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3.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4.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5.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6.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7.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8.xml" ContentType="application/vnd.openxmlformats-officedocument.drawingml.chart+xml"/>
  <Override PartName="/word/charts/style17.xml" ContentType="application/vnd.ms-office.chartstyle+xml"/>
  <Override PartName="/word/charts/colors17.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5A8A89D" w:rsidR="0016385D" w:rsidRPr="0096295D" w:rsidRDefault="00DE77F5" w:rsidP="00090674">
      <w:pPr>
        <w:pStyle w:val="PaperTitle"/>
        <w:rPr>
          <w:b w:val="0"/>
          <w:bCs/>
          <w:sz w:val="24"/>
          <w:szCs w:val="24"/>
        </w:rPr>
      </w:pPr>
      <w:r w:rsidRPr="0096295D">
        <w:t>Enhanced Energy Storage Performance of Sodium Rhodizonate: Investigating the Role of Potassium Chloride and Sodium Sulfate Doping</w:t>
      </w:r>
      <w:r w:rsidR="00BE5FD1" w:rsidRPr="0096295D">
        <w:t xml:space="preserve"> </w:t>
      </w:r>
    </w:p>
    <w:p w14:paraId="548D96A3" w14:textId="3899F5C3" w:rsidR="00C14B14" w:rsidRPr="0096295D" w:rsidRDefault="00A27CBD" w:rsidP="2F830975">
      <w:pPr>
        <w:pStyle w:val="AuthorName"/>
        <w:rPr>
          <w:sz w:val="20"/>
          <w:lang w:val="en-GB" w:eastAsia="en-GB"/>
        </w:rPr>
      </w:pPr>
      <w:r w:rsidRPr="0096295D">
        <w:t>Renanto P</w:t>
      </w:r>
      <w:r w:rsidR="00D9255F" w:rsidRPr="0096295D">
        <w:t>utra</w:t>
      </w:r>
      <w:r w:rsidRPr="0096295D">
        <w:t xml:space="preserve"> Wijaya</w:t>
      </w:r>
      <w:r w:rsidR="00EF6940" w:rsidRPr="0096295D">
        <w:rPr>
          <w:vertAlign w:val="superscript"/>
        </w:rPr>
        <w:t>1,</w:t>
      </w:r>
      <w:r w:rsidR="003A5C85" w:rsidRPr="0096295D">
        <w:rPr>
          <w:vertAlign w:val="superscript"/>
        </w:rPr>
        <w:t xml:space="preserve"> </w:t>
      </w:r>
      <w:r w:rsidR="00EF6940" w:rsidRPr="0096295D">
        <w:rPr>
          <w:vertAlign w:val="superscript"/>
        </w:rPr>
        <w:t>a)</w:t>
      </w:r>
      <w:r w:rsidR="0016385D" w:rsidRPr="0096295D">
        <w:t xml:space="preserve"> </w:t>
      </w:r>
      <w:r w:rsidRPr="0096295D">
        <w:t xml:space="preserve">Azwar Manaf </w:t>
      </w:r>
      <w:r w:rsidRPr="0096295D">
        <w:rPr>
          <w:vertAlign w:val="superscript"/>
        </w:rPr>
        <w:t>2, a)</w:t>
      </w:r>
      <w:r w:rsidRPr="0096295D">
        <w:t xml:space="preserve"> Djati Handoko </w:t>
      </w:r>
      <w:r w:rsidRPr="0096295D">
        <w:rPr>
          <w:vertAlign w:val="superscript"/>
        </w:rPr>
        <w:t>3, a)</w:t>
      </w:r>
      <w:r w:rsidRPr="0096295D">
        <w:t xml:space="preserve"> </w:t>
      </w:r>
      <w:r w:rsidR="0016385D" w:rsidRPr="0096295D">
        <w:t xml:space="preserve">and </w:t>
      </w:r>
      <w:r w:rsidRPr="0096295D">
        <w:t xml:space="preserve">Mas Ayu Elita Hafizah </w:t>
      </w:r>
      <w:r w:rsidRPr="0096295D">
        <w:rPr>
          <w:vertAlign w:val="superscript"/>
        </w:rPr>
        <w:t>4</w:t>
      </w:r>
      <w:r w:rsidR="007B4863" w:rsidRPr="0096295D">
        <w:rPr>
          <w:vertAlign w:val="superscript"/>
        </w:rPr>
        <w:t>,</w:t>
      </w:r>
      <w:r w:rsidR="003A5C85" w:rsidRPr="0096295D">
        <w:rPr>
          <w:vertAlign w:val="superscript"/>
        </w:rPr>
        <w:t xml:space="preserve"> b)</w:t>
      </w:r>
    </w:p>
    <w:p w14:paraId="5CFA9C09" w14:textId="3EAAF5F5" w:rsidR="00C14B14" w:rsidRPr="0096295D" w:rsidRDefault="00027428" w:rsidP="00C14B14">
      <w:pPr>
        <w:pStyle w:val="AuthorAffiliation"/>
      </w:pPr>
      <w:r w:rsidRPr="0096295D">
        <w:rPr>
          <w:i w:val="0"/>
          <w:iCs/>
          <w:vertAlign w:val="superscript"/>
        </w:rPr>
        <w:t>1</w:t>
      </w:r>
      <w:r w:rsidR="00A27CBD" w:rsidRPr="0096295D">
        <w:t>Postgraduate Program of Material Science, Department of Physics, Faculty of Mathematics and Natural Science, Universitas Indonesia, Depok, Jawa Barat, Indonesia, 16424.</w:t>
      </w:r>
    </w:p>
    <w:p w14:paraId="1540EEFF" w14:textId="1EA6AFC1" w:rsidR="00C14B14" w:rsidRPr="0096295D" w:rsidRDefault="0016782F" w:rsidP="00C14B14">
      <w:pPr>
        <w:pStyle w:val="AuthorAffiliation"/>
      </w:pPr>
      <w:r w:rsidRPr="0096295D">
        <w:t xml:space="preserve"> </w:t>
      </w:r>
      <w:r w:rsidR="00C14B14" w:rsidRPr="0096295D">
        <w:rPr>
          <w:i w:val="0"/>
          <w:iCs/>
          <w:vertAlign w:val="superscript"/>
        </w:rPr>
        <w:t>2</w:t>
      </w:r>
      <w:r w:rsidR="00A27CBD" w:rsidRPr="0096295D">
        <w:t>Weaponry Technological Study Program, Faculty of Defense Science and Technology Republic of Indonesia Defense University, Jl. Salemba Raya No.14, Jakarta, Indonesia, 10430.</w:t>
      </w:r>
    </w:p>
    <w:p w14:paraId="3EAF16AE" w14:textId="0CBB83E2" w:rsidR="00C14B14" w:rsidRPr="0096295D" w:rsidRDefault="00C14B14" w:rsidP="00C14B14">
      <w:pPr>
        <w:pStyle w:val="AuthorAffiliation"/>
      </w:pPr>
    </w:p>
    <w:p w14:paraId="5E05E235" w14:textId="7F1C56E8" w:rsidR="003A5C85" w:rsidRPr="0096295D" w:rsidRDefault="003A287B">
      <w:pPr>
        <w:pStyle w:val="AuthorEmail"/>
      </w:pPr>
      <w:r w:rsidRPr="0096295D">
        <w:t xml:space="preserve"> </w:t>
      </w:r>
      <w:r w:rsidR="00ED4A2C" w:rsidRPr="0096295D">
        <w:br/>
      </w:r>
      <w:r w:rsidR="00003D7C" w:rsidRPr="0096295D">
        <w:rPr>
          <w:szCs w:val="28"/>
          <w:vertAlign w:val="superscript"/>
        </w:rPr>
        <w:t>a)</w:t>
      </w:r>
      <w:r w:rsidR="00003D7C" w:rsidRPr="0096295D">
        <w:t xml:space="preserve"> Corresponding</w:t>
      </w:r>
      <w:r w:rsidR="004E3CB2" w:rsidRPr="0096295D">
        <w:t xml:space="preserve"> author: </w:t>
      </w:r>
      <w:r w:rsidR="00A27CBD" w:rsidRPr="0096295D">
        <w:t>azwar@sci.ui.ac.id</w:t>
      </w:r>
    </w:p>
    <w:p w14:paraId="22C3F2A8" w14:textId="2A42AD42" w:rsidR="0016385D" w:rsidRPr="0096295D" w:rsidRDefault="0016385D" w:rsidP="00C14B14">
      <w:pPr>
        <w:pStyle w:val="Abstract"/>
        <w:rPr>
          <w:i/>
          <w:iCs/>
        </w:rPr>
      </w:pPr>
      <w:r w:rsidRPr="0096295D">
        <w:rPr>
          <w:b/>
          <w:bCs/>
        </w:rPr>
        <w:t>Abstract.</w:t>
      </w:r>
      <w:r w:rsidRPr="0096295D">
        <w:t xml:space="preserve"> </w:t>
      </w:r>
      <w:r w:rsidR="00A27CBD" w:rsidRPr="0096295D">
        <w:t>The necessity of new renewable energy storage</w:t>
      </w:r>
      <w:r w:rsidR="003A5868" w:rsidRPr="0096295D">
        <w:t xml:space="preserve"> is </w:t>
      </w:r>
      <w:r w:rsidR="006A4B90" w:rsidRPr="0096295D">
        <w:t xml:space="preserve">high </w:t>
      </w:r>
      <w:r w:rsidR="003A5868" w:rsidRPr="0096295D">
        <w:t xml:space="preserve">since the </w:t>
      </w:r>
      <w:r w:rsidR="006A4B90" w:rsidRPr="0096295D">
        <w:t>energy demand</w:t>
      </w:r>
      <w:r w:rsidR="003A5868" w:rsidRPr="0096295D">
        <w:t xml:space="preserve"> is high among the human population. </w:t>
      </w:r>
      <w:r w:rsidR="00D9255F" w:rsidRPr="0096295D">
        <w:t xml:space="preserve">With the emerging </w:t>
      </w:r>
      <w:r w:rsidR="0049383A" w:rsidRPr="0096295D">
        <w:t>market</w:t>
      </w:r>
      <w:r w:rsidR="00D9255F" w:rsidRPr="0096295D">
        <w:t xml:space="preserve">, </w:t>
      </w:r>
      <w:r w:rsidR="00D9255F" w:rsidRPr="0096295D">
        <w:rPr>
          <w:i/>
          <w:iCs/>
        </w:rPr>
        <w:t xml:space="preserve">the recyclability of the materials is an </w:t>
      </w:r>
      <w:r w:rsidR="00F065CD" w:rsidRPr="0096295D">
        <w:rPr>
          <w:i/>
          <w:iCs/>
        </w:rPr>
        <w:t>essential</w:t>
      </w:r>
      <w:r w:rsidR="00D9255F" w:rsidRPr="0096295D">
        <w:rPr>
          <w:i/>
          <w:iCs/>
        </w:rPr>
        <w:t xml:space="preserve"> consideration</w:t>
      </w:r>
      <w:r w:rsidR="00F065CD" w:rsidRPr="0096295D">
        <w:rPr>
          <w:i/>
          <w:iCs/>
        </w:rPr>
        <w:t xml:space="preserve"> since the waste of after-used material for energy storage will be hazardous to the environment, or the high cost of recycling will lower the economic scale of the materials</w:t>
      </w:r>
      <w:r w:rsidR="00D9255F" w:rsidRPr="0096295D">
        <w:t xml:space="preserve">. Sodium Rhodizonate (SR) is a highly considerable material for energy storage since the theoretical energy storage is high, along with the abundance of sodium and the excellent sustainability of the environment. The characteristics of SR as an organic compound pose an opportunity to be eco-friendly. The main challenge for SR is the performance of storing energy and the stability of the material to pursue a high number of cycles. </w:t>
      </w:r>
      <w:r w:rsidR="009A5576" w:rsidRPr="0096295D">
        <w:rPr>
          <w:i/>
          <w:iCs/>
        </w:rPr>
        <w:t>The general goal of o</w:t>
      </w:r>
      <w:r w:rsidR="00D9255F" w:rsidRPr="0096295D">
        <w:rPr>
          <w:i/>
          <w:iCs/>
        </w:rPr>
        <w:t xml:space="preserve">ur research </w:t>
      </w:r>
      <w:r w:rsidR="009A5576" w:rsidRPr="0096295D">
        <w:rPr>
          <w:i/>
          <w:iCs/>
        </w:rPr>
        <w:t>is to focus</w:t>
      </w:r>
      <w:r w:rsidR="00D9255F" w:rsidRPr="0096295D">
        <w:rPr>
          <w:i/>
          <w:iCs/>
        </w:rPr>
        <w:t xml:space="preserve"> on water-based SR and various doping materials to improve energy storage performance</w:t>
      </w:r>
      <w:r w:rsidR="009A5576" w:rsidRPr="0096295D">
        <w:rPr>
          <w:i/>
          <w:iCs/>
        </w:rPr>
        <w:t xml:space="preserve"> or specific capacity</w:t>
      </w:r>
      <w:r w:rsidR="00D9255F" w:rsidRPr="0096295D">
        <w:rPr>
          <w:i/>
          <w:iCs/>
        </w:rPr>
        <w:t>.</w:t>
      </w:r>
      <w:r w:rsidR="00D9255F" w:rsidRPr="0096295D">
        <w:t xml:space="preserve"> The result showed that the performance </w:t>
      </w:r>
      <w:r w:rsidR="00D9255F" w:rsidRPr="0096295D">
        <w:rPr>
          <w:i/>
          <w:iCs/>
        </w:rPr>
        <w:t xml:space="preserve">of </w:t>
      </w:r>
      <w:r w:rsidR="009A5576" w:rsidRPr="0096295D">
        <w:rPr>
          <w:i/>
          <w:iCs/>
        </w:rPr>
        <w:t>the Specific Capacity</w:t>
      </w:r>
      <w:r w:rsidR="009A5576" w:rsidRPr="0096295D">
        <w:t xml:space="preserve"> of </w:t>
      </w:r>
      <w:r w:rsidR="00D9255F" w:rsidRPr="0096295D">
        <w:t xml:space="preserve">SR with </w:t>
      </w:r>
      <w:r w:rsidR="006A4B90" w:rsidRPr="0096295D">
        <w:t>doping sodium sulfate</w:t>
      </w:r>
      <w:r w:rsidR="00A61BF4" w:rsidRPr="0096295D">
        <w:t xml:space="preserve"> increases with the</w:t>
      </w:r>
      <w:r w:rsidR="006A4B90" w:rsidRPr="0096295D">
        <w:t xml:space="preserve"> optimum</w:t>
      </w:r>
      <w:r w:rsidR="00A61BF4" w:rsidRPr="0096295D">
        <w:t xml:space="preserve"> improvement to 62%</w:t>
      </w:r>
      <w:r w:rsidR="006A4B90" w:rsidRPr="0096295D">
        <w:t xml:space="preserve"> compared to pure SR, while the performance of SR with doping potassium chloride increases by nearly double</w:t>
      </w:r>
      <w:r w:rsidR="009737FB" w:rsidRPr="0096295D">
        <w:t xml:space="preserve"> the specific capacity</w:t>
      </w:r>
      <w:r w:rsidR="006A4B90" w:rsidRPr="0096295D">
        <w:t xml:space="preserve"> (~ 98%) compared to pure SR. However, the performance stability of the SR and the composites </w:t>
      </w:r>
      <w:proofErr w:type="gramStart"/>
      <w:r w:rsidR="00954CC1" w:rsidRPr="0096295D">
        <w:t>falls</w:t>
      </w:r>
      <w:proofErr w:type="gramEnd"/>
      <w:r w:rsidR="006A4B90" w:rsidRPr="0096295D">
        <w:t xml:space="preserve"> </w:t>
      </w:r>
      <w:r w:rsidR="00954CC1" w:rsidRPr="0096295D">
        <w:t>by</w:t>
      </w:r>
      <w:r w:rsidR="006A4B90" w:rsidRPr="0096295D">
        <w:t xml:space="preserve"> a significant number (~95%) with </w:t>
      </w:r>
      <w:proofErr w:type="gramStart"/>
      <w:r w:rsidR="00954CC1" w:rsidRPr="0096295D">
        <w:t>the</w:t>
      </w:r>
      <w:r w:rsidR="006A4B90" w:rsidRPr="0096295D">
        <w:t xml:space="preserve"> </w:t>
      </w:r>
      <w:r w:rsidR="00954CC1" w:rsidRPr="0096295D">
        <w:t>doping</w:t>
      </w:r>
      <w:proofErr w:type="gramEnd"/>
      <w:r w:rsidR="00954CC1" w:rsidRPr="0096295D">
        <w:t xml:space="preserve">. The decomposition of the material is the main reason for the </w:t>
      </w:r>
      <w:r w:rsidR="0049383A" w:rsidRPr="0096295D">
        <w:t>substantial</w:t>
      </w:r>
      <w:r w:rsidR="00954CC1" w:rsidRPr="0096295D">
        <w:t xml:space="preserve"> fall in the performance.</w:t>
      </w:r>
      <w:r w:rsidR="009A5576" w:rsidRPr="0096295D">
        <w:t xml:space="preserve"> </w:t>
      </w:r>
      <w:r w:rsidR="009A5576" w:rsidRPr="0096295D">
        <w:rPr>
          <w:i/>
          <w:iCs/>
        </w:rPr>
        <w:t>Furthermore, the milestone of our goal is to improve the performance of SR has achieved by doping the material.</w:t>
      </w:r>
    </w:p>
    <w:p w14:paraId="0EB1C674" w14:textId="25299D38" w:rsidR="00831504" w:rsidRPr="0096295D" w:rsidRDefault="007A7350" w:rsidP="00003D7C">
      <w:pPr>
        <w:pStyle w:val="Heading1"/>
      </w:pPr>
      <w:r w:rsidRPr="0096295D">
        <w:t>INTRODUCTION</w:t>
      </w:r>
    </w:p>
    <w:p w14:paraId="227237B0" w14:textId="6F941300" w:rsidR="007A7350" w:rsidRPr="0096295D" w:rsidRDefault="00B16DB0" w:rsidP="004A31B1">
      <w:pPr>
        <w:pStyle w:val="Paragraph"/>
      </w:pPr>
      <w:r w:rsidRPr="0096295D">
        <w:t xml:space="preserve">The rise of the </w:t>
      </w:r>
      <w:r w:rsidR="00FD4A0B" w:rsidRPr="0096295D">
        <w:t>earth’s</w:t>
      </w:r>
      <w:r w:rsidRPr="0096295D">
        <w:t xml:space="preserve"> surface </w:t>
      </w:r>
      <w:r w:rsidR="00F808EB" w:rsidRPr="0096295D">
        <w:t>temperature until 4</w:t>
      </w:r>
      <w:r w:rsidR="00F808EB" w:rsidRPr="0096295D">
        <w:rPr>
          <w:vertAlign w:val="superscript"/>
        </w:rPr>
        <w:t>o</w:t>
      </w:r>
      <w:r w:rsidR="00F808EB" w:rsidRPr="0096295D">
        <w:t xml:space="preserve">C in 2100 </w:t>
      </w:r>
      <w:sdt>
        <w:sdtPr>
          <w:rPr>
            <w:color w:val="000000"/>
          </w:rPr>
          <w:tag w:val="MENDELEY_CITATION_v3_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"/>
          <w:id w:val="-696389037"/>
          <w:placeholder>
            <w:docPart w:val="DefaultPlaceholder_-1854013440"/>
          </w:placeholder>
        </w:sdtPr>
        <w:sdtContent>
          <w:r w:rsidR="00D16999" w:rsidRPr="0096295D">
            <w:rPr>
              <w:color w:val="000000"/>
            </w:rPr>
            <w:t>[1]</w:t>
          </w:r>
        </w:sdtContent>
      </w:sdt>
      <w:r w:rsidR="00F808EB" w:rsidRPr="0096295D">
        <w:t xml:space="preserve"> has </w:t>
      </w:r>
      <w:r w:rsidR="004A31B1" w:rsidRPr="0096295D">
        <w:t>alerted</w:t>
      </w:r>
      <w:r w:rsidR="00F808EB" w:rsidRPr="0096295D">
        <w:t xml:space="preserve"> all researchers worldwide to overcome the situation since it </w:t>
      </w:r>
      <w:r w:rsidR="0049383A" w:rsidRPr="0096295D">
        <w:t xml:space="preserve">has caused the sea level to </w:t>
      </w:r>
      <w:r w:rsidR="00F808EB" w:rsidRPr="0096295D">
        <w:t xml:space="preserve">rise more than ever before. </w:t>
      </w:r>
      <w:r w:rsidR="004A31B1" w:rsidRPr="0096295D">
        <w:t xml:space="preserve">Global leaders have committed to fighting against the rising temperature through the Paris Agreement to keep the global temperature from exceeding 1.5 </w:t>
      </w:r>
      <w:r w:rsidR="004A31B1" w:rsidRPr="0096295D">
        <w:rPr>
          <w:vertAlign w:val="superscript"/>
        </w:rPr>
        <w:t>o</w:t>
      </w:r>
      <w:r w:rsidR="004A31B1" w:rsidRPr="0096295D">
        <w:t xml:space="preserve">C by reducing </w:t>
      </w:r>
      <w:r w:rsidR="00854813" w:rsidRPr="0096295D">
        <w:t>emissions</w:t>
      </w:r>
      <w:r w:rsidR="004A31B1" w:rsidRPr="0096295D">
        <w:t xml:space="preserve"> to 45% by 2023 and reaching Net Zero Emission by 2050 </w:t>
      </w:r>
      <w:sdt>
        <w:sdtPr>
          <w:rPr>
            <w:color w:val="000000"/>
          </w:rPr>
          <w:tag w:val="MENDELEY_CITATION_v3_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"/>
          <w:id w:val="-88167192"/>
          <w:placeholder>
            <w:docPart w:val="DefaultPlaceholder_-1854013440"/>
          </w:placeholder>
        </w:sdtPr>
        <w:sdtContent>
          <w:r w:rsidR="00D16999" w:rsidRPr="0096295D">
            <w:rPr>
              <w:color w:val="000000"/>
            </w:rPr>
            <w:t>[2]</w:t>
          </w:r>
        </w:sdtContent>
      </w:sdt>
      <w:r w:rsidR="004A31B1" w:rsidRPr="0096295D">
        <w:t xml:space="preserve">. The shift towards attaining a net-zero global ecosystem </w:t>
      </w:r>
      <w:r w:rsidR="0049383A" w:rsidRPr="0096295D">
        <w:t>is</w:t>
      </w:r>
      <w:r w:rsidR="004A31B1" w:rsidRPr="0096295D">
        <w:t xml:space="preserve"> one of </w:t>
      </w:r>
      <w:r w:rsidR="00EB77BB" w:rsidRPr="0096295D">
        <w:t>humanity's paramount hurdles</w:t>
      </w:r>
      <w:r w:rsidR="004A31B1" w:rsidRPr="0096295D">
        <w:t>. It mandates a sweeping transformation in production, consumption, and mobility</w:t>
      </w:r>
      <w:r w:rsidR="007E4BDD" w:rsidRPr="0096295D">
        <w:t xml:space="preserve"> approaches</w:t>
      </w:r>
      <w:r w:rsidR="004A31B1" w:rsidRPr="0096295D">
        <w:t xml:space="preserve">. Currently, the energy domain serves as the primary contributor, accounting for roughly three-quarters of greenhouse gas emissions, thereby holding critical importance in circumventing the severe repercussions of climate change. Substituting detrimental coal, gas, and oil-driven energy production with sustainable alternatives such as wind or solar power presents a substantial avenue for </w:t>
      </w:r>
      <w:r w:rsidR="00FD4A0B" w:rsidRPr="0096295D">
        <w:t xml:space="preserve">significantly </w:t>
      </w:r>
      <w:r w:rsidR="004A31B1" w:rsidRPr="0096295D">
        <w:t>curbing carbon emissions.</w:t>
      </w:r>
    </w:p>
    <w:p w14:paraId="0D55C7A5" w14:textId="775C385E" w:rsidR="00AA4108" w:rsidRPr="0096295D" w:rsidRDefault="00B52F53" w:rsidP="00B52F53">
      <w:pPr>
        <w:pStyle w:val="Paragraph"/>
      </w:pPr>
      <w:r w:rsidRPr="0096295D">
        <w:t>Until</w:t>
      </w:r>
      <w:r w:rsidR="003A5167" w:rsidRPr="0096295D">
        <w:t xml:space="preserve"> 2022, oil still </w:t>
      </w:r>
      <w:r w:rsidR="00FD4A0B" w:rsidRPr="0096295D">
        <w:t>possesses</w:t>
      </w:r>
      <w:r w:rsidR="003A5167" w:rsidRPr="0096295D">
        <w:t xml:space="preserve"> the highest fuel </w:t>
      </w:r>
      <w:r w:rsidR="00FD4A0B" w:rsidRPr="0096295D">
        <w:t>consumption</w:t>
      </w:r>
      <w:r w:rsidR="003A5167" w:rsidRPr="0096295D">
        <w:t xml:space="preserve"> globally</w:t>
      </w:r>
      <w:r w:rsidR="00FD4A0B" w:rsidRPr="0096295D">
        <w:t>,</w:t>
      </w:r>
      <w:r w:rsidR="003A5167" w:rsidRPr="0096295D">
        <w:t xml:space="preserve"> </w:t>
      </w:r>
      <w:r w:rsidR="00FD4A0B" w:rsidRPr="0096295D">
        <w:t>at</w:t>
      </w:r>
      <w:r w:rsidR="003A5167" w:rsidRPr="0096295D">
        <w:t xml:space="preserve"> 32%</w:t>
      </w:r>
      <w:r w:rsidR="00FD4A0B" w:rsidRPr="0096295D">
        <w:t>,</w:t>
      </w:r>
      <w:r w:rsidR="005C2690" w:rsidRPr="0096295D">
        <w:t xml:space="preserve"> which </w:t>
      </w:r>
      <w:r w:rsidR="00FD4A0B" w:rsidRPr="0096295D">
        <w:t>dominates</w:t>
      </w:r>
      <w:r w:rsidR="005C2690" w:rsidRPr="0096295D">
        <w:t xml:space="preserve"> the total source of global consumption</w:t>
      </w:r>
      <w:r w:rsidR="003A5167" w:rsidRPr="0096295D">
        <w:t xml:space="preserve"> </w:t>
      </w:r>
      <w:sdt>
        <w:sdtPr>
          <w:rPr>
            <w:color w:val="000000"/>
          </w:rPr>
          <w:tag w:val="MENDELEY_CITATION_v3_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"/>
          <w:id w:val="1915045080"/>
          <w:placeholder>
            <w:docPart w:val="DefaultPlaceholder_-1854013440"/>
          </w:placeholder>
        </w:sdtPr>
        <w:sdtContent>
          <w:r w:rsidR="00D16999" w:rsidRPr="0096295D">
            <w:rPr>
              <w:color w:val="000000"/>
            </w:rPr>
            <w:t>[3]</w:t>
          </w:r>
        </w:sdtContent>
      </w:sdt>
      <w:r w:rsidR="005C2690" w:rsidRPr="0096295D">
        <w:t xml:space="preserve"> (Fig 1a). </w:t>
      </w:r>
      <w:r w:rsidR="00FD4A0B" w:rsidRPr="0096295D">
        <w:t>Furthermore</w:t>
      </w:r>
      <w:r w:rsidR="005C2690" w:rsidRPr="0096295D">
        <w:t xml:space="preserve">, the </w:t>
      </w:r>
      <w:r w:rsidR="00FD4A0B" w:rsidRPr="0096295D">
        <w:t>most dominant sector that consumes oil is road</w:t>
      </w:r>
      <w:r w:rsidRPr="0096295D">
        <w:t>,</w:t>
      </w:r>
      <w:r w:rsidR="00FD4A0B" w:rsidRPr="0096295D">
        <w:t xml:space="preserve"> which </w:t>
      </w:r>
      <w:r w:rsidRPr="0096295D">
        <w:t>consists</w:t>
      </w:r>
      <w:r w:rsidR="00FD4A0B" w:rsidRPr="0096295D">
        <w:t xml:space="preserve"> of vehicles commonly using fossil fuel as a fuel source</w:t>
      </w:r>
      <w:r w:rsidRPr="0096295D">
        <w:t xml:space="preserve"> or named an Internal Combustion Engine (ICE)</w:t>
      </w:r>
      <w:r w:rsidR="00FD4A0B" w:rsidRPr="0096295D">
        <w:t xml:space="preserve"> </w:t>
      </w:r>
      <w:sdt>
        <w:sdtPr>
          <w:rPr>
            <w:color w:val="000000"/>
          </w:rPr>
          <w:tag w:val="MENDELEY_CITATION_v3_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"/>
          <w:id w:val="-604806746"/>
          <w:placeholder>
            <w:docPart w:val="DefaultPlaceholder_-1854013440"/>
          </w:placeholder>
        </w:sdtPr>
        <w:sdtContent>
          <w:r w:rsidR="00D16999" w:rsidRPr="0096295D">
            <w:rPr>
              <w:color w:val="000000"/>
            </w:rPr>
            <w:t>[4]</w:t>
          </w:r>
        </w:sdtContent>
      </w:sdt>
      <w:r w:rsidR="00FD4A0B" w:rsidRPr="0096295D">
        <w:rPr>
          <w:color w:val="000000"/>
        </w:rPr>
        <w:t xml:space="preserve"> (Fig 1b)</w:t>
      </w:r>
      <w:r w:rsidR="00FD4A0B" w:rsidRPr="0096295D">
        <w:t>.</w:t>
      </w:r>
      <w:r w:rsidRPr="0096295D">
        <w:t xml:space="preserve"> </w:t>
      </w:r>
      <w:r w:rsidR="008048A8" w:rsidRPr="0096295D">
        <w:t xml:space="preserve">One </w:t>
      </w:r>
      <w:r w:rsidR="008048A8" w:rsidRPr="0096295D">
        <w:lastRenderedPageBreak/>
        <w:t>of t</w:t>
      </w:r>
      <w:r w:rsidR="007365D0" w:rsidRPr="0096295D">
        <w:t xml:space="preserve">he </w:t>
      </w:r>
      <w:r w:rsidR="008048A8" w:rsidRPr="0096295D">
        <w:t>effects</w:t>
      </w:r>
      <w:r w:rsidR="007365D0" w:rsidRPr="0096295D">
        <w:t xml:space="preserve"> </w:t>
      </w:r>
      <w:r w:rsidR="00AA4108" w:rsidRPr="0096295D">
        <w:t xml:space="preserve">of </w:t>
      </w:r>
      <w:r w:rsidR="008048A8" w:rsidRPr="0096295D">
        <w:t>massively</w:t>
      </w:r>
      <w:r w:rsidR="00AA4108" w:rsidRPr="0096295D">
        <w:t xml:space="preserve"> consuming</w:t>
      </w:r>
      <w:r w:rsidR="008048A8" w:rsidRPr="0096295D">
        <w:t xml:space="preserve"> oi</w:t>
      </w:r>
      <w:r w:rsidR="00AA4108" w:rsidRPr="0096295D">
        <w:t>l</w:t>
      </w:r>
      <w:r w:rsidR="008048A8" w:rsidRPr="0096295D">
        <w:t xml:space="preserve"> as an energy source is CO</w:t>
      </w:r>
      <w:r w:rsidR="008048A8" w:rsidRPr="0096295D">
        <w:rPr>
          <w:vertAlign w:val="subscript"/>
        </w:rPr>
        <w:t>2</w:t>
      </w:r>
      <w:r w:rsidR="008048A8" w:rsidRPr="0096295D">
        <w:t xml:space="preserve"> emission since the product side of </w:t>
      </w:r>
      <w:r w:rsidR="009618E3" w:rsidRPr="0096295D">
        <w:t xml:space="preserve">incomplete combustion reaction </w:t>
      </w:r>
      <w:sdt>
        <w:sdtPr>
          <w:rPr>
            <w:color w:val="000000"/>
          </w:rPr>
          <w:tag w:val="MENDELEY_CITATION_v3_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"/>
          <w:id w:val="-692459594"/>
          <w:placeholder>
            <w:docPart w:val="DefaultPlaceholder_-1854013440"/>
          </w:placeholder>
        </w:sdtPr>
        <w:sdtContent>
          <w:r w:rsidR="00D16999" w:rsidRPr="0096295D">
            <w:rPr>
              <w:color w:val="000000"/>
            </w:rPr>
            <w:t>[5]</w:t>
          </w:r>
        </w:sdtContent>
      </w:sdt>
      <w:r w:rsidR="00BC15D2" w:rsidRPr="0096295D">
        <w:t xml:space="preserve">, which </w:t>
      </w:r>
      <w:r w:rsidR="00AA4108" w:rsidRPr="0096295D">
        <w:t xml:space="preserve">is </w:t>
      </w:r>
      <w:r w:rsidR="00BC15D2" w:rsidRPr="0096295D">
        <w:t xml:space="preserve">related to the </w:t>
      </w:r>
      <w:r w:rsidR="00AA4108" w:rsidRPr="0096295D">
        <w:t xml:space="preserve">Greenhouse Effect. </w:t>
      </w:r>
    </w:p>
    <w:p w14:paraId="204AA439" w14:textId="691B31E6" w:rsidR="00CA2550" w:rsidRPr="0096295D" w:rsidRDefault="005019B7" w:rsidP="003A7933">
      <w:pPr>
        <w:pStyle w:val="Paragraph"/>
      </w:pPr>
      <w:r w:rsidRPr="0096295D">
        <w:t>The transportation</w:t>
      </w:r>
      <w:r w:rsidR="00AA4108" w:rsidRPr="0096295D">
        <w:t xml:space="preserve"> sector </w:t>
      </w:r>
      <w:r w:rsidRPr="0096295D">
        <w:t>accounted</w:t>
      </w:r>
      <w:r w:rsidR="00AA4108" w:rsidRPr="0096295D">
        <w:t xml:space="preserve"> for 20.7% of total global CO</w:t>
      </w:r>
      <w:r w:rsidR="00AA4108" w:rsidRPr="0096295D">
        <w:rPr>
          <w:vertAlign w:val="subscript"/>
        </w:rPr>
        <w:t>2</w:t>
      </w:r>
      <w:r w:rsidR="00AA4108" w:rsidRPr="0096295D">
        <w:t xml:space="preserve"> </w:t>
      </w:r>
      <w:r w:rsidRPr="0096295D">
        <w:t>emissions</w:t>
      </w:r>
      <w:r w:rsidR="00AA4108" w:rsidRPr="0096295D">
        <w:t xml:space="preserve"> </w:t>
      </w:r>
      <w:r w:rsidR="003A7933" w:rsidRPr="0096295D">
        <w:t xml:space="preserve">during 2022 </w:t>
      </w:r>
      <w:sdt>
        <w:sdtPr>
          <w:rPr>
            <w:color w:val="000000"/>
          </w:rPr>
          <w:tag w:val="MENDELEY_CITATION_v3_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"/>
          <w:id w:val="2034678711"/>
          <w:placeholder>
            <w:docPart w:val="DefaultPlaceholder_-1854013440"/>
          </w:placeholder>
        </w:sdtPr>
        <w:sdtContent>
          <w:r w:rsidR="00D16999" w:rsidRPr="0096295D">
            <w:rPr>
              <w:color w:val="000000"/>
            </w:rPr>
            <w:t>[6]</w:t>
          </w:r>
        </w:sdtContent>
      </w:sdt>
      <w:r w:rsidR="003A7933" w:rsidRPr="0096295D">
        <w:rPr>
          <w:color w:val="000000"/>
        </w:rPr>
        <w:t xml:space="preserve"> </w:t>
      </w:r>
      <w:r w:rsidRPr="0096295D">
        <w:rPr>
          <w:color w:val="000000"/>
        </w:rPr>
        <w:t>contributing</w:t>
      </w:r>
      <w:r w:rsidR="003A7933" w:rsidRPr="0096295D">
        <w:t xml:space="preserve"> </w:t>
      </w:r>
      <w:r w:rsidRPr="0096295D">
        <w:t>to</w:t>
      </w:r>
      <w:r w:rsidR="003A7933" w:rsidRPr="0096295D">
        <w:t xml:space="preserve"> </w:t>
      </w:r>
      <w:r w:rsidRPr="0096295D">
        <w:t xml:space="preserve">the </w:t>
      </w:r>
      <w:r w:rsidR="003A7933" w:rsidRPr="0096295D">
        <w:t xml:space="preserve">cars and vans </w:t>
      </w:r>
      <w:r w:rsidRPr="0096295D">
        <w:t>subsector</w:t>
      </w:r>
      <w:r w:rsidR="003A7933" w:rsidRPr="0096295D">
        <w:t xml:space="preserve"> by 48% </w:t>
      </w:r>
      <w:sdt>
        <w:sdtPr>
          <w:rPr>
            <w:color w:val="000000"/>
          </w:rPr>
          <w:tag w:val="MENDELEY_CITATION_v3_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"/>
          <w:id w:val="-833211450"/>
          <w:placeholder>
            <w:docPart w:val="DefaultPlaceholder_-1854013440"/>
          </w:placeholder>
        </w:sdtPr>
        <w:sdtContent>
          <w:r w:rsidR="00D16999" w:rsidRPr="0096295D">
            <w:rPr>
              <w:color w:val="000000"/>
            </w:rPr>
            <w:t>[7]</w:t>
          </w:r>
        </w:sdtContent>
      </w:sdt>
      <w:r w:rsidR="003A7933" w:rsidRPr="0096295D">
        <w:t>. Furthermore, to avoid CO</w:t>
      </w:r>
      <w:r w:rsidR="003A7933" w:rsidRPr="0096295D">
        <w:rPr>
          <w:vertAlign w:val="subscript"/>
        </w:rPr>
        <w:t>2</w:t>
      </w:r>
      <w:r w:rsidR="003A7933" w:rsidRPr="0096295D">
        <w:t xml:space="preserve"> </w:t>
      </w:r>
      <w:r w:rsidRPr="0096295D">
        <w:t xml:space="preserve">being </w:t>
      </w:r>
      <w:r w:rsidR="003A7933" w:rsidRPr="0096295D">
        <w:t xml:space="preserve">released </w:t>
      </w:r>
      <w:r w:rsidRPr="0096295D">
        <w:t>into</w:t>
      </w:r>
      <w:r w:rsidR="003A7933" w:rsidRPr="0096295D">
        <w:t xml:space="preserve"> the atmosphere</w:t>
      </w:r>
      <w:r w:rsidRPr="0096295D">
        <w:t>,</w:t>
      </w:r>
      <w:r w:rsidR="003A7933" w:rsidRPr="0096295D">
        <w:t xml:space="preserve"> </w:t>
      </w:r>
      <w:r w:rsidRPr="0096295D">
        <w:t>researchers</w:t>
      </w:r>
      <w:r w:rsidR="003A7933" w:rsidRPr="0096295D">
        <w:t xml:space="preserve"> need to find alternatives </w:t>
      </w:r>
      <w:r w:rsidRPr="0096295D">
        <w:t>besides</w:t>
      </w:r>
      <w:r w:rsidR="003A7933" w:rsidRPr="0096295D">
        <w:t xml:space="preserve"> oil as an energy resource.</w:t>
      </w:r>
    </w:p>
    <w:p w14:paraId="6DE000D7" w14:textId="77A58BE8" w:rsidR="003A7933" w:rsidRPr="0096295D" w:rsidRDefault="00683876" w:rsidP="003A7933">
      <w:pPr>
        <w:pStyle w:val="Paragraph"/>
        <w:keepNext/>
        <w:jc w:val="center"/>
      </w:pPr>
      <w:r w:rsidRPr="0096295D">
        <w:rPr>
          <w:noProof/>
        </w:rPr>
        <w:drawing>
          <wp:inline distT="0" distB="0" distL="0" distR="0" wp14:anchorId="60F4302F" wp14:editId="1EAE975B">
            <wp:extent cx="2773680" cy="1613239"/>
            <wp:effectExtent l="0" t="0" r="0" b="0"/>
            <wp:docPr id="33197711" name="Picture 6">
              <a:extLst xmlns:a="http://schemas.openxmlformats.org/drawingml/2006/main">
                <a:ext uri="{FF2B5EF4-FFF2-40B4-BE49-F238E27FC236}">
                  <a16:creationId xmlns:a16="http://schemas.microsoft.com/office/drawing/2014/main" id="{0000AB74-7D9E-F324-C4DF-2F5BD0DA58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000AB74-7D9E-F324-C4DF-2F5BD0DA58FA}"/>
                        </a:ext>
                      </a:extLst>
                    </pic:cNvPr>
                    <pic:cNvPicPr>
                      <a:picLocks noChangeAspect="1"/>
                    </pic:cNvPicPr>
                  </pic:nvPicPr>
                  <pic:blipFill>
                    <a:blip r:embed="rId11"/>
                    <a:stretch>
                      <a:fillRect/>
                    </a:stretch>
                  </pic:blipFill>
                  <pic:spPr>
                    <a:xfrm>
                      <a:off x="0" y="0"/>
                      <a:ext cx="2845322" cy="1654908"/>
                    </a:xfrm>
                    <a:prstGeom prst="rect">
                      <a:avLst/>
                    </a:prstGeom>
                  </pic:spPr>
                </pic:pic>
              </a:graphicData>
            </a:graphic>
          </wp:inline>
        </w:drawing>
      </w:r>
      <w:r w:rsidR="003A7933" w:rsidRPr="0096295D">
        <w:rPr>
          <w:noProof/>
        </w:rPr>
        <w:drawing>
          <wp:inline distT="0" distB="0" distL="0" distR="0" wp14:anchorId="24F54C7A" wp14:editId="7183AE46">
            <wp:extent cx="2887632" cy="1728260"/>
            <wp:effectExtent l="0" t="0" r="0" b="0"/>
            <wp:docPr id="27404935" name="Picture 5">
              <a:extLst xmlns:a="http://schemas.openxmlformats.org/drawingml/2006/main">
                <a:ext uri="{FF2B5EF4-FFF2-40B4-BE49-F238E27FC236}">
                  <a16:creationId xmlns:a16="http://schemas.microsoft.com/office/drawing/2014/main" id="{B4CA59B6-5CBC-7A4A-9BE5-B0995629C3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B4CA59B6-5CBC-7A4A-9BE5-B0995629C331}"/>
                        </a:ext>
                      </a:extLst>
                    </pic:cNvPr>
                    <pic:cNvPicPr>
                      <a:picLocks noChangeAspect="1"/>
                    </pic:cNvPicPr>
                  </pic:nvPicPr>
                  <pic:blipFill>
                    <a:blip r:embed="rId12"/>
                    <a:stretch>
                      <a:fillRect/>
                    </a:stretch>
                  </pic:blipFill>
                  <pic:spPr>
                    <a:xfrm>
                      <a:off x="0" y="0"/>
                      <a:ext cx="2930946" cy="1754183"/>
                    </a:xfrm>
                    <a:prstGeom prst="rect">
                      <a:avLst/>
                    </a:prstGeom>
                  </pic:spPr>
                </pic:pic>
              </a:graphicData>
            </a:graphic>
          </wp:inline>
        </w:drawing>
      </w:r>
    </w:p>
    <w:p w14:paraId="0921E83A" w14:textId="22E5FAB2" w:rsidR="005019B7" w:rsidRPr="0096295D" w:rsidRDefault="005019B7" w:rsidP="005019B7">
      <w:pPr>
        <w:pStyle w:val="Caption"/>
        <w:rPr>
          <w:i w:val="0"/>
          <w:iCs w:val="0"/>
          <w:color w:val="000000" w:themeColor="text1"/>
        </w:rPr>
      </w:pPr>
      <w:r w:rsidRPr="0096295D">
        <w:rPr>
          <w:i w:val="0"/>
          <w:iCs w:val="0"/>
          <w:color w:val="000000" w:themeColor="text1"/>
        </w:rPr>
        <w:tab/>
      </w:r>
      <w:r w:rsidRPr="0096295D">
        <w:rPr>
          <w:i w:val="0"/>
          <w:iCs w:val="0"/>
          <w:color w:val="000000" w:themeColor="text1"/>
        </w:rPr>
        <w:tab/>
      </w:r>
      <w:r w:rsidRPr="0096295D">
        <w:rPr>
          <w:i w:val="0"/>
          <w:iCs w:val="0"/>
          <w:color w:val="000000" w:themeColor="text1"/>
        </w:rPr>
        <w:tab/>
      </w:r>
      <w:r w:rsidRPr="0096295D">
        <w:rPr>
          <w:i w:val="0"/>
          <w:iCs w:val="0"/>
          <w:color w:val="000000" w:themeColor="text1"/>
        </w:rPr>
        <w:tab/>
        <w:t>(1a)</w:t>
      </w:r>
      <w:r w:rsidRPr="0096295D">
        <w:rPr>
          <w:i w:val="0"/>
          <w:iCs w:val="0"/>
          <w:color w:val="000000" w:themeColor="text1"/>
        </w:rPr>
        <w:tab/>
      </w:r>
      <w:r w:rsidRPr="0096295D">
        <w:rPr>
          <w:i w:val="0"/>
          <w:iCs w:val="0"/>
          <w:color w:val="000000" w:themeColor="text1"/>
        </w:rPr>
        <w:tab/>
      </w:r>
      <w:r w:rsidRPr="0096295D">
        <w:rPr>
          <w:i w:val="0"/>
          <w:iCs w:val="0"/>
          <w:color w:val="000000" w:themeColor="text1"/>
        </w:rPr>
        <w:tab/>
      </w:r>
      <w:r w:rsidRPr="0096295D">
        <w:rPr>
          <w:i w:val="0"/>
          <w:iCs w:val="0"/>
          <w:color w:val="000000" w:themeColor="text1"/>
        </w:rPr>
        <w:tab/>
      </w:r>
      <w:r w:rsidRPr="0096295D">
        <w:rPr>
          <w:i w:val="0"/>
          <w:iCs w:val="0"/>
          <w:color w:val="000000" w:themeColor="text1"/>
        </w:rPr>
        <w:tab/>
      </w:r>
      <w:r w:rsidRPr="0096295D">
        <w:rPr>
          <w:i w:val="0"/>
          <w:iCs w:val="0"/>
          <w:color w:val="000000" w:themeColor="text1"/>
        </w:rPr>
        <w:tab/>
        <w:t>(1b)</w:t>
      </w:r>
    </w:p>
    <w:p w14:paraId="15B69597" w14:textId="0C252AF0" w:rsidR="00683876" w:rsidRPr="0096295D" w:rsidRDefault="003A7933" w:rsidP="005019B7">
      <w:pPr>
        <w:pStyle w:val="Caption"/>
        <w:jc w:val="center"/>
        <w:rPr>
          <w:i w:val="0"/>
          <w:iCs w:val="0"/>
          <w:color w:val="000000" w:themeColor="text1"/>
        </w:rPr>
      </w:pPr>
      <w:r w:rsidRPr="0096295D">
        <w:rPr>
          <w:i w:val="0"/>
          <w:iCs w:val="0"/>
          <w:color w:val="000000" w:themeColor="text1"/>
        </w:rPr>
        <w:t xml:space="preserve">Figure </w:t>
      </w:r>
      <w:r w:rsidRPr="0096295D">
        <w:rPr>
          <w:i w:val="0"/>
          <w:iCs w:val="0"/>
          <w:color w:val="000000" w:themeColor="text1"/>
        </w:rPr>
        <w:fldChar w:fldCharType="begin"/>
      </w:r>
      <w:r w:rsidRPr="0096295D">
        <w:rPr>
          <w:i w:val="0"/>
          <w:iCs w:val="0"/>
          <w:color w:val="000000" w:themeColor="text1"/>
        </w:rPr>
        <w:instrText xml:space="preserve"> SEQ Figure \* ARABIC </w:instrText>
      </w:r>
      <w:r w:rsidRPr="0096295D">
        <w:rPr>
          <w:i w:val="0"/>
          <w:iCs w:val="0"/>
          <w:color w:val="000000" w:themeColor="text1"/>
        </w:rPr>
        <w:fldChar w:fldCharType="separate"/>
      </w:r>
      <w:r w:rsidR="00195F82" w:rsidRPr="0096295D">
        <w:rPr>
          <w:i w:val="0"/>
          <w:iCs w:val="0"/>
          <w:noProof/>
          <w:color w:val="000000" w:themeColor="text1"/>
        </w:rPr>
        <w:t>1</w:t>
      </w:r>
      <w:r w:rsidRPr="0096295D">
        <w:rPr>
          <w:i w:val="0"/>
          <w:iCs w:val="0"/>
          <w:color w:val="000000" w:themeColor="text1"/>
        </w:rPr>
        <w:fldChar w:fldCharType="end"/>
      </w:r>
      <w:r w:rsidRPr="0096295D">
        <w:rPr>
          <w:i w:val="0"/>
          <w:iCs w:val="0"/>
          <w:color w:val="000000" w:themeColor="text1"/>
        </w:rPr>
        <w:t xml:space="preserve">a. Global primary energy consumption in 2022 </w:t>
      </w:r>
      <w:r w:rsidR="005019B7" w:rsidRPr="0096295D">
        <w:rPr>
          <w:i w:val="0"/>
          <w:iCs w:val="0"/>
          <w:color w:val="000000" w:themeColor="text1"/>
        </w:rPr>
        <w:t xml:space="preserve">is </w:t>
      </w:r>
      <w:r w:rsidRPr="0096295D">
        <w:rPr>
          <w:i w:val="0"/>
          <w:iCs w:val="0"/>
          <w:color w:val="000000" w:themeColor="text1"/>
        </w:rPr>
        <w:t>categorized by fuel type</w:t>
      </w:r>
      <w:r w:rsidR="005019B7" w:rsidRPr="0096295D">
        <w:rPr>
          <w:i w:val="0"/>
          <w:iCs w:val="0"/>
          <w:noProof/>
          <w:color w:val="000000" w:themeColor="text1"/>
        </w:rPr>
        <w:t>;</w:t>
      </w:r>
      <w:r w:rsidRPr="0096295D">
        <w:rPr>
          <w:i w:val="0"/>
          <w:iCs w:val="0"/>
          <w:noProof/>
          <w:color w:val="000000" w:themeColor="text1"/>
        </w:rPr>
        <w:t xml:space="preserve"> 1(b) Oil demand share by OECD (Organisation for Economic Cooperation and Development</w:t>
      </w:r>
      <w:r w:rsidR="009A5576" w:rsidRPr="0096295D">
        <w:rPr>
          <w:i w:val="0"/>
          <w:iCs w:val="0"/>
          <w:noProof/>
          <w:color w:val="000000" w:themeColor="text1"/>
        </w:rPr>
        <w:t>)</w:t>
      </w:r>
      <w:r w:rsidRPr="0096295D">
        <w:rPr>
          <w:i w:val="0"/>
          <w:iCs w:val="0"/>
          <w:noProof/>
          <w:color w:val="000000" w:themeColor="text1"/>
        </w:rPr>
        <w:t xml:space="preserve"> in 2022 </w:t>
      </w:r>
      <w:r w:rsidR="005019B7" w:rsidRPr="0096295D">
        <w:rPr>
          <w:i w:val="0"/>
          <w:iCs w:val="0"/>
          <w:noProof/>
          <w:color w:val="000000" w:themeColor="text1"/>
        </w:rPr>
        <w:t>classified</w:t>
      </w:r>
      <w:r w:rsidRPr="0096295D">
        <w:rPr>
          <w:i w:val="0"/>
          <w:iCs w:val="0"/>
          <w:noProof/>
          <w:color w:val="000000" w:themeColor="text1"/>
        </w:rPr>
        <w:t xml:space="preserve"> by sectors</w:t>
      </w:r>
      <w:r w:rsidR="005019B7" w:rsidRPr="0096295D">
        <w:rPr>
          <w:i w:val="0"/>
          <w:iCs w:val="0"/>
          <w:noProof/>
          <w:color w:val="000000" w:themeColor="text1"/>
        </w:rPr>
        <w:t>.</w:t>
      </w:r>
      <w:r w:rsidR="00683876" w:rsidRPr="0096295D">
        <w:tab/>
      </w:r>
      <w:r w:rsidR="00683876" w:rsidRPr="0096295D">
        <w:tab/>
      </w:r>
      <w:r w:rsidR="00683876" w:rsidRPr="0096295D">
        <w:tab/>
      </w:r>
      <w:r w:rsidR="00683876" w:rsidRPr="0096295D">
        <w:tab/>
      </w:r>
      <w:r w:rsidR="00683876" w:rsidRPr="0096295D">
        <w:tab/>
      </w:r>
      <w:r w:rsidR="00683876" w:rsidRPr="0096295D">
        <w:tab/>
      </w:r>
    </w:p>
    <w:p w14:paraId="0DD430B4" w14:textId="77777777" w:rsidR="00683876" w:rsidRPr="0096295D" w:rsidRDefault="00683876" w:rsidP="00AA5E0E">
      <w:pPr>
        <w:pStyle w:val="Paragraph"/>
        <w:jc w:val="center"/>
      </w:pPr>
    </w:p>
    <w:p w14:paraId="45014ECF" w14:textId="50872D05" w:rsidR="005019B7" w:rsidRPr="0096295D" w:rsidRDefault="00683876" w:rsidP="005019B7">
      <w:pPr>
        <w:pStyle w:val="Paragraph"/>
        <w:keepNext/>
        <w:jc w:val="center"/>
      </w:pPr>
      <w:r w:rsidRPr="0096295D">
        <w:rPr>
          <w:noProof/>
        </w:rPr>
        <w:drawing>
          <wp:inline distT="0" distB="0" distL="0" distR="0" wp14:anchorId="3C703245" wp14:editId="013D463B">
            <wp:extent cx="2697480" cy="1799760"/>
            <wp:effectExtent l="0" t="0" r="0" b="3810"/>
            <wp:docPr id="1531532128" name="Picture 6">
              <a:extLst xmlns:a="http://schemas.openxmlformats.org/drawingml/2006/main">
                <a:ext uri="{FF2B5EF4-FFF2-40B4-BE49-F238E27FC236}">
                  <a16:creationId xmlns:a16="http://schemas.microsoft.com/office/drawing/2014/main" id="{BE99AFB0-37AC-5B62-FD78-12C42A116D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BE99AFB0-37AC-5B62-FD78-12C42A116D44}"/>
                        </a:ext>
                      </a:extLst>
                    </pic:cNvPr>
                    <pic:cNvPicPr>
                      <a:picLocks noChangeAspect="1"/>
                    </pic:cNvPicPr>
                  </pic:nvPicPr>
                  <pic:blipFill>
                    <a:blip r:embed="rId13"/>
                    <a:stretch>
                      <a:fillRect/>
                    </a:stretch>
                  </pic:blipFill>
                  <pic:spPr>
                    <a:xfrm>
                      <a:off x="0" y="0"/>
                      <a:ext cx="2709242" cy="1807608"/>
                    </a:xfrm>
                    <a:prstGeom prst="rect">
                      <a:avLst/>
                    </a:prstGeom>
                  </pic:spPr>
                </pic:pic>
              </a:graphicData>
            </a:graphic>
          </wp:inline>
        </w:drawing>
      </w:r>
      <w:r w:rsidR="005019B7" w:rsidRPr="0096295D">
        <w:rPr>
          <w:noProof/>
        </w:rPr>
        <w:drawing>
          <wp:inline distT="0" distB="0" distL="0" distR="0" wp14:anchorId="6CD6F6ED" wp14:editId="0DCBC156">
            <wp:extent cx="3009265" cy="1804274"/>
            <wp:effectExtent l="0" t="0" r="635" b="0"/>
            <wp:docPr id="4" name="Picture 3">
              <a:extLst xmlns:a="http://schemas.openxmlformats.org/drawingml/2006/main">
                <a:ext uri="{FF2B5EF4-FFF2-40B4-BE49-F238E27FC236}">
                  <a16:creationId xmlns:a16="http://schemas.microsoft.com/office/drawing/2014/main" id="{B461FC46-005B-821F-79A8-343BF80B18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B461FC46-005B-821F-79A8-343BF80B189D}"/>
                        </a:ext>
                      </a:extLst>
                    </pic:cNvPr>
                    <pic:cNvPicPr>
                      <a:picLocks noChangeAspect="1"/>
                    </pic:cNvPicPr>
                  </pic:nvPicPr>
                  <pic:blipFill>
                    <a:blip r:embed="rId14"/>
                    <a:stretch>
                      <a:fillRect/>
                    </a:stretch>
                  </pic:blipFill>
                  <pic:spPr>
                    <a:xfrm>
                      <a:off x="0" y="0"/>
                      <a:ext cx="3048059" cy="1827534"/>
                    </a:xfrm>
                    <a:prstGeom prst="rect">
                      <a:avLst/>
                    </a:prstGeom>
                  </pic:spPr>
                </pic:pic>
              </a:graphicData>
            </a:graphic>
          </wp:inline>
        </w:drawing>
      </w:r>
    </w:p>
    <w:p w14:paraId="5B50D5EC" w14:textId="3E3879FA" w:rsidR="005019B7" w:rsidRPr="0096295D" w:rsidRDefault="005019B7" w:rsidP="005019B7">
      <w:pPr>
        <w:pStyle w:val="Paragraph"/>
      </w:pPr>
      <w:r w:rsidRPr="0096295D">
        <w:tab/>
      </w:r>
      <w:r w:rsidRPr="0096295D">
        <w:tab/>
      </w:r>
      <w:r w:rsidRPr="0096295D">
        <w:tab/>
      </w:r>
      <w:r w:rsidRPr="0096295D">
        <w:tab/>
        <w:t>(2a)</w:t>
      </w:r>
      <w:r w:rsidRPr="0096295D">
        <w:tab/>
      </w:r>
      <w:r w:rsidRPr="0096295D">
        <w:tab/>
      </w:r>
      <w:r w:rsidRPr="0096295D">
        <w:tab/>
      </w:r>
      <w:r w:rsidRPr="0096295D">
        <w:tab/>
      </w:r>
      <w:r w:rsidRPr="0096295D">
        <w:tab/>
      </w:r>
      <w:r w:rsidRPr="0096295D">
        <w:tab/>
        <w:t>(2b)</w:t>
      </w:r>
    </w:p>
    <w:p w14:paraId="3558074D" w14:textId="77777777" w:rsidR="005019B7" w:rsidRPr="0096295D" w:rsidRDefault="005019B7" w:rsidP="005019B7">
      <w:pPr>
        <w:pStyle w:val="Paragraph"/>
        <w:keepNext/>
        <w:ind w:firstLine="0"/>
      </w:pPr>
    </w:p>
    <w:p w14:paraId="5E3933EA" w14:textId="09A0A25E" w:rsidR="005019B7" w:rsidRPr="0096295D" w:rsidRDefault="005019B7" w:rsidP="005019B7">
      <w:pPr>
        <w:pStyle w:val="Caption"/>
        <w:jc w:val="center"/>
        <w:rPr>
          <w:i w:val="0"/>
          <w:iCs w:val="0"/>
          <w:color w:val="000000" w:themeColor="text1"/>
        </w:rPr>
      </w:pPr>
      <w:r w:rsidRPr="0096295D">
        <w:rPr>
          <w:i w:val="0"/>
          <w:iCs w:val="0"/>
          <w:color w:val="000000" w:themeColor="text1"/>
        </w:rPr>
        <w:t xml:space="preserve">Figure </w:t>
      </w:r>
      <w:r w:rsidRPr="0096295D">
        <w:rPr>
          <w:i w:val="0"/>
          <w:iCs w:val="0"/>
          <w:color w:val="000000" w:themeColor="text1"/>
        </w:rPr>
        <w:fldChar w:fldCharType="begin"/>
      </w:r>
      <w:r w:rsidRPr="0096295D">
        <w:rPr>
          <w:i w:val="0"/>
          <w:iCs w:val="0"/>
          <w:color w:val="000000" w:themeColor="text1"/>
        </w:rPr>
        <w:instrText xml:space="preserve"> SEQ Figure \* ARABIC </w:instrText>
      </w:r>
      <w:r w:rsidRPr="0096295D">
        <w:rPr>
          <w:i w:val="0"/>
          <w:iCs w:val="0"/>
          <w:color w:val="000000" w:themeColor="text1"/>
        </w:rPr>
        <w:fldChar w:fldCharType="separate"/>
      </w:r>
      <w:r w:rsidR="00195F82" w:rsidRPr="0096295D">
        <w:rPr>
          <w:i w:val="0"/>
          <w:iCs w:val="0"/>
          <w:noProof/>
          <w:color w:val="000000" w:themeColor="text1"/>
        </w:rPr>
        <w:t>2</w:t>
      </w:r>
      <w:r w:rsidRPr="0096295D">
        <w:rPr>
          <w:i w:val="0"/>
          <w:iCs w:val="0"/>
          <w:color w:val="000000" w:themeColor="text1"/>
        </w:rPr>
        <w:fldChar w:fldCharType="end"/>
      </w:r>
      <w:r w:rsidRPr="0096295D">
        <w:rPr>
          <w:i w:val="0"/>
          <w:iCs w:val="0"/>
          <w:color w:val="000000" w:themeColor="text1"/>
        </w:rPr>
        <w:t>a. Sectors categorize global CO</w:t>
      </w:r>
      <w:r w:rsidRPr="0096295D">
        <w:rPr>
          <w:i w:val="0"/>
          <w:iCs w:val="0"/>
          <w:color w:val="000000" w:themeColor="text1"/>
          <w:vertAlign w:val="subscript"/>
        </w:rPr>
        <w:t>2</w:t>
      </w:r>
      <w:r w:rsidRPr="0096295D">
        <w:rPr>
          <w:i w:val="0"/>
          <w:iCs w:val="0"/>
          <w:color w:val="000000" w:themeColor="text1"/>
        </w:rPr>
        <w:t xml:space="preserve"> emission in 2022; Figure 2b. The breakdown of CO</w:t>
      </w:r>
      <w:r w:rsidRPr="0096295D">
        <w:rPr>
          <w:i w:val="0"/>
          <w:iCs w:val="0"/>
          <w:color w:val="000000" w:themeColor="text1"/>
          <w:vertAlign w:val="subscript"/>
        </w:rPr>
        <w:t>2</w:t>
      </w:r>
      <w:r w:rsidRPr="0096295D">
        <w:rPr>
          <w:i w:val="0"/>
          <w:iCs w:val="0"/>
          <w:color w:val="000000" w:themeColor="text1"/>
        </w:rPr>
        <w:t xml:space="preserve"> emission in transportation in 2022 is classified by sub-sectors.</w:t>
      </w:r>
    </w:p>
    <w:p w14:paraId="71EF5883" w14:textId="2C969E6C" w:rsidR="00E33CCE" w:rsidRPr="0096295D" w:rsidRDefault="004D5071" w:rsidP="005019B7">
      <w:pPr>
        <w:pStyle w:val="Paragraph"/>
      </w:pPr>
      <w:r w:rsidRPr="0096295D">
        <w:t>Future research will likely create cleaner energy resources to replace oil as a main fuel resource to reduce CO</w:t>
      </w:r>
      <w:r w:rsidRPr="0096295D">
        <w:rPr>
          <w:vertAlign w:val="subscript"/>
        </w:rPr>
        <w:t>2</w:t>
      </w:r>
      <w:r w:rsidRPr="0096295D">
        <w:t xml:space="preserve"> emissions since cars and vans are the most significant producers of CO2 released into the atmosphere, </w:t>
      </w:r>
      <w:r w:rsidR="00037EFD" w:rsidRPr="0096295D">
        <w:t>including</w:t>
      </w:r>
      <w:r w:rsidRPr="0096295D">
        <w:t xml:space="preserve"> the road as a top sector for consuming oil. Hence, it makes sense for the researchers to find another </w:t>
      </w:r>
      <w:r w:rsidR="00037EFD" w:rsidRPr="0096295D">
        <w:t>alternative</w:t>
      </w:r>
      <w:r w:rsidRPr="0096295D">
        <w:t xml:space="preserve"> fuel resource for cars and vans.</w:t>
      </w:r>
    </w:p>
    <w:p w14:paraId="185687D8" w14:textId="33141F9A" w:rsidR="004D5071" w:rsidRPr="0096295D" w:rsidRDefault="004D5071" w:rsidP="005019B7">
      <w:pPr>
        <w:pStyle w:val="Paragraph"/>
      </w:pPr>
      <w:r w:rsidRPr="0096295D">
        <w:t xml:space="preserve">Electrification of </w:t>
      </w:r>
      <w:r w:rsidR="00037EFD" w:rsidRPr="0096295D">
        <w:t>vehicles</w:t>
      </w:r>
      <w:r w:rsidRPr="0096295D">
        <w:t xml:space="preserve"> is </w:t>
      </w:r>
      <w:r w:rsidR="00EA5A9A" w:rsidRPr="0096295D">
        <w:t xml:space="preserve">one of the global </w:t>
      </w:r>
      <w:r w:rsidR="00037EFD" w:rsidRPr="0096295D">
        <w:t>action</w:t>
      </w:r>
      <w:r w:rsidR="00EA5A9A" w:rsidRPr="0096295D">
        <w:t xml:space="preserve"> plans from </w:t>
      </w:r>
      <w:r w:rsidR="00037EFD" w:rsidRPr="0096295D">
        <w:t xml:space="preserve">the </w:t>
      </w:r>
      <w:r w:rsidR="00EA5A9A" w:rsidRPr="0096295D">
        <w:t>automotive industry</w:t>
      </w:r>
      <w:r w:rsidR="00037EFD" w:rsidRPr="0096295D">
        <w:t>; this</w:t>
      </w:r>
      <w:r w:rsidR="00EA5A9A" w:rsidRPr="0096295D">
        <w:t xml:space="preserve"> route has </w:t>
      </w:r>
      <w:r w:rsidR="00037EFD" w:rsidRPr="0096295D">
        <w:t xml:space="preserve">been </w:t>
      </w:r>
      <w:r w:rsidR="00EA5A9A" w:rsidRPr="0096295D">
        <w:t xml:space="preserve">taken due to the ability of </w:t>
      </w:r>
      <w:r w:rsidR="00037EFD" w:rsidRPr="0096295D">
        <w:t>electricity</w:t>
      </w:r>
      <w:r w:rsidR="00EA5A9A" w:rsidRPr="0096295D">
        <w:t xml:space="preserve"> to be a fuel resource for </w:t>
      </w:r>
      <w:r w:rsidR="00037EFD" w:rsidRPr="0096295D">
        <w:t>vehicles</w:t>
      </w:r>
      <w:r w:rsidR="00EA5A9A" w:rsidRPr="0096295D">
        <w:t xml:space="preserve"> without </w:t>
      </w:r>
      <w:r w:rsidR="00037EFD" w:rsidRPr="0096295D">
        <w:t xml:space="preserve">emitting any hazardous gases into the atmosphere </w:t>
      </w:r>
      <w:sdt>
        <w:sdtPr>
          <w:rPr>
            <w:color w:val="000000"/>
          </w:rPr>
          <w:tag w:val="MENDELEY_CITATION_v3_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"/>
          <w:id w:val="1505547616"/>
          <w:placeholder>
            <w:docPart w:val="DefaultPlaceholder_-1854013440"/>
          </w:placeholder>
        </w:sdtPr>
        <w:sdtContent>
          <w:r w:rsidR="00D16999" w:rsidRPr="0096295D">
            <w:rPr>
              <w:color w:val="000000"/>
            </w:rPr>
            <w:t>[8]</w:t>
          </w:r>
        </w:sdtContent>
      </w:sdt>
      <w:r w:rsidR="00037EFD" w:rsidRPr="0096295D">
        <w:t xml:space="preserve">. Electric vehicles (EVs) are gaining advantages in </w:t>
      </w:r>
      <w:r w:rsidR="005A204A" w:rsidRPr="0096295D">
        <w:t xml:space="preserve">terms of </w:t>
      </w:r>
      <w:r w:rsidR="00037EFD" w:rsidRPr="0096295D">
        <w:t xml:space="preserve">low emission over ICE and performance since the EV will reach the maximum torque from the beginning </w:t>
      </w:r>
      <w:sdt>
        <w:sdtPr>
          <w:rPr>
            <w:color w:val="000000"/>
          </w:rPr>
          <w:tag w:val="MENDELEY_CITATION_v3_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"/>
          <w:id w:val="-158157157"/>
          <w:placeholder>
            <w:docPart w:val="DefaultPlaceholder_-1854013440"/>
          </w:placeholder>
        </w:sdtPr>
        <w:sdtContent>
          <w:r w:rsidR="00D16999" w:rsidRPr="0096295D">
            <w:rPr>
              <w:color w:val="000000"/>
            </w:rPr>
            <w:t>[9]</w:t>
          </w:r>
        </w:sdtContent>
      </w:sdt>
      <w:r w:rsidR="00037EFD" w:rsidRPr="0096295D">
        <w:t>.</w:t>
      </w:r>
      <w:r w:rsidR="00463D35" w:rsidRPr="0096295D">
        <w:t xml:space="preserve"> Furthermore, the running cost for EVs also outperformed that of ICE vehicles </w:t>
      </w:r>
      <w:sdt>
        <w:sdtPr>
          <w:rPr>
            <w:color w:val="000000"/>
          </w:rPr>
          <w:tag w:val="MENDELEY_CITATION_v3_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"/>
          <w:id w:val="1758017124"/>
          <w:placeholder>
            <w:docPart w:val="DefaultPlaceholder_-1854013440"/>
          </w:placeholder>
        </w:sdtPr>
        <w:sdtContent>
          <w:r w:rsidR="00D16999" w:rsidRPr="0096295D">
            <w:rPr>
              <w:color w:val="000000"/>
            </w:rPr>
            <w:t>[10]</w:t>
          </w:r>
        </w:sdtContent>
      </w:sdt>
      <w:r w:rsidR="00463D35" w:rsidRPr="0096295D">
        <w:t>.</w:t>
      </w:r>
    </w:p>
    <w:p w14:paraId="3F174227" w14:textId="6FA38C43" w:rsidR="00762B12" w:rsidRPr="0096295D" w:rsidRDefault="00762B12" w:rsidP="005019B7">
      <w:pPr>
        <w:pStyle w:val="Paragraph"/>
      </w:pPr>
      <w:r w:rsidRPr="0096295D">
        <w:t xml:space="preserve">One of the main challenges of EV implementation </w:t>
      </w:r>
      <w:r w:rsidR="00610D22" w:rsidRPr="0096295D">
        <w:t>in</w:t>
      </w:r>
      <w:r w:rsidRPr="0096295D">
        <w:t xml:space="preserve"> </w:t>
      </w:r>
      <w:r w:rsidR="00610D22" w:rsidRPr="0096295D">
        <w:t>replacing</w:t>
      </w:r>
      <w:r w:rsidRPr="0096295D">
        <w:t xml:space="preserve"> oil is related to the development of batteries since </w:t>
      </w:r>
      <w:r w:rsidR="00364739" w:rsidRPr="0096295D">
        <w:t>they</w:t>
      </w:r>
      <w:r w:rsidRPr="0096295D">
        <w:t xml:space="preserve"> </w:t>
      </w:r>
      <w:r w:rsidR="00364739" w:rsidRPr="0096295D">
        <w:t>play</w:t>
      </w:r>
      <w:r w:rsidRPr="0096295D">
        <w:t xml:space="preserve"> a critical role in preserving energy. The development of batteries was started </w:t>
      </w:r>
      <w:r w:rsidR="00610D22" w:rsidRPr="0096295D">
        <w:t>in</w:t>
      </w:r>
      <w:r w:rsidRPr="0096295D">
        <w:t xml:space="preserve"> 1800 by Alessandro Volta with </w:t>
      </w:r>
      <w:r w:rsidR="00610D22" w:rsidRPr="0096295D">
        <w:t xml:space="preserve">the </w:t>
      </w:r>
      <w:r w:rsidRPr="0096295D">
        <w:t xml:space="preserve">“Voltaic Pile” mechanism using stacked discs made </w:t>
      </w:r>
      <w:r w:rsidR="00610D22" w:rsidRPr="0096295D">
        <w:t>of</w:t>
      </w:r>
      <w:r w:rsidRPr="0096295D">
        <w:t xml:space="preserve"> silver, copper, or brass </w:t>
      </w:r>
      <w:sdt>
        <w:sdtPr>
          <w:rPr>
            <w:color w:val="000000"/>
          </w:rPr>
          <w:tag w:val="MENDELEY_CITATION_v3_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"/>
          <w:id w:val="-2112728566"/>
          <w:placeholder>
            <w:docPart w:val="DefaultPlaceholder_-1854013440"/>
          </w:placeholder>
        </w:sdtPr>
        <w:sdtContent>
          <w:r w:rsidR="00D16999" w:rsidRPr="0096295D">
            <w:rPr>
              <w:color w:val="000000"/>
            </w:rPr>
            <w:t>[11]</w:t>
          </w:r>
        </w:sdtContent>
      </w:sdt>
      <w:r w:rsidRPr="0096295D">
        <w:t xml:space="preserve">. </w:t>
      </w:r>
      <w:r w:rsidR="00776EDA" w:rsidRPr="0096295D">
        <w:t xml:space="preserve">The Battery Energy Storage System (BESS) is facing some areas for improvement </w:t>
      </w:r>
      <w:r w:rsidR="00364739" w:rsidRPr="0096295D">
        <w:t>before</w:t>
      </w:r>
      <w:r w:rsidR="00610D22" w:rsidRPr="0096295D">
        <w:t xml:space="preserve"> </w:t>
      </w:r>
      <w:r w:rsidR="00776EDA" w:rsidRPr="0096295D">
        <w:t xml:space="preserve">completely </w:t>
      </w:r>
      <w:r w:rsidR="00610D22" w:rsidRPr="0096295D">
        <w:t>replacing</w:t>
      </w:r>
      <w:r w:rsidR="00776EDA" w:rsidRPr="0096295D">
        <w:t xml:space="preserve"> the oil due to </w:t>
      </w:r>
      <w:r w:rsidR="00610D22" w:rsidRPr="0096295D">
        <w:t>its</w:t>
      </w:r>
      <w:r w:rsidR="00776EDA" w:rsidRPr="0096295D">
        <w:t xml:space="preserve"> life span, operating temperature, depth of discharge, self-discharge, efficiency, and energy density</w:t>
      </w:r>
      <w:r w:rsidR="00610D22" w:rsidRPr="0096295D">
        <w:t xml:space="preserve"> </w:t>
      </w:r>
      <w:sdt>
        <w:sdtPr>
          <w:rPr>
            <w:color w:val="000000"/>
          </w:rPr>
          <w:tag w:val="MENDELEY_CITATION_v3_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"/>
          <w:id w:val="-1592689778"/>
          <w:placeholder>
            <w:docPart w:val="DefaultPlaceholder_-1854013440"/>
          </w:placeholder>
        </w:sdtPr>
        <w:sdtContent>
          <w:r w:rsidR="00D16999" w:rsidRPr="0096295D">
            <w:rPr>
              <w:color w:val="000000"/>
            </w:rPr>
            <w:t>[12]</w:t>
          </w:r>
        </w:sdtContent>
      </w:sdt>
      <w:r w:rsidR="00776EDA" w:rsidRPr="0096295D">
        <w:t xml:space="preserve">. </w:t>
      </w:r>
    </w:p>
    <w:p w14:paraId="6E7232A1" w14:textId="1115C17D" w:rsidR="0013059F" w:rsidRPr="0096295D" w:rsidRDefault="00392B85" w:rsidP="005019B7">
      <w:pPr>
        <w:pStyle w:val="Paragraph"/>
      </w:pPr>
      <w:r w:rsidRPr="0096295D">
        <w:lastRenderedPageBreak/>
        <w:t xml:space="preserve">Lithium has become the most implemented material for battery construction because of its high energy, power density, long life span, and environmental friendliness </w:t>
      </w:r>
      <w:sdt>
        <w:sdtPr>
          <w:rPr>
            <w:color w:val="000000"/>
          </w:rPr>
          <w:tag w:val="MENDELEY_CITATION_v3_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"/>
          <w:id w:val="-1408988933"/>
          <w:placeholder>
            <w:docPart w:val="DefaultPlaceholder_-1854013440"/>
          </w:placeholder>
        </w:sdtPr>
        <w:sdtContent>
          <w:r w:rsidR="00D16999" w:rsidRPr="0096295D">
            <w:rPr>
              <w:color w:val="000000"/>
            </w:rPr>
            <w:t>[13]</w:t>
          </w:r>
        </w:sdtContent>
      </w:sdt>
      <w:r w:rsidR="007A0C48" w:rsidRPr="0096295D">
        <w:rPr>
          <w:color w:val="000000"/>
        </w:rPr>
        <w:t xml:space="preserve"> also called lithium-ion batteries (LIBs)</w:t>
      </w:r>
      <w:r w:rsidRPr="0096295D">
        <w:t xml:space="preserve">. In 2021, the global consumption of lithium showed that the battery industry consumes up to 72%, among other sectors </w:t>
      </w:r>
      <w:sdt>
        <w:sdtPr>
          <w:rPr>
            <w:color w:val="000000"/>
          </w:rPr>
          <w:tag w:val="MENDELEY_CITATION_v3_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"/>
          <w:id w:val="-1449847943"/>
          <w:placeholder>
            <w:docPart w:val="DefaultPlaceholder_-1854013440"/>
          </w:placeholder>
        </w:sdtPr>
        <w:sdtContent>
          <w:r w:rsidR="00D16999" w:rsidRPr="0096295D">
            <w:rPr>
              <w:color w:val="000000"/>
            </w:rPr>
            <w:t>[14]</w:t>
          </w:r>
        </w:sdtContent>
      </w:sdt>
      <w:r w:rsidRPr="0096295D">
        <w:t xml:space="preserve">. </w:t>
      </w:r>
      <w:r w:rsidR="007F4CF2" w:rsidRPr="0096295D">
        <w:t xml:space="preserve">However, the abundance of lithium is relatively low for future demand, and it causes some upcoming problems, such as price issues due to a lack of supply in the market for long-term usage </w:t>
      </w:r>
      <w:sdt>
        <w:sdtPr>
          <w:rPr>
            <w:color w:val="000000"/>
          </w:rPr>
          <w:tag w:val="MENDELEY_CITATION_v3_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"/>
          <w:id w:val="1009413333"/>
          <w:placeholder>
            <w:docPart w:val="DefaultPlaceholder_-1854013440"/>
          </w:placeholder>
        </w:sdtPr>
        <w:sdtContent>
          <w:r w:rsidR="00D16999" w:rsidRPr="0096295D">
            <w:rPr>
              <w:color w:val="000000"/>
            </w:rPr>
            <w:t>[15]</w:t>
          </w:r>
        </w:sdtContent>
      </w:sdt>
      <w:r w:rsidR="007F4CF2" w:rsidRPr="0096295D">
        <w:t>.</w:t>
      </w:r>
      <w:r w:rsidR="007A4AEA" w:rsidRPr="0096295D">
        <w:t xml:space="preserve"> Hence, it makes some </w:t>
      </w:r>
      <w:r w:rsidR="00B63707" w:rsidRPr="0096295D">
        <w:t>researchers</w:t>
      </w:r>
      <w:r w:rsidR="007A4AEA" w:rsidRPr="0096295D">
        <w:t xml:space="preserve"> </w:t>
      </w:r>
      <w:r w:rsidR="00B63707" w:rsidRPr="0096295D">
        <w:t>figure</w:t>
      </w:r>
      <w:r w:rsidR="007A4AEA" w:rsidRPr="0096295D">
        <w:t xml:space="preserve"> out </w:t>
      </w:r>
      <w:r w:rsidR="00B63707" w:rsidRPr="0096295D">
        <w:t>an</w:t>
      </w:r>
      <w:r w:rsidR="007A4AEA" w:rsidRPr="0096295D">
        <w:t xml:space="preserve"> alternative active material </w:t>
      </w:r>
      <w:r w:rsidR="00B63707" w:rsidRPr="0096295D">
        <w:t>besides</w:t>
      </w:r>
      <w:r w:rsidR="007A4AEA" w:rsidRPr="0096295D">
        <w:t xml:space="preserve"> lithium </w:t>
      </w:r>
      <w:r w:rsidR="00B63707" w:rsidRPr="0096295D">
        <w:t>for battery use</w:t>
      </w:r>
      <w:r w:rsidR="007A4AEA" w:rsidRPr="0096295D">
        <w:t>.</w:t>
      </w:r>
    </w:p>
    <w:p w14:paraId="7B3AFD0A" w14:textId="42E5839E" w:rsidR="007A4AEA" w:rsidRPr="0096295D" w:rsidRDefault="00B63707" w:rsidP="005019B7">
      <w:pPr>
        <w:pStyle w:val="Paragraph"/>
        <w:rPr>
          <w:color w:val="000000"/>
        </w:rPr>
      </w:pPr>
      <w:r w:rsidRPr="0096295D">
        <w:t xml:space="preserve">Sodium-ion Batteries (SIBs) </w:t>
      </w:r>
      <w:r w:rsidR="00364739" w:rsidRPr="0096295D">
        <w:t>are</w:t>
      </w:r>
      <w:r w:rsidRPr="0096295D">
        <w:t xml:space="preserve"> widely known as an emerging new active material to </w:t>
      </w:r>
      <w:r w:rsidR="005755F9" w:rsidRPr="0096295D">
        <w:t xml:space="preserve">replace lithium </w:t>
      </w:r>
      <w:proofErr w:type="gramStart"/>
      <w:r w:rsidR="00670E1F" w:rsidRPr="0096295D">
        <w:t>because</w:t>
      </w:r>
      <w:proofErr w:type="gramEnd"/>
      <w:r w:rsidR="005755F9" w:rsidRPr="0096295D">
        <w:t xml:space="preserve"> its fundamental aspects, structure, valence electron, and mechanism of storing charge remain consistent, with the only variation being the substitution of lithium ions with sodium ions</w:t>
      </w:r>
      <w:sdt>
        <w:sdtPr>
          <w:rPr>
            <w:color w:val="000000"/>
          </w:rPr>
          <w:tag w:val="MENDELEY_CITATION_v3_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"/>
          <w:id w:val="1527218141"/>
          <w:placeholder>
            <w:docPart w:val="DefaultPlaceholder_-1854013440"/>
          </w:placeholder>
        </w:sdtPr>
        <w:sdtContent>
          <w:r w:rsidR="00D16999" w:rsidRPr="0096295D">
            <w:rPr>
              <w:color w:val="000000"/>
            </w:rPr>
            <w:t>[16]</w:t>
          </w:r>
        </w:sdtContent>
      </w:sdt>
      <w:r w:rsidR="005755F9" w:rsidRPr="0096295D">
        <w:rPr>
          <w:color w:val="000000"/>
        </w:rPr>
        <w:t xml:space="preserve">. </w:t>
      </w:r>
      <w:r w:rsidR="007A0C48" w:rsidRPr="0096295D">
        <w:rPr>
          <w:color w:val="000000"/>
        </w:rPr>
        <w:t xml:space="preserve">However, the development of SIBs to compete with the LIB’s performance is still ongoing since the number of </w:t>
      </w:r>
      <w:r w:rsidR="00670E1F" w:rsidRPr="0096295D">
        <w:rPr>
          <w:color w:val="000000"/>
        </w:rPr>
        <w:t>SIBs</w:t>
      </w:r>
      <w:r w:rsidR="007A0C48" w:rsidRPr="0096295D">
        <w:rPr>
          <w:color w:val="000000"/>
        </w:rPr>
        <w:t xml:space="preserve"> </w:t>
      </w:r>
      <w:r w:rsidR="00670E1F" w:rsidRPr="0096295D">
        <w:rPr>
          <w:color w:val="000000"/>
        </w:rPr>
        <w:t>publications</w:t>
      </w:r>
      <w:r w:rsidR="007A0C48" w:rsidRPr="0096295D">
        <w:rPr>
          <w:color w:val="000000"/>
        </w:rPr>
        <w:t xml:space="preserve"> </w:t>
      </w:r>
      <w:proofErr w:type="gramStart"/>
      <w:r w:rsidR="007A0C48" w:rsidRPr="0096295D">
        <w:rPr>
          <w:color w:val="000000"/>
        </w:rPr>
        <w:t>is</w:t>
      </w:r>
      <w:proofErr w:type="gramEnd"/>
      <w:r w:rsidR="007A0C48" w:rsidRPr="0096295D">
        <w:rPr>
          <w:color w:val="000000"/>
        </w:rPr>
        <w:t xml:space="preserve"> </w:t>
      </w:r>
      <w:proofErr w:type="gramStart"/>
      <w:r w:rsidR="007A0C48" w:rsidRPr="0096295D">
        <w:rPr>
          <w:color w:val="000000"/>
        </w:rPr>
        <w:t>getting the</w:t>
      </w:r>
      <w:proofErr w:type="gramEnd"/>
      <w:r w:rsidR="007A0C48" w:rsidRPr="0096295D">
        <w:rPr>
          <w:color w:val="000000"/>
        </w:rPr>
        <w:t xml:space="preserve"> </w:t>
      </w:r>
      <w:proofErr w:type="gramStart"/>
      <w:r w:rsidR="007A0C48" w:rsidRPr="0096295D">
        <w:rPr>
          <w:color w:val="000000"/>
        </w:rPr>
        <w:t>hype</w:t>
      </w:r>
      <w:proofErr w:type="gramEnd"/>
      <w:r w:rsidR="007A0C48" w:rsidRPr="0096295D">
        <w:rPr>
          <w:color w:val="000000"/>
        </w:rPr>
        <w:t xml:space="preserve"> this last decade.</w:t>
      </w:r>
    </w:p>
    <w:p w14:paraId="7FBE7B5F" w14:textId="6B6C3DE8" w:rsidR="00670E1F" w:rsidRPr="0096295D" w:rsidRDefault="00670E1F" w:rsidP="005019B7">
      <w:pPr>
        <w:pStyle w:val="Paragraph"/>
        <w:rPr>
          <w:color w:val="000000"/>
        </w:rPr>
      </w:pPr>
      <w:r w:rsidRPr="0096295D">
        <w:rPr>
          <w:color w:val="000000"/>
        </w:rPr>
        <w:t xml:space="preserve">One of the main </w:t>
      </w:r>
      <w:r w:rsidR="00343732" w:rsidRPr="0096295D">
        <w:rPr>
          <w:color w:val="000000"/>
        </w:rPr>
        <w:t>handicaps</w:t>
      </w:r>
      <w:r w:rsidRPr="0096295D">
        <w:rPr>
          <w:color w:val="000000"/>
        </w:rPr>
        <w:t xml:space="preserve"> </w:t>
      </w:r>
      <w:r w:rsidR="00343732" w:rsidRPr="0096295D">
        <w:rPr>
          <w:color w:val="000000"/>
        </w:rPr>
        <w:t xml:space="preserve">of </w:t>
      </w:r>
      <w:r w:rsidRPr="0096295D">
        <w:rPr>
          <w:color w:val="000000"/>
        </w:rPr>
        <w:t xml:space="preserve">SIBs </w:t>
      </w:r>
      <w:r w:rsidR="00F86443" w:rsidRPr="0096295D">
        <w:rPr>
          <w:color w:val="000000"/>
        </w:rPr>
        <w:t>compared to</w:t>
      </w:r>
      <w:r w:rsidRPr="0096295D">
        <w:rPr>
          <w:color w:val="000000"/>
        </w:rPr>
        <w:t xml:space="preserve"> LIBs </w:t>
      </w:r>
      <w:r w:rsidR="00343732" w:rsidRPr="0096295D">
        <w:rPr>
          <w:color w:val="000000"/>
        </w:rPr>
        <w:t>is energy densit</w:t>
      </w:r>
      <w:r w:rsidR="00F86443" w:rsidRPr="0096295D">
        <w:rPr>
          <w:color w:val="000000"/>
        </w:rPr>
        <w:t xml:space="preserve">y due to </w:t>
      </w:r>
      <w:r w:rsidR="00364739" w:rsidRPr="0096295D">
        <w:rPr>
          <w:color w:val="000000"/>
        </w:rPr>
        <w:t>their</w:t>
      </w:r>
      <w:r w:rsidR="00F86443" w:rsidRPr="0096295D">
        <w:rPr>
          <w:color w:val="000000"/>
        </w:rPr>
        <w:t xml:space="preserve"> structure </w:t>
      </w:r>
      <w:sdt>
        <w:sdtPr>
          <w:rPr>
            <w:color w:val="000000"/>
          </w:rPr>
          <w:tag w:val="MENDELEY_CITATION_v3_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"/>
          <w:id w:val="-705954150"/>
          <w:placeholder>
            <w:docPart w:val="DefaultPlaceholder_-1854013440"/>
          </w:placeholder>
        </w:sdtPr>
        <w:sdtContent>
          <w:r w:rsidR="00D16999" w:rsidRPr="0096295D">
            <w:rPr>
              <w:color w:val="000000"/>
            </w:rPr>
            <w:t>[17]</w:t>
          </w:r>
        </w:sdtContent>
      </w:sdt>
      <w:r w:rsidR="00F86443" w:rsidRPr="0096295D">
        <w:rPr>
          <w:color w:val="000000"/>
        </w:rPr>
        <w:t>. Sodium has more electrons than lithium</w:t>
      </w:r>
      <w:r w:rsidR="00590441" w:rsidRPr="0096295D">
        <w:rPr>
          <w:color w:val="000000"/>
        </w:rPr>
        <w:t>;</w:t>
      </w:r>
      <w:r w:rsidR="00F86443" w:rsidRPr="0096295D">
        <w:rPr>
          <w:color w:val="000000"/>
        </w:rPr>
        <w:t xml:space="preserve"> </w:t>
      </w:r>
      <w:r w:rsidR="00E54A58" w:rsidRPr="0096295D">
        <w:rPr>
          <w:color w:val="000000"/>
        </w:rPr>
        <w:t>sodium has</w:t>
      </w:r>
      <w:r w:rsidR="003459BE" w:rsidRPr="0096295D">
        <w:rPr>
          <w:color w:val="000000"/>
        </w:rPr>
        <w:t xml:space="preserve"> more electron shells, making sodium's diameter</w:t>
      </w:r>
      <w:r w:rsidR="00F86443" w:rsidRPr="0096295D">
        <w:rPr>
          <w:color w:val="000000"/>
        </w:rPr>
        <w:t xml:space="preserve"> (1.02</w:t>
      </w:r>
      <w:r w:rsidR="00F86443" w:rsidRPr="0096295D">
        <w:t xml:space="preserve"> </w:t>
      </w:r>
      <w:r w:rsidR="00F86443" w:rsidRPr="0096295D">
        <w:rPr>
          <w:color w:val="000000"/>
        </w:rPr>
        <w:t xml:space="preserve">Å) larger than </w:t>
      </w:r>
      <w:r w:rsidR="00590441" w:rsidRPr="0096295D">
        <w:rPr>
          <w:color w:val="000000"/>
        </w:rPr>
        <w:t>lithium</w:t>
      </w:r>
      <w:r w:rsidR="00F86443" w:rsidRPr="0096295D">
        <w:rPr>
          <w:color w:val="000000"/>
        </w:rPr>
        <w:t xml:space="preserve"> (0.76 Å). This situation leads to phase instability, transport properties, and interphase transformation </w:t>
      </w:r>
      <w:sdt>
        <w:sdtPr>
          <w:rPr>
            <w:color w:val="000000"/>
          </w:rPr>
          <w:tag w:val="MENDELEY_CITATION_v3_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"/>
          <w:id w:val="365947850"/>
          <w:placeholder>
            <w:docPart w:val="DefaultPlaceholder_-1854013440"/>
          </w:placeholder>
        </w:sdtPr>
        <w:sdtContent>
          <w:r w:rsidR="00D16999" w:rsidRPr="0096295D">
            <w:rPr>
              <w:color w:val="000000"/>
            </w:rPr>
            <w:t>[18]</w:t>
          </w:r>
        </w:sdtContent>
      </w:sdt>
      <w:r w:rsidR="00E54A58" w:rsidRPr="0096295D">
        <w:rPr>
          <w:color w:val="000000"/>
        </w:rPr>
        <w:t xml:space="preserve">. </w:t>
      </w:r>
      <w:r w:rsidR="003459BE" w:rsidRPr="0096295D">
        <w:rPr>
          <w:color w:val="000000"/>
        </w:rPr>
        <w:t xml:space="preserve">The bigger ions make the capability to be stored (sterically) in the structure of an anode or cathode less likely. Hence, the researcher's primary purpose is to improve the performance of the </w:t>
      </w:r>
      <w:r w:rsidR="00E54A58" w:rsidRPr="0096295D">
        <w:rPr>
          <w:color w:val="000000"/>
        </w:rPr>
        <w:t xml:space="preserve">SIB </w:t>
      </w:r>
      <w:r w:rsidR="00BF4B02" w:rsidRPr="0096295D">
        <w:rPr>
          <w:color w:val="000000"/>
        </w:rPr>
        <w:t>active material to compete with the LIB’s performance.</w:t>
      </w:r>
    </w:p>
    <w:p w14:paraId="02DE7757" w14:textId="266CCF11" w:rsidR="009A5576" w:rsidRPr="0096295D" w:rsidRDefault="00D251B6" w:rsidP="005019B7">
      <w:pPr>
        <w:pStyle w:val="Paragraph"/>
        <w:rPr>
          <w:i/>
          <w:iCs/>
          <w:color w:val="000000"/>
        </w:rPr>
      </w:pPr>
      <w:r w:rsidRPr="0096295D">
        <w:rPr>
          <w:i/>
          <w:iCs/>
        </w:rPr>
        <w:t xml:space="preserve">Organic-based cathodes are known to be utilized for SIBs since their characteristics such as high tunable properties, relatively affordable, bio-degradable, and free from metal components </w:t>
      </w:r>
      <w:sdt>
        <w:sdtPr>
          <w:rPr>
            <w:i/>
            <w:iCs/>
            <w:color w:val="000000"/>
          </w:rPr>
          <w:tag w:val="MENDELEY_CITATION_v3_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"/>
          <w:id w:val="343290026"/>
          <w:placeholder>
            <w:docPart w:val="DefaultPlaceholder_-1854013440"/>
          </w:placeholder>
        </w:sdtPr>
        <w:sdtContent>
          <w:r w:rsidR="00D16999" w:rsidRPr="0096295D">
            <w:rPr>
              <w:i/>
              <w:iCs/>
              <w:color w:val="000000"/>
            </w:rPr>
            <w:t>[19]</w:t>
          </w:r>
        </w:sdtContent>
      </w:sdt>
      <w:r w:rsidRPr="0096295D">
        <w:rPr>
          <w:i/>
          <w:iCs/>
          <w:color w:val="000000"/>
        </w:rPr>
        <w:t xml:space="preserve">. </w:t>
      </w:r>
      <w:r w:rsidRPr="0096295D">
        <w:rPr>
          <w:i/>
          <w:iCs/>
        </w:rPr>
        <w:t xml:space="preserve">In addition, Terpenoid organic compounds have drawn attention in the research of cathode materials for secondary batteries due to their superior theoretical capacity and energy density compared to other organic cathode materials </w:t>
      </w:r>
      <w:sdt>
        <w:sdtPr>
          <w:rPr>
            <w:i/>
            <w:iCs/>
            <w:color w:val="000000"/>
          </w:rPr>
          <w:tag w:val="MENDELEY_CITATION_v3_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"/>
          <w:id w:val="-241644526"/>
          <w:placeholder>
            <w:docPart w:val="9B12F203580E4C8A94F6F80D570EC061"/>
          </w:placeholder>
        </w:sdtPr>
        <w:sdtContent>
          <w:r w:rsidR="00D16999" w:rsidRPr="0096295D">
            <w:rPr>
              <w:i/>
              <w:iCs/>
              <w:color w:val="000000"/>
            </w:rPr>
            <w:t>[20]</w:t>
          </w:r>
        </w:sdtContent>
      </w:sdt>
      <w:r w:rsidRPr="0096295D">
        <w:rPr>
          <w:i/>
          <w:iCs/>
        </w:rPr>
        <w:t>.</w:t>
      </w:r>
    </w:p>
    <w:p w14:paraId="4370A82A" w14:textId="1E71F7E3" w:rsidR="00B52F53" w:rsidRPr="0096295D" w:rsidRDefault="006D05D7" w:rsidP="00B42542">
      <w:pPr>
        <w:pStyle w:val="Paragraph"/>
      </w:pPr>
      <w:r w:rsidRPr="0096295D">
        <w:t>Sodium rhodizonate (SR)</w:t>
      </w:r>
      <w:r w:rsidR="00084257" w:rsidRPr="0096295D">
        <w:t xml:space="preserve"> or Na</w:t>
      </w:r>
      <w:r w:rsidR="00084257" w:rsidRPr="0096295D">
        <w:rPr>
          <w:vertAlign w:val="subscript"/>
        </w:rPr>
        <w:t>2</w:t>
      </w:r>
      <w:r w:rsidR="00084257" w:rsidRPr="0096295D">
        <w:t>C</w:t>
      </w:r>
      <w:r w:rsidR="00084257" w:rsidRPr="0096295D">
        <w:rPr>
          <w:vertAlign w:val="subscript"/>
        </w:rPr>
        <w:t>6</w:t>
      </w:r>
      <w:r w:rsidR="00084257" w:rsidRPr="0096295D">
        <w:t>O</w:t>
      </w:r>
      <w:r w:rsidR="00084257" w:rsidRPr="0096295D">
        <w:rPr>
          <w:vertAlign w:val="subscript"/>
        </w:rPr>
        <w:t>6</w:t>
      </w:r>
      <w:r w:rsidRPr="0096295D">
        <w:t xml:space="preserve"> </w:t>
      </w:r>
      <w:r w:rsidR="00FA0D10" w:rsidRPr="0096295D">
        <w:t xml:space="preserve">is one of the ideal candidates for active material </w:t>
      </w:r>
      <w:r w:rsidR="00CE0361" w:rsidRPr="0096295D">
        <w:t xml:space="preserve">from organic-based family </w:t>
      </w:r>
      <w:r w:rsidR="00FA0D10" w:rsidRPr="0096295D">
        <w:t xml:space="preserve">because of its </w:t>
      </w:r>
      <w:r w:rsidR="00061D3F" w:rsidRPr="0096295D">
        <w:t xml:space="preserve">high theoretical </w:t>
      </w:r>
      <w:r w:rsidR="00364739" w:rsidRPr="0096295D">
        <w:t>capacity of</w:t>
      </w:r>
      <w:r w:rsidR="00061D3F" w:rsidRPr="0096295D">
        <w:t xml:space="preserve"> 250 </w:t>
      </w:r>
      <w:proofErr w:type="spellStart"/>
      <w:r w:rsidR="00061D3F" w:rsidRPr="0096295D">
        <w:t>mAh</w:t>
      </w:r>
      <w:proofErr w:type="spellEnd"/>
      <w:r w:rsidR="00061D3F" w:rsidRPr="0096295D">
        <w:t xml:space="preserve"> g</w:t>
      </w:r>
      <w:r w:rsidR="00061D3F" w:rsidRPr="0096295D">
        <w:rPr>
          <w:vertAlign w:val="superscript"/>
        </w:rPr>
        <w:t>-1</w:t>
      </w:r>
      <w:r w:rsidR="00061D3F" w:rsidRPr="0096295D">
        <w:t xml:space="preserve"> </w:t>
      </w:r>
      <w:sdt>
        <w:sdtPr>
          <w:rPr>
            <w:color w:val="000000"/>
          </w:rPr>
          <w:tag w:val="MENDELEY_CITATION_v3_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"/>
          <w:id w:val="2023817032"/>
          <w:placeholder>
            <w:docPart w:val="DefaultPlaceholder_-1854013440"/>
          </w:placeholder>
        </w:sdtPr>
        <w:sdtContent>
          <w:r w:rsidR="00D16999" w:rsidRPr="0096295D">
            <w:rPr>
              <w:color w:val="000000"/>
            </w:rPr>
            <w:t>[21]</w:t>
          </w:r>
        </w:sdtContent>
      </w:sdt>
      <w:r w:rsidR="00F62109" w:rsidRPr="0096295D">
        <w:t>; another</w:t>
      </w:r>
      <w:r w:rsidR="00084257" w:rsidRPr="0096295D">
        <w:t xml:space="preserve"> advantage is gained from its C6O6</w:t>
      </w:r>
      <w:r w:rsidR="00F62109" w:rsidRPr="0096295D">
        <w:t xml:space="preserve"> structure</w:t>
      </w:r>
      <w:r w:rsidR="00364739" w:rsidRPr="0096295D">
        <w:t>,</w:t>
      </w:r>
      <w:r w:rsidR="00F62109" w:rsidRPr="0096295D">
        <w:t xml:space="preserve"> where the layered structure is ideal for </w:t>
      </w:r>
      <w:r w:rsidR="00364739" w:rsidRPr="0096295D">
        <w:t>ion</w:t>
      </w:r>
      <w:r w:rsidR="00F62109" w:rsidRPr="0096295D">
        <w:t xml:space="preserve"> storage in </w:t>
      </w:r>
      <w:r w:rsidR="00364739" w:rsidRPr="0096295D">
        <w:t xml:space="preserve">an </w:t>
      </w:r>
      <w:r w:rsidR="00F62109" w:rsidRPr="0096295D">
        <w:t xml:space="preserve">energy storage mechanism. </w:t>
      </w:r>
      <w:r w:rsidR="00CE0361" w:rsidRPr="0096295D">
        <w:t xml:space="preserve">Since the </w:t>
      </w:r>
      <w:r w:rsidR="00F62109" w:rsidRPr="0096295D">
        <w:t>SR is classified as an organic compound, which has an excellent chance for sustainability because the waste is easy to handle.</w:t>
      </w:r>
      <w:r w:rsidR="00B42542" w:rsidRPr="0096295D">
        <w:t xml:space="preserve"> However, in the </w:t>
      </w:r>
      <w:r w:rsidR="00380951" w:rsidRPr="0096295D">
        <w:t>actual</w:t>
      </w:r>
      <w:r w:rsidR="00B42542" w:rsidRPr="0096295D">
        <w:t xml:space="preserve"> situation</w:t>
      </w:r>
      <w:r w:rsidR="00380951" w:rsidRPr="0096295D">
        <w:t>,</w:t>
      </w:r>
      <w:r w:rsidR="00B42542" w:rsidRPr="0096295D">
        <w:t xml:space="preserve"> the performance of SR </w:t>
      </w:r>
      <w:r w:rsidR="00380951" w:rsidRPr="0096295D">
        <w:t xml:space="preserve">is </w:t>
      </w:r>
      <w:r w:rsidR="00B42542" w:rsidRPr="0096295D">
        <w:t xml:space="preserve">still lower </w:t>
      </w:r>
      <w:r w:rsidR="00380951" w:rsidRPr="0096295D">
        <w:t>than</w:t>
      </w:r>
      <w:r w:rsidR="00B42542" w:rsidRPr="0096295D">
        <w:t xml:space="preserve"> the theoretical capacity</w:t>
      </w:r>
      <w:r w:rsidR="00380951" w:rsidRPr="0096295D">
        <w:t>, which</w:t>
      </w:r>
      <w:r w:rsidR="00B42542" w:rsidRPr="0096295D">
        <w:t xml:space="preserve"> might </w:t>
      </w:r>
      <w:r w:rsidR="00380951" w:rsidRPr="0096295D">
        <w:t xml:space="preserve">have </w:t>
      </w:r>
      <w:r w:rsidR="00B42542" w:rsidRPr="0096295D">
        <w:t xml:space="preserve">happened due to </w:t>
      </w:r>
      <w:r w:rsidR="00380951" w:rsidRPr="0096295D">
        <w:t xml:space="preserve">the irreversible phase during the charge-discharge cycle and unstable material physically and/or chemically during the charge-discharge cycle </w:t>
      </w:r>
      <w:sdt>
        <w:sdtPr>
          <w:rPr>
            <w:color w:val="000000"/>
          </w:rPr>
          <w:tag w:val="MENDELEY_CITATION_v3_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"/>
          <w:id w:val="-842239051"/>
          <w:placeholder>
            <w:docPart w:val="DefaultPlaceholder_-1854013440"/>
          </w:placeholder>
        </w:sdtPr>
        <w:sdtContent>
          <w:r w:rsidR="00D16999" w:rsidRPr="0096295D">
            <w:rPr>
              <w:color w:val="000000"/>
            </w:rPr>
            <w:t>[22]</w:t>
          </w:r>
        </w:sdtContent>
      </w:sdt>
      <w:r w:rsidR="00380951" w:rsidRPr="0096295D">
        <w:t>.</w:t>
      </w:r>
      <w:r w:rsidR="002C2E8B" w:rsidRPr="0096295D">
        <w:t xml:space="preserve"> </w:t>
      </w:r>
      <w:r w:rsidR="003459BE" w:rsidRPr="0096295D">
        <w:t>Researchers have successfully conducted various improvements</w:t>
      </w:r>
      <w:r w:rsidR="005A263D" w:rsidRPr="0096295D">
        <w:t xml:space="preserve"> by varying the binder </w:t>
      </w:r>
      <w:sdt>
        <w:sdtPr>
          <w:rPr>
            <w:color w:val="000000"/>
          </w:rPr>
          <w:tag w:val="MENDELEY_CITATION_v3_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"/>
          <w:id w:val="2138447797"/>
          <w:placeholder>
            <w:docPart w:val="DefaultPlaceholder_-1854013440"/>
          </w:placeholder>
        </w:sdtPr>
        <w:sdtContent>
          <w:r w:rsidR="00D16999" w:rsidRPr="0096295D">
            <w:rPr>
              <w:color w:val="000000"/>
            </w:rPr>
            <w:t>[22]</w:t>
          </w:r>
        </w:sdtContent>
      </w:sdt>
      <w:r w:rsidR="005A263D" w:rsidRPr="0096295D">
        <w:t xml:space="preserve">, electrolyte </w:t>
      </w:r>
      <w:sdt>
        <w:sdtPr>
          <w:rPr>
            <w:color w:val="000000"/>
          </w:rPr>
          <w:tag w:val="MENDELEY_CITATION_v3_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"/>
          <w:id w:val="-126156268"/>
          <w:placeholder>
            <w:docPart w:val="DefaultPlaceholder_-1854013440"/>
          </w:placeholder>
        </w:sdtPr>
        <w:sdtContent>
          <w:r w:rsidR="00D16999" w:rsidRPr="0096295D">
            <w:rPr>
              <w:color w:val="000000"/>
            </w:rPr>
            <w:t>[23]</w:t>
          </w:r>
        </w:sdtContent>
      </w:sdt>
      <w:r w:rsidR="005A263D" w:rsidRPr="0096295D">
        <w:t xml:space="preserve"> and </w:t>
      </w:r>
      <w:r w:rsidR="00E54A58" w:rsidRPr="0096295D">
        <w:t>compositing</w:t>
      </w:r>
      <w:r w:rsidR="005A263D" w:rsidRPr="0096295D">
        <w:t xml:space="preserve"> with the polyelectrolyte </w:t>
      </w:r>
      <w:sdt>
        <w:sdtPr>
          <w:rPr>
            <w:color w:val="000000"/>
          </w:rPr>
          <w:tag w:val="MENDELEY_CITATION_v3_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"/>
          <w:id w:val="1173681395"/>
          <w:placeholder>
            <w:docPart w:val="DefaultPlaceholder_-1854013440"/>
          </w:placeholder>
        </w:sdtPr>
        <w:sdtContent>
          <w:r w:rsidR="00D16999" w:rsidRPr="0096295D">
            <w:rPr>
              <w:color w:val="000000"/>
            </w:rPr>
            <w:t>[24]</w:t>
          </w:r>
        </w:sdtContent>
      </w:sdt>
      <w:r w:rsidR="005A263D" w:rsidRPr="0096295D">
        <w:t>.</w:t>
      </w:r>
    </w:p>
    <w:p w14:paraId="55B56E1E" w14:textId="08F12467" w:rsidR="00CA2550" w:rsidRPr="0096295D" w:rsidRDefault="009E250C" w:rsidP="00195FEA">
      <w:pPr>
        <w:pStyle w:val="Paragraph"/>
      </w:pPr>
      <w:r w:rsidRPr="0096295D">
        <w:t>Our</w:t>
      </w:r>
      <w:r w:rsidR="005A263D" w:rsidRPr="0096295D">
        <w:t xml:space="preserve"> work</w:t>
      </w:r>
      <w:r w:rsidRPr="0096295D">
        <w:t xml:space="preserve"> focuses</w:t>
      </w:r>
      <w:r w:rsidR="00195FEA" w:rsidRPr="0096295D">
        <w:t xml:space="preserve"> on </w:t>
      </w:r>
      <w:r w:rsidRPr="0096295D">
        <w:t>a</w:t>
      </w:r>
      <w:r w:rsidR="00195FEA" w:rsidRPr="0096295D">
        <w:t xml:space="preserve"> deep understanding </w:t>
      </w:r>
      <w:r w:rsidRPr="0096295D">
        <w:t xml:space="preserve">of </w:t>
      </w:r>
      <w:r w:rsidR="00195FEA" w:rsidRPr="0096295D">
        <w:t xml:space="preserve">the raw performance of SR without any complex modification. The water-based SR form </w:t>
      </w:r>
      <w:r w:rsidRPr="0096295D">
        <w:t>was</w:t>
      </w:r>
      <w:r w:rsidR="00195FEA" w:rsidRPr="0096295D">
        <w:t xml:space="preserve"> </w:t>
      </w:r>
      <w:r w:rsidRPr="0096295D">
        <w:t xml:space="preserve">also chosen to understand the behavior of SR when storing energy in that form since limited information has been published related to this condition. The SR will be doped with two families of doping from sulfate and chloride derivatives. </w:t>
      </w:r>
    </w:p>
    <w:p w14:paraId="33B25953" w14:textId="77777777" w:rsidR="00CC5C7C" w:rsidRPr="0096295D" w:rsidRDefault="00CC5C7C" w:rsidP="00195FEA">
      <w:pPr>
        <w:pStyle w:val="Paragraph"/>
      </w:pPr>
    </w:p>
    <w:p w14:paraId="5F25FA3C" w14:textId="57C72DE7" w:rsidR="00CC5C7C" w:rsidRPr="0096295D" w:rsidRDefault="00CC5C7C" w:rsidP="00CC5C7C">
      <w:pPr>
        <w:pStyle w:val="Heading1"/>
      </w:pPr>
      <w:r w:rsidRPr="0096295D">
        <w:t>EXPERIMENT</w:t>
      </w:r>
    </w:p>
    <w:p w14:paraId="5B5179E2" w14:textId="2023E6F9" w:rsidR="00CC5C7C" w:rsidRPr="0096295D" w:rsidRDefault="00AC6967" w:rsidP="00AC6967">
      <w:pPr>
        <w:pStyle w:val="Heading2"/>
      </w:pPr>
      <w:r w:rsidRPr="0096295D">
        <w:t xml:space="preserve">Preparation of </w:t>
      </w:r>
      <w:r w:rsidR="00DB7002" w:rsidRPr="0096295D">
        <w:t>Water-based Sodium Rhodizonate</w:t>
      </w:r>
    </w:p>
    <w:p w14:paraId="1AD8D939" w14:textId="6E56B9F8" w:rsidR="00B73D4F" w:rsidRPr="0096295D" w:rsidRDefault="00C9758E" w:rsidP="00B73D4F">
      <w:pPr>
        <w:pStyle w:val="Paragraph"/>
      </w:pPr>
      <w:r w:rsidRPr="0096295D">
        <w:t xml:space="preserve">Water-based SR </w:t>
      </w:r>
      <w:r w:rsidR="004D09E7" w:rsidRPr="0096295D">
        <w:t xml:space="preserve">is </w:t>
      </w:r>
      <w:r w:rsidRPr="0096295D">
        <w:t xml:space="preserve">prepared by </w:t>
      </w:r>
      <w:r w:rsidR="004D09E7" w:rsidRPr="0096295D">
        <w:t>dissolving</w:t>
      </w:r>
      <w:r w:rsidRPr="0096295D">
        <w:t xml:space="preserve"> </w:t>
      </w:r>
      <w:r w:rsidR="004D09E7" w:rsidRPr="0096295D">
        <w:t>it</w:t>
      </w:r>
      <w:r w:rsidRPr="0096295D">
        <w:t xml:space="preserve"> with </w:t>
      </w:r>
      <w:r w:rsidR="00142DD1" w:rsidRPr="0096295D">
        <w:t xml:space="preserve">a </w:t>
      </w:r>
      <w:r w:rsidRPr="0096295D">
        <w:t>solvent</w:t>
      </w:r>
      <w:r w:rsidR="00142DD1" w:rsidRPr="0096295D">
        <w:t xml:space="preserve"> that exhibits similar polarity</w:t>
      </w:r>
      <w:r w:rsidRPr="0096295D">
        <w:t xml:space="preserve">. A certain amount of SR was added </w:t>
      </w:r>
      <w:r w:rsidR="001E50CF" w:rsidRPr="0096295D">
        <w:t>to obtain 0.6M within</w:t>
      </w:r>
      <w:r w:rsidRPr="0096295D">
        <w:t xml:space="preserve"> the solvent at 80</w:t>
      </w:r>
      <w:r w:rsidRPr="0096295D">
        <w:rPr>
          <w:vertAlign w:val="superscript"/>
        </w:rPr>
        <w:t>o</w:t>
      </w:r>
      <w:r w:rsidRPr="0096295D">
        <w:t>C</w:t>
      </w:r>
      <w:r w:rsidR="001E50CF" w:rsidRPr="0096295D">
        <w:t xml:space="preserve">. </w:t>
      </w:r>
      <w:r w:rsidR="004D09E7" w:rsidRPr="0096295D">
        <w:t xml:space="preserve">The </w:t>
      </w:r>
      <w:r w:rsidR="00142DD1" w:rsidRPr="0096295D">
        <w:t>dissolved</w:t>
      </w:r>
      <w:r w:rsidR="00B73D4F" w:rsidRPr="0096295D">
        <w:t xml:space="preserve"> SR will be placed </w:t>
      </w:r>
      <w:r w:rsidR="00142DD1" w:rsidRPr="0096295D">
        <w:t>at</w:t>
      </w:r>
      <w:r w:rsidR="00B73D4F" w:rsidRPr="0096295D">
        <w:t xml:space="preserve"> room temperature for 2 hours.</w:t>
      </w:r>
    </w:p>
    <w:p w14:paraId="2DF5128C" w14:textId="77777777" w:rsidR="00B73D4F" w:rsidRPr="0096295D" w:rsidRDefault="00B73D4F" w:rsidP="00B73D4F">
      <w:pPr>
        <w:pStyle w:val="Heading2"/>
      </w:pPr>
      <w:r w:rsidRPr="0096295D">
        <w:t>Preparation of Water-based Sodium Rhodizonate Doped Potassium Chloride</w:t>
      </w:r>
    </w:p>
    <w:p w14:paraId="1D512E69" w14:textId="61E4EB86" w:rsidR="000714DC" w:rsidRPr="0096295D" w:rsidRDefault="000714DC" w:rsidP="000714DC">
      <w:pPr>
        <w:pStyle w:val="Paragraph"/>
      </w:pPr>
      <w:r w:rsidRPr="0096295D">
        <w:t xml:space="preserve">Water-based SR-doped potassium chloride (KCl) (SR-PC) is made with </w:t>
      </w:r>
      <w:proofErr w:type="gramStart"/>
      <w:r w:rsidRPr="0096295D">
        <w:t>the crystal</w:t>
      </w:r>
      <w:proofErr w:type="gramEnd"/>
      <w:r w:rsidRPr="0096295D">
        <w:t xml:space="preserve"> forms for both substances. The SR-KS is prepared by dissolving it with a </w:t>
      </w:r>
      <w:r w:rsidR="0002050D" w:rsidRPr="0096295D">
        <w:t xml:space="preserve">water-based </w:t>
      </w:r>
      <w:r w:rsidRPr="0096295D">
        <w:t>solvent that exhibits similar polarity</w:t>
      </w:r>
      <w:r w:rsidRPr="0096295D">
        <w:rPr>
          <w:i/>
          <w:iCs/>
        </w:rPr>
        <w:t xml:space="preserve">. </w:t>
      </w:r>
      <w:r w:rsidR="0002050D" w:rsidRPr="0096295D">
        <w:rPr>
          <w:i/>
          <w:iCs/>
        </w:rPr>
        <w:t>0.167 grams</w:t>
      </w:r>
      <w:r w:rsidRPr="0096295D">
        <w:rPr>
          <w:i/>
          <w:iCs/>
        </w:rPr>
        <w:t xml:space="preserve"> of SR and potassium chloride were added to the solvent at 80</w:t>
      </w:r>
      <w:r w:rsidRPr="0096295D">
        <w:rPr>
          <w:i/>
          <w:iCs/>
          <w:vertAlign w:val="superscript"/>
        </w:rPr>
        <w:t>o</w:t>
      </w:r>
      <w:r w:rsidRPr="0096295D">
        <w:rPr>
          <w:i/>
          <w:iCs/>
        </w:rPr>
        <w:t xml:space="preserve">C. </w:t>
      </w:r>
      <w:r w:rsidR="003459BE" w:rsidRPr="0096295D">
        <w:rPr>
          <w:i/>
          <w:iCs/>
        </w:rPr>
        <w:t>The variation of potassium chloride will be wt% 5%, 10%, 15%, 20%, and 25% labeled as SR-PC5, SR-PC10, SR-PC15, SR-PC20, and SR-PC25.</w:t>
      </w:r>
      <w:r w:rsidRPr="0096295D">
        <w:rPr>
          <w:i/>
          <w:iCs/>
        </w:rPr>
        <w:t xml:space="preserve"> </w:t>
      </w:r>
      <w:r w:rsidR="0002050D" w:rsidRPr="0096295D">
        <w:rPr>
          <w:i/>
          <w:iCs/>
        </w:rPr>
        <w:t xml:space="preserve">The solution is gently stirred at 500 rpm for 15 minutes. </w:t>
      </w:r>
      <w:r w:rsidRPr="0096295D">
        <w:rPr>
          <w:i/>
          <w:iCs/>
        </w:rPr>
        <w:t>The dissolved SR-PC will be placed at room temperature for 2 hours.</w:t>
      </w:r>
    </w:p>
    <w:p w14:paraId="2DD5533C" w14:textId="77777777" w:rsidR="00B73D4F" w:rsidRPr="0096295D" w:rsidRDefault="00B73D4F" w:rsidP="00B73D4F">
      <w:pPr>
        <w:pStyle w:val="Heading2"/>
      </w:pPr>
      <w:r w:rsidRPr="0096295D">
        <w:t>Preparation of Water-based Sodium Rhodizonate Doped Sodium Sulfate</w:t>
      </w:r>
    </w:p>
    <w:p w14:paraId="075043B4" w14:textId="206688C6" w:rsidR="00672D1C" w:rsidRPr="0096295D" w:rsidRDefault="000714DC" w:rsidP="00A61BF4">
      <w:pPr>
        <w:pStyle w:val="Paragraph"/>
        <w:rPr>
          <w:i/>
          <w:iCs/>
        </w:rPr>
      </w:pPr>
      <w:r w:rsidRPr="0096295D">
        <w:t>Water-based SR-doped sodium sulfate (Na</w:t>
      </w:r>
      <w:r w:rsidRPr="0096295D">
        <w:rPr>
          <w:vertAlign w:val="subscript"/>
        </w:rPr>
        <w:t>2</w:t>
      </w:r>
      <w:r w:rsidRPr="0096295D">
        <w:t>SO</w:t>
      </w:r>
      <w:r w:rsidRPr="0096295D">
        <w:rPr>
          <w:vertAlign w:val="subscript"/>
        </w:rPr>
        <w:t>4</w:t>
      </w:r>
      <w:r w:rsidRPr="0096295D">
        <w:t xml:space="preserve">) (SR-SS) is made with the crystal forms for both substances. The SR-SS is prepared by dissolving it with a solvent that exhibits similar polarity. </w:t>
      </w:r>
      <w:r w:rsidR="0002050D" w:rsidRPr="0096295D">
        <w:rPr>
          <w:i/>
          <w:iCs/>
        </w:rPr>
        <w:t>0.167 grams</w:t>
      </w:r>
      <w:r w:rsidRPr="0096295D">
        <w:rPr>
          <w:i/>
          <w:iCs/>
        </w:rPr>
        <w:t xml:space="preserve"> of SR and sodium sulfate were added to the solvent at 80</w:t>
      </w:r>
      <w:r w:rsidRPr="0096295D">
        <w:rPr>
          <w:i/>
          <w:iCs/>
          <w:vertAlign w:val="superscript"/>
        </w:rPr>
        <w:t>o</w:t>
      </w:r>
      <w:r w:rsidRPr="0096295D">
        <w:rPr>
          <w:i/>
          <w:iCs/>
        </w:rPr>
        <w:t>C. The variation of sodium sulfate will be wt% 5%, 10%, 15%, 20%, and 25%</w:t>
      </w:r>
      <w:r w:rsidR="003459BE" w:rsidRPr="0096295D">
        <w:rPr>
          <w:i/>
          <w:iCs/>
        </w:rPr>
        <w:t xml:space="preserve"> labeled </w:t>
      </w:r>
      <w:r w:rsidR="003459BE" w:rsidRPr="0096295D">
        <w:rPr>
          <w:i/>
          <w:iCs/>
        </w:rPr>
        <w:lastRenderedPageBreak/>
        <w:t>as a SR-SS5, SR-SS10; SR-SS15; SR-SS20; SR-SS25</w:t>
      </w:r>
      <w:r w:rsidRPr="0096295D">
        <w:rPr>
          <w:i/>
          <w:iCs/>
        </w:rPr>
        <w:t xml:space="preserve">. </w:t>
      </w:r>
      <w:r w:rsidR="0002050D" w:rsidRPr="0096295D">
        <w:rPr>
          <w:i/>
          <w:iCs/>
        </w:rPr>
        <w:t xml:space="preserve">The solution is gently stirred at 500 rpm for 15 minutes. </w:t>
      </w:r>
      <w:r w:rsidRPr="0096295D">
        <w:rPr>
          <w:i/>
          <w:iCs/>
        </w:rPr>
        <w:t>The dissolved SR-SS will be placed at room temperature for 2 hours.</w:t>
      </w:r>
    </w:p>
    <w:p w14:paraId="6B44D5FC" w14:textId="77777777" w:rsidR="00672D1C" w:rsidRPr="0096295D" w:rsidRDefault="00672D1C" w:rsidP="00672D1C">
      <w:pPr>
        <w:pStyle w:val="Heading2"/>
      </w:pPr>
      <w:r w:rsidRPr="0096295D">
        <w:t>Measurement of the Performance</w:t>
      </w:r>
    </w:p>
    <w:p w14:paraId="55AC7672" w14:textId="1966364F" w:rsidR="004B6535" w:rsidRPr="0096295D" w:rsidRDefault="00672D1C" w:rsidP="005A76AF">
      <w:pPr>
        <w:pStyle w:val="Paragraph"/>
      </w:pPr>
      <w:r w:rsidRPr="0096295D">
        <w:t>The electrochemical performances were</w:t>
      </w:r>
      <w:r w:rsidR="00732411" w:rsidRPr="0096295D">
        <w:t xml:space="preserve"> carr</w:t>
      </w:r>
      <w:r w:rsidR="00A005FF" w:rsidRPr="0096295D">
        <w:t xml:space="preserve">ied out by the Cyclic Voltammetry (CV) and Galvanic Charge-Discharge (GCD) </w:t>
      </w:r>
      <w:r w:rsidR="001E50CF" w:rsidRPr="0096295D">
        <w:t xml:space="preserve">with the Corrtest CS250M </w:t>
      </w:r>
      <w:r w:rsidR="00A005FF" w:rsidRPr="0096295D">
        <w:t xml:space="preserve">to evaluate the </w:t>
      </w:r>
      <w:r w:rsidR="004B6535" w:rsidRPr="0096295D">
        <w:t>storage</w:t>
      </w:r>
      <w:r w:rsidR="00A005FF" w:rsidRPr="0096295D">
        <w:t xml:space="preserve"> mechanism and performance</w:t>
      </w:r>
      <w:r w:rsidR="004B6535" w:rsidRPr="0096295D">
        <w:t>.</w:t>
      </w:r>
      <w:r w:rsidR="00F918E9" w:rsidRPr="0096295D">
        <w:t xml:space="preserve"> </w:t>
      </w:r>
      <w:r w:rsidR="002F11F2" w:rsidRPr="0096295D">
        <w:t xml:space="preserve">GCD </w:t>
      </w:r>
      <w:r w:rsidR="009C08C0" w:rsidRPr="0096295D">
        <w:t>measurements</w:t>
      </w:r>
      <w:r w:rsidR="00891CF6" w:rsidRPr="0096295D">
        <w:t xml:space="preserve"> were conducted </w:t>
      </w:r>
      <w:r w:rsidR="00A61BF4" w:rsidRPr="0096295D">
        <w:t>with the condition that the material will be charged when the potential is lower than 0.5V; and discharged when the potential (V) is more than 1.5V.</w:t>
      </w:r>
      <w:r w:rsidR="001E50CF" w:rsidRPr="0096295D">
        <w:t xml:space="preserve"> </w:t>
      </w:r>
      <w:r w:rsidR="00A06ADB" w:rsidRPr="0096295D">
        <w:t>T</w:t>
      </w:r>
      <w:r w:rsidR="001E50CF" w:rsidRPr="0096295D">
        <w:t>he CV measurement is carried out with the window current 0.5-1.5 mA.</w:t>
      </w:r>
    </w:p>
    <w:p w14:paraId="2B34B01B" w14:textId="77777777" w:rsidR="004B6535" w:rsidRPr="0096295D" w:rsidRDefault="004B6535" w:rsidP="004B6535">
      <w:pPr>
        <w:pStyle w:val="Heading1"/>
      </w:pPr>
      <w:r w:rsidRPr="0096295D">
        <w:t>RESULT and discussion</w:t>
      </w:r>
    </w:p>
    <w:p w14:paraId="769878FE" w14:textId="72683990" w:rsidR="00EB177D" w:rsidRPr="0096295D" w:rsidRDefault="00AC7BBD" w:rsidP="00EB177D">
      <w:pPr>
        <w:pStyle w:val="Heading2"/>
      </w:pPr>
      <w:r w:rsidRPr="0096295D">
        <w:t>Pure Sodium Rhodizonate</w:t>
      </w:r>
      <w:r w:rsidR="00930CF3" w:rsidRPr="0096295D">
        <w:t xml:space="preserve"> (SR)</w:t>
      </w:r>
    </w:p>
    <w:p w14:paraId="1923190D" w14:textId="01F537E4" w:rsidR="002B6BC9" w:rsidRPr="0096295D" w:rsidRDefault="00954CC1" w:rsidP="00DB7363">
      <w:pPr>
        <w:pStyle w:val="Paragraph"/>
      </w:pPr>
      <w:r w:rsidRPr="0096295D">
        <w:t>This experiment concludes that SR can serve as an energy storage active material even in its simplest form</w:t>
      </w:r>
      <w:r w:rsidR="008A71F9" w:rsidRPr="0096295D">
        <w:t xml:space="preserve">. The GCD measurement result </w:t>
      </w:r>
    </w:p>
    <w:p w14:paraId="28066022" w14:textId="77777777" w:rsidR="008A71F9" w:rsidRPr="0096295D" w:rsidRDefault="008A71F9" w:rsidP="00B43BDA">
      <w:pPr>
        <w:pStyle w:val="Paragraph"/>
        <w:ind w:firstLine="0"/>
      </w:pPr>
    </w:p>
    <w:p w14:paraId="46E5FE60" w14:textId="33EB755F" w:rsidR="00885444" w:rsidRPr="0096295D" w:rsidRDefault="00DB7363" w:rsidP="006804D6">
      <w:pPr>
        <w:pStyle w:val="Paragraph"/>
      </w:pPr>
      <w:r w:rsidRPr="0096295D">
        <w:t xml:space="preserve">To better understand the behavior of the active materials in stabler conditions, we will look at the </w:t>
      </w:r>
      <w:r w:rsidR="00BB0F4C" w:rsidRPr="0096295D">
        <w:t>trend after the second cycle</w:t>
      </w:r>
      <w:r w:rsidR="00A710C8" w:rsidRPr="0096295D">
        <w:t xml:space="preserve"> to the fifteenth</w:t>
      </w:r>
      <w:r w:rsidR="00BB0F4C" w:rsidRPr="0096295D">
        <w:t xml:space="preserve"> due to a more gradual degradation </w:t>
      </w:r>
      <w:r w:rsidR="006A33E6" w:rsidRPr="0096295D">
        <w:t>to understand material stability better</w:t>
      </w:r>
      <w:r w:rsidR="00BC09BB" w:rsidRPr="0096295D">
        <w:t>,</w:t>
      </w:r>
      <w:r w:rsidR="00BB0F4C" w:rsidRPr="0096295D">
        <w:t xml:space="preserve"> as shown </w:t>
      </w:r>
      <w:r w:rsidR="00BC09BB" w:rsidRPr="0096295D">
        <w:t xml:space="preserve">in </w:t>
      </w:r>
      <w:r w:rsidR="00BB0F4C" w:rsidRPr="0096295D">
        <w:t xml:space="preserve">picture 3b. </w:t>
      </w:r>
      <w:r w:rsidR="002B6BC9" w:rsidRPr="0096295D">
        <w:t xml:space="preserve">The </w:t>
      </w:r>
      <w:r w:rsidR="00885444" w:rsidRPr="0096295D">
        <w:t>performance trend of storing the energy</w:t>
      </w:r>
      <w:r w:rsidR="008C193F" w:rsidRPr="0096295D">
        <w:t xml:space="preserve"> (charging)</w:t>
      </w:r>
      <w:r w:rsidR="00885444" w:rsidRPr="0096295D">
        <w:t xml:space="preserve"> of SR </w:t>
      </w:r>
      <w:r w:rsidR="00360BB1" w:rsidRPr="0096295D">
        <w:t xml:space="preserve">is decreased as a time function </w:t>
      </w:r>
      <w:r w:rsidR="00BC09BB" w:rsidRPr="0096295D">
        <w:t xml:space="preserve">is near the power trend line </w:t>
      </w:r>
      <w:r w:rsidR="00360BB1" w:rsidRPr="0096295D">
        <w:t xml:space="preserve">by following the </w:t>
      </w:r>
      <w:r w:rsidR="00885444" w:rsidRPr="0096295D">
        <w:t>equation:</w:t>
      </w:r>
    </w:p>
    <w:p w14:paraId="351BA341" w14:textId="6CF77475" w:rsidR="001E50CF" w:rsidRPr="0096295D" w:rsidRDefault="001E50CF" w:rsidP="001E50CF">
      <w:pPr>
        <w:pStyle w:val="Paragraph"/>
        <w:ind w:left="3600" w:firstLine="720"/>
      </w:pPr>
      <m:oMath>
        <m:r>
          <w:rPr>
            <w:rFonts w:ascii="Cambria Math" w:hAnsi="Cambria Math"/>
            <w:sz w:val="28"/>
            <w:szCs w:val="28"/>
          </w:rPr>
          <m:t>Q=</m:t>
        </m:r>
        <m:f>
          <m:fPr>
            <m:ctrlPr>
              <w:rPr>
                <w:rFonts w:ascii="Cambria Math" w:hAnsi="Cambria Math"/>
                <w:i/>
                <w:sz w:val="28"/>
                <w:szCs w:val="28"/>
              </w:rPr>
            </m:ctrlPr>
          </m:fPr>
          <m:num>
            <m:r>
              <w:rPr>
                <w:rFonts w:ascii="Cambria Math" w:hAnsi="Cambria Math"/>
                <w:sz w:val="28"/>
                <w:szCs w:val="28"/>
              </w:rPr>
              <m:t>k</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n</m:t>
                </m:r>
              </m:sup>
            </m:sSup>
          </m:den>
        </m:f>
      </m:oMath>
      <w:r w:rsidRPr="0096295D">
        <w:tab/>
      </w:r>
      <w:r w:rsidRPr="0096295D">
        <w:tab/>
      </w:r>
      <w:r w:rsidRPr="0096295D">
        <w:tab/>
      </w:r>
      <w:r w:rsidRPr="0096295D">
        <w:tab/>
      </w:r>
      <w:r w:rsidRPr="0096295D">
        <w:tab/>
        <w:t>(1)</w:t>
      </w:r>
    </w:p>
    <w:p w14:paraId="4E8B4711" w14:textId="3876800F" w:rsidR="00A73270" w:rsidRPr="0096295D" w:rsidRDefault="00360BB1" w:rsidP="009C08C0">
      <w:pPr>
        <w:pStyle w:val="Paragraph"/>
      </w:pPr>
      <w:r w:rsidRPr="0096295D">
        <w:t xml:space="preserve">Q </w:t>
      </w:r>
      <w:r w:rsidRPr="0096295D">
        <w:tab/>
        <w:t>= Specific Capacity (mAh g</w:t>
      </w:r>
      <w:r w:rsidRPr="0096295D">
        <w:rPr>
          <w:vertAlign w:val="superscript"/>
        </w:rPr>
        <w:t>-1</w:t>
      </w:r>
      <w:r w:rsidRPr="0096295D">
        <w:t>)</w:t>
      </w:r>
    </w:p>
    <w:p w14:paraId="5F27F04D" w14:textId="2B54EFE8" w:rsidR="00360BB1" w:rsidRPr="0096295D" w:rsidRDefault="009A3560" w:rsidP="009C08C0">
      <w:pPr>
        <w:pStyle w:val="Paragraph"/>
      </w:pPr>
      <w:r w:rsidRPr="0096295D">
        <w:rPr>
          <w:i/>
          <w:iCs/>
        </w:rPr>
        <w:t>k</w:t>
      </w:r>
      <w:r w:rsidR="00360BB1" w:rsidRPr="0096295D">
        <w:rPr>
          <w:i/>
          <w:iCs/>
        </w:rPr>
        <w:t xml:space="preserve"> </w:t>
      </w:r>
      <w:r w:rsidR="00360BB1" w:rsidRPr="0096295D">
        <w:tab/>
        <w:t xml:space="preserve">= Material Stability </w:t>
      </w:r>
      <w:r w:rsidR="001E50CF" w:rsidRPr="0096295D">
        <w:t>Coefficient</w:t>
      </w:r>
    </w:p>
    <w:p w14:paraId="481BF53C" w14:textId="4E144B47" w:rsidR="00360BB1" w:rsidRPr="0096295D" w:rsidRDefault="009A3560" w:rsidP="009C08C0">
      <w:pPr>
        <w:pStyle w:val="Paragraph"/>
      </w:pPr>
      <w:r w:rsidRPr="0096295D">
        <w:t>x</w:t>
      </w:r>
      <w:r w:rsidR="00360BB1" w:rsidRPr="0096295D">
        <w:t xml:space="preserve"> </w:t>
      </w:r>
      <w:r w:rsidR="00360BB1" w:rsidRPr="0096295D">
        <w:tab/>
        <w:t>= Time (s)</w:t>
      </w:r>
    </w:p>
    <w:p w14:paraId="172E2CDC" w14:textId="297E83E0" w:rsidR="001E50CF" w:rsidRPr="0096295D" w:rsidRDefault="001E50CF" w:rsidP="009C08C0">
      <w:pPr>
        <w:pStyle w:val="Paragraph"/>
      </w:pPr>
      <w:r w:rsidRPr="0096295D">
        <w:rPr>
          <w:i/>
          <w:iCs/>
        </w:rPr>
        <w:t>n</w:t>
      </w:r>
      <w:r w:rsidRPr="0096295D">
        <w:tab/>
        <w:t xml:space="preserve">= Power or Exponent </w:t>
      </w:r>
    </w:p>
    <w:p w14:paraId="23751A58" w14:textId="77777777" w:rsidR="00360BB1" w:rsidRPr="0096295D" w:rsidRDefault="00360BB1" w:rsidP="009C08C0">
      <w:pPr>
        <w:pStyle w:val="Paragraph"/>
      </w:pPr>
    </w:p>
    <w:p w14:paraId="352AD6AF" w14:textId="3B3BA003" w:rsidR="006804D6" w:rsidRPr="0096295D" w:rsidRDefault="009A3560" w:rsidP="006804D6">
      <w:pPr>
        <w:pStyle w:val="Paragraph"/>
        <w:rPr>
          <w:noProof/>
        </w:rPr>
      </w:pPr>
      <w:r w:rsidRPr="0096295D">
        <w:t xml:space="preserve">Since the data trend follows the power trendline, we can generally perceive that the SR naturally has a massive degradation performance initially but will be more stable in the following cycles. </w:t>
      </w:r>
      <w:r w:rsidRPr="0096295D">
        <w:rPr>
          <w:i/>
          <w:iCs/>
        </w:rPr>
        <w:t xml:space="preserve">The k value gives us </w:t>
      </w:r>
      <w:r w:rsidR="00E41302" w:rsidRPr="0096295D">
        <w:rPr>
          <w:i/>
          <w:iCs/>
        </w:rPr>
        <w:t xml:space="preserve">information </w:t>
      </w:r>
      <w:r w:rsidRPr="0096295D">
        <w:rPr>
          <w:i/>
          <w:iCs/>
        </w:rPr>
        <w:t>about the performance of the battery in the initial period of usage</w:t>
      </w:r>
      <w:r w:rsidR="00E41302" w:rsidRPr="0096295D">
        <w:rPr>
          <w:i/>
          <w:iCs/>
        </w:rPr>
        <w:t xml:space="preserve"> because the k value will play an important role in the equation at the beginning of the series of x values</w:t>
      </w:r>
      <w:r w:rsidR="00540932" w:rsidRPr="0096295D">
        <w:rPr>
          <w:i/>
          <w:iCs/>
        </w:rPr>
        <w:t xml:space="preserve">; k value is the intrinsic value that emerges for each combination of materials </w:t>
      </w:r>
      <w:proofErr w:type="gramStart"/>
      <w:r w:rsidR="00540932" w:rsidRPr="0096295D">
        <w:rPr>
          <w:i/>
          <w:iCs/>
        </w:rPr>
        <w:t>depend</w:t>
      </w:r>
      <w:proofErr w:type="gramEnd"/>
      <w:r w:rsidR="00540932" w:rsidRPr="0096295D">
        <w:rPr>
          <w:i/>
          <w:iCs/>
        </w:rPr>
        <w:t xml:space="preserve"> on the interactions between compounds. The k value quantifies material stability at the beginning of the reaction, which reflects the degradation in the early stages</w:t>
      </w:r>
      <w:r w:rsidR="00540932" w:rsidRPr="0096295D">
        <w:t xml:space="preserve">. </w:t>
      </w:r>
      <w:r w:rsidR="00E41302" w:rsidRPr="0096295D">
        <w:t xml:space="preserve">Furthermore, the </w:t>
      </w:r>
      <w:r w:rsidR="00E41302" w:rsidRPr="0096295D">
        <w:rPr>
          <w:i/>
          <w:iCs/>
        </w:rPr>
        <w:t xml:space="preserve">n </w:t>
      </w:r>
      <w:r w:rsidR="00E41302" w:rsidRPr="0096295D">
        <w:t xml:space="preserve">value will play an important role in the degradation rate of </w:t>
      </w:r>
      <w:r w:rsidR="00540932" w:rsidRPr="0096295D">
        <w:t>energy storage</w:t>
      </w:r>
      <w:r w:rsidR="00E41302" w:rsidRPr="0096295D">
        <w:t xml:space="preserve"> performance as a time </w:t>
      </w:r>
      <w:r w:rsidR="00A710C8" w:rsidRPr="0096295D">
        <w:t xml:space="preserve">function, as a smaller </w:t>
      </w:r>
      <w:r w:rsidR="00A710C8" w:rsidRPr="0096295D">
        <w:rPr>
          <w:i/>
          <w:iCs/>
        </w:rPr>
        <w:t xml:space="preserve">n </w:t>
      </w:r>
      <w:r w:rsidR="00A710C8" w:rsidRPr="0096295D">
        <w:t>value will indicate the degradation rate of the battery will be more consistent throughout the time</w:t>
      </w:r>
      <w:r w:rsidR="00540932" w:rsidRPr="0096295D">
        <w:t>. Still, a</w:t>
      </w:r>
      <w:r w:rsidR="00A710C8" w:rsidRPr="0096295D">
        <w:t xml:space="preserve"> higher </w:t>
      </w:r>
      <w:proofErr w:type="spellStart"/>
      <w:r w:rsidR="00A710C8" w:rsidRPr="0096295D">
        <w:rPr>
          <w:i/>
          <w:iCs/>
        </w:rPr>
        <w:t>n</w:t>
      </w:r>
      <w:proofErr w:type="spellEnd"/>
      <w:r w:rsidR="00A710C8" w:rsidRPr="0096295D">
        <w:t xml:space="preserve"> value leads to </w:t>
      </w:r>
      <w:proofErr w:type="gramStart"/>
      <w:r w:rsidR="00A710C8" w:rsidRPr="0096295D">
        <w:t>the</w:t>
      </w:r>
      <w:proofErr w:type="gramEnd"/>
      <w:r w:rsidR="00A710C8" w:rsidRPr="0096295D">
        <w:t xml:space="preserve"> more degradation rate at the beginning of usage, but the rate will decrease throughout </w:t>
      </w:r>
      <w:proofErr w:type="gramStart"/>
      <w:r w:rsidR="00A710C8" w:rsidRPr="0096295D">
        <w:t>the time</w:t>
      </w:r>
      <w:proofErr w:type="gramEnd"/>
      <w:r w:rsidR="00A710C8" w:rsidRPr="0096295D">
        <w:t xml:space="preserve">. The </w:t>
      </w:r>
      <w:r w:rsidR="00C03A87" w:rsidRPr="0096295D">
        <w:t xml:space="preserve">most </w:t>
      </w:r>
      <w:r w:rsidR="003C52B3" w:rsidRPr="0096295D">
        <w:t>desired</w:t>
      </w:r>
      <w:r w:rsidR="00A710C8" w:rsidRPr="0096295D">
        <w:t xml:space="preserve"> combination for the battery performance will be a low </w:t>
      </w:r>
      <w:r w:rsidR="00A710C8" w:rsidRPr="0096295D">
        <w:rPr>
          <w:i/>
          <w:iCs/>
        </w:rPr>
        <w:t xml:space="preserve">k </w:t>
      </w:r>
      <w:r w:rsidR="00A710C8" w:rsidRPr="0096295D">
        <w:t xml:space="preserve">value and a high </w:t>
      </w:r>
      <w:r w:rsidR="00A710C8" w:rsidRPr="0096295D">
        <w:rPr>
          <w:i/>
          <w:iCs/>
        </w:rPr>
        <w:t>n</w:t>
      </w:r>
      <w:r w:rsidR="00A710C8" w:rsidRPr="0096295D">
        <w:t xml:space="preserve"> value</w:t>
      </w:r>
      <w:r w:rsidR="00C03A87" w:rsidRPr="0096295D">
        <w:t xml:space="preserve">, resulting in </w:t>
      </w:r>
      <w:r w:rsidR="00540932" w:rsidRPr="0096295D">
        <w:t>energy storage</w:t>
      </w:r>
      <w:r w:rsidR="00C03A87" w:rsidRPr="0096295D">
        <w:t xml:space="preserve"> with low initial degradation and a more gradual decrease in the following cycles.</w:t>
      </w:r>
    </w:p>
    <w:p w14:paraId="6ECD5532" w14:textId="552CDD18" w:rsidR="000D24AA" w:rsidRPr="0096295D" w:rsidRDefault="000D24AA" w:rsidP="006804D6">
      <w:pPr>
        <w:pStyle w:val="Paragraph"/>
        <w:rPr>
          <w:noProof/>
        </w:rPr>
      </w:pPr>
      <w:r w:rsidRPr="0096295D">
        <w:rPr>
          <w:noProof/>
        </w:rPr>
        <w:tab/>
      </w:r>
      <w:r w:rsidRPr="0096295D">
        <w:rPr>
          <w:noProof/>
        </w:rPr>
        <w:tab/>
      </w:r>
      <w:r w:rsidRPr="0096295D">
        <w:rPr>
          <w:noProof/>
        </w:rPr>
        <w:tab/>
      </w:r>
      <w:r w:rsidRPr="0096295D">
        <w:rPr>
          <w:noProof/>
        </w:rPr>
        <w:tab/>
      </w:r>
      <w:r w:rsidRPr="0096295D">
        <w:rPr>
          <w:noProof/>
        </w:rPr>
        <w:tab/>
      </w:r>
    </w:p>
    <w:p w14:paraId="1EE4D79B" w14:textId="08994DA3" w:rsidR="006804D6" w:rsidRPr="0096295D" w:rsidRDefault="006804D6" w:rsidP="000D24AA">
      <w:pPr>
        <w:pStyle w:val="Paragraph"/>
        <w:keepNext/>
      </w:pPr>
      <w:r w:rsidRPr="0096295D">
        <w:rPr>
          <w:noProof/>
        </w:rPr>
        <w:lastRenderedPageBreak/>
        <w:drawing>
          <wp:inline distT="0" distB="0" distL="0" distR="0" wp14:anchorId="3811F59B" wp14:editId="6A7D15E4">
            <wp:extent cx="5424488" cy="1340485"/>
            <wp:effectExtent l="0" t="0" r="0" b="0"/>
            <wp:docPr id="662217095" name="Chart 1">
              <a:extLst xmlns:a="http://schemas.openxmlformats.org/drawingml/2006/main">
                <a:ext uri="{FF2B5EF4-FFF2-40B4-BE49-F238E27FC236}">
                  <a16:creationId xmlns:a16="http://schemas.microsoft.com/office/drawing/2014/main" id="{EF7A8F3F-7602-044F-CA61-60B812CD6F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D7C2711" w14:textId="2FD5C639" w:rsidR="0062006D" w:rsidRPr="0096295D" w:rsidRDefault="0062006D" w:rsidP="0062006D">
      <w:pPr>
        <w:pStyle w:val="Paragraph"/>
        <w:keepNext/>
        <w:jc w:val="center"/>
      </w:pPr>
      <w:r w:rsidRPr="0096295D">
        <w:t>3a</w:t>
      </w:r>
    </w:p>
    <w:p w14:paraId="7C017A54" w14:textId="5BEA72B0" w:rsidR="006804D6" w:rsidRPr="0096295D" w:rsidRDefault="000C4182" w:rsidP="006804D6">
      <w:pPr>
        <w:pStyle w:val="Paragraph"/>
        <w:keepNext/>
        <w:jc w:val="center"/>
      </w:pPr>
      <w:r w:rsidRPr="0096295D">
        <w:rPr>
          <w:noProof/>
        </w:rPr>
        <mc:AlternateContent>
          <mc:Choice Requires="wps">
            <w:drawing>
              <wp:anchor distT="45720" distB="45720" distL="114300" distR="114300" simplePos="0" relativeHeight="251661312" behindDoc="0" locked="0" layoutInCell="1" allowOverlap="1" wp14:anchorId="3D11A24E" wp14:editId="0BC9E870">
                <wp:simplePos x="0" y="0"/>
                <wp:positionH relativeFrom="column">
                  <wp:posOffset>5210810</wp:posOffset>
                </wp:positionH>
                <wp:positionV relativeFrom="paragraph">
                  <wp:posOffset>41910</wp:posOffset>
                </wp:positionV>
                <wp:extent cx="421574" cy="326571"/>
                <wp:effectExtent l="0" t="0" r="0" b="0"/>
                <wp:wrapNone/>
                <wp:docPr id="2704777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4" cy="326571"/>
                        </a:xfrm>
                        <a:prstGeom prst="rect">
                          <a:avLst/>
                        </a:prstGeom>
                        <a:noFill/>
                        <a:ln w="9525">
                          <a:noFill/>
                          <a:miter lim="800000"/>
                          <a:headEnd/>
                          <a:tailEnd/>
                        </a:ln>
                      </wps:spPr>
                      <wps:txbx>
                        <w:txbxContent>
                          <w:p w14:paraId="2B2D998C" w14:textId="1A7F9692" w:rsidR="000C4182" w:rsidRDefault="000C4182" w:rsidP="000C4182">
                            <w:r>
                              <w:t>3b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11A24E" id="_x0000_t202" coordsize="21600,21600" o:spt="202" path="m,l,21600r21600,l21600,xe">
                <v:stroke joinstyle="miter"/>
                <v:path gradientshapeok="t" o:connecttype="rect"/>
              </v:shapetype>
              <v:shape id="Text Box 2" o:spid="_x0000_s1026" type="#_x0000_t202" style="position:absolute;left:0;text-align:left;margin-left:410.3pt;margin-top:3.3pt;width:33.2pt;height:25.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" filled="f" stroked="f">
                <v:textbox>
                  <w:txbxContent>
                    <w:p w14:paraId="2B2D998C" w14:textId="1A7F9692" w:rsidR="000C4182" w:rsidRDefault="000C4182" w:rsidP="000C4182">
                      <w:r>
                        <w:t>3b</w:t>
                      </w:r>
                    </w:p>
                  </w:txbxContent>
                </v:textbox>
              </v:shape>
            </w:pict>
          </mc:Fallback>
        </mc:AlternateContent>
      </w:r>
      <w:r w:rsidR="006804D6" w:rsidRPr="0096295D">
        <w:rPr>
          <w:noProof/>
        </w:rPr>
        <w:drawing>
          <wp:inline distT="0" distB="0" distL="0" distR="0" wp14:anchorId="24DEDB85" wp14:editId="00B6DE41">
            <wp:extent cx="5890260" cy="1510496"/>
            <wp:effectExtent l="0" t="0" r="0" b="0"/>
            <wp:docPr id="1345204825" name="Chart 1">
              <a:extLst xmlns:a="http://schemas.openxmlformats.org/drawingml/2006/main">
                <a:ext uri="{FF2B5EF4-FFF2-40B4-BE49-F238E27FC236}">
                  <a16:creationId xmlns:a16="http://schemas.microsoft.com/office/drawing/2014/main" id="{3AD34DB9-317B-4EB4-A83E-B0613FD73D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9236858" w14:textId="7A527FBB" w:rsidR="0062006D" w:rsidRPr="0096295D" w:rsidRDefault="0062006D" w:rsidP="0062006D">
      <w:pPr>
        <w:pStyle w:val="Paragraph"/>
        <w:keepNext/>
        <w:jc w:val="center"/>
      </w:pPr>
      <w:r w:rsidRPr="0096295D">
        <w:t>3b</w:t>
      </w:r>
    </w:p>
    <w:p w14:paraId="7AEF53AF" w14:textId="5042E026" w:rsidR="007139B5" w:rsidRPr="0096295D" w:rsidRDefault="001E50CF" w:rsidP="006804D6">
      <w:pPr>
        <w:pStyle w:val="Caption"/>
        <w:jc w:val="center"/>
        <w:rPr>
          <w:i w:val="0"/>
          <w:iCs w:val="0"/>
          <w:color w:val="auto"/>
        </w:rPr>
      </w:pPr>
      <w:r w:rsidRPr="0096295D">
        <w:rPr>
          <w:i w:val="0"/>
          <w:iCs w:val="0"/>
          <w:color w:val="auto"/>
        </w:rPr>
        <w:t xml:space="preserve">Figure </w:t>
      </w:r>
      <w:r w:rsidRPr="0096295D">
        <w:rPr>
          <w:i w:val="0"/>
          <w:iCs w:val="0"/>
          <w:color w:val="auto"/>
        </w:rPr>
        <w:fldChar w:fldCharType="begin"/>
      </w:r>
      <w:r w:rsidRPr="0096295D">
        <w:rPr>
          <w:i w:val="0"/>
          <w:iCs w:val="0"/>
          <w:color w:val="auto"/>
        </w:rPr>
        <w:instrText xml:space="preserve"> SEQ Figure \* ARABIC </w:instrText>
      </w:r>
      <w:r w:rsidRPr="0096295D">
        <w:rPr>
          <w:i w:val="0"/>
          <w:iCs w:val="0"/>
          <w:color w:val="auto"/>
        </w:rPr>
        <w:fldChar w:fldCharType="separate"/>
      </w:r>
      <w:r w:rsidR="00195F82" w:rsidRPr="0096295D">
        <w:rPr>
          <w:i w:val="0"/>
          <w:iCs w:val="0"/>
          <w:noProof/>
          <w:color w:val="auto"/>
        </w:rPr>
        <w:t>3</w:t>
      </w:r>
      <w:r w:rsidRPr="0096295D">
        <w:rPr>
          <w:i w:val="0"/>
          <w:iCs w:val="0"/>
          <w:color w:val="auto"/>
        </w:rPr>
        <w:fldChar w:fldCharType="end"/>
      </w:r>
      <w:r w:rsidRPr="0096295D">
        <w:rPr>
          <w:i w:val="0"/>
          <w:iCs w:val="0"/>
          <w:color w:val="auto"/>
        </w:rPr>
        <w:t>a</w:t>
      </w:r>
      <w:r w:rsidR="000C4182" w:rsidRPr="0096295D">
        <w:rPr>
          <w:i w:val="0"/>
          <w:iCs w:val="0"/>
          <w:color w:val="auto"/>
        </w:rPr>
        <w:t>.</w:t>
      </w:r>
      <w:r w:rsidRPr="0096295D">
        <w:rPr>
          <w:i w:val="0"/>
          <w:iCs w:val="0"/>
          <w:color w:val="auto"/>
        </w:rPr>
        <w:t xml:space="preserve"> The Charging Specific Capacity of Sodium Rhodizonate</w:t>
      </w:r>
      <w:r w:rsidR="000D24AA" w:rsidRPr="0096295D">
        <w:rPr>
          <w:i w:val="0"/>
          <w:iCs w:val="0"/>
          <w:color w:val="auto"/>
        </w:rPr>
        <w:t xml:space="preserve">; Figure </w:t>
      </w:r>
      <w:r w:rsidRPr="0096295D">
        <w:rPr>
          <w:i w:val="0"/>
          <w:iCs w:val="0"/>
          <w:color w:val="auto"/>
        </w:rPr>
        <w:t>3b</w:t>
      </w:r>
      <w:r w:rsidR="000C4182" w:rsidRPr="0096295D">
        <w:rPr>
          <w:i w:val="0"/>
          <w:iCs w:val="0"/>
          <w:color w:val="auto"/>
        </w:rPr>
        <w:t>.</w:t>
      </w:r>
      <w:r w:rsidRPr="0096295D">
        <w:rPr>
          <w:i w:val="0"/>
          <w:iCs w:val="0"/>
          <w:color w:val="auto"/>
        </w:rPr>
        <w:t xml:space="preserve"> The degradation rate of sodium rhodizonate until 15th cycle</w:t>
      </w:r>
    </w:p>
    <w:p w14:paraId="0BDFD4C1" w14:textId="42987289" w:rsidR="000D24AA" w:rsidRPr="0096295D" w:rsidRDefault="00970ECF" w:rsidP="00854428">
      <w:pPr>
        <w:pStyle w:val="Paragraph"/>
      </w:pPr>
      <w:r w:rsidRPr="0096295D">
        <w:t xml:space="preserve">The </w:t>
      </w:r>
      <w:r w:rsidR="00BC09BB" w:rsidRPr="0096295D">
        <w:t xml:space="preserve">peak </w:t>
      </w:r>
      <w:r w:rsidRPr="0096295D">
        <w:t>performance</w:t>
      </w:r>
      <w:r w:rsidR="00BC09BB" w:rsidRPr="0096295D">
        <w:t xml:space="preserve"> storing energy of SR is ± 188 mAh/g with the material stability factor around 298</w:t>
      </w:r>
      <w:r w:rsidR="00BD2384" w:rsidRPr="0096295D">
        <w:t xml:space="preserve"> (Figure 3a)</w:t>
      </w:r>
      <w:r w:rsidR="008A71F9" w:rsidRPr="0096295D">
        <w:t xml:space="preserve">. </w:t>
      </w:r>
      <w:r w:rsidR="008C193F" w:rsidRPr="0096295D">
        <w:t xml:space="preserve">The phenomenon is also supported by the period of charging and discharging. </w:t>
      </w:r>
      <w:r w:rsidR="00BD7071" w:rsidRPr="0096295D">
        <w:t>Table 1 shows</w:t>
      </w:r>
      <w:r w:rsidR="008C193F" w:rsidRPr="0096295D">
        <w:t xml:space="preserve"> that the charging time for the first cycle is extremely high compared to the </w:t>
      </w:r>
      <w:r w:rsidR="002D5A97" w:rsidRPr="0096295D">
        <w:t>following cycles</w:t>
      </w:r>
      <w:r w:rsidR="008C193F" w:rsidRPr="0096295D">
        <w:t xml:space="preserve">, which </w:t>
      </w:r>
      <w:r w:rsidR="002D5A97" w:rsidRPr="0096295D">
        <w:t xml:space="preserve">is </w:t>
      </w:r>
      <w:r w:rsidR="00BD7071" w:rsidRPr="0096295D">
        <w:t>correlated</w:t>
      </w:r>
      <w:r w:rsidR="008C193F" w:rsidRPr="0096295D">
        <w:t xml:space="preserve"> </w:t>
      </w:r>
      <w:r w:rsidR="00BD7071" w:rsidRPr="0096295D">
        <w:t>with</w:t>
      </w:r>
      <w:r w:rsidR="008C193F" w:rsidRPr="0096295D">
        <w:t xml:space="preserve"> </w:t>
      </w:r>
      <w:r w:rsidR="009737FB" w:rsidRPr="0096295D">
        <w:t>the</w:t>
      </w:r>
      <w:r w:rsidR="008C193F" w:rsidRPr="0096295D">
        <w:t xml:space="preserve"> capacity </w:t>
      </w:r>
      <w:r w:rsidR="002D5A97" w:rsidRPr="0096295D">
        <w:t xml:space="preserve">of the first cycle </w:t>
      </w:r>
      <w:r w:rsidR="00BD7071" w:rsidRPr="0096295D">
        <w:t>result.</w:t>
      </w:r>
      <w:r w:rsidR="00581147" w:rsidRPr="0096295D">
        <w:t xml:space="preserve"> The short discharging time leads to the </w:t>
      </w:r>
      <w:r w:rsidR="006A33E6" w:rsidRPr="0096295D">
        <w:t>unstable ions retained within the structure of active materials.</w:t>
      </w:r>
    </w:p>
    <w:p w14:paraId="30B6E32B" w14:textId="05C04B3E" w:rsidR="000D24AA" w:rsidRPr="0096295D" w:rsidRDefault="000D24AA" w:rsidP="000D24AA">
      <w:pPr>
        <w:pStyle w:val="Caption"/>
        <w:keepNext/>
        <w:jc w:val="center"/>
        <w:rPr>
          <w:i w:val="0"/>
          <w:iCs w:val="0"/>
          <w:color w:val="auto"/>
        </w:rPr>
      </w:pPr>
      <w:r w:rsidRPr="0096295D">
        <w:rPr>
          <w:i w:val="0"/>
          <w:iCs w:val="0"/>
          <w:color w:val="auto"/>
        </w:rPr>
        <w:t xml:space="preserve">TABLE </w:t>
      </w:r>
      <w:r w:rsidRPr="0096295D">
        <w:rPr>
          <w:i w:val="0"/>
          <w:iCs w:val="0"/>
          <w:color w:val="auto"/>
        </w:rPr>
        <w:fldChar w:fldCharType="begin"/>
      </w:r>
      <w:r w:rsidRPr="0096295D">
        <w:rPr>
          <w:i w:val="0"/>
          <w:iCs w:val="0"/>
          <w:color w:val="auto"/>
        </w:rPr>
        <w:instrText xml:space="preserve"> SEQ TABLE \* ARABIC </w:instrText>
      </w:r>
      <w:r w:rsidRPr="0096295D">
        <w:rPr>
          <w:i w:val="0"/>
          <w:iCs w:val="0"/>
          <w:color w:val="auto"/>
        </w:rPr>
        <w:fldChar w:fldCharType="separate"/>
      </w:r>
      <w:r w:rsidR="00195F82" w:rsidRPr="0096295D">
        <w:rPr>
          <w:i w:val="0"/>
          <w:iCs w:val="0"/>
          <w:noProof/>
          <w:color w:val="auto"/>
        </w:rPr>
        <w:t>1</w:t>
      </w:r>
      <w:r w:rsidRPr="0096295D">
        <w:rPr>
          <w:i w:val="0"/>
          <w:iCs w:val="0"/>
          <w:color w:val="auto"/>
        </w:rPr>
        <w:fldChar w:fldCharType="end"/>
      </w:r>
      <w:r w:rsidRPr="0096295D">
        <w:rPr>
          <w:i w:val="0"/>
          <w:iCs w:val="0"/>
          <w:color w:val="auto"/>
        </w:rPr>
        <w:t xml:space="preserve"> Comparison of charging and discharging time of sodium rhodizonate</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485F07" w:rsidRPr="0096295D" w14:paraId="64E192AF" w14:textId="77777777" w:rsidTr="00B62337">
        <w:trPr>
          <w:cantSplit/>
          <w:trHeight w:val="272"/>
          <w:jc w:val="center"/>
        </w:trPr>
        <w:tc>
          <w:tcPr>
            <w:tcW w:w="2790" w:type="dxa"/>
            <w:tcBorders>
              <w:top w:val="single" w:sz="4" w:space="0" w:color="auto"/>
              <w:bottom w:val="single" w:sz="4" w:space="0" w:color="auto"/>
            </w:tcBorders>
            <w:vAlign w:val="center"/>
          </w:tcPr>
          <w:p w14:paraId="48F9DD76" w14:textId="11C00464" w:rsidR="00485F07" w:rsidRPr="0096295D" w:rsidRDefault="00485F07" w:rsidP="00B62337">
            <w:pPr>
              <w:jc w:val="center"/>
            </w:pPr>
            <w:r w:rsidRPr="0096295D">
              <w:rPr>
                <w:b/>
                <w:sz w:val="18"/>
                <w:szCs w:val="18"/>
              </w:rPr>
              <w:t>Cycle</w:t>
            </w:r>
          </w:p>
        </w:tc>
        <w:tc>
          <w:tcPr>
            <w:tcW w:w="2790" w:type="dxa"/>
            <w:tcBorders>
              <w:top w:val="single" w:sz="4" w:space="0" w:color="auto"/>
              <w:bottom w:val="single" w:sz="4" w:space="0" w:color="auto"/>
            </w:tcBorders>
            <w:vAlign w:val="center"/>
          </w:tcPr>
          <w:p w14:paraId="34B1C9B1" w14:textId="4CB33FAD" w:rsidR="00485F07" w:rsidRPr="0096295D" w:rsidRDefault="00485F07" w:rsidP="00B62337">
            <w:pPr>
              <w:jc w:val="center"/>
              <w:rPr>
                <w:b/>
                <w:sz w:val="18"/>
                <w:szCs w:val="18"/>
              </w:rPr>
            </w:pPr>
            <w:r w:rsidRPr="0096295D">
              <w:rPr>
                <w:b/>
                <w:sz w:val="18"/>
                <w:szCs w:val="18"/>
              </w:rPr>
              <w:t>Charging Time (s)</w:t>
            </w:r>
          </w:p>
        </w:tc>
        <w:tc>
          <w:tcPr>
            <w:tcW w:w="2790" w:type="dxa"/>
            <w:tcBorders>
              <w:top w:val="single" w:sz="4" w:space="0" w:color="auto"/>
              <w:bottom w:val="single" w:sz="4" w:space="0" w:color="auto"/>
            </w:tcBorders>
            <w:vAlign w:val="center"/>
          </w:tcPr>
          <w:p w14:paraId="23934C44" w14:textId="544D3DAD" w:rsidR="00485F07" w:rsidRPr="0096295D" w:rsidRDefault="00485F07" w:rsidP="00B62337">
            <w:pPr>
              <w:jc w:val="center"/>
              <w:rPr>
                <w:b/>
                <w:sz w:val="18"/>
                <w:szCs w:val="18"/>
              </w:rPr>
            </w:pPr>
            <w:r w:rsidRPr="0096295D">
              <w:rPr>
                <w:b/>
                <w:sz w:val="18"/>
                <w:szCs w:val="18"/>
              </w:rPr>
              <w:t>Discharging Time (s)</w:t>
            </w:r>
          </w:p>
        </w:tc>
      </w:tr>
      <w:tr w:rsidR="008C193F" w:rsidRPr="0096295D" w14:paraId="08F04279" w14:textId="77777777" w:rsidTr="00B62337">
        <w:trPr>
          <w:cantSplit/>
          <w:jc w:val="center"/>
        </w:trPr>
        <w:tc>
          <w:tcPr>
            <w:tcW w:w="2790" w:type="dxa"/>
            <w:tcBorders>
              <w:top w:val="nil"/>
            </w:tcBorders>
          </w:tcPr>
          <w:p w14:paraId="3CC53671" w14:textId="4A56FA90" w:rsidR="008C193F" w:rsidRPr="0096295D" w:rsidRDefault="008C193F" w:rsidP="008C193F">
            <w:pPr>
              <w:pStyle w:val="Paragraph"/>
              <w:jc w:val="center"/>
            </w:pPr>
            <w:r w:rsidRPr="0096295D">
              <w:t>1</w:t>
            </w:r>
          </w:p>
        </w:tc>
        <w:tc>
          <w:tcPr>
            <w:tcW w:w="2790" w:type="dxa"/>
            <w:tcBorders>
              <w:top w:val="nil"/>
            </w:tcBorders>
          </w:tcPr>
          <w:p w14:paraId="74C651FB" w14:textId="3ACFB09E" w:rsidR="008C193F" w:rsidRPr="0096295D" w:rsidRDefault="008C193F" w:rsidP="008C193F">
            <w:pPr>
              <w:jc w:val="center"/>
              <w:rPr>
                <w:sz w:val="20"/>
                <w:szCs w:val="16"/>
              </w:rPr>
            </w:pPr>
            <w:r w:rsidRPr="0096295D">
              <w:rPr>
                <w:sz w:val="20"/>
                <w:szCs w:val="16"/>
              </w:rPr>
              <w:t>966.18</w:t>
            </w:r>
          </w:p>
        </w:tc>
        <w:tc>
          <w:tcPr>
            <w:tcW w:w="2790" w:type="dxa"/>
            <w:tcBorders>
              <w:top w:val="nil"/>
            </w:tcBorders>
          </w:tcPr>
          <w:p w14:paraId="77440E94" w14:textId="39FF2A16" w:rsidR="008C193F" w:rsidRPr="0096295D" w:rsidRDefault="008C193F" w:rsidP="008C193F">
            <w:pPr>
              <w:jc w:val="center"/>
              <w:rPr>
                <w:sz w:val="20"/>
                <w:szCs w:val="16"/>
              </w:rPr>
            </w:pPr>
            <w:r w:rsidRPr="0096295D">
              <w:rPr>
                <w:sz w:val="20"/>
                <w:szCs w:val="16"/>
              </w:rPr>
              <w:t>0.16</w:t>
            </w:r>
          </w:p>
        </w:tc>
      </w:tr>
      <w:tr w:rsidR="008C193F" w:rsidRPr="0096295D" w14:paraId="519010FD" w14:textId="77777777" w:rsidTr="00B62337">
        <w:trPr>
          <w:cantSplit/>
          <w:jc w:val="center"/>
        </w:trPr>
        <w:tc>
          <w:tcPr>
            <w:tcW w:w="2790" w:type="dxa"/>
          </w:tcPr>
          <w:p w14:paraId="0432D56E" w14:textId="2DD62911" w:rsidR="008C193F" w:rsidRPr="0096295D" w:rsidRDefault="008C193F" w:rsidP="008C193F">
            <w:pPr>
              <w:pStyle w:val="Paragraph"/>
              <w:jc w:val="center"/>
            </w:pPr>
            <w:r w:rsidRPr="0096295D">
              <w:t>2</w:t>
            </w:r>
          </w:p>
        </w:tc>
        <w:tc>
          <w:tcPr>
            <w:tcW w:w="2790" w:type="dxa"/>
          </w:tcPr>
          <w:p w14:paraId="2D329CA7" w14:textId="37463B3C" w:rsidR="008C193F" w:rsidRPr="0096295D" w:rsidRDefault="008C193F" w:rsidP="008C193F">
            <w:pPr>
              <w:jc w:val="center"/>
              <w:rPr>
                <w:sz w:val="20"/>
                <w:szCs w:val="16"/>
              </w:rPr>
            </w:pPr>
            <w:r w:rsidRPr="0096295D">
              <w:rPr>
                <w:sz w:val="20"/>
                <w:szCs w:val="16"/>
              </w:rPr>
              <w:t>23.42</w:t>
            </w:r>
          </w:p>
        </w:tc>
        <w:tc>
          <w:tcPr>
            <w:tcW w:w="2790" w:type="dxa"/>
          </w:tcPr>
          <w:p w14:paraId="09B07548" w14:textId="0CFE679C" w:rsidR="008C193F" w:rsidRPr="0096295D" w:rsidRDefault="008C193F" w:rsidP="008C193F">
            <w:pPr>
              <w:jc w:val="center"/>
              <w:rPr>
                <w:sz w:val="20"/>
                <w:szCs w:val="16"/>
              </w:rPr>
            </w:pPr>
            <w:r w:rsidRPr="0096295D">
              <w:rPr>
                <w:sz w:val="20"/>
                <w:szCs w:val="16"/>
              </w:rPr>
              <w:t>0.14</w:t>
            </w:r>
          </w:p>
        </w:tc>
      </w:tr>
      <w:tr w:rsidR="008C193F" w:rsidRPr="0096295D" w14:paraId="53847C5C" w14:textId="77777777" w:rsidTr="00B62337">
        <w:trPr>
          <w:cantSplit/>
          <w:trHeight w:val="237"/>
          <w:jc w:val="center"/>
        </w:trPr>
        <w:tc>
          <w:tcPr>
            <w:tcW w:w="2790" w:type="dxa"/>
          </w:tcPr>
          <w:p w14:paraId="1EE89ED7" w14:textId="0CA68E8D" w:rsidR="008C193F" w:rsidRPr="0096295D" w:rsidRDefault="008C193F" w:rsidP="008C193F">
            <w:pPr>
              <w:pStyle w:val="Paragraph"/>
              <w:jc w:val="center"/>
            </w:pPr>
            <w:r w:rsidRPr="0096295D">
              <w:t>3</w:t>
            </w:r>
          </w:p>
        </w:tc>
        <w:tc>
          <w:tcPr>
            <w:tcW w:w="2790" w:type="dxa"/>
          </w:tcPr>
          <w:p w14:paraId="5D226B48" w14:textId="74F989A7" w:rsidR="008C193F" w:rsidRPr="0096295D" w:rsidRDefault="008C193F" w:rsidP="008C193F">
            <w:pPr>
              <w:jc w:val="center"/>
              <w:rPr>
                <w:sz w:val="20"/>
                <w:szCs w:val="16"/>
              </w:rPr>
            </w:pPr>
            <w:r w:rsidRPr="0096295D">
              <w:rPr>
                <w:sz w:val="20"/>
                <w:szCs w:val="16"/>
              </w:rPr>
              <w:t>20.30</w:t>
            </w:r>
          </w:p>
        </w:tc>
        <w:tc>
          <w:tcPr>
            <w:tcW w:w="2790" w:type="dxa"/>
          </w:tcPr>
          <w:p w14:paraId="0C7A8672" w14:textId="16D98871" w:rsidR="008C193F" w:rsidRPr="0096295D" w:rsidRDefault="008C193F" w:rsidP="008C193F">
            <w:pPr>
              <w:jc w:val="center"/>
              <w:rPr>
                <w:sz w:val="20"/>
                <w:szCs w:val="16"/>
              </w:rPr>
            </w:pPr>
            <w:r w:rsidRPr="0096295D">
              <w:rPr>
                <w:sz w:val="20"/>
                <w:szCs w:val="16"/>
              </w:rPr>
              <w:t>0.12</w:t>
            </w:r>
          </w:p>
        </w:tc>
      </w:tr>
      <w:tr w:rsidR="008C193F" w:rsidRPr="0096295D" w14:paraId="4075B827" w14:textId="77777777" w:rsidTr="00B62337">
        <w:trPr>
          <w:cantSplit/>
          <w:trHeight w:val="237"/>
          <w:jc w:val="center"/>
        </w:trPr>
        <w:tc>
          <w:tcPr>
            <w:tcW w:w="2790" w:type="dxa"/>
          </w:tcPr>
          <w:p w14:paraId="3B695A50" w14:textId="498CE420" w:rsidR="008C193F" w:rsidRPr="0096295D" w:rsidRDefault="008C193F" w:rsidP="008C193F">
            <w:pPr>
              <w:pStyle w:val="Paragraph"/>
              <w:jc w:val="center"/>
            </w:pPr>
            <w:r w:rsidRPr="0096295D">
              <w:t>4</w:t>
            </w:r>
          </w:p>
        </w:tc>
        <w:tc>
          <w:tcPr>
            <w:tcW w:w="2790" w:type="dxa"/>
          </w:tcPr>
          <w:p w14:paraId="53BA89A6" w14:textId="61F1CA00" w:rsidR="008C193F" w:rsidRPr="0096295D" w:rsidRDefault="008C193F" w:rsidP="008C193F">
            <w:pPr>
              <w:jc w:val="center"/>
              <w:rPr>
                <w:sz w:val="20"/>
                <w:szCs w:val="16"/>
              </w:rPr>
            </w:pPr>
            <w:r w:rsidRPr="0096295D">
              <w:rPr>
                <w:sz w:val="20"/>
                <w:szCs w:val="16"/>
              </w:rPr>
              <w:t>16.00</w:t>
            </w:r>
          </w:p>
        </w:tc>
        <w:tc>
          <w:tcPr>
            <w:tcW w:w="2790" w:type="dxa"/>
          </w:tcPr>
          <w:p w14:paraId="363F964C" w14:textId="32541671" w:rsidR="008C193F" w:rsidRPr="0096295D" w:rsidRDefault="008C193F" w:rsidP="008C193F">
            <w:pPr>
              <w:jc w:val="center"/>
              <w:rPr>
                <w:sz w:val="20"/>
                <w:szCs w:val="16"/>
              </w:rPr>
            </w:pPr>
            <w:r w:rsidRPr="0096295D">
              <w:rPr>
                <w:sz w:val="20"/>
                <w:szCs w:val="16"/>
              </w:rPr>
              <w:t>0.02</w:t>
            </w:r>
          </w:p>
        </w:tc>
      </w:tr>
      <w:tr w:rsidR="008C193F" w:rsidRPr="0096295D" w14:paraId="3CE30977" w14:textId="77777777" w:rsidTr="00B62337">
        <w:trPr>
          <w:cantSplit/>
          <w:trHeight w:val="237"/>
          <w:jc w:val="center"/>
        </w:trPr>
        <w:tc>
          <w:tcPr>
            <w:tcW w:w="2790" w:type="dxa"/>
          </w:tcPr>
          <w:p w14:paraId="6B1B7838" w14:textId="3D187CB0" w:rsidR="008C193F" w:rsidRPr="0096295D" w:rsidRDefault="008C193F" w:rsidP="008C193F">
            <w:pPr>
              <w:pStyle w:val="Paragraph"/>
              <w:jc w:val="center"/>
            </w:pPr>
            <w:r w:rsidRPr="0096295D">
              <w:t>5</w:t>
            </w:r>
          </w:p>
        </w:tc>
        <w:tc>
          <w:tcPr>
            <w:tcW w:w="2790" w:type="dxa"/>
          </w:tcPr>
          <w:p w14:paraId="17DFDC7B" w14:textId="7A0F6A59" w:rsidR="008C193F" w:rsidRPr="0096295D" w:rsidRDefault="008C193F" w:rsidP="008C193F">
            <w:pPr>
              <w:jc w:val="center"/>
              <w:rPr>
                <w:sz w:val="20"/>
                <w:szCs w:val="16"/>
              </w:rPr>
            </w:pPr>
            <w:r w:rsidRPr="0096295D">
              <w:rPr>
                <w:sz w:val="20"/>
                <w:szCs w:val="16"/>
              </w:rPr>
              <w:t>10.40</w:t>
            </w:r>
          </w:p>
        </w:tc>
        <w:tc>
          <w:tcPr>
            <w:tcW w:w="2790" w:type="dxa"/>
          </w:tcPr>
          <w:p w14:paraId="021A0FF6" w14:textId="5EEDBA27" w:rsidR="008C193F" w:rsidRPr="0096295D" w:rsidRDefault="008C193F" w:rsidP="000D24AA">
            <w:pPr>
              <w:keepNext/>
              <w:jc w:val="center"/>
              <w:rPr>
                <w:sz w:val="20"/>
                <w:szCs w:val="16"/>
              </w:rPr>
            </w:pPr>
            <w:r w:rsidRPr="0096295D">
              <w:rPr>
                <w:sz w:val="20"/>
                <w:szCs w:val="16"/>
              </w:rPr>
              <w:t>0.09</w:t>
            </w:r>
          </w:p>
        </w:tc>
      </w:tr>
    </w:tbl>
    <w:p w14:paraId="18284406" w14:textId="593D2EB1" w:rsidR="00AC7BBD" w:rsidRPr="0096295D" w:rsidRDefault="00AC7BBD" w:rsidP="00AC7BBD">
      <w:pPr>
        <w:pStyle w:val="Heading2"/>
      </w:pPr>
      <w:r w:rsidRPr="0096295D">
        <w:t xml:space="preserve">Sodium Rhodizonate </w:t>
      </w:r>
      <w:proofErr w:type="gramStart"/>
      <w:r w:rsidRPr="0096295D">
        <w:t>doped</w:t>
      </w:r>
      <w:proofErr w:type="gramEnd"/>
      <w:r w:rsidRPr="0096295D">
        <w:t xml:space="preserve"> Potassium Chloride (SR-PC)</w:t>
      </w:r>
    </w:p>
    <w:p w14:paraId="773DF556" w14:textId="3EF4FADF" w:rsidR="000E4177" w:rsidRPr="0096295D" w:rsidRDefault="00A61BF4" w:rsidP="00A61BF4">
      <w:pPr>
        <w:pStyle w:val="Paragraph"/>
      </w:pPr>
      <w:r w:rsidRPr="0096295D">
        <w:t>The</w:t>
      </w:r>
      <w:r w:rsidR="005A76AF" w:rsidRPr="0096295D">
        <w:t xml:space="preserve"> effort to improve the performance of SR can be achieved by adding </w:t>
      </w:r>
      <w:proofErr w:type="gramStart"/>
      <w:r w:rsidR="005A76AF" w:rsidRPr="0096295D">
        <w:t>the</w:t>
      </w:r>
      <w:proofErr w:type="gramEnd"/>
      <w:r w:rsidR="005A76AF" w:rsidRPr="0096295D">
        <w:t xml:space="preserve"> doping agent to enhance the </w:t>
      </w:r>
      <w:r w:rsidR="00D318DB" w:rsidRPr="0096295D">
        <w:t>ions within the composites. In this experiment, potassium chloride was added to the sodium rhodizonate with various concentrations to understand the effect of the doping presence. Potassium chloride is a salt doping agent with pH neutral</w:t>
      </w:r>
      <w:r w:rsidR="00AF2A01" w:rsidRPr="0096295D">
        <w:t xml:space="preserve">; it dissociates the anion, and the cation will be </w:t>
      </w:r>
      <w:r w:rsidR="00B43BDA" w:rsidRPr="0096295D">
        <w:t>separated</w:t>
      </w:r>
      <w:r w:rsidR="0049383A" w:rsidRPr="0096295D">
        <w:t xml:space="preserve"> </w:t>
      </w:r>
      <w:r w:rsidR="00B43BDA" w:rsidRPr="0096295D">
        <w:t xml:space="preserve">completely </w:t>
      </w:r>
      <w:r w:rsidR="00AF2A01" w:rsidRPr="0096295D">
        <w:t xml:space="preserve">within the </w:t>
      </w:r>
      <w:r w:rsidR="00B43BDA" w:rsidRPr="0096295D">
        <w:t>solvent</w:t>
      </w:r>
      <w:r w:rsidR="00AF2A01" w:rsidRPr="0096295D">
        <w:t xml:space="preserve"> to maximize the </w:t>
      </w:r>
      <w:r w:rsidR="00442DFD" w:rsidRPr="0096295D">
        <w:t>number</w:t>
      </w:r>
      <w:r w:rsidR="00AF2A01" w:rsidRPr="0096295D">
        <w:t xml:space="preserve"> of ions within the composites. However, the presence of potassium chloride is related to increasing the specific capacity of the active materials instead of the stability of the chemical and mechanical properties.</w:t>
      </w:r>
    </w:p>
    <w:p w14:paraId="2E37B098" w14:textId="31485854" w:rsidR="004D7F63" w:rsidRPr="0096295D" w:rsidRDefault="00F948FC" w:rsidP="006649EE">
      <w:pPr>
        <w:pStyle w:val="Paragraph"/>
      </w:pPr>
      <w:r w:rsidRPr="0096295D">
        <w:t>The result showed that potassium chloride in the sodium rhodizonate</w:t>
      </w:r>
      <w:r w:rsidR="00B43BDA" w:rsidRPr="0096295D">
        <w:t xml:space="preserve"> has successfully improved the peak performance of storage throughout the variations</w:t>
      </w:r>
      <w:r w:rsidR="00BD2384" w:rsidRPr="0096295D">
        <w:t xml:space="preserve"> (Figure 4a)</w:t>
      </w:r>
      <w:r w:rsidR="00B43BDA" w:rsidRPr="0096295D">
        <w:t xml:space="preserve">. </w:t>
      </w:r>
      <w:r w:rsidR="004D7F63" w:rsidRPr="0096295D">
        <w:t xml:space="preserve">The presence of potassium ions playing an important role to reduce the charge transfer resistance </w:t>
      </w:r>
      <w:sdt>
        <w:sdtPr>
          <w:rPr>
            <w:color w:val="000000"/>
          </w:rPr>
          <w:tag w:val="MENDELEY_CITATION_v3_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"/>
          <w:id w:val="-22099732"/>
          <w:placeholder>
            <w:docPart w:val="DefaultPlaceholder_-1854013440"/>
          </w:placeholder>
        </w:sdtPr>
        <w:sdtContent>
          <w:r w:rsidR="00D16999" w:rsidRPr="0096295D">
            <w:rPr>
              <w:color w:val="000000"/>
            </w:rPr>
            <w:t>[25]</w:t>
          </w:r>
        </w:sdtContent>
      </w:sdt>
      <w:r w:rsidR="004D7F63" w:rsidRPr="0096295D">
        <w:rPr>
          <w:color w:val="000000"/>
        </w:rPr>
        <w:t xml:space="preserve">, the appropriate </w:t>
      </w:r>
      <w:r w:rsidR="00145B31" w:rsidRPr="0096295D">
        <w:rPr>
          <w:color w:val="000000"/>
        </w:rPr>
        <w:t xml:space="preserve">concentration of potassium can enlarge the interlayer spacing of the material, thereby aiding the diffusion of sodium ions </w:t>
      </w:r>
      <w:sdt>
        <w:sdtPr>
          <w:rPr>
            <w:color w:val="000000"/>
          </w:rPr>
          <w:tag w:val="MENDELEY_CITATION_v3_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"/>
          <w:id w:val="1484507416"/>
          <w:placeholder>
            <w:docPart w:val="DefaultPlaceholder_-1854013440"/>
          </w:placeholder>
        </w:sdtPr>
        <w:sdtContent>
          <w:r w:rsidR="00D16999" w:rsidRPr="0096295D">
            <w:rPr>
              <w:color w:val="000000"/>
            </w:rPr>
            <w:t>[26]</w:t>
          </w:r>
        </w:sdtContent>
      </w:sdt>
      <w:r w:rsidR="00145B31" w:rsidRPr="0096295D">
        <w:rPr>
          <w:color w:val="000000"/>
        </w:rPr>
        <w:t>.</w:t>
      </w:r>
    </w:p>
    <w:p w14:paraId="6F96C560" w14:textId="02F28DD4" w:rsidR="00F948FC" w:rsidRPr="0096295D" w:rsidRDefault="00920472" w:rsidP="006649EE">
      <w:pPr>
        <w:pStyle w:val="Paragraph"/>
      </w:pPr>
      <w:r w:rsidRPr="0096295D">
        <w:t>The highest peak performance is achieved with the 15 wt% of potassium chloride by ~81% from the original SR, whilst the least improvement is achieved by the 25 wt% of potassium chloride with 46%.</w:t>
      </w:r>
      <w:r w:rsidR="006649EE" w:rsidRPr="0096295D">
        <w:t xml:space="preserve"> </w:t>
      </w:r>
      <w:r w:rsidR="00B43BDA" w:rsidRPr="0096295D">
        <w:t xml:space="preserve">However, the ability to retain the chemical and mechanical stability of composites during charge-discharge </w:t>
      </w:r>
      <w:r w:rsidRPr="0096295D">
        <w:t>is severe and needs further improvement</w:t>
      </w:r>
      <w:r w:rsidR="00BD2384" w:rsidRPr="0096295D">
        <w:t xml:space="preserve"> (Figure 4b)</w:t>
      </w:r>
      <w:r w:rsidRPr="0096295D">
        <w:t>.</w:t>
      </w:r>
      <w:r w:rsidR="007D467B" w:rsidRPr="0096295D">
        <w:t xml:space="preserve"> The CV measurement</w:t>
      </w:r>
      <w:r w:rsidR="00BD2384" w:rsidRPr="0096295D">
        <w:t xml:space="preserve"> (Figure 5f)</w:t>
      </w:r>
      <w:r w:rsidR="007D467B" w:rsidRPr="0096295D">
        <w:t xml:space="preserve"> confirmed the reason behind the impairment of the storage performance </w:t>
      </w:r>
      <w:r w:rsidR="007D467B" w:rsidRPr="0096295D">
        <w:lastRenderedPageBreak/>
        <w:t xml:space="preserve">related to the </w:t>
      </w:r>
      <w:r w:rsidR="00260B48" w:rsidRPr="0096295D">
        <w:t>depletion of the ions moving through electrodes since the response voltage from the active material is weakened through the subsequent cycles.</w:t>
      </w:r>
    </w:p>
    <w:p w14:paraId="4F8867FA" w14:textId="77777777" w:rsidR="005C282A" w:rsidRPr="0096295D" w:rsidRDefault="005C282A" w:rsidP="00EB0FD0">
      <w:pPr>
        <w:pStyle w:val="Paragraph"/>
        <w:ind w:firstLine="0"/>
      </w:pPr>
    </w:p>
    <w:p w14:paraId="1181FA61" w14:textId="49FB3307" w:rsidR="006804D6" w:rsidRPr="0096295D" w:rsidRDefault="000C4182" w:rsidP="006804D6">
      <w:pPr>
        <w:pStyle w:val="Paragraph"/>
        <w:ind w:firstLine="0"/>
        <w:jc w:val="center"/>
      </w:pPr>
      <w:r w:rsidRPr="0096295D">
        <w:rPr>
          <w:noProof/>
        </w:rPr>
        <w:drawing>
          <wp:inline distT="0" distB="0" distL="0" distR="0" wp14:anchorId="7E97557B" wp14:editId="7D7024C8">
            <wp:extent cx="5890895" cy="1268532"/>
            <wp:effectExtent l="0" t="0" r="0" b="0"/>
            <wp:docPr id="1250848530" name="Chart 1">
              <a:extLst xmlns:a="http://schemas.openxmlformats.org/drawingml/2006/main">
                <a:ext uri="{FF2B5EF4-FFF2-40B4-BE49-F238E27FC236}">
                  <a16:creationId xmlns:a16="http://schemas.microsoft.com/office/drawing/2014/main" id="{FED59655-6B1A-EE3E-6EFE-6871B86FA4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AA29D9D" w14:textId="145008B0" w:rsidR="006804D6" w:rsidRPr="0096295D" w:rsidRDefault="0062006D" w:rsidP="006804D6">
      <w:pPr>
        <w:pStyle w:val="Paragraph"/>
        <w:ind w:firstLine="0"/>
        <w:jc w:val="center"/>
      </w:pPr>
      <w:r w:rsidRPr="0096295D">
        <w:t>4a</w:t>
      </w:r>
    </w:p>
    <w:p w14:paraId="2744532C" w14:textId="10573838" w:rsidR="006804D6" w:rsidRPr="0096295D" w:rsidRDefault="00F73D7C" w:rsidP="006804D6">
      <w:pPr>
        <w:pStyle w:val="Paragraph"/>
        <w:ind w:firstLine="0"/>
        <w:jc w:val="center"/>
      </w:pPr>
      <w:r w:rsidRPr="0096295D">
        <w:rPr>
          <w:noProof/>
        </w:rPr>
        <w:drawing>
          <wp:inline distT="0" distB="0" distL="0" distR="0" wp14:anchorId="7D146FD1" wp14:editId="332621FD">
            <wp:extent cx="5966460" cy="1331089"/>
            <wp:effectExtent l="0" t="0" r="0" b="2540"/>
            <wp:docPr id="755773232" name="Chart 1">
              <a:extLst xmlns:a="http://schemas.openxmlformats.org/drawingml/2006/main">
                <a:ext uri="{FF2B5EF4-FFF2-40B4-BE49-F238E27FC236}">
                  <a16:creationId xmlns:a16="http://schemas.microsoft.com/office/drawing/2014/main" id="{3E31CD9F-1222-F61F-229B-2C2B9B29A5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A1D3DA7" w14:textId="23E733EE" w:rsidR="000D24AA" w:rsidRPr="0096295D" w:rsidRDefault="0062006D" w:rsidP="0062006D">
      <w:pPr>
        <w:pStyle w:val="Paragraph"/>
        <w:ind w:firstLine="0"/>
        <w:jc w:val="center"/>
      </w:pPr>
      <w:r w:rsidRPr="0096295D">
        <w:t>4b</w:t>
      </w:r>
    </w:p>
    <w:p w14:paraId="2A258C99" w14:textId="5AA54AEF" w:rsidR="00EB0FD0" w:rsidRPr="0096295D" w:rsidRDefault="000D24AA" w:rsidP="000D24AA">
      <w:pPr>
        <w:pStyle w:val="Caption"/>
        <w:jc w:val="center"/>
        <w:rPr>
          <w:i w:val="0"/>
          <w:iCs w:val="0"/>
          <w:color w:val="auto"/>
        </w:rPr>
      </w:pPr>
      <w:r w:rsidRPr="0096295D">
        <w:rPr>
          <w:i w:val="0"/>
          <w:iCs w:val="0"/>
          <w:color w:val="auto"/>
        </w:rPr>
        <w:t xml:space="preserve">Figure </w:t>
      </w:r>
      <w:r w:rsidRPr="0096295D">
        <w:rPr>
          <w:i w:val="0"/>
          <w:iCs w:val="0"/>
          <w:color w:val="auto"/>
        </w:rPr>
        <w:fldChar w:fldCharType="begin"/>
      </w:r>
      <w:r w:rsidRPr="0096295D">
        <w:rPr>
          <w:i w:val="0"/>
          <w:iCs w:val="0"/>
          <w:color w:val="auto"/>
        </w:rPr>
        <w:instrText xml:space="preserve"> SEQ Figure \* ARABIC </w:instrText>
      </w:r>
      <w:r w:rsidRPr="0096295D">
        <w:rPr>
          <w:i w:val="0"/>
          <w:iCs w:val="0"/>
          <w:color w:val="auto"/>
        </w:rPr>
        <w:fldChar w:fldCharType="separate"/>
      </w:r>
      <w:r w:rsidR="00195F82" w:rsidRPr="0096295D">
        <w:rPr>
          <w:i w:val="0"/>
          <w:iCs w:val="0"/>
          <w:noProof/>
          <w:color w:val="auto"/>
        </w:rPr>
        <w:t>4</w:t>
      </w:r>
      <w:r w:rsidRPr="0096295D">
        <w:rPr>
          <w:i w:val="0"/>
          <w:iCs w:val="0"/>
          <w:color w:val="auto"/>
        </w:rPr>
        <w:fldChar w:fldCharType="end"/>
      </w:r>
      <w:r w:rsidRPr="0096295D">
        <w:rPr>
          <w:i w:val="0"/>
          <w:iCs w:val="0"/>
          <w:color w:val="auto"/>
        </w:rPr>
        <w:t xml:space="preserve">(a) </w:t>
      </w:r>
      <w:r w:rsidR="006564AA" w:rsidRPr="0096295D">
        <w:rPr>
          <w:i w:val="0"/>
          <w:iCs w:val="0"/>
          <w:color w:val="auto"/>
        </w:rPr>
        <w:t xml:space="preserve">The peak performance of SR-PC15 </w:t>
      </w:r>
      <w:r w:rsidR="0002050D" w:rsidRPr="0096295D">
        <w:rPr>
          <w:i w:val="0"/>
          <w:iCs w:val="0"/>
          <w:color w:val="auto"/>
        </w:rPr>
        <w:t>contributes</w:t>
      </w:r>
      <w:r w:rsidR="006564AA" w:rsidRPr="0096295D">
        <w:rPr>
          <w:i w:val="0"/>
          <w:iCs w:val="0"/>
          <w:color w:val="auto"/>
        </w:rPr>
        <w:t xml:space="preserve"> the most effective to </w:t>
      </w:r>
      <w:proofErr w:type="gramStart"/>
      <w:r w:rsidR="006564AA" w:rsidRPr="0096295D">
        <w:rPr>
          <w:i w:val="0"/>
          <w:iCs w:val="0"/>
          <w:color w:val="auto"/>
        </w:rPr>
        <w:t>enlarge</w:t>
      </w:r>
      <w:proofErr w:type="gramEnd"/>
      <w:r w:rsidR="006564AA" w:rsidRPr="0096295D">
        <w:rPr>
          <w:i w:val="0"/>
          <w:iCs w:val="0"/>
          <w:color w:val="auto"/>
        </w:rPr>
        <w:t xml:space="preserve"> the interlayer spacing material</w:t>
      </w:r>
      <w:r w:rsidRPr="0096295D">
        <w:rPr>
          <w:i w:val="0"/>
          <w:iCs w:val="0"/>
          <w:color w:val="auto"/>
        </w:rPr>
        <w:t>; Figure 4(b) The charging result of SR-PC15 (the optimum condition) until the 50th cycle.</w:t>
      </w:r>
    </w:p>
    <w:p w14:paraId="7AD516EF" w14:textId="584B5A35" w:rsidR="00EB0FD0" w:rsidRPr="0096295D" w:rsidRDefault="00512EB5" w:rsidP="009A147B">
      <w:pPr>
        <w:pStyle w:val="Paragraph"/>
      </w:pPr>
      <w:r w:rsidRPr="0096295D">
        <w:t xml:space="preserve">Taking further </w:t>
      </w:r>
      <w:r w:rsidR="00F62047" w:rsidRPr="0096295D">
        <w:t xml:space="preserve">the detail of the result, </w:t>
      </w:r>
      <w:r w:rsidR="00EB0FD0" w:rsidRPr="0096295D">
        <w:t xml:space="preserve">to understand the </w:t>
      </w:r>
      <w:r w:rsidR="00113ADC" w:rsidRPr="0096295D">
        <w:t>behavior of chemical and mechanical stability, we will deep look and analyze the trend after the second cycle until the fifteenth; we choose until the fifteenth cycle due to the following cycle being very flat</w:t>
      </w:r>
      <w:r w:rsidR="00BD2384" w:rsidRPr="0096295D">
        <w:t>,</w:t>
      </w:r>
      <w:r w:rsidR="00113ADC" w:rsidRPr="0096295D">
        <w:t xml:space="preserve"> which leads to a better condition for the retainment, but we need to consider the least desirable condition</w:t>
      </w:r>
      <w:r w:rsidR="00BD2384" w:rsidRPr="0096295D">
        <w:t xml:space="preserve"> (Figure 5a-5e)</w:t>
      </w:r>
      <w:r w:rsidR="00113ADC" w:rsidRPr="0096295D">
        <w:t>.</w:t>
      </w:r>
    </w:p>
    <w:p w14:paraId="2B405AE7" w14:textId="4C9BF559" w:rsidR="00B43BDA" w:rsidRPr="0096295D" w:rsidRDefault="00113ADC" w:rsidP="009A147B">
      <w:pPr>
        <w:pStyle w:val="Paragraph"/>
      </w:pPr>
      <w:r w:rsidRPr="0096295D">
        <w:t>T</w:t>
      </w:r>
      <w:r w:rsidR="00F62047" w:rsidRPr="0096295D">
        <w:t xml:space="preserve">he </w:t>
      </w:r>
      <w:r w:rsidR="00F62047" w:rsidRPr="0096295D">
        <w:rPr>
          <w:i/>
          <w:iCs/>
        </w:rPr>
        <w:t xml:space="preserve">n </w:t>
      </w:r>
      <w:r w:rsidR="00F62047" w:rsidRPr="0096295D">
        <w:t xml:space="preserve">value for all variations shows a greater value than the original SR, displaying the opportunity for a more sustainable degradation rate in the next cycles, leading to the better performance of active materials when deployed as energy storage material. The optimum condition is achieved with </w:t>
      </w:r>
      <w:proofErr w:type="gramStart"/>
      <w:r w:rsidR="00F62047" w:rsidRPr="0096295D">
        <w:t>the 20</w:t>
      </w:r>
      <w:proofErr w:type="gramEnd"/>
      <w:r w:rsidR="00F62047" w:rsidRPr="0096295D">
        <w:t>wt% rather than the original SR</w:t>
      </w:r>
      <w:r w:rsidR="00BD2384" w:rsidRPr="0096295D">
        <w:t xml:space="preserve"> (Table 2)</w:t>
      </w:r>
      <w:r w:rsidR="00F62047" w:rsidRPr="0096295D">
        <w:t xml:space="preserve">. </w:t>
      </w:r>
    </w:p>
    <w:p w14:paraId="2F7212AC" w14:textId="59C266BE" w:rsidR="00F62047" w:rsidRPr="0096295D" w:rsidRDefault="00F62047" w:rsidP="00EB0FD0">
      <w:pPr>
        <w:pStyle w:val="Paragraph"/>
      </w:pPr>
      <w:r w:rsidRPr="0096295D">
        <w:t xml:space="preserve">On the contrary, the </w:t>
      </w:r>
      <w:r w:rsidRPr="0096295D">
        <w:rPr>
          <w:i/>
          <w:iCs/>
        </w:rPr>
        <w:t>k</w:t>
      </w:r>
      <w:r w:rsidRPr="0096295D">
        <w:t xml:space="preserve"> value of all variations shows </w:t>
      </w:r>
      <w:r w:rsidR="00EB0FD0" w:rsidRPr="0096295D">
        <w:t>fewer</w:t>
      </w:r>
      <w:r w:rsidRPr="0096295D">
        <w:t xml:space="preserve"> solid results, which leads to the materials </w:t>
      </w:r>
      <w:r w:rsidR="00145B31" w:rsidRPr="0096295D">
        <w:t>having</w:t>
      </w:r>
      <w:r w:rsidRPr="0096295D">
        <w:t xml:space="preserve"> a huge degradation rate in the early usage unless the 25wt%. </w:t>
      </w:r>
      <w:proofErr w:type="gramStart"/>
      <w:r w:rsidR="00EB0FD0" w:rsidRPr="0096295D">
        <w:t xml:space="preserve">The </w:t>
      </w:r>
      <w:r w:rsidR="00EB0FD0" w:rsidRPr="0096295D">
        <w:rPr>
          <w:i/>
          <w:iCs/>
        </w:rPr>
        <w:t>k</w:t>
      </w:r>
      <w:proofErr w:type="gramEnd"/>
      <w:r w:rsidR="00EB0FD0" w:rsidRPr="0096295D">
        <w:rPr>
          <w:i/>
          <w:iCs/>
        </w:rPr>
        <w:t xml:space="preserve"> </w:t>
      </w:r>
      <w:r w:rsidR="00EB0FD0" w:rsidRPr="0096295D">
        <w:t xml:space="preserve">value performance of the SR-PC25 is inseparable </w:t>
      </w:r>
      <w:r w:rsidR="00113ADC" w:rsidRPr="0096295D">
        <w:t>from</w:t>
      </w:r>
      <w:r w:rsidR="00EB0FD0" w:rsidRPr="0096295D">
        <w:t xml:space="preserve"> the fact that the degradation from the second cycle to the fifteenth is fewer among the others. In fact, the performance of composites is not only dependent on the </w:t>
      </w:r>
      <w:r w:rsidR="00EB0FD0" w:rsidRPr="0096295D">
        <w:rPr>
          <w:i/>
          <w:iCs/>
        </w:rPr>
        <w:t xml:space="preserve">k </w:t>
      </w:r>
      <w:r w:rsidR="00EB0FD0" w:rsidRPr="0096295D">
        <w:t>value but also their interaction with the other parameters.</w:t>
      </w:r>
    </w:p>
    <w:p w14:paraId="188C1BC4" w14:textId="0C750A61" w:rsidR="00EB0FD0" w:rsidRPr="0096295D" w:rsidRDefault="00EB0FD0" w:rsidP="00113ADC">
      <w:pPr>
        <w:pStyle w:val="Paragraph"/>
      </w:pPr>
      <w:r w:rsidRPr="0096295D">
        <w:t>The R-square value of the SR-PC composites showed that the materials are more likely to follow the power trendline; this implies that the doping makes the composites more reliable in the long term since the degradation rate will be more stable in the following cycles rather than the original SR.</w:t>
      </w:r>
    </w:p>
    <w:p w14:paraId="4F095E92" w14:textId="77777777" w:rsidR="00EB0FD0" w:rsidRPr="0096295D" w:rsidRDefault="00EB0FD0" w:rsidP="005C282A">
      <w:pPr>
        <w:pStyle w:val="Paragraph"/>
        <w:jc w:val="center"/>
      </w:pPr>
    </w:p>
    <w:p w14:paraId="1B04BB69" w14:textId="7BB5FCFE" w:rsidR="000D24AA" w:rsidRPr="0096295D" w:rsidRDefault="000D24AA" w:rsidP="000D24AA">
      <w:pPr>
        <w:pStyle w:val="Caption"/>
        <w:keepNext/>
        <w:jc w:val="center"/>
        <w:rPr>
          <w:i w:val="0"/>
          <w:iCs w:val="0"/>
          <w:color w:val="auto"/>
        </w:rPr>
      </w:pPr>
      <w:r w:rsidRPr="0096295D">
        <w:rPr>
          <w:i w:val="0"/>
          <w:iCs w:val="0"/>
          <w:color w:val="auto"/>
        </w:rPr>
        <w:t xml:space="preserve">TABLE </w:t>
      </w:r>
      <w:r w:rsidRPr="0096295D">
        <w:rPr>
          <w:i w:val="0"/>
          <w:iCs w:val="0"/>
          <w:color w:val="auto"/>
        </w:rPr>
        <w:fldChar w:fldCharType="begin"/>
      </w:r>
      <w:r w:rsidRPr="0096295D">
        <w:rPr>
          <w:i w:val="0"/>
          <w:iCs w:val="0"/>
          <w:color w:val="auto"/>
        </w:rPr>
        <w:instrText xml:space="preserve"> SEQ TABLE \* ARABIC </w:instrText>
      </w:r>
      <w:r w:rsidRPr="0096295D">
        <w:rPr>
          <w:i w:val="0"/>
          <w:iCs w:val="0"/>
          <w:color w:val="auto"/>
        </w:rPr>
        <w:fldChar w:fldCharType="separate"/>
      </w:r>
      <w:r w:rsidR="00195F82" w:rsidRPr="0096295D">
        <w:rPr>
          <w:i w:val="0"/>
          <w:iCs w:val="0"/>
          <w:noProof/>
          <w:color w:val="auto"/>
        </w:rPr>
        <w:t>2</w:t>
      </w:r>
      <w:r w:rsidRPr="0096295D">
        <w:rPr>
          <w:i w:val="0"/>
          <w:iCs w:val="0"/>
          <w:color w:val="auto"/>
        </w:rPr>
        <w:fldChar w:fldCharType="end"/>
      </w:r>
      <w:r w:rsidRPr="0096295D">
        <w:rPr>
          <w:i w:val="0"/>
          <w:iCs w:val="0"/>
          <w:color w:val="auto"/>
        </w:rPr>
        <w:t xml:space="preserve"> </w:t>
      </w:r>
      <w:r w:rsidR="00563EDE" w:rsidRPr="0096295D">
        <w:rPr>
          <w:i w:val="0"/>
          <w:iCs w:val="0"/>
          <w:color w:val="auto"/>
        </w:rPr>
        <w:t>T</w:t>
      </w:r>
      <w:r w:rsidRPr="0096295D">
        <w:rPr>
          <w:i w:val="0"/>
          <w:iCs w:val="0"/>
          <w:color w:val="auto"/>
        </w:rPr>
        <w:t>he n, k, and r-square values of the SR-PC composites</w:t>
      </w:r>
    </w:p>
    <w:tbl>
      <w:tblPr>
        <w:tblW w:w="8730" w:type="dxa"/>
        <w:jc w:val="center"/>
        <w:tblBorders>
          <w:bottom w:val="single" w:sz="4" w:space="0" w:color="auto"/>
        </w:tblBorders>
        <w:tblLayout w:type="fixed"/>
        <w:tblLook w:val="0000" w:firstRow="0" w:lastRow="0" w:firstColumn="0" w:lastColumn="0" w:noHBand="0" w:noVBand="0"/>
      </w:tblPr>
      <w:tblGrid>
        <w:gridCol w:w="2520"/>
        <w:gridCol w:w="1890"/>
        <w:gridCol w:w="2520"/>
        <w:gridCol w:w="1800"/>
      </w:tblGrid>
      <w:tr w:rsidR="00EB0FD0" w:rsidRPr="0096295D" w14:paraId="20AB97A4" w14:textId="77777777" w:rsidTr="00B62337">
        <w:trPr>
          <w:cantSplit/>
          <w:trHeight w:val="272"/>
          <w:jc w:val="center"/>
        </w:trPr>
        <w:tc>
          <w:tcPr>
            <w:tcW w:w="2520" w:type="dxa"/>
            <w:tcBorders>
              <w:top w:val="single" w:sz="4" w:space="0" w:color="auto"/>
              <w:bottom w:val="single" w:sz="4" w:space="0" w:color="auto"/>
            </w:tcBorders>
            <w:vAlign w:val="center"/>
          </w:tcPr>
          <w:p w14:paraId="385675DD" w14:textId="77777777" w:rsidR="00EB0FD0" w:rsidRPr="0096295D" w:rsidRDefault="00EB0FD0" w:rsidP="00B62337">
            <w:pPr>
              <w:jc w:val="center"/>
              <w:rPr>
                <w:bCs/>
                <w:sz w:val="18"/>
                <w:szCs w:val="18"/>
              </w:rPr>
            </w:pPr>
            <w:r w:rsidRPr="0096295D">
              <w:rPr>
                <w:bCs/>
                <w:sz w:val="18"/>
                <w:szCs w:val="18"/>
              </w:rPr>
              <w:t>Cycle</w:t>
            </w:r>
          </w:p>
        </w:tc>
        <w:tc>
          <w:tcPr>
            <w:tcW w:w="1890" w:type="dxa"/>
            <w:tcBorders>
              <w:top w:val="single" w:sz="4" w:space="0" w:color="auto"/>
              <w:bottom w:val="single" w:sz="4" w:space="0" w:color="auto"/>
            </w:tcBorders>
            <w:vAlign w:val="center"/>
          </w:tcPr>
          <w:p w14:paraId="67F4845C" w14:textId="77777777" w:rsidR="00EB0FD0" w:rsidRPr="0096295D" w:rsidRDefault="00EB0FD0" w:rsidP="00B62337">
            <w:pPr>
              <w:jc w:val="center"/>
              <w:rPr>
                <w:bCs/>
                <w:sz w:val="18"/>
                <w:szCs w:val="18"/>
              </w:rPr>
            </w:pPr>
            <w:r w:rsidRPr="0096295D">
              <w:rPr>
                <w:bCs/>
                <w:sz w:val="18"/>
                <w:szCs w:val="18"/>
              </w:rPr>
              <w:t>n</w:t>
            </w:r>
          </w:p>
        </w:tc>
        <w:tc>
          <w:tcPr>
            <w:tcW w:w="2520" w:type="dxa"/>
            <w:tcBorders>
              <w:top w:val="single" w:sz="4" w:space="0" w:color="auto"/>
              <w:bottom w:val="single" w:sz="4" w:space="0" w:color="auto"/>
            </w:tcBorders>
          </w:tcPr>
          <w:p w14:paraId="2A86BEE6" w14:textId="77777777" w:rsidR="00EB0FD0" w:rsidRPr="0096295D" w:rsidRDefault="00EB0FD0" w:rsidP="00B62337">
            <w:pPr>
              <w:jc w:val="center"/>
              <w:rPr>
                <w:bCs/>
                <w:sz w:val="18"/>
                <w:szCs w:val="18"/>
              </w:rPr>
            </w:pPr>
            <w:r w:rsidRPr="0096295D">
              <w:rPr>
                <w:bCs/>
                <w:sz w:val="18"/>
                <w:szCs w:val="18"/>
              </w:rPr>
              <w:t>k</w:t>
            </w:r>
          </w:p>
        </w:tc>
        <w:tc>
          <w:tcPr>
            <w:tcW w:w="1800" w:type="dxa"/>
            <w:tcBorders>
              <w:top w:val="single" w:sz="4" w:space="0" w:color="auto"/>
              <w:bottom w:val="single" w:sz="4" w:space="0" w:color="auto"/>
            </w:tcBorders>
            <w:vAlign w:val="center"/>
          </w:tcPr>
          <w:p w14:paraId="0E56529A" w14:textId="77777777" w:rsidR="00EB0FD0" w:rsidRPr="0096295D" w:rsidRDefault="00000000" w:rsidP="00B62337">
            <w:pPr>
              <w:jc w:val="center"/>
              <w:rPr>
                <w:bCs/>
                <w:sz w:val="18"/>
                <w:szCs w:val="18"/>
              </w:rPr>
            </w:pPr>
            <m:oMathPara>
              <m:oMath>
                <m:sSup>
                  <m:sSupPr>
                    <m:ctrlPr>
                      <w:rPr>
                        <w:rFonts w:ascii="Cambria Math" w:hAnsi="Cambria Math"/>
                        <w:bCs/>
                        <w:i/>
                        <w:sz w:val="18"/>
                        <w:szCs w:val="18"/>
                      </w:rPr>
                    </m:ctrlPr>
                  </m:sSupPr>
                  <m:e>
                    <m:r>
                      <w:rPr>
                        <w:rFonts w:ascii="Cambria Math" w:hAnsi="Cambria Math"/>
                        <w:sz w:val="18"/>
                        <w:szCs w:val="18"/>
                      </w:rPr>
                      <m:t>R</m:t>
                    </m:r>
                  </m:e>
                  <m:sup>
                    <m:r>
                      <w:rPr>
                        <w:rFonts w:ascii="Cambria Math" w:hAnsi="Cambria Math"/>
                        <w:sz w:val="18"/>
                        <w:szCs w:val="18"/>
                      </w:rPr>
                      <m:t>2</m:t>
                    </m:r>
                  </m:sup>
                </m:sSup>
              </m:oMath>
            </m:oMathPara>
          </w:p>
        </w:tc>
      </w:tr>
      <w:tr w:rsidR="00EB0FD0" w:rsidRPr="0096295D" w14:paraId="578CAE38" w14:textId="77777777" w:rsidTr="00B62337">
        <w:trPr>
          <w:cantSplit/>
          <w:jc w:val="center"/>
        </w:trPr>
        <w:tc>
          <w:tcPr>
            <w:tcW w:w="2520" w:type="dxa"/>
            <w:tcBorders>
              <w:top w:val="nil"/>
            </w:tcBorders>
          </w:tcPr>
          <w:p w14:paraId="71E5432B" w14:textId="77777777" w:rsidR="00EB0FD0" w:rsidRPr="0096295D" w:rsidRDefault="00EB0FD0" w:rsidP="00B62337">
            <w:pPr>
              <w:pStyle w:val="Paragraph"/>
              <w:jc w:val="center"/>
              <w:rPr>
                <w:sz w:val="18"/>
                <w:szCs w:val="18"/>
              </w:rPr>
            </w:pPr>
            <w:r w:rsidRPr="0096295D">
              <w:rPr>
                <w:sz w:val="18"/>
                <w:szCs w:val="18"/>
              </w:rPr>
              <w:t>SR</w:t>
            </w:r>
          </w:p>
        </w:tc>
        <w:tc>
          <w:tcPr>
            <w:tcW w:w="1890" w:type="dxa"/>
            <w:tcBorders>
              <w:top w:val="nil"/>
            </w:tcBorders>
            <w:vAlign w:val="center"/>
          </w:tcPr>
          <w:p w14:paraId="034ECB9A" w14:textId="77777777" w:rsidR="00EB0FD0" w:rsidRPr="0096295D" w:rsidRDefault="00EB0FD0" w:rsidP="00B62337">
            <w:pPr>
              <w:jc w:val="center"/>
              <w:rPr>
                <w:sz w:val="18"/>
                <w:szCs w:val="18"/>
              </w:rPr>
            </w:pPr>
            <w:r w:rsidRPr="0096295D">
              <w:rPr>
                <w:color w:val="000000"/>
                <w:sz w:val="18"/>
                <w:szCs w:val="18"/>
              </w:rPr>
              <w:t>1.206</w:t>
            </w:r>
          </w:p>
        </w:tc>
        <w:tc>
          <w:tcPr>
            <w:tcW w:w="2520" w:type="dxa"/>
            <w:tcBorders>
              <w:top w:val="nil"/>
            </w:tcBorders>
            <w:vAlign w:val="center"/>
          </w:tcPr>
          <w:p w14:paraId="00E5738B" w14:textId="77777777" w:rsidR="00EB0FD0" w:rsidRPr="0096295D" w:rsidRDefault="00EB0FD0" w:rsidP="00B62337">
            <w:pPr>
              <w:jc w:val="center"/>
              <w:rPr>
                <w:sz w:val="18"/>
                <w:szCs w:val="18"/>
              </w:rPr>
            </w:pPr>
            <w:r w:rsidRPr="0096295D">
              <w:rPr>
                <w:color w:val="000000"/>
                <w:sz w:val="18"/>
                <w:szCs w:val="18"/>
              </w:rPr>
              <w:t>298</w:t>
            </w:r>
          </w:p>
        </w:tc>
        <w:tc>
          <w:tcPr>
            <w:tcW w:w="1800" w:type="dxa"/>
            <w:tcBorders>
              <w:top w:val="nil"/>
            </w:tcBorders>
          </w:tcPr>
          <w:p w14:paraId="7D8E4F7F" w14:textId="77777777" w:rsidR="00EB0FD0" w:rsidRPr="0096295D" w:rsidRDefault="00EB0FD0" w:rsidP="00B62337">
            <w:pPr>
              <w:jc w:val="center"/>
              <w:rPr>
                <w:sz w:val="18"/>
                <w:szCs w:val="18"/>
              </w:rPr>
            </w:pPr>
            <w:r w:rsidRPr="0096295D">
              <w:rPr>
                <w:sz w:val="18"/>
                <w:szCs w:val="18"/>
              </w:rPr>
              <w:t>0.7932</w:t>
            </w:r>
          </w:p>
        </w:tc>
      </w:tr>
      <w:tr w:rsidR="00EB0FD0" w:rsidRPr="0096295D" w14:paraId="5D2F1F45" w14:textId="77777777" w:rsidTr="00B62337">
        <w:trPr>
          <w:cantSplit/>
          <w:jc w:val="center"/>
        </w:trPr>
        <w:tc>
          <w:tcPr>
            <w:tcW w:w="2520" w:type="dxa"/>
          </w:tcPr>
          <w:p w14:paraId="4B048784" w14:textId="77777777" w:rsidR="00EB0FD0" w:rsidRPr="0096295D" w:rsidRDefault="00EB0FD0" w:rsidP="00B62337">
            <w:pPr>
              <w:pStyle w:val="Paragraph"/>
              <w:jc w:val="center"/>
              <w:rPr>
                <w:sz w:val="18"/>
                <w:szCs w:val="18"/>
              </w:rPr>
            </w:pPr>
            <w:r w:rsidRPr="0096295D">
              <w:rPr>
                <w:sz w:val="18"/>
                <w:szCs w:val="18"/>
              </w:rPr>
              <w:t>SR-PC5</w:t>
            </w:r>
          </w:p>
        </w:tc>
        <w:tc>
          <w:tcPr>
            <w:tcW w:w="1890" w:type="dxa"/>
            <w:vAlign w:val="bottom"/>
          </w:tcPr>
          <w:p w14:paraId="07CF9F62" w14:textId="77777777" w:rsidR="00EB0FD0" w:rsidRPr="0096295D" w:rsidRDefault="00EB0FD0" w:rsidP="00B62337">
            <w:pPr>
              <w:jc w:val="center"/>
              <w:rPr>
                <w:sz w:val="18"/>
                <w:szCs w:val="18"/>
              </w:rPr>
            </w:pPr>
            <w:r w:rsidRPr="0096295D">
              <w:rPr>
                <w:color w:val="000000"/>
                <w:sz w:val="18"/>
                <w:szCs w:val="18"/>
              </w:rPr>
              <w:t>1.536</w:t>
            </w:r>
          </w:p>
        </w:tc>
        <w:tc>
          <w:tcPr>
            <w:tcW w:w="2520" w:type="dxa"/>
            <w:vAlign w:val="bottom"/>
          </w:tcPr>
          <w:p w14:paraId="43223091" w14:textId="77777777" w:rsidR="00EB0FD0" w:rsidRPr="0096295D" w:rsidRDefault="00EB0FD0" w:rsidP="00B62337">
            <w:pPr>
              <w:jc w:val="center"/>
              <w:rPr>
                <w:sz w:val="18"/>
                <w:szCs w:val="18"/>
              </w:rPr>
            </w:pPr>
            <w:r w:rsidRPr="0096295D">
              <w:rPr>
                <w:color w:val="000000"/>
                <w:sz w:val="18"/>
                <w:szCs w:val="18"/>
              </w:rPr>
              <w:t>1718.1</w:t>
            </w:r>
          </w:p>
        </w:tc>
        <w:tc>
          <w:tcPr>
            <w:tcW w:w="1800" w:type="dxa"/>
          </w:tcPr>
          <w:p w14:paraId="11AE0CD6" w14:textId="77777777" w:rsidR="00EB0FD0" w:rsidRPr="0096295D" w:rsidRDefault="00EB0FD0" w:rsidP="00B62337">
            <w:pPr>
              <w:jc w:val="center"/>
              <w:rPr>
                <w:sz w:val="18"/>
                <w:szCs w:val="18"/>
              </w:rPr>
            </w:pPr>
            <w:r w:rsidRPr="0096295D">
              <w:rPr>
                <w:sz w:val="18"/>
                <w:szCs w:val="18"/>
              </w:rPr>
              <w:t>0.9471</w:t>
            </w:r>
          </w:p>
        </w:tc>
      </w:tr>
      <w:tr w:rsidR="00EB0FD0" w:rsidRPr="0096295D" w14:paraId="1E59540B" w14:textId="77777777" w:rsidTr="00B62337">
        <w:trPr>
          <w:cantSplit/>
          <w:trHeight w:val="237"/>
          <w:jc w:val="center"/>
        </w:trPr>
        <w:tc>
          <w:tcPr>
            <w:tcW w:w="2520" w:type="dxa"/>
          </w:tcPr>
          <w:p w14:paraId="73CF7660" w14:textId="77777777" w:rsidR="00EB0FD0" w:rsidRPr="0096295D" w:rsidRDefault="00EB0FD0" w:rsidP="00B62337">
            <w:pPr>
              <w:pStyle w:val="Paragraph"/>
              <w:jc w:val="center"/>
              <w:rPr>
                <w:sz w:val="18"/>
                <w:szCs w:val="18"/>
              </w:rPr>
            </w:pPr>
            <w:r w:rsidRPr="0096295D">
              <w:rPr>
                <w:sz w:val="18"/>
                <w:szCs w:val="18"/>
              </w:rPr>
              <w:t>SR-PC10</w:t>
            </w:r>
          </w:p>
        </w:tc>
        <w:tc>
          <w:tcPr>
            <w:tcW w:w="1890" w:type="dxa"/>
            <w:vAlign w:val="bottom"/>
          </w:tcPr>
          <w:p w14:paraId="78FD38AF" w14:textId="77777777" w:rsidR="00EB0FD0" w:rsidRPr="0096295D" w:rsidRDefault="00EB0FD0" w:rsidP="00B62337">
            <w:pPr>
              <w:jc w:val="center"/>
              <w:rPr>
                <w:sz w:val="18"/>
                <w:szCs w:val="18"/>
              </w:rPr>
            </w:pPr>
            <w:r w:rsidRPr="0096295D">
              <w:rPr>
                <w:color w:val="000000"/>
                <w:sz w:val="18"/>
                <w:szCs w:val="18"/>
              </w:rPr>
              <w:t>1.536</w:t>
            </w:r>
          </w:p>
        </w:tc>
        <w:tc>
          <w:tcPr>
            <w:tcW w:w="2520" w:type="dxa"/>
            <w:vAlign w:val="bottom"/>
          </w:tcPr>
          <w:p w14:paraId="25747C80" w14:textId="77777777" w:rsidR="00EB0FD0" w:rsidRPr="0096295D" w:rsidRDefault="00EB0FD0" w:rsidP="00B62337">
            <w:pPr>
              <w:jc w:val="center"/>
              <w:rPr>
                <w:sz w:val="18"/>
                <w:szCs w:val="18"/>
              </w:rPr>
            </w:pPr>
            <w:r w:rsidRPr="0096295D">
              <w:rPr>
                <w:color w:val="000000"/>
                <w:sz w:val="18"/>
                <w:szCs w:val="18"/>
              </w:rPr>
              <w:t>7845.7</w:t>
            </w:r>
          </w:p>
        </w:tc>
        <w:tc>
          <w:tcPr>
            <w:tcW w:w="1800" w:type="dxa"/>
          </w:tcPr>
          <w:p w14:paraId="00D8F5C6" w14:textId="77777777" w:rsidR="00EB0FD0" w:rsidRPr="0096295D" w:rsidRDefault="00EB0FD0" w:rsidP="00B62337">
            <w:pPr>
              <w:jc w:val="center"/>
              <w:rPr>
                <w:sz w:val="18"/>
                <w:szCs w:val="18"/>
              </w:rPr>
            </w:pPr>
            <w:r w:rsidRPr="0096295D">
              <w:rPr>
                <w:sz w:val="18"/>
                <w:szCs w:val="18"/>
              </w:rPr>
              <w:t>0.9293</w:t>
            </w:r>
          </w:p>
        </w:tc>
      </w:tr>
      <w:tr w:rsidR="00EB0FD0" w:rsidRPr="0096295D" w14:paraId="60CC57FA" w14:textId="77777777" w:rsidTr="00B62337">
        <w:trPr>
          <w:cantSplit/>
          <w:trHeight w:val="237"/>
          <w:jc w:val="center"/>
        </w:trPr>
        <w:tc>
          <w:tcPr>
            <w:tcW w:w="2520" w:type="dxa"/>
          </w:tcPr>
          <w:p w14:paraId="63F9FCCB" w14:textId="77777777" w:rsidR="00EB0FD0" w:rsidRPr="0096295D" w:rsidRDefault="00EB0FD0" w:rsidP="00B62337">
            <w:pPr>
              <w:pStyle w:val="Paragraph"/>
              <w:jc w:val="center"/>
              <w:rPr>
                <w:sz w:val="18"/>
                <w:szCs w:val="18"/>
              </w:rPr>
            </w:pPr>
            <w:r w:rsidRPr="0096295D">
              <w:rPr>
                <w:sz w:val="18"/>
                <w:szCs w:val="18"/>
              </w:rPr>
              <w:t>SR-PC15</w:t>
            </w:r>
          </w:p>
        </w:tc>
        <w:tc>
          <w:tcPr>
            <w:tcW w:w="1890" w:type="dxa"/>
            <w:vAlign w:val="bottom"/>
          </w:tcPr>
          <w:p w14:paraId="0863D213" w14:textId="77777777" w:rsidR="00EB0FD0" w:rsidRPr="0096295D" w:rsidRDefault="00EB0FD0" w:rsidP="00B62337">
            <w:pPr>
              <w:jc w:val="center"/>
              <w:rPr>
                <w:sz w:val="18"/>
                <w:szCs w:val="18"/>
              </w:rPr>
            </w:pPr>
            <w:r w:rsidRPr="0096295D">
              <w:rPr>
                <w:color w:val="000000"/>
                <w:sz w:val="18"/>
                <w:szCs w:val="18"/>
              </w:rPr>
              <w:t>1.421</w:t>
            </w:r>
          </w:p>
        </w:tc>
        <w:tc>
          <w:tcPr>
            <w:tcW w:w="2520" w:type="dxa"/>
            <w:vAlign w:val="bottom"/>
          </w:tcPr>
          <w:p w14:paraId="787EE848" w14:textId="77777777" w:rsidR="00EB0FD0" w:rsidRPr="0096295D" w:rsidRDefault="00EB0FD0" w:rsidP="00B62337">
            <w:pPr>
              <w:jc w:val="center"/>
              <w:rPr>
                <w:sz w:val="18"/>
                <w:szCs w:val="18"/>
              </w:rPr>
            </w:pPr>
            <w:r w:rsidRPr="0096295D">
              <w:rPr>
                <w:color w:val="000000"/>
                <w:sz w:val="18"/>
                <w:szCs w:val="18"/>
              </w:rPr>
              <w:t>1456</w:t>
            </w:r>
          </w:p>
        </w:tc>
        <w:tc>
          <w:tcPr>
            <w:tcW w:w="1800" w:type="dxa"/>
          </w:tcPr>
          <w:p w14:paraId="37A21A01" w14:textId="77777777" w:rsidR="00EB0FD0" w:rsidRPr="0096295D" w:rsidRDefault="00EB0FD0" w:rsidP="00B62337">
            <w:pPr>
              <w:jc w:val="center"/>
              <w:rPr>
                <w:sz w:val="18"/>
                <w:szCs w:val="18"/>
              </w:rPr>
            </w:pPr>
            <w:r w:rsidRPr="0096295D">
              <w:rPr>
                <w:sz w:val="18"/>
                <w:szCs w:val="18"/>
              </w:rPr>
              <w:t>0.9698</w:t>
            </w:r>
          </w:p>
        </w:tc>
      </w:tr>
      <w:tr w:rsidR="00EB0FD0" w:rsidRPr="0096295D" w14:paraId="760865E4" w14:textId="77777777" w:rsidTr="00B62337">
        <w:trPr>
          <w:cantSplit/>
          <w:trHeight w:val="237"/>
          <w:jc w:val="center"/>
        </w:trPr>
        <w:tc>
          <w:tcPr>
            <w:tcW w:w="2520" w:type="dxa"/>
          </w:tcPr>
          <w:p w14:paraId="1A57F3D4" w14:textId="77777777" w:rsidR="00EB0FD0" w:rsidRPr="0096295D" w:rsidRDefault="00EB0FD0" w:rsidP="00B62337">
            <w:pPr>
              <w:pStyle w:val="Paragraph"/>
              <w:jc w:val="center"/>
              <w:rPr>
                <w:sz w:val="18"/>
                <w:szCs w:val="18"/>
              </w:rPr>
            </w:pPr>
            <w:r w:rsidRPr="0096295D">
              <w:rPr>
                <w:sz w:val="18"/>
                <w:szCs w:val="18"/>
              </w:rPr>
              <w:t>SR-PC20</w:t>
            </w:r>
          </w:p>
        </w:tc>
        <w:tc>
          <w:tcPr>
            <w:tcW w:w="1890" w:type="dxa"/>
            <w:vAlign w:val="bottom"/>
          </w:tcPr>
          <w:p w14:paraId="3B31D5F8" w14:textId="77777777" w:rsidR="00EB0FD0" w:rsidRPr="0096295D" w:rsidRDefault="00EB0FD0" w:rsidP="00B62337">
            <w:pPr>
              <w:jc w:val="center"/>
              <w:rPr>
                <w:sz w:val="18"/>
                <w:szCs w:val="18"/>
              </w:rPr>
            </w:pPr>
            <w:r w:rsidRPr="0096295D">
              <w:rPr>
                <w:color w:val="000000"/>
                <w:sz w:val="18"/>
                <w:szCs w:val="18"/>
              </w:rPr>
              <w:t>1.61</w:t>
            </w:r>
          </w:p>
        </w:tc>
        <w:tc>
          <w:tcPr>
            <w:tcW w:w="2520" w:type="dxa"/>
            <w:vAlign w:val="bottom"/>
          </w:tcPr>
          <w:p w14:paraId="01EA6FA7" w14:textId="77777777" w:rsidR="00EB0FD0" w:rsidRPr="0096295D" w:rsidRDefault="00EB0FD0" w:rsidP="00B62337">
            <w:pPr>
              <w:jc w:val="center"/>
              <w:rPr>
                <w:sz w:val="18"/>
                <w:szCs w:val="18"/>
              </w:rPr>
            </w:pPr>
            <w:r w:rsidRPr="0096295D">
              <w:rPr>
                <w:color w:val="000000"/>
                <w:sz w:val="18"/>
                <w:szCs w:val="18"/>
              </w:rPr>
              <w:t>3243.6</w:t>
            </w:r>
          </w:p>
        </w:tc>
        <w:tc>
          <w:tcPr>
            <w:tcW w:w="1800" w:type="dxa"/>
          </w:tcPr>
          <w:p w14:paraId="19CA0401" w14:textId="77777777" w:rsidR="00EB0FD0" w:rsidRPr="0096295D" w:rsidRDefault="00EB0FD0" w:rsidP="00B62337">
            <w:pPr>
              <w:jc w:val="center"/>
              <w:rPr>
                <w:sz w:val="18"/>
                <w:szCs w:val="18"/>
              </w:rPr>
            </w:pPr>
            <w:r w:rsidRPr="0096295D">
              <w:rPr>
                <w:sz w:val="18"/>
                <w:szCs w:val="18"/>
              </w:rPr>
              <w:t>0.9821</w:t>
            </w:r>
          </w:p>
        </w:tc>
      </w:tr>
      <w:tr w:rsidR="00EB0FD0" w:rsidRPr="0096295D" w14:paraId="7D0CB4B3" w14:textId="77777777" w:rsidTr="00B62337">
        <w:trPr>
          <w:cantSplit/>
          <w:trHeight w:val="237"/>
          <w:jc w:val="center"/>
        </w:trPr>
        <w:tc>
          <w:tcPr>
            <w:tcW w:w="2520" w:type="dxa"/>
          </w:tcPr>
          <w:p w14:paraId="3B39D044" w14:textId="77777777" w:rsidR="00EB0FD0" w:rsidRPr="0096295D" w:rsidRDefault="00EB0FD0" w:rsidP="00B62337">
            <w:pPr>
              <w:pStyle w:val="Paragraph"/>
              <w:jc w:val="center"/>
              <w:rPr>
                <w:sz w:val="18"/>
                <w:szCs w:val="18"/>
              </w:rPr>
            </w:pPr>
            <w:r w:rsidRPr="0096295D">
              <w:rPr>
                <w:sz w:val="18"/>
                <w:szCs w:val="18"/>
              </w:rPr>
              <w:t>SR-PC25</w:t>
            </w:r>
          </w:p>
        </w:tc>
        <w:tc>
          <w:tcPr>
            <w:tcW w:w="1890" w:type="dxa"/>
            <w:vAlign w:val="bottom"/>
          </w:tcPr>
          <w:p w14:paraId="33F7A508" w14:textId="77777777" w:rsidR="00EB0FD0" w:rsidRPr="0096295D" w:rsidRDefault="00EB0FD0" w:rsidP="00B62337">
            <w:pPr>
              <w:jc w:val="center"/>
              <w:rPr>
                <w:sz w:val="18"/>
                <w:szCs w:val="18"/>
              </w:rPr>
            </w:pPr>
            <w:r w:rsidRPr="0096295D">
              <w:rPr>
                <w:color w:val="000000"/>
                <w:sz w:val="18"/>
                <w:szCs w:val="18"/>
              </w:rPr>
              <w:t>1.361</w:t>
            </w:r>
          </w:p>
        </w:tc>
        <w:tc>
          <w:tcPr>
            <w:tcW w:w="2520" w:type="dxa"/>
            <w:vAlign w:val="bottom"/>
          </w:tcPr>
          <w:p w14:paraId="3E830610" w14:textId="77777777" w:rsidR="00EB0FD0" w:rsidRPr="0096295D" w:rsidRDefault="00EB0FD0" w:rsidP="00B62337">
            <w:pPr>
              <w:jc w:val="center"/>
              <w:rPr>
                <w:sz w:val="18"/>
                <w:szCs w:val="18"/>
              </w:rPr>
            </w:pPr>
            <w:r w:rsidRPr="0096295D">
              <w:rPr>
                <w:color w:val="000000"/>
                <w:sz w:val="18"/>
                <w:szCs w:val="18"/>
              </w:rPr>
              <w:t>256.1</w:t>
            </w:r>
          </w:p>
        </w:tc>
        <w:tc>
          <w:tcPr>
            <w:tcW w:w="1800" w:type="dxa"/>
          </w:tcPr>
          <w:p w14:paraId="438C6BB4" w14:textId="77777777" w:rsidR="00EB0FD0" w:rsidRPr="0096295D" w:rsidRDefault="00EB0FD0" w:rsidP="00B62337">
            <w:pPr>
              <w:jc w:val="center"/>
              <w:rPr>
                <w:sz w:val="18"/>
                <w:szCs w:val="18"/>
              </w:rPr>
            </w:pPr>
            <w:r w:rsidRPr="0096295D">
              <w:rPr>
                <w:sz w:val="18"/>
                <w:szCs w:val="18"/>
              </w:rPr>
              <w:t>0.9415</w:t>
            </w:r>
          </w:p>
        </w:tc>
      </w:tr>
    </w:tbl>
    <w:p w14:paraId="39D84186" w14:textId="77777777" w:rsidR="00EB0FD0" w:rsidRPr="0096295D" w:rsidRDefault="00EB0FD0" w:rsidP="000F55ED">
      <w:pPr>
        <w:pStyle w:val="Paragraph"/>
      </w:pPr>
    </w:p>
    <w:p w14:paraId="63F46A79" w14:textId="652CCCAF" w:rsidR="000F55ED" w:rsidRPr="0096295D" w:rsidRDefault="000F55ED" w:rsidP="000F55ED">
      <w:pPr>
        <w:pStyle w:val="Paragraph"/>
        <w:jc w:val="center"/>
      </w:pPr>
      <w:r w:rsidRPr="0096295D">
        <w:rPr>
          <w:noProof/>
        </w:rPr>
        <w:lastRenderedPageBreak/>
        <w:drawing>
          <wp:inline distT="0" distB="0" distL="0" distR="0" wp14:anchorId="02B53723" wp14:editId="3A99C2C1">
            <wp:extent cx="5771515" cy="1219200"/>
            <wp:effectExtent l="0" t="0" r="0" b="0"/>
            <wp:docPr id="806362028" name="Chart 1">
              <a:extLst xmlns:a="http://schemas.openxmlformats.org/drawingml/2006/main">
                <a:ext uri="{FF2B5EF4-FFF2-40B4-BE49-F238E27FC236}">
                  <a16:creationId xmlns:a16="http://schemas.microsoft.com/office/drawing/2014/main" id="{3B0941AA-5EDD-4E71-8625-4C0B63C3422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A96A468" w14:textId="77779A23" w:rsidR="000F55ED" w:rsidRPr="0096295D" w:rsidRDefault="000F55ED" w:rsidP="000F55ED">
      <w:pPr>
        <w:pStyle w:val="Paragraph"/>
        <w:ind w:left="4320" w:firstLine="720"/>
      </w:pPr>
      <w:r w:rsidRPr="0096295D">
        <w:t>5a</w:t>
      </w:r>
    </w:p>
    <w:p w14:paraId="26E06AA3" w14:textId="4F34E170" w:rsidR="000F55ED" w:rsidRPr="0096295D" w:rsidRDefault="000F55ED" w:rsidP="000F55ED">
      <w:pPr>
        <w:pStyle w:val="Paragraph"/>
        <w:jc w:val="center"/>
      </w:pPr>
      <w:r w:rsidRPr="0096295D">
        <w:rPr>
          <w:noProof/>
        </w:rPr>
        <w:drawing>
          <wp:inline distT="0" distB="0" distL="0" distR="0" wp14:anchorId="3AB95676" wp14:editId="594F38C1">
            <wp:extent cx="5824675" cy="1231265"/>
            <wp:effectExtent l="0" t="0" r="0" b="6985"/>
            <wp:docPr id="1238115281" name="Chart 1">
              <a:extLst xmlns:a="http://schemas.openxmlformats.org/drawingml/2006/main">
                <a:ext uri="{FF2B5EF4-FFF2-40B4-BE49-F238E27FC236}">
                  <a16:creationId xmlns:a16="http://schemas.microsoft.com/office/drawing/2014/main" id="{1EB3852F-D44B-4A16-86D6-3D524FDFAD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E4B6C69" w14:textId="16EA2B90" w:rsidR="000D24AA" w:rsidRPr="0096295D" w:rsidRDefault="000F55ED" w:rsidP="000F55ED">
      <w:pPr>
        <w:pStyle w:val="Paragraph"/>
        <w:ind w:left="5040" w:firstLine="0"/>
      </w:pPr>
      <w:r w:rsidRPr="0096295D">
        <w:t>5b</w:t>
      </w:r>
    </w:p>
    <w:p w14:paraId="3BFADCA2" w14:textId="19ADE620" w:rsidR="00A32BB3" w:rsidRPr="0096295D" w:rsidRDefault="00A32BB3" w:rsidP="00A32BB3">
      <w:pPr>
        <w:pStyle w:val="Paragraph"/>
        <w:jc w:val="center"/>
      </w:pPr>
      <w:r w:rsidRPr="0096295D">
        <w:rPr>
          <w:noProof/>
        </w:rPr>
        <w:drawing>
          <wp:inline distT="0" distB="0" distL="0" distR="0" wp14:anchorId="3F620CF4" wp14:editId="021A67F8">
            <wp:extent cx="5880100" cy="1187450"/>
            <wp:effectExtent l="0" t="0" r="0" b="0"/>
            <wp:docPr id="1571692236" name="Chart 1">
              <a:extLst xmlns:a="http://schemas.openxmlformats.org/drawingml/2006/main">
                <a:ext uri="{FF2B5EF4-FFF2-40B4-BE49-F238E27FC236}">
                  <a16:creationId xmlns:a16="http://schemas.microsoft.com/office/drawing/2014/main" id="{65D76C99-BE44-4FE2-998D-6CB3EAAC7B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BEF90F5" w14:textId="687CFC2C" w:rsidR="00A32BB3" w:rsidRPr="0096295D" w:rsidRDefault="00A32BB3" w:rsidP="00A32BB3">
      <w:pPr>
        <w:pStyle w:val="Paragraph"/>
        <w:ind w:left="4320" w:firstLine="720"/>
      </w:pPr>
      <w:r w:rsidRPr="0096295D">
        <w:t>5c</w:t>
      </w:r>
    </w:p>
    <w:p w14:paraId="1AFEF72B" w14:textId="7B42DF20" w:rsidR="00A32BB3" w:rsidRPr="0096295D" w:rsidRDefault="00A32BB3" w:rsidP="00A32BB3">
      <w:pPr>
        <w:pStyle w:val="Paragraph"/>
        <w:jc w:val="center"/>
      </w:pPr>
      <w:r w:rsidRPr="0096295D">
        <w:rPr>
          <w:noProof/>
        </w:rPr>
        <w:drawing>
          <wp:inline distT="0" distB="0" distL="0" distR="0" wp14:anchorId="4F76D100" wp14:editId="172B5344">
            <wp:extent cx="5961380" cy="1452563"/>
            <wp:effectExtent l="0" t="0" r="0" b="0"/>
            <wp:docPr id="32124501" name="Chart 1">
              <a:extLst xmlns:a="http://schemas.openxmlformats.org/drawingml/2006/main">
                <a:ext uri="{FF2B5EF4-FFF2-40B4-BE49-F238E27FC236}">
                  <a16:creationId xmlns:a16="http://schemas.microsoft.com/office/drawing/2014/main" id="{DD7C5048-C6E1-46B4-9875-C1840B7B58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65FAB2F" w14:textId="0E0DB32A" w:rsidR="00F95EF0" w:rsidRPr="0096295D" w:rsidRDefault="00F95EF0" w:rsidP="007F51B6">
      <w:pPr>
        <w:pStyle w:val="Paragraph"/>
      </w:pPr>
      <w:r w:rsidRPr="0096295D">
        <w:tab/>
      </w:r>
      <w:r w:rsidRPr="0096295D">
        <w:tab/>
      </w:r>
      <w:r w:rsidRPr="0096295D">
        <w:tab/>
      </w:r>
      <w:r w:rsidRPr="0096295D">
        <w:tab/>
      </w:r>
      <w:r w:rsidRPr="0096295D">
        <w:tab/>
      </w:r>
      <w:r w:rsidRPr="0096295D">
        <w:tab/>
      </w:r>
      <w:r w:rsidRPr="0096295D">
        <w:tab/>
        <w:t>5d</w:t>
      </w:r>
    </w:p>
    <w:p w14:paraId="77411CBB" w14:textId="76EE0C52" w:rsidR="007F51B6" w:rsidRPr="0096295D" w:rsidRDefault="007F51B6" w:rsidP="007F51B6">
      <w:pPr>
        <w:pStyle w:val="Paragraph"/>
        <w:jc w:val="center"/>
      </w:pPr>
      <w:r w:rsidRPr="0096295D">
        <w:rPr>
          <w:noProof/>
        </w:rPr>
        <w:drawing>
          <wp:inline distT="0" distB="0" distL="0" distR="0" wp14:anchorId="255BA46C" wp14:editId="04B10DE4">
            <wp:extent cx="5938520" cy="1647825"/>
            <wp:effectExtent l="0" t="0" r="0" b="0"/>
            <wp:docPr id="1696295245" name="Chart 1">
              <a:extLst xmlns:a="http://schemas.openxmlformats.org/drawingml/2006/main">
                <a:ext uri="{FF2B5EF4-FFF2-40B4-BE49-F238E27FC236}">
                  <a16:creationId xmlns:a16="http://schemas.microsoft.com/office/drawing/2014/main" id="{9F4EDD95-1F88-4A58-821D-626CCB8D88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4824316" w14:textId="12472222" w:rsidR="007F51B6" w:rsidRPr="0096295D" w:rsidRDefault="007F51B6" w:rsidP="007F51B6">
      <w:pPr>
        <w:pStyle w:val="Paragraph"/>
        <w:ind w:firstLine="0"/>
      </w:pPr>
      <w:r w:rsidRPr="0096295D">
        <w:tab/>
      </w:r>
      <w:r w:rsidRPr="0096295D">
        <w:tab/>
      </w:r>
      <w:r w:rsidRPr="0096295D">
        <w:tab/>
      </w:r>
      <w:r w:rsidRPr="0096295D">
        <w:tab/>
      </w:r>
      <w:r w:rsidRPr="0096295D">
        <w:tab/>
      </w:r>
      <w:r w:rsidRPr="0096295D">
        <w:tab/>
      </w:r>
      <w:r w:rsidRPr="0096295D">
        <w:tab/>
        <w:t>5e</w:t>
      </w:r>
    </w:p>
    <w:p w14:paraId="6FB9764C" w14:textId="77777777" w:rsidR="001951C8" w:rsidRPr="0096295D" w:rsidRDefault="001951C8" w:rsidP="007F51B6">
      <w:pPr>
        <w:pStyle w:val="Paragraph"/>
        <w:ind w:firstLine="0"/>
      </w:pPr>
    </w:p>
    <w:p w14:paraId="76F62810" w14:textId="39039CEB" w:rsidR="00B62337" w:rsidRPr="0096295D" w:rsidRDefault="00B62337" w:rsidP="001951C8">
      <w:pPr>
        <w:pStyle w:val="Paragraph"/>
        <w:ind w:firstLine="0"/>
        <w:jc w:val="center"/>
      </w:pPr>
      <w:r w:rsidRPr="0096295D">
        <w:rPr>
          <w:noProof/>
        </w:rPr>
        <w:lastRenderedPageBreak/>
        <w:drawing>
          <wp:inline distT="0" distB="0" distL="0" distR="0" wp14:anchorId="308DAA96" wp14:editId="16BB04A0">
            <wp:extent cx="5662295" cy="1571625"/>
            <wp:effectExtent l="0" t="0" r="0" b="0"/>
            <wp:docPr id="390418907" name="Chart 1">
              <a:extLst xmlns:a="http://schemas.openxmlformats.org/drawingml/2006/main">
                <a:ext uri="{FF2B5EF4-FFF2-40B4-BE49-F238E27FC236}">
                  <a16:creationId xmlns:a16="http://schemas.microsoft.com/office/drawing/2014/main" id="{CF0A0DCA-32A5-D136-FF3F-4C52584295A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B31D851" w14:textId="0FB52B68" w:rsidR="000D24AA" w:rsidRPr="0096295D" w:rsidRDefault="000D24AA" w:rsidP="007F51B6">
      <w:pPr>
        <w:pStyle w:val="Paragraph"/>
        <w:keepNext/>
        <w:ind w:left="4320" w:firstLine="720"/>
      </w:pPr>
      <w:r w:rsidRPr="0096295D">
        <w:rPr>
          <w:noProof/>
        </w:rPr>
        <w:t>5f</w:t>
      </w:r>
    </w:p>
    <w:p w14:paraId="19EA1CE2" w14:textId="57A7FBA2" w:rsidR="003118D5" w:rsidRPr="0096295D" w:rsidRDefault="000D24AA" w:rsidP="00145B31">
      <w:pPr>
        <w:pStyle w:val="Caption"/>
        <w:jc w:val="center"/>
        <w:rPr>
          <w:i w:val="0"/>
          <w:iCs w:val="0"/>
          <w:color w:val="auto"/>
        </w:rPr>
      </w:pPr>
      <w:r w:rsidRPr="0096295D">
        <w:rPr>
          <w:i w:val="0"/>
          <w:iCs w:val="0"/>
          <w:color w:val="auto"/>
        </w:rPr>
        <w:t xml:space="preserve">Figure </w:t>
      </w:r>
      <w:r w:rsidRPr="0096295D">
        <w:rPr>
          <w:i w:val="0"/>
          <w:iCs w:val="0"/>
          <w:color w:val="auto"/>
        </w:rPr>
        <w:fldChar w:fldCharType="begin"/>
      </w:r>
      <w:r w:rsidRPr="0096295D">
        <w:rPr>
          <w:i w:val="0"/>
          <w:iCs w:val="0"/>
          <w:color w:val="auto"/>
        </w:rPr>
        <w:instrText xml:space="preserve"> SEQ Figure \* ARABIC </w:instrText>
      </w:r>
      <w:r w:rsidRPr="0096295D">
        <w:rPr>
          <w:i w:val="0"/>
          <w:iCs w:val="0"/>
          <w:color w:val="auto"/>
        </w:rPr>
        <w:fldChar w:fldCharType="separate"/>
      </w:r>
      <w:r w:rsidR="00195F82" w:rsidRPr="0096295D">
        <w:rPr>
          <w:i w:val="0"/>
          <w:iCs w:val="0"/>
          <w:noProof/>
          <w:color w:val="auto"/>
        </w:rPr>
        <w:t>5</w:t>
      </w:r>
      <w:r w:rsidRPr="0096295D">
        <w:rPr>
          <w:i w:val="0"/>
          <w:iCs w:val="0"/>
          <w:color w:val="auto"/>
        </w:rPr>
        <w:fldChar w:fldCharType="end"/>
      </w:r>
      <w:r w:rsidRPr="0096295D">
        <w:rPr>
          <w:i w:val="0"/>
          <w:iCs w:val="0"/>
          <w:color w:val="auto"/>
        </w:rPr>
        <w:t>(a-e) the degradation rate of SR-PC5, SR-PC10. SR-PC15, SR-PC20, and SR-PC25.</w:t>
      </w:r>
      <w:r w:rsidRPr="0096295D">
        <w:rPr>
          <w:i w:val="0"/>
          <w:iCs w:val="0"/>
          <w:noProof/>
          <w:color w:val="auto"/>
        </w:rPr>
        <w:t xml:space="preserve"> Figure 5f the CV measurement 0.5 - 1.5 mA SR-PC1</w:t>
      </w:r>
      <w:r w:rsidR="00145B31" w:rsidRPr="0096295D">
        <w:rPr>
          <w:i w:val="0"/>
          <w:iCs w:val="0"/>
          <w:noProof/>
          <w:color w:val="auto"/>
        </w:rPr>
        <w:t>5</w:t>
      </w:r>
      <w:r w:rsidR="006564AA" w:rsidRPr="0096295D">
        <w:rPr>
          <w:i w:val="0"/>
          <w:iCs w:val="0"/>
          <w:noProof/>
          <w:color w:val="auto"/>
        </w:rPr>
        <w:t>, the tendency for the lower potential range indicates the lesser mechanical stability.</w:t>
      </w:r>
    </w:p>
    <w:p w14:paraId="6125DF10" w14:textId="695225B2" w:rsidR="006017C1" w:rsidRPr="0096295D" w:rsidRDefault="006017C1" w:rsidP="006D7A14">
      <w:pPr>
        <w:pStyle w:val="Paragraph"/>
      </w:pPr>
      <w:r w:rsidRPr="0096295D">
        <w:t xml:space="preserve">The efficiency of the </w:t>
      </w:r>
      <w:r w:rsidR="00C774AD" w:rsidRPr="0096295D">
        <w:t>storage performance of the composites can be evaluated by projecting the degradation rate of each composite using the equations</w:t>
      </w:r>
      <w:r w:rsidR="00BD2384" w:rsidRPr="0096295D">
        <w:t xml:space="preserve"> (Table 3)</w:t>
      </w:r>
      <w:r w:rsidR="00C774AD" w:rsidRPr="0096295D">
        <w:t xml:space="preserve">. The projection will consider the charging time until 100s, then calculate the average of each result. </w:t>
      </w:r>
      <w:r w:rsidR="006D7A14" w:rsidRPr="0096295D">
        <w:t xml:space="preserve">The </w:t>
      </w:r>
      <w:r w:rsidR="006D7A14" w:rsidRPr="0096295D">
        <w:rPr>
          <w:shd w:val="clear" w:color="auto" w:fill="FFFFFF"/>
        </w:rPr>
        <w:t>ΔQ data is the calculation degradation rate of the recent cycles with the following cycles, resulting in a percentage representing the deterioration in the subsequent cycles.</w:t>
      </w:r>
      <w:r w:rsidR="006D7A14" w:rsidRPr="0096295D">
        <w:t xml:space="preserve"> </w:t>
      </w:r>
      <w:r w:rsidR="00C774AD" w:rsidRPr="0096295D">
        <w:t xml:space="preserve">The result showed that all the composites had a </w:t>
      </w:r>
      <w:r w:rsidR="00044990" w:rsidRPr="0096295D">
        <w:t>slightly in</w:t>
      </w:r>
      <w:r w:rsidR="00C774AD" w:rsidRPr="0096295D">
        <w:t>efficien</w:t>
      </w:r>
      <w:r w:rsidR="00044990" w:rsidRPr="0096295D">
        <w:t>t</w:t>
      </w:r>
      <w:r w:rsidR="00C774AD" w:rsidRPr="0096295D">
        <w:t xml:space="preserve"> performance (&gt;25%) when compared with the original SR; it makes the dopant potassium chloride</w:t>
      </w:r>
      <w:r w:rsidR="006D7A14" w:rsidRPr="0096295D">
        <w:t xml:space="preserve"> the ideal doping for the SR</w:t>
      </w:r>
      <w:r w:rsidR="00044990" w:rsidRPr="0096295D">
        <w:t xml:space="preserve"> to enhance the overall storage performance, but the retainment chemical and mechanical stability is slightly lower with the original SR </w:t>
      </w:r>
      <w:r w:rsidR="00BD2384" w:rsidRPr="0096295D">
        <w:t>(Table 4)</w:t>
      </w:r>
      <w:r w:rsidR="006D7A14" w:rsidRPr="0096295D">
        <w:t>.</w:t>
      </w:r>
    </w:p>
    <w:p w14:paraId="53D86AC4" w14:textId="77777777" w:rsidR="006017C1" w:rsidRPr="0096295D" w:rsidRDefault="006017C1" w:rsidP="00A61BF4">
      <w:pPr>
        <w:pStyle w:val="Paragraph"/>
      </w:pPr>
    </w:p>
    <w:p w14:paraId="65424E3A" w14:textId="42A6FCCB" w:rsidR="00563EDE" w:rsidRPr="0096295D" w:rsidRDefault="00563EDE" w:rsidP="00563EDE">
      <w:pPr>
        <w:pStyle w:val="Caption"/>
        <w:keepNext/>
        <w:jc w:val="center"/>
        <w:rPr>
          <w:i w:val="0"/>
          <w:iCs w:val="0"/>
          <w:color w:val="auto"/>
        </w:rPr>
      </w:pPr>
      <w:r w:rsidRPr="0096295D">
        <w:rPr>
          <w:i w:val="0"/>
          <w:iCs w:val="0"/>
          <w:color w:val="auto"/>
        </w:rPr>
        <w:t xml:space="preserve">TABLE </w:t>
      </w:r>
      <w:r w:rsidRPr="0096295D">
        <w:rPr>
          <w:i w:val="0"/>
          <w:iCs w:val="0"/>
          <w:color w:val="auto"/>
        </w:rPr>
        <w:fldChar w:fldCharType="begin"/>
      </w:r>
      <w:r w:rsidRPr="0096295D">
        <w:rPr>
          <w:i w:val="0"/>
          <w:iCs w:val="0"/>
          <w:color w:val="auto"/>
        </w:rPr>
        <w:instrText xml:space="preserve"> SEQ TABLE \* ARABIC </w:instrText>
      </w:r>
      <w:r w:rsidRPr="0096295D">
        <w:rPr>
          <w:i w:val="0"/>
          <w:iCs w:val="0"/>
          <w:color w:val="auto"/>
        </w:rPr>
        <w:fldChar w:fldCharType="separate"/>
      </w:r>
      <w:r w:rsidR="00195F82" w:rsidRPr="0096295D">
        <w:rPr>
          <w:i w:val="0"/>
          <w:iCs w:val="0"/>
          <w:noProof/>
          <w:color w:val="auto"/>
        </w:rPr>
        <w:t>3</w:t>
      </w:r>
      <w:r w:rsidRPr="0096295D">
        <w:rPr>
          <w:i w:val="0"/>
          <w:iCs w:val="0"/>
          <w:color w:val="auto"/>
        </w:rPr>
        <w:fldChar w:fldCharType="end"/>
      </w:r>
      <w:r w:rsidRPr="0096295D">
        <w:rPr>
          <w:i w:val="0"/>
          <w:iCs w:val="0"/>
          <w:color w:val="auto"/>
        </w:rPr>
        <w:t xml:space="preserve"> The projection of degradation rate for all SR-PC composites until 100s</w:t>
      </w:r>
    </w:p>
    <w:tbl>
      <w:tblPr>
        <w:tblStyle w:val="TableGrid"/>
        <w:tblW w:w="8825" w:type="dxa"/>
        <w:tblInd w:w="270" w:type="dxa"/>
        <w:tblBorders>
          <w:left w:val="none" w:sz="0" w:space="0" w:color="auto"/>
          <w:right w:val="none" w:sz="0" w:space="0" w:color="auto"/>
        </w:tblBorders>
        <w:tblLook w:val="04A0" w:firstRow="1" w:lastRow="0" w:firstColumn="1" w:lastColumn="0" w:noHBand="0" w:noVBand="1"/>
      </w:tblPr>
      <w:tblGrid>
        <w:gridCol w:w="836"/>
        <w:gridCol w:w="1330"/>
        <w:gridCol w:w="1331"/>
        <w:gridCol w:w="1332"/>
        <w:gridCol w:w="1332"/>
        <w:gridCol w:w="1332"/>
        <w:gridCol w:w="1332"/>
      </w:tblGrid>
      <w:tr w:rsidR="00CF7505" w:rsidRPr="0096295D" w14:paraId="734321DA" w14:textId="77777777" w:rsidTr="006017C1">
        <w:tc>
          <w:tcPr>
            <w:tcW w:w="836" w:type="dxa"/>
            <w:tcBorders>
              <w:bottom w:val="single" w:sz="4" w:space="0" w:color="auto"/>
              <w:right w:val="nil"/>
            </w:tcBorders>
          </w:tcPr>
          <w:p w14:paraId="0692C027" w14:textId="1ABFBAAC" w:rsidR="00CF7505" w:rsidRPr="0096295D" w:rsidRDefault="006017C1" w:rsidP="00B62337">
            <w:pPr>
              <w:pStyle w:val="Paragraph"/>
              <w:ind w:firstLine="0"/>
              <w:jc w:val="center"/>
              <w:rPr>
                <w:sz w:val="18"/>
                <w:szCs w:val="18"/>
              </w:rPr>
            </w:pPr>
            <w:r w:rsidRPr="0096295D">
              <w:rPr>
                <w:sz w:val="18"/>
                <w:szCs w:val="18"/>
              </w:rPr>
              <w:t>x (s)</w:t>
            </w:r>
          </w:p>
        </w:tc>
        <w:tc>
          <w:tcPr>
            <w:tcW w:w="1330" w:type="dxa"/>
            <w:tcBorders>
              <w:left w:val="nil"/>
              <w:bottom w:val="single" w:sz="4" w:space="0" w:color="auto"/>
              <w:right w:val="nil"/>
            </w:tcBorders>
          </w:tcPr>
          <w:p w14:paraId="46E25695" w14:textId="77777777" w:rsidR="00CF7505" w:rsidRPr="0096295D" w:rsidRDefault="00CF7505" w:rsidP="00B62337">
            <w:pPr>
              <w:pStyle w:val="Paragraph"/>
              <w:ind w:firstLine="0"/>
              <w:jc w:val="center"/>
              <w:rPr>
                <w:sz w:val="18"/>
                <w:szCs w:val="18"/>
              </w:rPr>
            </w:pPr>
            <w:r w:rsidRPr="0096295D">
              <w:rPr>
                <w:sz w:val="18"/>
                <w:szCs w:val="18"/>
              </w:rPr>
              <w:t>SR</w:t>
            </w:r>
          </w:p>
        </w:tc>
        <w:tc>
          <w:tcPr>
            <w:tcW w:w="1331" w:type="dxa"/>
            <w:tcBorders>
              <w:left w:val="nil"/>
              <w:bottom w:val="single" w:sz="4" w:space="0" w:color="auto"/>
              <w:right w:val="nil"/>
            </w:tcBorders>
          </w:tcPr>
          <w:p w14:paraId="742077BB" w14:textId="77777777" w:rsidR="00CF7505" w:rsidRPr="0096295D" w:rsidRDefault="00CF7505" w:rsidP="00B62337">
            <w:pPr>
              <w:pStyle w:val="Paragraph"/>
              <w:ind w:firstLine="0"/>
              <w:jc w:val="center"/>
              <w:rPr>
                <w:sz w:val="18"/>
                <w:szCs w:val="18"/>
              </w:rPr>
            </w:pPr>
            <w:r w:rsidRPr="0096295D">
              <w:rPr>
                <w:sz w:val="18"/>
                <w:szCs w:val="18"/>
              </w:rPr>
              <w:t>SR-NS5</w:t>
            </w:r>
          </w:p>
        </w:tc>
        <w:tc>
          <w:tcPr>
            <w:tcW w:w="1332" w:type="dxa"/>
            <w:tcBorders>
              <w:left w:val="nil"/>
              <w:bottom w:val="single" w:sz="4" w:space="0" w:color="auto"/>
              <w:right w:val="nil"/>
            </w:tcBorders>
          </w:tcPr>
          <w:p w14:paraId="1C9E2677" w14:textId="77777777" w:rsidR="00CF7505" w:rsidRPr="0096295D" w:rsidRDefault="00CF7505" w:rsidP="00B62337">
            <w:pPr>
              <w:pStyle w:val="Paragraph"/>
              <w:ind w:firstLine="0"/>
              <w:jc w:val="center"/>
              <w:rPr>
                <w:sz w:val="18"/>
                <w:szCs w:val="18"/>
              </w:rPr>
            </w:pPr>
            <w:r w:rsidRPr="0096295D">
              <w:rPr>
                <w:sz w:val="18"/>
                <w:szCs w:val="18"/>
              </w:rPr>
              <w:t>SR-NS10</w:t>
            </w:r>
          </w:p>
        </w:tc>
        <w:tc>
          <w:tcPr>
            <w:tcW w:w="1332" w:type="dxa"/>
            <w:tcBorders>
              <w:left w:val="nil"/>
              <w:bottom w:val="single" w:sz="4" w:space="0" w:color="auto"/>
              <w:right w:val="nil"/>
            </w:tcBorders>
          </w:tcPr>
          <w:p w14:paraId="7A365B80" w14:textId="77777777" w:rsidR="00CF7505" w:rsidRPr="0096295D" w:rsidRDefault="00CF7505" w:rsidP="00B62337">
            <w:pPr>
              <w:pStyle w:val="Paragraph"/>
              <w:ind w:firstLine="0"/>
              <w:jc w:val="center"/>
              <w:rPr>
                <w:sz w:val="18"/>
                <w:szCs w:val="18"/>
              </w:rPr>
            </w:pPr>
            <w:r w:rsidRPr="0096295D">
              <w:rPr>
                <w:sz w:val="18"/>
                <w:szCs w:val="18"/>
              </w:rPr>
              <w:t>SR-NS15</w:t>
            </w:r>
          </w:p>
        </w:tc>
        <w:tc>
          <w:tcPr>
            <w:tcW w:w="1332" w:type="dxa"/>
            <w:tcBorders>
              <w:left w:val="nil"/>
              <w:bottom w:val="single" w:sz="4" w:space="0" w:color="auto"/>
              <w:right w:val="nil"/>
            </w:tcBorders>
          </w:tcPr>
          <w:p w14:paraId="12612727" w14:textId="77777777" w:rsidR="00CF7505" w:rsidRPr="0096295D" w:rsidRDefault="00CF7505" w:rsidP="00B62337">
            <w:pPr>
              <w:pStyle w:val="Paragraph"/>
              <w:ind w:firstLine="0"/>
              <w:jc w:val="center"/>
              <w:rPr>
                <w:sz w:val="18"/>
                <w:szCs w:val="18"/>
              </w:rPr>
            </w:pPr>
            <w:r w:rsidRPr="0096295D">
              <w:rPr>
                <w:sz w:val="18"/>
                <w:szCs w:val="18"/>
              </w:rPr>
              <w:t>SR-NS20</w:t>
            </w:r>
          </w:p>
        </w:tc>
        <w:tc>
          <w:tcPr>
            <w:tcW w:w="1332" w:type="dxa"/>
            <w:tcBorders>
              <w:left w:val="nil"/>
              <w:bottom w:val="single" w:sz="4" w:space="0" w:color="auto"/>
            </w:tcBorders>
          </w:tcPr>
          <w:p w14:paraId="3427BB24" w14:textId="77777777" w:rsidR="00CF7505" w:rsidRPr="0096295D" w:rsidRDefault="00CF7505" w:rsidP="00B62337">
            <w:pPr>
              <w:pStyle w:val="Paragraph"/>
              <w:ind w:firstLine="0"/>
              <w:jc w:val="center"/>
              <w:rPr>
                <w:sz w:val="18"/>
                <w:szCs w:val="18"/>
              </w:rPr>
            </w:pPr>
            <w:r w:rsidRPr="0096295D">
              <w:rPr>
                <w:sz w:val="18"/>
                <w:szCs w:val="18"/>
              </w:rPr>
              <w:t>SR-NS25</w:t>
            </w:r>
          </w:p>
        </w:tc>
      </w:tr>
      <w:tr w:rsidR="00CF7505" w:rsidRPr="0096295D" w14:paraId="7D6B4231" w14:textId="77777777" w:rsidTr="006017C1">
        <w:tc>
          <w:tcPr>
            <w:tcW w:w="836" w:type="dxa"/>
            <w:tcBorders>
              <w:bottom w:val="nil"/>
              <w:right w:val="nil"/>
            </w:tcBorders>
          </w:tcPr>
          <w:p w14:paraId="717696DD" w14:textId="77777777" w:rsidR="00CF7505" w:rsidRPr="0096295D" w:rsidRDefault="00CF7505" w:rsidP="00CF7505">
            <w:pPr>
              <w:pStyle w:val="Paragraph"/>
              <w:ind w:firstLine="0"/>
              <w:jc w:val="center"/>
              <w:rPr>
                <w:sz w:val="18"/>
                <w:szCs w:val="18"/>
              </w:rPr>
            </w:pPr>
            <w:r w:rsidRPr="0096295D">
              <w:rPr>
                <w:sz w:val="18"/>
                <w:szCs w:val="18"/>
              </w:rPr>
              <w:t>10</w:t>
            </w:r>
          </w:p>
        </w:tc>
        <w:tc>
          <w:tcPr>
            <w:tcW w:w="1330" w:type="dxa"/>
            <w:tcBorders>
              <w:left w:val="nil"/>
              <w:bottom w:val="nil"/>
              <w:right w:val="nil"/>
            </w:tcBorders>
            <w:vAlign w:val="bottom"/>
          </w:tcPr>
          <w:p w14:paraId="6D868110" w14:textId="77777777" w:rsidR="00CF7505" w:rsidRPr="0096295D" w:rsidRDefault="00CF7505" w:rsidP="00CF7505">
            <w:pPr>
              <w:pStyle w:val="Paragraph"/>
              <w:ind w:firstLine="0"/>
              <w:jc w:val="center"/>
              <w:rPr>
                <w:sz w:val="18"/>
                <w:szCs w:val="18"/>
              </w:rPr>
            </w:pPr>
            <w:r w:rsidRPr="0096295D">
              <w:rPr>
                <w:color w:val="000000"/>
                <w:sz w:val="18"/>
                <w:szCs w:val="18"/>
              </w:rPr>
              <w:t>18.54</w:t>
            </w:r>
          </w:p>
        </w:tc>
        <w:tc>
          <w:tcPr>
            <w:tcW w:w="1331" w:type="dxa"/>
            <w:tcBorders>
              <w:left w:val="nil"/>
              <w:bottom w:val="nil"/>
              <w:right w:val="nil"/>
            </w:tcBorders>
            <w:vAlign w:val="bottom"/>
          </w:tcPr>
          <w:p w14:paraId="5C12287D" w14:textId="4BDB9C72" w:rsidR="00CF7505" w:rsidRPr="0096295D" w:rsidRDefault="00CF7505" w:rsidP="00CF7505">
            <w:pPr>
              <w:pStyle w:val="Paragraph"/>
              <w:ind w:firstLine="0"/>
              <w:jc w:val="center"/>
              <w:rPr>
                <w:sz w:val="18"/>
                <w:szCs w:val="18"/>
              </w:rPr>
            </w:pPr>
            <w:r w:rsidRPr="0096295D">
              <w:rPr>
                <w:color w:val="000000"/>
                <w:sz w:val="18"/>
                <w:szCs w:val="18"/>
              </w:rPr>
              <w:t>50.01</w:t>
            </w:r>
          </w:p>
        </w:tc>
        <w:tc>
          <w:tcPr>
            <w:tcW w:w="1332" w:type="dxa"/>
            <w:tcBorders>
              <w:left w:val="nil"/>
              <w:bottom w:val="nil"/>
              <w:right w:val="nil"/>
            </w:tcBorders>
            <w:vAlign w:val="bottom"/>
          </w:tcPr>
          <w:p w14:paraId="3FA82FFB" w14:textId="7A777063" w:rsidR="00CF7505" w:rsidRPr="0096295D" w:rsidRDefault="00CF7505" w:rsidP="00CF7505">
            <w:pPr>
              <w:pStyle w:val="Paragraph"/>
              <w:ind w:firstLine="0"/>
              <w:jc w:val="center"/>
              <w:rPr>
                <w:sz w:val="18"/>
                <w:szCs w:val="18"/>
              </w:rPr>
            </w:pPr>
            <w:r w:rsidRPr="0096295D">
              <w:rPr>
                <w:color w:val="000000"/>
                <w:sz w:val="18"/>
                <w:szCs w:val="18"/>
              </w:rPr>
              <w:t>228.37</w:t>
            </w:r>
          </w:p>
        </w:tc>
        <w:tc>
          <w:tcPr>
            <w:tcW w:w="1332" w:type="dxa"/>
            <w:tcBorders>
              <w:left w:val="nil"/>
              <w:bottom w:val="nil"/>
              <w:right w:val="nil"/>
            </w:tcBorders>
            <w:vAlign w:val="bottom"/>
          </w:tcPr>
          <w:p w14:paraId="32459197" w14:textId="7B932F8E" w:rsidR="00CF7505" w:rsidRPr="0096295D" w:rsidRDefault="00CF7505" w:rsidP="00CF7505">
            <w:pPr>
              <w:pStyle w:val="Paragraph"/>
              <w:ind w:firstLine="0"/>
              <w:jc w:val="center"/>
              <w:rPr>
                <w:sz w:val="18"/>
                <w:szCs w:val="18"/>
              </w:rPr>
            </w:pPr>
            <w:r w:rsidRPr="0096295D">
              <w:rPr>
                <w:color w:val="000000"/>
                <w:sz w:val="18"/>
                <w:szCs w:val="18"/>
              </w:rPr>
              <w:t>55.23</w:t>
            </w:r>
          </w:p>
        </w:tc>
        <w:tc>
          <w:tcPr>
            <w:tcW w:w="1332" w:type="dxa"/>
            <w:tcBorders>
              <w:left w:val="nil"/>
              <w:bottom w:val="nil"/>
              <w:right w:val="nil"/>
            </w:tcBorders>
            <w:vAlign w:val="bottom"/>
          </w:tcPr>
          <w:p w14:paraId="31EF2CCA" w14:textId="4C803F2B" w:rsidR="00CF7505" w:rsidRPr="0096295D" w:rsidRDefault="00CF7505" w:rsidP="00CF7505">
            <w:pPr>
              <w:pStyle w:val="Paragraph"/>
              <w:ind w:firstLine="0"/>
              <w:jc w:val="center"/>
              <w:rPr>
                <w:sz w:val="18"/>
                <w:szCs w:val="18"/>
              </w:rPr>
            </w:pPr>
            <w:r w:rsidRPr="0096295D">
              <w:rPr>
                <w:color w:val="000000"/>
                <w:sz w:val="18"/>
                <w:szCs w:val="18"/>
              </w:rPr>
              <w:t>79.62</w:t>
            </w:r>
          </w:p>
        </w:tc>
        <w:tc>
          <w:tcPr>
            <w:tcW w:w="1332" w:type="dxa"/>
            <w:tcBorders>
              <w:left w:val="nil"/>
              <w:bottom w:val="nil"/>
            </w:tcBorders>
            <w:vAlign w:val="bottom"/>
          </w:tcPr>
          <w:p w14:paraId="3F96208B" w14:textId="10853EE0" w:rsidR="00CF7505" w:rsidRPr="0096295D" w:rsidRDefault="00CF7505" w:rsidP="00CF7505">
            <w:pPr>
              <w:pStyle w:val="Paragraph"/>
              <w:ind w:firstLine="0"/>
              <w:jc w:val="center"/>
              <w:rPr>
                <w:sz w:val="18"/>
                <w:szCs w:val="18"/>
              </w:rPr>
            </w:pPr>
            <w:r w:rsidRPr="0096295D">
              <w:rPr>
                <w:color w:val="000000"/>
                <w:sz w:val="18"/>
                <w:szCs w:val="18"/>
              </w:rPr>
              <w:t>11.15</w:t>
            </w:r>
          </w:p>
        </w:tc>
      </w:tr>
      <w:tr w:rsidR="00CF7505" w:rsidRPr="0096295D" w14:paraId="13BC2D6A" w14:textId="77777777" w:rsidTr="006017C1">
        <w:tc>
          <w:tcPr>
            <w:tcW w:w="836" w:type="dxa"/>
            <w:tcBorders>
              <w:top w:val="nil"/>
              <w:bottom w:val="nil"/>
              <w:right w:val="nil"/>
            </w:tcBorders>
          </w:tcPr>
          <w:p w14:paraId="16D75FDE" w14:textId="77777777" w:rsidR="00CF7505" w:rsidRPr="0096295D" w:rsidRDefault="00CF7505" w:rsidP="00CF7505">
            <w:pPr>
              <w:pStyle w:val="Paragraph"/>
              <w:ind w:firstLine="0"/>
              <w:jc w:val="center"/>
              <w:rPr>
                <w:sz w:val="18"/>
                <w:szCs w:val="18"/>
              </w:rPr>
            </w:pPr>
            <w:r w:rsidRPr="0096295D">
              <w:rPr>
                <w:sz w:val="18"/>
                <w:szCs w:val="18"/>
              </w:rPr>
              <w:t>20</w:t>
            </w:r>
          </w:p>
        </w:tc>
        <w:tc>
          <w:tcPr>
            <w:tcW w:w="1330" w:type="dxa"/>
            <w:tcBorders>
              <w:top w:val="nil"/>
              <w:left w:val="nil"/>
              <w:bottom w:val="nil"/>
              <w:right w:val="nil"/>
            </w:tcBorders>
            <w:vAlign w:val="bottom"/>
          </w:tcPr>
          <w:p w14:paraId="5F858A1C" w14:textId="77777777" w:rsidR="00CF7505" w:rsidRPr="0096295D" w:rsidRDefault="00CF7505" w:rsidP="00CF7505">
            <w:pPr>
              <w:pStyle w:val="Paragraph"/>
              <w:ind w:firstLine="0"/>
              <w:jc w:val="center"/>
              <w:rPr>
                <w:sz w:val="18"/>
                <w:szCs w:val="18"/>
              </w:rPr>
            </w:pPr>
            <w:r w:rsidRPr="0096295D">
              <w:rPr>
                <w:color w:val="000000"/>
                <w:sz w:val="18"/>
                <w:szCs w:val="18"/>
              </w:rPr>
              <w:t>8.04</w:t>
            </w:r>
          </w:p>
        </w:tc>
        <w:tc>
          <w:tcPr>
            <w:tcW w:w="1331" w:type="dxa"/>
            <w:tcBorders>
              <w:top w:val="nil"/>
              <w:left w:val="nil"/>
              <w:bottom w:val="nil"/>
              <w:right w:val="nil"/>
            </w:tcBorders>
            <w:vAlign w:val="bottom"/>
          </w:tcPr>
          <w:p w14:paraId="2110326F" w14:textId="746088E1" w:rsidR="00CF7505" w:rsidRPr="0096295D" w:rsidRDefault="00CF7505" w:rsidP="00CF7505">
            <w:pPr>
              <w:pStyle w:val="Paragraph"/>
              <w:ind w:firstLine="0"/>
              <w:jc w:val="center"/>
              <w:rPr>
                <w:sz w:val="18"/>
                <w:szCs w:val="18"/>
              </w:rPr>
            </w:pPr>
            <w:r w:rsidRPr="0096295D">
              <w:rPr>
                <w:color w:val="000000"/>
                <w:sz w:val="18"/>
                <w:szCs w:val="18"/>
              </w:rPr>
              <w:t>17.25</w:t>
            </w:r>
          </w:p>
        </w:tc>
        <w:tc>
          <w:tcPr>
            <w:tcW w:w="1332" w:type="dxa"/>
            <w:tcBorders>
              <w:top w:val="nil"/>
              <w:left w:val="nil"/>
              <w:bottom w:val="nil"/>
              <w:right w:val="nil"/>
            </w:tcBorders>
            <w:vAlign w:val="bottom"/>
          </w:tcPr>
          <w:p w14:paraId="056B9323" w14:textId="04F3C468" w:rsidR="00CF7505" w:rsidRPr="0096295D" w:rsidRDefault="00CF7505" w:rsidP="00CF7505">
            <w:pPr>
              <w:pStyle w:val="Paragraph"/>
              <w:ind w:firstLine="0"/>
              <w:jc w:val="center"/>
              <w:rPr>
                <w:sz w:val="18"/>
                <w:szCs w:val="18"/>
              </w:rPr>
            </w:pPr>
            <w:r w:rsidRPr="0096295D">
              <w:rPr>
                <w:color w:val="000000"/>
                <w:sz w:val="18"/>
                <w:szCs w:val="18"/>
              </w:rPr>
              <w:t>78.75</w:t>
            </w:r>
          </w:p>
        </w:tc>
        <w:tc>
          <w:tcPr>
            <w:tcW w:w="1332" w:type="dxa"/>
            <w:tcBorders>
              <w:top w:val="nil"/>
              <w:left w:val="nil"/>
              <w:bottom w:val="nil"/>
              <w:right w:val="nil"/>
            </w:tcBorders>
            <w:vAlign w:val="bottom"/>
          </w:tcPr>
          <w:p w14:paraId="0AF84BC8" w14:textId="3F7FB0D0" w:rsidR="00CF7505" w:rsidRPr="0096295D" w:rsidRDefault="00CF7505" w:rsidP="00CF7505">
            <w:pPr>
              <w:pStyle w:val="Paragraph"/>
              <w:ind w:firstLine="0"/>
              <w:jc w:val="center"/>
              <w:rPr>
                <w:sz w:val="18"/>
                <w:szCs w:val="18"/>
              </w:rPr>
            </w:pPr>
            <w:r w:rsidRPr="0096295D">
              <w:rPr>
                <w:color w:val="000000"/>
                <w:sz w:val="18"/>
                <w:szCs w:val="18"/>
              </w:rPr>
              <w:t>20.63</w:t>
            </w:r>
          </w:p>
        </w:tc>
        <w:tc>
          <w:tcPr>
            <w:tcW w:w="1332" w:type="dxa"/>
            <w:tcBorders>
              <w:top w:val="nil"/>
              <w:left w:val="nil"/>
              <w:bottom w:val="nil"/>
              <w:right w:val="nil"/>
            </w:tcBorders>
            <w:vAlign w:val="bottom"/>
          </w:tcPr>
          <w:p w14:paraId="727FF59F" w14:textId="7020C395" w:rsidR="00CF7505" w:rsidRPr="0096295D" w:rsidRDefault="00CF7505" w:rsidP="00CF7505">
            <w:pPr>
              <w:pStyle w:val="Paragraph"/>
              <w:ind w:firstLine="0"/>
              <w:jc w:val="center"/>
              <w:rPr>
                <w:sz w:val="18"/>
                <w:szCs w:val="18"/>
              </w:rPr>
            </w:pPr>
            <w:r w:rsidRPr="0096295D">
              <w:rPr>
                <w:color w:val="000000"/>
                <w:sz w:val="18"/>
                <w:szCs w:val="18"/>
              </w:rPr>
              <w:t>26.08</w:t>
            </w:r>
          </w:p>
        </w:tc>
        <w:tc>
          <w:tcPr>
            <w:tcW w:w="1332" w:type="dxa"/>
            <w:tcBorders>
              <w:top w:val="nil"/>
              <w:left w:val="nil"/>
              <w:bottom w:val="nil"/>
            </w:tcBorders>
            <w:vAlign w:val="bottom"/>
          </w:tcPr>
          <w:p w14:paraId="31FEB6EB" w14:textId="6B005A3E" w:rsidR="00CF7505" w:rsidRPr="0096295D" w:rsidRDefault="00CF7505" w:rsidP="00CF7505">
            <w:pPr>
              <w:pStyle w:val="Paragraph"/>
              <w:ind w:firstLine="0"/>
              <w:jc w:val="center"/>
              <w:rPr>
                <w:sz w:val="18"/>
                <w:szCs w:val="18"/>
              </w:rPr>
            </w:pPr>
            <w:r w:rsidRPr="0096295D">
              <w:rPr>
                <w:color w:val="000000"/>
                <w:sz w:val="18"/>
                <w:szCs w:val="18"/>
              </w:rPr>
              <w:t>4.34</w:t>
            </w:r>
          </w:p>
        </w:tc>
      </w:tr>
      <w:tr w:rsidR="00CF7505" w:rsidRPr="0096295D" w14:paraId="4A4A7A3D" w14:textId="77777777" w:rsidTr="006017C1">
        <w:tc>
          <w:tcPr>
            <w:tcW w:w="836" w:type="dxa"/>
            <w:tcBorders>
              <w:top w:val="nil"/>
              <w:bottom w:val="nil"/>
              <w:right w:val="nil"/>
            </w:tcBorders>
          </w:tcPr>
          <w:p w14:paraId="3526FF65" w14:textId="77777777" w:rsidR="00CF7505" w:rsidRPr="0096295D" w:rsidRDefault="00CF7505" w:rsidP="00CF7505">
            <w:pPr>
              <w:pStyle w:val="Paragraph"/>
              <w:ind w:firstLine="0"/>
              <w:jc w:val="center"/>
              <w:rPr>
                <w:sz w:val="18"/>
                <w:szCs w:val="18"/>
              </w:rPr>
            </w:pPr>
            <w:r w:rsidRPr="0096295D">
              <w:rPr>
                <w:sz w:val="18"/>
                <w:szCs w:val="18"/>
              </w:rPr>
              <w:t>30</w:t>
            </w:r>
          </w:p>
        </w:tc>
        <w:tc>
          <w:tcPr>
            <w:tcW w:w="1330" w:type="dxa"/>
            <w:tcBorders>
              <w:top w:val="nil"/>
              <w:left w:val="nil"/>
              <w:bottom w:val="nil"/>
              <w:right w:val="nil"/>
            </w:tcBorders>
            <w:vAlign w:val="bottom"/>
          </w:tcPr>
          <w:p w14:paraId="34208EE6" w14:textId="77777777" w:rsidR="00CF7505" w:rsidRPr="0096295D" w:rsidRDefault="00CF7505" w:rsidP="00CF7505">
            <w:pPr>
              <w:pStyle w:val="Paragraph"/>
              <w:ind w:firstLine="0"/>
              <w:jc w:val="center"/>
              <w:rPr>
                <w:sz w:val="18"/>
                <w:szCs w:val="18"/>
              </w:rPr>
            </w:pPr>
            <w:r w:rsidRPr="0096295D">
              <w:rPr>
                <w:color w:val="000000"/>
                <w:sz w:val="18"/>
                <w:szCs w:val="18"/>
              </w:rPr>
              <w:t>4.93</w:t>
            </w:r>
          </w:p>
        </w:tc>
        <w:tc>
          <w:tcPr>
            <w:tcW w:w="1331" w:type="dxa"/>
            <w:tcBorders>
              <w:top w:val="nil"/>
              <w:left w:val="nil"/>
              <w:bottom w:val="nil"/>
              <w:right w:val="nil"/>
            </w:tcBorders>
            <w:vAlign w:val="bottom"/>
          </w:tcPr>
          <w:p w14:paraId="6016D2C9" w14:textId="2BA5EC86" w:rsidR="00CF7505" w:rsidRPr="0096295D" w:rsidRDefault="00CF7505" w:rsidP="00CF7505">
            <w:pPr>
              <w:pStyle w:val="Paragraph"/>
              <w:ind w:firstLine="0"/>
              <w:jc w:val="center"/>
              <w:rPr>
                <w:sz w:val="18"/>
                <w:szCs w:val="18"/>
              </w:rPr>
            </w:pPr>
            <w:r w:rsidRPr="0096295D">
              <w:rPr>
                <w:color w:val="000000"/>
                <w:sz w:val="18"/>
                <w:szCs w:val="18"/>
              </w:rPr>
              <w:t>9.25</w:t>
            </w:r>
          </w:p>
        </w:tc>
        <w:tc>
          <w:tcPr>
            <w:tcW w:w="1332" w:type="dxa"/>
            <w:tcBorders>
              <w:top w:val="nil"/>
              <w:left w:val="nil"/>
              <w:bottom w:val="nil"/>
              <w:right w:val="nil"/>
            </w:tcBorders>
            <w:vAlign w:val="bottom"/>
          </w:tcPr>
          <w:p w14:paraId="66A162ED" w14:textId="3177A74B" w:rsidR="00CF7505" w:rsidRPr="0096295D" w:rsidRDefault="00CF7505" w:rsidP="00CF7505">
            <w:pPr>
              <w:pStyle w:val="Paragraph"/>
              <w:ind w:firstLine="0"/>
              <w:jc w:val="center"/>
              <w:rPr>
                <w:sz w:val="18"/>
                <w:szCs w:val="18"/>
              </w:rPr>
            </w:pPr>
            <w:r w:rsidRPr="0096295D">
              <w:rPr>
                <w:color w:val="000000"/>
                <w:sz w:val="18"/>
                <w:szCs w:val="18"/>
              </w:rPr>
              <w:t>42.24</w:t>
            </w:r>
          </w:p>
        </w:tc>
        <w:tc>
          <w:tcPr>
            <w:tcW w:w="1332" w:type="dxa"/>
            <w:tcBorders>
              <w:top w:val="nil"/>
              <w:left w:val="nil"/>
              <w:bottom w:val="nil"/>
              <w:right w:val="nil"/>
            </w:tcBorders>
            <w:vAlign w:val="bottom"/>
          </w:tcPr>
          <w:p w14:paraId="585D0C3E" w14:textId="48F99FE2" w:rsidR="00CF7505" w:rsidRPr="0096295D" w:rsidRDefault="00CF7505" w:rsidP="00CF7505">
            <w:pPr>
              <w:pStyle w:val="Paragraph"/>
              <w:ind w:firstLine="0"/>
              <w:jc w:val="center"/>
              <w:rPr>
                <w:sz w:val="18"/>
                <w:szCs w:val="18"/>
              </w:rPr>
            </w:pPr>
            <w:r w:rsidRPr="0096295D">
              <w:rPr>
                <w:color w:val="000000"/>
                <w:sz w:val="18"/>
                <w:szCs w:val="18"/>
              </w:rPr>
              <w:t>11.59</w:t>
            </w:r>
          </w:p>
        </w:tc>
        <w:tc>
          <w:tcPr>
            <w:tcW w:w="1332" w:type="dxa"/>
            <w:tcBorders>
              <w:top w:val="nil"/>
              <w:left w:val="nil"/>
              <w:bottom w:val="nil"/>
              <w:right w:val="nil"/>
            </w:tcBorders>
            <w:vAlign w:val="bottom"/>
          </w:tcPr>
          <w:p w14:paraId="04AB80D1" w14:textId="23FBC6F9" w:rsidR="00CF7505" w:rsidRPr="0096295D" w:rsidRDefault="00CF7505" w:rsidP="00CF7505">
            <w:pPr>
              <w:pStyle w:val="Paragraph"/>
              <w:ind w:firstLine="0"/>
              <w:jc w:val="center"/>
              <w:rPr>
                <w:sz w:val="18"/>
                <w:szCs w:val="18"/>
              </w:rPr>
            </w:pPr>
            <w:r w:rsidRPr="0096295D">
              <w:rPr>
                <w:color w:val="000000"/>
                <w:sz w:val="18"/>
                <w:szCs w:val="18"/>
              </w:rPr>
              <w:t>13.58</w:t>
            </w:r>
          </w:p>
        </w:tc>
        <w:tc>
          <w:tcPr>
            <w:tcW w:w="1332" w:type="dxa"/>
            <w:tcBorders>
              <w:top w:val="nil"/>
              <w:left w:val="nil"/>
              <w:bottom w:val="nil"/>
            </w:tcBorders>
            <w:vAlign w:val="bottom"/>
          </w:tcPr>
          <w:p w14:paraId="427980AE" w14:textId="45B58378" w:rsidR="00CF7505" w:rsidRPr="0096295D" w:rsidRDefault="00CF7505" w:rsidP="00CF7505">
            <w:pPr>
              <w:pStyle w:val="Paragraph"/>
              <w:ind w:firstLine="0"/>
              <w:jc w:val="center"/>
              <w:rPr>
                <w:sz w:val="18"/>
                <w:szCs w:val="18"/>
              </w:rPr>
            </w:pPr>
            <w:r w:rsidRPr="0096295D">
              <w:rPr>
                <w:color w:val="000000"/>
                <w:sz w:val="18"/>
                <w:szCs w:val="18"/>
              </w:rPr>
              <w:t>2.50</w:t>
            </w:r>
          </w:p>
        </w:tc>
      </w:tr>
      <w:tr w:rsidR="00CF7505" w:rsidRPr="0096295D" w14:paraId="2F422DE4" w14:textId="77777777" w:rsidTr="006017C1">
        <w:tc>
          <w:tcPr>
            <w:tcW w:w="836" w:type="dxa"/>
            <w:tcBorders>
              <w:top w:val="nil"/>
              <w:bottom w:val="nil"/>
              <w:right w:val="nil"/>
            </w:tcBorders>
          </w:tcPr>
          <w:p w14:paraId="264046A3" w14:textId="77777777" w:rsidR="00CF7505" w:rsidRPr="0096295D" w:rsidRDefault="00CF7505" w:rsidP="00CF7505">
            <w:pPr>
              <w:pStyle w:val="Paragraph"/>
              <w:ind w:firstLine="0"/>
              <w:jc w:val="center"/>
              <w:rPr>
                <w:sz w:val="18"/>
                <w:szCs w:val="18"/>
              </w:rPr>
            </w:pPr>
            <w:r w:rsidRPr="0096295D">
              <w:rPr>
                <w:sz w:val="18"/>
                <w:szCs w:val="18"/>
              </w:rPr>
              <w:t>40</w:t>
            </w:r>
          </w:p>
        </w:tc>
        <w:tc>
          <w:tcPr>
            <w:tcW w:w="1330" w:type="dxa"/>
            <w:tcBorders>
              <w:top w:val="nil"/>
              <w:left w:val="nil"/>
              <w:bottom w:val="nil"/>
              <w:right w:val="nil"/>
            </w:tcBorders>
            <w:vAlign w:val="bottom"/>
          </w:tcPr>
          <w:p w14:paraId="0AE291D7" w14:textId="77777777" w:rsidR="00CF7505" w:rsidRPr="0096295D" w:rsidRDefault="00CF7505" w:rsidP="00CF7505">
            <w:pPr>
              <w:pStyle w:val="Paragraph"/>
              <w:ind w:firstLine="0"/>
              <w:jc w:val="center"/>
              <w:rPr>
                <w:sz w:val="18"/>
                <w:szCs w:val="18"/>
              </w:rPr>
            </w:pPr>
            <w:r w:rsidRPr="0096295D">
              <w:rPr>
                <w:color w:val="000000"/>
                <w:sz w:val="18"/>
                <w:szCs w:val="18"/>
              </w:rPr>
              <w:t>3.48</w:t>
            </w:r>
          </w:p>
        </w:tc>
        <w:tc>
          <w:tcPr>
            <w:tcW w:w="1331" w:type="dxa"/>
            <w:tcBorders>
              <w:top w:val="nil"/>
              <w:left w:val="nil"/>
              <w:bottom w:val="nil"/>
              <w:right w:val="nil"/>
            </w:tcBorders>
            <w:vAlign w:val="bottom"/>
          </w:tcPr>
          <w:p w14:paraId="3101A88B" w14:textId="0326D021" w:rsidR="00CF7505" w:rsidRPr="0096295D" w:rsidRDefault="00CF7505" w:rsidP="00CF7505">
            <w:pPr>
              <w:pStyle w:val="Paragraph"/>
              <w:ind w:firstLine="0"/>
              <w:jc w:val="center"/>
              <w:rPr>
                <w:sz w:val="18"/>
                <w:szCs w:val="18"/>
              </w:rPr>
            </w:pPr>
            <w:r w:rsidRPr="0096295D">
              <w:rPr>
                <w:color w:val="000000"/>
                <w:sz w:val="18"/>
                <w:szCs w:val="18"/>
              </w:rPr>
              <w:t>5.95</w:t>
            </w:r>
          </w:p>
        </w:tc>
        <w:tc>
          <w:tcPr>
            <w:tcW w:w="1332" w:type="dxa"/>
            <w:tcBorders>
              <w:top w:val="nil"/>
              <w:left w:val="nil"/>
              <w:bottom w:val="nil"/>
              <w:right w:val="nil"/>
            </w:tcBorders>
            <w:vAlign w:val="bottom"/>
          </w:tcPr>
          <w:p w14:paraId="27ABA242" w14:textId="609BC191" w:rsidR="00CF7505" w:rsidRPr="0096295D" w:rsidRDefault="00CF7505" w:rsidP="00CF7505">
            <w:pPr>
              <w:pStyle w:val="Paragraph"/>
              <w:ind w:firstLine="0"/>
              <w:jc w:val="center"/>
              <w:rPr>
                <w:sz w:val="18"/>
                <w:szCs w:val="18"/>
              </w:rPr>
            </w:pPr>
            <w:r w:rsidRPr="0096295D">
              <w:rPr>
                <w:color w:val="000000"/>
                <w:sz w:val="18"/>
                <w:szCs w:val="18"/>
              </w:rPr>
              <w:t>27.16</w:t>
            </w:r>
          </w:p>
        </w:tc>
        <w:tc>
          <w:tcPr>
            <w:tcW w:w="1332" w:type="dxa"/>
            <w:tcBorders>
              <w:top w:val="nil"/>
              <w:left w:val="nil"/>
              <w:bottom w:val="nil"/>
              <w:right w:val="nil"/>
            </w:tcBorders>
            <w:vAlign w:val="bottom"/>
          </w:tcPr>
          <w:p w14:paraId="7E7C7592" w14:textId="714CE326" w:rsidR="00CF7505" w:rsidRPr="0096295D" w:rsidRDefault="00CF7505" w:rsidP="00CF7505">
            <w:pPr>
              <w:pStyle w:val="Paragraph"/>
              <w:ind w:firstLine="0"/>
              <w:jc w:val="center"/>
              <w:rPr>
                <w:sz w:val="18"/>
                <w:szCs w:val="18"/>
              </w:rPr>
            </w:pPr>
            <w:r w:rsidRPr="0096295D">
              <w:rPr>
                <w:color w:val="000000"/>
                <w:sz w:val="18"/>
                <w:szCs w:val="18"/>
              </w:rPr>
              <w:t>7.70</w:t>
            </w:r>
          </w:p>
        </w:tc>
        <w:tc>
          <w:tcPr>
            <w:tcW w:w="1332" w:type="dxa"/>
            <w:tcBorders>
              <w:top w:val="nil"/>
              <w:left w:val="nil"/>
              <w:bottom w:val="nil"/>
              <w:right w:val="nil"/>
            </w:tcBorders>
            <w:vAlign w:val="bottom"/>
          </w:tcPr>
          <w:p w14:paraId="07B759B4" w14:textId="4B16DC0B" w:rsidR="00CF7505" w:rsidRPr="0096295D" w:rsidRDefault="00CF7505" w:rsidP="00CF7505">
            <w:pPr>
              <w:pStyle w:val="Paragraph"/>
              <w:ind w:firstLine="0"/>
              <w:jc w:val="center"/>
              <w:rPr>
                <w:sz w:val="18"/>
                <w:szCs w:val="18"/>
              </w:rPr>
            </w:pPr>
            <w:r w:rsidRPr="0096295D">
              <w:rPr>
                <w:color w:val="000000"/>
                <w:sz w:val="18"/>
                <w:szCs w:val="18"/>
              </w:rPr>
              <w:t>8.54</w:t>
            </w:r>
          </w:p>
        </w:tc>
        <w:tc>
          <w:tcPr>
            <w:tcW w:w="1332" w:type="dxa"/>
            <w:tcBorders>
              <w:top w:val="nil"/>
              <w:left w:val="nil"/>
              <w:bottom w:val="nil"/>
            </w:tcBorders>
            <w:vAlign w:val="bottom"/>
          </w:tcPr>
          <w:p w14:paraId="1FF90504" w14:textId="12FF7C02" w:rsidR="00CF7505" w:rsidRPr="0096295D" w:rsidRDefault="00CF7505" w:rsidP="00CF7505">
            <w:pPr>
              <w:pStyle w:val="Paragraph"/>
              <w:ind w:firstLine="0"/>
              <w:jc w:val="center"/>
              <w:rPr>
                <w:sz w:val="18"/>
                <w:szCs w:val="18"/>
              </w:rPr>
            </w:pPr>
            <w:r w:rsidRPr="0096295D">
              <w:rPr>
                <w:color w:val="000000"/>
                <w:sz w:val="18"/>
                <w:szCs w:val="18"/>
              </w:rPr>
              <w:t>1.69</w:t>
            </w:r>
          </w:p>
        </w:tc>
      </w:tr>
      <w:tr w:rsidR="00CF7505" w:rsidRPr="0096295D" w14:paraId="78D6C19C" w14:textId="77777777" w:rsidTr="006017C1">
        <w:tc>
          <w:tcPr>
            <w:tcW w:w="836" w:type="dxa"/>
            <w:tcBorders>
              <w:top w:val="nil"/>
              <w:bottom w:val="nil"/>
              <w:right w:val="nil"/>
            </w:tcBorders>
          </w:tcPr>
          <w:p w14:paraId="18E74997" w14:textId="77777777" w:rsidR="00CF7505" w:rsidRPr="0096295D" w:rsidRDefault="00CF7505" w:rsidP="00CF7505">
            <w:pPr>
              <w:pStyle w:val="Paragraph"/>
              <w:ind w:firstLine="0"/>
              <w:jc w:val="center"/>
              <w:rPr>
                <w:sz w:val="18"/>
                <w:szCs w:val="18"/>
              </w:rPr>
            </w:pPr>
            <w:r w:rsidRPr="0096295D">
              <w:rPr>
                <w:sz w:val="18"/>
                <w:szCs w:val="18"/>
              </w:rPr>
              <w:t>50</w:t>
            </w:r>
          </w:p>
        </w:tc>
        <w:tc>
          <w:tcPr>
            <w:tcW w:w="1330" w:type="dxa"/>
            <w:tcBorders>
              <w:top w:val="nil"/>
              <w:left w:val="nil"/>
              <w:bottom w:val="nil"/>
              <w:right w:val="nil"/>
            </w:tcBorders>
            <w:vAlign w:val="bottom"/>
          </w:tcPr>
          <w:p w14:paraId="7BFEDD73" w14:textId="77777777" w:rsidR="00CF7505" w:rsidRPr="0096295D" w:rsidRDefault="00CF7505" w:rsidP="00CF7505">
            <w:pPr>
              <w:pStyle w:val="Paragraph"/>
              <w:ind w:firstLine="0"/>
              <w:jc w:val="center"/>
              <w:rPr>
                <w:sz w:val="18"/>
                <w:szCs w:val="18"/>
              </w:rPr>
            </w:pPr>
            <w:r w:rsidRPr="0096295D">
              <w:rPr>
                <w:color w:val="000000"/>
                <w:sz w:val="18"/>
                <w:szCs w:val="18"/>
              </w:rPr>
              <w:t>2.66</w:t>
            </w:r>
          </w:p>
        </w:tc>
        <w:tc>
          <w:tcPr>
            <w:tcW w:w="1331" w:type="dxa"/>
            <w:tcBorders>
              <w:top w:val="nil"/>
              <w:left w:val="nil"/>
              <w:bottom w:val="nil"/>
              <w:right w:val="nil"/>
            </w:tcBorders>
            <w:vAlign w:val="bottom"/>
          </w:tcPr>
          <w:p w14:paraId="7B827C6F" w14:textId="6A6D9300" w:rsidR="00CF7505" w:rsidRPr="0096295D" w:rsidRDefault="00CF7505" w:rsidP="00CF7505">
            <w:pPr>
              <w:pStyle w:val="Paragraph"/>
              <w:ind w:firstLine="0"/>
              <w:jc w:val="center"/>
              <w:rPr>
                <w:sz w:val="18"/>
                <w:szCs w:val="18"/>
              </w:rPr>
            </w:pPr>
            <w:r w:rsidRPr="0096295D">
              <w:rPr>
                <w:color w:val="000000"/>
                <w:sz w:val="18"/>
                <w:szCs w:val="18"/>
              </w:rPr>
              <w:t>4.22</w:t>
            </w:r>
          </w:p>
        </w:tc>
        <w:tc>
          <w:tcPr>
            <w:tcW w:w="1332" w:type="dxa"/>
            <w:tcBorders>
              <w:top w:val="nil"/>
              <w:left w:val="nil"/>
              <w:bottom w:val="nil"/>
              <w:right w:val="nil"/>
            </w:tcBorders>
            <w:vAlign w:val="bottom"/>
          </w:tcPr>
          <w:p w14:paraId="57ECB1AC" w14:textId="7BBF7134" w:rsidR="00CF7505" w:rsidRPr="0096295D" w:rsidRDefault="00CF7505" w:rsidP="00CF7505">
            <w:pPr>
              <w:pStyle w:val="Paragraph"/>
              <w:ind w:firstLine="0"/>
              <w:jc w:val="center"/>
              <w:rPr>
                <w:sz w:val="18"/>
                <w:szCs w:val="18"/>
              </w:rPr>
            </w:pPr>
            <w:r w:rsidRPr="0096295D">
              <w:rPr>
                <w:color w:val="000000"/>
                <w:sz w:val="18"/>
                <w:szCs w:val="18"/>
              </w:rPr>
              <w:t>19.28</w:t>
            </w:r>
          </w:p>
        </w:tc>
        <w:tc>
          <w:tcPr>
            <w:tcW w:w="1332" w:type="dxa"/>
            <w:tcBorders>
              <w:top w:val="nil"/>
              <w:left w:val="nil"/>
              <w:bottom w:val="nil"/>
              <w:right w:val="nil"/>
            </w:tcBorders>
            <w:vAlign w:val="bottom"/>
          </w:tcPr>
          <w:p w14:paraId="2E68FD5C" w14:textId="540FFE66" w:rsidR="00CF7505" w:rsidRPr="0096295D" w:rsidRDefault="00CF7505" w:rsidP="00CF7505">
            <w:pPr>
              <w:pStyle w:val="Paragraph"/>
              <w:ind w:firstLine="0"/>
              <w:jc w:val="center"/>
              <w:rPr>
                <w:sz w:val="18"/>
                <w:szCs w:val="18"/>
              </w:rPr>
            </w:pPr>
            <w:r w:rsidRPr="0096295D">
              <w:rPr>
                <w:color w:val="000000"/>
                <w:sz w:val="18"/>
                <w:szCs w:val="18"/>
              </w:rPr>
              <w:t>5.61</w:t>
            </w:r>
          </w:p>
        </w:tc>
        <w:tc>
          <w:tcPr>
            <w:tcW w:w="1332" w:type="dxa"/>
            <w:tcBorders>
              <w:top w:val="nil"/>
              <w:left w:val="nil"/>
              <w:bottom w:val="nil"/>
              <w:right w:val="nil"/>
            </w:tcBorders>
            <w:vAlign w:val="bottom"/>
          </w:tcPr>
          <w:p w14:paraId="0CCC7F27" w14:textId="74AFD208" w:rsidR="00CF7505" w:rsidRPr="0096295D" w:rsidRDefault="00CF7505" w:rsidP="00CF7505">
            <w:pPr>
              <w:pStyle w:val="Paragraph"/>
              <w:ind w:firstLine="0"/>
              <w:jc w:val="center"/>
              <w:rPr>
                <w:sz w:val="18"/>
                <w:szCs w:val="18"/>
              </w:rPr>
            </w:pPr>
            <w:r w:rsidRPr="0096295D">
              <w:rPr>
                <w:color w:val="000000"/>
                <w:sz w:val="18"/>
                <w:szCs w:val="18"/>
              </w:rPr>
              <w:t>5.97</w:t>
            </w:r>
          </w:p>
        </w:tc>
        <w:tc>
          <w:tcPr>
            <w:tcW w:w="1332" w:type="dxa"/>
            <w:tcBorders>
              <w:top w:val="nil"/>
              <w:left w:val="nil"/>
              <w:bottom w:val="nil"/>
            </w:tcBorders>
            <w:vAlign w:val="bottom"/>
          </w:tcPr>
          <w:p w14:paraId="1C36AEA5" w14:textId="21385715" w:rsidR="00CF7505" w:rsidRPr="0096295D" w:rsidRDefault="00CF7505" w:rsidP="00CF7505">
            <w:pPr>
              <w:pStyle w:val="Paragraph"/>
              <w:ind w:firstLine="0"/>
              <w:jc w:val="center"/>
              <w:rPr>
                <w:sz w:val="18"/>
                <w:szCs w:val="18"/>
              </w:rPr>
            </w:pPr>
            <w:r w:rsidRPr="0096295D">
              <w:rPr>
                <w:color w:val="000000"/>
                <w:sz w:val="18"/>
                <w:szCs w:val="18"/>
              </w:rPr>
              <w:t>1.25</w:t>
            </w:r>
          </w:p>
        </w:tc>
      </w:tr>
      <w:tr w:rsidR="00CF7505" w:rsidRPr="0096295D" w14:paraId="216F5366" w14:textId="77777777" w:rsidTr="006017C1">
        <w:tc>
          <w:tcPr>
            <w:tcW w:w="836" w:type="dxa"/>
            <w:tcBorders>
              <w:top w:val="nil"/>
              <w:bottom w:val="nil"/>
              <w:right w:val="nil"/>
            </w:tcBorders>
          </w:tcPr>
          <w:p w14:paraId="61CE7D6C" w14:textId="77777777" w:rsidR="00CF7505" w:rsidRPr="0096295D" w:rsidRDefault="00CF7505" w:rsidP="00CF7505">
            <w:pPr>
              <w:pStyle w:val="Paragraph"/>
              <w:ind w:firstLine="0"/>
              <w:jc w:val="center"/>
              <w:rPr>
                <w:sz w:val="18"/>
                <w:szCs w:val="18"/>
              </w:rPr>
            </w:pPr>
            <w:r w:rsidRPr="0096295D">
              <w:rPr>
                <w:sz w:val="18"/>
                <w:szCs w:val="18"/>
              </w:rPr>
              <w:t>60</w:t>
            </w:r>
          </w:p>
        </w:tc>
        <w:tc>
          <w:tcPr>
            <w:tcW w:w="1330" w:type="dxa"/>
            <w:tcBorders>
              <w:top w:val="nil"/>
              <w:left w:val="nil"/>
              <w:bottom w:val="nil"/>
              <w:right w:val="nil"/>
            </w:tcBorders>
            <w:vAlign w:val="bottom"/>
          </w:tcPr>
          <w:p w14:paraId="49AE8CE6" w14:textId="77777777" w:rsidR="00CF7505" w:rsidRPr="0096295D" w:rsidRDefault="00CF7505" w:rsidP="00CF7505">
            <w:pPr>
              <w:pStyle w:val="Paragraph"/>
              <w:ind w:firstLine="0"/>
              <w:jc w:val="center"/>
              <w:rPr>
                <w:sz w:val="18"/>
                <w:szCs w:val="18"/>
              </w:rPr>
            </w:pPr>
            <w:r w:rsidRPr="0096295D">
              <w:rPr>
                <w:color w:val="000000"/>
                <w:sz w:val="18"/>
                <w:szCs w:val="18"/>
              </w:rPr>
              <w:t>2.14</w:t>
            </w:r>
          </w:p>
        </w:tc>
        <w:tc>
          <w:tcPr>
            <w:tcW w:w="1331" w:type="dxa"/>
            <w:tcBorders>
              <w:top w:val="nil"/>
              <w:left w:val="nil"/>
              <w:bottom w:val="nil"/>
              <w:right w:val="nil"/>
            </w:tcBorders>
            <w:vAlign w:val="bottom"/>
          </w:tcPr>
          <w:p w14:paraId="48602646" w14:textId="6196D4EF" w:rsidR="00CF7505" w:rsidRPr="0096295D" w:rsidRDefault="00CF7505" w:rsidP="00CF7505">
            <w:pPr>
              <w:pStyle w:val="Paragraph"/>
              <w:ind w:firstLine="0"/>
              <w:jc w:val="center"/>
              <w:rPr>
                <w:sz w:val="18"/>
                <w:szCs w:val="18"/>
              </w:rPr>
            </w:pPr>
            <w:r w:rsidRPr="0096295D">
              <w:rPr>
                <w:color w:val="000000"/>
                <w:sz w:val="18"/>
                <w:szCs w:val="18"/>
              </w:rPr>
              <w:t>3.19</w:t>
            </w:r>
          </w:p>
        </w:tc>
        <w:tc>
          <w:tcPr>
            <w:tcW w:w="1332" w:type="dxa"/>
            <w:tcBorders>
              <w:top w:val="nil"/>
              <w:left w:val="nil"/>
              <w:bottom w:val="nil"/>
              <w:right w:val="nil"/>
            </w:tcBorders>
            <w:vAlign w:val="bottom"/>
          </w:tcPr>
          <w:p w14:paraId="2BA939A7" w14:textId="5E44FBCB" w:rsidR="00CF7505" w:rsidRPr="0096295D" w:rsidRDefault="00CF7505" w:rsidP="00CF7505">
            <w:pPr>
              <w:pStyle w:val="Paragraph"/>
              <w:ind w:firstLine="0"/>
              <w:jc w:val="center"/>
              <w:rPr>
                <w:sz w:val="18"/>
                <w:szCs w:val="18"/>
              </w:rPr>
            </w:pPr>
            <w:r w:rsidRPr="0096295D">
              <w:rPr>
                <w:color w:val="000000"/>
                <w:sz w:val="18"/>
                <w:szCs w:val="18"/>
              </w:rPr>
              <w:t>14.57</w:t>
            </w:r>
          </w:p>
        </w:tc>
        <w:tc>
          <w:tcPr>
            <w:tcW w:w="1332" w:type="dxa"/>
            <w:tcBorders>
              <w:top w:val="nil"/>
              <w:left w:val="nil"/>
              <w:bottom w:val="nil"/>
              <w:right w:val="nil"/>
            </w:tcBorders>
            <w:vAlign w:val="bottom"/>
          </w:tcPr>
          <w:p w14:paraId="16157691" w14:textId="20C47FCC" w:rsidR="00CF7505" w:rsidRPr="0096295D" w:rsidRDefault="00CF7505" w:rsidP="00CF7505">
            <w:pPr>
              <w:pStyle w:val="Paragraph"/>
              <w:ind w:firstLine="0"/>
              <w:jc w:val="center"/>
              <w:rPr>
                <w:sz w:val="18"/>
                <w:szCs w:val="18"/>
              </w:rPr>
            </w:pPr>
            <w:r w:rsidRPr="0096295D">
              <w:rPr>
                <w:color w:val="000000"/>
                <w:sz w:val="18"/>
                <w:szCs w:val="18"/>
              </w:rPr>
              <w:t>4.33</w:t>
            </w:r>
          </w:p>
        </w:tc>
        <w:tc>
          <w:tcPr>
            <w:tcW w:w="1332" w:type="dxa"/>
            <w:tcBorders>
              <w:top w:val="nil"/>
              <w:left w:val="nil"/>
              <w:bottom w:val="nil"/>
              <w:right w:val="nil"/>
            </w:tcBorders>
            <w:vAlign w:val="bottom"/>
          </w:tcPr>
          <w:p w14:paraId="5072434F" w14:textId="77CFDE5D" w:rsidR="00CF7505" w:rsidRPr="0096295D" w:rsidRDefault="00CF7505" w:rsidP="00CF7505">
            <w:pPr>
              <w:pStyle w:val="Paragraph"/>
              <w:ind w:firstLine="0"/>
              <w:jc w:val="center"/>
              <w:rPr>
                <w:sz w:val="18"/>
                <w:szCs w:val="18"/>
              </w:rPr>
            </w:pPr>
            <w:r w:rsidRPr="0096295D">
              <w:rPr>
                <w:color w:val="000000"/>
                <w:sz w:val="18"/>
                <w:szCs w:val="18"/>
              </w:rPr>
              <w:t>4.45</w:t>
            </w:r>
          </w:p>
        </w:tc>
        <w:tc>
          <w:tcPr>
            <w:tcW w:w="1332" w:type="dxa"/>
            <w:tcBorders>
              <w:top w:val="nil"/>
              <w:left w:val="nil"/>
              <w:bottom w:val="nil"/>
            </w:tcBorders>
            <w:vAlign w:val="bottom"/>
          </w:tcPr>
          <w:p w14:paraId="4A8D151A" w14:textId="1A8BCAF5" w:rsidR="00CF7505" w:rsidRPr="0096295D" w:rsidRDefault="00CF7505" w:rsidP="00CF7505">
            <w:pPr>
              <w:pStyle w:val="Paragraph"/>
              <w:ind w:firstLine="0"/>
              <w:jc w:val="center"/>
              <w:rPr>
                <w:sz w:val="18"/>
                <w:szCs w:val="18"/>
              </w:rPr>
            </w:pPr>
            <w:r w:rsidRPr="0096295D">
              <w:rPr>
                <w:color w:val="000000"/>
                <w:sz w:val="18"/>
                <w:szCs w:val="18"/>
              </w:rPr>
              <w:t>0.97</w:t>
            </w:r>
          </w:p>
        </w:tc>
      </w:tr>
      <w:tr w:rsidR="00CF7505" w:rsidRPr="0096295D" w14:paraId="604D650D" w14:textId="77777777" w:rsidTr="006017C1">
        <w:tc>
          <w:tcPr>
            <w:tcW w:w="836" w:type="dxa"/>
            <w:tcBorders>
              <w:top w:val="nil"/>
              <w:bottom w:val="nil"/>
              <w:right w:val="nil"/>
            </w:tcBorders>
          </w:tcPr>
          <w:p w14:paraId="46DF386F" w14:textId="77777777" w:rsidR="00CF7505" w:rsidRPr="0096295D" w:rsidRDefault="00CF7505" w:rsidP="00CF7505">
            <w:pPr>
              <w:pStyle w:val="Paragraph"/>
              <w:ind w:firstLine="0"/>
              <w:jc w:val="center"/>
              <w:rPr>
                <w:sz w:val="18"/>
                <w:szCs w:val="18"/>
              </w:rPr>
            </w:pPr>
            <w:r w:rsidRPr="0096295D">
              <w:rPr>
                <w:sz w:val="18"/>
                <w:szCs w:val="18"/>
              </w:rPr>
              <w:t>70</w:t>
            </w:r>
          </w:p>
        </w:tc>
        <w:tc>
          <w:tcPr>
            <w:tcW w:w="1330" w:type="dxa"/>
            <w:tcBorders>
              <w:top w:val="nil"/>
              <w:left w:val="nil"/>
              <w:bottom w:val="nil"/>
              <w:right w:val="nil"/>
            </w:tcBorders>
            <w:vAlign w:val="bottom"/>
          </w:tcPr>
          <w:p w14:paraId="7C84E5FE" w14:textId="77777777" w:rsidR="00CF7505" w:rsidRPr="0096295D" w:rsidRDefault="00CF7505" w:rsidP="00CF7505">
            <w:pPr>
              <w:pStyle w:val="Paragraph"/>
              <w:ind w:firstLine="0"/>
              <w:jc w:val="center"/>
              <w:rPr>
                <w:sz w:val="18"/>
                <w:szCs w:val="18"/>
              </w:rPr>
            </w:pPr>
            <w:r w:rsidRPr="0096295D">
              <w:rPr>
                <w:color w:val="000000"/>
                <w:sz w:val="18"/>
                <w:szCs w:val="18"/>
              </w:rPr>
              <w:t>1.77</w:t>
            </w:r>
          </w:p>
        </w:tc>
        <w:tc>
          <w:tcPr>
            <w:tcW w:w="1331" w:type="dxa"/>
            <w:tcBorders>
              <w:top w:val="nil"/>
              <w:left w:val="nil"/>
              <w:bottom w:val="nil"/>
              <w:right w:val="nil"/>
            </w:tcBorders>
            <w:vAlign w:val="bottom"/>
          </w:tcPr>
          <w:p w14:paraId="11784227" w14:textId="174FF2B7" w:rsidR="00CF7505" w:rsidRPr="0096295D" w:rsidRDefault="00CF7505" w:rsidP="00CF7505">
            <w:pPr>
              <w:pStyle w:val="Paragraph"/>
              <w:ind w:firstLine="0"/>
              <w:jc w:val="center"/>
              <w:rPr>
                <w:sz w:val="18"/>
                <w:szCs w:val="18"/>
              </w:rPr>
            </w:pPr>
            <w:r w:rsidRPr="0096295D">
              <w:rPr>
                <w:color w:val="000000"/>
                <w:sz w:val="18"/>
                <w:szCs w:val="18"/>
              </w:rPr>
              <w:t>2.52</w:t>
            </w:r>
          </w:p>
        </w:tc>
        <w:tc>
          <w:tcPr>
            <w:tcW w:w="1332" w:type="dxa"/>
            <w:tcBorders>
              <w:top w:val="nil"/>
              <w:left w:val="nil"/>
              <w:bottom w:val="nil"/>
              <w:right w:val="nil"/>
            </w:tcBorders>
            <w:vAlign w:val="bottom"/>
          </w:tcPr>
          <w:p w14:paraId="4D8E95D4" w14:textId="5118334B" w:rsidR="00CF7505" w:rsidRPr="0096295D" w:rsidRDefault="00CF7505" w:rsidP="00CF7505">
            <w:pPr>
              <w:pStyle w:val="Paragraph"/>
              <w:ind w:firstLine="0"/>
              <w:jc w:val="center"/>
              <w:rPr>
                <w:sz w:val="18"/>
                <w:szCs w:val="18"/>
              </w:rPr>
            </w:pPr>
            <w:r w:rsidRPr="0096295D">
              <w:rPr>
                <w:color w:val="000000"/>
                <w:sz w:val="18"/>
                <w:szCs w:val="18"/>
              </w:rPr>
              <w:t>11.50</w:t>
            </w:r>
          </w:p>
        </w:tc>
        <w:tc>
          <w:tcPr>
            <w:tcW w:w="1332" w:type="dxa"/>
            <w:tcBorders>
              <w:top w:val="nil"/>
              <w:left w:val="nil"/>
              <w:bottom w:val="nil"/>
              <w:right w:val="nil"/>
            </w:tcBorders>
            <w:vAlign w:val="bottom"/>
          </w:tcPr>
          <w:p w14:paraId="7216C0AD" w14:textId="1D547E7E" w:rsidR="00CF7505" w:rsidRPr="0096295D" w:rsidRDefault="00CF7505" w:rsidP="00CF7505">
            <w:pPr>
              <w:pStyle w:val="Paragraph"/>
              <w:ind w:firstLine="0"/>
              <w:jc w:val="center"/>
              <w:rPr>
                <w:sz w:val="18"/>
                <w:szCs w:val="18"/>
              </w:rPr>
            </w:pPr>
            <w:r w:rsidRPr="0096295D">
              <w:rPr>
                <w:color w:val="000000"/>
                <w:sz w:val="18"/>
                <w:szCs w:val="18"/>
              </w:rPr>
              <w:t>3.48</w:t>
            </w:r>
          </w:p>
        </w:tc>
        <w:tc>
          <w:tcPr>
            <w:tcW w:w="1332" w:type="dxa"/>
            <w:tcBorders>
              <w:top w:val="nil"/>
              <w:left w:val="nil"/>
              <w:bottom w:val="nil"/>
              <w:right w:val="nil"/>
            </w:tcBorders>
            <w:vAlign w:val="bottom"/>
          </w:tcPr>
          <w:p w14:paraId="6DEAA4CE" w14:textId="14040A25" w:rsidR="00CF7505" w:rsidRPr="0096295D" w:rsidRDefault="00CF7505" w:rsidP="00CF7505">
            <w:pPr>
              <w:pStyle w:val="Paragraph"/>
              <w:ind w:firstLine="0"/>
              <w:jc w:val="center"/>
              <w:rPr>
                <w:sz w:val="18"/>
                <w:szCs w:val="18"/>
              </w:rPr>
            </w:pPr>
            <w:r w:rsidRPr="0096295D">
              <w:rPr>
                <w:color w:val="000000"/>
                <w:sz w:val="18"/>
                <w:szCs w:val="18"/>
              </w:rPr>
              <w:t>3.47</w:t>
            </w:r>
          </w:p>
        </w:tc>
        <w:tc>
          <w:tcPr>
            <w:tcW w:w="1332" w:type="dxa"/>
            <w:tcBorders>
              <w:top w:val="nil"/>
              <w:left w:val="nil"/>
              <w:bottom w:val="nil"/>
            </w:tcBorders>
            <w:vAlign w:val="bottom"/>
          </w:tcPr>
          <w:p w14:paraId="5DC16BB2" w14:textId="4E58EBA1" w:rsidR="00CF7505" w:rsidRPr="0096295D" w:rsidRDefault="00CF7505" w:rsidP="00CF7505">
            <w:pPr>
              <w:pStyle w:val="Paragraph"/>
              <w:ind w:firstLine="0"/>
              <w:jc w:val="center"/>
              <w:rPr>
                <w:sz w:val="18"/>
                <w:szCs w:val="18"/>
              </w:rPr>
            </w:pPr>
            <w:r w:rsidRPr="0096295D">
              <w:rPr>
                <w:color w:val="000000"/>
                <w:sz w:val="18"/>
                <w:szCs w:val="18"/>
              </w:rPr>
              <w:t>0.79</w:t>
            </w:r>
          </w:p>
        </w:tc>
      </w:tr>
      <w:tr w:rsidR="00CF7505" w:rsidRPr="0096295D" w14:paraId="23080FC5" w14:textId="77777777" w:rsidTr="006017C1">
        <w:tc>
          <w:tcPr>
            <w:tcW w:w="836" w:type="dxa"/>
            <w:tcBorders>
              <w:top w:val="nil"/>
              <w:bottom w:val="nil"/>
              <w:right w:val="nil"/>
            </w:tcBorders>
          </w:tcPr>
          <w:p w14:paraId="142A9850" w14:textId="77777777" w:rsidR="00CF7505" w:rsidRPr="0096295D" w:rsidRDefault="00CF7505" w:rsidP="00CF7505">
            <w:pPr>
              <w:pStyle w:val="Paragraph"/>
              <w:ind w:firstLine="0"/>
              <w:jc w:val="center"/>
              <w:rPr>
                <w:sz w:val="18"/>
                <w:szCs w:val="18"/>
              </w:rPr>
            </w:pPr>
            <w:r w:rsidRPr="0096295D">
              <w:rPr>
                <w:sz w:val="18"/>
                <w:szCs w:val="18"/>
              </w:rPr>
              <w:t>80</w:t>
            </w:r>
          </w:p>
        </w:tc>
        <w:tc>
          <w:tcPr>
            <w:tcW w:w="1330" w:type="dxa"/>
            <w:tcBorders>
              <w:top w:val="nil"/>
              <w:left w:val="nil"/>
              <w:bottom w:val="nil"/>
              <w:right w:val="nil"/>
            </w:tcBorders>
            <w:vAlign w:val="bottom"/>
          </w:tcPr>
          <w:p w14:paraId="412200D1" w14:textId="77777777" w:rsidR="00CF7505" w:rsidRPr="0096295D" w:rsidRDefault="00CF7505" w:rsidP="00CF7505">
            <w:pPr>
              <w:pStyle w:val="Paragraph"/>
              <w:ind w:firstLine="0"/>
              <w:jc w:val="center"/>
              <w:rPr>
                <w:sz w:val="18"/>
                <w:szCs w:val="18"/>
              </w:rPr>
            </w:pPr>
            <w:r w:rsidRPr="0096295D">
              <w:rPr>
                <w:color w:val="000000"/>
                <w:sz w:val="18"/>
                <w:szCs w:val="18"/>
              </w:rPr>
              <w:t>1.51</w:t>
            </w:r>
          </w:p>
        </w:tc>
        <w:tc>
          <w:tcPr>
            <w:tcW w:w="1331" w:type="dxa"/>
            <w:tcBorders>
              <w:top w:val="nil"/>
              <w:left w:val="nil"/>
              <w:bottom w:val="nil"/>
              <w:right w:val="nil"/>
            </w:tcBorders>
            <w:vAlign w:val="bottom"/>
          </w:tcPr>
          <w:p w14:paraId="50861DE7" w14:textId="73C2B3E0" w:rsidR="00CF7505" w:rsidRPr="0096295D" w:rsidRDefault="00CF7505" w:rsidP="00CF7505">
            <w:pPr>
              <w:pStyle w:val="Paragraph"/>
              <w:ind w:firstLine="0"/>
              <w:jc w:val="center"/>
              <w:rPr>
                <w:sz w:val="18"/>
                <w:szCs w:val="18"/>
              </w:rPr>
            </w:pPr>
            <w:r w:rsidRPr="0096295D">
              <w:rPr>
                <w:color w:val="000000"/>
                <w:sz w:val="18"/>
                <w:szCs w:val="18"/>
              </w:rPr>
              <w:t>2.05</w:t>
            </w:r>
          </w:p>
        </w:tc>
        <w:tc>
          <w:tcPr>
            <w:tcW w:w="1332" w:type="dxa"/>
            <w:tcBorders>
              <w:top w:val="nil"/>
              <w:left w:val="nil"/>
              <w:bottom w:val="nil"/>
              <w:right w:val="nil"/>
            </w:tcBorders>
            <w:vAlign w:val="bottom"/>
          </w:tcPr>
          <w:p w14:paraId="443607CD" w14:textId="0F4F28EB" w:rsidR="00CF7505" w:rsidRPr="0096295D" w:rsidRDefault="00CF7505" w:rsidP="00CF7505">
            <w:pPr>
              <w:pStyle w:val="Paragraph"/>
              <w:ind w:firstLine="0"/>
              <w:jc w:val="center"/>
              <w:rPr>
                <w:sz w:val="18"/>
                <w:szCs w:val="18"/>
              </w:rPr>
            </w:pPr>
            <w:r w:rsidRPr="0096295D">
              <w:rPr>
                <w:color w:val="000000"/>
                <w:sz w:val="18"/>
                <w:szCs w:val="18"/>
              </w:rPr>
              <w:t>9.36</w:t>
            </w:r>
          </w:p>
        </w:tc>
        <w:tc>
          <w:tcPr>
            <w:tcW w:w="1332" w:type="dxa"/>
            <w:tcBorders>
              <w:top w:val="nil"/>
              <w:left w:val="nil"/>
              <w:bottom w:val="nil"/>
              <w:right w:val="nil"/>
            </w:tcBorders>
            <w:vAlign w:val="bottom"/>
          </w:tcPr>
          <w:p w14:paraId="67D617FD" w14:textId="672D92EC" w:rsidR="00CF7505" w:rsidRPr="0096295D" w:rsidRDefault="00CF7505" w:rsidP="00CF7505">
            <w:pPr>
              <w:pStyle w:val="Paragraph"/>
              <w:ind w:firstLine="0"/>
              <w:jc w:val="center"/>
              <w:rPr>
                <w:sz w:val="18"/>
                <w:szCs w:val="18"/>
              </w:rPr>
            </w:pPr>
            <w:r w:rsidRPr="0096295D">
              <w:rPr>
                <w:color w:val="000000"/>
                <w:sz w:val="18"/>
                <w:szCs w:val="18"/>
              </w:rPr>
              <w:t>2.88</w:t>
            </w:r>
          </w:p>
        </w:tc>
        <w:tc>
          <w:tcPr>
            <w:tcW w:w="1332" w:type="dxa"/>
            <w:tcBorders>
              <w:top w:val="nil"/>
              <w:left w:val="nil"/>
              <w:bottom w:val="nil"/>
              <w:right w:val="nil"/>
            </w:tcBorders>
            <w:vAlign w:val="bottom"/>
          </w:tcPr>
          <w:p w14:paraId="1B6340EB" w14:textId="3D78C700" w:rsidR="00CF7505" w:rsidRPr="0096295D" w:rsidRDefault="00CF7505" w:rsidP="00CF7505">
            <w:pPr>
              <w:pStyle w:val="Paragraph"/>
              <w:ind w:firstLine="0"/>
              <w:jc w:val="center"/>
              <w:rPr>
                <w:sz w:val="18"/>
                <w:szCs w:val="18"/>
              </w:rPr>
            </w:pPr>
            <w:r w:rsidRPr="0096295D">
              <w:rPr>
                <w:color w:val="000000"/>
                <w:sz w:val="18"/>
                <w:szCs w:val="18"/>
              </w:rPr>
              <w:t>2.80</w:t>
            </w:r>
          </w:p>
        </w:tc>
        <w:tc>
          <w:tcPr>
            <w:tcW w:w="1332" w:type="dxa"/>
            <w:tcBorders>
              <w:top w:val="nil"/>
              <w:left w:val="nil"/>
              <w:bottom w:val="nil"/>
            </w:tcBorders>
            <w:vAlign w:val="bottom"/>
          </w:tcPr>
          <w:p w14:paraId="49BE4273" w14:textId="3E266547" w:rsidR="00CF7505" w:rsidRPr="0096295D" w:rsidRDefault="00CF7505" w:rsidP="00CF7505">
            <w:pPr>
              <w:pStyle w:val="Paragraph"/>
              <w:ind w:firstLine="0"/>
              <w:jc w:val="center"/>
              <w:rPr>
                <w:sz w:val="18"/>
                <w:szCs w:val="18"/>
              </w:rPr>
            </w:pPr>
            <w:r w:rsidRPr="0096295D">
              <w:rPr>
                <w:color w:val="000000"/>
                <w:sz w:val="18"/>
                <w:szCs w:val="18"/>
              </w:rPr>
              <w:t>0.66</w:t>
            </w:r>
          </w:p>
        </w:tc>
      </w:tr>
      <w:tr w:rsidR="00CF7505" w:rsidRPr="0096295D" w14:paraId="03F1B264" w14:textId="77777777" w:rsidTr="006017C1">
        <w:tc>
          <w:tcPr>
            <w:tcW w:w="836" w:type="dxa"/>
            <w:tcBorders>
              <w:top w:val="nil"/>
              <w:bottom w:val="nil"/>
              <w:right w:val="nil"/>
            </w:tcBorders>
          </w:tcPr>
          <w:p w14:paraId="0751B1D1" w14:textId="77777777" w:rsidR="00CF7505" w:rsidRPr="0096295D" w:rsidRDefault="00CF7505" w:rsidP="00CF7505">
            <w:pPr>
              <w:pStyle w:val="Paragraph"/>
              <w:ind w:firstLine="0"/>
              <w:jc w:val="center"/>
              <w:rPr>
                <w:sz w:val="18"/>
                <w:szCs w:val="18"/>
              </w:rPr>
            </w:pPr>
            <w:r w:rsidRPr="0096295D">
              <w:rPr>
                <w:sz w:val="18"/>
                <w:szCs w:val="18"/>
              </w:rPr>
              <w:t>90</w:t>
            </w:r>
          </w:p>
        </w:tc>
        <w:tc>
          <w:tcPr>
            <w:tcW w:w="1330" w:type="dxa"/>
            <w:tcBorders>
              <w:top w:val="nil"/>
              <w:left w:val="nil"/>
              <w:bottom w:val="nil"/>
              <w:right w:val="nil"/>
            </w:tcBorders>
            <w:vAlign w:val="bottom"/>
          </w:tcPr>
          <w:p w14:paraId="641F49B5" w14:textId="77777777" w:rsidR="00CF7505" w:rsidRPr="0096295D" w:rsidRDefault="00CF7505" w:rsidP="00CF7505">
            <w:pPr>
              <w:pStyle w:val="Paragraph"/>
              <w:ind w:firstLine="0"/>
              <w:jc w:val="center"/>
              <w:rPr>
                <w:sz w:val="18"/>
                <w:szCs w:val="18"/>
              </w:rPr>
            </w:pPr>
            <w:r w:rsidRPr="0096295D">
              <w:rPr>
                <w:color w:val="000000"/>
                <w:sz w:val="18"/>
                <w:szCs w:val="18"/>
              </w:rPr>
              <w:t>1.31</w:t>
            </w:r>
          </w:p>
        </w:tc>
        <w:tc>
          <w:tcPr>
            <w:tcW w:w="1331" w:type="dxa"/>
            <w:tcBorders>
              <w:top w:val="nil"/>
              <w:left w:val="nil"/>
              <w:bottom w:val="nil"/>
              <w:right w:val="nil"/>
            </w:tcBorders>
            <w:vAlign w:val="bottom"/>
          </w:tcPr>
          <w:p w14:paraId="1F5B9A18" w14:textId="7033C009" w:rsidR="00CF7505" w:rsidRPr="0096295D" w:rsidRDefault="00CF7505" w:rsidP="00CF7505">
            <w:pPr>
              <w:pStyle w:val="Paragraph"/>
              <w:ind w:firstLine="0"/>
              <w:jc w:val="center"/>
              <w:rPr>
                <w:sz w:val="18"/>
                <w:szCs w:val="18"/>
              </w:rPr>
            </w:pPr>
            <w:r w:rsidRPr="0096295D">
              <w:rPr>
                <w:color w:val="000000"/>
                <w:sz w:val="18"/>
                <w:szCs w:val="18"/>
              </w:rPr>
              <w:t>1.71</w:t>
            </w:r>
          </w:p>
        </w:tc>
        <w:tc>
          <w:tcPr>
            <w:tcW w:w="1332" w:type="dxa"/>
            <w:tcBorders>
              <w:top w:val="nil"/>
              <w:left w:val="nil"/>
              <w:bottom w:val="nil"/>
              <w:right w:val="nil"/>
            </w:tcBorders>
            <w:vAlign w:val="bottom"/>
          </w:tcPr>
          <w:p w14:paraId="18334F6E" w14:textId="1DADCB8D" w:rsidR="00CF7505" w:rsidRPr="0096295D" w:rsidRDefault="00CF7505" w:rsidP="00CF7505">
            <w:pPr>
              <w:pStyle w:val="Paragraph"/>
              <w:ind w:firstLine="0"/>
              <w:jc w:val="center"/>
              <w:rPr>
                <w:sz w:val="18"/>
                <w:szCs w:val="18"/>
              </w:rPr>
            </w:pPr>
            <w:r w:rsidRPr="0096295D">
              <w:rPr>
                <w:color w:val="000000"/>
                <w:sz w:val="18"/>
                <w:szCs w:val="18"/>
              </w:rPr>
              <w:t>7.81</w:t>
            </w:r>
          </w:p>
        </w:tc>
        <w:tc>
          <w:tcPr>
            <w:tcW w:w="1332" w:type="dxa"/>
            <w:tcBorders>
              <w:top w:val="nil"/>
              <w:left w:val="nil"/>
              <w:bottom w:val="nil"/>
              <w:right w:val="nil"/>
            </w:tcBorders>
            <w:vAlign w:val="bottom"/>
          </w:tcPr>
          <w:p w14:paraId="037AF818" w14:textId="104DC865" w:rsidR="00CF7505" w:rsidRPr="0096295D" w:rsidRDefault="00CF7505" w:rsidP="00CF7505">
            <w:pPr>
              <w:pStyle w:val="Paragraph"/>
              <w:ind w:firstLine="0"/>
              <w:jc w:val="center"/>
              <w:rPr>
                <w:sz w:val="18"/>
                <w:szCs w:val="18"/>
              </w:rPr>
            </w:pPr>
            <w:r w:rsidRPr="0096295D">
              <w:rPr>
                <w:color w:val="000000"/>
                <w:sz w:val="18"/>
                <w:szCs w:val="18"/>
              </w:rPr>
              <w:t>2.43</w:t>
            </w:r>
          </w:p>
        </w:tc>
        <w:tc>
          <w:tcPr>
            <w:tcW w:w="1332" w:type="dxa"/>
            <w:tcBorders>
              <w:top w:val="nil"/>
              <w:left w:val="nil"/>
              <w:bottom w:val="nil"/>
              <w:right w:val="nil"/>
            </w:tcBorders>
            <w:vAlign w:val="bottom"/>
          </w:tcPr>
          <w:p w14:paraId="1F8C6EFD" w14:textId="0B7C7D74" w:rsidR="00CF7505" w:rsidRPr="0096295D" w:rsidRDefault="00CF7505" w:rsidP="00CF7505">
            <w:pPr>
              <w:pStyle w:val="Paragraph"/>
              <w:ind w:firstLine="0"/>
              <w:jc w:val="center"/>
              <w:rPr>
                <w:sz w:val="18"/>
                <w:szCs w:val="18"/>
              </w:rPr>
            </w:pPr>
            <w:r w:rsidRPr="0096295D">
              <w:rPr>
                <w:color w:val="000000"/>
                <w:sz w:val="18"/>
                <w:szCs w:val="18"/>
              </w:rPr>
              <w:t>2.32</w:t>
            </w:r>
          </w:p>
        </w:tc>
        <w:tc>
          <w:tcPr>
            <w:tcW w:w="1332" w:type="dxa"/>
            <w:tcBorders>
              <w:top w:val="nil"/>
              <w:left w:val="nil"/>
              <w:bottom w:val="nil"/>
            </w:tcBorders>
            <w:vAlign w:val="bottom"/>
          </w:tcPr>
          <w:p w14:paraId="698A9136" w14:textId="1F817F2E" w:rsidR="00CF7505" w:rsidRPr="0096295D" w:rsidRDefault="00CF7505" w:rsidP="00CF7505">
            <w:pPr>
              <w:pStyle w:val="Paragraph"/>
              <w:ind w:firstLine="0"/>
              <w:jc w:val="center"/>
              <w:rPr>
                <w:sz w:val="18"/>
                <w:szCs w:val="18"/>
              </w:rPr>
            </w:pPr>
            <w:r w:rsidRPr="0096295D">
              <w:rPr>
                <w:color w:val="000000"/>
                <w:sz w:val="18"/>
                <w:szCs w:val="18"/>
              </w:rPr>
              <w:t>0.56</w:t>
            </w:r>
          </w:p>
        </w:tc>
      </w:tr>
      <w:tr w:rsidR="00CF7505" w:rsidRPr="0096295D" w14:paraId="58E5EA3A" w14:textId="77777777" w:rsidTr="006017C1">
        <w:tc>
          <w:tcPr>
            <w:tcW w:w="836" w:type="dxa"/>
            <w:tcBorders>
              <w:top w:val="nil"/>
              <w:right w:val="nil"/>
            </w:tcBorders>
          </w:tcPr>
          <w:p w14:paraId="6A555DC6" w14:textId="77777777" w:rsidR="00CF7505" w:rsidRPr="0096295D" w:rsidRDefault="00CF7505" w:rsidP="00CF7505">
            <w:pPr>
              <w:pStyle w:val="Paragraph"/>
              <w:ind w:firstLine="0"/>
              <w:jc w:val="center"/>
              <w:rPr>
                <w:sz w:val="18"/>
                <w:szCs w:val="18"/>
              </w:rPr>
            </w:pPr>
            <w:r w:rsidRPr="0096295D">
              <w:rPr>
                <w:sz w:val="18"/>
                <w:szCs w:val="18"/>
              </w:rPr>
              <w:t>100</w:t>
            </w:r>
          </w:p>
        </w:tc>
        <w:tc>
          <w:tcPr>
            <w:tcW w:w="1330" w:type="dxa"/>
            <w:tcBorders>
              <w:top w:val="nil"/>
              <w:left w:val="nil"/>
              <w:right w:val="nil"/>
            </w:tcBorders>
            <w:vAlign w:val="bottom"/>
          </w:tcPr>
          <w:p w14:paraId="67FB5EA7" w14:textId="77777777" w:rsidR="00CF7505" w:rsidRPr="0096295D" w:rsidRDefault="00CF7505" w:rsidP="00CF7505">
            <w:pPr>
              <w:pStyle w:val="Paragraph"/>
              <w:ind w:firstLine="0"/>
              <w:jc w:val="center"/>
              <w:rPr>
                <w:sz w:val="18"/>
                <w:szCs w:val="18"/>
              </w:rPr>
            </w:pPr>
            <w:r w:rsidRPr="0096295D">
              <w:rPr>
                <w:color w:val="000000"/>
                <w:sz w:val="18"/>
                <w:szCs w:val="18"/>
              </w:rPr>
              <w:t>1.15</w:t>
            </w:r>
          </w:p>
        </w:tc>
        <w:tc>
          <w:tcPr>
            <w:tcW w:w="1331" w:type="dxa"/>
            <w:tcBorders>
              <w:top w:val="nil"/>
              <w:left w:val="nil"/>
              <w:right w:val="nil"/>
            </w:tcBorders>
            <w:vAlign w:val="bottom"/>
          </w:tcPr>
          <w:p w14:paraId="316B11D3" w14:textId="7525F018" w:rsidR="00CF7505" w:rsidRPr="0096295D" w:rsidRDefault="00CF7505" w:rsidP="00CF7505">
            <w:pPr>
              <w:pStyle w:val="Paragraph"/>
              <w:ind w:firstLine="0"/>
              <w:jc w:val="center"/>
              <w:rPr>
                <w:sz w:val="18"/>
                <w:szCs w:val="18"/>
              </w:rPr>
            </w:pPr>
            <w:r w:rsidRPr="0096295D">
              <w:rPr>
                <w:color w:val="000000"/>
                <w:sz w:val="18"/>
                <w:szCs w:val="18"/>
              </w:rPr>
              <w:t>1.46</w:t>
            </w:r>
          </w:p>
        </w:tc>
        <w:tc>
          <w:tcPr>
            <w:tcW w:w="1332" w:type="dxa"/>
            <w:tcBorders>
              <w:top w:val="nil"/>
              <w:left w:val="nil"/>
              <w:right w:val="nil"/>
            </w:tcBorders>
            <w:vAlign w:val="bottom"/>
          </w:tcPr>
          <w:p w14:paraId="7397875E" w14:textId="723CC8DD" w:rsidR="00CF7505" w:rsidRPr="0096295D" w:rsidRDefault="00CF7505" w:rsidP="00CF7505">
            <w:pPr>
              <w:pStyle w:val="Paragraph"/>
              <w:ind w:firstLine="0"/>
              <w:jc w:val="center"/>
              <w:rPr>
                <w:sz w:val="18"/>
                <w:szCs w:val="18"/>
              </w:rPr>
            </w:pPr>
            <w:r w:rsidRPr="0096295D">
              <w:rPr>
                <w:color w:val="000000"/>
                <w:sz w:val="18"/>
                <w:szCs w:val="18"/>
              </w:rPr>
              <w:t>6.65</w:t>
            </w:r>
          </w:p>
        </w:tc>
        <w:tc>
          <w:tcPr>
            <w:tcW w:w="1332" w:type="dxa"/>
            <w:tcBorders>
              <w:top w:val="nil"/>
              <w:left w:val="nil"/>
              <w:right w:val="nil"/>
            </w:tcBorders>
            <w:vAlign w:val="bottom"/>
          </w:tcPr>
          <w:p w14:paraId="17311870" w14:textId="19C73CFD" w:rsidR="00CF7505" w:rsidRPr="0096295D" w:rsidRDefault="00CF7505" w:rsidP="00CF7505">
            <w:pPr>
              <w:pStyle w:val="Paragraph"/>
              <w:ind w:firstLine="0"/>
              <w:jc w:val="center"/>
              <w:rPr>
                <w:sz w:val="18"/>
                <w:szCs w:val="18"/>
              </w:rPr>
            </w:pPr>
            <w:r w:rsidRPr="0096295D">
              <w:rPr>
                <w:color w:val="000000"/>
                <w:sz w:val="18"/>
                <w:szCs w:val="18"/>
              </w:rPr>
              <w:t>2.09</w:t>
            </w:r>
          </w:p>
        </w:tc>
        <w:tc>
          <w:tcPr>
            <w:tcW w:w="1332" w:type="dxa"/>
            <w:tcBorders>
              <w:top w:val="nil"/>
              <w:left w:val="nil"/>
              <w:right w:val="nil"/>
            </w:tcBorders>
            <w:vAlign w:val="bottom"/>
          </w:tcPr>
          <w:p w14:paraId="51833AC2" w14:textId="1AC2D2E7" w:rsidR="00CF7505" w:rsidRPr="0096295D" w:rsidRDefault="00CF7505" w:rsidP="00CF7505">
            <w:pPr>
              <w:pStyle w:val="Paragraph"/>
              <w:ind w:firstLine="0"/>
              <w:jc w:val="center"/>
              <w:rPr>
                <w:sz w:val="18"/>
                <w:szCs w:val="18"/>
              </w:rPr>
            </w:pPr>
            <w:r w:rsidRPr="0096295D">
              <w:rPr>
                <w:color w:val="000000"/>
                <w:sz w:val="18"/>
                <w:szCs w:val="18"/>
              </w:rPr>
              <w:t>1.95</w:t>
            </w:r>
          </w:p>
        </w:tc>
        <w:tc>
          <w:tcPr>
            <w:tcW w:w="1332" w:type="dxa"/>
            <w:tcBorders>
              <w:top w:val="nil"/>
              <w:left w:val="nil"/>
            </w:tcBorders>
            <w:vAlign w:val="bottom"/>
          </w:tcPr>
          <w:p w14:paraId="3271F58D" w14:textId="0AD6FAE3" w:rsidR="00CF7505" w:rsidRPr="0096295D" w:rsidRDefault="00CF7505" w:rsidP="00CF7505">
            <w:pPr>
              <w:pStyle w:val="Paragraph"/>
              <w:ind w:firstLine="0"/>
              <w:jc w:val="center"/>
              <w:rPr>
                <w:sz w:val="18"/>
                <w:szCs w:val="18"/>
              </w:rPr>
            </w:pPr>
            <w:r w:rsidRPr="0096295D">
              <w:rPr>
                <w:color w:val="000000"/>
                <w:sz w:val="18"/>
                <w:szCs w:val="18"/>
              </w:rPr>
              <w:t>0.49</w:t>
            </w:r>
          </w:p>
        </w:tc>
      </w:tr>
    </w:tbl>
    <w:p w14:paraId="3492A414" w14:textId="77777777" w:rsidR="00CF7505" w:rsidRPr="0096295D" w:rsidRDefault="00CF7505" w:rsidP="00A61BF4">
      <w:pPr>
        <w:pStyle w:val="Paragraph"/>
      </w:pPr>
    </w:p>
    <w:p w14:paraId="2D1D24B8" w14:textId="77777777" w:rsidR="006D7A14" w:rsidRPr="0096295D" w:rsidRDefault="006D7A14" w:rsidP="00A61BF4">
      <w:pPr>
        <w:pStyle w:val="Paragraph"/>
      </w:pPr>
    </w:p>
    <w:p w14:paraId="7055AD99" w14:textId="72AA97E9" w:rsidR="00563EDE" w:rsidRPr="0096295D" w:rsidRDefault="00563EDE" w:rsidP="00563EDE">
      <w:pPr>
        <w:pStyle w:val="Caption"/>
        <w:keepNext/>
        <w:jc w:val="center"/>
        <w:rPr>
          <w:i w:val="0"/>
          <w:iCs w:val="0"/>
          <w:color w:val="auto"/>
        </w:rPr>
      </w:pPr>
      <w:r w:rsidRPr="0096295D">
        <w:rPr>
          <w:i w:val="0"/>
          <w:iCs w:val="0"/>
          <w:color w:val="auto"/>
        </w:rPr>
        <w:t xml:space="preserve">TABLE </w:t>
      </w:r>
      <w:r w:rsidRPr="0096295D">
        <w:rPr>
          <w:i w:val="0"/>
          <w:iCs w:val="0"/>
          <w:color w:val="auto"/>
        </w:rPr>
        <w:fldChar w:fldCharType="begin"/>
      </w:r>
      <w:r w:rsidRPr="0096295D">
        <w:rPr>
          <w:i w:val="0"/>
          <w:iCs w:val="0"/>
          <w:color w:val="auto"/>
        </w:rPr>
        <w:instrText xml:space="preserve"> SEQ TABLE \* ARABIC </w:instrText>
      </w:r>
      <w:r w:rsidRPr="0096295D">
        <w:rPr>
          <w:i w:val="0"/>
          <w:iCs w:val="0"/>
          <w:color w:val="auto"/>
        </w:rPr>
        <w:fldChar w:fldCharType="separate"/>
      </w:r>
      <w:r w:rsidR="00195F82" w:rsidRPr="0096295D">
        <w:rPr>
          <w:i w:val="0"/>
          <w:iCs w:val="0"/>
          <w:noProof/>
          <w:color w:val="auto"/>
        </w:rPr>
        <w:t>4</w:t>
      </w:r>
      <w:r w:rsidRPr="0096295D">
        <w:rPr>
          <w:i w:val="0"/>
          <w:iCs w:val="0"/>
          <w:color w:val="auto"/>
        </w:rPr>
        <w:fldChar w:fldCharType="end"/>
      </w:r>
      <w:r w:rsidRPr="0096295D">
        <w:rPr>
          <w:i w:val="0"/>
          <w:iCs w:val="0"/>
          <w:color w:val="auto"/>
        </w:rPr>
        <w:t xml:space="preserve"> The degradation rate of storing energy calculation for the SR-PC composites</w:t>
      </w:r>
    </w:p>
    <w:tbl>
      <w:tblPr>
        <w:tblStyle w:val="TableGrid"/>
        <w:tblW w:w="8854" w:type="dxa"/>
        <w:tblInd w:w="270" w:type="dxa"/>
        <w:tblBorders>
          <w:left w:val="none" w:sz="0" w:space="0" w:color="auto"/>
          <w:right w:val="none" w:sz="0" w:space="0" w:color="auto"/>
        </w:tblBorders>
        <w:tblLook w:val="04A0" w:firstRow="1" w:lastRow="0" w:firstColumn="1" w:lastColumn="0" w:noHBand="0" w:noVBand="1"/>
      </w:tblPr>
      <w:tblGrid>
        <w:gridCol w:w="1335"/>
        <w:gridCol w:w="1335"/>
        <w:gridCol w:w="840"/>
        <w:gridCol w:w="1336"/>
        <w:gridCol w:w="1336"/>
        <w:gridCol w:w="1336"/>
        <w:gridCol w:w="1336"/>
      </w:tblGrid>
      <w:tr w:rsidR="00CF7505" w:rsidRPr="0096295D" w14:paraId="2C777C66" w14:textId="77777777" w:rsidTr="00B62337">
        <w:tc>
          <w:tcPr>
            <w:tcW w:w="1335" w:type="dxa"/>
            <w:tcBorders>
              <w:bottom w:val="single" w:sz="4" w:space="0" w:color="auto"/>
              <w:right w:val="nil"/>
            </w:tcBorders>
          </w:tcPr>
          <w:p w14:paraId="7ECA78A4" w14:textId="77777777" w:rsidR="00CF7505" w:rsidRPr="0096295D" w:rsidRDefault="00CF7505" w:rsidP="00B62337">
            <w:pPr>
              <w:pStyle w:val="Paragraph"/>
              <w:ind w:firstLine="0"/>
              <w:jc w:val="center"/>
              <w:rPr>
                <w:sz w:val="18"/>
                <w:szCs w:val="18"/>
              </w:rPr>
            </w:pPr>
            <w:r w:rsidRPr="0096295D">
              <w:rPr>
                <w:color w:val="4D5156"/>
                <w:sz w:val="18"/>
                <w:szCs w:val="18"/>
                <w:shd w:val="clear" w:color="auto" w:fill="FFFFFF"/>
              </w:rPr>
              <w:t>ΔQ</w:t>
            </w:r>
          </w:p>
        </w:tc>
        <w:tc>
          <w:tcPr>
            <w:tcW w:w="1335" w:type="dxa"/>
            <w:tcBorders>
              <w:left w:val="nil"/>
              <w:bottom w:val="single" w:sz="4" w:space="0" w:color="auto"/>
              <w:right w:val="nil"/>
            </w:tcBorders>
          </w:tcPr>
          <w:p w14:paraId="388322DD" w14:textId="77777777" w:rsidR="00CF7505" w:rsidRPr="0096295D" w:rsidRDefault="00CF7505" w:rsidP="00B62337">
            <w:pPr>
              <w:pStyle w:val="Paragraph"/>
              <w:ind w:firstLine="0"/>
              <w:jc w:val="center"/>
              <w:rPr>
                <w:sz w:val="18"/>
                <w:szCs w:val="18"/>
              </w:rPr>
            </w:pPr>
            <w:r w:rsidRPr="0096295D">
              <w:rPr>
                <w:sz w:val="18"/>
                <w:szCs w:val="18"/>
              </w:rPr>
              <w:t>SR</w:t>
            </w:r>
          </w:p>
        </w:tc>
        <w:tc>
          <w:tcPr>
            <w:tcW w:w="840" w:type="dxa"/>
            <w:tcBorders>
              <w:left w:val="nil"/>
              <w:bottom w:val="single" w:sz="4" w:space="0" w:color="auto"/>
              <w:right w:val="nil"/>
            </w:tcBorders>
          </w:tcPr>
          <w:p w14:paraId="19DD58B8" w14:textId="7B253FFC" w:rsidR="00CF7505" w:rsidRPr="0096295D" w:rsidRDefault="00CF7505" w:rsidP="00B62337">
            <w:pPr>
              <w:pStyle w:val="Paragraph"/>
              <w:ind w:firstLine="0"/>
              <w:jc w:val="center"/>
              <w:rPr>
                <w:sz w:val="18"/>
                <w:szCs w:val="18"/>
              </w:rPr>
            </w:pPr>
            <w:r w:rsidRPr="0096295D">
              <w:rPr>
                <w:sz w:val="18"/>
                <w:szCs w:val="18"/>
              </w:rPr>
              <w:t>SR-PC5</w:t>
            </w:r>
          </w:p>
        </w:tc>
        <w:tc>
          <w:tcPr>
            <w:tcW w:w="1336" w:type="dxa"/>
            <w:tcBorders>
              <w:left w:val="nil"/>
              <w:bottom w:val="single" w:sz="4" w:space="0" w:color="auto"/>
              <w:right w:val="nil"/>
            </w:tcBorders>
          </w:tcPr>
          <w:p w14:paraId="5BA15BEA" w14:textId="6BE23DAD" w:rsidR="00CF7505" w:rsidRPr="0096295D" w:rsidRDefault="00CF7505" w:rsidP="00B62337">
            <w:pPr>
              <w:pStyle w:val="Paragraph"/>
              <w:ind w:firstLine="0"/>
              <w:jc w:val="center"/>
              <w:rPr>
                <w:sz w:val="18"/>
                <w:szCs w:val="18"/>
              </w:rPr>
            </w:pPr>
            <w:r w:rsidRPr="0096295D">
              <w:rPr>
                <w:sz w:val="18"/>
                <w:szCs w:val="18"/>
              </w:rPr>
              <w:t>SR-PC10</w:t>
            </w:r>
          </w:p>
        </w:tc>
        <w:tc>
          <w:tcPr>
            <w:tcW w:w="1336" w:type="dxa"/>
            <w:tcBorders>
              <w:left w:val="nil"/>
              <w:bottom w:val="single" w:sz="4" w:space="0" w:color="auto"/>
              <w:right w:val="nil"/>
            </w:tcBorders>
          </w:tcPr>
          <w:p w14:paraId="58500E60" w14:textId="1E324C4F" w:rsidR="00CF7505" w:rsidRPr="0096295D" w:rsidRDefault="00CF7505" w:rsidP="00B62337">
            <w:pPr>
              <w:pStyle w:val="Paragraph"/>
              <w:ind w:firstLine="0"/>
              <w:jc w:val="center"/>
              <w:rPr>
                <w:sz w:val="18"/>
                <w:szCs w:val="18"/>
              </w:rPr>
            </w:pPr>
            <w:r w:rsidRPr="0096295D">
              <w:rPr>
                <w:sz w:val="18"/>
                <w:szCs w:val="18"/>
              </w:rPr>
              <w:t>SR-PC15</w:t>
            </w:r>
          </w:p>
        </w:tc>
        <w:tc>
          <w:tcPr>
            <w:tcW w:w="1336" w:type="dxa"/>
            <w:tcBorders>
              <w:left w:val="nil"/>
              <w:bottom w:val="single" w:sz="4" w:space="0" w:color="auto"/>
              <w:right w:val="nil"/>
            </w:tcBorders>
          </w:tcPr>
          <w:p w14:paraId="12446812" w14:textId="523D6770" w:rsidR="00CF7505" w:rsidRPr="0096295D" w:rsidRDefault="00CF7505" w:rsidP="00B62337">
            <w:pPr>
              <w:pStyle w:val="Paragraph"/>
              <w:ind w:firstLine="0"/>
              <w:jc w:val="center"/>
              <w:rPr>
                <w:sz w:val="18"/>
                <w:szCs w:val="18"/>
              </w:rPr>
            </w:pPr>
            <w:r w:rsidRPr="0096295D">
              <w:rPr>
                <w:sz w:val="18"/>
                <w:szCs w:val="18"/>
              </w:rPr>
              <w:t>SR-PC20</w:t>
            </w:r>
          </w:p>
        </w:tc>
        <w:tc>
          <w:tcPr>
            <w:tcW w:w="1336" w:type="dxa"/>
            <w:tcBorders>
              <w:left w:val="nil"/>
              <w:bottom w:val="single" w:sz="4" w:space="0" w:color="auto"/>
            </w:tcBorders>
          </w:tcPr>
          <w:p w14:paraId="6559434B" w14:textId="5968D35B" w:rsidR="00CF7505" w:rsidRPr="0096295D" w:rsidRDefault="00CF7505" w:rsidP="00B62337">
            <w:pPr>
              <w:pStyle w:val="Paragraph"/>
              <w:ind w:firstLine="0"/>
              <w:jc w:val="center"/>
              <w:rPr>
                <w:sz w:val="18"/>
                <w:szCs w:val="18"/>
              </w:rPr>
            </w:pPr>
            <w:r w:rsidRPr="0096295D">
              <w:rPr>
                <w:sz w:val="18"/>
                <w:szCs w:val="18"/>
              </w:rPr>
              <w:t>SR-PC25</w:t>
            </w:r>
          </w:p>
        </w:tc>
      </w:tr>
      <w:tr w:rsidR="00CF7505" w:rsidRPr="0096295D" w14:paraId="46FF03A5" w14:textId="77777777" w:rsidTr="00B62337">
        <w:tc>
          <w:tcPr>
            <w:tcW w:w="1335" w:type="dxa"/>
            <w:tcBorders>
              <w:bottom w:val="nil"/>
              <w:right w:val="nil"/>
            </w:tcBorders>
            <w:vAlign w:val="bottom"/>
          </w:tcPr>
          <w:p w14:paraId="7EEC1AF6" w14:textId="2B76C3AC" w:rsidR="00CF7505" w:rsidRPr="0096295D" w:rsidRDefault="00F73D7C" w:rsidP="00CF7505">
            <w:pPr>
              <w:pStyle w:val="Paragraph"/>
              <w:ind w:firstLine="0"/>
              <w:jc w:val="center"/>
              <w:rPr>
                <w:sz w:val="18"/>
                <w:szCs w:val="18"/>
              </w:rPr>
            </w:pPr>
            <w:r w:rsidRPr="0096295D">
              <w:rPr>
                <w:rFonts w:ascii="Aptos Narrow" w:hAnsi="Aptos Narrow"/>
                <w:color w:val="000000"/>
                <w:sz w:val="18"/>
                <w:szCs w:val="18"/>
              </w:rPr>
              <w:t>10 – 20</w:t>
            </w:r>
          </w:p>
        </w:tc>
        <w:tc>
          <w:tcPr>
            <w:tcW w:w="1335" w:type="dxa"/>
            <w:tcBorders>
              <w:left w:val="nil"/>
              <w:bottom w:val="nil"/>
              <w:right w:val="nil"/>
            </w:tcBorders>
            <w:vAlign w:val="bottom"/>
          </w:tcPr>
          <w:p w14:paraId="42D33B44" w14:textId="131CEFC5" w:rsidR="00CF7505" w:rsidRPr="0096295D" w:rsidRDefault="00CF7505" w:rsidP="00CF7505">
            <w:pPr>
              <w:pStyle w:val="Paragraph"/>
              <w:ind w:firstLine="0"/>
              <w:jc w:val="center"/>
              <w:rPr>
                <w:sz w:val="18"/>
                <w:szCs w:val="18"/>
              </w:rPr>
            </w:pPr>
            <w:r w:rsidRPr="0096295D">
              <w:rPr>
                <w:color w:val="000000"/>
                <w:sz w:val="18"/>
                <w:szCs w:val="18"/>
              </w:rPr>
              <w:t>57%</w:t>
            </w:r>
          </w:p>
        </w:tc>
        <w:tc>
          <w:tcPr>
            <w:tcW w:w="840" w:type="dxa"/>
            <w:tcBorders>
              <w:left w:val="nil"/>
              <w:bottom w:val="nil"/>
              <w:right w:val="nil"/>
            </w:tcBorders>
            <w:vAlign w:val="bottom"/>
          </w:tcPr>
          <w:p w14:paraId="3C9568C2" w14:textId="18B34081" w:rsidR="00CF7505" w:rsidRPr="0096295D" w:rsidRDefault="00CF7505" w:rsidP="00CF7505">
            <w:pPr>
              <w:pStyle w:val="Paragraph"/>
              <w:ind w:firstLine="0"/>
              <w:jc w:val="center"/>
              <w:rPr>
                <w:sz w:val="18"/>
                <w:szCs w:val="18"/>
              </w:rPr>
            </w:pPr>
            <w:r w:rsidRPr="0096295D">
              <w:rPr>
                <w:color w:val="000000"/>
                <w:sz w:val="18"/>
                <w:szCs w:val="18"/>
              </w:rPr>
              <w:t>66%</w:t>
            </w:r>
          </w:p>
        </w:tc>
        <w:tc>
          <w:tcPr>
            <w:tcW w:w="1336" w:type="dxa"/>
            <w:tcBorders>
              <w:left w:val="nil"/>
              <w:bottom w:val="nil"/>
              <w:right w:val="nil"/>
            </w:tcBorders>
            <w:vAlign w:val="bottom"/>
          </w:tcPr>
          <w:p w14:paraId="4AE0B823" w14:textId="2FBE4438" w:rsidR="00CF7505" w:rsidRPr="0096295D" w:rsidRDefault="00CF7505" w:rsidP="00CF7505">
            <w:pPr>
              <w:pStyle w:val="Paragraph"/>
              <w:ind w:firstLine="0"/>
              <w:jc w:val="center"/>
              <w:rPr>
                <w:sz w:val="18"/>
                <w:szCs w:val="18"/>
              </w:rPr>
            </w:pPr>
            <w:r w:rsidRPr="0096295D">
              <w:rPr>
                <w:color w:val="000000"/>
                <w:sz w:val="18"/>
                <w:szCs w:val="18"/>
              </w:rPr>
              <w:t>66%</w:t>
            </w:r>
          </w:p>
        </w:tc>
        <w:tc>
          <w:tcPr>
            <w:tcW w:w="1336" w:type="dxa"/>
            <w:tcBorders>
              <w:left w:val="nil"/>
              <w:bottom w:val="nil"/>
              <w:right w:val="nil"/>
            </w:tcBorders>
            <w:vAlign w:val="bottom"/>
          </w:tcPr>
          <w:p w14:paraId="2A04F281" w14:textId="314BEA64" w:rsidR="00CF7505" w:rsidRPr="0096295D" w:rsidRDefault="00CF7505" w:rsidP="00CF7505">
            <w:pPr>
              <w:pStyle w:val="Paragraph"/>
              <w:ind w:firstLine="0"/>
              <w:jc w:val="center"/>
              <w:rPr>
                <w:sz w:val="18"/>
                <w:szCs w:val="18"/>
              </w:rPr>
            </w:pPr>
            <w:r w:rsidRPr="0096295D">
              <w:rPr>
                <w:color w:val="000000"/>
                <w:sz w:val="18"/>
                <w:szCs w:val="18"/>
              </w:rPr>
              <w:t>63%</w:t>
            </w:r>
          </w:p>
        </w:tc>
        <w:tc>
          <w:tcPr>
            <w:tcW w:w="1336" w:type="dxa"/>
            <w:tcBorders>
              <w:left w:val="nil"/>
              <w:bottom w:val="nil"/>
              <w:right w:val="nil"/>
            </w:tcBorders>
            <w:vAlign w:val="bottom"/>
          </w:tcPr>
          <w:p w14:paraId="1AD805E6" w14:textId="486BD432" w:rsidR="00CF7505" w:rsidRPr="0096295D" w:rsidRDefault="00CF7505" w:rsidP="00CF7505">
            <w:pPr>
              <w:pStyle w:val="Paragraph"/>
              <w:ind w:firstLine="0"/>
              <w:jc w:val="center"/>
              <w:rPr>
                <w:sz w:val="18"/>
                <w:szCs w:val="18"/>
              </w:rPr>
            </w:pPr>
            <w:r w:rsidRPr="0096295D">
              <w:rPr>
                <w:color w:val="000000"/>
                <w:sz w:val="18"/>
                <w:szCs w:val="18"/>
              </w:rPr>
              <w:t>67%</w:t>
            </w:r>
          </w:p>
        </w:tc>
        <w:tc>
          <w:tcPr>
            <w:tcW w:w="1336" w:type="dxa"/>
            <w:tcBorders>
              <w:left w:val="nil"/>
              <w:bottom w:val="nil"/>
            </w:tcBorders>
            <w:vAlign w:val="bottom"/>
          </w:tcPr>
          <w:p w14:paraId="6C670385" w14:textId="6BB86225" w:rsidR="00CF7505" w:rsidRPr="0096295D" w:rsidRDefault="00CF7505" w:rsidP="00CF7505">
            <w:pPr>
              <w:pStyle w:val="Paragraph"/>
              <w:ind w:firstLine="0"/>
              <w:jc w:val="center"/>
              <w:rPr>
                <w:sz w:val="18"/>
                <w:szCs w:val="18"/>
              </w:rPr>
            </w:pPr>
            <w:r w:rsidRPr="0096295D">
              <w:rPr>
                <w:color w:val="000000"/>
                <w:sz w:val="18"/>
                <w:szCs w:val="18"/>
              </w:rPr>
              <w:t>61%</w:t>
            </w:r>
          </w:p>
        </w:tc>
      </w:tr>
      <w:tr w:rsidR="00CF7505" w:rsidRPr="0096295D" w14:paraId="6AA5C7DC" w14:textId="77777777" w:rsidTr="00B62337">
        <w:tc>
          <w:tcPr>
            <w:tcW w:w="1335" w:type="dxa"/>
            <w:tcBorders>
              <w:top w:val="nil"/>
              <w:bottom w:val="nil"/>
              <w:right w:val="nil"/>
            </w:tcBorders>
            <w:vAlign w:val="bottom"/>
          </w:tcPr>
          <w:p w14:paraId="403BB45F" w14:textId="69F534D9" w:rsidR="00CF7505" w:rsidRPr="0096295D" w:rsidRDefault="00F73D7C" w:rsidP="00CF7505">
            <w:pPr>
              <w:pStyle w:val="Paragraph"/>
              <w:ind w:firstLine="0"/>
              <w:jc w:val="center"/>
              <w:rPr>
                <w:sz w:val="18"/>
                <w:szCs w:val="18"/>
              </w:rPr>
            </w:pPr>
            <w:r w:rsidRPr="0096295D">
              <w:rPr>
                <w:sz w:val="18"/>
                <w:szCs w:val="18"/>
              </w:rPr>
              <w:t>20 – 30</w:t>
            </w:r>
          </w:p>
        </w:tc>
        <w:tc>
          <w:tcPr>
            <w:tcW w:w="1335" w:type="dxa"/>
            <w:tcBorders>
              <w:top w:val="nil"/>
              <w:left w:val="nil"/>
              <w:bottom w:val="nil"/>
              <w:right w:val="nil"/>
            </w:tcBorders>
            <w:vAlign w:val="bottom"/>
          </w:tcPr>
          <w:p w14:paraId="4D837BC6" w14:textId="582725D1" w:rsidR="00CF7505" w:rsidRPr="0096295D" w:rsidRDefault="00CF7505" w:rsidP="00CF7505">
            <w:pPr>
              <w:pStyle w:val="Paragraph"/>
              <w:ind w:firstLine="0"/>
              <w:jc w:val="center"/>
              <w:rPr>
                <w:sz w:val="18"/>
                <w:szCs w:val="18"/>
              </w:rPr>
            </w:pPr>
            <w:r w:rsidRPr="0096295D">
              <w:rPr>
                <w:color w:val="000000"/>
                <w:sz w:val="18"/>
                <w:szCs w:val="18"/>
              </w:rPr>
              <w:t>39%</w:t>
            </w:r>
          </w:p>
        </w:tc>
        <w:tc>
          <w:tcPr>
            <w:tcW w:w="840" w:type="dxa"/>
            <w:tcBorders>
              <w:top w:val="nil"/>
              <w:left w:val="nil"/>
              <w:bottom w:val="nil"/>
              <w:right w:val="nil"/>
            </w:tcBorders>
            <w:vAlign w:val="bottom"/>
          </w:tcPr>
          <w:p w14:paraId="48303DE9" w14:textId="1B9A196F" w:rsidR="00CF7505" w:rsidRPr="0096295D" w:rsidRDefault="00CF7505" w:rsidP="00CF7505">
            <w:pPr>
              <w:pStyle w:val="Paragraph"/>
              <w:ind w:firstLine="0"/>
              <w:jc w:val="center"/>
              <w:rPr>
                <w:sz w:val="18"/>
                <w:szCs w:val="18"/>
              </w:rPr>
            </w:pPr>
            <w:r w:rsidRPr="0096295D">
              <w:rPr>
                <w:color w:val="000000"/>
                <w:sz w:val="18"/>
                <w:szCs w:val="18"/>
              </w:rPr>
              <w:t>46%</w:t>
            </w:r>
          </w:p>
        </w:tc>
        <w:tc>
          <w:tcPr>
            <w:tcW w:w="1336" w:type="dxa"/>
            <w:tcBorders>
              <w:top w:val="nil"/>
              <w:left w:val="nil"/>
              <w:bottom w:val="nil"/>
              <w:right w:val="nil"/>
            </w:tcBorders>
            <w:vAlign w:val="bottom"/>
          </w:tcPr>
          <w:p w14:paraId="7DC3EB75" w14:textId="01CE71B3" w:rsidR="00CF7505" w:rsidRPr="0096295D" w:rsidRDefault="00CF7505" w:rsidP="00CF7505">
            <w:pPr>
              <w:pStyle w:val="Paragraph"/>
              <w:ind w:firstLine="0"/>
              <w:jc w:val="center"/>
              <w:rPr>
                <w:sz w:val="18"/>
                <w:szCs w:val="18"/>
              </w:rPr>
            </w:pPr>
            <w:r w:rsidRPr="0096295D">
              <w:rPr>
                <w:color w:val="000000"/>
                <w:sz w:val="18"/>
                <w:szCs w:val="18"/>
              </w:rPr>
              <w:t>46%</w:t>
            </w:r>
          </w:p>
        </w:tc>
        <w:tc>
          <w:tcPr>
            <w:tcW w:w="1336" w:type="dxa"/>
            <w:tcBorders>
              <w:top w:val="nil"/>
              <w:left w:val="nil"/>
              <w:bottom w:val="nil"/>
              <w:right w:val="nil"/>
            </w:tcBorders>
            <w:vAlign w:val="bottom"/>
          </w:tcPr>
          <w:p w14:paraId="602CE335" w14:textId="67EC803F" w:rsidR="00CF7505" w:rsidRPr="0096295D" w:rsidRDefault="00CF7505" w:rsidP="00CF7505">
            <w:pPr>
              <w:pStyle w:val="Paragraph"/>
              <w:ind w:firstLine="0"/>
              <w:jc w:val="center"/>
              <w:rPr>
                <w:sz w:val="18"/>
                <w:szCs w:val="18"/>
              </w:rPr>
            </w:pPr>
            <w:r w:rsidRPr="0096295D">
              <w:rPr>
                <w:color w:val="000000"/>
                <w:sz w:val="18"/>
                <w:szCs w:val="18"/>
              </w:rPr>
              <w:t>44%</w:t>
            </w:r>
          </w:p>
        </w:tc>
        <w:tc>
          <w:tcPr>
            <w:tcW w:w="1336" w:type="dxa"/>
            <w:tcBorders>
              <w:top w:val="nil"/>
              <w:left w:val="nil"/>
              <w:bottom w:val="nil"/>
              <w:right w:val="nil"/>
            </w:tcBorders>
            <w:vAlign w:val="bottom"/>
          </w:tcPr>
          <w:p w14:paraId="35156443" w14:textId="7700CEC5" w:rsidR="00CF7505" w:rsidRPr="0096295D" w:rsidRDefault="00CF7505" w:rsidP="00CF7505">
            <w:pPr>
              <w:pStyle w:val="Paragraph"/>
              <w:ind w:firstLine="0"/>
              <w:jc w:val="center"/>
              <w:rPr>
                <w:sz w:val="18"/>
                <w:szCs w:val="18"/>
              </w:rPr>
            </w:pPr>
            <w:r w:rsidRPr="0096295D">
              <w:rPr>
                <w:color w:val="000000"/>
                <w:sz w:val="18"/>
                <w:szCs w:val="18"/>
              </w:rPr>
              <w:t>48%</w:t>
            </w:r>
          </w:p>
        </w:tc>
        <w:tc>
          <w:tcPr>
            <w:tcW w:w="1336" w:type="dxa"/>
            <w:tcBorders>
              <w:top w:val="nil"/>
              <w:left w:val="nil"/>
              <w:bottom w:val="nil"/>
            </w:tcBorders>
            <w:vAlign w:val="bottom"/>
          </w:tcPr>
          <w:p w14:paraId="10B4296C" w14:textId="75096342" w:rsidR="00CF7505" w:rsidRPr="0096295D" w:rsidRDefault="00CF7505" w:rsidP="00CF7505">
            <w:pPr>
              <w:pStyle w:val="Paragraph"/>
              <w:ind w:firstLine="0"/>
              <w:jc w:val="center"/>
              <w:rPr>
                <w:sz w:val="18"/>
                <w:szCs w:val="18"/>
              </w:rPr>
            </w:pPr>
            <w:r w:rsidRPr="0096295D">
              <w:rPr>
                <w:color w:val="000000"/>
                <w:sz w:val="18"/>
                <w:szCs w:val="18"/>
              </w:rPr>
              <w:t>42%</w:t>
            </w:r>
          </w:p>
        </w:tc>
      </w:tr>
      <w:tr w:rsidR="00CF7505" w:rsidRPr="0096295D" w14:paraId="5234FC63" w14:textId="77777777" w:rsidTr="00B62337">
        <w:tc>
          <w:tcPr>
            <w:tcW w:w="1335" w:type="dxa"/>
            <w:tcBorders>
              <w:top w:val="nil"/>
              <w:bottom w:val="nil"/>
              <w:right w:val="nil"/>
            </w:tcBorders>
            <w:vAlign w:val="bottom"/>
          </w:tcPr>
          <w:p w14:paraId="74F12287" w14:textId="72D3DE6C" w:rsidR="00CF7505" w:rsidRPr="0096295D" w:rsidRDefault="00F73D7C" w:rsidP="00CF7505">
            <w:pPr>
              <w:pStyle w:val="Paragraph"/>
              <w:ind w:firstLine="0"/>
              <w:jc w:val="center"/>
              <w:rPr>
                <w:sz w:val="18"/>
                <w:szCs w:val="18"/>
              </w:rPr>
            </w:pPr>
            <w:r w:rsidRPr="0096295D">
              <w:rPr>
                <w:sz w:val="18"/>
                <w:szCs w:val="18"/>
              </w:rPr>
              <w:t>30 – 40</w:t>
            </w:r>
          </w:p>
        </w:tc>
        <w:tc>
          <w:tcPr>
            <w:tcW w:w="1335" w:type="dxa"/>
            <w:tcBorders>
              <w:top w:val="nil"/>
              <w:left w:val="nil"/>
              <w:bottom w:val="nil"/>
              <w:right w:val="nil"/>
            </w:tcBorders>
            <w:vAlign w:val="bottom"/>
          </w:tcPr>
          <w:p w14:paraId="61C68C8D" w14:textId="70E2A72D" w:rsidR="00CF7505" w:rsidRPr="0096295D" w:rsidRDefault="00CF7505" w:rsidP="00CF7505">
            <w:pPr>
              <w:pStyle w:val="Paragraph"/>
              <w:ind w:firstLine="0"/>
              <w:jc w:val="center"/>
              <w:rPr>
                <w:sz w:val="18"/>
                <w:szCs w:val="18"/>
              </w:rPr>
            </w:pPr>
            <w:r w:rsidRPr="0096295D">
              <w:rPr>
                <w:color w:val="000000"/>
                <w:sz w:val="18"/>
                <w:szCs w:val="18"/>
              </w:rPr>
              <w:t>29%</w:t>
            </w:r>
          </w:p>
        </w:tc>
        <w:tc>
          <w:tcPr>
            <w:tcW w:w="840" w:type="dxa"/>
            <w:tcBorders>
              <w:top w:val="nil"/>
              <w:left w:val="nil"/>
              <w:bottom w:val="nil"/>
              <w:right w:val="nil"/>
            </w:tcBorders>
            <w:vAlign w:val="bottom"/>
          </w:tcPr>
          <w:p w14:paraId="190AF2A3" w14:textId="0431D962" w:rsidR="00CF7505" w:rsidRPr="0096295D" w:rsidRDefault="00CF7505" w:rsidP="00CF7505">
            <w:pPr>
              <w:pStyle w:val="Paragraph"/>
              <w:ind w:firstLine="0"/>
              <w:jc w:val="center"/>
              <w:rPr>
                <w:sz w:val="18"/>
                <w:szCs w:val="18"/>
              </w:rPr>
            </w:pPr>
            <w:r w:rsidRPr="0096295D">
              <w:rPr>
                <w:color w:val="000000"/>
                <w:sz w:val="18"/>
                <w:szCs w:val="18"/>
              </w:rPr>
              <w:t>36%</w:t>
            </w:r>
          </w:p>
        </w:tc>
        <w:tc>
          <w:tcPr>
            <w:tcW w:w="1336" w:type="dxa"/>
            <w:tcBorders>
              <w:top w:val="nil"/>
              <w:left w:val="nil"/>
              <w:bottom w:val="nil"/>
              <w:right w:val="nil"/>
            </w:tcBorders>
            <w:vAlign w:val="bottom"/>
          </w:tcPr>
          <w:p w14:paraId="540B22E4" w14:textId="076D4891" w:rsidR="00CF7505" w:rsidRPr="0096295D" w:rsidRDefault="00CF7505" w:rsidP="00CF7505">
            <w:pPr>
              <w:pStyle w:val="Paragraph"/>
              <w:ind w:firstLine="0"/>
              <w:jc w:val="center"/>
              <w:rPr>
                <w:sz w:val="18"/>
                <w:szCs w:val="18"/>
              </w:rPr>
            </w:pPr>
            <w:r w:rsidRPr="0096295D">
              <w:rPr>
                <w:color w:val="000000"/>
                <w:sz w:val="18"/>
                <w:szCs w:val="18"/>
              </w:rPr>
              <w:t>36%</w:t>
            </w:r>
          </w:p>
        </w:tc>
        <w:tc>
          <w:tcPr>
            <w:tcW w:w="1336" w:type="dxa"/>
            <w:tcBorders>
              <w:top w:val="nil"/>
              <w:left w:val="nil"/>
              <w:bottom w:val="nil"/>
              <w:right w:val="nil"/>
            </w:tcBorders>
            <w:vAlign w:val="bottom"/>
          </w:tcPr>
          <w:p w14:paraId="4A467033" w14:textId="06858C7D" w:rsidR="00CF7505" w:rsidRPr="0096295D" w:rsidRDefault="00CF7505" w:rsidP="00CF7505">
            <w:pPr>
              <w:pStyle w:val="Paragraph"/>
              <w:ind w:firstLine="0"/>
              <w:jc w:val="center"/>
              <w:rPr>
                <w:sz w:val="18"/>
                <w:szCs w:val="18"/>
              </w:rPr>
            </w:pPr>
            <w:r w:rsidRPr="0096295D">
              <w:rPr>
                <w:color w:val="000000"/>
                <w:sz w:val="18"/>
                <w:szCs w:val="18"/>
              </w:rPr>
              <w:t>34%</w:t>
            </w:r>
          </w:p>
        </w:tc>
        <w:tc>
          <w:tcPr>
            <w:tcW w:w="1336" w:type="dxa"/>
            <w:tcBorders>
              <w:top w:val="nil"/>
              <w:left w:val="nil"/>
              <w:bottom w:val="nil"/>
              <w:right w:val="nil"/>
            </w:tcBorders>
            <w:vAlign w:val="bottom"/>
          </w:tcPr>
          <w:p w14:paraId="0B4B3989" w14:textId="4C6B5886" w:rsidR="00CF7505" w:rsidRPr="0096295D" w:rsidRDefault="00CF7505" w:rsidP="00CF7505">
            <w:pPr>
              <w:pStyle w:val="Paragraph"/>
              <w:ind w:firstLine="0"/>
              <w:jc w:val="center"/>
              <w:rPr>
                <w:sz w:val="18"/>
                <w:szCs w:val="18"/>
              </w:rPr>
            </w:pPr>
            <w:r w:rsidRPr="0096295D">
              <w:rPr>
                <w:color w:val="000000"/>
                <w:sz w:val="18"/>
                <w:szCs w:val="18"/>
              </w:rPr>
              <w:t>37%</w:t>
            </w:r>
          </w:p>
        </w:tc>
        <w:tc>
          <w:tcPr>
            <w:tcW w:w="1336" w:type="dxa"/>
            <w:tcBorders>
              <w:top w:val="nil"/>
              <w:left w:val="nil"/>
              <w:bottom w:val="nil"/>
            </w:tcBorders>
            <w:vAlign w:val="bottom"/>
          </w:tcPr>
          <w:p w14:paraId="5FEAEA8D" w14:textId="4D2FE099" w:rsidR="00CF7505" w:rsidRPr="0096295D" w:rsidRDefault="00CF7505" w:rsidP="00CF7505">
            <w:pPr>
              <w:pStyle w:val="Paragraph"/>
              <w:ind w:firstLine="0"/>
              <w:jc w:val="center"/>
              <w:rPr>
                <w:sz w:val="18"/>
                <w:szCs w:val="18"/>
              </w:rPr>
            </w:pPr>
            <w:r w:rsidRPr="0096295D">
              <w:rPr>
                <w:color w:val="000000"/>
                <w:sz w:val="18"/>
                <w:szCs w:val="18"/>
              </w:rPr>
              <w:t>32%</w:t>
            </w:r>
          </w:p>
        </w:tc>
      </w:tr>
      <w:tr w:rsidR="00CF7505" w:rsidRPr="0096295D" w14:paraId="5475C132" w14:textId="77777777" w:rsidTr="00B62337">
        <w:tc>
          <w:tcPr>
            <w:tcW w:w="1335" w:type="dxa"/>
            <w:tcBorders>
              <w:top w:val="nil"/>
              <w:bottom w:val="nil"/>
              <w:right w:val="nil"/>
            </w:tcBorders>
            <w:vAlign w:val="bottom"/>
          </w:tcPr>
          <w:p w14:paraId="55C341A6" w14:textId="28B581A7" w:rsidR="00CF7505" w:rsidRPr="0096295D" w:rsidRDefault="00F73D7C" w:rsidP="00CF7505">
            <w:pPr>
              <w:pStyle w:val="Paragraph"/>
              <w:ind w:firstLine="0"/>
              <w:jc w:val="center"/>
              <w:rPr>
                <w:sz w:val="18"/>
                <w:szCs w:val="18"/>
              </w:rPr>
            </w:pPr>
            <w:r w:rsidRPr="0096295D">
              <w:rPr>
                <w:sz w:val="18"/>
                <w:szCs w:val="18"/>
              </w:rPr>
              <w:t xml:space="preserve">40 – 50 </w:t>
            </w:r>
          </w:p>
        </w:tc>
        <w:tc>
          <w:tcPr>
            <w:tcW w:w="1335" w:type="dxa"/>
            <w:tcBorders>
              <w:top w:val="nil"/>
              <w:left w:val="nil"/>
              <w:bottom w:val="nil"/>
              <w:right w:val="nil"/>
            </w:tcBorders>
            <w:vAlign w:val="bottom"/>
          </w:tcPr>
          <w:p w14:paraId="3EBA556C" w14:textId="42346AE6" w:rsidR="00CF7505" w:rsidRPr="0096295D" w:rsidRDefault="00CF7505" w:rsidP="00CF7505">
            <w:pPr>
              <w:pStyle w:val="Paragraph"/>
              <w:ind w:firstLine="0"/>
              <w:jc w:val="center"/>
              <w:rPr>
                <w:sz w:val="18"/>
                <w:szCs w:val="18"/>
              </w:rPr>
            </w:pPr>
            <w:r w:rsidRPr="0096295D">
              <w:rPr>
                <w:color w:val="000000"/>
                <w:sz w:val="18"/>
                <w:szCs w:val="18"/>
              </w:rPr>
              <w:t>24%</w:t>
            </w:r>
          </w:p>
        </w:tc>
        <w:tc>
          <w:tcPr>
            <w:tcW w:w="840" w:type="dxa"/>
            <w:tcBorders>
              <w:top w:val="nil"/>
              <w:left w:val="nil"/>
              <w:bottom w:val="nil"/>
              <w:right w:val="nil"/>
            </w:tcBorders>
            <w:vAlign w:val="bottom"/>
          </w:tcPr>
          <w:p w14:paraId="0D6BDB17" w14:textId="40C83835" w:rsidR="00CF7505" w:rsidRPr="0096295D" w:rsidRDefault="00CF7505" w:rsidP="00CF7505">
            <w:pPr>
              <w:pStyle w:val="Paragraph"/>
              <w:ind w:firstLine="0"/>
              <w:jc w:val="center"/>
              <w:rPr>
                <w:sz w:val="18"/>
                <w:szCs w:val="18"/>
              </w:rPr>
            </w:pPr>
            <w:r w:rsidRPr="0096295D">
              <w:rPr>
                <w:color w:val="000000"/>
                <w:sz w:val="18"/>
                <w:szCs w:val="18"/>
              </w:rPr>
              <w:t>29%</w:t>
            </w:r>
          </w:p>
        </w:tc>
        <w:tc>
          <w:tcPr>
            <w:tcW w:w="1336" w:type="dxa"/>
            <w:tcBorders>
              <w:top w:val="nil"/>
              <w:left w:val="nil"/>
              <w:bottom w:val="nil"/>
              <w:right w:val="nil"/>
            </w:tcBorders>
            <w:vAlign w:val="bottom"/>
          </w:tcPr>
          <w:p w14:paraId="7DC0C670" w14:textId="5C210EF0" w:rsidR="00CF7505" w:rsidRPr="0096295D" w:rsidRDefault="00CF7505" w:rsidP="00CF7505">
            <w:pPr>
              <w:pStyle w:val="Paragraph"/>
              <w:ind w:firstLine="0"/>
              <w:jc w:val="center"/>
              <w:rPr>
                <w:sz w:val="18"/>
                <w:szCs w:val="18"/>
              </w:rPr>
            </w:pPr>
            <w:r w:rsidRPr="0096295D">
              <w:rPr>
                <w:color w:val="000000"/>
                <w:sz w:val="18"/>
                <w:szCs w:val="18"/>
              </w:rPr>
              <w:t>29%</w:t>
            </w:r>
          </w:p>
        </w:tc>
        <w:tc>
          <w:tcPr>
            <w:tcW w:w="1336" w:type="dxa"/>
            <w:tcBorders>
              <w:top w:val="nil"/>
              <w:left w:val="nil"/>
              <w:bottom w:val="nil"/>
              <w:right w:val="nil"/>
            </w:tcBorders>
            <w:vAlign w:val="bottom"/>
          </w:tcPr>
          <w:p w14:paraId="6789A2A8" w14:textId="7B46E42D" w:rsidR="00CF7505" w:rsidRPr="0096295D" w:rsidRDefault="00CF7505" w:rsidP="00CF7505">
            <w:pPr>
              <w:pStyle w:val="Paragraph"/>
              <w:ind w:firstLine="0"/>
              <w:jc w:val="center"/>
              <w:rPr>
                <w:sz w:val="18"/>
                <w:szCs w:val="18"/>
              </w:rPr>
            </w:pPr>
            <w:r w:rsidRPr="0096295D">
              <w:rPr>
                <w:color w:val="000000"/>
                <w:sz w:val="18"/>
                <w:szCs w:val="18"/>
              </w:rPr>
              <w:t>27%</w:t>
            </w:r>
          </w:p>
        </w:tc>
        <w:tc>
          <w:tcPr>
            <w:tcW w:w="1336" w:type="dxa"/>
            <w:tcBorders>
              <w:top w:val="nil"/>
              <w:left w:val="nil"/>
              <w:bottom w:val="nil"/>
              <w:right w:val="nil"/>
            </w:tcBorders>
            <w:vAlign w:val="bottom"/>
          </w:tcPr>
          <w:p w14:paraId="2631FD7F" w14:textId="69AC8E21" w:rsidR="00CF7505" w:rsidRPr="0096295D" w:rsidRDefault="00CF7505" w:rsidP="00CF7505">
            <w:pPr>
              <w:pStyle w:val="Paragraph"/>
              <w:ind w:firstLine="0"/>
              <w:jc w:val="center"/>
              <w:rPr>
                <w:sz w:val="18"/>
                <w:szCs w:val="18"/>
              </w:rPr>
            </w:pPr>
            <w:r w:rsidRPr="0096295D">
              <w:rPr>
                <w:color w:val="000000"/>
                <w:sz w:val="18"/>
                <w:szCs w:val="18"/>
              </w:rPr>
              <w:t>30%</w:t>
            </w:r>
          </w:p>
        </w:tc>
        <w:tc>
          <w:tcPr>
            <w:tcW w:w="1336" w:type="dxa"/>
            <w:tcBorders>
              <w:top w:val="nil"/>
              <w:left w:val="nil"/>
              <w:bottom w:val="nil"/>
            </w:tcBorders>
            <w:vAlign w:val="bottom"/>
          </w:tcPr>
          <w:p w14:paraId="66D6AB47" w14:textId="1BD56487" w:rsidR="00CF7505" w:rsidRPr="0096295D" w:rsidRDefault="00CF7505" w:rsidP="00CF7505">
            <w:pPr>
              <w:pStyle w:val="Paragraph"/>
              <w:ind w:firstLine="0"/>
              <w:jc w:val="center"/>
              <w:rPr>
                <w:sz w:val="18"/>
                <w:szCs w:val="18"/>
              </w:rPr>
            </w:pPr>
            <w:r w:rsidRPr="0096295D">
              <w:rPr>
                <w:color w:val="000000"/>
                <w:sz w:val="18"/>
                <w:szCs w:val="18"/>
              </w:rPr>
              <w:t>26%</w:t>
            </w:r>
          </w:p>
        </w:tc>
      </w:tr>
      <w:tr w:rsidR="00CF7505" w:rsidRPr="0096295D" w14:paraId="4B9303A6" w14:textId="77777777" w:rsidTr="00B62337">
        <w:tc>
          <w:tcPr>
            <w:tcW w:w="1335" w:type="dxa"/>
            <w:tcBorders>
              <w:top w:val="nil"/>
              <w:bottom w:val="nil"/>
              <w:right w:val="nil"/>
            </w:tcBorders>
            <w:vAlign w:val="bottom"/>
          </w:tcPr>
          <w:p w14:paraId="4481856A" w14:textId="65CB8B99" w:rsidR="00CF7505" w:rsidRPr="0096295D" w:rsidRDefault="00F73D7C" w:rsidP="00CF7505">
            <w:pPr>
              <w:pStyle w:val="Paragraph"/>
              <w:ind w:firstLine="0"/>
              <w:jc w:val="center"/>
              <w:rPr>
                <w:sz w:val="18"/>
                <w:szCs w:val="18"/>
              </w:rPr>
            </w:pPr>
            <w:r w:rsidRPr="0096295D">
              <w:rPr>
                <w:sz w:val="18"/>
                <w:szCs w:val="18"/>
              </w:rPr>
              <w:t>50 – 60</w:t>
            </w:r>
          </w:p>
        </w:tc>
        <w:tc>
          <w:tcPr>
            <w:tcW w:w="1335" w:type="dxa"/>
            <w:tcBorders>
              <w:top w:val="nil"/>
              <w:left w:val="nil"/>
              <w:bottom w:val="nil"/>
              <w:right w:val="nil"/>
            </w:tcBorders>
            <w:vAlign w:val="bottom"/>
          </w:tcPr>
          <w:p w14:paraId="37E7FCB7" w14:textId="6FF5D5A4" w:rsidR="00CF7505" w:rsidRPr="0096295D" w:rsidRDefault="00CF7505" w:rsidP="00CF7505">
            <w:pPr>
              <w:pStyle w:val="Paragraph"/>
              <w:ind w:firstLine="0"/>
              <w:jc w:val="center"/>
              <w:rPr>
                <w:sz w:val="18"/>
                <w:szCs w:val="18"/>
              </w:rPr>
            </w:pPr>
            <w:r w:rsidRPr="0096295D">
              <w:rPr>
                <w:color w:val="000000"/>
                <w:sz w:val="18"/>
                <w:szCs w:val="18"/>
              </w:rPr>
              <w:t>20%</w:t>
            </w:r>
          </w:p>
        </w:tc>
        <w:tc>
          <w:tcPr>
            <w:tcW w:w="840" w:type="dxa"/>
            <w:tcBorders>
              <w:top w:val="nil"/>
              <w:left w:val="nil"/>
              <w:bottom w:val="nil"/>
              <w:right w:val="nil"/>
            </w:tcBorders>
            <w:vAlign w:val="bottom"/>
          </w:tcPr>
          <w:p w14:paraId="59D6BDB7" w14:textId="647E4F08" w:rsidR="00CF7505" w:rsidRPr="0096295D" w:rsidRDefault="00CF7505" w:rsidP="00CF7505">
            <w:pPr>
              <w:pStyle w:val="Paragraph"/>
              <w:ind w:firstLine="0"/>
              <w:jc w:val="center"/>
              <w:rPr>
                <w:sz w:val="18"/>
                <w:szCs w:val="18"/>
              </w:rPr>
            </w:pPr>
            <w:r w:rsidRPr="0096295D">
              <w:rPr>
                <w:color w:val="000000"/>
                <w:sz w:val="18"/>
                <w:szCs w:val="18"/>
              </w:rPr>
              <w:t>24%</w:t>
            </w:r>
          </w:p>
        </w:tc>
        <w:tc>
          <w:tcPr>
            <w:tcW w:w="1336" w:type="dxa"/>
            <w:tcBorders>
              <w:top w:val="nil"/>
              <w:left w:val="nil"/>
              <w:bottom w:val="nil"/>
              <w:right w:val="nil"/>
            </w:tcBorders>
            <w:vAlign w:val="bottom"/>
          </w:tcPr>
          <w:p w14:paraId="1E38E907" w14:textId="5CAAC464" w:rsidR="00CF7505" w:rsidRPr="0096295D" w:rsidRDefault="00CF7505" w:rsidP="00CF7505">
            <w:pPr>
              <w:pStyle w:val="Paragraph"/>
              <w:ind w:firstLine="0"/>
              <w:jc w:val="center"/>
              <w:rPr>
                <w:sz w:val="18"/>
                <w:szCs w:val="18"/>
              </w:rPr>
            </w:pPr>
            <w:r w:rsidRPr="0096295D">
              <w:rPr>
                <w:color w:val="000000"/>
                <w:sz w:val="18"/>
                <w:szCs w:val="18"/>
              </w:rPr>
              <w:t>24%</w:t>
            </w:r>
          </w:p>
        </w:tc>
        <w:tc>
          <w:tcPr>
            <w:tcW w:w="1336" w:type="dxa"/>
            <w:tcBorders>
              <w:top w:val="nil"/>
              <w:left w:val="nil"/>
              <w:bottom w:val="nil"/>
              <w:right w:val="nil"/>
            </w:tcBorders>
            <w:vAlign w:val="bottom"/>
          </w:tcPr>
          <w:p w14:paraId="08507954" w14:textId="1E3D0C0B" w:rsidR="00CF7505" w:rsidRPr="0096295D" w:rsidRDefault="00CF7505" w:rsidP="00CF7505">
            <w:pPr>
              <w:pStyle w:val="Paragraph"/>
              <w:ind w:firstLine="0"/>
              <w:jc w:val="center"/>
              <w:rPr>
                <w:sz w:val="18"/>
                <w:szCs w:val="18"/>
              </w:rPr>
            </w:pPr>
            <w:r w:rsidRPr="0096295D">
              <w:rPr>
                <w:color w:val="000000"/>
                <w:sz w:val="18"/>
                <w:szCs w:val="18"/>
              </w:rPr>
              <w:t>23%</w:t>
            </w:r>
          </w:p>
        </w:tc>
        <w:tc>
          <w:tcPr>
            <w:tcW w:w="1336" w:type="dxa"/>
            <w:tcBorders>
              <w:top w:val="nil"/>
              <w:left w:val="nil"/>
              <w:bottom w:val="nil"/>
              <w:right w:val="nil"/>
            </w:tcBorders>
            <w:vAlign w:val="bottom"/>
          </w:tcPr>
          <w:p w14:paraId="124B3F72" w14:textId="2703C210" w:rsidR="00CF7505" w:rsidRPr="0096295D" w:rsidRDefault="00CF7505" w:rsidP="00CF7505">
            <w:pPr>
              <w:pStyle w:val="Paragraph"/>
              <w:ind w:firstLine="0"/>
              <w:jc w:val="center"/>
              <w:rPr>
                <w:sz w:val="18"/>
                <w:szCs w:val="18"/>
              </w:rPr>
            </w:pPr>
            <w:r w:rsidRPr="0096295D">
              <w:rPr>
                <w:color w:val="000000"/>
                <w:sz w:val="18"/>
                <w:szCs w:val="18"/>
              </w:rPr>
              <w:t>25%</w:t>
            </w:r>
          </w:p>
        </w:tc>
        <w:tc>
          <w:tcPr>
            <w:tcW w:w="1336" w:type="dxa"/>
            <w:tcBorders>
              <w:top w:val="nil"/>
              <w:left w:val="nil"/>
              <w:bottom w:val="nil"/>
            </w:tcBorders>
            <w:vAlign w:val="bottom"/>
          </w:tcPr>
          <w:p w14:paraId="6BCDA72B" w14:textId="56389EE7" w:rsidR="00CF7505" w:rsidRPr="0096295D" w:rsidRDefault="00CF7505" w:rsidP="00CF7505">
            <w:pPr>
              <w:pStyle w:val="Paragraph"/>
              <w:ind w:firstLine="0"/>
              <w:jc w:val="center"/>
              <w:rPr>
                <w:sz w:val="18"/>
                <w:szCs w:val="18"/>
              </w:rPr>
            </w:pPr>
            <w:r w:rsidRPr="0096295D">
              <w:rPr>
                <w:color w:val="000000"/>
                <w:sz w:val="18"/>
                <w:szCs w:val="18"/>
              </w:rPr>
              <w:t>22%</w:t>
            </w:r>
          </w:p>
        </w:tc>
      </w:tr>
      <w:tr w:rsidR="00CF7505" w:rsidRPr="0096295D" w14:paraId="795EFE0C" w14:textId="77777777" w:rsidTr="00B62337">
        <w:tc>
          <w:tcPr>
            <w:tcW w:w="1335" w:type="dxa"/>
            <w:tcBorders>
              <w:top w:val="nil"/>
              <w:bottom w:val="nil"/>
              <w:right w:val="nil"/>
            </w:tcBorders>
            <w:vAlign w:val="bottom"/>
          </w:tcPr>
          <w:p w14:paraId="61FFC7DA" w14:textId="033E9B9C" w:rsidR="00CF7505" w:rsidRPr="0096295D" w:rsidRDefault="00F73D7C" w:rsidP="00CF7505">
            <w:pPr>
              <w:pStyle w:val="Paragraph"/>
              <w:ind w:firstLine="0"/>
              <w:jc w:val="center"/>
              <w:rPr>
                <w:sz w:val="18"/>
                <w:szCs w:val="18"/>
              </w:rPr>
            </w:pPr>
            <w:r w:rsidRPr="0096295D">
              <w:rPr>
                <w:sz w:val="18"/>
                <w:szCs w:val="18"/>
              </w:rPr>
              <w:t>60 – 70</w:t>
            </w:r>
          </w:p>
        </w:tc>
        <w:tc>
          <w:tcPr>
            <w:tcW w:w="1335" w:type="dxa"/>
            <w:tcBorders>
              <w:top w:val="nil"/>
              <w:left w:val="nil"/>
              <w:bottom w:val="nil"/>
              <w:right w:val="nil"/>
            </w:tcBorders>
            <w:vAlign w:val="bottom"/>
          </w:tcPr>
          <w:p w14:paraId="2CA2DA27" w14:textId="4511D77C" w:rsidR="00CF7505" w:rsidRPr="0096295D" w:rsidRDefault="00CF7505" w:rsidP="00CF7505">
            <w:pPr>
              <w:pStyle w:val="Paragraph"/>
              <w:ind w:firstLine="0"/>
              <w:jc w:val="center"/>
              <w:rPr>
                <w:sz w:val="18"/>
                <w:szCs w:val="18"/>
              </w:rPr>
            </w:pPr>
            <w:r w:rsidRPr="0096295D">
              <w:rPr>
                <w:color w:val="000000"/>
                <w:sz w:val="18"/>
                <w:szCs w:val="18"/>
              </w:rPr>
              <w:t>17%</w:t>
            </w:r>
          </w:p>
        </w:tc>
        <w:tc>
          <w:tcPr>
            <w:tcW w:w="840" w:type="dxa"/>
            <w:tcBorders>
              <w:top w:val="nil"/>
              <w:left w:val="nil"/>
              <w:bottom w:val="nil"/>
              <w:right w:val="nil"/>
            </w:tcBorders>
            <w:vAlign w:val="bottom"/>
          </w:tcPr>
          <w:p w14:paraId="7E97C97B" w14:textId="5534DB82" w:rsidR="00CF7505" w:rsidRPr="0096295D" w:rsidRDefault="00CF7505" w:rsidP="00CF7505">
            <w:pPr>
              <w:pStyle w:val="Paragraph"/>
              <w:ind w:firstLine="0"/>
              <w:jc w:val="center"/>
              <w:rPr>
                <w:sz w:val="18"/>
                <w:szCs w:val="18"/>
              </w:rPr>
            </w:pPr>
            <w:r w:rsidRPr="0096295D">
              <w:rPr>
                <w:color w:val="000000"/>
                <w:sz w:val="18"/>
                <w:szCs w:val="18"/>
              </w:rPr>
              <w:t>21%</w:t>
            </w:r>
          </w:p>
        </w:tc>
        <w:tc>
          <w:tcPr>
            <w:tcW w:w="1336" w:type="dxa"/>
            <w:tcBorders>
              <w:top w:val="nil"/>
              <w:left w:val="nil"/>
              <w:bottom w:val="nil"/>
              <w:right w:val="nil"/>
            </w:tcBorders>
            <w:vAlign w:val="bottom"/>
          </w:tcPr>
          <w:p w14:paraId="2019602F" w14:textId="67D5F107" w:rsidR="00CF7505" w:rsidRPr="0096295D" w:rsidRDefault="00CF7505" w:rsidP="00CF7505">
            <w:pPr>
              <w:pStyle w:val="Paragraph"/>
              <w:ind w:firstLine="0"/>
              <w:jc w:val="center"/>
              <w:rPr>
                <w:sz w:val="18"/>
                <w:szCs w:val="18"/>
              </w:rPr>
            </w:pPr>
            <w:r w:rsidRPr="0096295D">
              <w:rPr>
                <w:color w:val="000000"/>
                <w:sz w:val="18"/>
                <w:szCs w:val="18"/>
              </w:rPr>
              <w:t>21%</w:t>
            </w:r>
          </w:p>
        </w:tc>
        <w:tc>
          <w:tcPr>
            <w:tcW w:w="1336" w:type="dxa"/>
            <w:tcBorders>
              <w:top w:val="nil"/>
              <w:left w:val="nil"/>
              <w:bottom w:val="nil"/>
              <w:right w:val="nil"/>
            </w:tcBorders>
            <w:vAlign w:val="bottom"/>
          </w:tcPr>
          <w:p w14:paraId="088B9F27" w14:textId="158C7B7A" w:rsidR="00CF7505" w:rsidRPr="0096295D" w:rsidRDefault="00CF7505" w:rsidP="00CF7505">
            <w:pPr>
              <w:pStyle w:val="Paragraph"/>
              <w:ind w:firstLine="0"/>
              <w:jc w:val="center"/>
              <w:rPr>
                <w:sz w:val="18"/>
                <w:szCs w:val="18"/>
              </w:rPr>
            </w:pPr>
            <w:r w:rsidRPr="0096295D">
              <w:rPr>
                <w:color w:val="000000"/>
                <w:sz w:val="18"/>
                <w:szCs w:val="18"/>
              </w:rPr>
              <w:t>20%</w:t>
            </w:r>
          </w:p>
        </w:tc>
        <w:tc>
          <w:tcPr>
            <w:tcW w:w="1336" w:type="dxa"/>
            <w:tcBorders>
              <w:top w:val="nil"/>
              <w:left w:val="nil"/>
              <w:bottom w:val="nil"/>
              <w:right w:val="nil"/>
            </w:tcBorders>
            <w:vAlign w:val="bottom"/>
          </w:tcPr>
          <w:p w14:paraId="6F6557DB" w14:textId="4969BA4E" w:rsidR="00CF7505" w:rsidRPr="0096295D" w:rsidRDefault="00CF7505" w:rsidP="00CF7505">
            <w:pPr>
              <w:pStyle w:val="Paragraph"/>
              <w:ind w:firstLine="0"/>
              <w:jc w:val="center"/>
              <w:rPr>
                <w:sz w:val="18"/>
                <w:szCs w:val="18"/>
              </w:rPr>
            </w:pPr>
            <w:r w:rsidRPr="0096295D">
              <w:rPr>
                <w:color w:val="000000"/>
                <w:sz w:val="18"/>
                <w:szCs w:val="18"/>
              </w:rPr>
              <w:t>22%</w:t>
            </w:r>
          </w:p>
        </w:tc>
        <w:tc>
          <w:tcPr>
            <w:tcW w:w="1336" w:type="dxa"/>
            <w:tcBorders>
              <w:top w:val="nil"/>
              <w:left w:val="nil"/>
              <w:bottom w:val="nil"/>
            </w:tcBorders>
            <w:vAlign w:val="bottom"/>
          </w:tcPr>
          <w:p w14:paraId="1DE871B5" w14:textId="781D2B02" w:rsidR="00CF7505" w:rsidRPr="0096295D" w:rsidRDefault="00CF7505" w:rsidP="00CF7505">
            <w:pPr>
              <w:pStyle w:val="Paragraph"/>
              <w:ind w:firstLine="0"/>
              <w:jc w:val="center"/>
              <w:rPr>
                <w:sz w:val="18"/>
                <w:szCs w:val="18"/>
              </w:rPr>
            </w:pPr>
            <w:r w:rsidRPr="0096295D">
              <w:rPr>
                <w:color w:val="000000"/>
                <w:sz w:val="18"/>
                <w:szCs w:val="18"/>
              </w:rPr>
              <w:t>19%</w:t>
            </w:r>
          </w:p>
        </w:tc>
      </w:tr>
      <w:tr w:rsidR="00CF7505" w:rsidRPr="0096295D" w14:paraId="49D7D537" w14:textId="77777777" w:rsidTr="00B62337">
        <w:tc>
          <w:tcPr>
            <w:tcW w:w="1335" w:type="dxa"/>
            <w:tcBorders>
              <w:top w:val="nil"/>
              <w:bottom w:val="nil"/>
              <w:right w:val="nil"/>
            </w:tcBorders>
            <w:vAlign w:val="bottom"/>
          </w:tcPr>
          <w:p w14:paraId="4C4515A2" w14:textId="07A71D27" w:rsidR="00CF7505" w:rsidRPr="0096295D" w:rsidRDefault="00F73D7C" w:rsidP="00CF7505">
            <w:pPr>
              <w:pStyle w:val="Paragraph"/>
              <w:ind w:firstLine="0"/>
              <w:jc w:val="center"/>
              <w:rPr>
                <w:sz w:val="18"/>
                <w:szCs w:val="18"/>
              </w:rPr>
            </w:pPr>
            <w:r w:rsidRPr="0096295D">
              <w:rPr>
                <w:sz w:val="18"/>
                <w:szCs w:val="18"/>
              </w:rPr>
              <w:t>70 – 80</w:t>
            </w:r>
          </w:p>
        </w:tc>
        <w:tc>
          <w:tcPr>
            <w:tcW w:w="1335" w:type="dxa"/>
            <w:tcBorders>
              <w:top w:val="nil"/>
              <w:left w:val="nil"/>
              <w:bottom w:val="nil"/>
              <w:right w:val="nil"/>
            </w:tcBorders>
            <w:vAlign w:val="bottom"/>
          </w:tcPr>
          <w:p w14:paraId="115BCAAF" w14:textId="588480E5" w:rsidR="00CF7505" w:rsidRPr="0096295D" w:rsidRDefault="00CF7505" w:rsidP="00CF7505">
            <w:pPr>
              <w:pStyle w:val="Paragraph"/>
              <w:ind w:firstLine="0"/>
              <w:jc w:val="center"/>
              <w:rPr>
                <w:sz w:val="18"/>
                <w:szCs w:val="18"/>
              </w:rPr>
            </w:pPr>
            <w:r w:rsidRPr="0096295D">
              <w:rPr>
                <w:color w:val="000000"/>
                <w:sz w:val="18"/>
                <w:szCs w:val="18"/>
              </w:rPr>
              <w:t>15%</w:t>
            </w:r>
          </w:p>
        </w:tc>
        <w:tc>
          <w:tcPr>
            <w:tcW w:w="840" w:type="dxa"/>
            <w:tcBorders>
              <w:top w:val="nil"/>
              <w:left w:val="nil"/>
              <w:bottom w:val="nil"/>
              <w:right w:val="nil"/>
            </w:tcBorders>
            <w:vAlign w:val="bottom"/>
          </w:tcPr>
          <w:p w14:paraId="097B6575" w14:textId="1207E26B" w:rsidR="00CF7505" w:rsidRPr="0096295D" w:rsidRDefault="00CF7505" w:rsidP="00CF7505">
            <w:pPr>
              <w:pStyle w:val="Paragraph"/>
              <w:ind w:firstLine="0"/>
              <w:jc w:val="center"/>
              <w:rPr>
                <w:sz w:val="18"/>
                <w:szCs w:val="18"/>
              </w:rPr>
            </w:pPr>
            <w:r w:rsidRPr="0096295D">
              <w:rPr>
                <w:color w:val="000000"/>
                <w:sz w:val="18"/>
                <w:szCs w:val="18"/>
              </w:rPr>
              <w:t>19%</w:t>
            </w:r>
          </w:p>
        </w:tc>
        <w:tc>
          <w:tcPr>
            <w:tcW w:w="1336" w:type="dxa"/>
            <w:tcBorders>
              <w:top w:val="nil"/>
              <w:left w:val="nil"/>
              <w:bottom w:val="nil"/>
              <w:right w:val="nil"/>
            </w:tcBorders>
            <w:vAlign w:val="bottom"/>
          </w:tcPr>
          <w:p w14:paraId="5DEFF0B9" w14:textId="5385CB8E" w:rsidR="00CF7505" w:rsidRPr="0096295D" w:rsidRDefault="00CF7505" w:rsidP="00CF7505">
            <w:pPr>
              <w:pStyle w:val="Paragraph"/>
              <w:ind w:firstLine="0"/>
              <w:jc w:val="center"/>
              <w:rPr>
                <w:sz w:val="18"/>
                <w:szCs w:val="18"/>
              </w:rPr>
            </w:pPr>
            <w:r w:rsidRPr="0096295D">
              <w:rPr>
                <w:color w:val="000000"/>
                <w:sz w:val="18"/>
                <w:szCs w:val="18"/>
              </w:rPr>
              <w:t>19%</w:t>
            </w:r>
          </w:p>
        </w:tc>
        <w:tc>
          <w:tcPr>
            <w:tcW w:w="1336" w:type="dxa"/>
            <w:tcBorders>
              <w:top w:val="nil"/>
              <w:left w:val="nil"/>
              <w:bottom w:val="nil"/>
              <w:right w:val="nil"/>
            </w:tcBorders>
            <w:vAlign w:val="bottom"/>
          </w:tcPr>
          <w:p w14:paraId="58F2E463" w14:textId="4EDEF8A0" w:rsidR="00CF7505" w:rsidRPr="0096295D" w:rsidRDefault="00CF7505" w:rsidP="00CF7505">
            <w:pPr>
              <w:pStyle w:val="Paragraph"/>
              <w:ind w:firstLine="0"/>
              <w:jc w:val="center"/>
              <w:rPr>
                <w:sz w:val="18"/>
                <w:szCs w:val="18"/>
              </w:rPr>
            </w:pPr>
            <w:r w:rsidRPr="0096295D">
              <w:rPr>
                <w:color w:val="000000"/>
                <w:sz w:val="18"/>
                <w:szCs w:val="18"/>
              </w:rPr>
              <w:t>17%</w:t>
            </w:r>
          </w:p>
        </w:tc>
        <w:tc>
          <w:tcPr>
            <w:tcW w:w="1336" w:type="dxa"/>
            <w:tcBorders>
              <w:top w:val="nil"/>
              <w:left w:val="nil"/>
              <w:bottom w:val="nil"/>
              <w:right w:val="nil"/>
            </w:tcBorders>
            <w:vAlign w:val="bottom"/>
          </w:tcPr>
          <w:p w14:paraId="79309B7A" w14:textId="5AF4FD7F" w:rsidR="00CF7505" w:rsidRPr="0096295D" w:rsidRDefault="00CF7505" w:rsidP="00CF7505">
            <w:pPr>
              <w:pStyle w:val="Paragraph"/>
              <w:ind w:firstLine="0"/>
              <w:jc w:val="center"/>
              <w:rPr>
                <w:sz w:val="18"/>
                <w:szCs w:val="18"/>
              </w:rPr>
            </w:pPr>
            <w:r w:rsidRPr="0096295D">
              <w:rPr>
                <w:color w:val="000000"/>
                <w:sz w:val="18"/>
                <w:szCs w:val="18"/>
              </w:rPr>
              <w:t>19%</w:t>
            </w:r>
          </w:p>
        </w:tc>
        <w:tc>
          <w:tcPr>
            <w:tcW w:w="1336" w:type="dxa"/>
            <w:tcBorders>
              <w:top w:val="nil"/>
              <w:left w:val="nil"/>
              <w:bottom w:val="nil"/>
            </w:tcBorders>
            <w:vAlign w:val="bottom"/>
          </w:tcPr>
          <w:p w14:paraId="58C99EA4" w14:textId="03ADD625" w:rsidR="00CF7505" w:rsidRPr="0096295D" w:rsidRDefault="00CF7505" w:rsidP="00CF7505">
            <w:pPr>
              <w:pStyle w:val="Paragraph"/>
              <w:ind w:firstLine="0"/>
              <w:jc w:val="center"/>
              <w:rPr>
                <w:sz w:val="18"/>
                <w:szCs w:val="18"/>
              </w:rPr>
            </w:pPr>
            <w:r w:rsidRPr="0096295D">
              <w:rPr>
                <w:color w:val="000000"/>
                <w:sz w:val="18"/>
                <w:szCs w:val="18"/>
              </w:rPr>
              <w:t>17%</w:t>
            </w:r>
          </w:p>
        </w:tc>
      </w:tr>
      <w:tr w:rsidR="00CF7505" w:rsidRPr="0096295D" w14:paraId="7F77D0C5" w14:textId="77777777" w:rsidTr="00B62337">
        <w:tc>
          <w:tcPr>
            <w:tcW w:w="1335" w:type="dxa"/>
            <w:tcBorders>
              <w:top w:val="nil"/>
              <w:bottom w:val="nil"/>
              <w:right w:val="nil"/>
            </w:tcBorders>
            <w:vAlign w:val="bottom"/>
          </w:tcPr>
          <w:p w14:paraId="781B7E70" w14:textId="33B84D7A" w:rsidR="00CF7505" w:rsidRPr="0096295D" w:rsidRDefault="00F73D7C" w:rsidP="00CF7505">
            <w:pPr>
              <w:pStyle w:val="Paragraph"/>
              <w:ind w:firstLine="0"/>
              <w:jc w:val="center"/>
              <w:rPr>
                <w:sz w:val="18"/>
                <w:szCs w:val="18"/>
              </w:rPr>
            </w:pPr>
            <w:r w:rsidRPr="0096295D">
              <w:rPr>
                <w:sz w:val="18"/>
                <w:szCs w:val="18"/>
              </w:rPr>
              <w:t xml:space="preserve">80 – 90 </w:t>
            </w:r>
          </w:p>
        </w:tc>
        <w:tc>
          <w:tcPr>
            <w:tcW w:w="1335" w:type="dxa"/>
            <w:tcBorders>
              <w:top w:val="nil"/>
              <w:left w:val="nil"/>
              <w:bottom w:val="nil"/>
              <w:right w:val="nil"/>
            </w:tcBorders>
            <w:vAlign w:val="bottom"/>
          </w:tcPr>
          <w:p w14:paraId="51CE7843" w14:textId="6E51AAA7" w:rsidR="00CF7505" w:rsidRPr="0096295D" w:rsidRDefault="00CF7505" w:rsidP="00CF7505">
            <w:pPr>
              <w:pStyle w:val="Paragraph"/>
              <w:ind w:firstLine="0"/>
              <w:jc w:val="center"/>
              <w:rPr>
                <w:sz w:val="18"/>
                <w:szCs w:val="18"/>
              </w:rPr>
            </w:pPr>
            <w:r w:rsidRPr="0096295D">
              <w:rPr>
                <w:color w:val="000000"/>
                <w:sz w:val="18"/>
                <w:szCs w:val="18"/>
              </w:rPr>
              <w:t>13%</w:t>
            </w:r>
          </w:p>
        </w:tc>
        <w:tc>
          <w:tcPr>
            <w:tcW w:w="840" w:type="dxa"/>
            <w:tcBorders>
              <w:top w:val="nil"/>
              <w:left w:val="nil"/>
              <w:bottom w:val="nil"/>
              <w:right w:val="nil"/>
            </w:tcBorders>
            <w:vAlign w:val="bottom"/>
          </w:tcPr>
          <w:p w14:paraId="78E879A1" w14:textId="3EFCF739" w:rsidR="00CF7505" w:rsidRPr="0096295D" w:rsidRDefault="00CF7505" w:rsidP="00CF7505">
            <w:pPr>
              <w:pStyle w:val="Paragraph"/>
              <w:ind w:firstLine="0"/>
              <w:jc w:val="center"/>
              <w:rPr>
                <w:sz w:val="18"/>
                <w:szCs w:val="18"/>
              </w:rPr>
            </w:pPr>
            <w:r w:rsidRPr="0096295D">
              <w:rPr>
                <w:color w:val="000000"/>
                <w:sz w:val="18"/>
                <w:szCs w:val="18"/>
              </w:rPr>
              <w:t>17%</w:t>
            </w:r>
          </w:p>
        </w:tc>
        <w:tc>
          <w:tcPr>
            <w:tcW w:w="1336" w:type="dxa"/>
            <w:tcBorders>
              <w:top w:val="nil"/>
              <w:left w:val="nil"/>
              <w:bottom w:val="nil"/>
              <w:right w:val="nil"/>
            </w:tcBorders>
            <w:vAlign w:val="bottom"/>
          </w:tcPr>
          <w:p w14:paraId="098F06C9" w14:textId="09A51EE0" w:rsidR="00CF7505" w:rsidRPr="0096295D" w:rsidRDefault="00CF7505" w:rsidP="00CF7505">
            <w:pPr>
              <w:pStyle w:val="Paragraph"/>
              <w:ind w:firstLine="0"/>
              <w:jc w:val="center"/>
              <w:rPr>
                <w:sz w:val="18"/>
                <w:szCs w:val="18"/>
              </w:rPr>
            </w:pPr>
            <w:r w:rsidRPr="0096295D">
              <w:rPr>
                <w:color w:val="000000"/>
                <w:sz w:val="18"/>
                <w:szCs w:val="18"/>
              </w:rPr>
              <w:t>17%</w:t>
            </w:r>
          </w:p>
        </w:tc>
        <w:tc>
          <w:tcPr>
            <w:tcW w:w="1336" w:type="dxa"/>
            <w:tcBorders>
              <w:top w:val="nil"/>
              <w:left w:val="nil"/>
              <w:bottom w:val="nil"/>
              <w:right w:val="nil"/>
            </w:tcBorders>
            <w:vAlign w:val="bottom"/>
          </w:tcPr>
          <w:p w14:paraId="4F03F2B5" w14:textId="1E9E30B3" w:rsidR="00CF7505" w:rsidRPr="0096295D" w:rsidRDefault="00CF7505" w:rsidP="00CF7505">
            <w:pPr>
              <w:pStyle w:val="Paragraph"/>
              <w:ind w:firstLine="0"/>
              <w:jc w:val="center"/>
              <w:rPr>
                <w:sz w:val="18"/>
                <w:szCs w:val="18"/>
              </w:rPr>
            </w:pPr>
            <w:r w:rsidRPr="0096295D">
              <w:rPr>
                <w:color w:val="000000"/>
                <w:sz w:val="18"/>
                <w:szCs w:val="18"/>
              </w:rPr>
              <w:t>15%</w:t>
            </w:r>
          </w:p>
        </w:tc>
        <w:tc>
          <w:tcPr>
            <w:tcW w:w="1336" w:type="dxa"/>
            <w:tcBorders>
              <w:top w:val="nil"/>
              <w:left w:val="nil"/>
              <w:bottom w:val="nil"/>
              <w:right w:val="nil"/>
            </w:tcBorders>
            <w:vAlign w:val="bottom"/>
          </w:tcPr>
          <w:p w14:paraId="6582F19A" w14:textId="35BEF4C8" w:rsidR="00CF7505" w:rsidRPr="0096295D" w:rsidRDefault="00CF7505" w:rsidP="00CF7505">
            <w:pPr>
              <w:pStyle w:val="Paragraph"/>
              <w:ind w:firstLine="0"/>
              <w:jc w:val="center"/>
              <w:rPr>
                <w:sz w:val="18"/>
                <w:szCs w:val="18"/>
              </w:rPr>
            </w:pPr>
            <w:r w:rsidRPr="0096295D">
              <w:rPr>
                <w:color w:val="000000"/>
                <w:sz w:val="18"/>
                <w:szCs w:val="18"/>
              </w:rPr>
              <w:t>17%</w:t>
            </w:r>
          </w:p>
        </w:tc>
        <w:tc>
          <w:tcPr>
            <w:tcW w:w="1336" w:type="dxa"/>
            <w:tcBorders>
              <w:top w:val="nil"/>
              <w:left w:val="nil"/>
              <w:bottom w:val="nil"/>
            </w:tcBorders>
            <w:vAlign w:val="bottom"/>
          </w:tcPr>
          <w:p w14:paraId="6B7B97B4" w14:textId="79C16782" w:rsidR="00CF7505" w:rsidRPr="0096295D" w:rsidRDefault="00CF7505" w:rsidP="00CF7505">
            <w:pPr>
              <w:pStyle w:val="Paragraph"/>
              <w:ind w:firstLine="0"/>
              <w:jc w:val="center"/>
              <w:rPr>
                <w:sz w:val="18"/>
                <w:szCs w:val="18"/>
              </w:rPr>
            </w:pPr>
            <w:r w:rsidRPr="0096295D">
              <w:rPr>
                <w:color w:val="000000"/>
                <w:sz w:val="18"/>
                <w:szCs w:val="18"/>
              </w:rPr>
              <w:t>15%</w:t>
            </w:r>
          </w:p>
        </w:tc>
      </w:tr>
      <w:tr w:rsidR="00CF7505" w:rsidRPr="0096295D" w14:paraId="1E6ED76B" w14:textId="77777777" w:rsidTr="00B62337">
        <w:tc>
          <w:tcPr>
            <w:tcW w:w="1335" w:type="dxa"/>
            <w:tcBorders>
              <w:top w:val="nil"/>
              <w:bottom w:val="nil"/>
              <w:right w:val="nil"/>
            </w:tcBorders>
            <w:vAlign w:val="bottom"/>
          </w:tcPr>
          <w:p w14:paraId="3291037D" w14:textId="026FA151" w:rsidR="00CF7505" w:rsidRPr="0096295D" w:rsidRDefault="00F73D7C" w:rsidP="00CF7505">
            <w:pPr>
              <w:pStyle w:val="Paragraph"/>
              <w:ind w:firstLine="0"/>
              <w:jc w:val="center"/>
              <w:rPr>
                <w:sz w:val="18"/>
                <w:szCs w:val="18"/>
              </w:rPr>
            </w:pPr>
            <w:r w:rsidRPr="0096295D">
              <w:rPr>
                <w:sz w:val="18"/>
                <w:szCs w:val="18"/>
              </w:rPr>
              <w:t>90 – 100</w:t>
            </w:r>
          </w:p>
        </w:tc>
        <w:tc>
          <w:tcPr>
            <w:tcW w:w="1335" w:type="dxa"/>
            <w:tcBorders>
              <w:top w:val="nil"/>
              <w:left w:val="nil"/>
              <w:bottom w:val="nil"/>
              <w:right w:val="nil"/>
            </w:tcBorders>
            <w:vAlign w:val="bottom"/>
          </w:tcPr>
          <w:p w14:paraId="003F97DF" w14:textId="4E0CC439" w:rsidR="00CF7505" w:rsidRPr="0096295D" w:rsidRDefault="00CF7505" w:rsidP="00CF7505">
            <w:pPr>
              <w:pStyle w:val="Paragraph"/>
              <w:ind w:firstLine="0"/>
              <w:jc w:val="center"/>
              <w:rPr>
                <w:sz w:val="18"/>
                <w:szCs w:val="18"/>
              </w:rPr>
            </w:pPr>
            <w:r w:rsidRPr="0096295D">
              <w:rPr>
                <w:color w:val="000000"/>
                <w:sz w:val="18"/>
                <w:szCs w:val="18"/>
              </w:rPr>
              <w:t>12%</w:t>
            </w:r>
          </w:p>
        </w:tc>
        <w:tc>
          <w:tcPr>
            <w:tcW w:w="840" w:type="dxa"/>
            <w:tcBorders>
              <w:top w:val="nil"/>
              <w:left w:val="nil"/>
              <w:bottom w:val="nil"/>
              <w:right w:val="nil"/>
            </w:tcBorders>
            <w:vAlign w:val="bottom"/>
          </w:tcPr>
          <w:p w14:paraId="22B2081A" w14:textId="0BACD1AD" w:rsidR="00CF7505" w:rsidRPr="0096295D" w:rsidRDefault="00CF7505" w:rsidP="00CF7505">
            <w:pPr>
              <w:pStyle w:val="Paragraph"/>
              <w:ind w:firstLine="0"/>
              <w:jc w:val="center"/>
              <w:rPr>
                <w:sz w:val="18"/>
                <w:szCs w:val="18"/>
              </w:rPr>
            </w:pPr>
            <w:r w:rsidRPr="0096295D">
              <w:rPr>
                <w:color w:val="000000"/>
                <w:sz w:val="18"/>
                <w:szCs w:val="18"/>
              </w:rPr>
              <w:t>15%</w:t>
            </w:r>
          </w:p>
        </w:tc>
        <w:tc>
          <w:tcPr>
            <w:tcW w:w="1336" w:type="dxa"/>
            <w:tcBorders>
              <w:top w:val="nil"/>
              <w:left w:val="nil"/>
              <w:bottom w:val="nil"/>
              <w:right w:val="nil"/>
            </w:tcBorders>
            <w:vAlign w:val="bottom"/>
          </w:tcPr>
          <w:p w14:paraId="22ED88DE" w14:textId="7FF49F9A" w:rsidR="00CF7505" w:rsidRPr="0096295D" w:rsidRDefault="00CF7505" w:rsidP="00CF7505">
            <w:pPr>
              <w:pStyle w:val="Paragraph"/>
              <w:ind w:firstLine="0"/>
              <w:jc w:val="center"/>
              <w:rPr>
                <w:sz w:val="18"/>
                <w:szCs w:val="18"/>
              </w:rPr>
            </w:pPr>
            <w:r w:rsidRPr="0096295D">
              <w:rPr>
                <w:color w:val="000000"/>
                <w:sz w:val="18"/>
                <w:szCs w:val="18"/>
              </w:rPr>
              <w:t>15%</w:t>
            </w:r>
          </w:p>
        </w:tc>
        <w:tc>
          <w:tcPr>
            <w:tcW w:w="1336" w:type="dxa"/>
            <w:tcBorders>
              <w:top w:val="nil"/>
              <w:left w:val="nil"/>
              <w:bottom w:val="nil"/>
              <w:right w:val="nil"/>
            </w:tcBorders>
            <w:vAlign w:val="bottom"/>
          </w:tcPr>
          <w:p w14:paraId="0DA87016" w14:textId="669BDB44" w:rsidR="00CF7505" w:rsidRPr="0096295D" w:rsidRDefault="00CF7505" w:rsidP="00CF7505">
            <w:pPr>
              <w:pStyle w:val="Paragraph"/>
              <w:ind w:firstLine="0"/>
              <w:jc w:val="center"/>
              <w:rPr>
                <w:sz w:val="18"/>
                <w:szCs w:val="18"/>
              </w:rPr>
            </w:pPr>
            <w:r w:rsidRPr="0096295D">
              <w:rPr>
                <w:color w:val="000000"/>
                <w:sz w:val="18"/>
                <w:szCs w:val="18"/>
              </w:rPr>
              <w:t>14%</w:t>
            </w:r>
          </w:p>
        </w:tc>
        <w:tc>
          <w:tcPr>
            <w:tcW w:w="1336" w:type="dxa"/>
            <w:tcBorders>
              <w:top w:val="nil"/>
              <w:left w:val="nil"/>
              <w:bottom w:val="nil"/>
              <w:right w:val="nil"/>
            </w:tcBorders>
            <w:vAlign w:val="bottom"/>
          </w:tcPr>
          <w:p w14:paraId="11E0C1C1" w14:textId="0437B784" w:rsidR="00CF7505" w:rsidRPr="0096295D" w:rsidRDefault="00CF7505" w:rsidP="00CF7505">
            <w:pPr>
              <w:pStyle w:val="Paragraph"/>
              <w:ind w:firstLine="0"/>
              <w:jc w:val="center"/>
              <w:rPr>
                <w:sz w:val="18"/>
                <w:szCs w:val="18"/>
              </w:rPr>
            </w:pPr>
            <w:r w:rsidRPr="0096295D">
              <w:rPr>
                <w:color w:val="000000"/>
                <w:sz w:val="18"/>
                <w:szCs w:val="18"/>
              </w:rPr>
              <w:t>16%</w:t>
            </w:r>
          </w:p>
        </w:tc>
        <w:tc>
          <w:tcPr>
            <w:tcW w:w="1336" w:type="dxa"/>
            <w:tcBorders>
              <w:top w:val="nil"/>
              <w:left w:val="nil"/>
              <w:bottom w:val="nil"/>
            </w:tcBorders>
            <w:vAlign w:val="bottom"/>
          </w:tcPr>
          <w:p w14:paraId="7675C0B5" w14:textId="6888076F" w:rsidR="00CF7505" w:rsidRPr="0096295D" w:rsidRDefault="00CF7505" w:rsidP="00CF7505">
            <w:pPr>
              <w:pStyle w:val="Paragraph"/>
              <w:ind w:firstLine="0"/>
              <w:jc w:val="center"/>
              <w:rPr>
                <w:sz w:val="18"/>
                <w:szCs w:val="18"/>
              </w:rPr>
            </w:pPr>
            <w:r w:rsidRPr="0096295D">
              <w:rPr>
                <w:color w:val="000000"/>
                <w:sz w:val="18"/>
                <w:szCs w:val="18"/>
              </w:rPr>
              <w:t>13%</w:t>
            </w:r>
          </w:p>
        </w:tc>
      </w:tr>
      <w:tr w:rsidR="00CF7505" w:rsidRPr="0096295D" w14:paraId="179AAD7B" w14:textId="77777777" w:rsidTr="00B62337">
        <w:tc>
          <w:tcPr>
            <w:tcW w:w="1335" w:type="dxa"/>
            <w:tcBorders>
              <w:top w:val="nil"/>
              <w:right w:val="nil"/>
            </w:tcBorders>
          </w:tcPr>
          <w:p w14:paraId="1D4ADA7F" w14:textId="77777777" w:rsidR="00CF7505" w:rsidRPr="0096295D" w:rsidRDefault="00CF7505" w:rsidP="00CF7505">
            <w:pPr>
              <w:pStyle w:val="Paragraph"/>
              <w:ind w:firstLine="0"/>
              <w:jc w:val="center"/>
              <w:rPr>
                <w:sz w:val="18"/>
                <w:szCs w:val="18"/>
              </w:rPr>
            </w:pPr>
            <w:r w:rsidRPr="0096295D">
              <w:rPr>
                <w:sz w:val="18"/>
                <w:szCs w:val="18"/>
              </w:rPr>
              <w:t>Average</w:t>
            </w:r>
          </w:p>
        </w:tc>
        <w:tc>
          <w:tcPr>
            <w:tcW w:w="1335" w:type="dxa"/>
            <w:tcBorders>
              <w:top w:val="nil"/>
              <w:left w:val="nil"/>
              <w:right w:val="nil"/>
            </w:tcBorders>
            <w:vAlign w:val="bottom"/>
          </w:tcPr>
          <w:p w14:paraId="5BACFD92" w14:textId="5AD0ACC6" w:rsidR="00CF7505" w:rsidRPr="0096295D" w:rsidRDefault="00CF7505" w:rsidP="00CF7505">
            <w:pPr>
              <w:pStyle w:val="Paragraph"/>
              <w:ind w:firstLine="0"/>
              <w:jc w:val="center"/>
              <w:rPr>
                <w:sz w:val="18"/>
                <w:szCs w:val="18"/>
              </w:rPr>
            </w:pPr>
            <w:r w:rsidRPr="0096295D">
              <w:rPr>
                <w:color w:val="000000"/>
                <w:sz w:val="18"/>
                <w:szCs w:val="18"/>
              </w:rPr>
              <w:t>25%</w:t>
            </w:r>
          </w:p>
        </w:tc>
        <w:tc>
          <w:tcPr>
            <w:tcW w:w="840" w:type="dxa"/>
            <w:tcBorders>
              <w:top w:val="nil"/>
              <w:left w:val="nil"/>
              <w:right w:val="nil"/>
            </w:tcBorders>
            <w:vAlign w:val="bottom"/>
          </w:tcPr>
          <w:p w14:paraId="1688B62A" w14:textId="45922E47" w:rsidR="00CF7505" w:rsidRPr="0096295D" w:rsidRDefault="00CF7505" w:rsidP="00CF7505">
            <w:pPr>
              <w:pStyle w:val="Paragraph"/>
              <w:ind w:firstLine="0"/>
              <w:jc w:val="center"/>
              <w:rPr>
                <w:sz w:val="18"/>
                <w:szCs w:val="18"/>
              </w:rPr>
            </w:pPr>
            <w:r w:rsidRPr="0096295D">
              <w:rPr>
                <w:color w:val="000000"/>
                <w:sz w:val="18"/>
                <w:szCs w:val="18"/>
              </w:rPr>
              <w:t>30%</w:t>
            </w:r>
          </w:p>
        </w:tc>
        <w:tc>
          <w:tcPr>
            <w:tcW w:w="1336" w:type="dxa"/>
            <w:tcBorders>
              <w:top w:val="nil"/>
              <w:left w:val="nil"/>
              <w:right w:val="nil"/>
            </w:tcBorders>
            <w:vAlign w:val="bottom"/>
          </w:tcPr>
          <w:p w14:paraId="15C120DC" w14:textId="1406246D" w:rsidR="00CF7505" w:rsidRPr="0096295D" w:rsidRDefault="00CF7505" w:rsidP="00CF7505">
            <w:pPr>
              <w:pStyle w:val="Paragraph"/>
              <w:ind w:firstLine="0"/>
              <w:jc w:val="center"/>
              <w:rPr>
                <w:sz w:val="18"/>
                <w:szCs w:val="18"/>
              </w:rPr>
            </w:pPr>
            <w:r w:rsidRPr="0096295D">
              <w:rPr>
                <w:color w:val="000000"/>
                <w:sz w:val="18"/>
                <w:szCs w:val="18"/>
              </w:rPr>
              <w:t>30%</w:t>
            </w:r>
          </w:p>
        </w:tc>
        <w:tc>
          <w:tcPr>
            <w:tcW w:w="1336" w:type="dxa"/>
            <w:tcBorders>
              <w:top w:val="nil"/>
              <w:left w:val="nil"/>
              <w:right w:val="nil"/>
            </w:tcBorders>
            <w:vAlign w:val="bottom"/>
          </w:tcPr>
          <w:p w14:paraId="2D1642DB" w14:textId="4AB019C7" w:rsidR="00CF7505" w:rsidRPr="0096295D" w:rsidRDefault="00CF7505" w:rsidP="00CF7505">
            <w:pPr>
              <w:pStyle w:val="Paragraph"/>
              <w:ind w:firstLine="0"/>
              <w:jc w:val="center"/>
              <w:rPr>
                <w:sz w:val="18"/>
                <w:szCs w:val="18"/>
              </w:rPr>
            </w:pPr>
            <w:r w:rsidRPr="0096295D">
              <w:rPr>
                <w:color w:val="000000"/>
                <w:sz w:val="18"/>
                <w:szCs w:val="18"/>
              </w:rPr>
              <w:t>28%</w:t>
            </w:r>
          </w:p>
        </w:tc>
        <w:tc>
          <w:tcPr>
            <w:tcW w:w="1336" w:type="dxa"/>
            <w:tcBorders>
              <w:top w:val="nil"/>
              <w:left w:val="nil"/>
              <w:right w:val="nil"/>
            </w:tcBorders>
            <w:vAlign w:val="bottom"/>
          </w:tcPr>
          <w:p w14:paraId="4A0FA878" w14:textId="60D9B943" w:rsidR="00CF7505" w:rsidRPr="0096295D" w:rsidRDefault="00CF7505" w:rsidP="00CF7505">
            <w:pPr>
              <w:pStyle w:val="Paragraph"/>
              <w:ind w:firstLine="0"/>
              <w:jc w:val="center"/>
              <w:rPr>
                <w:sz w:val="18"/>
                <w:szCs w:val="18"/>
              </w:rPr>
            </w:pPr>
            <w:r w:rsidRPr="0096295D">
              <w:rPr>
                <w:color w:val="000000"/>
                <w:sz w:val="18"/>
                <w:szCs w:val="18"/>
              </w:rPr>
              <w:t>31%</w:t>
            </w:r>
          </w:p>
        </w:tc>
        <w:tc>
          <w:tcPr>
            <w:tcW w:w="1336" w:type="dxa"/>
            <w:tcBorders>
              <w:top w:val="nil"/>
              <w:left w:val="nil"/>
            </w:tcBorders>
            <w:vAlign w:val="bottom"/>
          </w:tcPr>
          <w:p w14:paraId="55BEE66C" w14:textId="1BA5349B" w:rsidR="00CF7505" w:rsidRPr="0096295D" w:rsidRDefault="00CF7505" w:rsidP="00CF7505">
            <w:pPr>
              <w:pStyle w:val="Paragraph"/>
              <w:ind w:firstLine="0"/>
              <w:jc w:val="center"/>
              <w:rPr>
                <w:sz w:val="18"/>
                <w:szCs w:val="18"/>
              </w:rPr>
            </w:pPr>
            <w:r w:rsidRPr="0096295D">
              <w:rPr>
                <w:color w:val="000000"/>
                <w:sz w:val="18"/>
                <w:szCs w:val="18"/>
              </w:rPr>
              <w:t>28%</w:t>
            </w:r>
          </w:p>
        </w:tc>
      </w:tr>
    </w:tbl>
    <w:p w14:paraId="5F48CD1E" w14:textId="4492C867" w:rsidR="00AC7BBD" w:rsidRPr="0096295D" w:rsidRDefault="00AC7BBD" w:rsidP="006D7A14">
      <w:pPr>
        <w:pStyle w:val="Heading2"/>
      </w:pPr>
      <w:r w:rsidRPr="0096295D">
        <w:t>Sodium Rhodizonate doped Sodium Sulfate (SR-</w:t>
      </w:r>
      <w:r w:rsidR="00C03A87" w:rsidRPr="0096295D">
        <w:t>N</w:t>
      </w:r>
      <w:r w:rsidRPr="0096295D">
        <w:t>S)</w:t>
      </w:r>
    </w:p>
    <w:p w14:paraId="163B21B2" w14:textId="41BC0ED9" w:rsidR="00B73D4F" w:rsidRPr="0096295D" w:rsidRDefault="00E352DD" w:rsidP="00973975">
      <w:pPr>
        <w:pStyle w:val="Paragraph"/>
      </w:pPr>
      <w:r w:rsidRPr="0096295D">
        <w:t xml:space="preserve">Another neutral salt, sodium sulfate, has been deployed as a dopant for the SR to understand the effect of sodium ions </w:t>
      </w:r>
      <w:proofErr w:type="gramStart"/>
      <w:r w:rsidRPr="0096295D">
        <w:t>in</w:t>
      </w:r>
      <w:proofErr w:type="gramEnd"/>
      <w:r w:rsidRPr="0096295D">
        <w:t xml:space="preserve"> the composite. The main idea is to utilize sodium sulfate to obtain additional sodium ions as active ions in accordance with the respective improvement of storage </w:t>
      </w:r>
      <w:r w:rsidR="0049383A" w:rsidRPr="0096295D">
        <w:t>ability</w:t>
      </w:r>
      <w:r w:rsidRPr="0096295D">
        <w:t>. The result</w:t>
      </w:r>
      <w:r w:rsidR="00BD2384" w:rsidRPr="0096295D">
        <w:t xml:space="preserve"> (Figure 6a)</w:t>
      </w:r>
      <w:r w:rsidRPr="0096295D">
        <w:t xml:space="preserve"> showed that</w:t>
      </w:r>
      <w:r w:rsidR="009758C5" w:rsidRPr="0096295D">
        <w:t xml:space="preserve"> doping with </w:t>
      </w:r>
      <w:proofErr w:type="gramStart"/>
      <w:r w:rsidR="009758C5" w:rsidRPr="0096295D">
        <w:t xml:space="preserve">the </w:t>
      </w:r>
      <w:r w:rsidR="009758C5" w:rsidRPr="0096295D">
        <w:lastRenderedPageBreak/>
        <w:t>sodium</w:t>
      </w:r>
      <w:proofErr w:type="gramEnd"/>
      <w:r w:rsidR="009758C5" w:rsidRPr="0096295D">
        <w:t xml:space="preserve"> sulfate improved the storage performance of SR with the optimum condition at 10 wt% (SR-NS10); the storage performance continues to experience a declining trend throughout the increasing sodium sulfate concentration. The p</w:t>
      </w:r>
      <w:r w:rsidR="009253F9" w:rsidRPr="0096295D">
        <w:t xml:space="preserve">roposed explanation is </w:t>
      </w:r>
      <w:r w:rsidR="00AF6D23" w:rsidRPr="0096295D">
        <w:t>that adding</w:t>
      </w:r>
      <w:r w:rsidR="009253F9" w:rsidRPr="0096295D">
        <w:t xml:space="preserve"> sodium ions improves the storage performance due to more active ions moving through the </w:t>
      </w:r>
      <w:r w:rsidR="00236353" w:rsidRPr="0096295D">
        <w:t>electrodes</w:t>
      </w:r>
      <w:r w:rsidR="00AF6D23" w:rsidRPr="0096295D">
        <w:t>, but after the optimum condition is achieved, the steric hindrance will play an important role in causing the storing performance of SR-NS composites to decrease.</w:t>
      </w:r>
      <w:r w:rsidR="00DB7363" w:rsidRPr="0096295D">
        <w:t xml:space="preserve"> </w:t>
      </w:r>
      <w:r w:rsidR="00D773F2" w:rsidRPr="0096295D">
        <w:t>The improvement for storage performance may come from the larger electronic conductivity</w:t>
      </w:r>
      <w:sdt>
        <w:sdtPr>
          <w:rPr>
            <w:color w:val="000000"/>
          </w:rPr>
          <w:tag w:val="MENDELEY_CITATION_v3_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"/>
          <w:id w:val="-1155145567"/>
          <w:placeholder>
            <w:docPart w:val="DefaultPlaceholder_-1854013440"/>
          </w:placeholder>
        </w:sdtPr>
        <w:sdtContent>
          <w:r w:rsidR="00D16999" w:rsidRPr="0096295D">
            <w:rPr>
              <w:color w:val="000000"/>
            </w:rPr>
            <w:t>[27]</w:t>
          </w:r>
        </w:sdtContent>
      </w:sdt>
      <w:r w:rsidR="00BB4510" w:rsidRPr="0096295D">
        <w:rPr>
          <w:color w:val="000000"/>
        </w:rPr>
        <w:t>]</w:t>
      </w:r>
      <w:r w:rsidR="00BB4510" w:rsidRPr="0096295D">
        <w:t>.</w:t>
      </w:r>
      <w:r w:rsidR="00973975" w:rsidRPr="0096295D">
        <w:t xml:space="preserve"> </w:t>
      </w:r>
      <w:r w:rsidR="00DB7363" w:rsidRPr="0096295D">
        <w:t xml:space="preserve">However, the performance of </w:t>
      </w:r>
      <w:r w:rsidR="004D43A4" w:rsidRPr="0096295D">
        <w:t xml:space="preserve">SR-NS is facing a similar problem with the other composites, which is severe with the chemical and mechanical stability in causing the massive degradation of the energy storage performance with the following cycles (picture </w:t>
      </w:r>
      <w:r w:rsidR="00BD2384" w:rsidRPr="0096295D">
        <w:t>6b</w:t>
      </w:r>
      <w:r w:rsidR="004D43A4" w:rsidRPr="0096295D">
        <w:t>)</w:t>
      </w:r>
      <w:r w:rsidR="003C24C2" w:rsidRPr="0096295D">
        <w:t xml:space="preserve">. From the CV measurement, it clearly can be seen that the ability to storage </w:t>
      </w:r>
      <w:proofErr w:type="gramStart"/>
      <w:r w:rsidR="003C24C2" w:rsidRPr="0096295D">
        <w:t>the energy</w:t>
      </w:r>
      <w:proofErr w:type="gramEnd"/>
      <w:r w:rsidR="003C24C2" w:rsidRPr="0096295D">
        <w:t xml:space="preserve"> is reduced in the following cycles. The response potential from the active materials is getting lower, </w:t>
      </w:r>
      <w:r w:rsidR="0049383A" w:rsidRPr="0096295D">
        <w:t>which</w:t>
      </w:r>
      <w:r w:rsidR="003C24C2" w:rsidRPr="0096295D">
        <w:t xml:space="preserve"> indicates that the structure is </w:t>
      </w:r>
      <w:r w:rsidR="0049383A" w:rsidRPr="0096295D">
        <w:t>deformed</w:t>
      </w:r>
      <w:r w:rsidR="003C24C2" w:rsidRPr="0096295D">
        <w:t xml:space="preserve"> in subsequent cycles.</w:t>
      </w:r>
    </w:p>
    <w:p w14:paraId="1A227273" w14:textId="77777777" w:rsidR="009758C5" w:rsidRPr="0096295D" w:rsidRDefault="009758C5" w:rsidP="00E352DD">
      <w:pPr>
        <w:pStyle w:val="Paragraph"/>
      </w:pPr>
    </w:p>
    <w:p w14:paraId="6C880E40" w14:textId="080B6D77" w:rsidR="002E44AF" w:rsidRPr="0096295D" w:rsidRDefault="00145B31" w:rsidP="00145B31">
      <w:pPr>
        <w:pStyle w:val="Paragraph"/>
        <w:ind w:firstLine="0"/>
        <w:jc w:val="center"/>
      </w:pPr>
      <w:r w:rsidRPr="0096295D">
        <w:rPr>
          <w:noProof/>
        </w:rPr>
        <w:drawing>
          <wp:inline distT="0" distB="0" distL="0" distR="0" wp14:anchorId="39732B13" wp14:editId="27518E0C">
            <wp:extent cx="6059170" cy="1255483"/>
            <wp:effectExtent l="0" t="0" r="0" b="1905"/>
            <wp:docPr id="1932891344" name="Chart 1">
              <a:extLst xmlns:a="http://schemas.openxmlformats.org/drawingml/2006/main">
                <a:ext uri="{FF2B5EF4-FFF2-40B4-BE49-F238E27FC236}">
                  <a16:creationId xmlns:a16="http://schemas.microsoft.com/office/drawing/2014/main" id="{4498C0B8-FDAD-740B-A742-DF17F1B88D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8DC8E8C" w14:textId="77777777" w:rsidR="00F73D7C" w:rsidRPr="0096295D" w:rsidRDefault="001F7117" w:rsidP="00F73D7C">
      <w:pPr>
        <w:pStyle w:val="Paragraph"/>
        <w:jc w:val="center"/>
      </w:pPr>
      <w:r w:rsidRPr="0096295D">
        <w:t>6a</w:t>
      </w:r>
    </w:p>
    <w:p w14:paraId="32032ABA" w14:textId="557F7CE9" w:rsidR="00F73D7C" w:rsidRPr="0096295D" w:rsidRDefault="008047F3" w:rsidP="00F73D7C">
      <w:pPr>
        <w:pStyle w:val="Paragraph"/>
        <w:jc w:val="center"/>
      </w:pPr>
      <w:r w:rsidRPr="0096295D">
        <w:rPr>
          <w:noProof/>
        </w:rPr>
        <w:drawing>
          <wp:inline distT="0" distB="0" distL="0" distR="0" wp14:anchorId="16E7C7F2" wp14:editId="6AA0E83F">
            <wp:extent cx="5815330" cy="1178677"/>
            <wp:effectExtent l="0" t="0" r="0" b="2540"/>
            <wp:docPr id="773760489" name="Chart 1">
              <a:extLst xmlns:a="http://schemas.openxmlformats.org/drawingml/2006/main">
                <a:ext uri="{FF2B5EF4-FFF2-40B4-BE49-F238E27FC236}">
                  <a16:creationId xmlns:a16="http://schemas.microsoft.com/office/drawing/2014/main" id="{86DFC042-6E17-4B7F-92A2-66882C7A25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3551E47" w14:textId="3E8AE7EE" w:rsidR="001F7117" w:rsidRPr="0096295D" w:rsidRDefault="001F7117" w:rsidP="00F73D7C">
      <w:pPr>
        <w:pStyle w:val="Paragraph"/>
        <w:jc w:val="center"/>
      </w:pPr>
      <w:r w:rsidRPr="0096295D">
        <w:t>6b</w:t>
      </w:r>
    </w:p>
    <w:p w14:paraId="045FE6F4" w14:textId="2F045724" w:rsidR="00563EDE" w:rsidRPr="0096295D" w:rsidRDefault="00563EDE" w:rsidP="00563EDE">
      <w:pPr>
        <w:pStyle w:val="Caption"/>
        <w:jc w:val="center"/>
        <w:rPr>
          <w:i w:val="0"/>
          <w:iCs w:val="0"/>
          <w:color w:val="auto"/>
        </w:rPr>
      </w:pPr>
      <w:r w:rsidRPr="0096295D">
        <w:rPr>
          <w:i w:val="0"/>
          <w:iCs w:val="0"/>
          <w:color w:val="auto"/>
        </w:rPr>
        <w:t xml:space="preserve">Figure </w:t>
      </w:r>
      <w:r w:rsidRPr="0096295D">
        <w:rPr>
          <w:i w:val="0"/>
          <w:iCs w:val="0"/>
          <w:color w:val="auto"/>
        </w:rPr>
        <w:fldChar w:fldCharType="begin"/>
      </w:r>
      <w:r w:rsidRPr="0096295D">
        <w:rPr>
          <w:i w:val="0"/>
          <w:iCs w:val="0"/>
          <w:color w:val="auto"/>
        </w:rPr>
        <w:instrText xml:space="preserve"> SEQ Figure \* ARABIC </w:instrText>
      </w:r>
      <w:r w:rsidRPr="0096295D">
        <w:rPr>
          <w:i w:val="0"/>
          <w:iCs w:val="0"/>
          <w:color w:val="auto"/>
        </w:rPr>
        <w:fldChar w:fldCharType="separate"/>
      </w:r>
      <w:r w:rsidR="00195F82" w:rsidRPr="0096295D">
        <w:rPr>
          <w:i w:val="0"/>
          <w:iCs w:val="0"/>
          <w:noProof/>
          <w:color w:val="auto"/>
        </w:rPr>
        <w:t>6</w:t>
      </w:r>
      <w:r w:rsidRPr="0096295D">
        <w:rPr>
          <w:i w:val="0"/>
          <w:iCs w:val="0"/>
          <w:color w:val="auto"/>
        </w:rPr>
        <w:fldChar w:fldCharType="end"/>
      </w:r>
      <w:r w:rsidRPr="0096295D">
        <w:rPr>
          <w:i w:val="0"/>
          <w:iCs w:val="0"/>
          <w:color w:val="auto"/>
        </w:rPr>
        <w:t xml:space="preserve">a </w:t>
      </w:r>
      <w:proofErr w:type="gramStart"/>
      <w:r w:rsidR="0002050D" w:rsidRPr="0096295D">
        <w:rPr>
          <w:i w:val="0"/>
          <w:iCs w:val="0"/>
          <w:color w:val="auto"/>
        </w:rPr>
        <w:t>The</w:t>
      </w:r>
      <w:proofErr w:type="gramEnd"/>
      <w:r w:rsidR="0002050D" w:rsidRPr="0096295D">
        <w:rPr>
          <w:i w:val="0"/>
          <w:iCs w:val="0"/>
          <w:color w:val="auto"/>
        </w:rPr>
        <w:t xml:space="preserve"> peak performance of SR-NS10 was contributed by the existence of sodium ions that enhance the moving ions within the materials</w:t>
      </w:r>
      <w:r w:rsidRPr="0096295D">
        <w:rPr>
          <w:i w:val="0"/>
          <w:iCs w:val="0"/>
          <w:color w:val="auto"/>
        </w:rPr>
        <w:t xml:space="preserve">; Figure 6b </w:t>
      </w:r>
      <w:proofErr w:type="gramStart"/>
      <w:r w:rsidRPr="0096295D">
        <w:rPr>
          <w:i w:val="0"/>
          <w:iCs w:val="0"/>
          <w:color w:val="auto"/>
        </w:rPr>
        <w:t>The</w:t>
      </w:r>
      <w:proofErr w:type="gramEnd"/>
      <w:r w:rsidRPr="0096295D">
        <w:rPr>
          <w:i w:val="0"/>
          <w:iCs w:val="0"/>
          <w:color w:val="auto"/>
        </w:rPr>
        <w:t xml:space="preserve"> charging result of SR-NS10 (the optimum condition) until the 50th cycle.</w:t>
      </w:r>
    </w:p>
    <w:p w14:paraId="5DE34E3A" w14:textId="714411E2" w:rsidR="00D657B0" w:rsidRPr="0096295D" w:rsidRDefault="00083928" w:rsidP="003C24C2">
      <w:pPr>
        <w:pStyle w:val="Paragraph"/>
      </w:pPr>
      <w:r w:rsidRPr="0096295D">
        <w:t>Besides</w:t>
      </w:r>
      <w:r w:rsidR="00D657B0" w:rsidRPr="0096295D">
        <w:t xml:space="preserve"> the peak performance, t</w:t>
      </w:r>
      <w:r w:rsidR="0014239D" w:rsidRPr="0096295D">
        <w:t xml:space="preserve">he </w:t>
      </w:r>
      <w:r w:rsidRPr="0096295D">
        <w:t>storage performance</w:t>
      </w:r>
      <w:r w:rsidR="0014239D" w:rsidRPr="0096295D">
        <w:t xml:space="preserve"> </w:t>
      </w:r>
      <w:r w:rsidR="00D657B0" w:rsidRPr="0096295D">
        <w:t>of the SR-NS composites also surpasses the SR</w:t>
      </w:r>
      <w:r w:rsidRPr="0096295D">
        <w:t xml:space="preserve">. The data </w:t>
      </w:r>
      <w:r w:rsidR="008863FF" w:rsidRPr="0096295D">
        <w:t xml:space="preserve">from the second until </w:t>
      </w:r>
      <w:r w:rsidR="00BD2384" w:rsidRPr="0096295D">
        <w:t xml:space="preserve">the </w:t>
      </w:r>
      <w:r w:rsidR="008863FF" w:rsidRPr="0096295D">
        <w:t xml:space="preserve">fifteenth cycles </w:t>
      </w:r>
      <w:r w:rsidRPr="0096295D">
        <w:t xml:space="preserve">showed that the </w:t>
      </w:r>
      <w:r w:rsidR="008863FF" w:rsidRPr="0096295D">
        <w:t>behavior of SR-NS composites became more suitable with the model power curve, making the active materials more predictable, which was indicated by the R-square values near to ideal instead of SR</w:t>
      </w:r>
      <w:r w:rsidR="00BD2384" w:rsidRPr="0096295D">
        <w:t xml:space="preserve"> (Figure 7a-7e)</w:t>
      </w:r>
      <w:r w:rsidR="008863FF" w:rsidRPr="0096295D">
        <w:t>. Furthermore, the ability to maintain the energy storage capacity (</w:t>
      </w:r>
      <w:proofErr w:type="gramStart"/>
      <w:r w:rsidR="008863FF" w:rsidRPr="0096295D">
        <w:rPr>
          <w:i/>
          <w:iCs/>
        </w:rPr>
        <w:t>n</w:t>
      </w:r>
      <w:r w:rsidR="008863FF" w:rsidRPr="0096295D">
        <w:t xml:space="preserve"> value</w:t>
      </w:r>
      <w:proofErr w:type="gramEnd"/>
      <w:r w:rsidR="008863FF" w:rsidRPr="0096295D">
        <w:t xml:space="preserve">) is generally improved from the original SR, but the degradation </w:t>
      </w:r>
      <w:r w:rsidR="0049383A" w:rsidRPr="0096295D">
        <w:t xml:space="preserve">in the early cycles seems to decline, which can be seen by the escalating of </w:t>
      </w:r>
      <w:r w:rsidR="0049383A" w:rsidRPr="0096295D">
        <w:rPr>
          <w:i/>
          <w:iCs/>
        </w:rPr>
        <w:t>k</w:t>
      </w:r>
      <w:r w:rsidR="0049383A" w:rsidRPr="0096295D">
        <w:t xml:space="preserve"> values (</w:t>
      </w:r>
      <w:r w:rsidR="00BD2384" w:rsidRPr="0096295D">
        <w:t>T</w:t>
      </w:r>
      <w:r w:rsidR="0049383A" w:rsidRPr="0096295D">
        <w:t>able</w:t>
      </w:r>
      <w:r w:rsidR="00BD2384" w:rsidRPr="0096295D">
        <w:t xml:space="preserve"> 5</w:t>
      </w:r>
      <w:r w:rsidR="0049383A" w:rsidRPr="0096295D">
        <w:t xml:space="preserve">). </w:t>
      </w:r>
    </w:p>
    <w:p w14:paraId="626E8C06" w14:textId="77777777" w:rsidR="001C0C6B" w:rsidRPr="0096295D" w:rsidRDefault="001C0C6B" w:rsidP="003C24C2">
      <w:pPr>
        <w:pStyle w:val="Paragraph"/>
      </w:pPr>
    </w:p>
    <w:p w14:paraId="733561A8" w14:textId="200971C1" w:rsidR="001C0C6B" w:rsidRPr="0096295D" w:rsidRDefault="001C0C6B" w:rsidP="001C0C6B">
      <w:pPr>
        <w:pStyle w:val="Paragraph"/>
        <w:jc w:val="center"/>
      </w:pPr>
      <w:r w:rsidRPr="0096295D">
        <w:rPr>
          <w:noProof/>
        </w:rPr>
        <w:drawing>
          <wp:inline distT="0" distB="0" distL="0" distR="0" wp14:anchorId="255DC937" wp14:editId="1BF782F3">
            <wp:extent cx="5443220" cy="1609725"/>
            <wp:effectExtent l="0" t="0" r="0" b="0"/>
            <wp:docPr id="1548502961" name="Chart 1">
              <a:extLst xmlns:a="http://schemas.openxmlformats.org/drawingml/2006/main">
                <a:ext uri="{FF2B5EF4-FFF2-40B4-BE49-F238E27FC236}">
                  <a16:creationId xmlns:a16="http://schemas.microsoft.com/office/drawing/2014/main" id="{74B8B347-2D0A-4A1E-A82B-ECF6BC10B0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C92916A" w14:textId="25546AB0" w:rsidR="00931471" w:rsidRPr="0096295D" w:rsidRDefault="00931471" w:rsidP="001C0C6B">
      <w:pPr>
        <w:pStyle w:val="Paragraph"/>
        <w:jc w:val="center"/>
      </w:pPr>
      <w:r w:rsidRPr="0096295D">
        <w:t>7a</w:t>
      </w:r>
    </w:p>
    <w:p w14:paraId="12896C70" w14:textId="72099E51" w:rsidR="00563EDE" w:rsidRPr="0096295D" w:rsidRDefault="00931471" w:rsidP="00931471">
      <w:pPr>
        <w:pStyle w:val="Paragraph"/>
        <w:jc w:val="center"/>
      </w:pPr>
      <w:r w:rsidRPr="0096295D">
        <w:rPr>
          <w:noProof/>
        </w:rPr>
        <w:lastRenderedPageBreak/>
        <w:drawing>
          <wp:inline distT="0" distB="0" distL="0" distR="0" wp14:anchorId="08CD8AF2" wp14:editId="21AE92B6">
            <wp:extent cx="5462587" cy="1195070"/>
            <wp:effectExtent l="0" t="0" r="0" b="5080"/>
            <wp:docPr id="1240743849" name="Chart 1">
              <a:extLst xmlns:a="http://schemas.openxmlformats.org/drawingml/2006/main">
                <a:ext uri="{FF2B5EF4-FFF2-40B4-BE49-F238E27FC236}">
                  <a16:creationId xmlns:a16="http://schemas.microsoft.com/office/drawing/2014/main" id="{E0ED8789-3573-4CB3-AEED-DCDC9B7B5D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183D011" w14:textId="18ACD694" w:rsidR="00931471" w:rsidRPr="0096295D" w:rsidRDefault="00931471" w:rsidP="00931471">
      <w:pPr>
        <w:pStyle w:val="Paragraph"/>
        <w:jc w:val="center"/>
      </w:pPr>
      <w:r w:rsidRPr="0096295D">
        <w:t>7b</w:t>
      </w:r>
    </w:p>
    <w:p w14:paraId="29947871" w14:textId="3803C153" w:rsidR="00931471" w:rsidRPr="0096295D" w:rsidRDefault="00931471" w:rsidP="00931471">
      <w:pPr>
        <w:pStyle w:val="Paragraph"/>
        <w:jc w:val="center"/>
      </w:pPr>
      <w:r w:rsidRPr="0096295D">
        <w:rPr>
          <w:noProof/>
        </w:rPr>
        <w:drawing>
          <wp:inline distT="0" distB="0" distL="0" distR="0" wp14:anchorId="031C6B31" wp14:editId="0AF1B015">
            <wp:extent cx="5267325" cy="1190625"/>
            <wp:effectExtent l="0" t="0" r="0" b="0"/>
            <wp:docPr id="722389636" name="Chart 1">
              <a:extLst xmlns:a="http://schemas.openxmlformats.org/drawingml/2006/main">
                <a:ext uri="{FF2B5EF4-FFF2-40B4-BE49-F238E27FC236}">
                  <a16:creationId xmlns:a16="http://schemas.microsoft.com/office/drawing/2014/main" id="{F8D8019D-1F08-43E3-9DB5-0371D54553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944DC22" w14:textId="7528A285" w:rsidR="004C5E26" w:rsidRPr="0096295D" w:rsidRDefault="004C5E26" w:rsidP="00931471">
      <w:pPr>
        <w:pStyle w:val="Paragraph"/>
        <w:jc w:val="center"/>
      </w:pPr>
      <w:r w:rsidRPr="0096295D">
        <w:t>7c</w:t>
      </w:r>
    </w:p>
    <w:p w14:paraId="132DEBED" w14:textId="1B173D75" w:rsidR="00543F7D" w:rsidRPr="0096295D" w:rsidRDefault="00543F7D" w:rsidP="00543F7D">
      <w:pPr>
        <w:pStyle w:val="Paragraph"/>
        <w:jc w:val="center"/>
      </w:pPr>
    </w:p>
    <w:p w14:paraId="0FD31E80" w14:textId="1B20DF6C" w:rsidR="00563EDE" w:rsidRPr="0096295D" w:rsidRDefault="00931471" w:rsidP="00931471">
      <w:pPr>
        <w:pStyle w:val="Paragraph"/>
        <w:ind w:firstLine="0"/>
        <w:jc w:val="center"/>
      </w:pPr>
      <w:r w:rsidRPr="0096295D">
        <w:rPr>
          <w:noProof/>
        </w:rPr>
        <w:drawing>
          <wp:inline distT="0" distB="0" distL="0" distR="0" wp14:anchorId="372DF554" wp14:editId="07397273">
            <wp:extent cx="5614988" cy="1190625"/>
            <wp:effectExtent l="0" t="0" r="0" b="0"/>
            <wp:docPr id="1309021677" name="Chart 1">
              <a:extLst xmlns:a="http://schemas.openxmlformats.org/drawingml/2006/main">
                <a:ext uri="{FF2B5EF4-FFF2-40B4-BE49-F238E27FC236}">
                  <a16:creationId xmlns:a16="http://schemas.microsoft.com/office/drawing/2014/main" id="{9AF33D03-7E22-4EFE-B9B1-78257CA62E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FC5205F" w14:textId="2A3A03E5" w:rsidR="004C5E26" w:rsidRPr="0096295D" w:rsidRDefault="004C5E26" w:rsidP="00931471">
      <w:pPr>
        <w:pStyle w:val="Paragraph"/>
        <w:ind w:firstLine="0"/>
        <w:jc w:val="center"/>
      </w:pPr>
      <w:r w:rsidRPr="0096295D">
        <w:t>7d</w:t>
      </w:r>
    </w:p>
    <w:p w14:paraId="6A783F01" w14:textId="1B490D44" w:rsidR="004C5E26" w:rsidRPr="0096295D" w:rsidRDefault="004C5E26" w:rsidP="00931471">
      <w:pPr>
        <w:pStyle w:val="Paragraph"/>
        <w:ind w:firstLine="0"/>
        <w:jc w:val="center"/>
      </w:pPr>
      <w:r w:rsidRPr="0096295D">
        <w:rPr>
          <w:noProof/>
        </w:rPr>
        <w:drawing>
          <wp:inline distT="0" distB="0" distL="0" distR="0" wp14:anchorId="5C8E9D07" wp14:editId="0CD45B55">
            <wp:extent cx="5572125" cy="1271588"/>
            <wp:effectExtent l="0" t="0" r="0" b="5080"/>
            <wp:docPr id="1732448921" name="Chart 1">
              <a:extLst xmlns:a="http://schemas.openxmlformats.org/drawingml/2006/main">
                <a:ext uri="{FF2B5EF4-FFF2-40B4-BE49-F238E27FC236}">
                  <a16:creationId xmlns:a16="http://schemas.microsoft.com/office/drawing/2014/main" id="{0C0D1B9B-70E0-4656-A210-A3C5920F47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319B7E01" w14:textId="1E70A47D" w:rsidR="004C5E26" w:rsidRPr="0096295D" w:rsidRDefault="004C5E26" w:rsidP="00931471">
      <w:pPr>
        <w:pStyle w:val="Paragraph"/>
        <w:ind w:firstLine="0"/>
        <w:jc w:val="center"/>
      </w:pPr>
      <w:r w:rsidRPr="0096295D">
        <w:t>7e</w:t>
      </w:r>
    </w:p>
    <w:p w14:paraId="1C4559EC" w14:textId="23C3CBD9" w:rsidR="004C5E26" w:rsidRPr="0096295D" w:rsidRDefault="004C5E26" w:rsidP="004C5E26">
      <w:pPr>
        <w:pStyle w:val="Paragraph"/>
        <w:ind w:firstLine="0"/>
        <w:jc w:val="center"/>
      </w:pPr>
      <w:r w:rsidRPr="0096295D">
        <w:rPr>
          <w:noProof/>
        </w:rPr>
        <w:drawing>
          <wp:inline distT="0" distB="0" distL="0" distR="0" wp14:anchorId="29701368" wp14:editId="4E30D816">
            <wp:extent cx="5605145" cy="1562100"/>
            <wp:effectExtent l="0" t="0" r="0" b="0"/>
            <wp:docPr id="1061458386" name="Chart 1">
              <a:extLst xmlns:a="http://schemas.openxmlformats.org/drawingml/2006/main">
                <a:ext uri="{FF2B5EF4-FFF2-40B4-BE49-F238E27FC236}">
                  <a16:creationId xmlns:a16="http://schemas.microsoft.com/office/drawing/2014/main" id="{0924795B-D04D-1297-A16D-61665C7768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5C13807" w14:textId="62A90532" w:rsidR="00D657B0" w:rsidRPr="0096295D" w:rsidRDefault="00563EDE" w:rsidP="00563EDE">
      <w:pPr>
        <w:pStyle w:val="Caption"/>
        <w:jc w:val="center"/>
        <w:rPr>
          <w:i w:val="0"/>
          <w:iCs w:val="0"/>
          <w:color w:val="auto"/>
        </w:rPr>
      </w:pPr>
      <w:r w:rsidRPr="0096295D">
        <w:rPr>
          <w:i w:val="0"/>
          <w:iCs w:val="0"/>
          <w:color w:val="auto"/>
        </w:rPr>
        <w:t xml:space="preserve">Figure </w:t>
      </w:r>
      <w:r w:rsidRPr="0096295D">
        <w:rPr>
          <w:i w:val="0"/>
          <w:iCs w:val="0"/>
          <w:color w:val="auto"/>
        </w:rPr>
        <w:fldChar w:fldCharType="begin"/>
      </w:r>
      <w:r w:rsidRPr="0096295D">
        <w:rPr>
          <w:i w:val="0"/>
          <w:iCs w:val="0"/>
          <w:color w:val="auto"/>
        </w:rPr>
        <w:instrText xml:space="preserve"> SEQ Figure \* ARABIC </w:instrText>
      </w:r>
      <w:r w:rsidRPr="0096295D">
        <w:rPr>
          <w:i w:val="0"/>
          <w:iCs w:val="0"/>
          <w:color w:val="auto"/>
        </w:rPr>
        <w:fldChar w:fldCharType="separate"/>
      </w:r>
      <w:r w:rsidR="00195F82" w:rsidRPr="0096295D">
        <w:rPr>
          <w:i w:val="0"/>
          <w:iCs w:val="0"/>
          <w:noProof/>
          <w:color w:val="auto"/>
        </w:rPr>
        <w:t>7</w:t>
      </w:r>
      <w:r w:rsidRPr="0096295D">
        <w:rPr>
          <w:i w:val="0"/>
          <w:iCs w:val="0"/>
          <w:color w:val="auto"/>
        </w:rPr>
        <w:fldChar w:fldCharType="end"/>
      </w:r>
      <w:r w:rsidRPr="0096295D">
        <w:rPr>
          <w:i w:val="0"/>
          <w:iCs w:val="0"/>
          <w:color w:val="auto"/>
        </w:rPr>
        <w:t>(a-e) The degradation rate of SR-NS5, SR-NS10. SR-NS15, SR-NS20, and SR-NS25. Figure 7f the CV measurement 0.5 - 1.5 mA SR-NS10</w:t>
      </w:r>
    </w:p>
    <w:p w14:paraId="21B0AD80" w14:textId="74974A21" w:rsidR="00AA504C" w:rsidRPr="0096295D" w:rsidRDefault="005C5FE8" w:rsidP="00B54762">
      <w:pPr>
        <w:pStyle w:val="Paragraph"/>
      </w:pPr>
      <w:r w:rsidRPr="0096295D">
        <w:t>To calculate the efficiency of the storage performance, we simulate the equation from each composite by 10 to 100 seconds</w:t>
      </w:r>
      <w:r w:rsidR="00B54762" w:rsidRPr="0096295D">
        <w:t xml:space="preserve"> (Table </w:t>
      </w:r>
      <w:r w:rsidR="002B10A8" w:rsidRPr="0096295D">
        <w:t>6</w:t>
      </w:r>
      <w:r w:rsidR="00B54762" w:rsidRPr="0096295D">
        <w:t>),</w:t>
      </w:r>
      <w:r w:rsidRPr="0096295D">
        <w:t xml:space="preserve"> resulting </w:t>
      </w:r>
      <w:r w:rsidR="00B54762" w:rsidRPr="0096295D">
        <w:t xml:space="preserve">in </w:t>
      </w:r>
      <w:r w:rsidRPr="0096295D">
        <w:t>the percentage of degradation from the composites</w:t>
      </w:r>
      <w:r w:rsidR="00B54762" w:rsidRPr="0096295D">
        <w:t xml:space="preserve"> (Table </w:t>
      </w:r>
      <w:r w:rsidR="002B10A8" w:rsidRPr="0096295D">
        <w:t>7</w:t>
      </w:r>
      <w:r w:rsidR="00B54762" w:rsidRPr="0096295D">
        <w:t xml:space="preserve">). From the calculation, it is visible that only the SR-NS15 achieves a better performance efficiency energy storage (22%) than the original </w:t>
      </w:r>
      <w:r w:rsidR="00B54762" w:rsidRPr="0096295D">
        <w:lastRenderedPageBreak/>
        <w:t xml:space="preserve">SR (25). In conclusion, the performance of SR-NS composites is improved compared to the original SR. The level of stored energy is higher than </w:t>
      </w:r>
      <w:r w:rsidR="00E554A3" w:rsidRPr="0096295D">
        <w:t xml:space="preserve">the original SR and is reflected in the actual specific energy and the </w:t>
      </w:r>
      <w:r w:rsidR="00E554A3" w:rsidRPr="0096295D">
        <w:rPr>
          <w:i/>
          <w:iCs/>
        </w:rPr>
        <w:t xml:space="preserve">k </w:t>
      </w:r>
      <w:r w:rsidR="00E554A3" w:rsidRPr="0096295D">
        <w:t>value, representing the energy level value. However, most SR-NS composites face a higher overall degradation rate unless SR-NS15.</w:t>
      </w:r>
    </w:p>
    <w:p w14:paraId="657263A7" w14:textId="77777777" w:rsidR="00D657B0" w:rsidRPr="0096295D" w:rsidRDefault="00D657B0" w:rsidP="00E352DD">
      <w:pPr>
        <w:pStyle w:val="Paragraph"/>
      </w:pPr>
    </w:p>
    <w:p w14:paraId="5A9B346F" w14:textId="552EFD5C" w:rsidR="00563EDE" w:rsidRPr="0096295D" w:rsidRDefault="00563EDE" w:rsidP="00563EDE">
      <w:pPr>
        <w:pStyle w:val="Caption"/>
        <w:keepNext/>
        <w:jc w:val="center"/>
        <w:rPr>
          <w:i w:val="0"/>
          <w:iCs w:val="0"/>
          <w:color w:val="auto"/>
        </w:rPr>
      </w:pPr>
      <w:r w:rsidRPr="0096295D">
        <w:rPr>
          <w:i w:val="0"/>
          <w:iCs w:val="0"/>
          <w:color w:val="auto"/>
        </w:rPr>
        <w:t xml:space="preserve">TABLE </w:t>
      </w:r>
      <w:r w:rsidRPr="0096295D">
        <w:rPr>
          <w:i w:val="0"/>
          <w:iCs w:val="0"/>
          <w:color w:val="auto"/>
        </w:rPr>
        <w:fldChar w:fldCharType="begin"/>
      </w:r>
      <w:r w:rsidRPr="0096295D">
        <w:rPr>
          <w:i w:val="0"/>
          <w:iCs w:val="0"/>
          <w:color w:val="auto"/>
        </w:rPr>
        <w:instrText xml:space="preserve"> SEQ TABLE \* ARABIC </w:instrText>
      </w:r>
      <w:r w:rsidRPr="0096295D">
        <w:rPr>
          <w:i w:val="0"/>
          <w:iCs w:val="0"/>
          <w:color w:val="auto"/>
        </w:rPr>
        <w:fldChar w:fldCharType="separate"/>
      </w:r>
      <w:r w:rsidR="00195F82" w:rsidRPr="0096295D">
        <w:rPr>
          <w:i w:val="0"/>
          <w:iCs w:val="0"/>
          <w:noProof/>
          <w:color w:val="auto"/>
        </w:rPr>
        <w:t>5</w:t>
      </w:r>
      <w:r w:rsidRPr="0096295D">
        <w:rPr>
          <w:i w:val="0"/>
          <w:iCs w:val="0"/>
          <w:color w:val="auto"/>
        </w:rPr>
        <w:fldChar w:fldCharType="end"/>
      </w:r>
      <w:r w:rsidRPr="0096295D">
        <w:rPr>
          <w:i w:val="0"/>
          <w:iCs w:val="0"/>
          <w:color w:val="auto"/>
        </w:rPr>
        <w:t xml:space="preserve"> The n, k, and r-square values of the SR-NS composites</w:t>
      </w:r>
    </w:p>
    <w:tbl>
      <w:tblPr>
        <w:tblW w:w="8730" w:type="dxa"/>
        <w:jc w:val="center"/>
        <w:tblBorders>
          <w:bottom w:val="single" w:sz="4" w:space="0" w:color="auto"/>
        </w:tblBorders>
        <w:tblLayout w:type="fixed"/>
        <w:tblLook w:val="0000" w:firstRow="0" w:lastRow="0" w:firstColumn="0" w:lastColumn="0" w:noHBand="0" w:noVBand="0"/>
      </w:tblPr>
      <w:tblGrid>
        <w:gridCol w:w="2520"/>
        <w:gridCol w:w="1890"/>
        <w:gridCol w:w="2520"/>
        <w:gridCol w:w="1800"/>
      </w:tblGrid>
      <w:tr w:rsidR="00667F81" w:rsidRPr="0096295D" w14:paraId="73F22AA9" w14:textId="77777777" w:rsidTr="00B62337">
        <w:trPr>
          <w:cantSplit/>
          <w:trHeight w:val="272"/>
          <w:jc w:val="center"/>
        </w:trPr>
        <w:tc>
          <w:tcPr>
            <w:tcW w:w="2520" w:type="dxa"/>
            <w:tcBorders>
              <w:top w:val="single" w:sz="4" w:space="0" w:color="auto"/>
              <w:bottom w:val="single" w:sz="4" w:space="0" w:color="auto"/>
            </w:tcBorders>
            <w:vAlign w:val="center"/>
          </w:tcPr>
          <w:p w14:paraId="3D24AE2A" w14:textId="77777777" w:rsidR="00667F81" w:rsidRPr="0096295D" w:rsidRDefault="00667F81" w:rsidP="00B62337">
            <w:pPr>
              <w:jc w:val="center"/>
              <w:rPr>
                <w:sz w:val="18"/>
                <w:szCs w:val="18"/>
              </w:rPr>
            </w:pPr>
            <w:r w:rsidRPr="0096295D">
              <w:rPr>
                <w:b/>
                <w:sz w:val="18"/>
                <w:szCs w:val="18"/>
              </w:rPr>
              <w:t>Cycle</w:t>
            </w:r>
          </w:p>
        </w:tc>
        <w:tc>
          <w:tcPr>
            <w:tcW w:w="1890" w:type="dxa"/>
            <w:tcBorders>
              <w:top w:val="single" w:sz="4" w:space="0" w:color="auto"/>
              <w:bottom w:val="single" w:sz="4" w:space="0" w:color="auto"/>
            </w:tcBorders>
            <w:vAlign w:val="center"/>
          </w:tcPr>
          <w:p w14:paraId="433A5507" w14:textId="77777777" w:rsidR="00667F81" w:rsidRPr="0096295D" w:rsidRDefault="00667F81" w:rsidP="00B62337">
            <w:pPr>
              <w:jc w:val="center"/>
              <w:rPr>
                <w:b/>
                <w:sz w:val="18"/>
                <w:szCs w:val="18"/>
              </w:rPr>
            </w:pPr>
            <w:r w:rsidRPr="0096295D">
              <w:rPr>
                <w:b/>
                <w:sz w:val="18"/>
                <w:szCs w:val="18"/>
              </w:rPr>
              <w:t>k</w:t>
            </w:r>
          </w:p>
        </w:tc>
        <w:tc>
          <w:tcPr>
            <w:tcW w:w="2520" w:type="dxa"/>
            <w:tcBorders>
              <w:top w:val="single" w:sz="4" w:space="0" w:color="auto"/>
              <w:bottom w:val="single" w:sz="4" w:space="0" w:color="auto"/>
            </w:tcBorders>
          </w:tcPr>
          <w:p w14:paraId="2FDCCA3B" w14:textId="77777777" w:rsidR="00667F81" w:rsidRPr="0096295D" w:rsidRDefault="00667F81" w:rsidP="00B62337">
            <w:pPr>
              <w:jc w:val="center"/>
              <w:rPr>
                <w:b/>
                <w:sz w:val="18"/>
                <w:szCs w:val="18"/>
              </w:rPr>
            </w:pPr>
            <w:r w:rsidRPr="0096295D">
              <w:rPr>
                <w:b/>
                <w:sz w:val="18"/>
                <w:szCs w:val="18"/>
              </w:rPr>
              <w:t>n</w:t>
            </w:r>
          </w:p>
        </w:tc>
        <w:tc>
          <w:tcPr>
            <w:tcW w:w="1800" w:type="dxa"/>
            <w:tcBorders>
              <w:top w:val="single" w:sz="4" w:space="0" w:color="auto"/>
              <w:bottom w:val="single" w:sz="4" w:space="0" w:color="auto"/>
            </w:tcBorders>
            <w:vAlign w:val="center"/>
          </w:tcPr>
          <w:p w14:paraId="4447075C" w14:textId="77777777" w:rsidR="00667F81" w:rsidRPr="0096295D" w:rsidRDefault="00000000" w:rsidP="00B62337">
            <w:pPr>
              <w:jc w:val="center"/>
              <w:rPr>
                <w:b/>
                <w:sz w:val="18"/>
                <w:szCs w:val="18"/>
              </w:rPr>
            </w:pPr>
            <m:oMathPara>
              <m:oMath>
                <m:sSup>
                  <m:sSupPr>
                    <m:ctrlPr>
                      <w:rPr>
                        <w:rFonts w:ascii="Cambria Math" w:hAnsi="Cambria Math"/>
                        <w:b/>
                        <w:i/>
                        <w:sz w:val="18"/>
                        <w:szCs w:val="18"/>
                      </w:rPr>
                    </m:ctrlPr>
                  </m:sSupPr>
                  <m:e>
                    <m:r>
                      <m:rPr>
                        <m:sty m:val="bi"/>
                      </m:rPr>
                      <w:rPr>
                        <w:rFonts w:ascii="Cambria Math" w:hAnsi="Cambria Math"/>
                        <w:sz w:val="18"/>
                        <w:szCs w:val="18"/>
                      </w:rPr>
                      <m:t>R</m:t>
                    </m:r>
                  </m:e>
                  <m:sup>
                    <m:r>
                      <m:rPr>
                        <m:sty m:val="bi"/>
                      </m:rPr>
                      <w:rPr>
                        <w:rFonts w:ascii="Cambria Math" w:hAnsi="Cambria Math"/>
                        <w:sz w:val="18"/>
                        <w:szCs w:val="18"/>
                      </w:rPr>
                      <m:t>2</m:t>
                    </m:r>
                  </m:sup>
                </m:sSup>
              </m:oMath>
            </m:oMathPara>
          </w:p>
        </w:tc>
      </w:tr>
      <w:tr w:rsidR="00667F81" w:rsidRPr="0096295D" w14:paraId="76801200" w14:textId="77777777" w:rsidTr="00B62337">
        <w:trPr>
          <w:cantSplit/>
          <w:jc w:val="center"/>
        </w:trPr>
        <w:tc>
          <w:tcPr>
            <w:tcW w:w="2520" w:type="dxa"/>
            <w:tcBorders>
              <w:top w:val="nil"/>
            </w:tcBorders>
          </w:tcPr>
          <w:p w14:paraId="2C5B9839" w14:textId="77777777" w:rsidR="00667F81" w:rsidRPr="0096295D" w:rsidRDefault="00667F81" w:rsidP="00B62337">
            <w:pPr>
              <w:pStyle w:val="Paragraph"/>
              <w:jc w:val="center"/>
            </w:pPr>
            <w:r w:rsidRPr="0096295D">
              <w:t>SR</w:t>
            </w:r>
          </w:p>
        </w:tc>
        <w:tc>
          <w:tcPr>
            <w:tcW w:w="1890" w:type="dxa"/>
            <w:tcBorders>
              <w:top w:val="nil"/>
            </w:tcBorders>
          </w:tcPr>
          <w:p w14:paraId="50EB7BE0" w14:textId="77777777" w:rsidR="00667F81" w:rsidRPr="0096295D" w:rsidRDefault="00667F81" w:rsidP="00B62337">
            <w:pPr>
              <w:jc w:val="center"/>
              <w:rPr>
                <w:sz w:val="20"/>
                <w:szCs w:val="16"/>
              </w:rPr>
            </w:pPr>
            <w:r w:rsidRPr="0096295D">
              <w:rPr>
                <w:sz w:val="20"/>
                <w:szCs w:val="16"/>
              </w:rPr>
              <w:t>298</w:t>
            </w:r>
          </w:p>
        </w:tc>
        <w:tc>
          <w:tcPr>
            <w:tcW w:w="2520" w:type="dxa"/>
            <w:tcBorders>
              <w:top w:val="nil"/>
            </w:tcBorders>
          </w:tcPr>
          <w:p w14:paraId="74FC30EA" w14:textId="77777777" w:rsidR="00667F81" w:rsidRPr="0096295D" w:rsidRDefault="00667F81" w:rsidP="00B62337">
            <w:pPr>
              <w:jc w:val="center"/>
              <w:rPr>
                <w:sz w:val="20"/>
                <w:szCs w:val="16"/>
              </w:rPr>
            </w:pPr>
            <w:r w:rsidRPr="0096295D">
              <w:rPr>
                <w:sz w:val="20"/>
                <w:szCs w:val="16"/>
              </w:rPr>
              <w:t>1.206</w:t>
            </w:r>
          </w:p>
        </w:tc>
        <w:tc>
          <w:tcPr>
            <w:tcW w:w="1800" w:type="dxa"/>
            <w:tcBorders>
              <w:top w:val="nil"/>
            </w:tcBorders>
          </w:tcPr>
          <w:p w14:paraId="09ED7A78" w14:textId="77777777" w:rsidR="00667F81" w:rsidRPr="0096295D" w:rsidRDefault="00667F81" w:rsidP="00B62337">
            <w:pPr>
              <w:jc w:val="center"/>
              <w:rPr>
                <w:sz w:val="20"/>
                <w:szCs w:val="16"/>
              </w:rPr>
            </w:pPr>
            <w:r w:rsidRPr="0096295D">
              <w:rPr>
                <w:sz w:val="20"/>
                <w:szCs w:val="16"/>
              </w:rPr>
              <w:t>0.7932</w:t>
            </w:r>
          </w:p>
        </w:tc>
      </w:tr>
      <w:tr w:rsidR="00667F81" w:rsidRPr="0096295D" w14:paraId="49293B86" w14:textId="77777777" w:rsidTr="00B62337">
        <w:trPr>
          <w:cantSplit/>
          <w:jc w:val="center"/>
        </w:trPr>
        <w:tc>
          <w:tcPr>
            <w:tcW w:w="2520" w:type="dxa"/>
          </w:tcPr>
          <w:p w14:paraId="2A3F83FC" w14:textId="77777777" w:rsidR="00667F81" w:rsidRPr="0096295D" w:rsidRDefault="00667F81" w:rsidP="00B62337">
            <w:pPr>
              <w:pStyle w:val="Paragraph"/>
              <w:jc w:val="center"/>
            </w:pPr>
            <w:r w:rsidRPr="0096295D">
              <w:t>SR-NS5</w:t>
            </w:r>
          </w:p>
        </w:tc>
        <w:tc>
          <w:tcPr>
            <w:tcW w:w="1890" w:type="dxa"/>
          </w:tcPr>
          <w:p w14:paraId="61B7294B" w14:textId="77777777" w:rsidR="00667F81" w:rsidRPr="0096295D" w:rsidRDefault="00667F81" w:rsidP="00B62337">
            <w:pPr>
              <w:jc w:val="center"/>
              <w:rPr>
                <w:sz w:val="20"/>
                <w:szCs w:val="16"/>
              </w:rPr>
            </w:pPr>
            <w:r w:rsidRPr="0096295D">
              <w:rPr>
                <w:sz w:val="20"/>
                <w:szCs w:val="16"/>
              </w:rPr>
              <w:t>7876</w:t>
            </w:r>
          </w:p>
        </w:tc>
        <w:tc>
          <w:tcPr>
            <w:tcW w:w="2520" w:type="dxa"/>
          </w:tcPr>
          <w:p w14:paraId="4AB81EC7" w14:textId="77777777" w:rsidR="00667F81" w:rsidRPr="0096295D" w:rsidRDefault="00667F81" w:rsidP="00B62337">
            <w:pPr>
              <w:jc w:val="center"/>
              <w:rPr>
                <w:sz w:val="20"/>
                <w:szCs w:val="16"/>
              </w:rPr>
            </w:pPr>
            <w:r w:rsidRPr="0096295D">
              <w:rPr>
                <w:sz w:val="20"/>
                <w:szCs w:val="16"/>
              </w:rPr>
              <w:t>1.796</w:t>
            </w:r>
          </w:p>
        </w:tc>
        <w:tc>
          <w:tcPr>
            <w:tcW w:w="1800" w:type="dxa"/>
          </w:tcPr>
          <w:p w14:paraId="14818DCA" w14:textId="77777777" w:rsidR="00667F81" w:rsidRPr="0096295D" w:rsidRDefault="00667F81" w:rsidP="00B62337">
            <w:pPr>
              <w:jc w:val="center"/>
              <w:rPr>
                <w:sz w:val="20"/>
                <w:szCs w:val="16"/>
              </w:rPr>
            </w:pPr>
            <w:r w:rsidRPr="0096295D">
              <w:rPr>
                <w:sz w:val="20"/>
                <w:szCs w:val="16"/>
              </w:rPr>
              <w:t>0.9749</w:t>
            </w:r>
          </w:p>
        </w:tc>
      </w:tr>
      <w:tr w:rsidR="00667F81" w:rsidRPr="0096295D" w14:paraId="142C649C" w14:textId="77777777" w:rsidTr="00B62337">
        <w:trPr>
          <w:cantSplit/>
          <w:trHeight w:val="237"/>
          <w:jc w:val="center"/>
        </w:trPr>
        <w:tc>
          <w:tcPr>
            <w:tcW w:w="2520" w:type="dxa"/>
          </w:tcPr>
          <w:p w14:paraId="4DDD65E9" w14:textId="77777777" w:rsidR="00667F81" w:rsidRPr="0096295D" w:rsidRDefault="00667F81" w:rsidP="00B62337">
            <w:pPr>
              <w:pStyle w:val="Paragraph"/>
              <w:jc w:val="center"/>
            </w:pPr>
            <w:r w:rsidRPr="0096295D">
              <w:t>SR-NS10</w:t>
            </w:r>
          </w:p>
        </w:tc>
        <w:tc>
          <w:tcPr>
            <w:tcW w:w="1890" w:type="dxa"/>
          </w:tcPr>
          <w:p w14:paraId="419B7A81" w14:textId="77777777" w:rsidR="00667F81" w:rsidRPr="0096295D" w:rsidRDefault="00667F81" w:rsidP="00B62337">
            <w:pPr>
              <w:jc w:val="center"/>
              <w:rPr>
                <w:sz w:val="20"/>
                <w:szCs w:val="16"/>
              </w:rPr>
            </w:pPr>
            <w:r w:rsidRPr="0096295D">
              <w:rPr>
                <w:sz w:val="20"/>
                <w:szCs w:val="16"/>
              </w:rPr>
              <w:t>829</w:t>
            </w:r>
          </w:p>
        </w:tc>
        <w:tc>
          <w:tcPr>
            <w:tcW w:w="2520" w:type="dxa"/>
          </w:tcPr>
          <w:p w14:paraId="04B77F0F" w14:textId="77777777" w:rsidR="00667F81" w:rsidRPr="0096295D" w:rsidRDefault="00667F81" w:rsidP="00B62337">
            <w:pPr>
              <w:jc w:val="center"/>
              <w:rPr>
                <w:sz w:val="20"/>
                <w:szCs w:val="16"/>
              </w:rPr>
            </w:pPr>
            <w:r w:rsidRPr="0096295D">
              <w:rPr>
                <w:sz w:val="20"/>
                <w:szCs w:val="16"/>
              </w:rPr>
              <w:t>1.407</w:t>
            </w:r>
          </w:p>
        </w:tc>
        <w:tc>
          <w:tcPr>
            <w:tcW w:w="1800" w:type="dxa"/>
          </w:tcPr>
          <w:p w14:paraId="0E920DE9" w14:textId="77777777" w:rsidR="00667F81" w:rsidRPr="0096295D" w:rsidRDefault="00667F81" w:rsidP="00B62337">
            <w:pPr>
              <w:jc w:val="center"/>
              <w:rPr>
                <w:sz w:val="20"/>
                <w:szCs w:val="16"/>
              </w:rPr>
            </w:pPr>
            <w:r w:rsidRPr="0096295D">
              <w:rPr>
                <w:sz w:val="20"/>
                <w:szCs w:val="16"/>
              </w:rPr>
              <w:t>0.9548</w:t>
            </w:r>
          </w:p>
        </w:tc>
      </w:tr>
      <w:tr w:rsidR="00667F81" w:rsidRPr="0096295D" w14:paraId="185C6BF1" w14:textId="77777777" w:rsidTr="00B62337">
        <w:trPr>
          <w:cantSplit/>
          <w:trHeight w:val="237"/>
          <w:jc w:val="center"/>
        </w:trPr>
        <w:tc>
          <w:tcPr>
            <w:tcW w:w="2520" w:type="dxa"/>
          </w:tcPr>
          <w:p w14:paraId="061C7AA9" w14:textId="77777777" w:rsidR="00667F81" w:rsidRPr="0096295D" w:rsidRDefault="00667F81" w:rsidP="00B62337">
            <w:pPr>
              <w:pStyle w:val="Paragraph"/>
              <w:jc w:val="center"/>
            </w:pPr>
            <w:r w:rsidRPr="0096295D">
              <w:t>SR-NS15</w:t>
            </w:r>
          </w:p>
        </w:tc>
        <w:tc>
          <w:tcPr>
            <w:tcW w:w="1890" w:type="dxa"/>
          </w:tcPr>
          <w:p w14:paraId="0D9A4B89" w14:textId="77777777" w:rsidR="00667F81" w:rsidRPr="0096295D" w:rsidRDefault="00667F81" w:rsidP="00B62337">
            <w:pPr>
              <w:jc w:val="center"/>
              <w:rPr>
                <w:sz w:val="20"/>
                <w:szCs w:val="16"/>
              </w:rPr>
            </w:pPr>
            <w:r w:rsidRPr="0096295D">
              <w:rPr>
                <w:sz w:val="20"/>
                <w:szCs w:val="16"/>
              </w:rPr>
              <w:t>115.65</w:t>
            </w:r>
          </w:p>
        </w:tc>
        <w:tc>
          <w:tcPr>
            <w:tcW w:w="2520" w:type="dxa"/>
          </w:tcPr>
          <w:p w14:paraId="73508BB3" w14:textId="77777777" w:rsidR="00667F81" w:rsidRPr="0096295D" w:rsidRDefault="00667F81" w:rsidP="00B62337">
            <w:pPr>
              <w:jc w:val="center"/>
              <w:rPr>
                <w:sz w:val="20"/>
                <w:szCs w:val="16"/>
              </w:rPr>
            </w:pPr>
            <w:r w:rsidRPr="0096295D">
              <w:rPr>
                <w:sz w:val="20"/>
                <w:szCs w:val="16"/>
              </w:rPr>
              <w:t>1.045</w:t>
            </w:r>
          </w:p>
        </w:tc>
        <w:tc>
          <w:tcPr>
            <w:tcW w:w="1800" w:type="dxa"/>
          </w:tcPr>
          <w:p w14:paraId="740C566C" w14:textId="77777777" w:rsidR="00667F81" w:rsidRPr="0096295D" w:rsidRDefault="00667F81" w:rsidP="00B62337">
            <w:pPr>
              <w:jc w:val="center"/>
              <w:rPr>
                <w:sz w:val="20"/>
                <w:szCs w:val="16"/>
              </w:rPr>
            </w:pPr>
            <w:r w:rsidRPr="0096295D">
              <w:rPr>
                <w:sz w:val="20"/>
                <w:szCs w:val="16"/>
              </w:rPr>
              <w:t>0.9564</w:t>
            </w:r>
          </w:p>
        </w:tc>
      </w:tr>
      <w:tr w:rsidR="00667F81" w:rsidRPr="0096295D" w14:paraId="7C1202CD" w14:textId="77777777" w:rsidTr="00B62337">
        <w:trPr>
          <w:cantSplit/>
          <w:trHeight w:val="237"/>
          <w:jc w:val="center"/>
        </w:trPr>
        <w:tc>
          <w:tcPr>
            <w:tcW w:w="2520" w:type="dxa"/>
          </w:tcPr>
          <w:p w14:paraId="2CA5B606" w14:textId="77777777" w:rsidR="00667F81" w:rsidRPr="0096295D" w:rsidRDefault="00667F81" w:rsidP="00B62337">
            <w:pPr>
              <w:pStyle w:val="Paragraph"/>
              <w:jc w:val="center"/>
            </w:pPr>
            <w:r w:rsidRPr="0096295D">
              <w:t>SR-NS20</w:t>
            </w:r>
          </w:p>
        </w:tc>
        <w:tc>
          <w:tcPr>
            <w:tcW w:w="1890" w:type="dxa"/>
          </w:tcPr>
          <w:p w14:paraId="6C44C3DE" w14:textId="77777777" w:rsidR="00667F81" w:rsidRPr="0096295D" w:rsidRDefault="00667F81" w:rsidP="00B62337">
            <w:pPr>
              <w:jc w:val="center"/>
              <w:rPr>
                <w:sz w:val="20"/>
                <w:szCs w:val="16"/>
              </w:rPr>
            </w:pPr>
            <w:r w:rsidRPr="0096295D">
              <w:rPr>
                <w:sz w:val="20"/>
                <w:szCs w:val="16"/>
              </w:rPr>
              <w:t>681.5</w:t>
            </w:r>
          </w:p>
        </w:tc>
        <w:tc>
          <w:tcPr>
            <w:tcW w:w="2520" w:type="dxa"/>
          </w:tcPr>
          <w:p w14:paraId="251B04A0" w14:textId="77777777" w:rsidR="00667F81" w:rsidRPr="0096295D" w:rsidRDefault="00667F81" w:rsidP="00B62337">
            <w:pPr>
              <w:jc w:val="center"/>
              <w:rPr>
                <w:sz w:val="20"/>
                <w:szCs w:val="16"/>
              </w:rPr>
            </w:pPr>
            <w:r w:rsidRPr="0096295D">
              <w:rPr>
                <w:sz w:val="20"/>
                <w:szCs w:val="16"/>
              </w:rPr>
              <w:t>1.452</w:t>
            </w:r>
          </w:p>
        </w:tc>
        <w:tc>
          <w:tcPr>
            <w:tcW w:w="1800" w:type="dxa"/>
          </w:tcPr>
          <w:p w14:paraId="188D3409" w14:textId="77777777" w:rsidR="00667F81" w:rsidRPr="0096295D" w:rsidRDefault="00667F81" w:rsidP="00B62337">
            <w:pPr>
              <w:jc w:val="center"/>
              <w:rPr>
                <w:sz w:val="20"/>
                <w:szCs w:val="16"/>
              </w:rPr>
            </w:pPr>
            <w:r w:rsidRPr="0096295D">
              <w:rPr>
                <w:sz w:val="20"/>
                <w:szCs w:val="16"/>
              </w:rPr>
              <w:t>0.9248</w:t>
            </w:r>
          </w:p>
        </w:tc>
      </w:tr>
      <w:tr w:rsidR="00667F81" w:rsidRPr="0096295D" w14:paraId="3327667C" w14:textId="77777777" w:rsidTr="00B62337">
        <w:trPr>
          <w:cantSplit/>
          <w:trHeight w:val="237"/>
          <w:jc w:val="center"/>
        </w:trPr>
        <w:tc>
          <w:tcPr>
            <w:tcW w:w="2520" w:type="dxa"/>
          </w:tcPr>
          <w:p w14:paraId="5A0261E4" w14:textId="77777777" w:rsidR="00667F81" w:rsidRPr="0096295D" w:rsidRDefault="00667F81" w:rsidP="00B62337">
            <w:pPr>
              <w:pStyle w:val="Paragraph"/>
              <w:jc w:val="center"/>
            </w:pPr>
            <w:r w:rsidRPr="0096295D">
              <w:t>SR-NS25</w:t>
            </w:r>
          </w:p>
        </w:tc>
        <w:tc>
          <w:tcPr>
            <w:tcW w:w="1890" w:type="dxa"/>
          </w:tcPr>
          <w:p w14:paraId="28724591" w14:textId="77777777" w:rsidR="00667F81" w:rsidRPr="0096295D" w:rsidRDefault="00667F81" w:rsidP="00B62337">
            <w:pPr>
              <w:jc w:val="center"/>
              <w:rPr>
                <w:sz w:val="20"/>
                <w:szCs w:val="16"/>
              </w:rPr>
            </w:pPr>
            <w:r w:rsidRPr="0096295D">
              <w:rPr>
                <w:sz w:val="20"/>
                <w:szCs w:val="16"/>
              </w:rPr>
              <w:t>8410.6</w:t>
            </w:r>
          </w:p>
        </w:tc>
        <w:tc>
          <w:tcPr>
            <w:tcW w:w="2520" w:type="dxa"/>
          </w:tcPr>
          <w:p w14:paraId="42E38811" w14:textId="77777777" w:rsidR="00667F81" w:rsidRPr="0096295D" w:rsidRDefault="00667F81" w:rsidP="00B62337">
            <w:pPr>
              <w:jc w:val="center"/>
              <w:rPr>
                <w:sz w:val="20"/>
                <w:szCs w:val="16"/>
              </w:rPr>
            </w:pPr>
            <w:r w:rsidRPr="0096295D">
              <w:rPr>
                <w:sz w:val="20"/>
                <w:szCs w:val="16"/>
              </w:rPr>
              <w:t>1.763</w:t>
            </w:r>
          </w:p>
        </w:tc>
        <w:tc>
          <w:tcPr>
            <w:tcW w:w="1800" w:type="dxa"/>
          </w:tcPr>
          <w:p w14:paraId="2DE7DD74" w14:textId="77777777" w:rsidR="00667F81" w:rsidRPr="0096295D" w:rsidRDefault="00667F81" w:rsidP="00B62337">
            <w:pPr>
              <w:jc w:val="center"/>
              <w:rPr>
                <w:sz w:val="20"/>
                <w:szCs w:val="16"/>
              </w:rPr>
            </w:pPr>
            <w:r w:rsidRPr="0096295D">
              <w:rPr>
                <w:sz w:val="20"/>
                <w:szCs w:val="16"/>
              </w:rPr>
              <w:t>0.9411</w:t>
            </w:r>
          </w:p>
        </w:tc>
      </w:tr>
    </w:tbl>
    <w:p w14:paraId="025E2201" w14:textId="77777777" w:rsidR="00AA504C" w:rsidRPr="0096295D" w:rsidRDefault="00AA504C" w:rsidP="00AA504C">
      <w:pPr>
        <w:pStyle w:val="Paragraph"/>
        <w:ind w:firstLine="0"/>
      </w:pPr>
    </w:p>
    <w:p w14:paraId="014ECEDB" w14:textId="77777777" w:rsidR="00563EDE" w:rsidRPr="0096295D" w:rsidRDefault="00563EDE" w:rsidP="00AA504C">
      <w:pPr>
        <w:pStyle w:val="Paragraph"/>
        <w:ind w:firstLine="0"/>
      </w:pPr>
    </w:p>
    <w:p w14:paraId="30283889" w14:textId="4DABC662" w:rsidR="00563EDE" w:rsidRPr="0096295D" w:rsidRDefault="00563EDE" w:rsidP="00563EDE">
      <w:pPr>
        <w:pStyle w:val="Caption"/>
        <w:keepNext/>
        <w:jc w:val="center"/>
        <w:rPr>
          <w:i w:val="0"/>
          <w:iCs w:val="0"/>
          <w:color w:val="auto"/>
        </w:rPr>
      </w:pPr>
      <w:r w:rsidRPr="0096295D">
        <w:rPr>
          <w:i w:val="0"/>
          <w:iCs w:val="0"/>
          <w:color w:val="auto"/>
        </w:rPr>
        <w:t xml:space="preserve">TABLE </w:t>
      </w:r>
      <w:r w:rsidRPr="0096295D">
        <w:rPr>
          <w:i w:val="0"/>
          <w:iCs w:val="0"/>
          <w:color w:val="auto"/>
        </w:rPr>
        <w:fldChar w:fldCharType="begin"/>
      </w:r>
      <w:r w:rsidRPr="0096295D">
        <w:rPr>
          <w:i w:val="0"/>
          <w:iCs w:val="0"/>
          <w:color w:val="auto"/>
        </w:rPr>
        <w:instrText xml:space="preserve"> SEQ TABLE \* ARABIC </w:instrText>
      </w:r>
      <w:r w:rsidRPr="0096295D">
        <w:rPr>
          <w:i w:val="0"/>
          <w:iCs w:val="0"/>
          <w:color w:val="auto"/>
        </w:rPr>
        <w:fldChar w:fldCharType="separate"/>
      </w:r>
      <w:r w:rsidR="00195F82" w:rsidRPr="0096295D">
        <w:rPr>
          <w:i w:val="0"/>
          <w:iCs w:val="0"/>
          <w:noProof/>
          <w:color w:val="auto"/>
        </w:rPr>
        <w:t>6</w:t>
      </w:r>
      <w:r w:rsidRPr="0096295D">
        <w:rPr>
          <w:i w:val="0"/>
          <w:iCs w:val="0"/>
          <w:color w:val="auto"/>
        </w:rPr>
        <w:fldChar w:fldCharType="end"/>
      </w:r>
      <w:r w:rsidRPr="0096295D">
        <w:rPr>
          <w:i w:val="0"/>
          <w:iCs w:val="0"/>
          <w:color w:val="auto"/>
        </w:rPr>
        <w:t xml:space="preserve"> The projection of degradation rate for all SR-NS composites </w:t>
      </w:r>
      <w:proofErr w:type="gramStart"/>
      <w:r w:rsidRPr="0096295D">
        <w:rPr>
          <w:i w:val="0"/>
          <w:iCs w:val="0"/>
          <w:color w:val="auto"/>
        </w:rPr>
        <w:t>until</w:t>
      </w:r>
      <w:proofErr w:type="gramEnd"/>
      <w:r w:rsidRPr="0096295D">
        <w:rPr>
          <w:i w:val="0"/>
          <w:iCs w:val="0"/>
          <w:color w:val="auto"/>
        </w:rPr>
        <w:t xml:space="preserve"> 100s</w:t>
      </w:r>
    </w:p>
    <w:tbl>
      <w:tblPr>
        <w:tblStyle w:val="TableGrid"/>
        <w:tblW w:w="8825" w:type="dxa"/>
        <w:tblInd w:w="270" w:type="dxa"/>
        <w:tblBorders>
          <w:left w:val="none" w:sz="0" w:space="0" w:color="auto"/>
          <w:right w:val="none" w:sz="0" w:space="0" w:color="auto"/>
        </w:tblBorders>
        <w:tblLook w:val="04A0" w:firstRow="1" w:lastRow="0" w:firstColumn="1" w:lastColumn="0" w:noHBand="0" w:noVBand="1"/>
      </w:tblPr>
      <w:tblGrid>
        <w:gridCol w:w="810"/>
        <w:gridCol w:w="1335"/>
        <w:gridCol w:w="1336"/>
        <w:gridCol w:w="1336"/>
        <w:gridCol w:w="1336"/>
        <w:gridCol w:w="1336"/>
        <w:gridCol w:w="1336"/>
      </w:tblGrid>
      <w:tr w:rsidR="00667F81" w:rsidRPr="0096295D" w14:paraId="2D1F54E9" w14:textId="77777777" w:rsidTr="00AA504C">
        <w:tc>
          <w:tcPr>
            <w:tcW w:w="810" w:type="dxa"/>
            <w:tcBorders>
              <w:bottom w:val="single" w:sz="4" w:space="0" w:color="auto"/>
              <w:right w:val="nil"/>
            </w:tcBorders>
          </w:tcPr>
          <w:p w14:paraId="72AD9923" w14:textId="15460074" w:rsidR="00667F81" w:rsidRPr="0096295D" w:rsidRDefault="00C774AD" w:rsidP="00667F81">
            <w:pPr>
              <w:pStyle w:val="Paragraph"/>
              <w:ind w:firstLine="0"/>
              <w:jc w:val="center"/>
              <w:rPr>
                <w:sz w:val="18"/>
                <w:szCs w:val="18"/>
              </w:rPr>
            </w:pPr>
            <w:r w:rsidRPr="0096295D">
              <w:rPr>
                <w:sz w:val="18"/>
                <w:szCs w:val="18"/>
              </w:rPr>
              <w:t>x(s)</w:t>
            </w:r>
          </w:p>
        </w:tc>
        <w:tc>
          <w:tcPr>
            <w:tcW w:w="1335" w:type="dxa"/>
            <w:tcBorders>
              <w:left w:val="nil"/>
              <w:bottom w:val="single" w:sz="4" w:space="0" w:color="auto"/>
              <w:right w:val="nil"/>
            </w:tcBorders>
          </w:tcPr>
          <w:p w14:paraId="08D8D977" w14:textId="3C67548D" w:rsidR="00667F81" w:rsidRPr="0096295D" w:rsidRDefault="00667F81" w:rsidP="00667F81">
            <w:pPr>
              <w:pStyle w:val="Paragraph"/>
              <w:ind w:firstLine="0"/>
              <w:jc w:val="center"/>
              <w:rPr>
                <w:sz w:val="18"/>
                <w:szCs w:val="18"/>
              </w:rPr>
            </w:pPr>
            <w:r w:rsidRPr="0096295D">
              <w:rPr>
                <w:sz w:val="18"/>
                <w:szCs w:val="18"/>
              </w:rPr>
              <w:t>SR</w:t>
            </w:r>
          </w:p>
        </w:tc>
        <w:tc>
          <w:tcPr>
            <w:tcW w:w="1336" w:type="dxa"/>
            <w:tcBorders>
              <w:left w:val="nil"/>
              <w:bottom w:val="single" w:sz="4" w:space="0" w:color="auto"/>
              <w:right w:val="nil"/>
            </w:tcBorders>
          </w:tcPr>
          <w:p w14:paraId="021B668D" w14:textId="1256EE8E" w:rsidR="00667F81" w:rsidRPr="0096295D" w:rsidRDefault="00667F81" w:rsidP="00667F81">
            <w:pPr>
              <w:pStyle w:val="Paragraph"/>
              <w:ind w:firstLine="0"/>
              <w:jc w:val="center"/>
              <w:rPr>
                <w:sz w:val="18"/>
                <w:szCs w:val="18"/>
              </w:rPr>
            </w:pPr>
            <w:r w:rsidRPr="0096295D">
              <w:rPr>
                <w:sz w:val="18"/>
                <w:szCs w:val="18"/>
              </w:rPr>
              <w:t>SR-NS5</w:t>
            </w:r>
          </w:p>
        </w:tc>
        <w:tc>
          <w:tcPr>
            <w:tcW w:w="1336" w:type="dxa"/>
            <w:tcBorders>
              <w:left w:val="nil"/>
              <w:bottom w:val="single" w:sz="4" w:space="0" w:color="auto"/>
              <w:right w:val="nil"/>
            </w:tcBorders>
          </w:tcPr>
          <w:p w14:paraId="7039EB2A" w14:textId="19CD21CA" w:rsidR="00667F81" w:rsidRPr="0096295D" w:rsidRDefault="00667F81" w:rsidP="00667F81">
            <w:pPr>
              <w:pStyle w:val="Paragraph"/>
              <w:ind w:firstLine="0"/>
              <w:jc w:val="center"/>
              <w:rPr>
                <w:sz w:val="18"/>
                <w:szCs w:val="18"/>
              </w:rPr>
            </w:pPr>
            <w:r w:rsidRPr="0096295D">
              <w:rPr>
                <w:sz w:val="18"/>
                <w:szCs w:val="18"/>
              </w:rPr>
              <w:t>SR-NS10</w:t>
            </w:r>
          </w:p>
        </w:tc>
        <w:tc>
          <w:tcPr>
            <w:tcW w:w="1336" w:type="dxa"/>
            <w:tcBorders>
              <w:left w:val="nil"/>
              <w:bottom w:val="single" w:sz="4" w:space="0" w:color="auto"/>
              <w:right w:val="nil"/>
            </w:tcBorders>
          </w:tcPr>
          <w:p w14:paraId="78FF9016" w14:textId="30E1EEEC" w:rsidR="00667F81" w:rsidRPr="0096295D" w:rsidRDefault="00667F81" w:rsidP="00667F81">
            <w:pPr>
              <w:pStyle w:val="Paragraph"/>
              <w:ind w:firstLine="0"/>
              <w:jc w:val="center"/>
              <w:rPr>
                <w:sz w:val="18"/>
                <w:szCs w:val="18"/>
              </w:rPr>
            </w:pPr>
            <w:r w:rsidRPr="0096295D">
              <w:rPr>
                <w:sz w:val="18"/>
                <w:szCs w:val="18"/>
              </w:rPr>
              <w:t>SR-NS15</w:t>
            </w:r>
          </w:p>
        </w:tc>
        <w:tc>
          <w:tcPr>
            <w:tcW w:w="1336" w:type="dxa"/>
            <w:tcBorders>
              <w:left w:val="nil"/>
              <w:bottom w:val="single" w:sz="4" w:space="0" w:color="auto"/>
              <w:right w:val="nil"/>
            </w:tcBorders>
          </w:tcPr>
          <w:p w14:paraId="7F478710" w14:textId="5604EEAA" w:rsidR="00667F81" w:rsidRPr="0096295D" w:rsidRDefault="00667F81" w:rsidP="00667F81">
            <w:pPr>
              <w:pStyle w:val="Paragraph"/>
              <w:ind w:firstLine="0"/>
              <w:jc w:val="center"/>
              <w:rPr>
                <w:sz w:val="18"/>
                <w:szCs w:val="18"/>
              </w:rPr>
            </w:pPr>
            <w:r w:rsidRPr="0096295D">
              <w:rPr>
                <w:sz w:val="18"/>
                <w:szCs w:val="18"/>
              </w:rPr>
              <w:t>SR-NS20</w:t>
            </w:r>
          </w:p>
        </w:tc>
        <w:tc>
          <w:tcPr>
            <w:tcW w:w="1336" w:type="dxa"/>
            <w:tcBorders>
              <w:left w:val="nil"/>
              <w:bottom w:val="single" w:sz="4" w:space="0" w:color="auto"/>
            </w:tcBorders>
          </w:tcPr>
          <w:p w14:paraId="76156061" w14:textId="3E18BC44" w:rsidR="00667F81" w:rsidRPr="0096295D" w:rsidRDefault="00667F81" w:rsidP="00667F81">
            <w:pPr>
              <w:pStyle w:val="Paragraph"/>
              <w:ind w:firstLine="0"/>
              <w:jc w:val="center"/>
              <w:rPr>
                <w:sz w:val="18"/>
                <w:szCs w:val="18"/>
              </w:rPr>
            </w:pPr>
            <w:r w:rsidRPr="0096295D">
              <w:rPr>
                <w:sz w:val="18"/>
                <w:szCs w:val="18"/>
              </w:rPr>
              <w:t>SR-NS25</w:t>
            </w:r>
          </w:p>
        </w:tc>
      </w:tr>
      <w:tr w:rsidR="00667F81" w:rsidRPr="0096295D" w14:paraId="5EAE24E2" w14:textId="77777777" w:rsidTr="00AA504C">
        <w:tc>
          <w:tcPr>
            <w:tcW w:w="810" w:type="dxa"/>
            <w:tcBorders>
              <w:bottom w:val="nil"/>
              <w:right w:val="nil"/>
            </w:tcBorders>
          </w:tcPr>
          <w:p w14:paraId="2609493C" w14:textId="54084B64" w:rsidR="00667F81" w:rsidRPr="0096295D" w:rsidRDefault="00667F81" w:rsidP="00667F81">
            <w:pPr>
              <w:pStyle w:val="Paragraph"/>
              <w:ind w:firstLine="0"/>
              <w:jc w:val="center"/>
              <w:rPr>
                <w:sz w:val="18"/>
                <w:szCs w:val="18"/>
              </w:rPr>
            </w:pPr>
            <w:r w:rsidRPr="0096295D">
              <w:rPr>
                <w:sz w:val="18"/>
                <w:szCs w:val="18"/>
              </w:rPr>
              <w:t>10</w:t>
            </w:r>
          </w:p>
        </w:tc>
        <w:tc>
          <w:tcPr>
            <w:tcW w:w="1335" w:type="dxa"/>
            <w:tcBorders>
              <w:left w:val="nil"/>
              <w:bottom w:val="nil"/>
              <w:right w:val="nil"/>
            </w:tcBorders>
            <w:vAlign w:val="bottom"/>
          </w:tcPr>
          <w:p w14:paraId="4D4B4D6D" w14:textId="46EF7600" w:rsidR="00667F81" w:rsidRPr="0096295D" w:rsidRDefault="00667F81" w:rsidP="00667F81">
            <w:pPr>
              <w:pStyle w:val="Paragraph"/>
              <w:ind w:firstLine="0"/>
              <w:jc w:val="center"/>
              <w:rPr>
                <w:sz w:val="18"/>
                <w:szCs w:val="18"/>
              </w:rPr>
            </w:pPr>
            <w:r w:rsidRPr="0096295D">
              <w:rPr>
                <w:color w:val="000000"/>
                <w:sz w:val="18"/>
                <w:szCs w:val="18"/>
              </w:rPr>
              <w:t>18.54</w:t>
            </w:r>
          </w:p>
        </w:tc>
        <w:tc>
          <w:tcPr>
            <w:tcW w:w="1336" w:type="dxa"/>
            <w:tcBorders>
              <w:left w:val="nil"/>
              <w:bottom w:val="nil"/>
              <w:right w:val="nil"/>
            </w:tcBorders>
            <w:vAlign w:val="bottom"/>
          </w:tcPr>
          <w:p w14:paraId="5CE62523" w14:textId="6B8EB4C4" w:rsidR="00667F81" w:rsidRPr="0096295D" w:rsidRDefault="00667F81" w:rsidP="00667F81">
            <w:pPr>
              <w:pStyle w:val="Paragraph"/>
              <w:ind w:firstLine="0"/>
              <w:jc w:val="center"/>
              <w:rPr>
                <w:sz w:val="18"/>
                <w:szCs w:val="18"/>
              </w:rPr>
            </w:pPr>
            <w:r w:rsidRPr="0096295D">
              <w:rPr>
                <w:color w:val="000000"/>
                <w:sz w:val="18"/>
                <w:szCs w:val="18"/>
              </w:rPr>
              <w:t>125.98</w:t>
            </w:r>
          </w:p>
        </w:tc>
        <w:tc>
          <w:tcPr>
            <w:tcW w:w="1336" w:type="dxa"/>
            <w:tcBorders>
              <w:left w:val="nil"/>
              <w:bottom w:val="nil"/>
              <w:right w:val="nil"/>
            </w:tcBorders>
            <w:vAlign w:val="bottom"/>
          </w:tcPr>
          <w:p w14:paraId="042BA80E" w14:textId="5CB9C115" w:rsidR="00667F81" w:rsidRPr="0096295D" w:rsidRDefault="00667F81" w:rsidP="00667F81">
            <w:pPr>
              <w:pStyle w:val="Paragraph"/>
              <w:ind w:firstLine="0"/>
              <w:jc w:val="center"/>
              <w:rPr>
                <w:sz w:val="18"/>
                <w:szCs w:val="18"/>
              </w:rPr>
            </w:pPr>
            <w:r w:rsidRPr="0096295D">
              <w:rPr>
                <w:color w:val="000000"/>
                <w:sz w:val="18"/>
                <w:szCs w:val="18"/>
              </w:rPr>
              <w:t>32.48</w:t>
            </w:r>
          </w:p>
        </w:tc>
        <w:tc>
          <w:tcPr>
            <w:tcW w:w="1336" w:type="dxa"/>
            <w:tcBorders>
              <w:left w:val="nil"/>
              <w:bottom w:val="nil"/>
              <w:right w:val="nil"/>
            </w:tcBorders>
            <w:vAlign w:val="bottom"/>
          </w:tcPr>
          <w:p w14:paraId="19DAC9A0" w14:textId="5D312276" w:rsidR="00667F81" w:rsidRPr="0096295D" w:rsidRDefault="00667F81" w:rsidP="00667F81">
            <w:pPr>
              <w:pStyle w:val="Paragraph"/>
              <w:ind w:firstLine="0"/>
              <w:jc w:val="center"/>
              <w:rPr>
                <w:sz w:val="18"/>
                <w:szCs w:val="18"/>
              </w:rPr>
            </w:pPr>
            <w:r w:rsidRPr="0096295D">
              <w:rPr>
                <w:color w:val="000000"/>
                <w:sz w:val="18"/>
                <w:szCs w:val="18"/>
              </w:rPr>
              <w:t>10.43</w:t>
            </w:r>
          </w:p>
        </w:tc>
        <w:tc>
          <w:tcPr>
            <w:tcW w:w="1336" w:type="dxa"/>
            <w:tcBorders>
              <w:left w:val="nil"/>
              <w:bottom w:val="nil"/>
              <w:right w:val="nil"/>
            </w:tcBorders>
            <w:vAlign w:val="bottom"/>
          </w:tcPr>
          <w:p w14:paraId="7975BCDD" w14:textId="4103EEEB" w:rsidR="00667F81" w:rsidRPr="0096295D" w:rsidRDefault="00667F81" w:rsidP="00667F81">
            <w:pPr>
              <w:pStyle w:val="Paragraph"/>
              <w:ind w:firstLine="0"/>
              <w:jc w:val="center"/>
              <w:rPr>
                <w:sz w:val="18"/>
                <w:szCs w:val="18"/>
              </w:rPr>
            </w:pPr>
            <w:r w:rsidRPr="0096295D">
              <w:rPr>
                <w:color w:val="000000"/>
                <w:sz w:val="18"/>
                <w:szCs w:val="18"/>
              </w:rPr>
              <w:t>24.07</w:t>
            </w:r>
          </w:p>
        </w:tc>
        <w:tc>
          <w:tcPr>
            <w:tcW w:w="1336" w:type="dxa"/>
            <w:tcBorders>
              <w:left w:val="nil"/>
              <w:bottom w:val="nil"/>
            </w:tcBorders>
            <w:vAlign w:val="bottom"/>
          </w:tcPr>
          <w:p w14:paraId="34DB5DE7" w14:textId="4EF19658" w:rsidR="00667F81" w:rsidRPr="0096295D" w:rsidRDefault="00667F81" w:rsidP="00667F81">
            <w:pPr>
              <w:pStyle w:val="Paragraph"/>
              <w:ind w:firstLine="0"/>
              <w:jc w:val="center"/>
              <w:rPr>
                <w:sz w:val="18"/>
                <w:szCs w:val="18"/>
              </w:rPr>
            </w:pPr>
            <w:r w:rsidRPr="0096295D">
              <w:rPr>
                <w:color w:val="000000"/>
                <w:sz w:val="18"/>
                <w:szCs w:val="18"/>
              </w:rPr>
              <w:t>145.15</w:t>
            </w:r>
          </w:p>
        </w:tc>
      </w:tr>
      <w:tr w:rsidR="00667F81" w:rsidRPr="0096295D" w14:paraId="1E0591D8" w14:textId="77777777" w:rsidTr="00AA504C">
        <w:tc>
          <w:tcPr>
            <w:tcW w:w="810" w:type="dxa"/>
            <w:tcBorders>
              <w:top w:val="nil"/>
              <w:bottom w:val="nil"/>
              <w:right w:val="nil"/>
            </w:tcBorders>
          </w:tcPr>
          <w:p w14:paraId="59C9D442" w14:textId="24DBA409" w:rsidR="00667F81" w:rsidRPr="0096295D" w:rsidRDefault="00667F81" w:rsidP="00667F81">
            <w:pPr>
              <w:pStyle w:val="Paragraph"/>
              <w:ind w:firstLine="0"/>
              <w:jc w:val="center"/>
              <w:rPr>
                <w:sz w:val="18"/>
                <w:szCs w:val="18"/>
              </w:rPr>
            </w:pPr>
            <w:r w:rsidRPr="0096295D">
              <w:rPr>
                <w:sz w:val="18"/>
                <w:szCs w:val="18"/>
              </w:rPr>
              <w:t>20</w:t>
            </w:r>
          </w:p>
        </w:tc>
        <w:tc>
          <w:tcPr>
            <w:tcW w:w="1335" w:type="dxa"/>
            <w:tcBorders>
              <w:top w:val="nil"/>
              <w:left w:val="nil"/>
              <w:bottom w:val="nil"/>
              <w:right w:val="nil"/>
            </w:tcBorders>
            <w:vAlign w:val="bottom"/>
          </w:tcPr>
          <w:p w14:paraId="2EE0BFDE" w14:textId="25219A2B" w:rsidR="00667F81" w:rsidRPr="0096295D" w:rsidRDefault="00667F81" w:rsidP="00667F81">
            <w:pPr>
              <w:pStyle w:val="Paragraph"/>
              <w:ind w:firstLine="0"/>
              <w:jc w:val="center"/>
              <w:rPr>
                <w:sz w:val="18"/>
                <w:szCs w:val="18"/>
              </w:rPr>
            </w:pPr>
            <w:r w:rsidRPr="0096295D">
              <w:rPr>
                <w:color w:val="000000"/>
                <w:sz w:val="18"/>
                <w:szCs w:val="18"/>
              </w:rPr>
              <w:t>8.04</w:t>
            </w:r>
          </w:p>
        </w:tc>
        <w:tc>
          <w:tcPr>
            <w:tcW w:w="1336" w:type="dxa"/>
            <w:tcBorders>
              <w:top w:val="nil"/>
              <w:left w:val="nil"/>
              <w:bottom w:val="nil"/>
              <w:right w:val="nil"/>
            </w:tcBorders>
            <w:vAlign w:val="bottom"/>
          </w:tcPr>
          <w:p w14:paraId="7F2D83F5" w14:textId="15242230" w:rsidR="00667F81" w:rsidRPr="0096295D" w:rsidRDefault="00667F81" w:rsidP="00667F81">
            <w:pPr>
              <w:pStyle w:val="Paragraph"/>
              <w:ind w:firstLine="0"/>
              <w:jc w:val="center"/>
              <w:rPr>
                <w:sz w:val="18"/>
                <w:szCs w:val="18"/>
              </w:rPr>
            </w:pPr>
            <w:r w:rsidRPr="0096295D">
              <w:rPr>
                <w:color w:val="000000"/>
                <w:sz w:val="18"/>
                <w:szCs w:val="18"/>
              </w:rPr>
              <w:t>36.28</w:t>
            </w:r>
          </w:p>
        </w:tc>
        <w:tc>
          <w:tcPr>
            <w:tcW w:w="1336" w:type="dxa"/>
            <w:tcBorders>
              <w:top w:val="nil"/>
              <w:left w:val="nil"/>
              <w:bottom w:val="nil"/>
              <w:right w:val="nil"/>
            </w:tcBorders>
            <w:vAlign w:val="bottom"/>
          </w:tcPr>
          <w:p w14:paraId="102C45D1" w14:textId="2640589E" w:rsidR="00667F81" w:rsidRPr="0096295D" w:rsidRDefault="00667F81" w:rsidP="00667F81">
            <w:pPr>
              <w:pStyle w:val="Paragraph"/>
              <w:ind w:firstLine="0"/>
              <w:jc w:val="center"/>
              <w:rPr>
                <w:sz w:val="18"/>
                <w:szCs w:val="18"/>
              </w:rPr>
            </w:pPr>
            <w:r w:rsidRPr="0096295D">
              <w:rPr>
                <w:color w:val="000000"/>
                <w:sz w:val="18"/>
                <w:szCs w:val="18"/>
              </w:rPr>
              <w:t>12.25</w:t>
            </w:r>
          </w:p>
        </w:tc>
        <w:tc>
          <w:tcPr>
            <w:tcW w:w="1336" w:type="dxa"/>
            <w:tcBorders>
              <w:top w:val="nil"/>
              <w:left w:val="nil"/>
              <w:bottom w:val="nil"/>
              <w:right w:val="nil"/>
            </w:tcBorders>
            <w:vAlign w:val="bottom"/>
          </w:tcPr>
          <w:p w14:paraId="0D7F277D" w14:textId="0D945C53" w:rsidR="00667F81" w:rsidRPr="0096295D" w:rsidRDefault="00667F81" w:rsidP="00667F81">
            <w:pPr>
              <w:pStyle w:val="Paragraph"/>
              <w:ind w:firstLine="0"/>
              <w:jc w:val="center"/>
              <w:rPr>
                <w:sz w:val="18"/>
                <w:szCs w:val="18"/>
              </w:rPr>
            </w:pPr>
            <w:r w:rsidRPr="0096295D">
              <w:rPr>
                <w:color w:val="000000"/>
                <w:sz w:val="18"/>
                <w:szCs w:val="18"/>
              </w:rPr>
              <w:t>5.05</w:t>
            </w:r>
          </w:p>
        </w:tc>
        <w:tc>
          <w:tcPr>
            <w:tcW w:w="1336" w:type="dxa"/>
            <w:tcBorders>
              <w:top w:val="nil"/>
              <w:left w:val="nil"/>
              <w:bottom w:val="nil"/>
              <w:right w:val="nil"/>
            </w:tcBorders>
            <w:vAlign w:val="bottom"/>
          </w:tcPr>
          <w:p w14:paraId="621AA19A" w14:textId="0FA6951A" w:rsidR="00667F81" w:rsidRPr="0096295D" w:rsidRDefault="00667F81" w:rsidP="00667F81">
            <w:pPr>
              <w:pStyle w:val="Paragraph"/>
              <w:ind w:firstLine="0"/>
              <w:jc w:val="center"/>
              <w:rPr>
                <w:sz w:val="18"/>
                <w:szCs w:val="18"/>
              </w:rPr>
            </w:pPr>
            <w:r w:rsidRPr="0096295D">
              <w:rPr>
                <w:color w:val="000000"/>
                <w:sz w:val="18"/>
                <w:szCs w:val="18"/>
              </w:rPr>
              <w:t>8.80</w:t>
            </w:r>
          </w:p>
        </w:tc>
        <w:tc>
          <w:tcPr>
            <w:tcW w:w="1336" w:type="dxa"/>
            <w:tcBorders>
              <w:top w:val="nil"/>
              <w:left w:val="nil"/>
              <w:bottom w:val="nil"/>
            </w:tcBorders>
            <w:vAlign w:val="bottom"/>
          </w:tcPr>
          <w:p w14:paraId="32B67DD1" w14:textId="04B2BBB9" w:rsidR="00667F81" w:rsidRPr="0096295D" w:rsidRDefault="00667F81" w:rsidP="00667F81">
            <w:pPr>
              <w:pStyle w:val="Paragraph"/>
              <w:ind w:firstLine="0"/>
              <w:jc w:val="center"/>
              <w:rPr>
                <w:sz w:val="18"/>
                <w:szCs w:val="18"/>
              </w:rPr>
            </w:pPr>
            <w:r w:rsidRPr="0096295D">
              <w:rPr>
                <w:color w:val="000000"/>
                <w:sz w:val="18"/>
                <w:szCs w:val="18"/>
              </w:rPr>
              <w:t>42.77</w:t>
            </w:r>
          </w:p>
        </w:tc>
      </w:tr>
      <w:tr w:rsidR="00667F81" w:rsidRPr="0096295D" w14:paraId="430FB193" w14:textId="77777777" w:rsidTr="00AA504C">
        <w:tc>
          <w:tcPr>
            <w:tcW w:w="810" w:type="dxa"/>
            <w:tcBorders>
              <w:top w:val="nil"/>
              <w:bottom w:val="nil"/>
              <w:right w:val="nil"/>
            </w:tcBorders>
          </w:tcPr>
          <w:p w14:paraId="56B8D9EB" w14:textId="7E05DDD8" w:rsidR="00667F81" w:rsidRPr="0096295D" w:rsidRDefault="00667F81" w:rsidP="00667F81">
            <w:pPr>
              <w:pStyle w:val="Paragraph"/>
              <w:ind w:firstLine="0"/>
              <w:jc w:val="center"/>
              <w:rPr>
                <w:sz w:val="18"/>
                <w:szCs w:val="18"/>
              </w:rPr>
            </w:pPr>
            <w:r w:rsidRPr="0096295D">
              <w:rPr>
                <w:sz w:val="18"/>
                <w:szCs w:val="18"/>
              </w:rPr>
              <w:t>30</w:t>
            </w:r>
          </w:p>
        </w:tc>
        <w:tc>
          <w:tcPr>
            <w:tcW w:w="1335" w:type="dxa"/>
            <w:tcBorders>
              <w:top w:val="nil"/>
              <w:left w:val="nil"/>
              <w:bottom w:val="nil"/>
              <w:right w:val="nil"/>
            </w:tcBorders>
            <w:vAlign w:val="bottom"/>
          </w:tcPr>
          <w:p w14:paraId="0C8CED08" w14:textId="57D8614D" w:rsidR="00667F81" w:rsidRPr="0096295D" w:rsidRDefault="00667F81" w:rsidP="00667F81">
            <w:pPr>
              <w:pStyle w:val="Paragraph"/>
              <w:ind w:firstLine="0"/>
              <w:jc w:val="center"/>
              <w:rPr>
                <w:sz w:val="18"/>
                <w:szCs w:val="18"/>
              </w:rPr>
            </w:pPr>
            <w:r w:rsidRPr="0096295D">
              <w:rPr>
                <w:color w:val="000000"/>
                <w:sz w:val="18"/>
                <w:szCs w:val="18"/>
              </w:rPr>
              <w:t>4.93</w:t>
            </w:r>
          </w:p>
        </w:tc>
        <w:tc>
          <w:tcPr>
            <w:tcW w:w="1336" w:type="dxa"/>
            <w:tcBorders>
              <w:top w:val="nil"/>
              <w:left w:val="nil"/>
              <w:bottom w:val="nil"/>
              <w:right w:val="nil"/>
            </w:tcBorders>
            <w:vAlign w:val="bottom"/>
          </w:tcPr>
          <w:p w14:paraId="156E0B86" w14:textId="2319B08C" w:rsidR="00667F81" w:rsidRPr="0096295D" w:rsidRDefault="00667F81" w:rsidP="00667F81">
            <w:pPr>
              <w:pStyle w:val="Paragraph"/>
              <w:ind w:firstLine="0"/>
              <w:jc w:val="center"/>
              <w:rPr>
                <w:sz w:val="18"/>
                <w:szCs w:val="18"/>
              </w:rPr>
            </w:pPr>
            <w:r w:rsidRPr="0096295D">
              <w:rPr>
                <w:color w:val="000000"/>
                <w:sz w:val="18"/>
                <w:szCs w:val="18"/>
              </w:rPr>
              <w:t>17.51</w:t>
            </w:r>
          </w:p>
        </w:tc>
        <w:tc>
          <w:tcPr>
            <w:tcW w:w="1336" w:type="dxa"/>
            <w:tcBorders>
              <w:top w:val="nil"/>
              <w:left w:val="nil"/>
              <w:bottom w:val="nil"/>
              <w:right w:val="nil"/>
            </w:tcBorders>
            <w:vAlign w:val="bottom"/>
          </w:tcPr>
          <w:p w14:paraId="39BCCF53" w14:textId="2B96C214" w:rsidR="00667F81" w:rsidRPr="0096295D" w:rsidRDefault="00667F81" w:rsidP="00667F81">
            <w:pPr>
              <w:pStyle w:val="Paragraph"/>
              <w:ind w:firstLine="0"/>
              <w:jc w:val="center"/>
              <w:rPr>
                <w:sz w:val="18"/>
                <w:szCs w:val="18"/>
              </w:rPr>
            </w:pPr>
            <w:r w:rsidRPr="0096295D">
              <w:rPr>
                <w:color w:val="000000"/>
                <w:sz w:val="18"/>
                <w:szCs w:val="18"/>
              </w:rPr>
              <w:t>6.92</w:t>
            </w:r>
          </w:p>
        </w:tc>
        <w:tc>
          <w:tcPr>
            <w:tcW w:w="1336" w:type="dxa"/>
            <w:tcBorders>
              <w:top w:val="nil"/>
              <w:left w:val="nil"/>
              <w:bottom w:val="nil"/>
              <w:right w:val="nil"/>
            </w:tcBorders>
            <w:vAlign w:val="bottom"/>
          </w:tcPr>
          <w:p w14:paraId="1B6A6D1C" w14:textId="51A03D3A" w:rsidR="00667F81" w:rsidRPr="0096295D" w:rsidRDefault="00667F81" w:rsidP="00667F81">
            <w:pPr>
              <w:pStyle w:val="Paragraph"/>
              <w:ind w:firstLine="0"/>
              <w:jc w:val="center"/>
              <w:rPr>
                <w:sz w:val="18"/>
                <w:szCs w:val="18"/>
              </w:rPr>
            </w:pPr>
            <w:r w:rsidRPr="0096295D">
              <w:rPr>
                <w:color w:val="000000"/>
                <w:sz w:val="18"/>
                <w:szCs w:val="18"/>
              </w:rPr>
              <w:t>3.31</w:t>
            </w:r>
          </w:p>
        </w:tc>
        <w:tc>
          <w:tcPr>
            <w:tcW w:w="1336" w:type="dxa"/>
            <w:tcBorders>
              <w:top w:val="nil"/>
              <w:left w:val="nil"/>
              <w:bottom w:val="nil"/>
              <w:right w:val="nil"/>
            </w:tcBorders>
            <w:vAlign w:val="bottom"/>
          </w:tcPr>
          <w:p w14:paraId="5CE8895C" w14:textId="0B59AA3F" w:rsidR="00667F81" w:rsidRPr="0096295D" w:rsidRDefault="00667F81" w:rsidP="00667F81">
            <w:pPr>
              <w:pStyle w:val="Paragraph"/>
              <w:ind w:firstLine="0"/>
              <w:jc w:val="center"/>
              <w:rPr>
                <w:sz w:val="18"/>
                <w:szCs w:val="18"/>
              </w:rPr>
            </w:pPr>
            <w:r w:rsidRPr="0096295D">
              <w:rPr>
                <w:color w:val="000000"/>
                <w:sz w:val="18"/>
                <w:szCs w:val="18"/>
              </w:rPr>
              <w:t>4.88</w:t>
            </w:r>
          </w:p>
        </w:tc>
        <w:tc>
          <w:tcPr>
            <w:tcW w:w="1336" w:type="dxa"/>
            <w:tcBorders>
              <w:top w:val="nil"/>
              <w:left w:val="nil"/>
              <w:bottom w:val="nil"/>
            </w:tcBorders>
            <w:vAlign w:val="bottom"/>
          </w:tcPr>
          <w:p w14:paraId="5FEA857B" w14:textId="09E4F401" w:rsidR="00667F81" w:rsidRPr="0096295D" w:rsidRDefault="00667F81" w:rsidP="00667F81">
            <w:pPr>
              <w:pStyle w:val="Paragraph"/>
              <w:ind w:firstLine="0"/>
              <w:jc w:val="center"/>
              <w:rPr>
                <w:sz w:val="18"/>
                <w:szCs w:val="18"/>
              </w:rPr>
            </w:pPr>
            <w:r w:rsidRPr="0096295D">
              <w:rPr>
                <w:color w:val="000000"/>
                <w:sz w:val="18"/>
                <w:szCs w:val="18"/>
              </w:rPr>
              <w:t>20.92</w:t>
            </w:r>
          </w:p>
        </w:tc>
      </w:tr>
      <w:tr w:rsidR="00667F81" w:rsidRPr="0096295D" w14:paraId="71165E2B" w14:textId="77777777" w:rsidTr="00AA504C">
        <w:tc>
          <w:tcPr>
            <w:tcW w:w="810" w:type="dxa"/>
            <w:tcBorders>
              <w:top w:val="nil"/>
              <w:bottom w:val="nil"/>
              <w:right w:val="nil"/>
            </w:tcBorders>
          </w:tcPr>
          <w:p w14:paraId="4C1C31D6" w14:textId="5D2EA7B3" w:rsidR="00667F81" w:rsidRPr="0096295D" w:rsidRDefault="00667F81" w:rsidP="00667F81">
            <w:pPr>
              <w:pStyle w:val="Paragraph"/>
              <w:ind w:firstLine="0"/>
              <w:jc w:val="center"/>
              <w:rPr>
                <w:sz w:val="18"/>
                <w:szCs w:val="18"/>
              </w:rPr>
            </w:pPr>
            <w:r w:rsidRPr="0096295D">
              <w:rPr>
                <w:sz w:val="18"/>
                <w:szCs w:val="18"/>
              </w:rPr>
              <w:t>40</w:t>
            </w:r>
          </w:p>
        </w:tc>
        <w:tc>
          <w:tcPr>
            <w:tcW w:w="1335" w:type="dxa"/>
            <w:tcBorders>
              <w:top w:val="nil"/>
              <w:left w:val="nil"/>
              <w:bottom w:val="nil"/>
              <w:right w:val="nil"/>
            </w:tcBorders>
            <w:vAlign w:val="bottom"/>
          </w:tcPr>
          <w:p w14:paraId="70B0CBFC" w14:textId="2F7177EC" w:rsidR="00667F81" w:rsidRPr="0096295D" w:rsidRDefault="00667F81" w:rsidP="00667F81">
            <w:pPr>
              <w:pStyle w:val="Paragraph"/>
              <w:ind w:firstLine="0"/>
              <w:jc w:val="center"/>
              <w:rPr>
                <w:sz w:val="18"/>
                <w:szCs w:val="18"/>
              </w:rPr>
            </w:pPr>
            <w:r w:rsidRPr="0096295D">
              <w:rPr>
                <w:color w:val="000000"/>
                <w:sz w:val="18"/>
                <w:szCs w:val="18"/>
              </w:rPr>
              <w:t>3.48</w:t>
            </w:r>
          </w:p>
        </w:tc>
        <w:tc>
          <w:tcPr>
            <w:tcW w:w="1336" w:type="dxa"/>
            <w:tcBorders>
              <w:top w:val="nil"/>
              <w:left w:val="nil"/>
              <w:bottom w:val="nil"/>
              <w:right w:val="nil"/>
            </w:tcBorders>
            <w:vAlign w:val="bottom"/>
          </w:tcPr>
          <w:p w14:paraId="498E7C4E" w14:textId="2F125CFF" w:rsidR="00667F81" w:rsidRPr="0096295D" w:rsidRDefault="00667F81" w:rsidP="00667F81">
            <w:pPr>
              <w:pStyle w:val="Paragraph"/>
              <w:ind w:firstLine="0"/>
              <w:jc w:val="center"/>
              <w:rPr>
                <w:sz w:val="18"/>
                <w:szCs w:val="18"/>
              </w:rPr>
            </w:pPr>
            <w:r w:rsidRPr="0096295D">
              <w:rPr>
                <w:color w:val="000000"/>
                <w:sz w:val="18"/>
                <w:szCs w:val="18"/>
              </w:rPr>
              <w:t>10.45</w:t>
            </w:r>
          </w:p>
        </w:tc>
        <w:tc>
          <w:tcPr>
            <w:tcW w:w="1336" w:type="dxa"/>
            <w:tcBorders>
              <w:top w:val="nil"/>
              <w:left w:val="nil"/>
              <w:bottom w:val="nil"/>
              <w:right w:val="nil"/>
            </w:tcBorders>
            <w:vAlign w:val="bottom"/>
          </w:tcPr>
          <w:p w14:paraId="7A439C9E" w14:textId="6E866851" w:rsidR="00667F81" w:rsidRPr="0096295D" w:rsidRDefault="00667F81" w:rsidP="00667F81">
            <w:pPr>
              <w:pStyle w:val="Paragraph"/>
              <w:ind w:firstLine="0"/>
              <w:jc w:val="center"/>
              <w:rPr>
                <w:sz w:val="18"/>
                <w:szCs w:val="18"/>
              </w:rPr>
            </w:pPr>
            <w:r w:rsidRPr="0096295D">
              <w:rPr>
                <w:color w:val="000000"/>
                <w:sz w:val="18"/>
                <w:szCs w:val="18"/>
              </w:rPr>
              <w:t>4.62</w:t>
            </w:r>
          </w:p>
        </w:tc>
        <w:tc>
          <w:tcPr>
            <w:tcW w:w="1336" w:type="dxa"/>
            <w:tcBorders>
              <w:top w:val="nil"/>
              <w:left w:val="nil"/>
              <w:bottom w:val="nil"/>
              <w:right w:val="nil"/>
            </w:tcBorders>
            <w:vAlign w:val="bottom"/>
          </w:tcPr>
          <w:p w14:paraId="0EDC42E7" w14:textId="355CE8C8" w:rsidR="00667F81" w:rsidRPr="0096295D" w:rsidRDefault="00667F81" w:rsidP="00667F81">
            <w:pPr>
              <w:pStyle w:val="Paragraph"/>
              <w:ind w:firstLine="0"/>
              <w:jc w:val="center"/>
              <w:rPr>
                <w:sz w:val="18"/>
                <w:szCs w:val="18"/>
              </w:rPr>
            </w:pPr>
            <w:r w:rsidRPr="0096295D">
              <w:rPr>
                <w:color w:val="000000"/>
                <w:sz w:val="18"/>
                <w:szCs w:val="18"/>
              </w:rPr>
              <w:t>2.45</w:t>
            </w:r>
          </w:p>
        </w:tc>
        <w:tc>
          <w:tcPr>
            <w:tcW w:w="1336" w:type="dxa"/>
            <w:tcBorders>
              <w:top w:val="nil"/>
              <w:left w:val="nil"/>
              <w:bottom w:val="nil"/>
              <w:right w:val="nil"/>
            </w:tcBorders>
            <w:vAlign w:val="bottom"/>
          </w:tcPr>
          <w:p w14:paraId="32FF41CE" w14:textId="485B1626" w:rsidR="00667F81" w:rsidRPr="0096295D" w:rsidRDefault="00667F81" w:rsidP="00667F81">
            <w:pPr>
              <w:pStyle w:val="Paragraph"/>
              <w:ind w:firstLine="0"/>
              <w:jc w:val="center"/>
              <w:rPr>
                <w:sz w:val="18"/>
                <w:szCs w:val="18"/>
              </w:rPr>
            </w:pPr>
            <w:r w:rsidRPr="0096295D">
              <w:rPr>
                <w:color w:val="000000"/>
                <w:sz w:val="18"/>
                <w:szCs w:val="18"/>
              </w:rPr>
              <w:t>3.22</w:t>
            </w:r>
          </w:p>
        </w:tc>
        <w:tc>
          <w:tcPr>
            <w:tcW w:w="1336" w:type="dxa"/>
            <w:tcBorders>
              <w:top w:val="nil"/>
              <w:left w:val="nil"/>
              <w:bottom w:val="nil"/>
            </w:tcBorders>
            <w:vAlign w:val="bottom"/>
          </w:tcPr>
          <w:p w14:paraId="058C43EC" w14:textId="696D934F" w:rsidR="00667F81" w:rsidRPr="0096295D" w:rsidRDefault="00667F81" w:rsidP="00667F81">
            <w:pPr>
              <w:pStyle w:val="Paragraph"/>
              <w:ind w:firstLine="0"/>
              <w:jc w:val="center"/>
              <w:rPr>
                <w:sz w:val="18"/>
                <w:szCs w:val="18"/>
              </w:rPr>
            </w:pPr>
            <w:r w:rsidRPr="0096295D">
              <w:rPr>
                <w:color w:val="000000"/>
                <w:sz w:val="18"/>
                <w:szCs w:val="18"/>
              </w:rPr>
              <w:t>12.60</w:t>
            </w:r>
          </w:p>
        </w:tc>
      </w:tr>
      <w:tr w:rsidR="00667F81" w:rsidRPr="0096295D" w14:paraId="6C17DBC1" w14:textId="77777777" w:rsidTr="00AA504C">
        <w:tc>
          <w:tcPr>
            <w:tcW w:w="810" w:type="dxa"/>
            <w:tcBorders>
              <w:top w:val="nil"/>
              <w:bottom w:val="nil"/>
              <w:right w:val="nil"/>
            </w:tcBorders>
          </w:tcPr>
          <w:p w14:paraId="0227829F" w14:textId="12B4F2AC" w:rsidR="00667F81" w:rsidRPr="0096295D" w:rsidRDefault="00667F81" w:rsidP="00667F81">
            <w:pPr>
              <w:pStyle w:val="Paragraph"/>
              <w:ind w:firstLine="0"/>
              <w:jc w:val="center"/>
              <w:rPr>
                <w:sz w:val="18"/>
                <w:szCs w:val="18"/>
              </w:rPr>
            </w:pPr>
            <w:r w:rsidRPr="0096295D">
              <w:rPr>
                <w:sz w:val="18"/>
                <w:szCs w:val="18"/>
              </w:rPr>
              <w:t>50</w:t>
            </w:r>
          </w:p>
        </w:tc>
        <w:tc>
          <w:tcPr>
            <w:tcW w:w="1335" w:type="dxa"/>
            <w:tcBorders>
              <w:top w:val="nil"/>
              <w:left w:val="nil"/>
              <w:bottom w:val="nil"/>
              <w:right w:val="nil"/>
            </w:tcBorders>
            <w:vAlign w:val="bottom"/>
          </w:tcPr>
          <w:p w14:paraId="40CACFEC" w14:textId="2BB91FEF" w:rsidR="00667F81" w:rsidRPr="0096295D" w:rsidRDefault="00667F81" w:rsidP="00667F81">
            <w:pPr>
              <w:pStyle w:val="Paragraph"/>
              <w:ind w:firstLine="0"/>
              <w:jc w:val="center"/>
              <w:rPr>
                <w:sz w:val="18"/>
                <w:szCs w:val="18"/>
              </w:rPr>
            </w:pPr>
            <w:r w:rsidRPr="0096295D">
              <w:rPr>
                <w:color w:val="000000"/>
                <w:sz w:val="18"/>
                <w:szCs w:val="18"/>
              </w:rPr>
              <w:t>2.66</w:t>
            </w:r>
          </w:p>
        </w:tc>
        <w:tc>
          <w:tcPr>
            <w:tcW w:w="1336" w:type="dxa"/>
            <w:tcBorders>
              <w:top w:val="nil"/>
              <w:left w:val="nil"/>
              <w:bottom w:val="nil"/>
              <w:right w:val="nil"/>
            </w:tcBorders>
            <w:vAlign w:val="bottom"/>
          </w:tcPr>
          <w:p w14:paraId="3F97797D" w14:textId="780ACC51" w:rsidR="00667F81" w:rsidRPr="0096295D" w:rsidRDefault="00667F81" w:rsidP="00667F81">
            <w:pPr>
              <w:pStyle w:val="Paragraph"/>
              <w:ind w:firstLine="0"/>
              <w:jc w:val="center"/>
              <w:rPr>
                <w:sz w:val="18"/>
                <w:szCs w:val="18"/>
              </w:rPr>
            </w:pPr>
            <w:r w:rsidRPr="0096295D">
              <w:rPr>
                <w:color w:val="000000"/>
                <w:sz w:val="18"/>
                <w:szCs w:val="18"/>
              </w:rPr>
              <w:t>7.00</w:t>
            </w:r>
          </w:p>
        </w:tc>
        <w:tc>
          <w:tcPr>
            <w:tcW w:w="1336" w:type="dxa"/>
            <w:tcBorders>
              <w:top w:val="nil"/>
              <w:left w:val="nil"/>
              <w:bottom w:val="nil"/>
              <w:right w:val="nil"/>
            </w:tcBorders>
            <w:vAlign w:val="bottom"/>
          </w:tcPr>
          <w:p w14:paraId="311C7858" w14:textId="514D3DFB" w:rsidR="00667F81" w:rsidRPr="0096295D" w:rsidRDefault="00667F81" w:rsidP="00667F81">
            <w:pPr>
              <w:pStyle w:val="Paragraph"/>
              <w:ind w:firstLine="0"/>
              <w:jc w:val="center"/>
              <w:rPr>
                <w:sz w:val="18"/>
                <w:szCs w:val="18"/>
              </w:rPr>
            </w:pPr>
            <w:r w:rsidRPr="0096295D">
              <w:rPr>
                <w:color w:val="000000"/>
                <w:sz w:val="18"/>
                <w:szCs w:val="18"/>
              </w:rPr>
              <w:t>3.37</w:t>
            </w:r>
          </w:p>
        </w:tc>
        <w:tc>
          <w:tcPr>
            <w:tcW w:w="1336" w:type="dxa"/>
            <w:tcBorders>
              <w:top w:val="nil"/>
              <w:left w:val="nil"/>
              <w:bottom w:val="nil"/>
              <w:right w:val="nil"/>
            </w:tcBorders>
            <w:vAlign w:val="bottom"/>
          </w:tcPr>
          <w:p w14:paraId="2C4189D5" w14:textId="1B4F9815" w:rsidR="00667F81" w:rsidRPr="0096295D" w:rsidRDefault="00667F81" w:rsidP="00667F81">
            <w:pPr>
              <w:pStyle w:val="Paragraph"/>
              <w:ind w:firstLine="0"/>
              <w:jc w:val="center"/>
              <w:rPr>
                <w:sz w:val="18"/>
                <w:szCs w:val="18"/>
              </w:rPr>
            </w:pPr>
            <w:r w:rsidRPr="0096295D">
              <w:rPr>
                <w:color w:val="000000"/>
                <w:sz w:val="18"/>
                <w:szCs w:val="18"/>
              </w:rPr>
              <w:t>1.94</w:t>
            </w:r>
          </w:p>
        </w:tc>
        <w:tc>
          <w:tcPr>
            <w:tcW w:w="1336" w:type="dxa"/>
            <w:tcBorders>
              <w:top w:val="nil"/>
              <w:left w:val="nil"/>
              <w:bottom w:val="nil"/>
              <w:right w:val="nil"/>
            </w:tcBorders>
            <w:vAlign w:val="bottom"/>
          </w:tcPr>
          <w:p w14:paraId="69517D41" w14:textId="578A258F" w:rsidR="00667F81" w:rsidRPr="0096295D" w:rsidRDefault="00667F81" w:rsidP="00667F81">
            <w:pPr>
              <w:pStyle w:val="Paragraph"/>
              <w:ind w:firstLine="0"/>
              <w:jc w:val="center"/>
              <w:rPr>
                <w:sz w:val="18"/>
                <w:szCs w:val="18"/>
              </w:rPr>
            </w:pPr>
            <w:r w:rsidRPr="0096295D">
              <w:rPr>
                <w:color w:val="000000"/>
                <w:sz w:val="18"/>
                <w:szCs w:val="18"/>
              </w:rPr>
              <w:t>2.33</w:t>
            </w:r>
          </w:p>
        </w:tc>
        <w:tc>
          <w:tcPr>
            <w:tcW w:w="1336" w:type="dxa"/>
            <w:tcBorders>
              <w:top w:val="nil"/>
              <w:left w:val="nil"/>
              <w:bottom w:val="nil"/>
            </w:tcBorders>
            <w:vAlign w:val="bottom"/>
          </w:tcPr>
          <w:p w14:paraId="763F0E63" w14:textId="69CFC72C" w:rsidR="00667F81" w:rsidRPr="0096295D" w:rsidRDefault="00667F81" w:rsidP="00667F81">
            <w:pPr>
              <w:pStyle w:val="Paragraph"/>
              <w:ind w:firstLine="0"/>
              <w:jc w:val="center"/>
              <w:rPr>
                <w:sz w:val="18"/>
                <w:szCs w:val="18"/>
              </w:rPr>
            </w:pPr>
            <w:r w:rsidRPr="0096295D">
              <w:rPr>
                <w:color w:val="000000"/>
                <w:sz w:val="18"/>
                <w:szCs w:val="18"/>
              </w:rPr>
              <w:t>8.50</w:t>
            </w:r>
          </w:p>
        </w:tc>
      </w:tr>
      <w:tr w:rsidR="00667F81" w:rsidRPr="0096295D" w14:paraId="0F360E1A" w14:textId="77777777" w:rsidTr="00AA504C">
        <w:tc>
          <w:tcPr>
            <w:tcW w:w="810" w:type="dxa"/>
            <w:tcBorders>
              <w:top w:val="nil"/>
              <w:bottom w:val="nil"/>
              <w:right w:val="nil"/>
            </w:tcBorders>
          </w:tcPr>
          <w:p w14:paraId="6A567B9D" w14:textId="05E8A2FF" w:rsidR="00667F81" w:rsidRPr="0096295D" w:rsidRDefault="00667F81" w:rsidP="00667F81">
            <w:pPr>
              <w:pStyle w:val="Paragraph"/>
              <w:ind w:firstLine="0"/>
              <w:jc w:val="center"/>
              <w:rPr>
                <w:sz w:val="18"/>
                <w:szCs w:val="18"/>
              </w:rPr>
            </w:pPr>
            <w:r w:rsidRPr="0096295D">
              <w:rPr>
                <w:sz w:val="18"/>
                <w:szCs w:val="18"/>
              </w:rPr>
              <w:t>60</w:t>
            </w:r>
          </w:p>
        </w:tc>
        <w:tc>
          <w:tcPr>
            <w:tcW w:w="1335" w:type="dxa"/>
            <w:tcBorders>
              <w:top w:val="nil"/>
              <w:left w:val="nil"/>
              <w:bottom w:val="nil"/>
              <w:right w:val="nil"/>
            </w:tcBorders>
            <w:vAlign w:val="bottom"/>
          </w:tcPr>
          <w:p w14:paraId="12D123A9" w14:textId="6318D639" w:rsidR="00667F81" w:rsidRPr="0096295D" w:rsidRDefault="00667F81" w:rsidP="00667F81">
            <w:pPr>
              <w:pStyle w:val="Paragraph"/>
              <w:ind w:firstLine="0"/>
              <w:jc w:val="center"/>
              <w:rPr>
                <w:sz w:val="18"/>
                <w:szCs w:val="18"/>
              </w:rPr>
            </w:pPr>
            <w:r w:rsidRPr="0096295D">
              <w:rPr>
                <w:color w:val="000000"/>
                <w:sz w:val="18"/>
                <w:szCs w:val="18"/>
              </w:rPr>
              <w:t>2.14</w:t>
            </w:r>
          </w:p>
        </w:tc>
        <w:tc>
          <w:tcPr>
            <w:tcW w:w="1336" w:type="dxa"/>
            <w:tcBorders>
              <w:top w:val="nil"/>
              <w:left w:val="nil"/>
              <w:bottom w:val="nil"/>
              <w:right w:val="nil"/>
            </w:tcBorders>
            <w:vAlign w:val="bottom"/>
          </w:tcPr>
          <w:p w14:paraId="7C51B3E7" w14:textId="4ADF307B" w:rsidR="00667F81" w:rsidRPr="0096295D" w:rsidRDefault="00667F81" w:rsidP="00667F81">
            <w:pPr>
              <w:pStyle w:val="Paragraph"/>
              <w:ind w:firstLine="0"/>
              <w:jc w:val="center"/>
              <w:rPr>
                <w:sz w:val="18"/>
                <w:szCs w:val="18"/>
              </w:rPr>
            </w:pPr>
            <w:r w:rsidRPr="0096295D">
              <w:rPr>
                <w:color w:val="000000"/>
                <w:sz w:val="18"/>
                <w:szCs w:val="18"/>
              </w:rPr>
              <w:t>5.04</w:t>
            </w:r>
          </w:p>
        </w:tc>
        <w:tc>
          <w:tcPr>
            <w:tcW w:w="1336" w:type="dxa"/>
            <w:tcBorders>
              <w:top w:val="nil"/>
              <w:left w:val="nil"/>
              <w:bottom w:val="nil"/>
              <w:right w:val="nil"/>
            </w:tcBorders>
            <w:vAlign w:val="bottom"/>
          </w:tcPr>
          <w:p w14:paraId="656F96E2" w14:textId="6F53CE79" w:rsidR="00667F81" w:rsidRPr="0096295D" w:rsidRDefault="00667F81" w:rsidP="00667F81">
            <w:pPr>
              <w:pStyle w:val="Paragraph"/>
              <w:ind w:firstLine="0"/>
              <w:jc w:val="center"/>
              <w:rPr>
                <w:sz w:val="18"/>
                <w:szCs w:val="18"/>
              </w:rPr>
            </w:pPr>
            <w:r w:rsidRPr="0096295D">
              <w:rPr>
                <w:color w:val="000000"/>
                <w:sz w:val="18"/>
                <w:szCs w:val="18"/>
              </w:rPr>
              <w:t>2.61</w:t>
            </w:r>
          </w:p>
        </w:tc>
        <w:tc>
          <w:tcPr>
            <w:tcW w:w="1336" w:type="dxa"/>
            <w:tcBorders>
              <w:top w:val="nil"/>
              <w:left w:val="nil"/>
              <w:bottom w:val="nil"/>
              <w:right w:val="nil"/>
            </w:tcBorders>
            <w:vAlign w:val="bottom"/>
          </w:tcPr>
          <w:p w14:paraId="04FC4096" w14:textId="7D24F875" w:rsidR="00667F81" w:rsidRPr="0096295D" w:rsidRDefault="00667F81" w:rsidP="00667F81">
            <w:pPr>
              <w:pStyle w:val="Paragraph"/>
              <w:ind w:firstLine="0"/>
              <w:jc w:val="center"/>
              <w:rPr>
                <w:sz w:val="18"/>
                <w:szCs w:val="18"/>
              </w:rPr>
            </w:pPr>
            <w:r w:rsidRPr="0096295D">
              <w:rPr>
                <w:color w:val="000000"/>
                <w:sz w:val="18"/>
                <w:szCs w:val="18"/>
              </w:rPr>
              <w:t>1.60</w:t>
            </w:r>
          </w:p>
        </w:tc>
        <w:tc>
          <w:tcPr>
            <w:tcW w:w="1336" w:type="dxa"/>
            <w:tcBorders>
              <w:top w:val="nil"/>
              <w:left w:val="nil"/>
              <w:bottom w:val="nil"/>
              <w:right w:val="nil"/>
            </w:tcBorders>
            <w:vAlign w:val="bottom"/>
          </w:tcPr>
          <w:p w14:paraId="5C465DDB" w14:textId="0E5C8E21" w:rsidR="00667F81" w:rsidRPr="0096295D" w:rsidRDefault="00667F81" w:rsidP="00667F81">
            <w:pPr>
              <w:pStyle w:val="Paragraph"/>
              <w:ind w:firstLine="0"/>
              <w:jc w:val="center"/>
              <w:rPr>
                <w:sz w:val="18"/>
                <w:szCs w:val="18"/>
              </w:rPr>
            </w:pPr>
            <w:r w:rsidRPr="0096295D">
              <w:rPr>
                <w:color w:val="000000"/>
                <w:sz w:val="18"/>
                <w:szCs w:val="18"/>
              </w:rPr>
              <w:t>1.78</w:t>
            </w:r>
          </w:p>
        </w:tc>
        <w:tc>
          <w:tcPr>
            <w:tcW w:w="1336" w:type="dxa"/>
            <w:tcBorders>
              <w:top w:val="nil"/>
              <w:left w:val="nil"/>
              <w:bottom w:val="nil"/>
            </w:tcBorders>
            <w:vAlign w:val="bottom"/>
          </w:tcPr>
          <w:p w14:paraId="128B9093" w14:textId="0FC53194" w:rsidR="00667F81" w:rsidRPr="0096295D" w:rsidRDefault="00667F81" w:rsidP="00667F81">
            <w:pPr>
              <w:pStyle w:val="Paragraph"/>
              <w:ind w:firstLine="0"/>
              <w:jc w:val="center"/>
              <w:rPr>
                <w:sz w:val="18"/>
                <w:szCs w:val="18"/>
              </w:rPr>
            </w:pPr>
            <w:r w:rsidRPr="0096295D">
              <w:rPr>
                <w:color w:val="000000"/>
                <w:sz w:val="18"/>
                <w:szCs w:val="18"/>
              </w:rPr>
              <w:t>6.17</w:t>
            </w:r>
          </w:p>
        </w:tc>
      </w:tr>
      <w:tr w:rsidR="00667F81" w:rsidRPr="0096295D" w14:paraId="3DA1ADA4" w14:textId="77777777" w:rsidTr="00AA504C">
        <w:tc>
          <w:tcPr>
            <w:tcW w:w="810" w:type="dxa"/>
            <w:tcBorders>
              <w:top w:val="nil"/>
              <w:bottom w:val="nil"/>
              <w:right w:val="nil"/>
            </w:tcBorders>
          </w:tcPr>
          <w:p w14:paraId="27C7C5DA" w14:textId="4BD8465B" w:rsidR="00667F81" w:rsidRPr="0096295D" w:rsidRDefault="00667F81" w:rsidP="00667F81">
            <w:pPr>
              <w:pStyle w:val="Paragraph"/>
              <w:ind w:firstLine="0"/>
              <w:jc w:val="center"/>
              <w:rPr>
                <w:sz w:val="18"/>
                <w:szCs w:val="18"/>
              </w:rPr>
            </w:pPr>
            <w:r w:rsidRPr="0096295D">
              <w:rPr>
                <w:sz w:val="18"/>
                <w:szCs w:val="18"/>
              </w:rPr>
              <w:t>70</w:t>
            </w:r>
          </w:p>
        </w:tc>
        <w:tc>
          <w:tcPr>
            <w:tcW w:w="1335" w:type="dxa"/>
            <w:tcBorders>
              <w:top w:val="nil"/>
              <w:left w:val="nil"/>
              <w:bottom w:val="nil"/>
              <w:right w:val="nil"/>
            </w:tcBorders>
            <w:vAlign w:val="bottom"/>
          </w:tcPr>
          <w:p w14:paraId="35FDFDD5" w14:textId="1B0BA6FA" w:rsidR="00667F81" w:rsidRPr="0096295D" w:rsidRDefault="00667F81" w:rsidP="00667F81">
            <w:pPr>
              <w:pStyle w:val="Paragraph"/>
              <w:ind w:firstLine="0"/>
              <w:jc w:val="center"/>
              <w:rPr>
                <w:sz w:val="18"/>
                <w:szCs w:val="18"/>
              </w:rPr>
            </w:pPr>
            <w:r w:rsidRPr="0096295D">
              <w:rPr>
                <w:color w:val="000000"/>
                <w:sz w:val="18"/>
                <w:szCs w:val="18"/>
              </w:rPr>
              <w:t>1.77</w:t>
            </w:r>
          </w:p>
        </w:tc>
        <w:tc>
          <w:tcPr>
            <w:tcW w:w="1336" w:type="dxa"/>
            <w:tcBorders>
              <w:top w:val="nil"/>
              <w:left w:val="nil"/>
              <w:bottom w:val="nil"/>
              <w:right w:val="nil"/>
            </w:tcBorders>
            <w:vAlign w:val="bottom"/>
          </w:tcPr>
          <w:p w14:paraId="6BFFB2B6" w14:textId="29117EBE" w:rsidR="00667F81" w:rsidRPr="0096295D" w:rsidRDefault="00667F81" w:rsidP="00667F81">
            <w:pPr>
              <w:pStyle w:val="Paragraph"/>
              <w:ind w:firstLine="0"/>
              <w:jc w:val="center"/>
              <w:rPr>
                <w:sz w:val="18"/>
                <w:szCs w:val="18"/>
              </w:rPr>
            </w:pPr>
            <w:r w:rsidRPr="0096295D">
              <w:rPr>
                <w:color w:val="000000"/>
                <w:sz w:val="18"/>
                <w:szCs w:val="18"/>
              </w:rPr>
              <w:t>3.82</w:t>
            </w:r>
          </w:p>
        </w:tc>
        <w:tc>
          <w:tcPr>
            <w:tcW w:w="1336" w:type="dxa"/>
            <w:tcBorders>
              <w:top w:val="nil"/>
              <w:left w:val="nil"/>
              <w:bottom w:val="nil"/>
              <w:right w:val="nil"/>
            </w:tcBorders>
            <w:vAlign w:val="bottom"/>
          </w:tcPr>
          <w:p w14:paraId="4B77E441" w14:textId="1F380229" w:rsidR="00667F81" w:rsidRPr="0096295D" w:rsidRDefault="00667F81" w:rsidP="00667F81">
            <w:pPr>
              <w:pStyle w:val="Paragraph"/>
              <w:ind w:firstLine="0"/>
              <w:jc w:val="center"/>
              <w:rPr>
                <w:sz w:val="18"/>
                <w:szCs w:val="18"/>
              </w:rPr>
            </w:pPr>
            <w:r w:rsidRPr="0096295D">
              <w:rPr>
                <w:color w:val="000000"/>
                <w:sz w:val="18"/>
                <w:szCs w:val="18"/>
              </w:rPr>
              <w:t>2.10</w:t>
            </w:r>
          </w:p>
        </w:tc>
        <w:tc>
          <w:tcPr>
            <w:tcW w:w="1336" w:type="dxa"/>
            <w:tcBorders>
              <w:top w:val="nil"/>
              <w:left w:val="nil"/>
              <w:bottom w:val="nil"/>
              <w:right w:val="nil"/>
            </w:tcBorders>
            <w:vAlign w:val="bottom"/>
          </w:tcPr>
          <w:p w14:paraId="517C806E" w14:textId="42B7AF25" w:rsidR="00667F81" w:rsidRPr="0096295D" w:rsidRDefault="00667F81" w:rsidP="00667F81">
            <w:pPr>
              <w:pStyle w:val="Paragraph"/>
              <w:ind w:firstLine="0"/>
              <w:jc w:val="center"/>
              <w:rPr>
                <w:sz w:val="18"/>
                <w:szCs w:val="18"/>
              </w:rPr>
            </w:pPr>
            <w:r w:rsidRPr="0096295D">
              <w:rPr>
                <w:color w:val="000000"/>
                <w:sz w:val="18"/>
                <w:szCs w:val="18"/>
              </w:rPr>
              <w:t>1.36</w:t>
            </w:r>
          </w:p>
        </w:tc>
        <w:tc>
          <w:tcPr>
            <w:tcW w:w="1336" w:type="dxa"/>
            <w:tcBorders>
              <w:top w:val="nil"/>
              <w:left w:val="nil"/>
              <w:bottom w:val="nil"/>
              <w:right w:val="nil"/>
            </w:tcBorders>
            <w:vAlign w:val="bottom"/>
          </w:tcPr>
          <w:p w14:paraId="3057EE9A" w14:textId="1BC6E686" w:rsidR="00667F81" w:rsidRPr="0096295D" w:rsidRDefault="00667F81" w:rsidP="00667F81">
            <w:pPr>
              <w:pStyle w:val="Paragraph"/>
              <w:ind w:firstLine="0"/>
              <w:jc w:val="center"/>
              <w:rPr>
                <w:sz w:val="18"/>
                <w:szCs w:val="18"/>
              </w:rPr>
            </w:pPr>
            <w:r w:rsidRPr="0096295D">
              <w:rPr>
                <w:color w:val="000000"/>
                <w:sz w:val="18"/>
                <w:szCs w:val="18"/>
              </w:rPr>
              <w:t>1.43</w:t>
            </w:r>
          </w:p>
        </w:tc>
        <w:tc>
          <w:tcPr>
            <w:tcW w:w="1336" w:type="dxa"/>
            <w:tcBorders>
              <w:top w:val="nil"/>
              <w:left w:val="nil"/>
              <w:bottom w:val="nil"/>
            </w:tcBorders>
            <w:vAlign w:val="bottom"/>
          </w:tcPr>
          <w:p w14:paraId="38696057" w14:textId="3886727B" w:rsidR="00667F81" w:rsidRPr="0096295D" w:rsidRDefault="00667F81" w:rsidP="00667F81">
            <w:pPr>
              <w:pStyle w:val="Paragraph"/>
              <w:ind w:firstLine="0"/>
              <w:jc w:val="center"/>
              <w:rPr>
                <w:sz w:val="18"/>
                <w:szCs w:val="18"/>
              </w:rPr>
            </w:pPr>
            <w:r w:rsidRPr="0096295D">
              <w:rPr>
                <w:color w:val="000000"/>
                <w:sz w:val="18"/>
                <w:szCs w:val="18"/>
              </w:rPr>
              <w:t>4.70</w:t>
            </w:r>
          </w:p>
        </w:tc>
      </w:tr>
      <w:tr w:rsidR="00667F81" w:rsidRPr="0096295D" w14:paraId="2728B1E7" w14:textId="77777777" w:rsidTr="00AA504C">
        <w:tc>
          <w:tcPr>
            <w:tcW w:w="810" w:type="dxa"/>
            <w:tcBorders>
              <w:top w:val="nil"/>
              <w:bottom w:val="nil"/>
              <w:right w:val="nil"/>
            </w:tcBorders>
          </w:tcPr>
          <w:p w14:paraId="36F1AECB" w14:textId="534BFB64" w:rsidR="00667F81" w:rsidRPr="0096295D" w:rsidRDefault="00667F81" w:rsidP="00667F81">
            <w:pPr>
              <w:pStyle w:val="Paragraph"/>
              <w:ind w:firstLine="0"/>
              <w:jc w:val="center"/>
              <w:rPr>
                <w:sz w:val="18"/>
                <w:szCs w:val="18"/>
              </w:rPr>
            </w:pPr>
            <w:r w:rsidRPr="0096295D">
              <w:rPr>
                <w:sz w:val="18"/>
                <w:szCs w:val="18"/>
              </w:rPr>
              <w:t>80</w:t>
            </w:r>
          </w:p>
        </w:tc>
        <w:tc>
          <w:tcPr>
            <w:tcW w:w="1335" w:type="dxa"/>
            <w:tcBorders>
              <w:top w:val="nil"/>
              <w:left w:val="nil"/>
              <w:bottom w:val="nil"/>
              <w:right w:val="nil"/>
            </w:tcBorders>
            <w:vAlign w:val="bottom"/>
          </w:tcPr>
          <w:p w14:paraId="70CB8014" w14:textId="18E29D52" w:rsidR="00667F81" w:rsidRPr="0096295D" w:rsidRDefault="00667F81" w:rsidP="00667F81">
            <w:pPr>
              <w:pStyle w:val="Paragraph"/>
              <w:ind w:firstLine="0"/>
              <w:jc w:val="center"/>
              <w:rPr>
                <w:sz w:val="18"/>
                <w:szCs w:val="18"/>
              </w:rPr>
            </w:pPr>
            <w:r w:rsidRPr="0096295D">
              <w:rPr>
                <w:color w:val="000000"/>
                <w:sz w:val="18"/>
                <w:szCs w:val="18"/>
              </w:rPr>
              <w:t>1.51</w:t>
            </w:r>
          </w:p>
        </w:tc>
        <w:tc>
          <w:tcPr>
            <w:tcW w:w="1336" w:type="dxa"/>
            <w:tcBorders>
              <w:top w:val="nil"/>
              <w:left w:val="nil"/>
              <w:bottom w:val="nil"/>
              <w:right w:val="nil"/>
            </w:tcBorders>
            <w:vAlign w:val="bottom"/>
          </w:tcPr>
          <w:p w14:paraId="49FD7367" w14:textId="48BA14F3" w:rsidR="00667F81" w:rsidRPr="0096295D" w:rsidRDefault="00667F81" w:rsidP="00667F81">
            <w:pPr>
              <w:pStyle w:val="Paragraph"/>
              <w:ind w:firstLine="0"/>
              <w:jc w:val="center"/>
              <w:rPr>
                <w:sz w:val="18"/>
                <w:szCs w:val="18"/>
              </w:rPr>
            </w:pPr>
            <w:r w:rsidRPr="0096295D">
              <w:rPr>
                <w:color w:val="000000"/>
                <w:sz w:val="18"/>
                <w:szCs w:val="18"/>
              </w:rPr>
              <w:t>3.01</w:t>
            </w:r>
          </w:p>
        </w:tc>
        <w:tc>
          <w:tcPr>
            <w:tcW w:w="1336" w:type="dxa"/>
            <w:tcBorders>
              <w:top w:val="nil"/>
              <w:left w:val="nil"/>
              <w:bottom w:val="nil"/>
              <w:right w:val="nil"/>
            </w:tcBorders>
            <w:vAlign w:val="bottom"/>
          </w:tcPr>
          <w:p w14:paraId="1B41253D" w14:textId="25C29707" w:rsidR="00667F81" w:rsidRPr="0096295D" w:rsidRDefault="00667F81" w:rsidP="00667F81">
            <w:pPr>
              <w:pStyle w:val="Paragraph"/>
              <w:ind w:firstLine="0"/>
              <w:jc w:val="center"/>
              <w:rPr>
                <w:sz w:val="18"/>
                <w:szCs w:val="18"/>
              </w:rPr>
            </w:pPr>
            <w:r w:rsidRPr="0096295D">
              <w:rPr>
                <w:color w:val="000000"/>
                <w:sz w:val="18"/>
                <w:szCs w:val="18"/>
              </w:rPr>
              <w:t>1.74</w:t>
            </w:r>
          </w:p>
        </w:tc>
        <w:tc>
          <w:tcPr>
            <w:tcW w:w="1336" w:type="dxa"/>
            <w:tcBorders>
              <w:top w:val="nil"/>
              <w:left w:val="nil"/>
              <w:bottom w:val="nil"/>
              <w:right w:val="nil"/>
            </w:tcBorders>
            <w:vAlign w:val="bottom"/>
          </w:tcPr>
          <w:p w14:paraId="2D3E6170" w14:textId="3528BED6" w:rsidR="00667F81" w:rsidRPr="0096295D" w:rsidRDefault="00667F81" w:rsidP="00667F81">
            <w:pPr>
              <w:pStyle w:val="Paragraph"/>
              <w:ind w:firstLine="0"/>
              <w:jc w:val="center"/>
              <w:rPr>
                <w:sz w:val="18"/>
                <w:szCs w:val="18"/>
              </w:rPr>
            </w:pPr>
            <w:r w:rsidRPr="0096295D">
              <w:rPr>
                <w:color w:val="000000"/>
                <w:sz w:val="18"/>
                <w:szCs w:val="18"/>
              </w:rPr>
              <w:t>1.19</w:t>
            </w:r>
          </w:p>
        </w:tc>
        <w:tc>
          <w:tcPr>
            <w:tcW w:w="1336" w:type="dxa"/>
            <w:tcBorders>
              <w:top w:val="nil"/>
              <w:left w:val="nil"/>
              <w:bottom w:val="nil"/>
              <w:right w:val="nil"/>
            </w:tcBorders>
            <w:vAlign w:val="bottom"/>
          </w:tcPr>
          <w:p w14:paraId="4D2CDC14" w14:textId="772DE2AB" w:rsidR="00667F81" w:rsidRPr="0096295D" w:rsidRDefault="00667F81" w:rsidP="00667F81">
            <w:pPr>
              <w:pStyle w:val="Paragraph"/>
              <w:ind w:firstLine="0"/>
              <w:jc w:val="center"/>
              <w:rPr>
                <w:sz w:val="18"/>
                <w:szCs w:val="18"/>
              </w:rPr>
            </w:pPr>
            <w:r w:rsidRPr="0096295D">
              <w:rPr>
                <w:color w:val="000000"/>
                <w:sz w:val="18"/>
                <w:szCs w:val="18"/>
              </w:rPr>
              <w:t>1.18</w:t>
            </w:r>
          </w:p>
        </w:tc>
        <w:tc>
          <w:tcPr>
            <w:tcW w:w="1336" w:type="dxa"/>
            <w:tcBorders>
              <w:top w:val="nil"/>
              <w:left w:val="nil"/>
              <w:bottom w:val="nil"/>
            </w:tcBorders>
            <w:vAlign w:val="bottom"/>
          </w:tcPr>
          <w:p w14:paraId="4D03D5AA" w14:textId="365DAC8A" w:rsidR="00667F81" w:rsidRPr="0096295D" w:rsidRDefault="00667F81" w:rsidP="00667F81">
            <w:pPr>
              <w:pStyle w:val="Paragraph"/>
              <w:ind w:firstLine="0"/>
              <w:jc w:val="center"/>
              <w:rPr>
                <w:sz w:val="18"/>
                <w:szCs w:val="18"/>
              </w:rPr>
            </w:pPr>
            <w:r w:rsidRPr="0096295D">
              <w:rPr>
                <w:color w:val="000000"/>
                <w:sz w:val="18"/>
                <w:szCs w:val="18"/>
              </w:rPr>
              <w:t>3.71</w:t>
            </w:r>
          </w:p>
        </w:tc>
      </w:tr>
      <w:tr w:rsidR="00667F81" w:rsidRPr="0096295D" w14:paraId="4D782FDF" w14:textId="77777777" w:rsidTr="00AA504C">
        <w:tc>
          <w:tcPr>
            <w:tcW w:w="810" w:type="dxa"/>
            <w:tcBorders>
              <w:top w:val="nil"/>
              <w:bottom w:val="nil"/>
              <w:right w:val="nil"/>
            </w:tcBorders>
          </w:tcPr>
          <w:p w14:paraId="5F3DA7E8" w14:textId="5C4F58BF" w:rsidR="00667F81" w:rsidRPr="0096295D" w:rsidRDefault="00667F81" w:rsidP="00667F81">
            <w:pPr>
              <w:pStyle w:val="Paragraph"/>
              <w:ind w:firstLine="0"/>
              <w:jc w:val="center"/>
              <w:rPr>
                <w:sz w:val="18"/>
                <w:szCs w:val="18"/>
              </w:rPr>
            </w:pPr>
            <w:r w:rsidRPr="0096295D">
              <w:rPr>
                <w:sz w:val="18"/>
                <w:szCs w:val="18"/>
              </w:rPr>
              <w:t>90</w:t>
            </w:r>
          </w:p>
        </w:tc>
        <w:tc>
          <w:tcPr>
            <w:tcW w:w="1335" w:type="dxa"/>
            <w:tcBorders>
              <w:top w:val="nil"/>
              <w:left w:val="nil"/>
              <w:bottom w:val="nil"/>
              <w:right w:val="nil"/>
            </w:tcBorders>
            <w:vAlign w:val="bottom"/>
          </w:tcPr>
          <w:p w14:paraId="5B5F69F0" w14:textId="42B0EBB2" w:rsidR="00667F81" w:rsidRPr="0096295D" w:rsidRDefault="00667F81" w:rsidP="00667F81">
            <w:pPr>
              <w:pStyle w:val="Paragraph"/>
              <w:ind w:firstLine="0"/>
              <w:jc w:val="center"/>
              <w:rPr>
                <w:sz w:val="18"/>
                <w:szCs w:val="18"/>
              </w:rPr>
            </w:pPr>
            <w:r w:rsidRPr="0096295D">
              <w:rPr>
                <w:color w:val="000000"/>
                <w:sz w:val="18"/>
                <w:szCs w:val="18"/>
              </w:rPr>
              <w:t>1.31</w:t>
            </w:r>
          </w:p>
        </w:tc>
        <w:tc>
          <w:tcPr>
            <w:tcW w:w="1336" w:type="dxa"/>
            <w:tcBorders>
              <w:top w:val="nil"/>
              <w:left w:val="nil"/>
              <w:bottom w:val="nil"/>
              <w:right w:val="nil"/>
            </w:tcBorders>
            <w:vAlign w:val="bottom"/>
          </w:tcPr>
          <w:p w14:paraId="76700349" w14:textId="184EE308" w:rsidR="00667F81" w:rsidRPr="0096295D" w:rsidRDefault="00667F81" w:rsidP="00667F81">
            <w:pPr>
              <w:pStyle w:val="Paragraph"/>
              <w:ind w:firstLine="0"/>
              <w:jc w:val="center"/>
              <w:rPr>
                <w:sz w:val="18"/>
                <w:szCs w:val="18"/>
              </w:rPr>
            </w:pPr>
            <w:r w:rsidRPr="0096295D">
              <w:rPr>
                <w:color w:val="000000"/>
                <w:sz w:val="18"/>
                <w:szCs w:val="18"/>
              </w:rPr>
              <w:t>2.43</w:t>
            </w:r>
          </w:p>
        </w:tc>
        <w:tc>
          <w:tcPr>
            <w:tcW w:w="1336" w:type="dxa"/>
            <w:tcBorders>
              <w:top w:val="nil"/>
              <w:left w:val="nil"/>
              <w:bottom w:val="nil"/>
              <w:right w:val="nil"/>
            </w:tcBorders>
            <w:vAlign w:val="bottom"/>
          </w:tcPr>
          <w:p w14:paraId="423B0553" w14:textId="25687BCE" w:rsidR="00667F81" w:rsidRPr="0096295D" w:rsidRDefault="00667F81" w:rsidP="00667F81">
            <w:pPr>
              <w:pStyle w:val="Paragraph"/>
              <w:ind w:firstLine="0"/>
              <w:jc w:val="center"/>
              <w:rPr>
                <w:sz w:val="18"/>
                <w:szCs w:val="18"/>
              </w:rPr>
            </w:pPr>
            <w:r w:rsidRPr="0096295D">
              <w:rPr>
                <w:color w:val="000000"/>
                <w:sz w:val="18"/>
                <w:szCs w:val="18"/>
              </w:rPr>
              <w:t>1.48</w:t>
            </w:r>
          </w:p>
        </w:tc>
        <w:tc>
          <w:tcPr>
            <w:tcW w:w="1336" w:type="dxa"/>
            <w:tcBorders>
              <w:top w:val="nil"/>
              <w:left w:val="nil"/>
              <w:bottom w:val="nil"/>
              <w:right w:val="nil"/>
            </w:tcBorders>
            <w:vAlign w:val="bottom"/>
          </w:tcPr>
          <w:p w14:paraId="6D481A17" w14:textId="346255C5" w:rsidR="00667F81" w:rsidRPr="0096295D" w:rsidRDefault="00667F81" w:rsidP="00667F81">
            <w:pPr>
              <w:pStyle w:val="Paragraph"/>
              <w:ind w:firstLine="0"/>
              <w:jc w:val="center"/>
              <w:rPr>
                <w:sz w:val="18"/>
                <w:szCs w:val="18"/>
              </w:rPr>
            </w:pPr>
            <w:r w:rsidRPr="0096295D">
              <w:rPr>
                <w:color w:val="000000"/>
                <w:sz w:val="18"/>
                <w:szCs w:val="18"/>
              </w:rPr>
              <w:t>1.05</w:t>
            </w:r>
          </w:p>
        </w:tc>
        <w:tc>
          <w:tcPr>
            <w:tcW w:w="1336" w:type="dxa"/>
            <w:tcBorders>
              <w:top w:val="nil"/>
              <w:left w:val="nil"/>
              <w:bottom w:val="nil"/>
              <w:right w:val="nil"/>
            </w:tcBorders>
            <w:vAlign w:val="bottom"/>
          </w:tcPr>
          <w:p w14:paraId="021DD580" w14:textId="3B81286E" w:rsidR="00667F81" w:rsidRPr="0096295D" w:rsidRDefault="00667F81" w:rsidP="00667F81">
            <w:pPr>
              <w:pStyle w:val="Paragraph"/>
              <w:ind w:firstLine="0"/>
              <w:jc w:val="center"/>
              <w:rPr>
                <w:sz w:val="18"/>
                <w:szCs w:val="18"/>
              </w:rPr>
            </w:pPr>
            <w:r w:rsidRPr="0096295D">
              <w:rPr>
                <w:color w:val="000000"/>
                <w:sz w:val="18"/>
                <w:szCs w:val="18"/>
              </w:rPr>
              <w:t>0.99</w:t>
            </w:r>
          </w:p>
        </w:tc>
        <w:tc>
          <w:tcPr>
            <w:tcW w:w="1336" w:type="dxa"/>
            <w:tcBorders>
              <w:top w:val="nil"/>
              <w:left w:val="nil"/>
              <w:bottom w:val="nil"/>
            </w:tcBorders>
            <w:vAlign w:val="bottom"/>
          </w:tcPr>
          <w:p w14:paraId="4D944DC4" w14:textId="64F8D0D6" w:rsidR="00667F81" w:rsidRPr="0096295D" w:rsidRDefault="00667F81" w:rsidP="00667F81">
            <w:pPr>
              <w:pStyle w:val="Paragraph"/>
              <w:ind w:firstLine="0"/>
              <w:jc w:val="center"/>
              <w:rPr>
                <w:sz w:val="18"/>
                <w:szCs w:val="18"/>
              </w:rPr>
            </w:pPr>
            <w:r w:rsidRPr="0096295D">
              <w:rPr>
                <w:color w:val="000000"/>
                <w:sz w:val="18"/>
                <w:szCs w:val="18"/>
              </w:rPr>
              <w:t>3.02</w:t>
            </w:r>
          </w:p>
        </w:tc>
      </w:tr>
      <w:tr w:rsidR="00667F81" w:rsidRPr="0096295D" w14:paraId="1A368B57" w14:textId="77777777" w:rsidTr="00AA504C">
        <w:tc>
          <w:tcPr>
            <w:tcW w:w="810" w:type="dxa"/>
            <w:tcBorders>
              <w:top w:val="nil"/>
              <w:right w:val="nil"/>
            </w:tcBorders>
          </w:tcPr>
          <w:p w14:paraId="16D15C6D" w14:textId="5F980579" w:rsidR="00667F81" w:rsidRPr="0096295D" w:rsidRDefault="00667F81" w:rsidP="00667F81">
            <w:pPr>
              <w:pStyle w:val="Paragraph"/>
              <w:ind w:firstLine="0"/>
              <w:jc w:val="center"/>
              <w:rPr>
                <w:sz w:val="18"/>
                <w:szCs w:val="18"/>
              </w:rPr>
            </w:pPr>
            <w:r w:rsidRPr="0096295D">
              <w:rPr>
                <w:sz w:val="18"/>
                <w:szCs w:val="18"/>
              </w:rPr>
              <w:t>100</w:t>
            </w:r>
          </w:p>
        </w:tc>
        <w:tc>
          <w:tcPr>
            <w:tcW w:w="1335" w:type="dxa"/>
            <w:tcBorders>
              <w:top w:val="nil"/>
              <w:left w:val="nil"/>
              <w:right w:val="nil"/>
            </w:tcBorders>
            <w:vAlign w:val="bottom"/>
          </w:tcPr>
          <w:p w14:paraId="78D36FFA" w14:textId="38708985" w:rsidR="00667F81" w:rsidRPr="0096295D" w:rsidRDefault="00667F81" w:rsidP="00667F81">
            <w:pPr>
              <w:pStyle w:val="Paragraph"/>
              <w:ind w:firstLine="0"/>
              <w:jc w:val="center"/>
              <w:rPr>
                <w:sz w:val="18"/>
                <w:szCs w:val="18"/>
              </w:rPr>
            </w:pPr>
            <w:r w:rsidRPr="0096295D">
              <w:rPr>
                <w:color w:val="000000"/>
                <w:sz w:val="18"/>
                <w:szCs w:val="18"/>
              </w:rPr>
              <w:t>1.15</w:t>
            </w:r>
          </w:p>
        </w:tc>
        <w:tc>
          <w:tcPr>
            <w:tcW w:w="1336" w:type="dxa"/>
            <w:tcBorders>
              <w:top w:val="nil"/>
              <w:left w:val="nil"/>
              <w:right w:val="nil"/>
            </w:tcBorders>
            <w:vAlign w:val="bottom"/>
          </w:tcPr>
          <w:p w14:paraId="627BB45E" w14:textId="50587CBF" w:rsidR="00667F81" w:rsidRPr="0096295D" w:rsidRDefault="00667F81" w:rsidP="00667F81">
            <w:pPr>
              <w:pStyle w:val="Paragraph"/>
              <w:ind w:firstLine="0"/>
              <w:jc w:val="center"/>
              <w:rPr>
                <w:sz w:val="18"/>
                <w:szCs w:val="18"/>
              </w:rPr>
            </w:pPr>
            <w:r w:rsidRPr="0096295D">
              <w:rPr>
                <w:color w:val="000000"/>
                <w:sz w:val="18"/>
                <w:szCs w:val="18"/>
              </w:rPr>
              <w:t>2.02</w:t>
            </w:r>
          </w:p>
        </w:tc>
        <w:tc>
          <w:tcPr>
            <w:tcW w:w="1336" w:type="dxa"/>
            <w:tcBorders>
              <w:top w:val="nil"/>
              <w:left w:val="nil"/>
              <w:right w:val="nil"/>
            </w:tcBorders>
            <w:vAlign w:val="bottom"/>
          </w:tcPr>
          <w:p w14:paraId="3EC35F61" w14:textId="6DB68586" w:rsidR="00667F81" w:rsidRPr="0096295D" w:rsidRDefault="00667F81" w:rsidP="00667F81">
            <w:pPr>
              <w:pStyle w:val="Paragraph"/>
              <w:ind w:firstLine="0"/>
              <w:jc w:val="center"/>
              <w:rPr>
                <w:sz w:val="18"/>
                <w:szCs w:val="18"/>
              </w:rPr>
            </w:pPr>
            <w:r w:rsidRPr="0096295D">
              <w:rPr>
                <w:color w:val="000000"/>
                <w:sz w:val="18"/>
                <w:szCs w:val="18"/>
              </w:rPr>
              <w:t>1.27</w:t>
            </w:r>
          </w:p>
        </w:tc>
        <w:tc>
          <w:tcPr>
            <w:tcW w:w="1336" w:type="dxa"/>
            <w:tcBorders>
              <w:top w:val="nil"/>
              <w:left w:val="nil"/>
              <w:right w:val="nil"/>
            </w:tcBorders>
            <w:vAlign w:val="bottom"/>
          </w:tcPr>
          <w:p w14:paraId="682ECEEC" w14:textId="0E2D533A" w:rsidR="00667F81" w:rsidRPr="0096295D" w:rsidRDefault="00667F81" w:rsidP="00667F81">
            <w:pPr>
              <w:pStyle w:val="Paragraph"/>
              <w:ind w:firstLine="0"/>
              <w:jc w:val="center"/>
              <w:rPr>
                <w:sz w:val="18"/>
                <w:szCs w:val="18"/>
              </w:rPr>
            </w:pPr>
            <w:r w:rsidRPr="0096295D">
              <w:rPr>
                <w:color w:val="000000"/>
                <w:sz w:val="18"/>
                <w:szCs w:val="18"/>
              </w:rPr>
              <w:t>0.94</w:t>
            </w:r>
          </w:p>
        </w:tc>
        <w:tc>
          <w:tcPr>
            <w:tcW w:w="1336" w:type="dxa"/>
            <w:tcBorders>
              <w:top w:val="nil"/>
              <w:left w:val="nil"/>
              <w:right w:val="nil"/>
            </w:tcBorders>
            <w:vAlign w:val="bottom"/>
          </w:tcPr>
          <w:p w14:paraId="66C526E6" w14:textId="7BDEA11F" w:rsidR="00667F81" w:rsidRPr="0096295D" w:rsidRDefault="00667F81" w:rsidP="00667F81">
            <w:pPr>
              <w:pStyle w:val="Paragraph"/>
              <w:ind w:firstLine="0"/>
              <w:jc w:val="center"/>
              <w:rPr>
                <w:sz w:val="18"/>
                <w:szCs w:val="18"/>
              </w:rPr>
            </w:pPr>
            <w:r w:rsidRPr="0096295D">
              <w:rPr>
                <w:color w:val="000000"/>
                <w:sz w:val="18"/>
                <w:szCs w:val="18"/>
              </w:rPr>
              <w:t>0.85</w:t>
            </w:r>
          </w:p>
        </w:tc>
        <w:tc>
          <w:tcPr>
            <w:tcW w:w="1336" w:type="dxa"/>
            <w:tcBorders>
              <w:top w:val="nil"/>
              <w:left w:val="nil"/>
            </w:tcBorders>
            <w:vAlign w:val="bottom"/>
          </w:tcPr>
          <w:p w14:paraId="3472265D" w14:textId="26D8264A" w:rsidR="00667F81" w:rsidRPr="0096295D" w:rsidRDefault="00667F81" w:rsidP="00667F81">
            <w:pPr>
              <w:pStyle w:val="Paragraph"/>
              <w:ind w:firstLine="0"/>
              <w:jc w:val="center"/>
              <w:rPr>
                <w:sz w:val="18"/>
                <w:szCs w:val="18"/>
              </w:rPr>
            </w:pPr>
            <w:r w:rsidRPr="0096295D">
              <w:rPr>
                <w:color w:val="000000"/>
                <w:sz w:val="18"/>
                <w:szCs w:val="18"/>
              </w:rPr>
              <w:t>2.51</w:t>
            </w:r>
          </w:p>
        </w:tc>
      </w:tr>
    </w:tbl>
    <w:p w14:paraId="4B7F0D9D" w14:textId="77777777" w:rsidR="00D657B0" w:rsidRPr="0096295D" w:rsidRDefault="00D657B0" w:rsidP="00E352DD">
      <w:pPr>
        <w:pStyle w:val="Paragraph"/>
      </w:pPr>
    </w:p>
    <w:p w14:paraId="30C109D0" w14:textId="77777777" w:rsidR="00AA504C" w:rsidRPr="0096295D" w:rsidRDefault="00AA504C" w:rsidP="00E352DD">
      <w:pPr>
        <w:pStyle w:val="Paragraph"/>
      </w:pPr>
    </w:p>
    <w:p w14:paraId="2F32B000" w14:textId="77777777" w:rsidR="00563EDE" w:rsidRPr="0096295D" w:rsidRDefault="00563EDE" w:rsidP="00E352DD">
      <w:pPr>
        <w:pStyle w:val="Paragraph"/>
      </w:pPr>
    </w:p>
    <w:p w14:paraId="20F2787B" w14:textId="77777777" w:rsidR="00563EDE" w:rsidRPr="0096295D" w:rsidRDefault="00563EDE" w:rsidP="00E352DD">
      <w:pPr>
        <w:pStyle w:val="Paragraph"/>
      </w:pPr>
    </w:p>
    <w:p w14:paraId="7DA8A597" w14:textId="77777777" w:rsidR="00563EDE" w:rsidRPr="0096295D" w:rsidRDefault="00563EDE" w:rsidP="00E352DD">
      <w:pPr>
        <w:pStyle w:val="Paragraph"/>
      </w:pPr>
    </w:p>
    <w:p w14:paraId="045B1B12" w14:textId="77777777" w:rsidR="00563EDE" w:rsidRPr="0096295D" w:rsidRDefault="00563EDE" w:rsidP="00E352DD">
      <w:pPr>
        <w:pStyle w:val="Paragraph"/>
      </w:pPr>
    </w:p>
    <w:p w14:paraId="32400B52" w14:textId="1592C89F" w:rsidR="00563EDE" w:rsidRPr="0096295D" w:rsidRDefault="00563EDE" w:rsidP="00563EDE">
      <w:pPr>
        <w:pStyle w:val="Caption"/>
        <w:keepNext/>
        <w:jc w:val="center"/>
        <w:rPr>
          <w:i w:val="0"/>
          <w:iCs w:val="0"/>
          <w:color w:val="auto"/>
        </w:rPr>
      </w:pPr>
      <w:r w:rsidRPr="0096295D">
        <w:rPr>
          <w:i w:val="0"/>
          <w:iCs w:val="0"/>
          <w:color w:val="auto"/>
        </w:rPr>
        <w:t xml:space="preserve">TABLE </w:t>
      </w:r>
      <w:r w:rsidRPr="0096295D">
        <w:rPr>
          <w:i w:val="0"/>
          <w:iCs w:val="0"/>
          <w:color w:val="auto"/>
        </w:rPr>
        <w:fldChar w:fldCharType="begin"/>
      </w:r>
      <w:r w:rsidRPr="0096295D">
        <w:rPr>
          <w:i w:val="0"/>
          <w:iCs w:val="0"/>
          <w:color w:val="auto"/>
        </w:rPr>
        <w:instrText xml:space="preserve"> SEQ TABLE \* ARABIC </w:instrText>
      </w:r>
      <w:r w:rsidRPr="0096295D">
        <w:rPr>
          <w:i w:val="0"/>
          <w:iCs w:val="0"/>
          <w:color w:val="auto"/>
        </w:rPr>
        <w:fldChar w:fldCharType="separate"/>
      </w:r>
      <w:r w:rsidR="00195F82" w:rsidRPr="0096295D">
        <w:rPr>
          <w:i w:val="0"/>
          <w:iCs w:val="0"/>
          <w:noProof/>
          <w:color w:val="auto"/>
        </w:rPr>
        <w:t>7</w:t>
      </w:r>
      <w:r w:rsidRPr="0096295D">
        <w:rPr>
          <w:i w:val="0"/>
          <w:iCs w:val="0"/>
          <w:color w:val="auto"/>
        </w:rPr>
        <w:fldChar w:fldCharType="end"/>
      </w:r>
      <w:r w:rsidRPr="0096295D">
        <w:rPr>
          <w:i w:val="0"/>
          <w:iCs w:val="0"/>
          <w:color w:val="auto"/>
        </w:rPr>
        <w:t xml:space="preserve"> The degradation rate of storing energy calculation for the SR-NS composites</w:t>
      </w:r>
    </w:p>
    <w:tbl>
      <w:tblPr>
        <w:tblStyle w:val="TableGrid"/>
        <w:tblW w:w="8854" w:type="dxa"/>
        <w:tblInd w:w="270" w:type="dxa"/>
        <w:tblBorders>
          <w:left w:val="none" w:sz="0" w:space="0" w:color="auto"/>
          <w:right w:val="none" w:sz="0" w:space="0" w:color="auto"/>
        </w:tblBorders>
        <w:tblLook w:val="04A0" w:firstRow="1" w:lastRow="0" w:firstColumn="1" w:lastColumn="0" w:noHBand="0" w:noVBand="1"/>
      </w:tblPr>
      <w:tblGrid>
        <w:gridCol w:w="1335"/>
        <w:gridCol w:w="1335"/>
        <w:gridCol w:w="840"/>
        <w:gridCol w:w="1336"/>
        <w:gridCol w:w="1336"/>
        <w:gridCol w:w="1336"/>
        <w:gridCol w:w="1336"/>
      </w:tblGrid>
      <w:tr w:rsidR="00667F81" w:rsidRPr="0096295D" w14:paraId="2E7DE0E4" w14:textId="77777777" w:rsidTr="00AA504C">
        <w:tc>
          <w:tcPr>
            <w:tcW w:w="1335" w:type="dxa"/>
            <w:tcBorders>
              <w:bottom w:val="single" w:sz="4" w:space="0" w:color="auto"/>
              <w:right w:val="nil"/>
            </w:tcBorders>
          </w:tcPr>
          <w:p w14:paraId="33518941" w14:textId="5AEC5EF4" w:rsidR="00667F81" w:rsidRPr="0096295D" w:rsidRDefault="005C5FE8" w:rsidP="00B62337">
            <w:pPr>
              <w:pStyle w:val="Paragraph"/>
              <w:ind w:firstLine="0"/>
              <w:jc w:val="center"/>
              <w:rPr>
                <w:sz w:val="18"/>
                <w:szCs w:val="18"/>
              </w:rPr>
            </w:pPr>
            <w:r w:rsidRPr="0096295D">
              <w:rPr>
                <w:color w:val="4D5156"/>
                <w:sz w:val="21"/>
                <w:szCs w:val="21"/>
                <w:shd w:val="clear" w:color="auto" w:fill="FFFFFF"/>
              </w:rPr>
              <w:t>Δ</w:t>
            </w:r>
            <w:r w:rsidR="001951C8" w:rsidRPr="0096295D">
              <w:rPr>
                <w:color w:val="4D5156"/>
                <w:sz w:val="21"/>
                <w:szCs w:val="21"/>
                <w:shd w:val="clear" w:color="auto" w:fill="FFFFFF"/>
              </w:rPr>
              <w:t>x (s)</w:t>
            </w:r>
          </w:p>
        </w:tc>
        <w:tc>
          <w:tcPr>
            <w:tcW w:w="1335" w:type="dxa"/>
            <w:tcBorders>
              <w:left w:val="nil"/>
              <w:bottom w:val="single" w:sz="4" w:space="0" w:color="auto"/>
              <w:right w:val="nil"/>
            </w:tcBorders>
          </w:tcPr>
          <w:p w14:paraId="5A0B48AC" w14:textId="77777777" w:rsidR="00667F81" w:rsidRPr="0096295D" w:rsidRDefault="00667F81" w:rsidP="00B62337">
            <w:pPr>
              <w:pStyle w:val="Paragraph"/>
              <w:ind w:firstLine="0"/>
              <w:jc w:val="center"/>
              <w:rPr>
                <w:sz w:val="18"/>
                <w:szCs w:val="18"/>
              </w:rPr>
            </w:pPr>
            <w:r w:rsidRPr="0096295D">
              <w:rPr>
                <w:sz w:val="18"/>
                <w:szCs w:val="18"/>
              </w:rPr>
              <w:t>SR</w:t>
            </w:r>
          </w:p>
        </w:tc>
        <w:tc>
          <w:tcPr>
            <w:tcW w:w="840" w:type="dxa"/>
            <w:tcBorders>
              <w:left w:val="nil"/>
              <w:bottom w:val="single" w:sz="4" w:space="0" w:color="auto"/>
              <w:right w:val="nil"/>
            </w:tcBorders>
          </w:tcPr>
          <w:p w14:paraId="7DEFC1F3" w14:textId="77777777" w:rsidR="00667F81" w:rsidRPr="0096295D" w:rsidRDefault="00667F81" w:rsidP="00B62337">
            <w:pPr>
              <w:pStyle w:val="Paragraph"/>
              <w:ind w:firstLine="0"/>
              <w:jc w:val="center"/>
              <w:rPr>
                <w:sz w:val="18"/>
                <w:szCs w:val="18"/>
              </w:rPr>
            </w:pPr>
            <w:r w:rsidRPr="0096295D">
              <w:rPr>
                <w:sz w:val="18"/>
                <w:szCs w:val="18"/>
              </w:rPr>
              <w:t>SR-NS5</w:t>
            </w:r>
          </w:p>
        </w:tc>
        <w:tc>
          <w:tcPr>
            <w:tcW w:w="1336" w:type="dxa"/>
            <w:tcBorders>
              <w:left w:val="nil"/>
              <w:bottom w:val="single" w:sz="4" w:space="0" w:color="auto"/>
              <w:right w:val="nil"/>
            </w:tcBorders>
          </w:tcPr>
          <w:p w14:paraId="71F094D0" w14:textId="77777777" w:rsidR="00667F81" w:rsidRPr="0096295D" w:rsidRDefault="00667F81" w:rsidP="00B62337">
            <w:pPr>
              <w:pStyle w:val="Paragraph"/>
              <w:ind w:firstLine="0"/>
              <w:jc w:val="center"/>
              <w:rPr>
                <w:sz w:val="18"/>
                <w:szCs w:val="18"/>
              </w:rPr>
            </w:pPr>
            <w:r w:rsidRPr="0096295D">
              <w:rPr>
                <w:sz w:val="18"/>
                <w:szCs w:val="18"/>
              </w:rPr>
              <w:t>SR-NS10</w:t>
            </w:r>
          </w:p>
        </w:tc>
        <w:tc>
          <w:tcPr>
            <w:tcW w:w="1336" w:type="dxa"/>
            <w:tcBorders>
              <w:left w:val="nil"/>
              <w:bottom w:val="single" w:sz="4" w:space="0" w:color="auto"/>
              <w:right w:val="nil"/>
            </w:tcBorders>
          </w:tcPr>
          <w:p w14:paraId="3589F469" w14:textId="77777777" w:rsidR="00667F81" w:rsidRPr="0096295D" w:rsidRDefault="00667F81" w:rsidP="00B62337">
            <w:pPr>
              <w:pStyle w:val="Paragraph"/>
              <w:ind w:firstLine="0"/>
              <w:jc w:val="center"/>
              <w:rPr>
                <w:sz w:val="18"/>
                <w:szCs w:val="18"/>
              </w:rPr>
            </w:pPr>
            <w:r w:rsidRPr="0096295D">
              <w:rPr>
                <w:sz w:val="18"/>
                <w:szCs w:val="18"/>
              </w:rPr>
              <w:t>SR-NS15</w:t>
            </w:r>
          </w:p>
        </w:tc>
        <w:tc>
          <w:tcPr>
            <w:tcW w:w="1336" w:type="dxa"/>
            <w:tcBorders>
              <w:left w:val="nil"/>
              <w:bottom w:val="single" w:sz="4" w:space="0" w:color="auto"/>
              <w:right w:val="nil"/>
            </w:tcBorders>
          </w:tcPr>
          <w:p w14:paraId="08723BEF" w14:textId="77777777" w:rsidR="00667F81" w:rsidRPr="0096295D" w:rsidRDefault="00667F81" w:rsidP="00B62337">
            <w:pPr>
              <w:pStyle w:val="Paragraph"/>
              <w:ind w:firstLine="0"/>
              <w:jc w:val="center"/>
              <w:rPr>
                <w:sz w:val="18"/>
                <w:szCs w:val="18"/>
              </w:rPr>
            </w:pPr>
            <w:r w:rsidRPr="0096295D">
              <w:rPr>
                <w:sz w:val="18"/>
                <w:szCs w:val="18"/>
              </w:rPr>
              <w:t>SR-NS20</w:t>
            </w:r>
          </w:p>
        </w:tc>
        <w:tc>
          <w:tcPr>
            <w:tcW w:w="1336" w:type="dxa"/>
            <w:tcBorders>
              <w:left w:val="nil"/>
              <w:bottom w:val="single" w:sz="4" w:space="0" w:color="auto"/>
            </w:tcBorders>
          </w:tcPr>
          <w:p w14:paraId="217206DC" w14:textId="77777777" w:rsidR="00667F81" w:rsidRPr="0096295D" w:rsidRDefault="00667F81" w:rsidP="00B62337">
            <w:pPr>
              <w:pStyle w:val="Paragraph"/>
              <w:ind w:firstLine="0"/>
              <w:jc w:val="center"/>
              <w:rPr>
                <w:sz w:val="18"/>
                <w:szCs w:val="18"/>
              </w:rPr>
            </w:pPr>
            <w:r w:rsidRPr="0096295D">
              <w:rPr>
                <w:sz w:val="18"/>
                <w:szCs w:val="18"/>
              </w:rPr>
              <w:t>SR-NS25</w:t>
            </w:r>
          </w:p>
        </w:tc>
      </w:tr>
      <w:tr w:rsidR="00F73D7C" w:rsidRPr="0096295D" w14:paraId="4D5E515B" w14:textId="77777777" w:rsidTr="00AA504C">
        <w:tc>
          <w:tcPr>
            <w:tcW w:w="1335" w:type="dxa"/>
            <w:tcBorders>
              <w:bottom w:val="nil"/>
              <w:right w:val="nil"/>
            </w:tcBorders>
            <w:vAlign w:val="bottom"/>
          </w:tcPr>
          <w:p w14:paraId="2E2962CC" w14:textId="16B31FD9"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10 – 20</w:t>
            </w:r>
          </w:p>
        </w:tc>
        <w:tc>
          <w:tcPr>
            <w:tcW w:w="1335" w:type="dxa"/>
            <w:tcBorders>
              <w:left w:val="nil"/>
              <w:bottom w:val="nil"/>
              <w:right w:val="nil"/>
            </w:tcBorders>
            <w:vAlign w:val="bottom"/>
          </w:tcPr>
          <w:p w14:paraId="04BFE908" w14:textId="06A96780"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57%</w:t>
            </w:r>
          </w:p>
        </w:tc>
        <w:tc>
          <w:tcPr>
            <w:tcW w:w="840" w:type="dxa"/>
            <w:tcBorders>
              <w:left w:val="nil"/>
              <w:bottom w:val="nil"/>
              <w:right w:val="nil"/>
            </w:tcBorders>
            <w:vAlign w:val="bottom"/>
          </w:tcPr>
          <w:p w14:paraId="515B7EDE" w14:textId="2BF44AE1"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71%</w:t>
            </w:r>
          </w:p>
        </w:tc>
        <w:tc>
          <w:tcPr>
            <w:tcW w:w="1336" w:type="dxa"/>
            <w:tcBorders>
              <w:left w:val="nil"/>
              <w:bottom w:val="nil"/>
              <w:right w:val="nil"/>
            </w:tcBorders>
            <w:vAlign w:val="bottom"/>
          </w:tcPr>
          <w:p w14:paraId="3E1EF5DF" w14:textId="55E9681D"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62%</w:t>
            </w:r>
          </w:p>
        </w:tc>
        <w:tc>
          <w:tcPr>
            <w:tcW w:w="1336" w:type="dxa"/>
            <w:tcBorders>
              <w:left w:val="nil"/>
              <w:bottom w:val="nil"/>
              <w:right w:val="nil"/>
            </w:tcBorders>
            <w:vAlign w:val="bottom"/>
          </w:tcPr>
          <w:p w14:paraId="44CB4314" w14:textId="764BFA39"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52%</w:t>
            </w:r>
          </w:p>
        </w:tc>
        <w:tc>
          <w:tcPr>
            <w:tcW w:w="1336" w:type="dxa"/>
            <w:tcBorders>
              <w:left w:val="nil"/>
              <w:bottom w:val="nil"/>
              <w:right w:val="nil"/>
            </w:tcBorders>
            <w:vAlign w:val="bottom"/>
          </w:tcPr>
          <w:p w14:paraId="44D932A7" w14:textId="5BCB46CE"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63%</w:t>
            </w:r>
          </w:p>
        </w:tc>
        <w:tc>
          <w:tcPr>
            <w:tcW w:w="1336" w:type="dxa"/>
            <w:tcBorders>
              <w:left w:val="nil"/>
              <w:bottom w:val="nil"/>
            </w:tcBorders>
            <w:vAlign w:val="bottom"/>
          </w:tcPr>
          <w:p w14:paraId="5B790915" w14:textId="20682E78"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71%</w:t>
            </w:r>
          </w:p>
        </w:tc>
      </w:tr>
      <w:tr w:rsidR="00F73D7C" w:rsidRPr="0096295D" w14:paraId="543B791E" w14:textId="77777777" w:rsidTr="00AA504C">
        <w:tc>
          <w:tcPr>
            <w:tcW w:w="1335" w:type="dxa"/>
            <w:tcBorders>
              <w:top w:val="nil"/>
              <w:bottom w:val="nil"/>
              <w:right w:val="nil"/>
            </w:tcBorders>
            <w:vAlign w:val="bottom"/>
          </w:tcPr>
          <w:p w14:paraId="3663EB06" w14:textId="621D1A37" w:rsidR="00F73D7C" w:rsidRPr="0096295D" w:rsidRDefault="00F73D7C" w:rsidP="00F73D7C">
            <w:pPr>
              <w:pStyle w:val="Paragraph"/>
              <w:ind w:firstLine="0"/>
              <w:jc w:val="center"/>
              <w:rPr>
                <w:sz w:val="18"/>
                <w:szCs w:val="18"/>
              </w:rPr>
            </w:pPr>
            <w:r w:rsidRPr="0096295D">
              <w:rPr>
                <w:sz w:val="18"/>
                <w:szCs w:val="18"/>
              </w:rPr>
              <w:t>20 – 30</w:t>
            </w:r>
          </w:p>
        </w:tc>
        <w:tc>
          <w:tcPr>
            <w:tcW w:w="1335" w:type="dxa"/>
            <w:tcBorders>
              <w:top w:val="nil"/>
              <w:left w:val="nil"/>
              <w:bottom w:val="nil"/>
              <w:right w:val="nil"/>
            </w:tcBorders>
            <w:vAlign w:val="bottom"/>
          </w:tcPr>
          <w:p w14:paraId="323C0C4A" w14:textId="57CB7F12"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39%</w:t>
            </w:r>
          </w:p>
        </w:tc>
        <w:tc>
          <w:tcPr>
            <w:tcW w:w="840" w:type="dxa"/>
            <w:tcBorders>
              <w:top w:val="nil"/>
              <w:left w:val="nil"/>
              <w:bottom w:val="nil"/>
              <w:right w:val="nil"/>
            </w:tcBorders>
            <w:vAlign w:val="bottom"/>
          </w:tcPr>
          <w:p w14:paraId="44B034D2" w14:textId="34D6A856"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52%</w:t>
            </w:r>
          </w:p>
        </w:tc>
        <w:tc>
          <w:tcPr>
            <w:tcW w:w="1336" w:type="dxa"/>
            <w:tcBorders>
              <w:top w:val="nil"/>
              <w:left w:val="nil"/>
              <w:bottom w:val="nil"/>
              <w:right w:val="nil"/>
            </w:tcBorders>
            <w:vAlign w:val="bottom"/>
          </w:tcPr>
          <w:p w14:paraId="36E73022" w14:textId="2A04BA12"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43%</w:t>
            </w:r>
          </w:p>
        </w:tc>
        <w:tc>
          <w:tcPr>
            <w:tcW w:w="1336" w:type="dxa"/>
            <w:tcBorders>
              <w:top w:val="nil"/>
              <w:left w:val="nil"/>
              <w:bottom w:val="nil"/>
              <w:right w:val="nil"/>
            </w:tcBorders>
            <w:vAlign w:val="bottom"/>
          </w:tcPr>
          <w:p w14:paraId="5E2E6C01" w14:textId="1262FB51"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35%</w:t>
            </w:r>
          </w:p>
        </w:tc>
        <w:tc>
          <w:tcPr>
            <w:tcW w:w="1336" w:type="dxa"/>
            <w:tcBorders>
              <w:top w:val="nil"/>
              <w:left w:val="nil"/>
              <w:bottom w:val="nil"/>
              <w:right w:val="nil"/>
            </w:tcBorders>
            <w:vAlign w:val="bottom"/>
          </w:tcPr>
          <w:p w14:paraId="35F25288" w14:textId="7A4FFD6E"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44%</w:t>
            </w:r>
          </w:p>
        </w:tc>
        <w:tc>
          <w:tcPr>
            <w:tcW w:w="1336" w:type="dxa"/>
            <w:tcBorders>
              <w:top w:val="nil"/>
              <w:left w:val="nil"/>
              <w:bottom w:val="nil"/>
            </w:tcBorders>
            <w:vAlign w:val="bottom"/>
          </w:tcPr>
          <w:p w14:paraId="2C550206" w14:textId="69BA6F34"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51%</w:t>
            </w:r>
          </w:p>
        </w:tc>
      </w:tr>
      <w:tr w:rsidR="00F73D7C" w:rsidRPr="0096295D" w14:paraId="78C8F3FE" w14:textId="77777777" w:rsidTr="00AA504C">
        <w:tc>
          <w:tcPr>
            <w:tcW w:w="1335" w:type="dxa"/>
            <w:tcBorders>
              <w:top w:val="nil"/>
              <w:bottom w:val="nil"/>
              <w:right w:val="nil"/>
            </w:tcBorders>
            <w:vAlign w:val="bottom"/>
          </w:tcPr>
          <w:p w14:paraId="08A2650B" w14:textId="005077B0" w:rsidR="00F73D7C" w:rsidRPr="0096295D" w:rsidRDefault="00F73D7C" w:rsidP="00F73D7C">
            <w:pPr>
              <w:pStyle w:val="Paragraph"/>
              <w:ind w:firstLine="0"/>
              <w:jc w:val="center"/>
              <w:rPr>
                <w:sz w:val="18"/>
                <w:szCs w:val="18"/>
              </w:rPr>
            </w:pPr>
            <w:r w:rsidRPr="0096295D">
              <w:rPr>
                <w:sz w:val="18"/>
                <w:szCs w:val="18"/>
              </w:rPr>
              <w:t>30 – 40</w:t>
            </w:r>
          </w:p>
        </w:tc>
        <w:tc>
          <w:tcPr>
            <w:tcW w:w="1335" w:type="dxa"/>
            <w:tcBorders>
              <w:top w:val="nil"/>
              <w:left w:val="nil"/>
              <w:bottom w:val="nil"/>
              <w:right w:val="nil"/>
            </w:tcBorders>
            <w:vAlign w:val="bottom"/>
          </w:tcPr>
          <w:p w14:paraId="590B151C" w14:textId="3048FCAD"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29%</w:t>
            </w:r>
          </w:p>
        </w:tc>
        <w:tc>
          <w:tcPr>
            <w:tcW w:w="840" w:type="dxa"/>
            <w:tcBorders>
              <w:top w:val="nil"/>
              <w:left w:val="nil"/>
              <w:bottom w:val="nil"/>
              <w:right w:val="nil"/>
            </w:tcBorders>
            <w:vAlign w:val="bottom"/>
          </w:tcPr>
          <w:p w14:paraId="1935C344" w14:textId="7B124A11"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40%</w:t>
            </w:r>
          </w:p>
        </w:tc>
        <w:tc>
          <w:tcPr>
            <w:tcW w:w="1336" w:type="dxa"/>
            <w:tcBorders>
              <w:top w:val="nil"/>
              <w:left w:val="nil"/>
              <w:bottom w:val="nil"/>
              <w:right w:val="nil"/>
            </w:tcBorders>
            <w:vAlign w:val="bottom"/>
          </w:tcPr>
          <w:p w14:paraId="3E90D75A" w14:textId="07B06A7C"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33%</w:t>
            </w:r>
          </w:p>
        </w:tc>
        <w:tc>
          <w:tcPr>
            <w:tcW w:w="1336" w:type="dxa"/>
            <w:tcBorders>
              <w:top w:val="nil"/>
              <w:left w:val="nil"/>
              <w:bottom w:val="nil"/>
              <w:right w:val="nil"/>
            </w:tcBorders>
            <w:vAlign w:val="bottom"/>
          </w:tcPr>
          <w:p w14:paraId="55A274C1" w14:textId="15F1D7B6"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26%</w:t>
            </w:r>
          </w:p>
        </w:tc>
        <w:tc>
          <w:tcPr>
            <w:tcW w:w="1336" w:type="dxa"/>
            <w:tcBorders>
              <w:top w:val="nil"/>
              <w:left w:val="nil"/>
              <w:bottom w:val="nil"/>
              <w:right w:val="nil"/>
            </w:tcBorders>
            <w:vAlign w:val="bottom"/>
          </w:tcPr>
          <w:p w14:paraId="546600E1" w14:textId="79ED3196"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34%</w:t>
            </w:r>
          </w:p>
        </w:tc>
        <w:tc>
          <w:tcPr>
            <w:tcW w:w="1336" w:type="dxa"/>
            <w:tcBorders>
              <w:top w:val="nil"/>
              <w:left w:val="nil"/>
              <w:bottom w:val="nil"/>
            </w:tcBorders>
            <w:vAlign w:val="bottom"/>
          </w:tcPr>
          <w:p w14:paraId="683C9FBD" w14:textId="1B944AD8"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40%</w:t>
            </w:r>
          </w:p>
        </w:tc>
      </w:tr>
      <w:tr w:rsidR="00F73D7C" w:rsidRPr="0096295D" w14:paraId="5DECC01A" w14:textId="77777777" w:rsidTr="00AA504C">
        <w:tc>
          <w:tcPr>
            <w:tcW w:w="1335" w:type="dxa"/>
            <w:tcBorders>
              <w:top w:val="nil"/>
              <w:bottom w:val="nil"/>
              <w:right w:val="nil"/>
            </w:tcBorders>
            <w:vAlign w:val="bottom"/>
          </w:tcPr>
          <w:p w14:paraId="50454B69" w14:textId="33296134" w:rsidR="00F73D7C" w:rsidRPr="0096295D" w:rsidRDefault="00F73D7C" w:rsidP="00F73D7C">
            <w:pPr>
              <w:pStyle w:val="Paragraph"/>
              <w:ind w:firstLine="0"/>
              <w:jc w:val="center"/>
              <w:rPr>
                <w:sz w:val="18"/>
                <w:szCs w:val="18"/>
              </w:rPr>
            </w:pPr>
            <w:r w:rsidRPr="0096295D">
              <w:rPr>
                <w:sz w:val="18"/>
                <w:szCs w:val="18"/>
              </w:rPr>
              <w:t xml:space="preserve">40 – 50 </w:t>
            </w:r>
          </w:p>
        </w:tc>
        <w:tc>
          <w:tcPr>
            <w:tcW w:w="1335" w:type="dxa"/>
            <w:tcBorders>
              <w:top w:val="nil"/>
              <w:left w:val="nil"/>
              <w:bottom w:val="nil"/>
              <w:right w:val="nil"/>
            </w:tcBorders>
            <w:vAlign w:val="bottom"/>
          </w:tcPr>
          <w:p w14:paraId="0D6AE9F8" w14:textId="230803FB"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24%</w:t>
            </w:r>
          </w:p>
        </w:tc>
        <w:tc>
          <w:tcPr>
            <w:tcW w:w="840" w:type="dxa"/>
            <w:tcBorders>
              <w:top w:val="nil"/>
              <w:left w:val="nil"/>
              <w:bottom w:val="nil"/>
              <w:right w:val="nil"/>
            </w:tcBorders>
            <w:vAlign w:val="bottom"/>
          </w:tcPr>
          <w:p w14:paraId="599E7502" w14:textId="058D80EA"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33%</w:t>
            </w:r>
          </w:p>
        </w:tc>
        <w:tc>
          <w:tcPr>
            <w:tcW w:w="1336" w:type="dxa"/>
            <w:tcBorders>
              <w:top w:val="nil"/>
              <w:left w:val="nil"/>
              <w:bottom w:val="nil"/>
              <w:right w:val="nil"/>
            </w:tcBorders>
            <w:vAlign w:val="bottom"/>
          </w:tcPr>
          <w:p w14:paraId="2EFBA41F" w14:textId="2097447C"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27%</w:t>
            </w:r>
          </w:p>
        </w:tc>
        <w:tc>
          <w:tcPr>
            <w:tcW w:w="1336" w:type="dxa"/>
            <w:tcBorders>
              <w:top w:val="nil"/>
              <w:left w:val="nil"/>
              <w:bottom w:val="nil"/>
              <w:right w:val="nil"/>
            </w:tcBorders>
            <w:vAlign w:val="bottom"/>
          </w:tcPr>
          <w:p w14:paraId="06D3FD4D" w14:textId="662B1AB7"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21%</w:t>
            </w:r>
          </w:p>
        </w:tc>
        <w:tc>
          <w:tcPr>
            <w:tcW w:w="1336" w:type="dxa"/>
            <w:tcBorders>
              <w:top w:val="nil"/>
              <w:left w:val="nil"/>
              <w:bottom w:val="nil"/>
              <w:right w:val="nil"/>
            </w:tcBorders>
            <w:vAlign w:val="bottom"/>
          </w:tcPr>
          <w:p w14:paraId="0DA923C1" w14:textId="1EACDE3C"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28%</w:t>
            </w:r>
          </w:p>
        </w:tc>
        <w:tc>
          <w:tcPr>
            <w:tcW w:w="1336" w:type="dxa"/>
            <w:tcBorders>
              <w:top w:val="nil"/>
              <w:left w:val="nil"/>
              <w:bottom w:val="nil"/>
            </w:tcBorders>
            <w:vAlign w:val="bottom"/>
          </w:tcPr>
          <w:p w14:paraId="2CCD601B" w14:textId="68D67205"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33%</w:t>
            </w:r>
          </w:p>
        </w:tc>
      </w:tr>
      <w:tr w:rsidR="00F73D7C" w:rsidRPr="0096295D" w14:paraId="0C92B4C9" w14:textId="77777777" w:rsidTr="00AA504C">
        <w:tc>
          <w:tcPr>
            <w:tcW w:w="1335" w:type="dxa"/>
            <w:tcBorders>
              <w:top w:val="nil"/>
              <w:bottom w:val="nil"/>
              <w:right w:val="nil"/>
            </w:tcBorders>
            <w:vAlign w:val="bottom"/>
          </w:tcPr>
          <w:p w14:paraId="5E928C8C" w14:textId="1623B6C0" w:rsidR="00F73D7C" w:rsidRPr="0096295D" w:rsidRDefault="00F73D7C" w:rsidP="00F73D7C">
            <w:pPr>
              <w:pStyle w:val="Paragraph"/>
              <w:ind w:firstLine="0"/>
              <w:jc w:val="center"/>
              <w:rPr>
                <w:sz w:val="18"/>
                <w:szCs w:val="18"/>
              </w:rPr>
            </w:pPr>
            <w:r w:rsidRPr="0096295D">
              <w:rPr>
                <w:sz w:val="18"/>
                <w:szCs w:val="18"/>
              </w:rPr>
              <w:t>50 – 60</w:t>
            </w:r>
          </w:p>
        </w:tc>
        <w:tc>
          <w:tcPr>
            <w:tcW w:w="1335" w:type="dxa"/>
            <w:tcBorders>
              <w:top w:val="nil"/>
              <w:left w:val="nil"/>
              <w:bottom w:val="nil"/>
              <w:right w:val="nil"/>
            </w:tcBorders>
            <w:vAlign w:val="bottom"/>
          </w:tcPr>
          <w:p w14:paraId="3726AE4D" w14:textId="05E11BF0"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20%</w:t>
            </w:r>
          </w:p>
        </w:tc>
        <w:tc>
          <w:tcPr>
            <w:tcW w:w="840" w:type="dxa"/>
            <w:tcBorders>
              <w:top w:val="nil"/>
              <w:left w:val="nil"/>
              <w:bottom w:val="nil"/>
              <w:right w:val="nil"/>
            </w:tcBorders>
            <w:vAlign w:val="bottom"/>
          </w:tcPr>
          <w:p w14:paraId="61F998D6" w14:textId="27F96BCE"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28%</w:t>
            </w:r>
          </w:p>
        </w:tc>
        <w:tc>
          <w:tcPr>
            <w:tcW w:w="1336" w:type="dxa"/>
            <w:tcBorders>
              <w:top w:val="nil"/>
              <w:left w:val="nil"/>
              <w:bottom w:val="nil"/>
              <w:right w:val="nil"/>
            </w:tcBorders>
            <w:vAlign w:val="bottom"/>
          </w:tcPr>
          <w:p w14:paraId="3F6933EA" w14:textId="26A9785B"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23%</w:t>
            </w:r>
          </w:p>
        </w:tc>
        <w:tc>
          <w:tcPr>
            <w:tcW w:w="1336" w:type="dxa"/>
            <w:tcBorders>
              <w:top w:val="nil"/>
              <w:left w:val="nil"/>
              <w:bottom w:val="nil"/>
              <w:right w:val="nil"/>
            </w:tcBorders>
            <w:vAlign w:val="bottom"/>
          </w:tcPr>
          <w:p w14:paraId="41F9809C" w14:textId="4E7B0F94"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17%</w:t>
            </w:r>
          </w:p>
        </w:tc>
        <w:tc>
          <w:tcPr>
            <w:tcW w:w="1336" w:type="dxa"/>
            <w:tcBorders>
              <w:top w:val="nil"/>
              <w:left w:val="nil"/>
              <w:bottom w:val="nil"/>
              <w:right w:val="nil"/>
            </w:tcBorders>
            <w:vAlign w:val="bottom"/>
          </w:tcPr>
          <w:p w14:paraId="1BC7AA07" w14:textId="62117668"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23%</w:t>
            </w:r>
          </w:p>
        </w:tc>
        <w:tc>
          <w:tcPr>
            <w:tcW w:w="1336" w:type="dxa"/>
            <w:tcBorders>
              <w:top w:val="nil"/>
              <w:left w:val="nil"/>
              <w:bottom w:val="nil"/>
            </w:tcBorders>
            <w:vAlign w:val="bottom"/>
          </w:tcPr>
          <w:p w14:paraId="55D2A1B6" w14:textId="52F86539"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27%</w:t>
            </w:r>
          </w:p>
        </w:tc>
      </w:tr>
      <w:tr w:rsidR="00F73D7C" w:rsidRPr="0096295D" w14:paraId="52A6E91F" w14:textId="77777777" w:rsidTr="00AA504C">
        <w:tc>
          <w:tcPr>
            <w:tcW w:w="1335" w:type="dxa"/>
            <w:tcBorders>
              <w:top w:val="nil"/>
              <w:bottom w:val="nil"/>
              <w:right w:val="nil"/>
            </w:tcBorders>
            <w:vAlign w:val="bottom"/>
          </w:tcPr>
          <w:p w14:paraId="732E4B8C" w14:textId="2C8406B9" w:rsidR="00F73D7C" w:rsidRPr="0096295D" w:rsidRDefault="00F73D7C" w:rsidP="00F73D7C">
            <w:pPr>
              <w:pStyle w:val="Paragraph"/>
              <w:ind w:firstLine="0"/>
              <w:jc w:val="center"/>
              <w:rPr>
                <w:sz w:val="18"/>
                <w:szCs w:val="18"/>
              </w:rPr>
            </w:pPr>
            <w:r w:rsidRPr="0096295D">
              <w:rPr>
                <w:sz w:val="18"/>
                <w:szCs w:val="18"/>
              </w:rPr>
              <w:t>60 – 70</w:t>
            </w:r>
          </w:p>
        </w:tc>
        <w:tc>
          <w:tcPr>
            <w:tcW w:w="1335" w:type="dxa"/>
            <w:tcBorders>
              <w:top w:val="nil"/>
              <w:left w:val="nil"/>
              <w:bottom w:val="nil"/>
              <w:right w:val="nil"/>
            </w:tcBorders>
            <w:vAlign w:val="bottom"/>
          </w:tcPr>
          <w:p w14:paraId="52153378" w14:textId="1E5015B3"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17%</w:t>
            </w:r>
          </w:p>
        </w:tc>
        <w:tc>
          <w:tcPr>
            <w:tcW w:w="840" w:type="dxa"/>
            <w:tcBorders>
              <w:top w:val="nil"/>
              <w:left w:val="nil"/>
              <w:bottom w:val="nil"/>
              <w:right w:val="nil"/>
            </w:tcBorders>
            <w:vAlign w:val="bottom"/>
          </w:tcPr>
          <w:p w14:paraId="126454F1" w14:textId="015D2D47"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24%</w:t>
            </w:r>
          </w:p>
        </w:tc>
        <w:tc>
          <w:tcPr>
            <w:tcW w:w="1336" w:type="dxa"/>
            <w:tcBorders>
              <w:top w:val="nil"/>
              <w:left w:val="nil"/>
              <w:bottom w:val="nil"/>
              <w:right w:val="nil"/>
            </w:tcBorders>
            <w:vAlign w:val="bottom"/>
          </w:tcPr>
          <w:p w14:paraId="2E1B6CEE" w14:textId="6E9EA793"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19%</w:t>
            </w:r>
          </w:p>
        </w:tc>
        <w:tc>
          <w:tcPr>
            <w:tcW w:w="1336" w:type="dxa"/>
            <w:tcBorders>
              <w:top w:val="nil"/>
              <w:left w:val="nil"/>
              <w:bottom w:val="nil"/>
              <w:right w:val="nil"/>
            </w:tcBorders>
            <w:vAlign w:val="bottom"/>
          </w:tcPr>
          <w:p w14:paraId="6D2EB5F5" w14:textId="578FA7BD"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15%</w:t>
            </w:r>
          </w:p>
        </w:tc>
        <w:tc>
          <w:tcPr>
            <w:tcW w:w="1336" w:type="dxa"/>
            <w:tcBorders>
              <w:top w:val="nil"/>
              <w:left w:val="nil"/>
              <w:bottom w:val="nil"/>
              <w:right w:val="nil"/>
            </w:tcBorders>
            <w:vAlign w:val="bottom"/>
          </w:tcPr>
          <w:p w14:paraId="34076D7E" w14:textId="3D22F446"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20%</w:t>
            </w:r>
          </w:p>
        </w:tc>
        <w:tc>
          <w:tcPr>
            <w:tcW w:w="1336" w:type="dxa"/>
            <w:tcBorders>
              <w:top w:val="nil"/>
              <w:left w:val="nil"/>
              <w:bottom w:val="nil"/>
            </w:tcBorders>
            <w:vAlign w:val="bottom"/>
          </w:tcPr>
          <w:p w14:paraId="1C004D6C" w14:textId="0101E984"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24%</w:t>
            </w:r>
          </w:p>
        </w:tc>
      </w:tr>
      <w:tr w:rsidR="00F73D7C" w:rsidRPr="0096295D" w14:paraId="20331EB9" w14:textId="77777777" w:rsidTr="00AA504C">
        <w:tc>
          <w:tcPr>
            <w:tcW w:w="1335" w:type="dxa"/>
            <w:tcBorders>
              <w:top w:val="nil"/>
              <w:bottom w:val="nil"/>
              <w:right w:val="nil"/>
            </w:tcBorders>
            <w:vAlign w:val="bottom"/>
          </w:tcPr>
          <w:p w14:paraId="684A2FA3" w14:textId="63F143D3" w:rsidR="00F73D7C" w:rsidRPr="0096295D" w:rsidRDefault="00F73D7C" w:rsidP="00F73D7C">
            <w:pPr>
              <w:pStyle w:val="Paragraph"/>
              <w:ind w:firstLine="0"/>
              <w:jc w:val="center"/>
              <w:rPr>
                <w:sz w:val="18"/>
                <w:szCs w:val="18"/>
              </w:rPr>
            </w:pPr>
            <w:r w:rsidRPr="0096295D">
              <w:rPr>
                <w:sz w:val="18"/>
                <w:szCs w:val="18"/>
              </w:rPr>
              <w:t>70 – 80</w:t>
            </w:r>
          </w:p>
        </w:tc>
        <w:tc>
          <w:tcPr>
            <w:tcW w:w="1335" w:type="dxa"/>
            <w:tcBorders>
              <w:top w:val="nil"/>
              <w:left w:val="nil"/>
              <w:bottom w:val="nil"/>
              <w:right w:val="nil"/>
            </w:tcBorders>
            <w:vAlign w:val="bottom"/>
          </w:tcPr>
          <w:p w14:paraId="01127735" w14:textId="41681664"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15%</w:t>
            </w:r>
          </w:p>
        </w:tc>
        <w:tc>
          <w:tcPr>
            <w:tcW w:w="840" w:type="dxa"/>
            <w:tcBorders>
              <w:top w:val="nil"/>
              <w:left w:val="nil"/>
              <w:bottom w:val="nil"/>
              <w:right w:val="nil"/>
            </w:tcBorders>
            <w:vAlign w:val="bottom"/>
          </w:tcPr>
          <w:p w14:paraId="3C73CA73" w14:textId="512FBEF6"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21%</w:t>
            </w:r>
          </w:p>
        </w:tc>
        <w:tc>
          <w:tcPr>
            <w:tcW w:w="1336" w:type="dxa"/>
            <w:tcBorders>
              <w:top w:val="nil"/>
              <w:left w:val="nil"/>
              <w:bottom w:val="nil"/>
              <w:right w:val="nil"/>
            </w:tcBorders>
            <w:vAlign w:val="bottom"/>
          </w:tcPr>
          <w:p w14:paraId="412A7F56" w14:textId="2FBDD75C"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17%</w:t>
            </w:r>
          </w:p>
        </w:tc>
        <w:tc>
          <w:tcPr>
            <w:tcW w:w="1336" w:type="dxa"/>
            <w:tcBorders>
              <w:top w:val="nil"/>
              <w:left w:val="nil"/>
              <w:bottom w:val="nil"/>
              <w:right w:val="nil"/>
            </w:tcBorders>
            <w:vAlign w:val="bottom"/>
          </w:tcPr>
          <w:p w14:paraId="1663D837" w14:textId="20FB9ECB"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13%</w:t>
            </w:r>
          </w:p>
        </w:tc>
        <w:tc>
          <w:tcPr>
            <w:tcW w:w="1336" w:type="dxa"/>
            <w:tcBorders>
              <w:top w:val="nil"/>
              <w:left w:val="nil"/>
              <w:bottom w:val="nil"/>
              <w:right w:val="nil"/>
            </w:tcBorders>
            <w:vAlign w:val="bottom"/>
          </w:tcPr>
          <w:p w14:paraId="0F6A84E2" w14:textId="70079853"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18%</w:t>
            </w:r>
          </w:p>
        </w:tc>
        <w:tc>
          <w:tcPr>
            <w:tcW w:w="1336" w:type="dxa"/>
            <w:tcBorders>
              <w:top w:val="nil"/>
              <w:left w:val="nil"/>
              <w:bottom w:val="nil"/>
            </w:tcBorders>
            <w:vAlign w:val="bottom"/>
          </w:tcPr>
          <w:p w14:paraId="04788FD9" w14:textId="6E6BAC66"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21%</w:t>
            </w:r>
          </w:p>
        </w:tc>
      </w:tr>
      <w:tr w:rsidR="00F73D7C" w:rsidRPr="0096295D" w14:paraId="7D43DB12" w14:textId="77777777" w:rsidTr="00AA504C">
        <w:tc>
          <w:tcPr>
            <w:tcW w:w="1335" w:type="dxa"/>
            <w:tcBorders>
              <w:top w:val="nil"/>
              <w:bottom w:val="nil"/>
              <w:right w:val="nil"/>
            </w:tcBorders>
            <w:vAlign w:val="bottom"/>
          </w:tcPr>
          <w:p w14:paraId="642E5D19" w14:textId="29AB130C" w:rsidR="00F73D7C" w:rsidRPr="0096295D" w:rsidRDefault="00F73D7C" w:rsidP="00F73D7C">
            <w:pPr>
              <w:pStyle w:val="Paragraph"/>
              <w:ind w:firstLine="0"/>
              <w:jc w:val="center"/>
              <w:rPr>
                <w:sz w:val="18"/>
                <w:szCs w:val="18"/>
              </w:rPr>
            </w:pPr>
            <w:r w:rsidRPr="0096295D">
              <w:rPr>
                <w:sz w:val="18"/>
                <w:szCs w:val="18"/>
              </w:rPr>
              <w:t xml:space="preserve">80 – 90 </w:t>
            </w:r>
          </w:p>
        </w:tc>
        <w:tc>
          <w:tcPr>
            <w:tcW w:w="1335" w:type="dxa"/>
            <w:tcBorders>
              <w:top w:val="nil"/>
              <w:left w:val="nil"/>
              <w:bottom w:val="nil"/>
              <w:right w:val="nil"/>
            </w:tcBorders>
            <w:vAlign w:val="bottom"/>
          </w:tcPr>
          <w:p w14:paraId="61B66345" w14:textId="33C1B5D3"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13%</w:t>
            </w:r>
          </w:p>
        </w:tc>
        <w:tc>
          <w:tcPr>
            <w:tcW w:w="840" w:type="dxa"/>
            <w:tcBorders>
              <w:top w:val="nil"/>
              <w:left w:val="nil"/>
              <w:bottom w:val="nil"/>
              <w:right w:val="nil"/>
            </w:tcBorders>
            <w:vAlign w:val="bottom"/>
          </w:tcPr>
          <w:p w14:paraId="2D0B2A14" w14:textId="2969215E"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19%</w:t>
            </w:r>
          </w:p>
        </w:tc>
        <w:tc>
          <w:tcPr>
            <w:tcW w:w="1336" w:type="dxa"/>
            <w:tcBorders>
              <w:top w:val="nil"/>
              <w:left w:val="nil"/>
              <w:bottom w:val="nil"/>
              <w:right w:val="nil"/>
            </w:tcBorders>
            <w:vAlign w:val="bottom"/>
          </w:tcPr>
          <w:p w14:paraId="205A1D34" w14:textId="4131D217"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15%</w:t>
            </w:r>
          </w:p>
        </w:tc>
        <w:tc>
          <w:tcPr>
            <w:tcW w:w="1336" w:type="dxa"/>
            <w:tcBorders>
              <w:top w:val="nil"/>
              <w:left w:val="nil"/>
              <w:bottom w:val="nil"/>
              <w:right w:val="nil"/>
            </w:tcBorders>
            <w:vAlign w:val="bottom"/>
          </w:tcPr>
          <w:p w14:paraId="3C1F28DC" w14:textId="2F558603"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12%</w:t>
            </w:r>
          </w:p>
        </w:tc>
        <w:tc>
          <w:tcPr>
            <w:tcW w:w="1336" w:type="dxa"/>
            <w:tcBorders>
              <w:top w:val="nil"/>
              <w:left w:val="nil"/>
              <w:bottom w:val="nil"/>
              <w:right w:val="nil"/>
            </w:tcBorders>
            <w:vAlign w:val="bottom"/>
          </w:tcPr>
          <w:p w14:paraId="126F5904" w14:textId="7F02E9C4"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16%</w:t>
            </w:r>
          </w:p>
        </w:tc>
        <w:tc>
          <w:tcPr>
            <w:tcW w:w="1336" w:type="dxa"/>
            <w:tcBorders>
              <w:top w:val="nil"/>
              <w:left w:val="nil"/>
              <w:bottom w:val="nil"/>
            </w:tcBorders>
            <w:vAlign w:val="bottom"/>
          </w:tcPr>
          <w:p w14:paraId="54B6A0CE" w14:textId="2DCF0BC0"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19%</w:t>
            </w:r>
          </w:p>
        </w:tc>
      </w:tr>
      <w:tr w:rsidR="00F73D7C" w:rsidRPr="0096295D" w14:paraId="3D761AF0" w14:textId="77777777" w:rsidTr="00AA504C">
        <w:tc>
          <w:tcPr>
            <w:tcW w:w="1335" w:type="dxa"/>
            <w:tcBorders>
              <w:top w:val="nil"/>
              <w:bottom w:val="nil"/>
              <w:right w:val="nil"/>
            </w:tcBorders>
            <w:vAlign w:val="bottom"/>
          </w:tcPr>
          <w:p w14:paraId="2F383262" w14:textId="4CABB77A" w:rsidR="00F73D7C" w:rsidRPr="0096295D" w:rsidRDefault="00F73D7C" w:rsidP="00F73D7C">
            <w:pPr>
              <w:pStyle w:val="Paragraph"/>
              <w:ind w:firstLine="0"/>
              <w:jc w:val="center"/>
              <w:rPr>
                <w:sz w:val="18"/>
                <w:szCs w:val="18"/>
              </w:rPr>
            </w:pPr>
            <w:r w:rsidRPr="0096295D">
              <w:rPr>
                <w:sz w:val="18"/>
                <w:szCs w:val="18"/>
              </w:rPr>
              <w:t>90 – 100</w:t>
            </w:r>
          </w:p>
        </w:tc>
        <w:tc>
          <w:tcPr>
            <w:tcW w:w="1335" w:type="dxa"/>
            <w:tcBorders>
              <w:top w:val="nil"/>
              <w:left w:val="nil"/>
              <w:bottom w:val="nil"/>
              <w:right w:val="nil"/>
            </w:tcBorders>
            <w:vAlign w:val="bottom"/>
          </w:tcPr>
          <w:p w14:paraId="19F1A25C" w14:textId="7B028EDA"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12%</w:t>
            </w:r>
          </w:p>
        </w:tc>
        <w:tc>
          <w:tcPr>
            <w:tcW w:w="840" w:type="dxa"/>
            <w:tcBorders>
              <w:top w:val="nil"/>
              <w:left w:val="nil"/>
              <w:bottom w:val="nil"/>
              <w:right w:val="nil"/>
            </w:tcBorders>
            <w:vAlign w:val="bottom"/>
          </w:tcPr>
          <w:p w14:paraId="65EE6535" w14:textId="2C2F33B0"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17%</w:t>
            </w:r>
          </w:p>
        </w:tc>
        <w:tc>
          <w:tcPr>
            <w:tcW w:w="1336" w:type="dxa"/>
            <w:tcBorders>
              <w:top w:val="nil"/>
              <w:left w:val="nil"/>
              <w:bottom w:val="nil"/>
              <w:right w:val="nil"/>
            </w:tcBorders>
            <w:vAlign w:val="bottom"/>
          </w:tcPr>
          <w:p w14:paraId="05AD8E87" w14:textId="29DEAF65"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14%</w:t>
            </w:r>
          </w:p>
        </w:tc>
        <w:tc>
          <w:tcPr>
            <w:tcW w:w="1336" w:type="dxa"/>
            <w:tcBorders>
              <w:top w:val="nil"/>
              <w:left w:val="nil"/>
              <w:bottom w:val="nil"/>
              <w:right w:val="nil"/>
            </w:tcBorders>
            <w:vAlign w:val="bottom"/>
          </w:tcPr>
          <w:p w14:paraId="6E419693" w14:textId="5EFB81F8"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10%</w:t>
            </w:r>
          </w:p>
        </w:tc>
        <w:tc>
          <w:tcPr>
            <w:tcW w:w="1336" w:type="dxa"/>
            <w:tcBorders>
              <w:top w:val="nil"/>
              <w:left w:val="nil"/>
              <w:bottom w:val="nil"/>
              <w:right w:val="nil"/>
            </w:tcBorders>
            <w:vAlign w:val="bottom"/>
          </w:tcPr>
          <w:p w14:paraId="653A74D2" w14:textId="71B5DD7C"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14%</w:t>
            </w:r>
          </w:p>
        </w:tc>
        <w:tc>
          <w:tcPr>
            <w:tcW w:w="1336" w:type="dxa"/>
            <w:tcBorders>
              <w:top w:val="nil"/>
              <w:left w:val="nil"/>
              <w:bottom w:val="nil"/>
            </w:tcBorders>
            <w:vAlign w:val="bottom"/>
          </w:tcPr>
          <w:p w14:paraId="0EA07A07" w14:textId="68FEC871" w:rsidR="00F73D7C" w:rsidRPr="0096295D" w:rsidRDefault="00F73D7C" w:rsidP="00F73D7C">
            <w:pPr>
              <w:pStyle w:val="Paragraph"/>
              <w:ind w:firstLine="0"/>
              <w:jc w:val="center"/>
              <w:rPr>
                <w:sz w:val="18"/>
                <w:szCs w:val="18"/>
              </w:rPr>
            </w:pPr>
            <w:r w:rsidRPr="0096295D">
              <w:rPr>
                <w:rFonts w:ascii="Aptos Narrow" w:hAnsi="Aptos Narrow"/>
                <w:color w:val="000000"/>
                <w:sz w:val="18"/>
                <w:szCs w:val="18"/>
              </w:rPr>
              <w:t>17%</w:t>
            </w:r>
          </w:p>
        </w:tc>
      </w:tr>
      <w:tr w:rsidR="00667F81" w:rsidRPr="0096295D" w14:paraId="666C2382" w14:textId="77777777" w:rsidTr="00AA504C">
        <w:tc>
          <w:tcPr>
            <w:tcW w:w="1335" w:type="dxa"/>
            <w:tcBorders>
              <w:top w:val="nil"/>
              <w:right w:val="nil"/>
            </w:tcBorders>
          </w:tcPr>
          <w:p w14:paraId="76F42C18" w14:textId="46B84921" w:rsidR="00667F81" w:rsidRPr="0096295D" w:rsidRDefault="00667F81" w:rsidP="00667F81">
            <w:pPr>
              <w:pStyle w:val="Paragraph"/>
              <w:ind w:firstLine="0"/>
              <w:jc w:val="center"/>
              <w:rPr>
                <w:sz w:val="18"/>
                <w:szCs w:val="18"/>
              </w:rPr>
            </w:pPr>
            <w:r w:rsidRPr="0096295D">
              <w:rPr>
                <w:sz w:val="18"/>
                <w:szCs w:val="18"/>
              </w:rPr>
              <w:t>Average</w:t>
            </w:r>
          </w:p>
        </w:tc>
        <w:tc>
          <w:tcPr>
            <w:tcW w:w="1335" w:type="dxa"/>
            <w:tcBorders>
              <w:top w:val="nil"/>
              <w:left w:val="nil"/>
              <w:right w:val="nil"/>
            </w:tcBorders>
            <w:vAlign w:val="bottom"/>
          </w:tcPr>
          <w:p w14:paraId="104C9CCB" w14:textId="115C948F" w:rsidR="00667F81" w:rsidRPr="0096295D" w:rsidRDefault="00667F81" w:rsidP="00667F81">
            <w:pPr>
              <w:pStyle w:val="Paragraph"/>
              <w:ind w:firstLine="0"/>
              <w:jc w:val="center"/>
              <w:rPr>
                <w:sz w:val="18"/>
                <w:szCs w:val="18"/>
              </w:rPr>
            </w:pPr>
            <w:r w:rsidRPr="0096295D">
              <w:rPr>
                <w:rFonts w:ascii="Aptos Narrow" w:hAnsi="Aptos Narrow"/>
                <w:color w:val="000000"/>
                <w:sz w:val="18"/>
                <w:szCs w:val="18"/>
              </w:rPr>
              <w:t>25%</w:t>
            </w:r>
          </w:p>
        </w:tc>
        <w:tc>
          <w:tcPr>
            <w:tcW w:w="840" w:type="dxa"/>
            <w:tcBorders>
              <w:top w:val="nil"/>
              <w:left w:val="nil"/>
              <w:right w:val="nil"/>
            </w:tcBorders>
            <w:vAlign w:val="bottom"/>
          </w:tcPr>
          <w:p w14:paraId="6627C5D3" w14:textId="27BBEEF1" w:rsidR="00667F81" w:rsidRPr="0096295D" w:rsidRDefault="00667F81" w:rsidP="00667F81">
            <w:pPr>
              <w:pStyle w:val="Paragraph"/>
              <w:ind w:firstLine="0"/>
              <w:jc w:val="center"/>
              <w:rPr>
                <w:sz w:val="18"/>
                <w:szCs w:val="18"/>
              </w:rPr>
            </w:pPr>
            <w:r w:rsidRPr="0096295D">
              <w:rPr>
                <w:rFonts w:ascii="Aptos Narrow" w:hAnsi="Aptos Narrow"/>
                <w:color w:val="000000"/>
                <w:sz w:val="18"/>
                <w:szCs w:val="18"/>
              </w:rPr>
              <w:t>34%</w:t>
            </w:r>
          </w:p>
        </w:tc>
        <w:tc>
          <w:tcPr>
            <w:tcW w:w="1336" w:type="dxa"/>
            <w:tcBorders>
              <w:top w:val="nil"/>
              <w:left w:val="nil"/>
              <w:right w:val="nil"/>
            </w:tcBorders>
            <w:vAlign w:val="bottom"/>
          </w:tcPr>
          <w:p w14:paraId="1EDD24B1" w14:textId="6FCA67D8" w:rsidR="00667F81" w:rsidRPr="0096295D" w:rsidRDefault="00667F81" w:rsidP="00667F81">
            <w:pPr>
              <w:pStyle w:val="Paragraph"/>
              <w:ind w:firstLine="0"/>
              <w:jc w:val="center"/>
              <w:rPr>
                <w:sz w:val="18"/>
                <w:szCs w:val="18"/>
              </w:rPr>
            </w:pPr>
            <w:r w:rsidRPr="0096295D">
              <w:rPr>
                <w:rFonts w:ascii="Aptos Narrow" w:hAnsi="Aptos Narrow"/>
                <w:color w:val="000000"/>
                <w:sz w:val="18"/>
                <w:szCs w:val="18"/>
              </w:rPr>
              <w:t>28%</w:t>
            </w:r>
          </w:p>
        </w:tc>
        <w:tc>
          <w:tcPr>
            <w:tcW w:w="1336" w:type="dxa"/>
            <w:tcBorders>
              <w:top w:val="nil"/>
              <w:left w:val="nil"/>
              <w:right w:val="nil"/>
            </w:tcBorders>
            <w:vAlign w:val="bottom"/>
          </w:tcPr>
          <w:p w14:paraId="24D56981" w14:textId="42FEB092" w:rsidR="00667F81" w:rsidRPr="0096295D" w:rsidRDefault="00667F81" w:rsidP="00667F81">
            <w:pPr>
              <w:pStyle w:val="Paragraph"/>
              <w:ind w:firstLine="0"/>
              <w:jc w:val="center"/>
              <w:rPr>
                <w:sz w:val="18"/>
                <w:szCs w:val="18"/>
              </w:rPr>
            </w:pPr>
            <w:r w:rsidRPr="0096295D">
              <w:rPr>
                <w:rFonts w:ascii="Aptos Narrow" w:hAnsi="Aptos Narrow"/>
                <w:color w:val="000000"/>
                <w:sz w:val="18"/>
                <w:szCs w:val="18"/>
              </w:rPr>
              <w:t>22%</w:t>
            </w:r>
          </w:p>
        </w:tc>
        <w:tc>
          <w:tcPr>
            <w:tcW w:w="1336" w:type="dxa"/>
            <w:tcBorders>
              <w:top w:val="nil"/>
              <w:left w:val="nil"/>
              <w:right w:val="nil"/>
            </w:tcBorders>
            <w:vAlign w:val="bottom"/>
          </w:tcPr>
          <w:p w14:paraId="2A3D2D1E" w14:textId="3FC8A87B" w:rsidR="00667F81" w:rsidRPr="0096295D" w:rsidRDefault="00667F81" w:rsidP="00667F81">
            <w:pPr>
              <w:pStyle w:val="Paragraph"/>
              <w:ind w:firstLine="0"/>
              <w:jc w:val="center"/>
              <w:rPr>
                <w:sz w:val="18"/>
                <w:szCs w:val="18"/>
              </w:rPr>
            </w:pPr>
            <w:r w:rsidRPr="0096295D">
              <w:rPr>
                <w:rFonts w:ascii="Aptos Narrow" w:hAnsi="Aptos Narrow"/>
                <w:color w:val="000000"/>
                <w:sz w:val="18"/>
                <w:szCs w:val="18"/>
              </w:rPr>
              <w:t>29%</w:t>
            </w:r>
          </w:p>
        </w:tc>
        <w:tc>
          <w:tcPr>
            <w:tcW w:w="1336" w:type="dxa"/>
            <w:tcBorders>
              <w:top w:val="nil"/>
              <w:left w:val="nil"/>
            </w:tcBorders>
            <w:vAlign w:val="bottom"/>
          </w:tcPr>
          <w:p w14:paraId="07F894AB" w14:textId="0FF44F8D" w:rsidR="00667F81" w:rsidRPr="0096295D" w:rsidRDefault="00667F81" w:rsidP="00667F81">
            <w:pPr>
              <w:pStyle w:val="Paragraph"/>
              <w:ind w:firstLine="0"/>
              <w:jc w:val="center"/>
              <w:rPr>
                <w:sz w:val="18"/>
                <w:szCs w:val="18"/>
              </w:rPr>
            </w:pPr>
            <w:r w:rsidRPr="0096295D">
              <w:rPr>
                <w:rFonts w:ascii="Aptos Narrow" w:hAnsi="Aptos Narrow"/>
                <w:color w:val="000000"/>
                <w:sz w:val="18"/>
                <w:szCs w:val="18"/>
              </w:rPr>
              <w:t>34%</w:t>
            </w:r>
          </w:p>
        </w:tc>
      </w:tr>
    </w:tbl>
    <w:p w14:paraId="6C1A7AB6" w14:textId="77777777" w:rsidR="00D657B0" w:rsidRPr="0096295D" w:rsidRDefault="00D657B0" w:rsidP="00E352DD">
      <w:pPr>
        <w:pStyle w:val="Paragraph"/>
      </w:pPr>
    </w:p>
    <w:p w14:paraId="52A6710A" w14:textId="77777777" w:rsidR="00D657B0" w:rsidRPr="0096295D" w:rsidRDefault="00D657B0" w:rsidP="00E352DD">
      <w:pPr>
        <w:pStyle w:val="Paragraph"/>
      </w:pPr>
    </w:p>
    <w:p w14:paraId="35FCAE20" w14:textId="48571281" w:rsidR="004E173B" w:rsidRPr="0096295D" w:rsidRDefault="004E173B" w:rsidP="004E173B">
      <w:pPr>
        <w:pStyle w:val="Heading1"/>
      </w:pPr>
      <w:r w:rsidRPr="0096295D">
        <w:t>conclusion</w:t>
      </w:r>
    </w:p>
    <w:p w14:paraId="09806BD0" w14:textId="27B3C81E" w:rsidR="00563EDE" w:rsidRPr="0096295D" w:rsidRDefault="00563EDE" w:rsidP="00563EDE">
      <w:pPr>
        <w:pStyle w:val="Paragraph"/>
      </w:pPr>
      <w:r w:rsidRPr="0096295D">
        <w:t>The performance of SR has successfully improved with the presence of potassium chloride and sodium sulfate. The performance of SR-PC composites achieved a better result than the SR-NS</w:t>
      </w:r>
      <w:r w:rsidR="00E26B89" w:rsidRPr="0096295D">
        <w:t xml:space="preserve">, </w:t>
      </w:r>
      <w:r w:rsidR="00145B31" w:rsidRPr="0096295D">
        <w:t xml:space="preserve">which is </w:t>
      </w:r>
      <w:r w:rsidR="00E26B89" w:rsidRPr="0096295D">
        <w:t xml:space="preserve">the possible main reason that the saturation of sodium ions makes the reaction inefficient. The next step of these findings is related to improving the chemical and mechanical stability to improve the possibility of utilizing these active materials for energy storage. </w:t>
      </w:r>
      <w:r w:rsidR="00E26B89" w:rsidRPr="0096295D">
        <w:lastRenderedPageBreak/>
        <w:t xml:space="preserve">Compositing the materials with the binder or other materials </w:t>
      </w:r>
      <w:r w:rsidR="00D16999" w:rsidRPr="0096295D">
        <w:t xml:space="preserve">such as Polyaniline </w:t>
      </w:r>
      <w:r w:rsidR="00E26B89" w:rsidRPr="0096295D">
        <w:t>with cross-linkage characteristics will be a robust future improvement</w:t>
      </w:r>
      <w:r w:rsidR="00D16999" w:rsidRPr="0096295D">
        <w:t xml:space="preserve"> also improve the specific capacity since the polyaniline is a conductive polymer</w:t>
      </w:r>
      <w:r w:rsidR="00E26B89" w:rsidRPr="0096295D">
        <w:t>.</w:t>
      </w:r>
      <w:r w:rsidR="00D16999" w:rsidRPr="0096295D">
        <w:t xml:space="preserve"> The potential of industrialization of this material can be robust since the composites were built by one-hundred percent organic compound, leading to the eco-friendly material.</w:t>
      </w:r>
    </w:p>
    <w:p w14:paraId="1F8C5472" w14:textId="227384B7" w:rsidR="000D3597" w:rsidRPr="0096295D" w:rsidRDefault="0002394A" w:rsidP="00E26B89">
      <w:pPr>
        <w:pStyle w:val="Heading1"/>
      </w:pPr>
      <w:r w:rsidRPr="0096295D">
        <w:t>acknowledgments</w:t>
      </w:r>
    </w:p>
    <w:p w14:paraId="18DD2439" w14:textId="6EF9FC0E" w:rsidR="00E50631" w:rsidRPr="0096295D" w:rsidRDefault="00E26B89" w:rsidP="00E50631">
      <w:pPr>
        <w:pStyle w:val="Paragraph"/>
      </w:pPr>
      <w:r w:rsidRPr="0096295D">
        <w:t xml:space="preserve">I want to thank the Indonesia Endowment Fund for Education (LPDP) </w:t>
      </w:r>
      <w:r w:rsidR="00D16999" w:rsidRPr="0096295D">
        <w:t xml:space="preserve">with registered number 0004804/IPA/D/2/lpdp2022 </w:t>
      </w:r>
      <w:r w:rsidRPr="0096295D">
        <w:t>from the Ministry of Finance Republic Indonesia for granting the scholarship and supporting this researc</w:t>
      </w:r>
      <w:r w:rsidR="00E50631" w:rsidRPr="0096295D">
        <w:t>h.</w:t>
      </w:r>
    </w:p>
    <w:p w14:paraId="421A19DF" w14:textId="77777777" w:rsidR="00E50631" w:rsidRPr="0096295D" w:rsidRDefault="00E50631" w:rsidP="00E50631">
      <w:pPr>
        <w:pStyle w:val="Paragraph"/>
      </w:pPr>
    </w:p>
    <w:p w14:paraId="296324C0" w14:textId="77777777" w:rsidR="00E50631" w:rsidRPr="0096295D" w:rsidRDefault="00E50631" w:rsidP="00E50631">
      <w:pPr>
        <w:pStyle w:val="Paragraph"/>
      </w:pPr>
    </w:p>
    <w:p w14:paraId="31648F41" w14:textId="77777777" w:rsidR="00E50631" w:rsidRPr="0096295D" w:rsidRDefault="00E50631" w:rsidP="00E50631">
      <w:pPr>
        <w:pStyle w:val="Paragraph"/>
      </w:pPr>
    </w:p>
    <w:p w14:paraId="0378137D" w14:textId="77777777" w:rsidR="00E50631" w:rsidRPr="0096295D" w:rsidRDefault="00E50631" w:rsidP="00E50631">
      <w:pPr>
        <w:pStyle w:val="Paragraph"/>
      </w:pPr>
    </w:p>
    <w:p w14:paraId="2C8C3384" w14:textId="77777777" w:rsidR="00E50631" w:rsidRPr="0096295D" w:rsidRDefault="00E50631" w:rsidP="00E50631">
      <w:pPr>
        <w:pStyle w:val="Paragraph"/>
      </w:pPr>
    </w:p>
    <w:p w14:paraId="568A06B6" w14:textId="77777777" w:rsidR="00E50631" w:rsidRPr="0096295D" w:rsidRDefault="00E50631" w:rsidP="00E50631">
      <w:pPr>
        <w:pStyle w:val="Paragraph"/>
      </w:pPr>
    </w:p>
    <w:p w14:paraId="40877D8A" w14:textId="77777777" w:rsidR="00E50631" w:rsidRPr="0096295D" w:rsidRDefault="00E50631" w:rsidP="00E50631">
      <w:pPr>
        <w:pStyle w:val="Paragraph"/>
      </w:pPr>
    </w:p>
    <w:p w14:paraId="627F2FDF" w14:textId="77777777" w:rsidR="00E50631" w:rsidRPr="0096295D" w:rsidRDefault="00E50631" w:rsidP="00E50631">
      <w:pPr>
        <w:pStyle w:val="Paragraph"/>
      </w:pPr>
    </w:p>
    <w:p w14:paraId="29A269D4" w14:textId="77777777" w:rsidR="00E50631" w:rsidRPr="0096295D" w:rsidRDefault="00E50631" w:rsidP="00E50631">
      <w:pPr>
        <w:pStyle w:val="Paragraph"/>
      </w:pPr>
    </w:p>
    <w:p w14:paraId="076ACB0C" w14:textId="77777777" w:rsidR="00E50631" w:rsidRPr="0096295D" w:rsidRDefault="00E50631" w:rsidP="00E50631">
      <w:pPr>
        <w:pStyle w:val="Paragraph"/>
      </w:pPr>
    </w:p>
    <w:p w14:paraId="35BE6C85" w14:textId="77777777" w:rsidR="00E50631" w:rsidRPr="0096295D" w:rsidRDefault="00E50631" w:rsidP="00E50631">
      <w:pPr>
        <w:pStyle w:val="Paragraph"/>
      </w:pPr>
    </w:p>
    <w:p w14:paraId="2D6C20EA" w14:textId="77777777" w:rsidR="00E50631" w:rsidRPr="0096295D" w:rsidRDefault="00E50631" w:rsidP="00E50631">
      <w:pPr>
        <w:pStyle w:val="Paragraph"/>
      </w:pPr>
    </w:p>
    <w:p w14:paraId="74E5035D" w14:textId="77777777" w:rsidR="00E50631" w:rsidRPr="0096295D" w:rsidRDefault="00E50631" w:rsidP="00E50631">
      <w:pPr>
        <w:pStyle w:val="Paragraph"/>
      </w:pPr>
    </w:p>
    <w:p w14:paraId="0B8D28E2" w14:textId="77777777" w:rsidR="00E50631" w:rsidRPr="0096295D" w:rsidRDefault="00E50631" w:rsidP="00E50631">
      <w:pPr>
        <w:pStyle w:val="Paragraph"/>
      </w:pPr>
    </w:p>
    <w:p w14:paraId="07F551A7" w14:textId="77777777" w:rsidR="00E50631" w:rsidRPr="0096295D" w:rsidRDefault="00E50631" w:rsidP="00E50631">
      <w:pPr>
        <w:pStyle w:val="Paragraph"/>
      </w:pPr>
    </w:p>
    <w:p w14:paraId="5D53A209" w14:textId="77777777" w:rsidR="00E50631" w:rsidRPr="0096295D" w:rsidRDefault="00E50631" w:rsidP="00E50631">
      <w:pPr>
        <w:pStyle w:val="Paragraph"/>
      </w:pPr>
    </w:p>
    <w:p w14:paraId="6DB6A0DA" w14:textId="77777777" w:rsidR="00E50631" w:rsidRPr="0096295D" w:rsidRDefault="00E50631" w:rsidP="00E50631">
      <w:pPr>
        <w:pStyle w:val="Paragraph"/>
      </w:pPr>
    </w:p>
    <w:p w14:paraId="16B086CF" w14:textId="77777777" w:rsidR="00E50631" w:rsidRPr="0096295D" w:rsidRDefault="00E50631" w:rsidP="00E50631">
      <w:pPr>
        <w:pStyle w:val="Paragraph"/>
      </w:pPr>
    </w:p>
    <w:p w14:paraId="180D47EC" w14:textId="77777777" w:rsidR="00E50631" w:rsidRPr="0096295D" w:rsidRDefault="00E50631" w:rsidP="00E50631">
      <w:pPr>
        <w:pStyle w:val="Paragraph"/>
      </w:pPr>
    </w:p>
    <w:p w14:paraId="4A4A0E5D" w14:textId="77777777" w:rsidR="00E50631" w:rsidRPr="0096295D" w:rsidRDefault="00E50631" w:rsidP="00E50631">
      <w:pPr>
        <w:pStyle w:val="Paragraph"/>
      </w:pPr>
    </w:p>
    <w:p w14:paraId="5E3405B0" w14:textId="77777777" w:rsidR="00E50631" w:rsidRPr="0096295D" w:rsidRDefault="00E50631" w:rsidP="00E50631">
      <w:pPr>
        <w:pStyle w:val="Paragraph"/>
      </w:pPr>
    </w:p>
    <w:p w14:paraId="646C25D5" w14:textId="77777777" w:rsidR="00E50631" w:rsidRPr="0096295D" w:rsidRDefault="00E50631" w:rsidP="00E50631">
      <w:pPr>
        <w:pStyle w:val="Paragraph"/>
      </w:pPr>
    </w:p>
    <w:p w14:paraId="6FE139B0" w14:textId="77777777" w:rsidR="00E50631" w:rsidRPr="0096295D" w:rsidRDefault="00E50631" w:rsidP="00E50631">
      <w:pPr>
        <w:pStyle w:val="Paragraph"/>
      </w:pPr>
    </w:p>
    <w:p w14:paraId="44C70363" w14:textId="77777777" w:rsidR="00E50631" w:rsidRPr="0096295D" w:rsidRDefault="00E50631" w:rsidP="00E50631">
      <w:pPr>
        <w:pStyle w:val="Paragraph"/>
      </w:pPr>
    </w:p>
    <w:p w14:paraId="421802FB" w14:textId="65FC4E23" w:rsidR="00E50631" w:rsidRPr="0096295D" w:rsidRDefault="00E50631" w:rsidP="00E50631">
      <w:pPr>
        <w:pStyle w:val="Paragraph"/>
        <w:ind w:firstLine="0"/>
      </w:pPr>
    </w:p>
    <w:p w14:paraId="7E37AB5C" w14:textId="5DFC2535" w:rsidR="00E50631" w:rsidRPr="0096295D" w:rsidRDefault="00E50631" w:rsidP="00E50631">
      <w:pPr>
        <w:pStyle w:val="Heading1"/>
      </w:pPr>
      <w:r w:rsidRPr="0096295D">
        <w:t>references</w:t>
      </w:r>
    </w:p>
    <w:sdt>
      <w:sdtPr>
        <w:rPr>
          <w:sz w:val="20"/>
        </w:rPr>
        <w:tag w:val="MENDELEY_BIBLIOGRAPHY"/>
        <w:id w:val="-820121153"/>
        <w:placeholder>
          <w:docPart w:val="5FC52ADA285C48549D5A6428AC9A56C2"/>
        </w:placeholder>
      </w:sdtPr>
      <w:sdtEndPr>
        <w:rPr>
          <w:sz w:val="24"/>
        </w:rPr>
      </w:sdtEndPr>
      <w:sdtContent>
        <w:p w14:paraId="3A0F7BF3" w14:textId="77777777" w:rsidR="00D16999" w:rsidRPr="0096295D" w:rsidRDefault="00D16999">
          <w:pPr>
            <w:autoSpaceDE w:val="0"/>
            <w:autoSpaceDN w:val="0"/>
            <w:ind w:hanging="640"/>
            <w:divId w:val="1694110130"/>
            <w:rPr>
              <w:szCs w:val="24"/>
            </w:rPr>
          </w:pPr>
          <w:r w:rsidRPr="0096295D">
            <w:t>[1]</w:t>
          </w:r>
          <w:r w:rsidRPr="0096295D">
            <w:tab/>
            <w:t xml:space="preserve">G. A. Meehl </w:t>
          </w:r>
          <w:r w:rsidRPr="0096295D">
            <w:rPr>
              <w:i/>
              <w:iCs/>
            </w:rPr>
            <w:t>et al.</w:t>
          </w:r>
          <w:r w:rsidRPr="0096295D">
            <w:t xml:space="preserve">, “Relative outcomes of climate change mitigation related to global temperature versus sea-level rise,” </w:t>
          </w:r>
          <w:r w:rsidRPr="0096295D">
            <w:rPr>
              <w:i/>
              <w:iCs/>
            </w:rPr>
            <w:t>Nature Climate Change 2012 2:8</w:t>
          </w:r>
          <w:r w:rsidRPr="0096295D">
            <w:t xml:space="preserve">, vol. 2, no. 8, pp. 576–580, Jul. 2012, </w:t>
          </w:r>
          <w:proofErr w:type="spellStart"/>
          <w:r w:rsidRPr="0096295D">
            <w:t>doi</w:t>
          </w:r>
          <w:proofErr w:type="spellEnd"/>
          <w:r w:rsidRPr="0096295D">
            <w:t>: 10.1038/nclimate1529.</w:t>
          </w:r>
        </w:p>
        <w:p w14:paraId="7F12FAFB" w14:textId="77777777" w:rsidR="00D16999" w:rsidRPr="0096295D" w:rsidRDefault="00D16999">
          <w:pPr>
            <w:autoSpaceDE w:val="0"/>
            <w:autoSpaceDN w:val="0"/>
            <w:ind w:hanging="640"/>
            <w:divId w:val="470903133"/>
          </w:pPr>
          <w:r w:rsidRPr="0096295D">
            <w:t>[2]</w:t>
          </w:r>
          <w:r w:rsidRPr="0096295D">
            <w:tab/>
            <w:t>“Net Zero Coalition | United Nations.” Accessed: May 04, 2024. [Online]. Available: https://www.un.org/en/climatechange/net-zero-coalition</w:t>
          </w:r>
        </w:p>
        <w:p w14:paraId="163369FE" w14:textId="77777777" w:rsidR="00D16999" w:rsidRPr="0096295D" w:rsidRDefault="00D16999">
          <w:pPr>
            <w:autoSpaceDE w:val="0"/>
            <w:autoSpaceDN w:val="0"/>
            <w:ind w:hanging="640"/>
            <w:divId w:val="1601178358"/>
          </w:pPr>
          <w:r w:rsidRPr="0096295D">
            <w:t>[3]</w:t>
          </w:r>
          <w:r w:rsidRPr="0096295D">
            <w:tab/>
            <w:t>“Global primary energy consumption by fuel 2022 | Statista.” Accessed: May 04, 2024. [Online]. Available: https://remote-lib.ui.ac.id:6499/statistics/265619/primary-energy-consumption-worldwide-by-fuel/</w:t>
          </w:r>
        </w:p>
        <w:p w14:paraId="4D760406" w14:textId="77777777" w:rsidR="00D16999" w:rsidRPr="0096295D" w:rsidRDefault="00D16999">
          <w:pPr>
            <w:autoSpaceDE w:val="0"/>
            <w:autoSpaceDN w:val="0"/>
            <w:ind w:hanging="640"/>
            <w:divId w:val="103547695"/>
          </w:pPr>
          <w:r w:rsidRPr="0096295D">
            <w:t>[4]</w:t>
          </w:r>
          <w:r w:rsidRPr="0096295D">
            <w:tab/>
            <w:t>“Transport CO2 emissions shares by type | Statista.” Accessed: May 04, 2024. [Online]. Available: https://remote-lib.ui.ac.id:6499/statistics/1185535/transport-carbon-dioxide-emissions-breakdown/</w:t>
          </w:r>
        </w:p>
        <w:p w14:paraId="43853059" w14:textId="77777777" w:rsidR="00D16999" w:rsidRPr="0096295D" w:rsidRDefault="00D16999">
          <w:pPr>
            <w:autoSpaceDE w:val="0"/>
            <w:autoSpaceDN w:val="0"/>
            <w:ind w:hanging="640"/>
            <w:divId w:val="391317249"/>
          </w:pPr>
          <w:r w:rsidRPr="0096295D">
            <w:lastRenderedPageBreak/>
            <w:t>[5]</w:t>
          </w:r>
          <w:r w:rsidRPr="0096295D">
            <w:tab/>
            <w:t xml:space="preserve">S. L. Daniels, “Products of incomplete combustion (Ox, </w:t>
          </w:r>
          <w:proofErr w:type="spellStart"/>
          <w:r w:rsidRPr="0096295D">
            <w:t>COx</w:t>
          </w:r>
          <w:proofErr w:type="spellEnd"/>
          <w:r w:rsidRPr="0096295D">
            <w:t xml:space="preserve">, </w:t>
          </w:r>
          <w:proofErr w:type="spellStart"/>
          <w:r w:rsidRPr="0096295D">
            <w:t>HOx</w:t>
          </w:r>
          <w:proofErr w:type="spellEnd"/>
          <w:r w:rsidRPr="0096295D">
            <w:t xml:space="preserve">, NOx, </w:t>
          </w:r>
          <w:proofErr w:type="spellStart"/>
          <w:r w:rsidRPr="0096295D">
            <w:t>SOx</w:t>
          </w:r>
          <w:proofErr w:type="spellEnd"/>
          <w:r w:rsidRPr="0096295D">
            <w:t xml:space="preserve"> </w:t>
          </w:r>
          <w:proofErr w:type="spellStart"/>
          <w:r w:rsidRPr="0096295D">
            <w:t>ROx</w:t>
          </w:r>
          <w:proofErr w:type="spellEnd"/>
          <w:r w:rsidRPr="0096295D">
            <w:t xml:space="preserve">, </w:t>
          </w:r>
          <w:proofErr w:type="spellStart"/>
          <w:r w:rsidRPr="0096295D">
            <w:t>MOx</w:t>
          </w:r>
          <w:proofErr w:type="spellEnd"/>
          <w:r w:rsidRPr="0096295D">
            <w:t xml:space="preserve"> and </w:t>
          </w:r>
          <w:proofErr w:type="spellStart"/>
          <w:r w:rsidRPr="0096295D">
            <w:t>POx</w:t>
          </w:r>
          <w:proofErr w:type="spellEnd"/>
          <w:r w:rsidRPr="0096295D">
            <w:t xml:space="preserve">),” </w:t>
          </w:r>
          <w:r w:rsidRPr="0096295D">
            <w:rPr>
              <w:i/>
              <w:iCs/>
            </w:rPr>
            <w:t>J Hazard Mater</w:t>
          </w:r>
          <w:r w:rsidRPr="0096295D">
            <w:t xml:space="preserve">, vol. 22, no. 2, pp. 161–173, Jan. 1989, </w:t>
          </w:r>
          <w:proofErr w:type="spellStart"/>
          <w:r w:rsidRPr="0096295D">
            <w:t>doi</w:t>
          </w:r>
          <w:proofErr w:type="spellEnd"/>
          <w:r w:rsidRPr="0096295D">
            <w:t>: 10.1016/0304-3894(89)85043-5.</w:t>
          </w:r>
        </w:p>
        <w:p w14:paraId="679C9BD3" w14:textId="77777777" w:rsidR="00D16999" w:rsidRPr="0096295D" w:rsidRDefault="00D16999">
          <w:pPr>
            <w:autoSpaceDE w:val="0"/>
            <w:autoSpaceDN w:val="0"/>
            <w:ind w:hanging="640"/>
            <w:divId w:val="704140329"/>
          </w:pPr>
          <w:r w:rsidRPr="0096295D">
            <w:t>[6]</w:t>
          </w:r>
          <w:r w:rsidRPr="0096295D">
            <w:tab/>
            <w:t>“Global CO2 emissions by sector 2022 | Statista.” Accessed: May 04, 2024. [Online]. Available: https://remote-lib.ui.ac.id:6499/statistics/276480/world-carbon-dioxide-emissions-by-sector/</w:t>
          </w:r>
        </w:p>
        <w:p w14:paraId="7E12D127" w14:textId="77777777" w:rsidR="00D16999" w:rsidRPr="0096295D" w:rsidRDefault="00D16999">
          <w:pPr>
            <w:autoSpaceDE w:val="0"/>
            <w:autoSpaceDN w:val="0"/>
            <w:ind w:hanging="640"/>
            <w:divId w:val="164639521"/>
          </w:pPr>
          <w:r w:rsidRPr="0096295D">
            <w:t>[7]</w:t>
          </w:r>
          <w:r w:rsidRPr="0096295D">
            <w:tab/>
            <w:t>“OECD oil demand breakdown by sector 2022 | Statista.” Accessed: May 04, 2024. [Online]. Available: https://remote-lib.ui.ac.id:6499/statistics/307194/top-oil-consuming-sectors-worldwide/</w:t>
          </w:r>
        </w:p>
        <w:p w14:paraId="32EECDC3" w14:textId="77777777" w:rsidR="00D16999" w:rsidRPr="0096295D" w:rsidRDefault="00D16999">
          <w:pPr>
            <w:autoSpaceDE w:val="0"/>
            <w:autoSpaceDN w:val="0"/>
            <w:ind w:hanging="640"/>
            <w:divId w:val="859508262"/>
          </w:pPr>
          <w:r w:rsidRPr="0096295D">
            <w:t>[8]</w:t>
          </w:r>
          <w:r w:rsidRPr="0096295D">
            <w:tab/>
            <w:t xml:space="preserve">L. </w:t>
          </w:r>
          <w:proofErr w:type="spellStart"/>
          <w:r w:rsidRPr="0096295D">
            <w:t>Maqelepo</w:t>
          </w:r>
          <w:proofErr w:type="spellEnd"/>
          <w:r w:rsidRPr="0096295D">
            <w:t xml:space="preserve"> </w:t>
          </w:r>
          <w:r w:rsidRPr="0096295D">
            <w:rPr>
              <w:i/>
              <w:iCs/>
            </w:rPr>
            <w:t>et al.</w:t>
          </w:r>
          <w:r w:rsidRPr="0096295D">
            <w:t xml:space="preserve">, “The role of transport electrification in global climate change mitigation scenarios,” </w:t>
          </w:r>
          <w:r w:rsidRPr="0096295D">
            <w:rPr>
              <w:i/>
              <w:iCs/>
            </w:rPr>
            <w:t>Environmental Research Letters</w:t>
          </w:r>
          <w:r w:rsidRPr="0096295D">
            <w:t xml:space="preserve">, vol. 15, no. 3, p. 034019, Feb. 2020, </w:t>
          </w:r>
          <w:proofErr w:type="spellStart"/>
          <w:r w:rsidRPr="0096295D">
            <w:t>doi</w:t>
          </w:r>
          <w:proofErr w:type="spellEnd"/>
          <w:r w:rsidRPr="0096295D">
            <w:t>: 10.1088/1748-9326/AB6658.</w:t>
          </w:r>
        </w:p>
        <w:p w14:paraId="0E5890C7" w14:textId="77777777" w:rsidR="00D16999" w:rsidRPr="0096295D" w:rsidRDefault="00D16999">
          <w:pPr>
            <w:autoSpaceDE w:val="0"/>
            <w:autoSpaceDN w:val="0"/>
            <w:ind w:hanging="640"/>
            <w:divId w:val="507017201"/>
          </w:pPr>
          <w:r w:rsidRPr="0096295D">
            <w:t>[9]</w:t>
          </w:r>
          <w:r w:rsidRPr="0096295D">
            <w:tab/>
            <w:t xml:space="preserve">M. S. Kumar and S. T. Revankar, “Development scheme and key technology of an electric vehicle: An overview,” </w:t>
          </w:r>
          <w:r w:rsidRPr="0096295D">
            <w:rPr>
              <w:i/>
              <w:iCs/>
            </w:rPr>
            <w:t>Renewable and Sustainable Energy Reviews</w:t>
          </w:r>
          <w:r w:rsidRPr="0096295D">
            <w:t xml:space="preserve">, vol. 70, pp. 1266–1285, Apr. 2017, </w:t>
          </w:r>
          <w:proofErr w:type="spellStart"/>
          <w:r w:rsidRPr="0096295D">
            <w:t>doi</w:t>
          </w:r>
          <w:proofErr w:type="spellEnd"/>
          <w:r w:rsidRPr="0096295D">
            <w:t>: 10.1016/J.RSER.2016.12.027.</w:t>
          </w:r>
        </w:p>
        <w:p w14:paraId="76B6DB16" w14:textId="77777777" w:rsidR="00D16999" w:rsidRPr="0096295D" w:rsidRDefault="00D16999">
          <w:pPr>
            <w:autoSpaceDE w:val="0"/>
            <w:autoSpaceDN w:val="0"/>
            <w:ind w:hanging="640"/>
            <w:divId w:val="1588539750"/>
          </w:pPr>
          <w:r w:rsidRPr="0096295D">
            <w:t>[10]</w:t>
          </w:r>
          <w:r w:rsidRPr="0096295D">
            <w:tab/>
            <w:t xml:space="preserve">“Does It Cost More </w:t>
          </w:r>
          <w:proofErr w:type="gramStart"/>
          <w:r w:rsidRPr="0096295D">
            <w:t>To</w:t>
          </w:r>
          <w:proofErr w:type="gramEnd"/>
          <w:r w:rsidRPr="0096295D">
            <w:t xml:space="preserve"> Run </w:t>
          </w:r>
          <w:proofErr w:type="gramStart"/>
          <w:r w:rsidRPr="0096295D">
            <w:t>An</w:t>
          </w:r>
          <w:proofErr w:type="gramEnd"/>
          <w:r w:rsidRPr="0096295D">
            <w:t xml:space="preserve"> EV Or An ICE? – Forbes Advisor UK.” Accessed: May 05, 2024. [Online]. Available: https://www.forbes.com/uk/advisor/car-insurance/does-it-cost-more-to-run-an-ev-or-an-ice/</w:t>
          </w:r>
        </w:p>
        <w:p w14:paraId="5FFFCF0E" w14:textId="77777777" w:rsidR="00D16999" w:rsidRPr="0096295D" w:rsidRDefault="00D16999">
          <w:pPr>
            <w:autoSpaceDE w:val="0"/>
            <w:autoSpaceDN w:val="0"/>
            <w:ind w:hanging="640"/>
            <w:divId w:val="714431424"/>
          </w:pPr>
          <w:r w:rsidRPr="0096295D">
            <w:t>[11]</w:t>
          </w:r>
          <w:r w:rsidRPr="0096295D">
            <w:tab/>
            <w:t xml:space="preserve">C. L. Heth, “Energy on demand: A brief history of the development of the battery,” </w:t>
          </w:r>
          <w:r w:rsidRPr="0096295D">
            <w:rPr>
              <w:i/>
              <w:iCs/>
            </w:rPr>
            <w:t>An International Journal of the History of Chemistry</w:t>
          </w:r>
          <w:r w:rsidRPr="0096295D">
            <w:t xml:space="preserve">, vol. 3, no. 2, pp. 73–82, 2019, </w:t>
          </w:r>
          <w:proofErr w:type="spellStart"/>
          <w:r w:rsidRPr="0096295D">
            <w:t>doi</w:t>
          </w:r>
          <w:proofErr w:type="spellEnd"/>
          <w:r w:rsidRPr="0096295D">
            <w:t>: 10.13128/Substantia-280.</w:t>
          </w:r>
        </w:p>
        <w:p w14:paraId="73B733DC" w14:textId="77777777" w:rsidR="00D16999" w:rsidRPr="0096295D" w:rsidRDefault="00D16999">
          <w:pPr>
            <w:autoSpaceDE w:val="0"/>
            <w:autoSpaceDN w:val="0"/>
            <w:ind w:hanging="640"/>
            <w:divId w:val="826818866"/>
          </w:pPr>
          <w:r w:rsidRPr="0096295D">
            <w:t>[12]</w:t>
          </w:r>
          <w:r w:rsidRPr="0096295D">
            <w:tab/>
            <w:t xml:space="preserve">K. C. Divya and J. Østergaard, “Battery energy storage technology for power systems—An overview,” </w:t>
          </w:r>
          <w:r w:rsidRPr="0096295D">
            <w:rPr>
              <w:i/>
              <w:iCs/>
            </w:rPr>
            <w:t>Electric Power Systems Research</w:t>
          </w:r>
          <w:r w:rsidRPr="0096295D">
            <w:t xml:space="preserve">, vol. 79, no. 4, pp. 511–520, Apr. 2009, </w:t>
          </w:r>
          <w:proofErr w:type="spellStart"/>
          <w:r w:rsidRPr="0096295D">
            <w:t>doi</w:t>
          </w:r>
          <w:proofErr w:type="spellEnd"/>
          <w:r w:rsidRPr="0096295D">
            <w:t>: 10.1016/J.EPSR.2008.09.017.</w:t>
          </w:r>
        </w:p>
        <w:p w14:paraId="564D6EB7" w14:textId="77777777" w:rsidR="00D16999" w:rsidRPr="0096295D" w:rsidRDefault="00D16999">
          <w:pPr>
            <w:autoSpaceDE w:val="0"/>
            <w:autoSpaceDN w:val="0"/>
            <w:ind w:hanging="640"/>
            <w:divId w:val="228007296"/>
          </w:pPr>
          <w:r w:rsidRPr="0096295D">
            <w:t>[13]</w:t>
          </w:r>
          <w:r w:rsidRPr="0096295D">
            <w:tab/>
            <w:t xml:space="preserve">W. Chen, J. Liang, Z. Yang, and G. Li, “A review of lithium-ion battery for electric vehicle applications and beyond,” in </w:t>
          </w:r>
          <w:r w:rsidRPr="0096295D">
            <w:rPr>
              <w:i/>
              <w:iCs/>
            </w:rPr>
            <w:t>Energy Procedia</w:t>
          </w:r>
          <w:r w:rsidRPr="0096295D">
            <w:t xml:space="preserve">, Elsevier Ltd, 2019, pp. 4363–4368. </w:t>
          </w:r>
          <w:proofErr w:type="spellStart"/>
          <w:r w:rsidRPr="0096295D">
            <w:t>doi</w:t>
          </w:r>
          <w:proofErr w:type="spellEnd"/>
          <w:r w:rsidRPr="0096295D">
            <w:t>: 10.1016/j.egypro.2019.01.783.</w:t>
          </w:r>
        </w:p>
        <w:p w14:paraId="739D3C9E" w14:textId="77777777" w:rsidR="00D16999" w:rsidRPr="0096295D" w:rsidRDefault="00D16999">
          <w:pPr>
            <w:autoSpaceDE w:val="0"/>
            <w:autoSpaceDN w:val="0"/>
            <w:ind w:hanging="640"/>
            <w:divId w:val="1183784809"/>
          </w:pPr>
          <w:r w:rsidRPr="0096295D">
            <w:t>[14]</w:t>
          </w:r>
          <w:r w:rsidRPr="0096295D">
            <w:tab/>
            <w:t>“Lithium consumption distribution by application | Statista.” Accessed: May 05, 2024. [Online]. Available: https://remote-lib.ui.ac.id:6499/statistics/658332/lithium-uses-worldwide/</w:t>
          </w:r>
        </w:p>
        <w:p w14:paraId="722B66F1" w14:textId="77777777" w:rsidR="00D16999" w:rsidRPr="0096295D" w:rsidRDefault="00D16999">
          <w:pPr>
            <w:autoSpaceDE w:val="0"/>
            <w:autoSpaceDN w:val="0"/>
            <w:ind w:hanging="640"/>
            <w:divId w:val="1610157449"/>
          </w:pPr>
          <w:r w:rsidRPr="0096295D">
            <w:t>[15]</w:t>
          </w:r>
          <w:r w:rsidRPr="0096295D">
            <w:tab/>
            <w:t xml:space="preserve">J. Speirs, M. Contestabile, Y. Houari, and R. Gross, “The future of lithium availability for electric vehicle batteries,” </w:t>
          </w:r>
          <w:r w:rsidRPr="0096295D">
            <w:rPr>
              <w:i/>
              <w:iCs/>
            </w:rPr>
            <w:t>Renewable and Sustainable Energy Reviews</w:t>
          </w:r>
          <w:r w:rsidRPr="0096295D">
            <w:t xml:space="preserve">, vol. 35, pp. 183–193, Jul. 2014, </w:t>
          </w:r>
          <w:proofErr w:type="spellStart"/>
          <w:r w:rsidRPr="0096295D">
            <w:t>doi</w:t>
          </w:r>
          <w:proofErr w:type="spellEnd"/>
          <w:r w:rsidRPr="0096295D">
            <w:t>: 10.1016/J.RSER.2014.04.018.</w:t>
          </w:r>
        </w:p>
        <w:p w14:paraId="06191AF9" w14:textId="77777777" w:rsidR="00D16999" w:rsidRPr="0096295D" w:rsidRDefault="00D16999">
          <w:pPr>
            <w:autoSpaceDE w:val="0"/>
            <w:autoSpaceDN w:val="0"/>
            <w:ind w:hanging="640"/>
            <w:divId w:val="960184317"/>
          </w:pPr>
          <w:r w:rsidRPr="0096295D">
            <w:t>[16]</w:t>
          </w:r>
          <w:r w:rsidRPr="0096295D">
            <w:tab/>
            <w:t xml:space="preserve">S. Komaba </w:t>
          </w:r>
          <w:r w:rsidRPr="0096295D">
            <w:rPr>
              <w:i/>
              <w:iCs/>
            </w:rPr>
            <w:t>et al.</w:t>
          </w:r>
          <w:r w:rsidRPr="0096295D">
            <w:t xml:space="preserve">, “Electrochemical Na Insertion and Solid Electrolyte Interphase for Hard-Carbon Electrodes and Application to Na-Ion Batteries,” </w:t>
          </w:r>
          <w:r w:rsidRPr="0096295D">
            <w:rPr>
              <w:i/>
              <w:iCs/>
            </w:rPr>
            <w:t xml:space="preserve">Adv </w:t>
          </w:r>
          <w:proofErr w:type="spellStart"/>
          <w:r w:rsidRPr="0096295D">
            <w:rPr>
              <w:i/>
              <w:iCs/>
            </w:rPr>
            <w:t>Funct</w:t>
          </w:r>
          <w:proofErr w:type="spellEnd"/>
          <w:r w:rsidRPr="0096295D">
            <w:rPr>
              <w:i/>
              <w:iCs/>
            </w:rPr>
            <w:t xml:space="preserve"> Mater</w:t>
          </w:r>
          <w:r w:rsidRPr="0096295D">
            <w:t xml:space="preserve">, vol. 21, no. 20, pp. 3859–3867, Oct. 2011, </w:t>
          </w:r>
          <w:proofErr w:type="spellStart"/>
          <w:r w:rsidRPr="0096295D">
            <w:t>doi</w:t>
          </w:r>
          <w:proofErr w:type="spellEnd"/>
          <w:r w:rsidRPr="0096295D">
            <w:t>: 10.1002/ADFM.201100854.</w:t>
          </w:r>
        </w:p>
        <w:p w14:paraId="0C2C79D5" w14:textId="77777777" w:rsidR="00D16999" w:rsidRPr="0096295D" w:rsidRDefault="00D16999">
          <w:pPr>
            <w:autoSpaceDE w:val="0"/>
            <w:autoSpaceDN w:val="0"/>
            <w:ind w:hanging="640"/>
            <w:divId w:val="992830617"/>
          </w:pPr>
          <w:r w:rsidRPr="0096295D">
            <w:t>[17]</w:t>
          </w:r>
          <w:r w:rsidRPr="0096295D">
            <w:tab/>
            <w:t xml:space="preserve">J. Y. Hwang, S. T. Myung, and Y. K. Sun, “Sodium-ion batteries: Present and future,” Jun. 21, 2017, </w:t>
          </w:r>
          <w:r w:rsidRPr="0096295D">
            <w:rPr>
              <w:i/>
              <w:iCs/>
            </w:rPr>
            <w:t>Royal Society of Chemistry</w:t>
          </w:r>
          <w:r w:rsidRPr="0096295D">
            <w:t xml:space="preserve">. </w:t>
          </w:r>
          <w:proofErr w:type="spellStart"/>
          <w:r w:rsidRPr="0096295D">
            <w:t>doi</w:t>
          </w:r>
          <w:proofErr w:type="spellEnd"/>
          <w:r w:rsidRPr="0096295D">
            <w:t>: 10.1039/c6cs00776g.</w:t>
          </w:r>
        </w:p>
        <w:p w14:paraId="214A9CC6" w14:textId="77777777" w:rsidR="00D16999" w:rsidRPr="0096295D" w:rsidRDefault="00D16999">
          <w:pPr>
            <w:autoSpaceDE w:val="0"/>
            <w:autoSpaceDN w:val="0"/>
            <w:ind w:hanging="640"/>
            <w:divId w:val="924071116"/>
          </w:pPr>
          <w:r w:rsidRPr="0096295D">
            <w:t>[18]</w:t>
          </w:r>
          <w:r w:rsidRPr="0096295D">
            <w:tab/>
            <w:t xml:space="preserve">P. Adelhelm, P. Hartmann, C. L. Bender, M. Busche, C. Eufinger, and J. Janek, “From lithium to sodium: Cell chemistry of room temperature sodium-air and sodium-sulfur batteries,” </w:t>
          </w:r>
          <w:r w:rsidRPr="0096295D">
            <w:rPr>
              <w:i/>
              <w:iCs/>
            </w:rPr>
            <w:t>Beilstein Journal of Nanotechnology</w:t>
          </w:r>
          <w:r w:rsidRPr="0096295D">
            <w:t xml:space="preserve">, vol. 6, no. 1, pp. 1016–1055, 2015, </w:t>
          </w:r>
          <w:proofErr w:type="spellStart"/>
          <w:r w:rsidRPr="0096295D">
            <w:t>doi</w:t>
          </w:r>
          <w:proofErr w:type="spellEnd"/>
          <w:r w:rsidRPr="0096295D">
            <w:t>: 10.3762/bjnano.6.105.</w:t>
          </w:r>
        </w:p>
        <w:p w14:paraId="466D1AD7" w14:textId="77777777" w:rsidR="00D16999" w:rsidRPr="0096295D" w:rsidRDefault="00D16999">
          <w:pPr>
            <w:autoSpaceDE w:val="0"/>
            <w:autoSpaceDN w:val="0"/>
            <w:ind w:hanging="640"/>
            <w:divId w:val="1850292562"/>
          </w:pPr>
          <w:r w:rsidRPr="0096295D">
            <w:t>[19]</w:t>
          </w:r>
          <w:r w:rsidRPr="0096295D">
            <w:tab/>
            <w:t xml:space="preserve">B. </w:t>
          </w:r>
          <w:proofErr w:type="spellStart"/>
          <w:r w:rsidRPr="0096295D">
            <w:t>Häupler</w:t>
          </w:r>
          <w:proofErr w:type="spellEnd"/>
          <w:r w:rsidRPr="0096295D">
            <w:t xml:space="preserve">, A. Wild, and U. S. Schubert, “Carbonyls: Powerful Organic Materials for Secondary Batteries,” </w:t>
          </w:r>
          <w:r w:rsidRPr="0096295D">
            <w:rPr>
              <w:i/>
              <w:iCs/>
            </w:rPr>
            <w:t>Adv Energy Mater</w:t>
          </w:r>
          <w:r w:rsidRPr="0096295D">
            <w:t xml:space="preserve">, vol. 5, no. 11, p. 1402034, Jun. 2015, </w:t>
          </w:r>
          <w:proofErr w:type="spellStart"/>
          <w:r w:rsidRPr="0096295D">
            <w:t>doi</w:t>
          </w:r>
          <w:proofErr w:type="spellEnd"/>
          <w:r w:rsidRPr="0096295D">
            <w:t>: 10.1002/AENM.201402034.</w:t>
          </w:r>
        </w:p>
        <w:p w14:paraId="62AB8BCF" w14:textId="77777777" w:rsidR="00D16999" w:rsidRPr="0096295D" w:rsidRDefault="00D16999">
          <w:pPr>
            <w:autoSpaceDE w:val="0"/>
            <w:autoSpaceDN w:val="0"/>
            <w:ind w:hanging="640"/>
            <w:divId w:val="1998536947"/>
          </w:pPr>
          <w:r w:rsidRPr="0096295D">
            <w:lastRenderedPageBreak/>
            <w:t>[20]</w:t>
          </w:r>
          <w:r w:rsidRPr="0096295D">
            <w:tab/>
            <w:t xml:space="preserve">H. Kim </w:t>
          </w:r>
          <w:r w:rsidRPr="0096295D">
            <w:rPr>
              <w:i/>
              <w:iCs/>
            </w:rPr>
            <w:t>et al.</w:t>
          </w:r>
          <w:r w:rsidRPr="0096295D">
            <w:t xml:space="preserve">, “High Energy Organic Cathode for Sodium Rechargeable Batteries,” </w:t>
          </w:r>
          <w:r w:rsidRPr="0096295D">
            <w:rPr>
              <w:i/>
              <w:iCs/>
            </w:rPr>
            <w:t>Chemistry of Materials</w:t>
          </w:r>
          <w:r w:rsidRPr="0096295D">
            <w:t xml:space="preserve">, vol. 27, no. 21, pp. 7258–7264, Nov. 2015, </w:t>
          </w:r>
          <w:proofErr w:type="spellStart"/>
          <w:r w:rsidRPr="0096295D">
            <w:t>doi</w:t>
          </w:r>
          <w:proofErr w:type="spellEnd"/>
          <w:r w:rsidRPr="0096295D">
            <w:t>: 10.1021/ACS.CHEMMATER.5B02569/SUPPL_FILE/CM5B02569_SI_001.PDF.</w:t>
          </w:r>
        </w:p>
        <w:p w14:paraId="6A1F7F01" w14:textId="77777777" w:rsidR="00D16999" w:rsidRPr="0096295D" w:rsidRDefault="00D16999">
          <w:pPr>
            <w:autoSpaceDE w:val="0"/>
            <w:autoSpaceDN w:val="0"/>
            <w:ind w:hanging="640"/>
            <w:divId w:val="1069380425"/>
          </w:pPr>
          <w:r w:rsidRPr="0096295D">
            <w:t>[21]</w:t>
          </w:r>
          <w:r w:rsidRPr="0096295D">
            <w:tab/>
            <w:t xml:space="preserve">X. Xiang, K. Zhang, and J. Chen, “Recent advances and prospects of cathode materials for sodium-ion batteries,” Sep. 01, 2015, </w:t>
          </w:r>
          <w:r w:rsidRPr="0096295D">
            <w:rPr>
              <w:i/>
              <w:iCs/>
            </w:rPr>
            <w:t>Wiley-VCH Verlag</w:t>
          </w:r>
          <w:r w:rsidRPr="0096295D">
            <w:t xml:space="preserve">. </w:t>
          </w:r>
          <w:proofErr w:type="spellStart"/>
          <w:r w:rsidRPr="0096295D">
            <w:t>doi</w:t>
          </w:r>
          <w:proofErr w:type="spellEnd"/>
          <w:r w:rsidRPr="0096295D">
            <w:t>: 10.1002/adma.201501527.</w:t>
          </w:r>
        </w:p>
        <w:p w14:paraId="55583E66" w14:textId="77777777" w:rsidR="00D16999" w:rsidRPr="0096295D" w:rsidRDefault="00D16999">
          <w:pPr>
            <w:autoSpaceDE w:val="0"/>
            <w:autoSpaceDN w:val="0"/>
            <w:ind w:hanging="640"/>
            <w:divId w:val="472914163"/>
          </w:pPr>
          <w:r w:rsidRPr="0096295D">
            <w:t>[22]</w:t>
          </w:r>
          <w:r w:rsidRPr="0096295D">
            <w:tab/>
            <w:t xml:space="preserve">C. Wang </w:t>
          </w:r>
          <w:r w:rsidRPr="0096295D">
            <w:rPr>
              <w:i/>
              <w:iCs/>
            </w:rPr>
            <w:t>et al.</w:t>
          </w:r>
          <w:r w:rsidRPr="0096295D">
            <w:t xml:space="preserve">, “Manipulation of Disodium Rhodizonate: Factors for Fast-Charge and Fast-Discharge Sodium-Ion Batteries with Long-Term Cyclability,” </w:t>
          </w:r>
          <w:r w:rsidRPr="0096295D">
            <w:rPr>
              <w:i/>
              <w:iCs/>
            </w:rPr>
            <w:t xml:space="preserve">Adv </w:t>
          </w:r>
          <w:proofErr w:type="spellStart"/>
          <w:r w:rsidRPr="0096295D">
            <w:rPr>
              <w:i/>
              <w:iCs/>
            </w:rPr>
            <w:t>Funct</w:t>
          </w:r>
          <w:proofErr w:type="spellEnd"/>
          <w:r w:rsidRPr="0096295D">
            <w:rPr>
              <w:i/>
              <w:iCs/>
            </w:rPr>
            <w:t xml:space="preserve"> Mater</w:t>
          </w:r>
          <w:r w:rsidRPr="0096295D">
            <w:t xml:space="preserve">, vol. 26, no. 11, pp. 1777–1786, Mar. 2016, </w:t>
          </w:r>
          <w:proofErr w:type="spellStart"/>
          <w:r w:rsidRPr="0096295D">
            <w:t>doi</w:t>
          </w:r>
          <w:proofErr w:type="spellEnd"/>
          <w:r w:rsidRPr="0096295D">
            <w:t>: 10.1002/adfm.201504537.</w:t>
          </w:r>
        </w:p>
        <w:p w14:paraId="355EC49E" w14:textId="77777777" w:rsidR="00D16999" w:rsidRPr="0096295D" w:rsidRDefault="00D16999">
          <w:pPr>
            <w:autoSpaceDE w:val="0"/>
            <w:autoSpaceDN w:val="0"/>
            <w:ind w:hanging="640"/>
            <w:divId w:val="493499774"/>
          </w:pPr>
          <w:r w:rsidRPr="0096295D">
            <w:t>[23]</w:t>
          </w:r>
          <w:r w:rsidRPr="0096295D">
            <w:tab/>
            <w:t xml:space="preserve">M. Lee </w:t>
          </w:r>
          <w:r w:rsidRPr="0096295D">
            <w:rPr>
              <w:i/>
              <w:iCs/>
            </w:rPr>
            <w:t>et al.</w:t>
          </w:r>
          <w:r w:rsidRPr="0096295D">
            <w:t xml:space="preserve">, “High-performance sodium-organic battery by realizing four-sodium storage in disodium rhodizonate,” </w:t>
          </w:r>
          <w:r w:rsidRPr="0096295D">
            <w:rPr>
              <w:i/>
              <w:iCs/>
            </w:rPr>
            <w:t>Nat Energy</w:t>
          </w:r>
          <w:r w:rsidRPr="0096295D">
            <w:t xml:space="preserve">, vol. 2, no. 11, pp. 861–868, Nov. 2017, </w:t>
          </w:r>
          <w:proofErr w:type="spellStart"/>
          <w:r w:rsidRPr="0096295D">
            <w:t>doi</w:t>
          </w:r>
          <w:proofErr w:type="spellEnd"/>
          <w:r w:rsidRPr="0096295D">
            <w:t>: 10.1038/s41560-017-0014-y.</w:t>
          </w:r>
        </w:p>
        <w:p w14:paraId="0FA9BB04" w14:textId="77777777" w:rsidR="00D16999" w:rsidRPr="0096295D" w:rsidRDefault="00D16999">
          <w:pPr>
            <w:autoSpaceDE w:val="0"/>
            <w:autoSpaceDN w:val="0"/>
            <w:ind w:hanging="640"/>
            <w:divId w:val="1674214613"/>
          </w:pPr>
          <w:r w:rsidRPr="0096295D">
            <w:t>[24]</w:t>
          </w:r>
          <w:r w:rsidRPr="0096295D">
            <w:tab/>
            <w:t xml:space="preserve">Y. Huang </w:t>
          </w:r>
          <w:r w:rsidRPr="0096295D">
            <w:rPr>
              <w:i/>
              <w:iCs/>
            </w:rPr>
            <w:t>et al.</w:t>
          </w:r>
          <w:r w:rsidRPr="0096295D">
            <w:t xml:space="preserve">, “Recrystallization synthesis of disodium rhodizonate-conductive polyaniline composite with high cyclic performance as cathode material of sodium-ion battery,” </w:t>
          </w:r>
          <w:r w:rsidRPr="0096295D">
            <w:rPr>
              <w:i/>
              <w:iCs/>
            </w:rPr>
            <w:t>Appl Surf Sci</w:t>
          </w:r>
          <w:r w:rsidRPr="0096295D">
            <w:t xml:space="preserve">, vol. 499, p. 143849, Jan. 2020, </w:t>
          </w:r>
          <w:proofErr w:type="spellStart"/>
          <w:r w:rsidRPr="0096295D">
            <w:t>doi</w:t>
          </w:r>
          <w:proofErr w:type="spellEnd"/>
          <w:r w:rsidRPr="0096295D">
            <w:t>: 10.1016/J.APSUSC.2019.143849.</w:t>
          </w:r>
        </w:p>
        <w:p w14:paraId="7D784537" w14:textId="77777777" w:rsidR="00D16999" w:rsidRPr="0096295D" w:rsidRDefault="00D16999" w:rsidP="00E36419">
          <w:pPr>
            <w:autoSpaceDE w:val="0"/>
            <w:autoSpaceDN w:val="0"/>
            <w:ind w:hanging="640"/>
            <w:jc w:val="both"/>
            <w:divId w:val="1171484001"/>
          </w:pPr>
          <w:r w:rsidRPr="0096295D">
            <w:t>[25]</w:t>
          </w:r>
          <w:r w:rsidRPr="0096295D">
            <w:tab/>
            <w:t xml:space="preserve">T. V. </w:t>
          </w:r>
          <w:proofErr w:type="spellStart"/>
          <w:r w:rsidRPr="0096295D">
            <w:t>Thi</w:t>
          </w:r>
          <w:proofErr w:type="spellEnd"/>
          <w:r w:rsidRPr="0096295D">
            <w:t xml:space="preserve">, A. K. Rai, J. Gim, and J. Kim, “Potassium-doped copper oxide nanoparticles synthesized by a solvothermal method as an anode material for high-performance </w:t>
          </w:r>
          <w:proofErr w:type="gramStart"/>
          <w:r w:rsidRPr="0096295D">
            <w:t>lithium ion</w:t>
          </w:r>
          <w:proofErr w:type="gramEnd"/>
          <w:r w:rsidRPr="0096295D">
            <w:t xml:space="preserve"> secondary battery,” </w:t>
          </w:r>
          <w:r w:rsidRPr="0096295D">
            <w:rPr>
              <w:i/>
              <w:iCs/>
            </w:rPr>
            <w:t>Appl Surf Sci</w:t>
          </w:r>
          <w:r w:rsidRPr="0096295D">
            <w:t xml:space="preserve">, vol. 305, pp. 617–625, Jun. 2014, </w:t>
          </w:r>
          <w:proofErr w:type="spellStart"/>
          <w:r w:rsidRPr="0096295D">
            <w:t>doi</w:t>
          </w:r>
          <w:proofErr w:type="spellEnd"/>
          <w:r w:rsidRPr="0096295D">
            <w:t>: 10.1016/J.APSUSC.2014.03.144.</w:t>
          </w:r>
        </w:p>
        <w:p w14:paraId="0A045B1A" w14:textId="77777777" w:rsidR="00D16999" w:rsidRPr="0096295D" w:rsidRDefault="00D16999" w:rsidP="00E36419">
          <w:pPr>
            <w:autoSpaceDE w:val="0"/>
            <w:autoSpaceDN w:val="0"/>
            <w:ind w:hanging="640"/>
            <w:jc w:val="both"/>
            <w:divId w:val="2093577666"/>
          </w:pPr>
          <w:r w:rsidRPr="0096295D">
            <w:t>[26]</w:t>
          </w:r>
          <w:r w:rsidRPr="0096295D">
            <w:tab/>
            <w:t xml:space="preserve">Y. Sun </w:t>
          </w:r>
          <w:r w:rsidRPr="0096295D">
            <w:rPr>
              <w:i/>
              <w:iCs/>
            </w:rPr>
            <w:t>et al.</w:t>
          </w:r>
          <w:r w:rsidRPr="0096295D">
            <w:t xml:space="preserve">, </w:t>
          </w:r>
          <w:proofErr w:type="gramStart"/>
          <w:r w:rsidRPr="0096295D">
            <w:t>“ Study</w:t>
          </w:r>
          <w:proofErr w:type="gramEnd"/>
          <w:r w:rsidRPr="0096295D">
            <w:t xml:space="preserve"> on Potassium Doped Modification of Li 1.2 Ni 0.13 Co 0.13 Mn 0.54 O 2 Materials Synthesized by Novel Method for Lithium Ion </w:t>
          </w:r>
          <w:proofErr w:type="gramStart"/>
          <w:r w:rsidRPr="0096295D">
            <w:t>Battery ,</w:t>
          </w:r>
          <w:proofErr w:type="gramEnd"/>
          <w:r w:rsidRPr="0096295D">
            <w:t xml:space="preserve">” </w:t>
          </w:r>
          <w:r w:rsidRPr="0096295D">
            <w:rPr>
              <w:i/>
              <w:iCs/>
            </w:rPr>
            <w:t xml:space="preserve">J </w:t>
          </w:r>
          <w:proofErr w:type="spellStart"/>
          <w:r w:rsidRPr="0096295D">
            <w:rPr>
              <w:i/>
              <w:iCs/>
            </w:rPr>
            <w:t>Electrochem</w:t>
          </w:r>
          <w:proofErr w:type="spellEnd"/>
          <w:r w:rsidRPr="0096295D">
            <w:rPr>
              <w:i/>
              <w:iCs/>
            </w:rPr>
            <w:t xml:space="preserve"> Soc</w:t>
          </w:r>
          <w:r w:rsidRPr="0096295D">
            <w:t xml:space="preserve">, vol. 165, no. 2, pp. A333–A338, Jan. 2018, </w:t>
          </w:r>
          <w:proofErr w:type="spellStart"/>
          <w:r w:rsidRPr="0096295D">
            <w:t>doi</w:t>
          </w:r>
          <w:proofErr w:type="spellEnd"/>
          <w:r w:rsidRPr="0096295D">
            <w:t>: 10.1149/2.1001802JES/XML.</w:t>
          </w:r>
        </w:p>
        <w:p w14:paraId="70AA873A" w14:textId="2400BE77" w:rsidR="00E50631" w:rsidRDefault="00D16999" w:rsidP="00E36419">
          <w:pPr>
            <w:autoSpaceDE w:val="0"/>
            <w:autoSpaceDN w:val="0"/>
            <w:ind w:left="567" w:hanging="567"/>
            <w:jc w:val="both"/>
            <w:sectPr w:rsidR="00E50631" w:rsidSect="00E26B89">
              <w:pgSz w:w="12240" w:h="15840"/>
              <w:pgMar w:top="1440" w:right="1440" w:bottom="1701" w:left="1440" w:header="720" w:footer="720" w:gutter="0"/>
              <w:cols w:space="720"/>
            </w:sectPr>
          </w:pPr>
          <w:r w:rsidRPr="0096295D">
            <w:t>[27]</w:t>
          </w:r>
          <w:r w:rsidRPr="0096295D">
            <w:tab/>
            <w:t xml:space="preserve">X. Yin, K. Huang, S. Liu, H. Wang, and H. Wang, “Preparation and characterization of Na-doped LiFePO4/C composites as cathode materials for lithium-ion batteries,” </w:t>
          </w:r>
          <w:r w:rsidRPr="0096295D">
            <w:rPr>
              <w:i/>
              <w:iCs/>
            </w:rPr>
            <w:t>J Power Sources</w:t>
          </w:r>
          <w:r w:rsidRPr="0096295D">
            <w:t xml:space="preserve">, vol. 195, no. 13, pp. 4308–4312, Jul. 2010, </w:t>
          </w:r>
          <w:proofErr w:type="spellStart"/>
          <w:r w:rsidRPr="0096295D">
            <w:t>doi</w:t>
          </w:r>
          <w:proofErr w:type="spellEnd"/>
          <w:r w:rsidRPr="0096295D">
            <w:t>: 10.1016/j.jpowsour.2010.01.019</w:t>
          </w:r>
          <w:r w:rsidR="00E36419">
            <w:t>.</w:t>
          </w:r>
        </w:p>
      </w:sdtContent>
    </w:sdt>
    <w:p w14:paraId="4DE91CCB" w14:textId="77777777" w:rsidR="00326AE0" w:rsidRPr="00114AB1" w:rsidRDefault="00326AE0" w:rsidP="00E36419">
      <w:pPr>
        <w:pStyle w:val="Heading1"/>
        <w:jc w:val="left"/>
      </w:pPr>
    </w:p>
    <w:sectPr w:rsidR="00326AE0" w:rsidRPr="00114AB1" w:rsidSect="00E2741E">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839E3" w14:textId="77777777" w:rsidR="00EF0E76" w:rsidRDefault="00EF0E76" w:rsidP="00DA28D4">
      <w:r>
        <w:separator/>
      </w:r>
    </w:p>
  </w:endnote>
  <w:endnote w:type="continuationSeparator" w:id="0">
    <w:p w14:paraId="40B79B3E" w14:textId="77777777" w:rsidR="00EF0E76" w:rsidRDefault="00EF0E76" w:rsidP="00DA2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05987" w14:textId="77777777" w:rsidR="00EF0E76" w:rsidRDefault="00EF0E76" w:rsidP="00DA28D4">
      <w:r>
        <w:separator/>
      </w:r>
    </w:p>
  </w:footnote>
  <w:footnote w:type="continuationSeparator" w:id="0">
    <w:p w14:paraId="70076503" w14:textId="77777777" w:rsidR="00EF0E76" w:rsidRDefault="00EF0E76" w:rsidP="00DA28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23C7780"/>
    <w:multiLevelType w:val="hybridMultilevel"/>
    <w:tmpl w:val="1D801E5E"/>
    <w:lvl w:ilvl="0" w:tplc="AB600918">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EA37ED"/>
    <w:multiLevelType w:val="hybridMultilevel"/>
    <w:tmpl w:val="E02692C4"/>
    <w:lvl w:ilvl="0" w:tplc="2ECCD4BC">
      <w:start w:val="1"/>
      <w:numFmt w:val="lowerLetter"/>
      <w:lvlText w:val="(%1)"/>
      <w:lvlJc w:val="left"/>
      <w:pPr>
        <w:ind w:left="3244" w:hanging="360"/>
      </w:pPr>
      <w:rPr>
        <w:rFonts w:hint="default"/>
      </w:rPr>
    </w:lvl>
    <w:lvl w:ilvl="1" w:tplc="04090019" w:tentative="1">
      <w:start w:val="1"/>
      <w:numFmt w:val="lowerLetter"/>
      <w:lvlText w:val="%2."/>
      <w:lvlJc w:val="left"/>
      <w:pPr>
        <w:ind w:left="3964" w:hanging="360"/>
      </w:pPr>
    </w:lvl>
    <w:lvl w:ilvl="2" w:tplc="0409001B" w:tentative="1">
      <w:start w:val="1"/>
      <w:numFmt w:val="lowerRoman"/>
      <w:lvlText w:val="%3."/>
      <w:lvlJc w:val="right"/>
      <w:pPr>
        <w:ind w:left="4684" w:hanging="180"/>
      </w:p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1202444">
    <w:abstractNumId w:val="17"/>
  </w:num>
  <w:num w:numId="2" w16cid:durableId="413627836">
    <w:abstractNumId w:val="3"/>
  </w:num>
  <w:num w:numId="3" w16cid:durableId="448478265">
    <w:abstractNumId w:val="14"/>
  </w:num>
  <w:num w:numId="4" w16cid:durableId="409473702">
    <w:abstractNumId w:val="8"/>
  </w:num>
  <w:num w:numId="5" w16cid:durableId="1300960518">
    <w:abstractNumId w:val="13"/>
  </w:num>
  <w:num w:numId="6" w16cid:durableId="300308292">
    <w:abstractNumId w:val="4"/>
  </w:num>
  <w:num w:numId="7" w16cid:durableId="2069067372">
    <w:abstractNumId w:val="7"/>
  </w:num>
  <w:num w:numId="8" w16cid:durableId="1269464835">
    <w:abstractNumId w:val="1"/>
  </w:num>
  <w:num w:numId="9" w16cid:durableId="239214358">
    <w:abstractNumId w:val="16"/>
  </w:num>
  <w:num w:numId="10" w16cid:durableId="1174956043">
    <w:abstractNumId w:val="10"/>
  </w:num>
  <w:num w:numId="11" w16cid:durableId="2000771633">
    <w:abstractNumId w:val="15"/>
  </w:num>
  <w:num w:numId="12" w16cid:durableId="1947887629">
    <w:abstractNumId w:val="12"/>
  </w:num>
  <w:num w:numId="13" w16cid:durableId="21396040">
    <w:abstractNumId w:val="6"/>
  </w:num>
  <w:num w:numId="14" w16cid:durableId="1273515477">
    <w:abstractNumId w:val="16"/>
  </w:num>
  <w:num w:numId="15" w16cid:durableId="1742828026">
    <w:abstractNumId w:val="9"/>
  </w:num>
  <w:num w:numId="16" w16cid:durableId="1650864623">
    <w:abstractNumId w:val="6"/>
  </w:num>
  <w:num w:numId="17" w16cid:durableId="838235840">
    <w:abstractNumId w:val="6"/>
  </w:num>
  <w:num w:numId="18" w16cid:durableId="1224099748">
    <w:abstractNumId w:val="6"/>
  </w:num>
  <w:num w:numId="19" w16cid:durableId="1945528167">
    <w:abstractNumId w:val="6"/>
  </w:num>
  <w:num w:numId="20" w16cid:durableId="187763409">
    <w:abstractNumId w:val="6"/>
  </w:num>
  <w:num w:numId="21" w16cid:durableId="1790005800">
    <w:abstractNumId w:val="6"/>
  </w:num>
  <w:num w:numId="22" w16cid:durableId="1210846901">
    <w:abstractNumId w:val="6"/>
  </w:num>
  <w:num w:numId="23" w16cid:durableId="1642273274">
    <w:abstractNumId w:val="6"/>
  </w:num>
  <w:num w:numId="24" w16cid:durableId="1795252467">
    <w:abstractNumId w:val="6"/>
  </w:num>
  <w:num w:numId="25" w16cid:durableId="462887227">
    <w:abstractNumId w:val="6"/>
  </w:num>
  <w:num w:numId="26" w16cid:durableId="702828838">
    <w:abstractNumId w:val="6"/>
  </w:num>
  <w:num w:numId="27" w16cid:durableId="2017951288">
    <w:abstractNumId w:val="6"/>
  </w:num>
  <w:num w:numId="28" w16cid:durableId="1031759456">
    <w:abstractNumId w:val="6"/>
  </w:num>
  <w:num w:numId="29" w16cid:durableId="897982389">
    <w:abstractNumId w:val="13"/>
  </w:num>
  <w:num w:numId="30" w16cid:durableId="1504006501">
    <w:abstractNumId w:val="13"/>
  </w:num>
  <w:num w:numId="31" w16cid:durableId="60687721">
    <w:abstractNumId w:val="13"/>
    <w:lvlOverride w:ilvl="0">
      <w:startOverride w:val="1"/>
    </w:lvlOverride>
  </w:num>
  <w:num w:numId="32" w16cid:durableId="1970085433">
    <w:abstractNumId w:val="13"/>
  </w:num>
  <w:num w:numId="33" w16cid:durableId="411588510">
    <w:abstractNumId w:val="13"/>
    <w:lvlOverride w:ilvl="0">
      <w:startOverride w:val="1"/>
    </w:lvlOverride>
  </w:num>
  <w:num w:numId="34" w16cid:durableId="713506553">
    <w:abstractNumId w:val="13"/>
    <w:lvlOverride w:ilvl="0">
      <w:startOverride w:val="1"/>
    </w:lvlOverride>
  </w:num>
  <w:num w:numId="35" w16cid:durableId="1718969581">
    <w:abstractNumId w:val="14"/>
    <w:lvlOverride w:ilvl="0">
      <w:startOverride w:val="1"/>
    </w:lvlOverride>
  </w:num>
  <w:num w:numId="36" w16cid:durableId="2022967386">
    <w:abstractNumId w:val="14"/>
  </w:num>
  <w:num w:numId="37" w16cid:durableId="393309439">
    <w:abstractNumId w:val="14"/>
    <w:lvlOverride w:ilvl="0">
      <w:startOverride w:val="1"/>
    </w:lvlOverride>
  </w:num>
  <w:num w:numId="38" w16cid:durableId="1739286887">
    <w:abstractNumId w:val="14"/>
  </w:num>
  <w:num w:numId="39" w16cid:durableId="437288108">
    <w:abstractNumId w:val="14"/>
    <w:lvlOverride w:ilvl="0">
      <w:startOverride w:val="1"/>
    </w:lvlOverride>
  </w:num>
  <w:num w:numId="40" w16cid:durableId="1013654935">
    <w:abstractNumId w:val="14"/>
    <w:lvlOverride w:ilvl="0">
      <w:startOverride w:val="1"/>
    </w:lvlOverride>
  </w:num>
  <w:num w:numId="41" w16cid:durableId="915670822">
    <w:abstractNumId w:val="14"/>
    <w:lvlOverride w:ilvl="0">
      <w:startOverride w:val="1"/>
    </w:lvlOverride>
  </w:num>
  <w:num w:numId="42" w16cid:durableId="1631278303">
    <w:abstractNumId w:val="14"/>
  </w:num>
  <w:num w:numId="43" w16cid:durableId="207300212">
    <w:abstractNumId w:val="14"/>
  </w:num>
  <w:num w:numId="44" w16cid:durableId="1427264936">
    <w:abstractNumId w:val="2"/>
  </w:num>
  <w:num w:numId="45" w16cid:durableId="330111022">
    <w:abstractNumId w:val="0"/>
  </w:num>
  <w:num w:numId="46" w16cid:durableId="952326653">
    <w:abstractNumId w:val="11"/>
  </w:num>
  <w:num w:numId="47" w16cid:durableId="560562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7AwsDA2sTQ1MrA0NDNT0lEKTi0uzszPAykwqQUAI7NLZCwAAAA="/>
  </w:docVars>
  <w:rsids>
    <w:rsidRoot w:val="00C14B14"/>
    <w:rsid w:val="0000031F"/>
    <w:rsid w:val="00003D7C"/>
    <w:rsid w:val="00014140"/>
    <w:rsid w:val="00015480"/>
    <w:rsid w:val="0002050D"/>
    <w:rsid w:val="0002394A"/>
    <w:rsid w:val="00027428"/>
    <w:rsid w:val="00031EC9"/>
    <w:rsid w:val="000359D5"/>
    <w:rsid w:val="00035F9D"/>
    <w:rsid w:val="00037EFD"/>
    <w:rsid w:val="0004079F"/>
    <w:rsid w:val="00044990"/>
    <w:rsid w:val="00053A4E"/>
    <w:rsid w:val="00061D3F"/>
    <w:rsid w:val="00065559"/>
    <w:rsid w:val="00066FED"/>
    <w:rsid w:val="00070FB6"/>
    <w:rsid w:val="000714DC"/>
    <w:rsid w:val="00075EA6"/>
    <w:rsid w:val="0007709F"/>
    <w:rsid w:val="00083928"/>
    <w:rsid w:val="00084257"/>
    <w:rsid w:val="00086F62"/>
    <w:rsid w:val="00090674"/>
    <w:rsid w:val="0009320B"/>
    <w:rsid w:val="00094D4C"/>
    <w:rsid w:val="00096AE0"/>
    <w:rsid w:val="000A33A1"/>
    <w:rsid w:val="000B02B7"/>
    <w:rsid w:val="000B1B74"/>
    <w:rsid w:val="000B3A2D"/>
    <w:rsid w:val="000B49C0"/>
    <w:rsid w:val="000B6015"/>
    <w:rsid w:val="000C138B"/>
    <w:rsid w:val="000C3343"/>
    <w:rsid w:val="000C4182"/>
    <w:rsid w:val="000C7A83"/>
    <w:rsid w:val="000D24AA"/>
    <w:rsid w:val="000D2801"/>
    <w:rsid w:val="000D3597"/>
    <w:rsid w:val="000E1C12"/>
    <w:rsid w:val="000E382F"/>
    <w:rsid w:val="000E4177"/>
    <w:rsid w:val="000E75CD"/>
    <w:rsid w:val="000F55ED"/>
    <w:rsid w:val="000F66FB"/>
    <w:rsid w:val="001036BA"/>
    <w:rsid w:val="00113ADC"/>
    <w:rsid w:val="001146DC"/>
    <w:rsid w:val="00114AB1"/>
    <w:rsid w:val="00114ED2"/>
    <w:rsid w:val="00122DC9"/>
    <w:rsid w:val="001230FF"/>
    <w:rsid w:val="0013059F"/>
    <w:rsid w:val="00130BD7"/>
    <w:rsid w:val="00137AE2"/>
    <w:rsid w:val="00141CB3"/>
    <w:rsid w:val="0014239D"/>
    <w:rsid w:val="00142DD1"/>
    <w:rsid w:val="00145B31"/>
    <w:rsid w:val="00147D39"/>
    <w:rsid w:val="00155B67"/>
    <w:rsid w:val="001562AF"/>
    <w:rsid w:val="00156967"/>
    <w:rsid w:val="00161A5B"/>
    <w:rsid w:val="00162390"/>
    <w:rsid w:val="0016385D"/>
    <w:rsid w:val="0016782F"/>
    <w:rsid w:val="00175194"/>
    <w:rsid w:val="00180C05"/>
    <w:rsid w:val="001826B5"/>
    <w:rsid w:val="00185ECC"/>
    <w:rsid w:val="001937E9"/>
    <w:rsid w:val="0019459F"/>
    <w:rsid w:val="001951C8"/>
    <w:rsid w:val="00195F82"/>
    <w:rsid w:val="00195FEA"/>
    <w:rsid w:val="001964E5"/>
    <w:rsid w:val="001979D1"/>
    <w:rsid w:val="001A7158"/>
    <w:rsid w:val="001A7298"/>
    <w:rsid w:val="001B1D7D"/>
    <w:rsid w:val="001B23D5"/>
    <w:rsid w:val="001B263B"/>
    <w:rsid w:val="001B476A"/>
    <w:rsid w:val="001C0C6B"/>
    <w:rsid w:val="001C764F"/>
    <w:rsid w:val="001C7BB3"/>
    <w:rsid w:val="001D469C"/>
    <w:rsid w:val="001E50CF"/>
    <w:rsid w:val="001F04D2"/>
    <w:rsid w:val="001F1E74"/>
    <w:rsid w:val="001F7117"/>
    <w:rsid w:val="002039AD"/>
    <w:rsid w:val="00211D84"/>
    <w:rsid w:val="002133F2"/>
    <w:rsid w:val="0021619E"/>
    <w:rsid w:val="0023171B"/>
    <w:rsid w:val="00236353"/>
    <w:rsid w:val="00236BFC"/>
    <w:rsid w:val="00237437"/>
    <w:rsid w:val="00237A4C"/>
    <w:rsid w:val="002502FD"/>
    <w:rsid w:val="00260B48"/>
    <w:rsid w:val="0026781E"/>
    <w:rsid w:val="00274622"/>
    <w:rsid w:val="00285D24"/>
    <w:rsid w:val="00285FF8"/>
    <w:rsid w:val="00286539"/>
    <w:rsid w:val="0029035B"/>
    <w:rsid w:val="00290390"/>
    <w:rsid w:val="00290496"/>
    <w:rsid w:val="002915D3"/>
    <w:rsid w:val="002924DB"/>
    <w:rsid w:val="002941DA"/>
    <w:rsid w:val="00294726"/>
    <w:rsid w:val="002A5238"/>
    <w:rsid w:val="002A5BEA"/>
    <w:rsid w:val="002B10A8"/>
    <w:rsid w:val="002B5648"/>
    <w:rsid w:val="002B6BC9"/>
    <w:rsid w:val="002C2E8B"/>
    <w:rsid w:val="002C4BCF"/>
    <w:rsid w:val="002D4C75"/>
    <w:rsid w:val="002D5A97"/>
    <w:rsid w:val="002D7A7A"/>
    <w:rsid w:val="002E3C35"/>
    <w:rsid w:val="002E44AF"/>
    <w:rsid w:val="002F11F2"/>
    <w:rsid w:val="002F5298"/>
    <w:rsid w:val="00301F86"/>
    <w:rsid w:val="00307B01"/>
    <w:rsid w:val="003118D5"/>
    <w:rsid w:val="0031195F"/>
    <w:rsid w:val="0031573A"/>
    <w:rsid w:val="0031773D"/>
    <w:rsid w:val="0032043E"/>
    <w:rsid w:val="003253C0"/>
    <w:rsid w:val="00326AE0"/>
    <w:rsid w:val="003279B1"/>
    <w:rsid w:val="003340CC"/>
    <w:rsid w:val="00337E4F"/>
    <w:rsid w:val="00340C36"/>
    <w:rsid w:val="00340D78"/>
    <w:rsid w:val="00343732"/>
    <w:rsid w:val="003459BE"/>
    <w:rsid w:val="00346A9D"/>
    <w:rsid w:val="00360BB1"/>
    <w:rsid w:val="00364739"/>
    <w:rsid w:val="003709A8"/>
    <w:rsid w:val="0037614B"/>
    <w:rsid w:val="00380951"/>
    <w:rsid w:val="00392B85"/>
    <w:rsid w:val="0039376F"/>
    <w:rsid w:val="0039436B"/>
    <w:rsid w:val="00394B97"/>
    <w:rsid w:val="003A287B"/>
    <w:rsid w:val="003A5167"/>
    <w:rsid w:val="003A5868"/>
    <w:rsid w:val="003A5C85"/>
    <w:rsid w:val="003A61B1"/>
    <w:rsid w:val="003A7933"/>
    <w:rsid w:val="003B0050"/>
    <w:rsid w:val="003B54D5"/>
    <w:rsid w:val="003C0992"/>
    <w:rsid w:val="003C24C2"/>
    <w:rsid w:val="003C4C22"/>
    <w:rsid w:val="003C4DF0"/>
    <w:rsid w:val="003C52B3"/>
    <w:rsid w:val="003C66EF"/>
    <w:rsid w:val="003D0F4D"/>
    <w:rsid w:val="003D10C6"/>
    <w:rsid w:val="003D6312"/>
    <w:rsid w:val="003E19E3"/>
    <w:rsid w:val="003E474F"/>
    <w:rsid w:val="003E6D62"/>
    <w:rsid w:val="003E7C74"/>
    <w:rsid w:val="003F31C6"/>
    <w:rsid w:val="003F4234"/>
    <w:rsid w:val="0040225B"/>
    <w:rsid w:val="00402DA2"/>
    <w:rsid w:val="00414C04"/>
    <w:rsid w:val="00425AC2"/>
    <w:rsid w:val="00433962"/>
    <w:rsid w:val="00442DFD"/>
    <w:rsid w:val="0044771F"/>
    <w:rsid w:val="0046146E"/>
    <w:rsid w:val="00463D35"/>
    <w:rsid w:val="0047531E"/>
    <w:rsid w:val="00484F2D"/>
    <w:rsid w:val="00485F07"/>
    <w:rsid w:val="00492853"/>
    <w:rsid w:val="0049383A"/>
    <w:rsid w:val="004A31B1"/>
    <w:rsid w:val="004B151D"/>
    <w:rsid w:val="004B6535"/>
    <w:rsid w:val="004C0C89"/>
    <w:rsid w:val="004C5E26"/>
    <w:rsid w:val="004C7243"/>
    <w:rsid w:val="004D09E7"/>
    <w:rsid w:val="004D43A4"/>
    <w:rsid w:val="004D5071"/>
    <w:rsid w:val="004D7F63"/>
    <w:rsid w:val="004E173B"/>
    <w:rsid w:val="004E21DE"/>
    <w:rsid w:val="004E3611"/>
    <w:rsid w:val="004E3C57"/>
    <w:rsid w:val="004E3CB2"/>
    <w:rsid w:val="004F65ED"/>
    <w:rsid w:val="005019B7"/>
    <w:rsid w:val="00502659"/>
    <w:rsid w:val="00512EB5"/>
    <w:rsid w:val="00525813"/>
    <w:rsid w:val="00533DE0"/>
    <w:rsid w:val="0053513F"/>
    <w:rsid w:val="00540932"/>
    <w:rsid w:val="00543F7D"/>
    <w:rsid w:val="00563EDE"/>
    <w:rsid w:val="0057274F"/>
    <w:rsid w:val="00574405"/>
    <w:rsid w:val="005755F9"/>
    <w:rsid w:val="005767FA"/>
    <w:rsid w:val="00581147"/>
    <w:rsid w:val="0058314E"/>
    <w:rsid w:val="005854B0"/>
    <w:rsid w:val="00586FD3"/>
    <w:rsid w:val="00590441"/>
    <w:rsid w:val="005A08C0"/>
    <w:rsid w:val="005A0E21"/>
    <w:rsid w:val="005A204A"/>
    <w:rsid w:val="005A263D"/>
    <w:rsid w:val="005A76AF"/>
    <w:rsid w:val="005B3A34"/>
    <w:rsid w:val="005C1FD2"/>
    <w:rsid w:val="005C2690"/>
    <w:rsid w:val="005C282A"/>
    <w:rsid w:val="005C5FE8"/>
    <w:rsid w:val="005D49AF"/>
    <w:rsid w:val="005D67A1"/>
    <w:rsid w:val="005E415C"/>
    <w:rsid w:val="005E71ED"/>
    <w:rsid w:val="005E7946"/>
    <w:rsid w:val="005F6F75"/>
    <w:rsid w:val="005F7475"/>
    <w:rsid w:val="006017C1"/>
    <w:rsid w:val="00610D22"/>
    <w:rsid w:val="00611299"/>
    <w:rsid w:val="00611BFF"/>
    <w:rsid w:val="00613B4D"/>
    <w:rsid w:val="00616365"/>
    <w:rsid w:val="00616F3B"/>
    <w:rsid w:val="0062006D"/>
    <w:rsid w:val="006249A7"/>
    <w:rsid w:val="0062584F"/>
    <w:rsid w:val="00635CCE"/>
    <w:rsid w:val="006405CE"/>
    <w:rsid w:val="0064225B"/>
    <w:rsid w:val="0064668A"/>
    <w:rsid w:val="00651187"/>
    <w:rsid w:val="006564AA"/>
    <w:rsid w:val="006649EE"/>
    <w:rsid w:val="00667F81"/>
    <w:rsid w:val="00670E1F"/>
    <w:rsid w:val="00672D1C"/>
    <w:rsid w:val="006763F9"/>
    <w:rsid w:val="006804D6"/>
    <w:rsid w:val="00683876"/>
    <w:rsid w:val="00684527"/>
    <w:rsid w:val="00693D1C"/>
    <w:rsid w:val="006949BC"/>
    <w:rsid w:val="00697D8A"/>
    <w:rsid w:val="006A33E6"/>
    <w:rsid w:val="006A4B90"/>
    <w:rsid w:val="006B5259"/>
    <w:rsid w:val="006C0528"/>
    <w:rsid w:val="006C2A4C"/>
    <w:rsid w:val="006D05D7"/>
    <w:rsid w:val="006D1229"/>
    <w:rsid w:val="006D34D7"/>
    <w:rsid w:val="006D372F"/>
    <w:rsid w:val="006D7A14"/>
    <w:rsid w:val="006D7A18"/>
    <w:rsid w:val="006E4474"/>
    <w:rsid w:val="006E5679"/>
    <w:rsid w:val="006E6CC2"/>
    <w:rsid w:val="006E6CD4"/>
    <w:rsid w:val="00701388"/>
    <w:rsid w:val="00704ED0"/>
    <w:rsid w:val="00705DED"/>
    <w:rsid w:val="007139B5"/>
    <w:rsid w:val="00723B7F"/>
    <w:rsid w:val="00724E0C"/>
    <w:rsid w:val="00725861"/>
    <w:rsid w:val="00727286"/>
    <w:rsid w:val="00732411"/>
    <w:rsid w:val="0073393A"/>
    <w:rsid w:val="0073539D"/>
    <w:rsid w:val="007365D0"/>
    <w:rsid w:val="00747993"/>
    <w:rsid w:val="00753D12"/>
    <w:rsid w:val="00756F30"/>
    <w:rsid w:val="00762B12"/>
    <w:rsid w:val="0076411A"/>
    <w:rsid w:val="00767499"/>
    <w:rsid w:val="00767B8A"/>
    <w:rsid w:val="00771DFF"/>
    <w:rsid w:val="00775481"/>
    <w:rsid w:val="00776EDA"/>
    <w:rsid w:val="00793EC5"/>
    <w:rsid w:val="007A0C48"/>
    <w:rsid w:val="007A233B"/>
    <w:rsid w:val="007A2630"/>
    <w:rsid w:val="007A4AEA"/>
    <w:rsid w:val="007A7350"/>
    <w:rsid w:val="007B4863"/>
    <w:rsid w:val="007C65E6"/>
    <w:rsid w:val="007D1D28"/>
    <w:rsid w:val="007D406B"/>
    <w:rsid w:val="007D4407"/>
    <w:rsid w:val="007D467B"/>
    <w:rsid w:val="007D76E3"/>
    <w:rsid w:val="007E1CA3"/>
    <w:rsid w:val="007E2360"/>
    <w:rsid w:val="007E4BDD"/>
    <w:rsid w:val="007F1048"/>
    <w:rsid w:val="007F4CF2"/>
    <w:rsid w:val="007F51B6"/>
    <w:rsid w:val="008047F3"/>
    <w:rsid w:val="008048A8"/>
    <w:rsid w:val="00812D62"/>
    <w:rsid w:val="00812F29"/>
    <w:rsid w:val="00815370"/>
    <w:rsid w:val="00821713"/>
    <w:rsid w:val="00823158"/>
    <w:rsid w:val="00827050"/>
    <w:rsid w:val="00831504"/>
    <w:rsid w:val="0083278B"/>
    <w:rsid w:val="00834538"/>
    <w:rsid w:val="00836863"/>
    <w:rsid w:val="00844D53"/>
    <w:rsid w:val="00850E89"/>
    <w:rsid w:val="00854428"/>
    <w:rsid w:val="00854813"/>
    <w:rsid w:val="00854F96"/>
    <w:rsid w:val="00885444"/>
    <w:rsid w:val="008863FF"/>
    <w:rsid w:val="00891CF6"/>
    <w:rsid w:val="008930E4"/>
    <w:rsid w:val="00893821"/>
    <w:rsid w:val="008A71F9"/>
    <w:rsid w:val="008A7B9C"/>
    <w:rsid w:val="008B2391"/>
    <w:rsid w:val="008B2B5A"/>
    <w:rsid w:val="008B39FA"/>
    <w:rsid w:val="008B4754"/>
    <w:rsid w:val="008C193F"/>
    <w:rsid w:val="008C2AC1"/>
    <w:rsid w:val="008D7971"/>
    <w:rsid w:val="008E2802"/>
    <w:rsid w:val="008E6A7A"/>
    <w:rsid w:val="008F0F17"/>
    <w:rsid w:val="008F1038"/>
    <w:rsid w:val="008F7046"/>
    <w:rsid w:val="009005FC"/>
    <w:rsid w:val="00904484"/>
    <w:rsid w:val="00920472"/>
    <w:rsid w:val="00922E5A"/>
    <w:rsid w:val="009253F9"/>
    <w:rsid w:val="00930CF3"/>
    <w:rsid w:val="00931471"/>
    <w:rsid w:val="009410B8"/>
    <w:rsid w:val="00943315"/>
    <w:rsid w:val="00943E88"/>
    <w:rsid w:val="00944727"/>
    <w:rsid w:val="00946C27"/>
    <w:rsid w:val="00954CC1"/>
    <w:rsid w:val="00955BAC"/>
    <w:rsid w:val="00960324"/>
    <w:rsid w:val="009618E3"/>
    <w:rsid w:val="0096295D"/>
    <w:rsid w:val="00970680"/>
    <w:rsid w:val="00970ECF"/>
    <w:rsid w:val="009710D3"/>
    <w:rsid w:val="009737FB"/>
    <w:rsid w:val="00973975"/>
    <w:rsid w:val="009758C5"/>
    <w:rsid w:val="00992181"/>
    <w:rsid w:val="00992B1B"/>
    <w:rsid w:val="00993895"/>
    <w:rsid w:val="009A1224"/>
    <w:rsid w:val="009A147B"/>
    <w:rsid w:val="009A3560"/>
    <w:rsid w:val="009A4F3D"/>
    <w:rsid w:val="009A5576"/>
    <w:rsid w:val="009B67CB"/>
    <w:rsid w:val="009B696B"/>
    <w:rsid w:val="009B7671"/>
    <w:rsid w:val="009C08C0"/>
    <w:rsid w:val="009D2E85"/>
    <w:rsid w:val="009D7773"/>
    <w:rsid w:val="009E250C"/>
    <w:rsid w:val="009E5BA1"/>
    <w:rsid w:val="009F056E"/>
    <w:rsid w:val="00A005FF"/>
    <w:rsid w:val="00A03E20"/>
    <w:rsid w:val="00A06ADB"/>
    <w:rsid w:val="00A07DE8"/>
    <w:rsid w:val="00A17D75"/>
    <w:rsid w:val="00A2209C"/>
    <w:rsid w:val="00A24F3D"/>
    <w:rsid w:val="00A26DCD"/>
    <w:rsid w:val="00A27CBD"/>
    <w:rsid w:val="00A314BB"/>
    <w:rsid w:val="00A32352"/>
    <w:rsid w:val="00A32B7D"/>
    <w:rsid w:val="00A32BB3"/>
    <w:rsid w:val="00A3584B"/>
    <w:rsid w:val="00A36946"/>
    <w:rsid w:val="00A5596B"/>
    <w:rsid w:val="00A57850"/>
    <w:rsid w:val="00A57B1E"/>
    <w:rsid w:val="00A61BF4"/>
    <w:rsid w:val="00A646B3"/>
    <w:rsid w:val="00A6739B"/>
    <w:rsid w:val="00A710C8"/>
    <w:rsid w:val="00A73270"/>
    <w:rsid w:val="00A76E44"/>
    <w:rsid w:val="00A80051"/>
    <w:rsid w:val="00A81DB8"/>
    <w:rsid w:val="00A86866"/>
    <w:rsid w:val="00A90413"/>
    <w:rsid w:val="00A967A5"/>
    <w:rsid w:val="00AA4108"/>
    <w:rsid w:val="00AA504C"/>
    <w:rsid w:val="00AA5E0E"/>
    <w:rsid w:val="00AA728C"/>
    <w:rsid w:val="00AB0A9C"/>
    <w:rsid w:val="00AB68DF"/>
    <w:rsid w:val="00AB6C1D"/>
    <w:rsid w:val="00AB7119"/>
    <w:rsid w:val="00AB7A52"/>
    <w:rsid w:val="00AB7D52"/>
    <w:rsid w:val="00AC41B2"/>
    <w:rsid w:val="00AC6967"/>
    <w:rsid w:val="00AC7BBD"/>
    <w:rsid w:val="00AD2BED"/>
    <w:rsid w:val="00AD2D55"/>
    <w:rsid w:val="00AD5855"/>
    <w:rsid w:val="00AD73F3"/>
    <w:rsid w:val="00AE74A2"/>
    <w:rsid w:val="00AE7500"/>
    <w:rsid w:val="00AE7F87"/>
    <w:rsid w:val="00AF2A01"/>
    <w:rsid w:val="00AF3542"/>
    <w:rsid w:val="00AF41B8"/>
    <w:rsid w:val="00AF5ABE"/>
    <w:rsid w:val="00AF6D23"/>
    <w:rsid w:val="00B00415"/>
    <w:rsid w:val="00B03C2A"/>
    <w:rsid w:val="00B06942"/>
    <w:rsid w:val="00B1000D"/>
    <w:rsid w:val="00B10134"/>
    <w:rsid w:val="00B13A23"/>
    <w:rsid w:val="00B16BFE"/>
    <w:rsid w:val="00B16DB0"/>
    <w:rsid w:val="00B42542"/>
    <w:rsid w:val="00B43BDA"/>
    <w:rsid w:val="00B500E5"/>
    <w:rsid w:val="00B52F53"/>
    <w:rsid w:val="00B54762"/>
    <w:rsid w:val="00B56050"/>
    <w:rsid w:val="00B62337"/>
    <w:rsid w:val="00B63707"/>
    <w:rsid w:val="00B73D4F"/>
    <w:rsid w:val="00B76042"/>
    <w:rsid w:val="00B825BA"/>
    <w:rsid w:val="00B9187B"/>
    <w:rsid w:val="00BA064B"/>
    <w:rsid w:val="00BA39BB"/>
    <w:rsid w:val="00BA3B3D"/>
    <w:rsid w:val="00BA649C"/>
    <w:rsid w:val="00BA64A0"/>
    <w:rsid w:val="00BA6D3D"/>
    <w:rsid w:val="00BB0008"/>
    <w:rsid w:val="00BB0F4C"/>
    <w:rsid w:val="00BB4510"/>
    <w:rsid w:val="00BB7EEA"/>
    <w:rsid w:val="00BC09BB"/>
    <w:rsid w:val="00BC15D2"/>
    <w:rsid w:val="00BC1D83"/>
    <w:rsid w:val="00BC5825"/>
    <w:rsid w:val="00BD1909"/>
    <w:rsid w:val="00BD2384"/>
    <w:rsid w:val="00BD69EE"/>
    <w:rsid w:val="00BD7071"/>
    <w:rsid w:val="00BE5E16"/>
    <w:rsid w:val="00BE5FD1"/>
    <w:rsid w:val="00BE7ABC"/>
    <w:rsid w:val="00BF3001"/>
    <w:rsid w:val="00BF4B02"/>
    <w:rsid w:val="00BF5C87"/>
    <w:rsid w:val="00C03A87"/>
    <w:rsid w:val="00C06E05"/>
    <w:rsid w:val="00C14B14"/>
    <w:rsid w:val="00C17370"/>
    <w:rsid w:val="00C20462"/>
    <w:rsid w:val="00C2054D"/>
    <w:rsid w:val="00C252EB"/>
    <w:rsid w:val="00C26EC0"/>
    <w:rsid w:val="00C26F2E"/>
    <w:rsid w:val="00C32244"/>
    <w:rsid w:val="00C36BA9"/>
    <w:rsid w:val="00C4104B"/>
    <w:rsid w:val="00C41E95"/>
    <w:rsid w:val="00C45E05"/>
    <w:rsid w:val="00C46112"/>
    <w:rsid w:val="00C518E7"/>
    <w:rsid w:val="00C544F4"/>
    <w:rsid w:val="00C56C77"/>
    <w:rsid w:val="00C71189"/>
    <w:rsid w:val="00C774AD"/>
    <w:rsid w:val="00C83E69"/>
    <w:rsid w:val="00C84923"/>
    <w:rsid w:val="00C9758E"/>
    <w:rsid w:val="00CA2550"/>
    <w:rsid w:val="00CB7B3E"/>
    <w:rsid w:val="00CB7E53"/>
    <w:rsid w:val="00CC24F0"/>
    <w:rsid w:val="00CC5C7C"/>
    <w:rsid w:val="00CC739D"/>
    <w:rsid w:val="00CD268B"/>
    <w:rsid w:val="00CD56A2"/>
    <w:rsid w:val="00CE0361"/>
    <w:rsid w:val="00CE12B5"/>
    <w:rsid w:val="00CE4D28"/>
    <w:rsid w:val="00CF13AA"/>
    <w:rsid w:val="00CF43B9"/>
    <w:rsid w:val="00CF7505"/>
    <w:rsid w:val="00D04468"/>
    <w:rsid w:val="00D04C69"/>
    <w:rsid w:val="00D16999"/>
    <w:rsid w:val="00D17A33"/>
    <w:rsid w:val="00D251B6"/>
    <w:rsid w:val="00D3183C"/>
    <w:rsid w:val="00D318DB"/>
    <w:rsid w:val="00D329D0"/>
    <w:rsid w:val="00D36257"/>
    <w:rsid w:val="00D4687E"/>
    <w:rsid w:val="00D53A12"/>
    <w:rsid w:val="00D60629"/>
    <w:rsid w:val="00D657B0"/>
    <w:rsid w:val="00D671E4"/>
    <w:rsid w:val="00D773F2"/>
    <w:rsid w:val="00D80AEA"/>
    <w:rsid w:val="00D87E2A"/>
    <w:rsid w:val="00D90E83"/>
    <w:rsid w:val="00D911D7"/>
    <w:rsid w:val="00D9255F"/>
    <w:rsid w:val="00DA28D4"/>
    <w:rsid w:val="00DA424C"/>
    <w:rsid w:val="00DA672A"/>
    <w:rsid w:val="00DB0C43"/>
    <w:rsid w:val="00DB7002"/>
    <w:rsid w:val="00DB7363"/>
    <w:rsid w:val="00DE3354"/>
    <w:rsid w:val="00DE3A5B"/>
    <w:rsid w:val="00DE77F5"/>
    <w:rsid w:val="00DF016D"/>
    <w:rsid w:val="00DF252C"/>
    <w:rsid w:val="00DF7DCD"/>
    <w:rsid w:val="00E0798C"/>
    <w:rsid w:val="00E12F04"/>
    <w:rsid w:val="00E26B89"/>
    <w:rsid w:val="00E2741E"/>
    <w:rsid w:val="00E33CCE"/>
    <w:rsid w:val="00E352DD"/>
    <w:rsid w:val="00E36419"/>
    <w:rsid w:val="00E41302"/>
    <w:rsid w:val="00E432B9"/>
    <w:rsid w:val="00E50631"/>
    <w:rsid w:val="00E50B7D"/>
    <w:rsid w:val="00E54A58"/>
    <w:rsid w:val="00E554A3"/>
    <w:rsid w:val="00E82215"/>
    <w:rsid w:val="00E904A1"/>
    <w:rsid w:val="00E90F1E"/>
    <w:rsid w:val="00EA1795"/>
    <w:rsid w:val="00EA5A9A"/>
    <w:rsid w:val="00EB0FD0"/>
    <w:rsid w:val="00EB177D"/>
    <w:rsid w:val="00EB77BB"/>
    <w:rsid w:val="00EB7D28"/>
    <w:rsid w:val="00EC0D0C"/>
    <w:rsid w:val="00EC466A"/>
    <w:rsid w:val="00EC7DE3"/>
    <w:rsid w:val="00ED4A2C"/>
    <w:rsid w:val="00EE4B11"/>
    <w:rsid w:val="00EF0E76"/>
    <w:rsid w:val="00EF6413"/>
    <w:rsid w:val="00EF6940"/>
    <w:rsid w:val="00F0108B"/>
    <w:rsid w:val="00F065CD"/>
    <w:rsid w:val="00F10CE6"/>
    <w:rsid w:val="00F13AC1"/>
    <w:rsid w:val="00F144DD"/>
    <w:rsid w:val="00F2044A"/>
    <w:rsid w:val="00F20BFC"/>
    <w:rsid w:val="00F24D5F"/>
    <w:rsid w:val="00F31B61"/>
    <w:rsid w:val="00F4653D"/>
    <w:rsid w:val="00F542A6"/>
    <w:rsid w:val="00F5612C"/>
    <w:rsid w:val="00F62047"/>
    <w:rsid w:val="00F62109"/>
    <w:rsid w:val="00F726C3"/>
    <w:rsid w:val="00F73D7C"/>
    <w:rsid w:val="00F808EB"/>
    <w:rsid w:val="00F820CA"/>
    <w:rsid w:val="00F8554C"/>
    <w:rsid w:val="00F86443"/>
    <w:rsid w:val="00F918E9"/>
    <w:rsid w:val="00F948FC"/>
    <w:rsid w:val="00F94D9E"/>
    <w:rsid w:val="00F95EF0"/>
    <w:rsid w:val="00F95F82"/>
    <w:rsid w:val="00F97A90"/>
    <w:rsid w:val="00F97BB6"/>
    <w:rsid w:val="00FA0D10"/>
    <w:rsid w:val="00FA3D5A"/>
    <w:rsid w:val="00FC2F35"/>
    <w:rsid w:val="00FC3FD7"/>
    <w:rsid w:val="00FD1FC6"/>
    <w:rsid w:val="00FD4A0B"/>
    <w:rsid w:val="00FE0A89"/>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ADD2EF0D-15AC-4E9F-8112-AEC7978D0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D1699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31773D"/>
    <w:rPr>
      <w:color w:val="800080" w:themeColor="followedHyperlink"/>
      <w:u w:val="single"/>
    </w:rPr>
  </w:style>
  <w:style w:type="character" w:styleId="PlaceholderText">
    <w:name w:val="Placeholder Text"/>
    <w:basedOn w:val="DefaultParagraphFont"/>
    <w:uiPriority w:val="99"/>
    <w:semiHidden/>
    <w:rsid w:val="00F808EB"/>
    <w:rPr>
      <w:color w:val="666666"/>
    </w:rPr>
  </w:style>
  <w:style w:type="paragraph" w:styleId="Caption">
    <w:name w:val="caption"/>
    <w:basedOn w:val="Normal"/>
    <w:next w:val="Normal"/>
    <w:unhideWhenUsed/>
    <w:qFormat/>
    <w:rsid w:val="003A7933"/>
    <w:pPr>
      <w:spacing w:after="200"/>
    </w:pPr>
    <w:rPr>
      <w:i/>
      <w:iCs/>
      <w:color w:val="1F497D" w:themeColor="text2"/>
      <w:sz w:val="18"/>
      <w:szCs w:val="18"/>
    </w:rPr>
  </w:style>
  <w:style w:type="paragraph" w:styleId="Header">
    <w:name w:val="header"/>
    <w:basedOn w:val="Normal"/>
    <w:link w:val="HeaderChar"/>
    <w:unhideWhenUsed/>
    <w:rsid w:val="00DA28D4"/>
    <w:pPr>
      <w:tabs>
        <w:tab w:val="center" w:pos="4513"/>
        <w:tab w:val="right" w:pos="9026"/>
      </w:tabs>
    </w:pPr>
  </w:style>
  <w:style w:type="character" w:customStyle="1" w:styleId="HeaderChar">
    <w:name w:val="Header Char"/>
    <w:basedOn w:val="DefaultParagraphFont"/>
    <w:link w:val="Header"/>
    <w:rsid w:val="00DA28D4"/>
    <w:rPr>
      <w:sz w:val="24"/>
      <w:lang w:val="en-US" w:eastAsia="en-US"/>
    </w:rPr>
  </w:style>
  <w:style w:type="paragraph" w:styleId="Footer">
    <w:name w:val="footer"/>
    <w:basedOn w:val="Normal"/>
    <w:link w:val="FooterChar"/>
    <w:unhideWhenUsed/>
    <w:rsid w:val="00DA28D4"/>
    <w:pPr>
      <w:tabs>
        <w:tab w:val="center" w:pos="4513"/>
        <w:tab w:val="right" w:pos="9026"/>
      </w:tabs>
    </w:pPr>
  </w:style>
  <w:style w:type="character" w:customStyle="1" w:styleId="FooterChar">
    <w:name w:val="Footer Char"/>
    <w:basedOn w:val="DefaultParagraphFont"/>
    <w:link w:val="Footer"/>
    <w:rsid w:val="00DA28D4"/>
    <w:rPr>
      <w:sz w:val="24"/>
      <w:lang w:val="en-US" w:eastAsia="en-US"/>
    </w:rPr>
  </w:style>
  <w:style w:type="character" w:customStyle="1" w:styleId="Heading4Char">
    <w:name w:val="Heading 4 Char"/>
    <w:basedOn w:val="DefaultParagraphFont"/>
    <w:link w:val="Heading4"/>
    <w:semiHidden/>
    <w:rsid w:val="00D16999"/>
    <w:rPr>
      <w:rFonts w:asciiTheme="majorHAnsi" w:eastAsiaTheme="majorEastAsia" w:hAnsiTheme="majorHAnsi" w:cstheme="majorBidi"/>
      <w:i/>
      <w:iCs/>
      <w:color w:val="365F91" w:themeColor="accent1" w:themeShade="B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3491">
      <w:bodyDiv w:val="1"/>
      <w:marLeft w:val="0"/>
      <w:marRight w:val="0"/>
      <w:marTop w:val="0"/>
      <w:marBottom w:val="0"/>
      <w:divBdr>
        <w:top w:val="none" w:sz="0" w:space="0" w:color="auto"/>
        <w:left w:val="none" w:sz="0" w:space="0" w:color="auto"/>
        <w:bottom w:val="none" w:sz="0" w:space="0" w:color="auto"/>
        <w:right w:val="none" w:sz="0" w:space="0" w:color="auto"/>
      </w:divBdr>
      <w:divsChild>
        <w:div w:id="12418644">
          <w:marLeft w:val="640"/>
          <w:marRight w:val="0"/>
          <w:marTop w:val="0"/>
          <w:marBottom w:val="0"/>
          <w:divBdr>
            <w:top w:val="none" w:sz="0" w:space="0" w:color="auto"/>
            <w:left w:val="none" w:sz="0" w:space="0" w:color="auto"/>
            <w:bottom w:val="none" w:sz="0" w:space="0" w:color="auto"/>
            <w:right w:val="none" w:sz="0" w:space="0" w:color="auto"/>
          </w:divBdr>
        </w:div>
        <w:div w:id="28461214">
          <w:marLeft w:val="640"/>
          <w:marRight w:val="0"/>
          <w:marTop w:val="0"/>
          <w:marBottom w:val="0"/>
          <w:divBdr>
            <w:top w:val="none" w:sz="0" w:space="0" w:color="auto"/>
            <w:left w:val="none" w:sz="0" w:space="0" w:color="auto"/>
            <w:bottom w:val="none" w:sz="0" w:space="0" w:color="auto"/>
            <w:right w:val="none" w:sz="0" w:space="0" w:color="auto"/>
          </w:divBdr>
        </w:div>
        <w:div w:id="182978867">
          <w:marLeft w:val="640"/>
          <w:marRight w:val="0"/>
          <w:marTop w:val="0"/>
          <w:marBottom w:val="0"/>
          <w:divBdr>
            <w:top w:val="none" w:sz="0" w:space="0" w:color="auto"/>
            <w:left w:val="none" w:sz="0" w:space="0" w:color="auto"/>
            <w:bottom w:val="none" w:sz="0" w:space="0" w:color="auto"/>
            <w:right w:val="none" w:sz="0" w:space="0" w:color="auto"/>
          </w:divBdr>
        </w:div>
        <w:div w:id="202786487">
          <w:marLeft w:val="640"/>
          <w:marRight w:val="0"/>
          <w:marTop w:val="0"/>
          <w:marBottom w:val="0"/>
          <w:divBdr>
            <w:top w:val="none" w:sz="0" w:space="0" w:color="auto"/>
            <w:left w:val="none" w:sz="0" w:space="0" w:color="auto"/>
            <w:bottom w:val="none" w:sz="0" w:space="0" w:color="auto"/>
            <w:right w:val="none" w:sz="0" w:space="0" w:color="auto"/>
          </w:divBdr>
        </w:div>
        <w:div w:id="275868530">
          <w:marLeft w:val="640"/>
          <w:marRight w:val="0"/>
          <w:marTop w:val="0"/>
          <w:marBottom w:val="0"/>
          <w:divBdr>
            <w:top w:val="none" w:sz="0" w:space="0" w:color="auto"/>
            <w:left w:val="none" w:sz="0" w:space="0" w:color="auto"/>
            <w:bottom w:val="none" w:sz="0" w:space="0" w:color="auto"/>
            <w:right w:val="none" w:sz="0" w:space="0" w:color="auto"/>
          </w:divBdr>
        </w:div>
        <w:div w:id="379131953">
          <w:marLeft w:val="640"/>
          <w:marRight w:val="0"/>
          <w:marTop w:val="0"/>
          <w:marBottom w:val="0"/>
          <w:divBdr>
            <w:top w:val="none" w:sz="0" w:space="0" w:color="auto"/>
            <w:left w:val="none" w:sz="0" w:space="0" w:color="auto"/>
            <w:bottom w:val="none" w:sz="0" w:space="0" w:color="auto"/>
            <w:right w:val="none" w:sz="0" w:space="0" w:color="auto"/>
          </w:divBdr>
        </w:div>
        <w:div w:id="539317362">
          <w:marLeft w:val="640"/>
          <w:marRight w:val="0"/>
          <w:marTop w:val="0"/>
          <w:marBottom w:val="0"/>
          <w:divBdr>
            <w:top w:val="none" w:sz="0" w:space="0" w:color="auto"/>
            <w:left w:val="none" w:sz="0" w:space="0" w:color="auto"/>
            <w:bottom w:val="none" w:sz="0" w:space="0" w:color="auto"/>
            <w:right w:val="none" w:sz="0" w:space="0" w:color="auto"/>
          </w:divBdr>
        </w:div>
        <w:div w:id="622274871">
          <w:marLeft w:val="640"/>
          <w:marRight w:val="0"/>
          <w:marTop w:val="0"/>
          <w:marBottom w:val="0"/>
          <w:divBdr>
            <w:top w:val="none" w:sz="0" w:space="0" w:color="auto"/>
            <w:left w:val="none" w:sz="0" w:space="0" w:color="auto"/>
            <w:bottom w:val="none" w:sz="0" w:space="0" w:color="auto"/>
            <w:right w:val="none" w:sz="0" w:space="0" w:color="auto"/>
          </w:divBdr>
        </w:div>
        <w:div w:id="627666952">
          <w:marLeft w:val="640"/>
          <w:marRight w:val="0"/>
          <w:marTop w:val="0"/>
          <w:marBottom w:val="0"/>
          <w:divBdr>
            <w:top w:val="none" w:sz="0" w:space="0" w:color="auto"/>
            <w:left w:val="none" w:sz="0" w:space="0" w:color="auto"/>
            <w:bottom w:val="none" w:sz="0" w:space="0" w:color="auto"/>
            <w:right w:val="none" w:sz="0" w:space="0" w:color="auto"/>
          </w:divBdr>
        </w:div>
        <w:div w:id="947851349">
          <w:marLeft w:val="640"/>
          <w:marRight w:val="0"/>
          <w:marTop w:val="0"/>
          <w:marBottom w:val="0"/>
          <w:divBdr>
            <w:top w:val="none" w:sz="0" w:space="0" w:color="auto"/>
            <w:left w:val="none" w:sz="0" w:space="0" w:color="auto"/>
            <w:bottom w:val="none" w:sz="0" w:space="0" w:color="auto"/>
            <w:right w:val="none" w:sz="0" w:space="0" w:color="auto"/>
          </w:divBdr>
        </w:div>
        <w:div w:id="1095781974">
          <w:marLeft w:val="640"/>
          <w:marRight w:val="0"/>
          <w:marTop w:val="0"/>
          <w:marBottom w:val="0"/>
          <w:divBdr>
            <w:top w:val="none" w:sz="0" w:space="0" w:color="auto"/>
            <w:left w:val="none" w:sz="0" w:space="0" w:color="auto"/>
            <w:bottom w:val="none" w:sz="0" w:space="0" w:color="auto"/>
            <w:right w:val="none" w:sz="0" w:space="0" w:color="auto"/>
          </w:divBdr>
        </w:div>
        <w:div w:id="1155148158">
          <w:marLeft w:val="640"/>
          <w:marRight w:val="0"/>
          <w:marTop w:val="0"/>
          <w:marBottom w:val="0"/>
          <w:divBdr>
            <w:top w:val="none" w:sz="0" w:space="0" w:color="auto"/>
            <w:left w:val="none" w:sz="0" w:space="0" w:color="auto"/>
            <w:bottom w:val="none" w:sz="0" w:space="0" w:color="auto"/>
            <w:right w:val="none" w:sz="0" w:space="0" w:color="auto"/>
          </w:divBdr>
        </w:div>
        <w:div w:id="1206521877">
          <w:marLeft w:val="640"/>
          <w:marRight w:val="0"/>
          <w:marTop w:val="0"/>
          <w:marBottom w:val="0"/>
          <w:divBdr>
            <w:top w:val="none" w:sz="0" w:space="0" w:color="auto"/>
            <w:left w:val="none" w:sz="0" w:space="0" w:color="auto"/>
            <w:bottom w:val="none" w:sz="0" w:space="0" w:color="auto"/>
            <w:right w:val="none" w:sz="0" w:space="0" w:color="auto"/>
          </w:divBdr>
        </w:div>
        <w:div w:id="1505582883">
          <w:marLeft w:val="640"/>
          <w:marRight w:val="0"/>
          <w:marTop w:val="0"/>
          <w:marBottom w:val="0"/>
          <w:divBdr>
            <w:top w:val="none" w:sz="0" w:space="0" w:color="auto"/>
            <w:left w:val="none" w:sz="0" w:space="0" w:color="auto"/>
            <w:bottom w:val="none" w:sz="0" w:space="0" w:color="auto"/>
            <w:right w:val="none" w:sz="0" w:space="0" w:color="auto"/>
          </w:divBdr>
        </w:div>
        <w:div w:id="1670601834">
          <w:marLeft w:val="640"/>
          <w:marRight w:val="0"/>
          <w:marTop w:val="0"/>
          <w:marBottom w:val="0"/>
          <w:divBdr>
            <w:top w:val="none" w:sz="0" w:space="0" w:color="auto"/>
            <w:left w:val="none" w:sz="0" w:space="0" w:color="auto"/>
            <w:bottom w:val="none" w:sz="0" w:space="0" w:color="auto"/>
            <w:right w:val="none" w:sz="0" w:space="0" w:color="auto"/>
          </w:divBdr>
        </w:div>
        <w:div w:id="1758290000">
          <w:marLeft w:val="640"/>
          <w:marRight w:val="0"/>
          <w:marTop w:val="0"/>
          <w:marBottom w:val="0"/>
          <w:divBdr>
            <w:top w:val="none" w:sz="0" w:space="0" w:color="auto"/>
            <w:left w:val="none" w:sz="0" w:space="0" w:color="auto"/>
            <w:bottom w:val="none" w:sz="0" w:space="0" w:color="auto"/>
            <w:right w:val="none" w:sz="0" w:space="0" w:color="auto"/>
          </w:divBdr>
        </w:div>
        <w:div w:id="1848666404">
          <w:marLeft w:val="640"/>
          <w:marRight w:val="0"/>
          <w:marTop w:val="0"/>
          <w:marBottom w:val="0"/>
          <w:divBdr>
            <w:top w:val="none" w:sz="0" w:space="0" w:color="auto"/>
            <w:left w:val="none" w:sz="0" w:space="0" w:color="auto"/>
            <w:bottom w:val="none" w:sz="0" w:space="0" w:color="auto"/>
            <w:right w:val="none" w:sz="0" w:space="0" w:color="auto"/>
          </w:divBdr>
        </w:div>
        <w:div w:id="1907956202">
          <w:marLeft w:val="640"/>
          <w:marRight w:val="0"/>
          <w:marTop w:val="0"/>
          <w:marBottom w:val="0"/>
          <w:divBdr>
            <w:top w:val="none" w:sz="0" w:space="0" w:color="auto"/>
            <w:left w:val="none" w:sz="0" w:space="0" w:color="auto"/>
            <w:bottom w:val="none" w:sz="0" w:space="0" w:color="auto"/>
            <w:right w:val="none" w:sz="0" w:space="0" w:color="auto"/>
          </w:divBdr>
        </w:div>
        <w:div w:id="1956985151">
          <w:marLeft w:val="640"/>
          <w:marRight w:val="0"/>
          <w:marTop w:val="0"/>
          <w:marBottom w:val="0"/>
          <w:divBdr>
            <w:top w:val="none" w:sz="0" w:space="0" w:color="auto"/>
            <w:left w:val="none" w:sz="0" w:space="0" w:color="auto"/>
            <w:bottom w:val="none" w:sz="0" w:space="0" w:color="auto"/>
            <w:right w:val="none" w:sz="0" w:space="0" w:color="auto"/>
          </w:divBdr>
        </w:div>
        <w:div w:id="2106026232">
          <w:marLeft w:val="640"/>
          <w:marRight w:val="0"/>
          <w:marTop w:val="0"/>
          <w:marBottom w:val="0"/>
          <w:divBdr>
            <w:top w:val="none" w:sz="0" w:space="0" w:color="auto"/>
            <w:left w:val="none" w:sz="0" w:space="0" w:color="auto"/>
            <w:bottom w:val="none" w:sz="0" w:space="0" w:color="auto"/>
            <w:right w:val="none" w:sz="0" w:space="0" w:color="auto"/>
          </w:divBdr>
        </w:div>
      </w:divsChild>
    </w:div>
    <w:div w:id="8913536">
      <w:bodyDiv w:val="1"/>
      <w:marLeft w:val="0"/>
      <w:marRight w:val="0"/>
      <w:marTop w:val="0"/>
      <w:marBottom w:val="0"/>
      <w:divBdr>
        <w:top w:val="none" w:sz="0" w:space="0" w:color="auto"/>
        <w:left w:val="none" w:sz="0" w:space="0" w:color="auto"/>
        <w:bottom w:val="none" w:sz="0" w:space="0" w:color="auto"/>
        <w:right w:val="none" w:sz="0" w:space="0" w:color="auto"/>
      </w:divBdr>
      <w:divsChild>
        <w:div w:id="88701334">
          <w:marLeft w:val="640"/>
          <w:marRight w:val="0"/>
          <w:marTop w:val="0"/>
          <w:marBottom w:val="0"/>
          <w:divBdr>
            <w:top w:val="none" w:sz="0" w:space="0" w:color="auto"/>
            <w:left w:val="none" w:sz="0" w:space="0" w:color="auto"/>
            <w:bottom w:val="none" w:sz="0" w:space="0" w:color="auto"/>
            <w:right w:val="none" w:sz="0" w:space="0" w:color="auto"/>
          </w:divBdr>
        </w:div>
        <w:div w:id="401492126">
          <w:marLeft w:val="640"/>
          <w:marRight w:val="0"/>
          <w:marTop w:val="0"/>
          <w:marBottom w:val="0"/>
          <w:divBdr>
            <w:top w:val="none" w:sz="0" w:space="0" w:color="auto"/>
            <w:left w:val="none" w:sz="0" w:space="0" w:color="auto"/>
            <w:bottom w:val="none" w:sz="0" w:space="0" w:color="auto"/>
            <w:right w:val="none" w:sz="0" w:space="0" w:color="auto"/>
          </w:divBdr>
        </w:div>
        <w:div w:id="580725890">
          <w:marLeft w:val="640"/>
          <w:marRight w:val="0"/>
          <w:marTop w:val="0"/>
          <w:marBottom w:val="0"/>
          <w:divBdr>
            <w:top w:val="none" w:sz="0" w:space="0" w:color="auto"/>
            <w:left w:val="none" w:sz="0" w:space="0" w:color="auto"/>
            <w:bottom w:val="none" w:sz="0" w:space="0" w:color="auto"/>
            <w:right w:val="none" w:sz="0" w:space="0" w:color="auto"/>
          </w:divBdr>
        </w:div>
        <w:div w:id="722798882">
          <w:marLeft w:val="640"/>
          <w:marRight w:val="0"/>
          <w:marTop w:val="0"/>
          <w:marBottom w:val="0"/>
          <w:divBdr>
            <w:top w:val="none" w:sz="0" w:space="0" w:color="auto"/>
            <w:left w:val="none" w:sz="0" w:space="0" w:color="auto"/>
            <w:bottom w:val="none" w:sz="0" w:space="0" w:color="auto"/>
            <w:right w:val="none" w:sz="0" w:space="0" w:color="auto"/>
          </w:divBdr>
        </w:div>
        <w:div w:id="1992369511">
          <w:marLeft w:val="640"/>
          <w:marRight w:val="0"/>
          <w:marTop w:val="0"/>
          <w:marBottom w:val="0"/>
          <w:divBdr>
            <w:top w:val="none" w:sz="0" w:space="0" w:color="auto"/>
            <w:left w:val="none" w:sz="0" w:space="0" w:color="auto"/>
            <w:bottom w:val="none" w:sz="0" w:space="0" w:color="auto"/>
            <w:right w:val="none" w:sz="0" w:space="0" w:color="auto"/>
          </w:divBdr>
        </w:div>
        <w:div w:id="2050645609">
          <w:marLeft w:val="640"/>
          <w:marRight w:val="0"/>
          <w:marTop w:val="0"/>
          <w:marBottom w:val="0"/>
          <w:divBdr>
            <w:top w:val="none" w:sz="0" w:space="0" w:color="auto"/>
            <w:left w:val="none" w:sz="0" w:space="0" w:color="auto"/>
            <w:bottom w:val="none" w:sz="0" w:space="0" w:color="auto"/>
            <w:right w:val="none" w:sz="0" w:space="0" w:color="auto"/>
          </w:divBdr>
        </w:div>
        <w:div w:id="2115052120">
          <w:marLeft w:val="640"/>
          <w:marRight w:val="0"/>
          <w:marTop w:val="0"/>
          <w:marBottom w:val="0"/>
          <w:divBdr>
            <w:top w:val="none" w:sz="0" w:space="0" w:color="auto"/>
            <w:left w:val="none" w:sz="0" w:space="0" w:color="auto"/>
            <w:bottom w:val="none" w:sz="0" w:space="0" w:color="auto"/>
            <w:right w:val="none" w:sz="0" w:space="0" w:color="auto"/>
          </w:divBdr>
        </w:div>
      </w:divsChild>
    </w:div>
    <w:div w:id="135731560">
      <w:bodyDiv w:val="1"/>
      <w:marLeft w:val="0"/>
      <w:marRight w:val="0"/>
      <w:marTop w:val="0"/>
      <w:marBottom w:val="0"/>
      <w:divBdr>
        <w:top w:val="none" w:sz="0" w:space="0" w:color="auto"/>
        <w:left w:val="none" w:sz="0" w:space="0" w:color="auto"/>
        <w:bottom w:val="none" w:sz="0" w:space="0" w:color="auto"/>
        <w:right w:val="none" w:sz="0" w:space="0" w:color="auto"/>
      </w:divBdr>
      <w:divsChild>
        <w:div w:id="1730372586">
          <w:marLeft w:val="640"/>
          <w:marRight w:val="0"/>
          <w:marTop w:val="0"/>
          <w:marBottom w:val="0"/>
          <w:divBdr>
            <w:top w:val="none" w:sz="0" w:space="0" w:color="auto"/>
            <w:left w:val="none" w:sz="0" w:space="0" w:color="auto"/>
            <w:bottom w:val="none" w:sz="0" w:space="0" w:color="auto"/>
            <w:right w:val="none" w:sz="0" w:space="0" w:color="auto"/>
          </w:divBdr>
        </w:div>
        <w:div w:id="896014345">
          <w:marLeft w:val="640"/>
          <w:marRight w:val="0"/>
          <w:marTop w:val="0"/>
          <w:marBottom w:val="0"/>
          <w:divBdr>
            <w:top w:val="none" w:sz="0" w:space="0" w:color="auto"/>
            <w:left w:val="none" w:sz="0" w:space="0" w:color="auto"/>
            <w:bottom w:val="none" w:sz="0" w:space="0" w:color="auto"/>
            <w:right w:val="none" w:sz="0" w:space="0" w:color="auto"/>
          </w:divBdr>
        </w:div>
        <w:div w:id="529614110">
          <w:marLeft w:val="640"/>
          <w:marRight w:val="0"/>
          <w:marTop w:val="0"/>
          <w:marBottom w:val="0"/>
          <w:divBdr>
            <w:top w:val="none" w:sz="0" w:space="0" w:color="auto"/>
            <w:left w:val="none" w:sz="0" w:space="0" w:color="auto"/>
            <w:bottom w:val="none" w:sz="0" w:space="0" w:color="auto"/>
            <w:right w:val="none" w:sz="0" w:space="0" w:color="auto"/>
          </w:divBdr>
        </w:div>
        <w:div w:id="1437752156">
          <w:marLeft w:val="640"/>
          <w:marRight w:val="0"/>
          <w:marTop w:val="0"/>
          <w:marBottom w:val="0"/>
          <w:divBdr>
            <w:top w:val="none" w:sz="0" w:space="0" w:color="auto"/>
            <w:left w:val="none" w:sz="0" w:space="0" w:color="auto"/>
            <w:bottom w:val="none" w:sz="0" w:space="0" w:color="auto"/>
            <w:right w:val="none" w:sz="0" w:space="0" w:color="auto"/>
          </w:divBdr>
        </w:div>
        <w:div w:id="861549950">
          <w:marLeft w:val="640"/>
          <w:marRight w:val="0"/>
          <w:marTop w:val="0"/>
          <w:marBottom w:val="0"/>
          <w:divBdr>
            <w:top w:val="none" w:sz="0" w:space="0" w:color="auto"/>
            <w:left w:val="none" w:sz="0" w:space="0" w:color="auto"/>
            <w:bottom w:val="none" w:sz="0" w:space="0" w:color="auto"/>
            <w:right w:val="none" w:sz="0" w:space="0" w:color="auto"/>
          </w:divBdr>
        </w:div>
        <w:div w:id="1482384648">
          <w:marLeft w:val="640"/>
          <w:marRight w:val="0"/>
          <w:marTop w:val="0"/>
          <w:marBottom w:val="0"/>
          <w:divBdr>
            <w:top w:val="none" w:sz="0" w:space="0" w:color="auto"/>
            <w:left w:val="none" w:sz="0" w:space="0" w:color="auto"/>
            <w:bottom w:val="none" w:sz="0" w:space="0" w:color="auto"/>
            <w:right w:val="none" w:sz="0" w:space="0" w:color="auto"/>
          </w:divBdr>
        </w:div>
        <w:div w:id="1184202122">
          <w:marLeft w:val="640"/>
          <w:marRight w:val="0"/>
          <w:marTop w:val="0"/>
          <w:marBottom w:val="0"/>
          <w:divBdr>
            <w:top w:val="none" w:sz="0" w:space="0" w:color="auto"/>
            <w:left w:val="none" w:sz="0" w:space="0" w:color="auto"/>
            <w:bottom w:val="none" w:sz="0" w:space="0" w:color="auto"/>
            <w:right w:val="none" w:sz="0" w:space="0" w:color="auto"/>
          </w:divBdr>
        </w:div>
        <w:div w:id="38092778">
          <w:marLeft w:val="640"/>
          <w:marRight w:val="0"/>
          <w:marTop w:val="0"/>
          <w:marBottom w:val="0"/>
          <w:divBdr>
            <w:top w:val="none" w:sz="0" w:space="0" w:color="auto"/>
            <w:left w:val="none" w:sz="0" w:space="0" w:color="auto"/>
            <w:bottom w:val="none" w:sz="0" w:space="0" w:color="auto"/>
            <w:right w:val="none" w:sz="0" w:space="0" w:color="auto"/>
          </w:divBdr>
        </w:div>
        <w:div w:id="168302349">
          <w:marLeft w:val="640"/>
          <w:marRight w:val="0"/>
          <w:marTop w:val="0"/>
          <w:marBottom w:val="0"/>
          <w:divBdr>
            <w:top w:val="none" w:sz="0" w:space="0" w:color="auto"/>
            <w:left w:val="none" w:sz="0" w:space="0" w:color="auto"/>
            <w:bottom w:val="none" w:sz="0" w:space="0" w:color="auto"/>
            <w:right w:val="none" w:sz="0" w:space="0" w:color="auto"/>
          </w:divBdr>
        </w:div>
        <w:div w:id="1845051358">
          <w:marLeft w:val="640"/>
          <w:marRight w:val="0"/>
          <w:marTop w:val="0"/>
          <w:marBottom w:val="0"/>
          <w:divBdr>
            <w:top w:val="none" w:sz="0" w:space="0" w:color="auto"/>
            <w:left w:val="none" w:sz="0" w:space="0" w:color="auto"/>
            <w:bottom w:val="none" w:sz="0" w:space="0" w:color="auto"/>
            <w:right w:val="none" w:sz="0" w:space="0" w:color="auto"/>
          </w:divBdr>
        </w:div>
        <w:div w:id="1976058245">
          <w:marLeft w:val="640"/>
          <w:marRight w:val="0"/>
          <w:marTop w:val="0"/>
          <w:marBottom w:val="0"/>
          <w:divBdr>
            <w:top w:val="none" w:sz="0" w:space="0" w:color="auto"/>
            <w:left w:val="none" w:sz="0" w:space="0" w:color="auto"/>
            <w:bottom w:val="none" w:sz="0" w:space="0" w:color="auto"/>
            <w:right w:val="none" w:sz="0" w:space="0" w:color="auto"/>
          </w:divBdr>
        </w:div>
        <w:div w:id="1441220214">
          <w:marLeft w:val="640"/>
          <w:marRight w:val="0"/>
          <w:marTop w:val="0"/>
          <w:marBottom w:val="0"/>
          <w:divBdr>
            <w:top w:val="none" w:sz="0" w:space="0" w:color="auto"/>
            <w:left w:val="none" w:sz="0" w:space="0" w:color="auto"/>
            <w:bottom w:val="none" w:sz="0" w:space="0" w:color="auto"/>
            <w:right w:val="none" w:sz="0" w:space="0" w:color="auto"/>
          </w:divBdr>
        </w:div>
        <w:div w:id="496460132">
          <w:marLeft w:val="640"/>
          <w:marRight w:val="0"/>
          <w:marTop w:val="0"/>
          <w:marBottom w:val="0"/>
          <w:divBdr>
            <w:top w:val="none" w:sz="0" w:space="0" w:color="auto"/>
            <w:left w:val="none" w:sz="0" w:space="0" w:color="auto"/>
            <w:bottom w:val="none" w:sz="0" w:space="0" w:color="auto"/>
            <w:right w:val="none" w:sz="0" w:space="0" w:color="auto"/>
          </w:divBdr>
        </w:div>
        <w:div w:id="124199697">
          <w:marLeft w:val="640"/>
          <w:marRight w:val="0"/>
          <w:marTop w:val="0"/>
          <w:marBottom w:val="0"/>
          <w:divBdr>
            <w:top w:val="none" w:sz="0" w:space="0" w:color="auto"/>
            <w:left w:val="none" w:sz="0" w:space="0" w:color="auto"/>
            <w:bottom w:val="none" w:sz="0" w:space="0" w:color="auto"/>
            <w:right w:val="none" w:sz="0" w:space="0" w:color="auto"/>
          </w:divBdr>
        </w:div>
        <w:div w:id="993990573">
          <w:marLeft w:val="640"/>
          <w:marRight w:val="0"/>
          <w:marTop w:val="0"/>
          <w:marBottom w:val="0"/>
          <w:divBdr>
            <w:top w:val="none" w:sz="0" w:space="0" w:color="auto"/>
            <w:left w:val="none" w:sz="0" w:space="0" w:color="auto"/>
            <w:bottom w:val="none" w:sz="0" w:space="0" w:color="auto"/>
            <w:right w:val="none" w:sz="0" w:space="0" w:color="auto"/>
          </w:divBdr>
        </w:div>
        <w:div w:id="115416702">
          <w:marLeft w:val="640"/>
          <w:marRight w:val="0"/>
          <w:marTop w:val="0"/>
          <w:marBottom w:val="0"/>
          <w:divBdr>
            <w:top w:val="none" w:sz="0" w:space="0" w:color="auto"/>
            <w:left w:val="none" w:sz="0" w:space="0" w:color="auto"/>
            <w:bottom w:val="none" w:sz="0" w:space="0" w:color="auto"/>
            <w:right w:val="none" w:sz="0" w:space="0" w:color="auto"/>
          </w:divBdr>
        </w:div>
        <w:div w:id="2042048012">
          <w:marLeft w:val="640"/>
          <w:marRight w:val="0"/>
          <w:marTop w:val="0"/>
          <w:marBottom w:val="0"/>
          <w:divBdr>
            <w:top w:val="none" w:sz="0" w:space="0" w:color="auto"/>
            <w:left w:val="none" w:sz="0" w:space="0" w:color="auto"/>
            <w:bottom w:val="none" w:sz="0" w:space="0" w:color="auto"/>
            <w:right w:val="none" w:sz="0" w:space="0" w:color="auto"/>
          </w:divBdr>
        </w:div>
        <w:div w:id="721976486">
          <w:marLeft w:val="640"/>
          <w:marRight w:val="0"/>
          <w:marTop w:val="0"/>
          <w:marBottom w:val="0"/>
          <w:divBdr>
            <w:top w:val="none" w:sz="0" w:space="0" w:color="auto"/>
            <w:left w:val="none" w:sz="0" w:space="0" w:color="auto"/>
            <w:bottom w:val="none" w:sz="0" w:space="0" w:color="auto"/>
            <w:right w:val="none" w:sz="0" w:space="0" w:color="auto"/>
          </w:divBdr>
        </w:div>
        <w:div w:id="643434597">
          <w:marLeft w:val="640"/>
          <w:marRight w:val="0"/>
          <w:marTop w:val="0"/>
          <w:marBottom w:val="0"/>
          <w:divBdr>
            <w:top w:val="none" w:sz="0" w:space="0" w:color="auto"/>
            <w:left w:val="none" w:sz="0" w:space="0" w:color="auto"/>
            <w:bottom w:val="none" w:sz="0" w:space="0" w:color="auto"/>
            <w:right w:val="none" w:sz="0" w:space="0" w:color="auto"/>
          </w:divBdr>
        </w:div>
        <w:div w:id="1133599377">
          <w:marLeft w:val="640"/>
          <w:marRight w:val="0"/>
          <w:marTop w:val="0"/>
          <w:marBottom w:val="0"/>
          <w:divBdr>
            <w:top w:val="none" w:sz="0" w:space="0" w:color="auto"/>
            <w:left w:val="none" w:sz="0" w:space="0" w:color="auto"/>
            <w:bottom w:val="none" w:sz="0" w:space="0" w:color="auto"/>
            <w:right w:val="none" w:sz="0" w:space="0" w:color="auto"/>
          </w:divBdr>
        </w:div>
        <w:div w:id="1547378244">
          <w:marLeft w:val="640"/>
          <w:marRight w:val="0"/>
          <w:marTop w:val="0"/>
          <w:marBottom w:val="0"/>
          <w:divBdr>
            <w:top w:val="none" w:sz="0" w:space="0" w:color="auto"/>
            <w:left w:val="none" w:sz="0" w:space="0" w:color="auto"/>
            <w:bottom w:val="none" w:sz="0" w:space="0" w:color="auto"/>
            <w:right w:val="none" w:sz="0" w:space="0" w:color="auto"/>
          </w:divBdr>
        </w:div>
        <w:div w:id="1858498748">
          <w:marLeft w:val="640"/>
          <w:marRight w:val="0"/>
          <w:marTop w:val="0"/>
          <w:marBottom w:val="0"/>
          <w:divBdr>
            <w:top w:val="none" w:sz="0" w:space="0" w:color="auto"/>
            <w:left w:val="none" w:sz="0" w:space="0" w:color="auto"/>
            <w:bottom w:val="none" w:sz="0" w:space="0" w:color="auto"/>
            <w:right w:val="none" w:sz="0" w:space="0" w:color="auto"/>
          </w:divBdr>
        </w:div>
        <w:div w:id="788398442">
          <w:marLeft w:val="640"/>
          <w:marRight w:val="0"/>
          <w:marTop w:val="0"/>
          <w:marBottom w:val="0"/>
          <w:divBdr>
            <w:top w:val="none" w:sz="0" w:space="0" w:color="auto"/>
            <w:left w:val="none" w:sz="0" w:space="0" w:color="auto"/>
            <w:bottom w:val="none" w:sz="0" w:space="0" w:color="auto"/>
            <w:right w:val="none" w:sz="0" w:space="0" w:color="auto"/>
          </w:divBdr>
        </w:div>
        <w:div w:id="1974560196">
          <w:marLeft w:val="640"/>
          <w:marRight w:val="0"/>
          <w:marTop w:val="0"/>
          <w:marBottom w:val="0"/>
          <w:divBdr>
            <w:top w:val="none" w:sz="0" w:space="0" w:color="auto"/>
            <w:left w:val="none" w:sz="0" w:space="0" w:color="auto"/>
            <w:bottom w:val="none" w:sz="0" w:space="0" w:color="auto"/>
            <w:right w:val="none" w:sz="0" w:space="0" w:color="auto"/>
          </w:divBdr>
        </w:div>
        <w:div w:id="519857318">
          <w:marLeft w:val="640"/>
          <w:marRight w:val="0"/>
          <w:marTop w:val="0"/>
          <w:marBottom w:val="0"/>
          <w:divBdr>
            <w:top w:val="none" w:sz="0" w:space="0" w:color="auto"/>
            <w:left w:val="none" w:sz="0" w:space="0" w:color="auto"/>
            <w:bottom w:val="none" w:sz="0" w:space="0" w:color="auto"/>
            <w:right w:val="none" w:sz="0" w:space="0" w:color="auto"/>
          </w:divBdr>
        </w:div>
      </w:divsChild>
    </w:div>
    <w:div w:id="137916123">
      <w:bodyDiv w:val="1"/>
      <w:marLeft w:val="0"/>
      <w:marRight w:val="0"/>
      <w:marTop w:val="0"/>
      <w:marBottom w:val="0"/>
      <w:divBdr>
        <w:top w:val="none" w:sz="0" w:space="0" w:color="auto"/>
        <w:left w:val="none" w:sz="0" w:space="0" w:color="auto"/>
        <w:bottom w:val="none" w:sz="0" w:space="0" w:color="auto"/>
        <w:right w:val="none" w:sz="0" w:space="0" w:color="auto"/>
      </w:divBdr>
      <w:divsChild>
        <w:div w:id="494340620">
          <w:marLeft w:val="640"/>
          <w:marRight w:val="0"/>
          <w:marTop w:val="0"/>
          <w:marBottom w:val="0"/>
          <w:divBdr>
            <w:top w:val="none" w:sz="0" w:space="0" w:color="auto"/>
            <w:left w:val="none" w:sz="0" w:space="0" w:color="auto"/>
            <w:bottom w:val="none" w:sz="0" w:space="0" w:color="auto"/>
            <w:right w:val="none" w:sz="0" w:space="0" w:color="auto"/>
          </w:divBdr>
        </w:div>
        <w:div w:id="839083755">
          <w:marLeft w:val="640"/>
          <w:marRight w:val="0"/>
          <w:marTop w:val="0"/>
          <w:marBottom w:val="0"/>
          <w:divBdr>
            <w:top w:val="none" w:sz="0" w:space="0" w:color="auto"/>
            <w:left w:val="none" w:sz="0" w:space="0" w:color="auto"/>
            <w:bottom w:val="none" w:sz="0" w:space="0" w:color="auto"/>
            <w:right w:val="none" w:sz="0" w:space="0" w:color="auto"/>
          </w:divBdr>
        </w:div>
        <w:div w:id="1042485555">
          <w:marLeft w:val="640"/>
          <w:marRight w:val="0"/>
          <w:marTop w:val="0"/>
          <w:marBottom w:val="0"/>
          <w:divBdr>
            <w:top w:val="none" w:sz="0" w:space="0" w:color="auto"/>
            <w:left w:val="none" w:sz="0" w:space="0" w:color="auto"/>
            <w:bottom w:val="none" w:sz="0" w:space="0" w:color="auto"/>
            <w:right w:val="none" w:sz="0" w:space="0" w:color="auto"/>
          </w:divBdr>
        </w:div>
        <w:div w:id="1593078691">
          <w:marLeft w:val="640"/>
          <w:marRight w:val="0"/>
          <w:marTop w:val="0"/>
          <w:marBottom w:val="0"/>
          <w:divBdr>
            <w:top w:val="none" w:sz="0" w:space="0" w:color="auto"/>
            <w:left w:val="none" w:sz="0" w:space="0" w:color="auto"/>
            <w:bottom w:val="none" w:sz="0" w:space="0" w:color="auto"/>
            <w:right w:val="none" w:sz="0" w:space="0" w:color="auto"/>
          </w:divBdr>
        </w:div>
        <w:div w:id="1673338823">
          <w:marLeft w:val="640"/>
          <w:marRight w:val="0"/>
          <w:marTop w:val="0"/>
          <w:marBottom w:val="0"/>
          <w:divBdr>
            <w:top w:val="none" w:sz="0" w:space="0" w:color="auto"/>
            <w:left w:val="none" w:sz="0" w:space="0" w:color="auto"/>
            <w:bottom w:val="none" w:sz="0" w:space="0" w:color="auto"/>
            <w:right w:val="none" w:sz="0" w:space="0" w:color="auto"/>
          </w:divBdr>
        </w:div>
        <w:div w:id="1714622093">
          <w:marLeft w:val="640"/>
          <w:marRight w:val="0"/>
          <w:marTop w:val="0"/>
          <w:marBottom w:val="0"/>
          <w:divBdr>
            <w:top w:val="none" w:sz="0" w:space="0" w:color="auto"/>
            <w:left w:val="none" w:sz="0" w:space="0" w:color="auto"/>
            <w:bottom w:val="none" w:sz="0" w:space="0" w:color="auto"/>
            <w:right w:val="none" w:sz="0" w:space="0" w:color="auto"/>
          </w:divBdr>
        </w:div>
        <w:div w:id="1770541728">
          <w:marLeft w:val="640"/>
          <w:marRight w:val="0"/>
          <w:marTop w:val="0"/>
          <w:marBottom w:val="0"/>
          <w:divBdr>
            <w:top w:val="none" w:sz="0" w:space="0" w:color="auto"/>
            <w:left w:val="none" w:sz="0" w:space="0" w:color="auto"/>
            <w:bottom w:val="none" w:sz="0" w:space="0" w:color="auto"/>
            <w:right w:val="none" w:sz="0" w:space="0" w:color="auto"/>
          </w:divBdr>
        </w:div>
      </w:divsChild>
    </w:div>
    <w:div w:id="169834086">
      <w:bodyDiv w:val="1"/>
      <w:marLeft w:val="0"/>
      <w:marRight w:val="0"/>
      <w:marTop w:val="0"/>
      <w:marBottom w:val="0"/>
      <w:divBdr>
        <w:top w:val="none" w:sz="0" w:space="0" w:color="auto"/>
        <w:left w:val="none" w:sz="0" w:space="0" w:color="auto"/>
        <w:bottom w:val="none" w:sz="0" w:space="0" w:color="auto"/>
        <w:right w:val="none" w:sz="0" w:space="0" w:color="auto"/>
      </w:divBdr>
      <w:divsChild>
        <w:div w:id="1206989413">
          <w:marLeft w:val="640"/>
          <w:marRight w:val="0"/>
          <w:marTop w:val="0"/>
          <w:marBottom w:val="0"/>
          <w:divBdr>
            <w:top w:val="none" w:sz="0" w:space="0" w:color="auto"/>
            <w:left w:val="none" w:sz="0" w:space="0" w:color="auto"/>
            <w:bottom w:val="none" w:sz="0" w:space="0" w:color="auto"/>
            <w:right w:val="none" w:sz="0" w:space="0" w:color="auto"/>
          </w:divBdr>
        </w:div>
        <w:div w:id="1207260019">
          <w:marLeft w:val="640"/>
          <w:marRight w:val="0"/>
          <w:marTop w:val="0"/>
          <w:marBottom w:val="0"/>
          <w:divBdr>
            <w:top w:val="none" w:sz="0" w:space="0" w:color="auto"/>
            <w:left w:val="none" w:sz="0" w:space="0" w:color="auto"/>
            <w:bottom w:val="none" w:sz="0" w:space="0" w:color="auto"/>
            <w:right w:val="none" w:sz="0" w:space="0" w:color="auto"/>
          </w:divBdr>
        </w:div>
        <w:div w:id="842352091">
          <w:marLeft w:val="640"/>
          <w:marRight w:val="0"/>
          <w:marTop w:val="0"/>
          <w:marBottom w:val="0"/>
          <w:divBdr>
            <w:top w:val="none" w:sz="0" w:space="0" w:color="auto"/>
            <w:left w:val="none" w:sz="0" w:space="0" w:color="auto"/>
            <w:bottom w:val="none" w:sz="0" w:space="0" w:color="auto"/>
            <w:right w:val="none" w:sz="0" w:space="0" w:color="auto"/>
          </w:divBdr>
        </w:div>
        <w:div w:id="1042249814">
          <w:marLeft w:val="640"/>
          <w:marRight w:val="0"/>
          <w:marTop w:val="0"/>
          <w:marBottom w:val="0"/>
          <w:divBdr>
            <w:top w:val="none" w:sz="0" w:space="0" w:color="auto"/>
            <w:left w:val="none" w:sz="0" w:space="0" w:color="auto"/>
            <w:bottom w:val="none" w:sz="0" w:space="0" w:color="auto"/>
            <w:right w:val="none" w:sz="0" w:space="0" w:color="auto"/>
          </w:divBdr>
        </w:div>
        <w:div w:id="429787030">
          <w:marLeft w:val="640"/>
          <w:marRight w:val="0"/>
          <w:marTop w:val="0"/>
          <w:marBottom w:val="0"/>
          <w:divBdr>
            <w:top w:val="none" w:sz="0" w:space="0" w:color="auto"/>
            <w:left w:val="none" w:sz="0" w:space="0" w:color="auto"/>
            <w:bottom w:val="none" w:sz="0" w:space="0" w:color="auto"/>
            <w:right w:val="none" w:sz="0" w:space="0" w:color="auto"/>
          </w:divBdr>
        </w:div>
        <w:div w:id="1988514860">
          <w:marLeft w:val="640"/>
          <w:marRight w:val="0"/>
          <w:marTop w:val="0"/>
          <w:marBottom w:val="0"/>
          <w:divBdr>
            <w:top w:val="none" w:sz="0" w:space="0" w:color="auto"/>
            <w:left w:val="none" w:sz="0" w:space="0" w:color="auto"/>
            <w:bottom w:val="none" w:sz="0" w:space="0" w:color="auto"/>
            <w:right w:val="none" w:sz="0" w:space="0" w:color="auto"/>
          </w:divBdr>
        </w:div>
        <w:div w:id="1930388268">
          <w:marLeft w:val="640"/>
          <w:marRight w:val="0"/>
          <w:marTop w:val="0"/>
          <w:marBottom w:val="0"/>
          <w:divBdr>
            <w:top w:val="none" w:sz="0" w:space="0" w:color="auto"/>
            <w:left w:val="none" w:sz="0" w:space="0" w:color="auto"/>
            <w:bottom w:val="none" w:sz="0" w:space="0" w:color="auto"/>
            <w:right w:val="none" w:sz="0" w:space="0" w:color="auto"/>
          </w:divBdr>
        </w:div>
        <w:div w:id="95953642">
          <w:marLeft w:val="640"/>
          <w:marRight w:val="0"/>
          <w:marTop w:val="0"/>
          <w:marBottom w:val="0"/>
          <w:divBdr>
            <w:top w:val="none" w:sz="0" w:space="0" w:color="auto"/>
            <w:left w:val="none" w:sz="0" w:space="0" w:color="auto"/>
            <w:bottom w:val="none" w:sz="0" w:space="0" w:color="auto"/>
            <w:right w:val="none" w:sz="0" w:space="0" w:color="auto"/>
          </w:divBdr>
        </w:div>
        <w:div w:id="728307031">
          <w:marLeft w:val="640"/>
          <w:marRight w:val="0"/>
          <w:marTop w:val="0"/>
          <w:marBottom w:val="0"/>
          <w:divBdr>
            <w:top w:val="none" w:sz="0" w:space="0" w:color="auto"/>
            <w:left w:val="none" w:sz="0" w:space="0" w:color="auto"/>
            <w:bottom w:val="none" w:sz="0" w:space="0" w:color="auto"/>
            <w:right w:val="none" w:sz="0" w:space="0" w:color="auto"/>
          </w:divBdr>
        </w:div>
        <w:div w:id="310407523">
          <w:marLeft w:val="640"/>
          <w:marRight w:val="0"/>
          <w:marTop w:val="0"/>
          <w:marBottom w:val="0"/>
          <w:divBdr>
            <w:top w:val="none" w:sz="0" w:space="0" w:color="auto"/>
            <w:left w:val="none" w:sz="0" w:space="0" w:color="auto"/>
            <w:bottom w:val="none" w:sz="0" w:space="0" w:color="auto"/>
            <w:right w:val="none" w:sz="0" w:space="0" w:color="auto"/>
          </w:divBdr>
        </w:div>
        <w:div w:id="1004094791">
          <w:marLeft w:val="640"/>
          <w:marRight w:val="0"/>
          <w:marTop w:val="0"/>
          <w:marBottom w:val="0"/>
          <w:divBdr>
            <w:top w:val="none" w:sz="0" w:space="0" w:color="auto"/>
            <w:left w:val="none" w:sz="0" w:space="0" w:color="auto"/>
            <w:bottom w:val="none" w:sz="0" w:space="0" w:color="auto"/>
            <w:right w:val="none" w:sz="0" w:space="0" w:color="auto"/>
          </w:divBdr>
        </w:div>
        <w:div w:id="797911943">
          <w:marLeft w:val="640"/>
          <w:marRight w:val="0"/>
          <w:marTop w:val="0"/>
          <w:marBottom w:val="0"/>
          <w:divBdr>
            <w:top w:val="none" w:sz="0" w:space="0" w:color="auto"/>
            <w:left w:val="none" w:sz="0" w:space="0" w:color="auto"/>
            <w:bottom w:val="none" w:sz="0" w:space="0" w:color="auto"/>
            <w:right w:val="none" w:sz="0" w:space="0" w:color="auto"/>
          </w:divBdr>
        </w:div>
        <w:div w:id="1869953941">
          <w:marLeft w:val="640"/>
          <w:marRight w:val="0"/>
          <w:marTop w:val="0"/>
          <w:marBottom w:val="0"/>
          <w:divBdr>
            <w:top w:val="none" w:sz="0" w:space="0" w:color="auto"/>
            <w:left w:val="none" w:sz="0" w:space="0" w:color="auto"/>
            <w:bottom w:val="none" w:sz="0" w:space="0" w:color="auto"/>
            <w:right w:val="none" w:sz="0" w:space="0" w:color="auto"/>
          </w:divBdr>
        </w:div>
        <w:div w:id="418210859">
          <w:marLeft w:val="640"/>
          <w:marRight w:val="0"/>
          <w:marTop w:val="0"/>
          <w:marBottom w:val="0"/>
          <w:divBdr>
            <w:top w:val="none" w:sz="0" w:space="0" w:color="auto"/>
            <w:left w:val="none" w:sz="0" w:space="0" w:color="auto"/>
            <w:bottom w:val="none" w:sz="0" w:space="0" w:color="auto"/>
            <w:right w:val="none" w:sz="0" w:space="0" w:color="auto"/>
          </w:divBdr>
        </w:div>
        <w:div w:id="512955556">
          <w:marLeft w:val="640"/>
          <w:marRight w:val="0"/>
          <w:marTop w:val="0"/>
          <w:marBottom w:val="0"/>
          <w:divBdr>
            <w:top w:val="none" w:sz="0" w:space="0" w:color="auto"/>
            <w:left w:val="none" w:sz="0" w:space="0" w:color="auto"/>
            <w:bottom w:val="none" w:sz="0" w:space="0" w:color="auto"/>
            <w:right w:val="none" w:sz="0" w:space="0" w:color="auto"/>
          </w:divBdr>
        </w:div>
        <w:div w:id="574753060">
          <w:marLeft w:val="640"/>
          <w:marRight w:val="0"/>
          <w:marTop w:val="0"/>
          <w:marBottom w:val="0"/>
          <w:divBdr>
            <w:top w:val="none" w:sz="0" w:space="0" w:color="auto"/>
            <w:left w:val="none" w:sz="0" w:space="0" w:color="auto"/>
            <w:bottom w:val="none" w:sz="0" w:space="0" w:color="auto"/>
            <w:right w:val="none" w:sz="0" w:space="0" w:color="auto"/>
          </w:divBdr>
        </w:div>
        <w:div w:id="807863489">
          <w:marLeft w:val="640"/>
          <w:marRight w:val="0"/>
          <w:marTop w:val="0"/>
          <w:marBottom w:val="0"/>
          <w:divBdr>
            <w:top w:val="none" w:sz="0" w:space="0" w:color="auto"/>
            <w:left w:val="none" w:sz="0" w:space="0" w:color="auto"/>
            <w:bottom w:val="none" w:sz="0" w:space="0" w:color="auto"/>
            <w:right w:val="none" w:sz="0" w:space="0" w:color="auto"/>
          </w:divBdr>
        </w:div>
        <w:div w:id="21978012">
          <w:marLeft w:val="640"/>
          <w:marRight w:val="0"/>
          <w:marTop w:val="0"/>
          <w:marBottom w:val="0"/>
          <w:divBdr>
            <w:top w:val="none" w:sz="0" w:space="0" w:color="auto"/>
            <w:left w:val="none" w:sz="0" w:space="0" w:color="auto"/>
            <w:bottom w:val="none" w:sz="0" w:space="0" w:color="auto"/>
            <w:right w:val="none" w:sz="0" w:space="0" w:color="auto"/>
          </w:divBdr>
        </w:div>
        <w:div w:id="715593168">
          <w:marLeft w:val="640"/>
          <w:marRight w:val="0"/>
          <w:marTop w:val="0"/>
          <w:marBottom w:val="0"/>
          <w:divBdr>
            <w:top w:val="none" w:sz="0" w:space="0" w:color="auto"/>
            <w:left w:val="none" w:sz="0" w:space="0" w:color="auto"/>
            <w:bottom w:val="none" w:sz="0" w:space="0" w:color="auto"/>
            <w:right w:val="none" w:sz="0" w:space="0" w:color="auto"/>
          </w:divBdr>
        </w:div>
        <w:div w:id="1387416357">
          <w:marLeft w:val="640"/>
          <w:marRight w:val="0"/>
          <w:marTop w:val="0"/>
          <w:marBottom w:val="0"/>
          <w:divBdr>
            <w:top w:val="none" w:sz="0" w:space="0" w:color="auto"/>
            <w:left w:val="none" w:sz="0" w:space="0" w:color="auto"/>
            <w:bottom w:val="none" w:sz="0" w:space="0" w:color="auto"/>
            <w:right w:val="none" w:sz="0" w:space="0" w:color="auto"/>
          </w:divBdr>
        </w:div>
        <w:div w:id="638922791">
          <w:marLeft w:val="640"/>
          <w:marRight w:val="0"/>
          <w:marTop w:val="0"/>
          <w:marBottom w:val="0"/>
          <w:divBdr>
            <w:top w:val="none" w:sz="0" w:space="0" w:color="auto"/>
            <w:left w:val="none" w:sz="0" w:space="0" w:color="auto"/>
            <w:bottom w:val="none" w:sz="0" w:space="0" w:color="auto"/>
            <w:right w:val="none" w:sz="0" w:space="0" w:color="auto"/>
          </w:divBdr>
        </w:div>
        <w:div w:id="1085494341">
          <w:marLeft w:val="640"/>
          <w:marRight w:val="0"/>
          <w:marTop w:val="0"/>
          <w:marBottom w:val="0"/>
          <w:divBdr>
            <w:top w:val="none" w:sz="0" w:space="0" w:color="auto"/>
            <w:left w:val="none" w:sz="0" w:space="0" w:color="auto"/>
            <w:bottom w:val="none" w:sz="0" w:space="0" w:color="auto"/>
            <w:right w:val="none" w:sz="0" w:space="0" w:color="auto"/>
          </w:divBdr>
        </w:div>
        <w:div w:id="1602106687">
          <w:marLeft w:val="640"/>
          <w:marRight w:val="0"/>
          <w:marTop w:val="0"/>
          <w:marBottom w:val="0"/>
          <w:divBdr>
            <w:top w:val="none" w:sz="0" w:space="0" w:color="auto"/>
            <w:left w:val="none" w:sz="0" w:space="0" w:color="auto"/>
            <w:bottom w:val="none" w:sz="0" w:space="0" w:color="auto"/>
            <w:right w:val="none" w:sz="0" w:space="0" w:color="auto"/>
          </w:divBdr>
        </w:div>
        <w:div w:id="1555848954">
          <w:marLeft w:val="640"/>
          <w:marRight w:val="0"/>
          <w:marTop w:val="0"/>
          <w:marBottom w:val="0"/>
          <w:divBdr>
            <w:top w:val="none" w:sz="0" w:space="0" w:color="auto"/>
            <w:left w:val="none" w:sz="0" w:space="0" w:color="auto"/>
            <w:bottom w:val="none" w:sz="0" w:space="0" w:color="auto"/>
            <w:right w:val="none" w:sz="0" w:space="0" w:color="auto"/>
          </w:divBdr>
        </w:div>
        <w:div w:id="1612516519">
          <w:marLeft w:val="640"/>
          <w:marRight w:val="0"/>
          <w:marTop w:val="0"/>
          <w:marBottom w:val="0"/>
          <w:divBdr>
            <w:top w:val="none" w:sz="0" w:space="0" w:color="auto"/>
            <w:left w:val="none" w:sz="0" w:space="0" w:color="auto"/>
            <w:bottom w:val="none" w:sz="0" w:space="0" w:color="auto"/>
            <w:right w:val="none" w:sz="0" w:space="0" w:color="auto"/>
          </w:divBdr>
        </w:div>
      </w:divsChild>
    </w:div>
    <w:div w:id="195387022">
      <w:bodyDiv w:val="1"/>
      <w:marLeft w:val="0"/>
      <w:marRight w:val="0"/>
      <w:marTop w:val="0"/>
      <w:marBottom w:val="0"/>
      <w:divBdr>
        <w:top w:val="none" w:sz="0" w:space="0" w:color="auto"/>
        <w:left w:val="none" w:sz="0" w:space="0" w:color="auto"/>
        <w:bottom w:val="none" w:sz="0" w:space="0" w:color="auto"/>
        <w:right w:val="none" w:sz="0" w:space="0" w:color="auto"/>
      </w:divBdr>
      <w:divsChild>
        <w:div w:id="28723674">
          <w:marLeft w:val="640"/>
          <w:marRight w:val="0"/>
          <w:marTop w:val="0"/>
          <w:marBottom w:val="0"/>
          <w:divBdr>
            <w:top w:val="none" w:sz="0" w:space="0" w:color="auto"/>
            <w:left w:val="none" w:sz="0" w:space="0" w:color="auto"/>
            <w:bottom w:val="none" w:sz="0" w:space="0" w:color="auto"/>
            <w:right w:val="none" w:sz="0" w:space="0" w:color="auto"/>
          </w:divBdr>
        </w:div>
        <w:div w:id="104547574">
          <w:marLeft w:val="640"/>
          <w:marRight w:val="0"/>
          <w:marTop w:val="0"/>
          <w:marBottom w:val="0"/>
          <w:divBdr>
            <w:top w:val="none" w:sz="0" w:space="0" w:color="auto"/>
            <w:left w:val="none" w:sz="0" w:space="0" w:color="auto"/>
            <w:bottom w:val="none" w:sz="0" w:space="0" w:color="auto"/>
            <w:right w:val="none" w:sz="0" w:space="0" w:color="auto"/>
          </w:divBdr>
        </w:div>
        <w:div w:id="478182997">
          <w:marLeft w:val="640"/>
          <w:marRight w:val="0"/>
          <w:marTop w:val="0"/>
          <w:marBottom w:val="0"/>
          <w:divBdr>
            <w:top w:val="none" w:sz="0" w:space="0" w:color="auto"/>
            <w:left w:val="none" w:sz="0" w:space="0" w:color="auto"/>
            <w:bottom w:val="none" w:sz="0" w:space="0" w:color="auto"/>
            <w:right w:val="none" w:sz="0" w:space="0" w:color="auto"/>
          </w:divBdr>
        </w:div>
        <w:div w:id="512301326">
          <w:marLeft w:val="640"/>
          <w:marRight w:val="0"/>
          <w:marTop w:val="0"/>
          <w:marBottom w:val="0"/>
          <w:divBdr>
            <w:top w:val="none" w:sz="0" w:space="0" w:color="auto"/>
            <w:left w:val="none" w:sz="0" w:space="0" w:color="auto"/>
            <w:bottom w:val="none" w:sz="0" w:space="0" w:color="auto"/>
            <w:right w:val="none" w:sz="0" w:space="0" w:color="auto"/>
          </w:divBdr>
        </w:div>
        <w:div w:id="810947674">
          <w:marLeft w:val="640"/>
          <w:marRight w:val="0"/>
          <w:marTop w:val="0"/>
          <w:marBottom w:val="0"/>
          <w:divBdr>
            <w:top w:val="none" w:sz="0" w:space="0" w:color="auto"/>
            <w:left w:val="none" w:sz="0" w:space="0" w:color="auto"/>
            <w:bottom w:val="none" w:sz="0" w:space="0" w:color="auto"/>
            <w:right w:val="none" w:sz="0" w:space="0" w:color="auto"/>
          </w:divBdr>
        </w:div>
        <w:div w:id="836844912">
          <w:marLeft w:val="640"/>
          <w:marRight w:val="0"/>
          <w:marTop w:val="0"/>
          <w:marBottom w:val="0"/>
          <w:divBdr>
            <w:top w:val="none" w:sz="0" w:space="0" w:color="auto"/>
            <w:left w:val="none" w:sz="0" w:space="0" w:color="auto"/>
            <w:bottom w:val="none" w:sz="0" w:space="0" w:color="auto"/>
            <w:right w:val="none" w:sz="0" w:space="0" w:color="auto"/>
          </w:divBdr>
        </w:div>
        <w:div w:id="1035352255">
          <w:marLeft w:val="640"/>
          <w:marRight w:val="0"/>
          <w:marTop w:val="0"/>
          <w:marBottom w:val="0"/>
          <w:divBdr>
            <w:top w:val="none" w:sz="0" w:space="0" w:color="auto"/>
            <w:left w:val="none" w:sz="0" w:space="0" w:color="auto"/>
            <w:bottom w:val="none" w:sz="0" w:space="0" w:color="auto"/>
            <w:right w:val="none" w:sz="0" w:space="0" w:color="auto"/>
          </w:divBdr>
        </w:div>
        <w:div w:id="1067414946">
          <w:marLeft w:val="640"/>
          <w:marRight w:val="0"/>
          <w:marTop w:val="0"/>
          <w:marBottom w:val="0"/>
          <w:divBdr>
            <w:top w:val="none" w:sz="0" w:space="0" w:color="auto"/>
            <w:left w:val="none" w:sz="0" w:space="0" w:color="auto"/>
            <w:bottom w:val="none" w:sz="0" w:space="0" w:color="auto"/>
            <w:right w:val="none" w:sz="0" w:space="0" w:color="auto"/>
          </w:divBdr>
        </w:div>
        <w:div w:id="1121146467">
          <w:marLeft w:val="640"/>
          <w:marRight w:val="0"/>
          <w:marTop w:val="0"/>
          <w:marBottom w:val="0"/>
          <w:divBdr>
            <w:top w:val="none" w:sz="0" w:space="0" w:color="auto"/>
            <w:left w:val="none" w:sz="0" w:space="0" w:color="auto"/>
            <w:bottom w:val="none" w:sz="0" w:space="0" w:color="auto"/>
            <w:right w:val="none" w:sz="0" w:space="0" w:color="auto"/>
          </w:divBdr>
        </w:div>
        <w:div w:id="1133711264">
          <w:marLeft w:val="640"/>
          <w:marRight w:val="0"/>
          <w:marTop w:val="0"/>
          <w:marBottom w:val="0"/>
          <w:divBdr>
            <w:top w:val="none" w:sz="0" w:space="0" w:color="auto"/>
            <w:left w:val="none" w:sz="0" w:space="0" w:color="auto"/>
            <w:bottom w:val="none" w:sz="0" w:space="0" w:color="auto"/>
            <w:right w:val="none" w:sz="0" w:space="0" w:color="auto"/>
          </w:divBdr>
        </w:div>
        <w:div w:id="1749813045">
          <w:marLeft w:val="640"/>
          <w:marRight w:val="0"/>
          <w:marTop w:val="0"/>
          <w:marBottom w:val="0"/>
          <w:divBdr>
            <w:top w:val="none" w:sz="0" w:space="0" w:color="auto"/>
            <w:left w:val="none" w:sz="0" w:space="0" w:color="auto"/>
            <w:bottom w:val="none" w:sz="0" w:space="0" w:color="auto"/>
            <w:right w:val="none" w:sz="0" w:space="0" w:color="auto"/>
          </w:divBdr>
        </w:div>
        <w:div w:id="1970671498">
          <w:marLeft w:val="640"/>
          <w:marRight w:val="0"/>
          <w:marTop w:val="0"/>
          <w:marBottom w:val="0"/>
          <w:divBdr>
            <w:top w:val="none" w:sz="0" w:space="0" w:color="auto"/>
            <w:left w:val="none" w:sz="0" w:space="0" w:color="auto"/>
            <w:bottom w:val="none" w:sz="0" w:space="0" w:color="auto"/>
            <w:right w:val="none" w:sz="0" w:space="0" w:color="auto"/>
          </w:divBdr>
        </w:div>
        <w:div w:id="1999183709">
          <w:marLeft w:val="640"/>
          <w:marRight w:val="0"/>
          <w:marTop w:val="0"/>
          <w:marBottom w:val="0"/>
          <w:divBdr>
            <w:top w:val="none" w:sz="0" w:space="0" w:color="auto"/>
            <w:left w:val="none" w:sz="0" w:space="0" w:color="auto"/>
            <w:bottom w:val="none" w:sz="0" w:space="0" w:color="auto"/>
            <w:right w:val="none" w:sz="0" w:space="0" w:color="auto"/>
          </w:divBdr>
        </w:div>
      </w:divsChild>
    </w:div>
    <w:div w:id="197622044">
      <w:bodyDiv w:val="1"/>
      <w:marLeft w:val="0"/>
      <w:marRight w:val="0"/>
      <w:marTop w:val="0"/>
      <w:marBottom w:val="0"/>
      <w:divBdr>
        <w:top w:val="none" w:sz="0" w:space="0" w:color="auto"/>
        <w:left w:val="none" w:sz="0" w:space="0" w:color="auto"/>
        <w:bottom w:val="none" w:sz="0" w:space="0" w:color="auto"/>
        <w:right w:val="none" w:sz="0" w:space="0" w:color="auto"/>
      </w:divBdr>
    </w:div>
    <w:div w:id="357119635">
      <w:bodyDiv w:val="1"/>
      <w:marLeft w:val="0"/>
      <w:marRight w:val="0"/>
      <w:marTop w:val="0"/>
      <w:marBottom w:val="0"/>
      <w:divBdr>
        <w:top w:val="none" w:sz="0" w:space="0" w:color="auto"/>
        <w:left w:val="none" w:sz="0" w:space="0" w:color="auto"/>
        <w:bottom w:val="none" w:sz="0" w:space="0" w:color="auto"/>
        <w:right w:val="none" w:sz="0" w:space="0" w:color="auto"/>
      </w:divBdr>
      <w:divsChild>
        <w:div w:id="1074932302">
          <w:marLeft w:val="640"/>
          <w:marRight w:val="0"/>
          <w:marTop w:val="0"/>
          <w:marBottom w:val="0"/>
          <w:divBdr>
            <w:top w:val="none" w:sz="0" w:space="0" w:color="auto"/>
            <w:left w:val="none" w:sz="0" w:space="0" w:color="auto"/>
            <w:bottom w:val="none" w:sz="0" w:space="0" w:color="auto"/>
            <w:right w:val="none" w:sz="0" w:space="0" w:color="auto"/>
          </w:divBdr>
        </w:div>
        <w:div w:id="1581908126">
          <w:marLeft w:val="640"/>
          <w:marRight w:val="0"/>
          <w:marTop w:val="0"/>
          <w:marBottom w:val="0"/>
          <w:divBdr>
            <w:top w:val="none" w:sz="0" w:space="0" w:color="auto"/>
            <w:left w:val="none" w:sz="0" w:space="0" w:color="auto"/>
            <w:bottom w:val="none" w:sz="0" w:space="0" w:color="auto"/>
            <w:right w:val="none" w:sz="0" w:space="0" w:color="auto"/>
          </w:divBdr>
        </w:div>
      </w:divsChild>
    </w:div>
    <w:div w:id="396825583">
      <w:bodyDiv w:val="1"/>
      <w:marLeft w:val="0"/>
      <w:marRight w:val="0"/>
      <w:marTop w:val="0"/>
      <w:marBottom w:val="0"/>
      <w:divBdr>
        <w:top w:val="none" w:sz="0" w:space="0" w:color="auto"/>
        <w:left w:val="none" w:sz="0" w:space="0" w:color="auto"/>
        <w:bottom w:val="none" w:sz="0" w:space="0" w:color="auto"/>
        <w:right w:val="none" w:sz="0" w:space="0" w:color="auto"/>
      </w:divBdr>
      <w:divsChild>
        <w:div w:id="79061940">
          <w:marLeft w:val="640"/>
          <w:marRight w:val="0"/>
          <w:marTop w:val="0"/>
          <w:marBottom w:val="0"/>
          <w:divBdr>
            <w:top w:val="none" w:sz="0" w:space="0" w:color="auto"/>
            <w:left w:val="none" w:sz="0" w:space="0" w:color="auto"/>
            <w:bottom w:val="none" w:sz="0" w:space="0" w:color="auto"/>
            <w:right w:val="none" w:sz="0" w:space="0" w:color="auto"/>
          </w:divBdr>
        </w:div>
        <w:div w:id="92673906">
          <w:marLeft w:val="640"/>
          <w:marRight w:val="0"/>
          <w:marTop w:val="0"/>
          <w:marBottom w:val="0"/>
          <w:divBdr>
            <w:top w:val="none" w:sz="0" w:space="0" w:color="auto"/>
            <w:left w:val="none" w:sz="0" w:space="0" w:color="auto"/>
            <w:bottom w:val="none" w:sz="0" w:space="0" w:color="auto"/>
            <w:right w:val="none" w:sz="0" w:space="0" w:color="auto"/>
          </w:divBdr>
        </w:div>
        <w:div w:id="130907453">
          <w:marLeft w:val="640"/>
          <w:marRight w:val="0"/>
          <w:marTop w:val="0"/>
          <w:marBottom w:val="0"/>
          <w:divBdr>
            <w:top w:val="none" w:sz="0" w:space="0" w:color="auto"/>
            <w:left w:val="none" w:sz="0" w:space="0" w:color="auto"/>
            <w:bottom w:val="none" w:sz="0" w:space="0" w:color="auto"/>
            <w:right w:val="none" w:sz="0" w:space="0" w:color="auto"/>
          </w:divBdr>
        </w:div>
        <w:div w:id="172838154">
          <w:marLeft w:val="640"/>
          <w:marRight w:val="0"/>
          <w:marTop w:val="0"/>
          <w:marBottom w:val="0"/>
          <w:divBdr>
            <w:top w:val="none" w:sz="0" w:space="0" w:color="auto"/>
            <w:left w:val="none" w:sz="0" w:space="0" w:color="auto"/>
            <w:bottom w:val="none" w:sz="0" w:space="0" w:color="auto"/>
            <w:right w:val="none" w:sz="0" w:space="0" w:color="auto"/>
          </w:divBdr>
        </w:div>
        <w:div w:id="208342158">
          <w:marLeft w:val="640"/>
          <w:marRight w:val="0"/>
          <w:marTop w:val="0"/>
          <w:marBottom w:val="0"/>
          <w:divBdr>
            <w:top w:val="none" w:sz="0" w:space="0" w:color="auto"/>
            <w:left w:val="none" w:sz="0" w:space="0" w:color="auto"/>
            <w:bottom w:val="none" w:sz="0" w:space="0" w:color="auto"/>
            <w:right w:val="none" w:sz="0" w:space="0" w:color="auto"/>
          </w:divBdr>
        </w:div>
        <w:div w:id="374818144">
          <w:marLeft w:val="640"/>
          <w:marRight w:val="0"/>
          <w:marTop w:val="0"/>
          <w:marBottom w:val="0"/>
          <w:divBdr>
            <w:top w:val="none" w:sz="0" w:space="0" w:color="auto"/>
            <w:left w:val="none" w:sz="0" w:space="0" w:color="auto"/>
            <w:bottom w:val="none" w:sz="0" w:space="0" w:color="auto"/>
            <w:right w:val="none" w:sz="0" w:space="0" w:color="auto"/>
          </w:divBdr>
        </w:div>
        <w:div w:id="430977658">
          <w:marLeft w:val="640"/>
          <w:marRight w:val="0"/>
          <w:marTop w:val="0"/>
          <w:marBottom w:val="0"/>
          <w:divBdr>
            <w:top w:val="none" w:sz="0" w:space="0" w:color="auto"/>
            <w:left w:val="none" w:sz="0" w:space="0" w:color="auto"/>
            <w:bottom w:val="none" w:sz="0" w:space="0" w:color="auto"/>
            <w:right w:val="none" w:sz="0" w:space="0" w:color="auto"/>
          </w:divBdr>
        </w:div>
        <w:div w:id="484660747">
          <w:marLeft w:val="640"/>
          <w:marRight w:val="0"/>
          <w:marTop w:val="0"/>
          <w:marBottom w:val="0"/>
          <w:divBdr>
            <w:top w:val="none" w:sz="0" w:space="0" w:color="auto"/>
            <w:left w:val="none" w:sz="0" w:space="0" w:color="auto"/>
            <w:bottom w:val="none" w:sz="0" w:space="0" w:color="auto"/>
            <w:right w:val="none" w:sz="0" w:space="0" w:color="auto"/>
          </w:divBdr>
        </w:div>
        <w:div w:id="519314848">
          <w:marLeft w:val="640"/>
          <w:marRight w:val="0"/>
          <w:marTop w:val="0"/>
          <w:marBottom w:val="0"/>
          <w:divBdr>
            <w:top w:val="none" w:sz="0" w:space="0" w:color="auto"/>
            <w:left w:val="none" w:sz="0" w:space="0" w:color="auto"/>
            <w:bottom w:val="none" w:sz="0" w:space="0" w:color="auto"/>
            <w:right w:val="none" w:sz="0" w:space="0" w:color="auto"/>
          </w:divBdr>
        </w:div>
        <w:div w:id="680667261">
          <w:marLeft w:val="640"/>
          <w:marRight w:val="0"/>
          <w:marTop w:val="0"/>
          <w:marBottom w:val="0"/>
          <w:divBdr>
            <w:top w:val="none" w:sz="0" w:space="0" w:color="auto"/>
            <w:left w:val="none" w:sz="0" w:space="0" w:color="auto"/>
            <w:bottom w:val="none" w:sz="0" w:space="0" w:color="auto"/>
            <w:right w:val="none" w:sz="0" w:space="0" w:color="auto"/>
          </w:divBdr>
        </w:div>
        <w:div w:id="750546062">
          <w:marLeft w:val="640"/>
          <w:marRight w:val="0"/>
          <w:marTop w:val="0"/>
          <w:marBottom w:val="0"/>
          <w:divBdr>
            <w:top w:val="none" w:sz="0" w:space="0" w:color="auto"/>
            <w:left w:val="none" w:sz="0" w:space="0" w:color="auto"/>
            <w:bottom w:val="none" w:sz="0" w:space="0" w:color="auto"/>
            <w:right w:val="none" w:sz="0" w:space="0" w:color="auto"/>
          </w:divBdr>
        </w:div>
        <w:div w:id="964502435">
          <w:marLeft w:val="640"/>
          <w:marRight w:val="0"/>
          <w:marTop w:val="0"/>
          <w:marBottom w:val="0"/>
          <w:divBdr>
            <w:top w:val="none" w:sz="0" w:space="0" w:color="auto"/>
            <w:left w:val="none" w:sz="0" w:space="0" w:color="auto"/>
            <w:bottom w:val="none" w:sz="0" w:space="0" w:color="auto"/>
            <w:right w:val="none" w:sz="0" w:space="0" w:color="auto"/>
          </w:divBdr>
        </w:div>
        <w:div w:id="1032533603">
          <w:marLeft w:val="640"/>
          <w:marRight w:val="0"/>
          <w:marTop w:val="0"/>
          <w:marBottom w:val="0"/>
          <w:divBdr>
            <w:top w:val="none" w:sz="0" w:space="0" w:color="auto"/>
            <w:left w:val="none" w:sz="0" w:space="0" w:color="auto"/>
            <w:bottom w:val="none" w:sz="0" w:space="0" w:color="auto"/>
            <w:right w:val="none" w:sz="0" w:space="0" w:color="auto"/>
          </w:divBdr>
        </w:div>
        <w:div w:id="1056316006">
          <w:marLeft w:val="640"/>
          <w:marRight w:val="0"/>
          <w:marTop w:val="0"/>
          <w:marBottom w:val="0"/>
          <w:divBdr>
            <w:top w:val="none" w:sz="0" w:space="0" w:color="auto"/>
            <w:left w:val="none" w:sz="0" w:space="0" w:color="auto"/>
            <w:bottom w:val="none" w:sz="0" w:space="0" w:color="auto"/>
            <w:right w:val="none" w:sz="0" w:space="0" w:color="auto"/>
          </w:divBdr>
        </w:div>
        <w:div w:id="1139305704">
          <w:marLeft w:val="640"/>
          <w:marRight w:val="0"/>
          <w:marTop w:val="0"/>
          <w:marBottom w:val="0"/>
          <w:divBdr>
            <w:top w:val="none" w:sz="0" w:space="0" w:color="auto"/>
            <w:left w:val="none" w:sz="0" w:space="0" w:color="auto"/>
            <w:bottom w:val="none" w:sz="0" w:space="0" w:color="auto"/>
            <w:right w:val="none" w:sz="0" w:space="0" w:color="auto"/>
          </w:divBdr>
        </w:div>
        <w:div w:id="1237861108">
          <w:marLeft w:val="640"/>
          <w:marRight w:val="0"/>
          <w:marTop w:val="0"/>
          <w:marBottom w:val="0"/>
          <w:divBdr>
            <w:top w:val="none" w:sz="0" w:space="0" w:color="auto"/>
            <w:left w:val="none" w:sz="0" w:space="0" w:color="auto"/>
            <w:bottom w:val="none" w:sz="0" w:space="0" w:color="auto"/>
            <w:right w:val="none" w:sz="0" w:space="0" w:color="auto"/>
          </w:divBdr>
        </w:div>
        <w:div w:id="1265268635">
          <w:marLeft w:val="640"/>
          <w:marRight w:val="0"/>
          <w:marTop w:val="0"/>
          <w:marBottom w:val="0"/>
          <w:divBdr>
            <w:top w:val="none" w:sz="0" w:space="0" w:color="auto"/>
            <w:left w:val="none" w:sz="0" w:space="0" w:color="auto"/>
            <w:bottom w:val="none" w:sz="0" w:space="0" w:color="auto"/>
            <w:right w:val="none" w:sz="0" w:space="0" w:color="auto"/>
          </w:divBdr>
        </w:div>
        <w:div w:id="1283614779">
          <w:marLeft w:val="640"/>
          <w:marRight w:val="0"/>
          <w:marTop w:val="0"/>
          <w:marBottom w:val="0"/>
          <w:divBdr>
            <w:top w:val="none" w:sz="0" w:space="0" w:color="auto"/>
            <w:left w:val="none" w:sz="0" w:space="0" w:color="auto"/>
            <w:bottom w:val="none" w:sz="0" w:space="0" w:color="auto"/>
            <w:right w:val="none" w:sz="0" w:space="0" w:color="auto"/>
          </w:divBdr>
        </w:div>
        <w:div w:id="1464152811">
          <w:marLeft w:val="640"/>
          <w:marRight w:val="0"/>
          <w:marTop w:val="0"/>
          <w:marBottom w:val="0"/>
          <w:divBdr>
            <w:top w:val="none" w:sz="0" w:space="0" w:color="auto"/>
            <w:left w:val="none" w:sz="0" w:space="0" w:color="auto"/>
            <w:bottom w:val="none" w:sz="0" w:space="0" w:color="auto"/>
            <w:right w:val="none" w:sz="0" w:space="0" w:color="auto"/>
          </w:divBdr>
        </w:div>
        <w:div w:id="1670399333">
          <w:marLeft w:val="640"/>
          <w:marRight w:val="0"/>
          <w:marTop w:val="0"/>
          <w:marBottom w:val="0"/>
          <w:divBdr>
            <w:top w:val="none" w:sz="0" w:space="0" w:color="auto"/>
            <w:left w:val="none" w:sz="0" w:space="0" w:color="auto"/>
            <w:bottom w:val="none" w:sz="0" w:space="0" w:color="auto"/>
            <w:right w:val="none" w:sz="0" w:space="0" w:color="auto"/>
          </w:divBdr>
        </w:div>
        <w:div w:id="2031173798">
          <w:marLeft w:val="640"/>
          <w:marRight w:val="0"/>
          <w:marTop w:val="0"/>
          <w:marBottom w:val="0"/>
          <w:divBdr>
            <w:top w:val="none" w:sz="0" w:space="0" w:color="auto"/>
            <w:left w:val="none" w:sz="0" w:space="0" w:color="auto"/>
            <w:bottom w:val="none" w:sz="0" w:space="0" w:color="auto"/>
            <w:right w:val="none" w:sz="0" w:space="0" w:color="auto"/>
          </w:divBdr>
        </w:div>
      </w:divsChild>
    </w:div>
    <w:div w:id="517624779">
      <w:bodyDiv w:val="1"/>
      <w:marLeft w:val="0"/>
      <w:marRight w:val="0"/>
      <w:marTop w:val="0"/>
      <w:marBottom w:val="0"/>
      <w:divBdr>
        <w:top w:val="none" w:sz="0" w:space="0" w:color="auto"/>
        <w:left w:val="none" w:sz="0" w:space="0" w:color="auto"/>
        <w:bottom w:val="none" w:sz="0" w:space="0" w:color="auto"/>
        <w:right w:val="none" w:sz="0" w:space="0" w:color="auto"/>
      </w:divBdr>
      <w:divsChild>
        <w:div w:id="1461991951">
          <w:marLeft w:val="640"/>
          <w:marRight w:val="0"/>
          <w:marTop w:val="0"/>
          <w:marBottom w:val="0"/>
          <w:divBdr>
            <w:top w:val="none" w:sz="0" w:space="0" w:color="auto"/>
            <w:left w:val="none" w:sz="0" w:space="0" w:color="auto"/>
            <w:bottom w:val="none" w:sz="0" w:space="0" w:color="auto"/>
            <w:right w:val="none" w:sz="0" w:space="0" w:color="auto"/>
          </w:divBdr>
        </w:div>
        <w:div w:id="1059208163">
          <w:marLeft w:val="640"/>
          <w:marRight w:val="0"/>
          <w:marTop w:val="0"/>
          <w:marBottom w:val="0"/>
          <w:divBdr>
            <w:top w:val="none" w:sz="0" w:space="0" w:color="auto"/>
            <w:left w:val="none" w:sz="0" w:space="0" w:color="auto"/>
            <w:bottom w:val="none" w:sz="0" w:space="0" w:color="auto"/>
            <w:right w:val="none" w:sz="0" w:space="0" w:color="auto"/>
          </w:divBdr>
        </w:div>
        <w:div w:id="1625848667">
          <w:marLeft w:val="640"/>
          <w:marRight w:val="0"/>
          <w:marTop w:val="0"/>
          <w:marBottom w:val="0"/>
          <w:divBdr>
            <w:top w:val="none" w:sz="0" w:space="0" w:color="auto"/>
            <w:left w:val="none" w:sz="0" w:space="0" w:color="auto"/>
            <w:bottom w:val="none" w:sz="0" w:space="0" w:color="auto"/>
            <w:right w:val="none" w:sz="0" w:space="0" w:color="auto"/>
          </w:divBdr>
        </w:div>
        <w:div w:id="2086684441">
          <w:marLeft w:val="640"/>
          <w:marRight w:val="0"/>
          <w:marTop w:val="0"/>
          <w:marBottom w:val="0"/>
          <w:divBdr>
            <w:top w:val="none" w:sz="0" w:space="0" w:color="auto"/>
            <w:left w:val="none" w:sz="0" w:space="0" w:color="auto"/>
            <w:bottom w:val="none" w:sz="0" w:space="0" w:color="auto"/>
            <w:right w:val="none" w:sz="0" w:space="0" w:color="auto"/>
          </w:divBdr>
        </w:div>
        <w:div w:id="745222031">
          <w:marLeft w:val="640"/>
          <w:marRight w:val="0"/>
          <w:marTop w:val="0"/>
          <w:marBottom w:val="0"/>
          <w:divBdr>
            <w:top w:val="none" w:sz="0" w:space="0" w:color="auto"/>
            <w:left w:val="none" w:sz="0" w:space="0" w:color="auto"/>
            <w:bottom w:val="none" w:sz="0" w:space="0" w:color="auto"/>
            <w:right w:val="none" w:sz="0" w:space="0" w:color="auto"/>
          </w:divBdr>
        </w:div>
        <w:div w:id="605775666">
          <w:marLeft w:val="640"/>
          <w:marRight w:val="0"/>
          <w:marTop w:val="0"/>
          <w:marBottom w:val="0"/>
          <w:divBdr>
            <w:top w:val="none" w:sz="0" w:space="0" w:color="auto"/>
            <w:left w:val="none" w:sz="0" w:space="0" w:color="auto"/>
            <w:bottom w:val="none" w:sz="0" w:space="0" w:color="auto"/>
            <w:right w:val="none" w:sz="0" w:space="0" w:color="auto"/>
          </w:divBdr>
        </w:div>
        <w:div w:id="537665642">
          <w:marLeft w:val="640"/>
          <w:marRight w:val="0"/>
          <w:marTop w:val="0"/>
          <w:marBottom w:val="0"/>
          <w:divBdr>
            <w:top w:val="none" w:sz="0" w:space="0" w:color="auto"/>
            <w:left w:val="none" w:sz="0" w:space="0" w:color="auto"/>
            <w:bottom w:val="none" w:sz="0" w:space="0" w:color="auto"/>
            <w:right w:val="none" w:sz="0" w:space="0" w:color="auto"/>
          </w:divBdr>
        </w:div>
        <w:div w:id="1039235550">
          <w:marLeft w:val="640"/>
          <w:marRight w:val="0"/>
          <w:marTop w:val="0"/>
          <w:marBottom w:val="0"/>
          <w:divBdr>
            <w:top w:val="none" w:sz="0" w:space="0" w:color="auto"/>
            <w:left w:val="none" w:sz="0" w:space="0" w:color="auto"/>
            <w:bottom w:val="none" w:sz="0" w:space="0" w:color="auto"/>
            <w:right w:val="none" w:sz="0" w:space="0" w:color="auto"/>
          </w:divBdr>
        </w:div>
        <w:div w:id="1916814300">
          <w:marLeft w:val="640"/>
          <w:marRight w:val="0"/>
          <w:marTop w:val="0"/>
          <w:marBottom w:val="0"/>
          <w:divBdr>
            <w:top w:val="none" w:sz="0" w:space="0" w:color="auto"/>
            <w:left w:val="none" w:sz="0" w:space="0" w:color="auto"/>
            <w:bottom w:val="none" w:sz="0" w:space="0" w:color="auto"/>
            <w:right w:val="none" w:sz="0" w:space="0" w:color="auto"/>
          </w:divBdr>
        </w:div>
        <w:div w:id="336615707">
          <w:marLeft w:val="640"/>
          <w:marRight w:val="0"/>
          <w:marTop w:val="0"/>
          <w:marBottom w:val="0"/>
          <w:divBdr>
            <w:top w:val="none" w:sz="0" w:space="0" w:color="auto"/>
            <w:left w:val="none" w:sz="0" w:space="0" w:color="auto"/>
            <w:bottom w:val="none" w:sz="0" w:space="0" w:color="auto"/>
            <w:right w:val="none" w:sz="0" w:space="0" w:color="auto"/>
          </w:divBdr>
        </w:div>
        <w:div w:id="1923025428">
          <w:marLeft w:val="640"/>
          <w:marRight w:val="0"/>
          <w:marTop w:val="0"/>
          <w:marBottom w:val="0"/>
          <w:divBdr>
            <w:top w:val="none" w:sz="0" w:space="0" w:color="auto"/>
            <w:left w:val="none" w:sz="0" w:space="0" w:color="auto"/>
            <w:bottom w:val="none" w:sz="0" w:space="0" w:color="auto"/>
            <w:right w:val="none" w:sz="0" w:space="0" w:color="auto"/>
          </w:divBdr>
        </w:div>
        <w:div w:id="1718889336">
          <w:marLeft w:val="640"/>
          <w:marRight w:val="0"/>
          <w:marTop w:val="0"/>
          <w:marBottom w:val="0"/>
          <w:divBdr>
            <w:top w:val="none" w:sz="0" w:space="0" w:color="auto"/>
            <w:left w:val="none" w:sz="0" w:space="0" w:color="auto"/>
            <w:bottom w:val="none" w:sz="0" w:space="0" w:color="auto"/>
            <w:right w:val="none" w:sz="0" w:space="0" w:color="auto"/>
          </w:divBdr>
        </w:div>
        <w:div w:id="460029447">
          <w:marLeft w:val="640"/>
          <w:marRight w:val="0"/>
          <w:marTop w:val="0"/>
          <w:marBottom w:val="0"/>
          <w:divBdr>
            <w:top w:val="none" w:sz="0" w:space="0" w:color="auto"/>
            <w:left w:val="none" w:sz="0" w:space="0" w:color="auto"/>
            <w:bottom w:val="none" w:sz="0" w:space="0" w:color="auto"/>
            <w:right w:val="none" w:sz="0" w:space="0" w:color="auto"/>
          </w:divBdr>
        </w:div>
        <w:div w:id="2009482264">
          <w:marLeft w:val="640"/>
          <w:marRight w:val="0"/>
          <w:marTop w:val="0"/>
          <w:marBottom w:val="0"/>
          <w:divBdr>
            <w:top w:val="none" w:sz="0" w:space="0" w:color="auto"/>
            <w:left w:val="none" w:sz="0" w:space="0" w:color="auto"/>
            <w:bottom w:val="none" w:sz="0" w:space="0" w:color="auto"/>
            <w:right w:val="none" w:sz="0" w:space="0" w:color="auto"/>
          </w:divBdr>
        </w:div>
        <w:div w:id="470888">
          <w:marLeft w:val="640"/>
          <w:marRight w:val="0"/>
          <w:marTop w:val="0"/>
          <w:marBottom w:val="0"/>
          <w:divBdr>
            <w:top w:val="none" w:sz="0" w:space="0" w:color="auto"/>
            <w:left w:val="none" w:sz="0" w:space="0" w:color="auto"/>
            <w:bottom w:val="none" w:sz="0" w:space="0" w:color="auto"/>
            <w:right w:val="none" w:sz="0" w:space="0" w:color="auto"/>
          </w:divBdr>
        </w:div>
        <w:div w:id="558133862">
          <w:marLeft w:val="640"/>
          <w:marRight w:val="0"/>
          <w:marTop w:val="0"/>
          <w:marBottom w:val="0"/>
          <w:divBdr>
            <w:top w:val="none" w:sz="0" w:space="0" w:color="auto"/>
            <w:left w:val="none" w:sz="0" w:space="0" w:color="auto"/>
            <w:bottom w:val="none" w:sz="0" w:space="0" w:color="auto"/>
            <w:right w:val="none" w:sz="0" w:space="0" w:color="auto"/>
          </w:divBdr>
        </w:div>
        <w:div w:id="831525380">
          <w:marLeft w:val="640"/>
          <w:marRight w:val="0"/>
          <w:marTop w:val="0"/>
          <w:marBottom w:val="0"/>
          <w:divBdr>
            <w:top w:val="none" w:sz="0" w:space="0" w:color="auto"/>
            <w:left w:val="none" w:sz="0" w:space="0" w:color="auto"/>
            <w:bottom w:val="none" w:sz="0" w:space="0" w:color="auto"/>
            <w:right w:val="none" w:sz="0" w:space="0" w:color="auto"/>
          </w:divBdr>
        </w:div>
        <w:div w:id="804808469">
          <w:marLeft w:val="640"/>
          <w:marRight w:val="0"/>
          <w:marTop w:val="0"/>
          <w:marBottom w:val="0"/>
          <w:divBdr>
            <w:top w:val="none" w:sz="0" w:space="0" w:color="auto"/>
            <w:left w:val="none" w:sz="0" w:space="0" w:color="auto"/>
            <w:bottom w:val="none" w:sz="0" w:space="0" w:color="auto"/>
            <w:right w:val="none" w:sz="0" w:space="0" w:color="auto"/>
          </w:divBdr>
        </w:div>
        <w:div w:id="974605563">
          <w:marLeft w:val="640"/>
          <w:marRight w:val="0"/>
          <w:marTop w:val="0"/>
          <w:marBottom w:val="0"/>
          <w:divBdr>
            <w:top w:val="none" w:sz="0" w:space="0" w:color="auto"/>
            <w:left w:val="none" w:sz="0" w:space="0" w:color="auto"/>
            <w:bottom w:val="none" w:sz="0" w:space="0" w:color="auto"/>
            <w:right w:val="none" w:sz="0" w:space="0" w:color="auto"/>
          </w:divBdr>
        </w:div>
        <w:div w:id="542865542">
          <w:marLeft w:val="640"/>
          <w:marRight w:val="0"/>
          <w:marTop w:val="0"/>
          <w:marBottom w:val="0"/>
          <w:divBdr>
            <w:top w:val="none" w:sz="0" w:space="0" w:color="auto"/>
            <w:left w:val="none" w:sz="0" w:space="0" w:color="auto"/>
            <w:bottom w:val="none" w:sz="0" w:space="0" w:color="auto"/>
            <w:right w:val="none" w:sz="0" w:space="0" w:color="auto"/>
          </w:divBdr>
        </w:div>
        <w:div w:id="863521407">
          <w:marLeft w:val="640"/>
          <w:marRight w:val="0"/>
          <w:marTop w:val="0"/>
          <w:marBottom w:val="0"/>
          <w:divBdr>
            <w:top w:val="none" w:sz="0" w:space="0" w:color="auto"/>
            <w:left w:val="none" w:sz="0" w:space="0" w:color="auto"/>
            <w:bottom w:val="none" w:sz="0" w:space="0" w:color="auto"/>
            <w:right w:val="none" w:sz="0" w:space="0" w:color="auto"/>
          </w:divBdr>
        </w:div>
        <w:div w:id="612975733">
          <w:marLeft w:val="640"/>
          <w:marRight w:val="0"/>
          <w:marTop w:val="0"/>
          <w:marBottom w:val="0"/>
          <w:divBdr>
            <w:top w:val="none" w:sz="0" w:space="0" w:color="auto"/>
            <w:left w:val="none" w:sz="0" w:space="0" w:color="auto"/>
            <w:bottom w:val="none" w:sz="0" w:space="0" w:color="auto"/>
            <w:right w:val="none" w:sz="0" w:space="0" w:color="auto"/>
          </w:divBdr>
        </w:div>
        <w:div w:id="692457380">
          <w:marLeft w:val="640"/>
          <w:marRight w:val="0"/>
          <w:marTop w:val="0"/>
          <w:marBottom w:val="0"/>
          <w:divBdr>
            <w:top w:val="none" w:sz="0" w:space="0" w:color="auto"/>
            <w:left w:val="none" w:sz="0" w:space="0" w:color="auto"/>
            <w:bottom w:val="none" w:sz="0" w:space="0" w:color="auto"/>
            <w:right w:val="none" w:sz="0" w:space="0" w:color="auto"/>
          </w:divBdr>
        </w:div>
        <w:div w:id="770245332">
          <w:marLeft w:val="640"/>
          <w:marRight w:val="0"/>
          <w:marTop w:val="0"/>
          <w:marBottom w:val="0"/>
          <w:divBdr>
            <w:top w:val="none" w:sz="0" w:space="0" w:color="auto"/>
            <w:left w:val="none" w:sz="0" w:space="0" w:color="auto"/>
            <w:bottom w:val="none" w:sz="0" w:space="0" w:color="auto"/>
            <w:right w:val="none" w:sz="0" w:space="0" w:color="auto"/>
          </w:divBdr>
        </w:div>
        <w:div w:id="1951161425">
          <w:marLeft w:val="640"/>
          <w:marRight w:val="0"/>
          <w:marTop w:val="0"/>
          <w:marBottom w:val="0"/>
          <w:divBdr>
            <w:top w:val="none" w:sz="0" w:space="0" w:color="auto"/>
            <w:left w:val="none" w:sz="0" w:space="0" w:color="auto"/>
            <w:bottom w:val="none" w:sz="0" w:space="0" w:color="auto"/>
            <w:right w:val="none" w:sz="0" w:space="0" w:color="auto"/>
          </w:divBdr>
        </w:div>
      </w:divsChild>
    </w:div>
    <w:div w:id="539779290">
      <w:bodyDiv w:val="1"/>
      <w:marLeft w:val="0"/>
      <w:marRight w:val="0"/>
      <w:marTop w:val="0"/>
      <w:marBottom w:val="0"/>
      <w:divBdr>
        <w:top w:val="none" w:sz="0" w:space="0" w:color="auto"/>
        <w:left w:val="none" w:sz="0" w:space="0" w:color="auto"/>
        <w:bottom w:val="none" w:sz="0" w:space="0" w:color="auto"/>
        <w:right w:val="none" w:sz="0" w:space="0" w:color="auto"/>
      </w:divBdr>
      <w:divsChild>
        <w:div w:id="343170447">
          <w:marLeft w:val="640"/>
          <w:marRight w:val="0"/>
          <w:marTop w:val="0"/>
          <w:marBottom w:val="0"/>
          <w:divBdr>
            <w:top w:val="none" w:sz="0" w:space="0" w:color="auto"/>
            <w:left w:val="none" w:sz="0" w:space="0" w:color="auto"/>
            <w:bottom w:val="none" w:sz="0" w:space="0" w:color="auto"/>
            <w:right w:val="none" w:sz="0" w:space="0" w:color="auto"/>
          </w:divBdr>
        </w:div>
        <w:div w:id="497503924">
          <w:marLeft w:val="640"/>
          <w:marRight w:val="0"/>
          <w:marTop w:val="0"/>
          <w:marBottom w:val="0"/>
          <w:divBdr>
            <w:top w:val="none" w:sz="0" w:space="0" w:color="auto"/>
            <w:left w:val="none" w:sz="0" w:space="0" w:color="auto"/>
            <w:bottom w:val="none" w:sz="0" w:space="0" w:color="auto"/>
            <w:right w:val="none" w:sz="0" w:space="0" w:color="auto"/>
          </w:divBdr>
        </w:div>
        <w:div w:id="556167529">
          <w:marLeft w:val="640"/>
          <w:marRight w:val="0"/>
          <w:marTop w:val="0"/>
          <w:marBottom w:val="0"/>
          <w:divBdr>
            <w:top w:val="none" w:sz="0" w:space="0" w:color="auto"/>
            <w:left w:val="none" w:sz="0" w:space="0" w:color="auto"/>
            <w:bottom w:val="none" w:sz="0" w:space="0" w:color="auto"/>
            <w:right w:val="none" w:sz="0" w:space="0" w:color="auto"/>
          </w:divBdr>
        </w:div>
        <w:div w:id="897859551">
          <w:marLeft w:val="640"/>
          <w:marRight w:val="0"/>
          <w:marTop w:val="0"/>
          <w:marBottom w:val="0"/>
          <w:divBdr>
            <w:top w:val="none" w:sz="0" w:space="0" w:color="auto"/>
            <w:left w:val="none" w:sz="0" w:space="0" w:color="auto"/>
            <w:bottom w:val="none" w:sz="0" w:space="0" w:color="auto"/>
            <w:right w:val="none" w:sz="0" w:space="0" w:color="auto"/>
          </w:divBdr>
        </w:div>
        <w:div w:id="1474521817">
          <w:marLeft w:val="640"/>
          <w:marRight w:val="0"/>
          <w:marTop w:val="0"/>
          <w:marBottom w:val="0"/>
          <w:divBdr>
            <w:top w:val="none" w:sz="0" w:space="0" w:color="auto"/>
            <w:left w:val="none" w:sz="0" w:space="0" w:color="auto"/>
            <w:bottom w:val="none" w:sz="0" w:space="0" w:color="auto"/>
            <w:right w:val="none" w:sz="0" w:space="0" w:color="auto"/>
          </w:divBdr>
        </w:div>
        <w:div w:id="1523324263">
          <w:marLeft w:val="640"/>
          <w:marRight w:val="0"/>
          <w:marTop w:val="0"/>
          <w:marBottom w:val="0"/>
          <w:divBdr>
            <w:top w:val="none" w:sz="0" w:space="0" w:color="auto"/>
            <w:left w:val="none" w:sz="0" w:space="0" w:color="auto"/>
            <w:bottom w:val="none" w:sz="0" w:space="0" w:color="auto"/>
            <w:right w:val="none" w:sz="0" w:space="0" w:color="auto"/>
          </w:divBdr>
        </w:div>
        <w:div w:id="1681005960">
          <w:marLeft w:val="640"/>
          <w:marRight w:val="0"/>
          <w:marTop w:val="0"/>
          <w:marBottom w:val="0"/>
          <w:divBdr>
            <w:top w:val="none" w:sz="0" w:space="0" w:color="auto"/>
            <w:left w:val="none" w:sz="0" w:space="0" w:color="auto"/>
            <w:bottom w:val="none" w:sz="0" w:space="0" w:color="auto"/>
            <w:right w:val="none" w:sz="0" w:space="0" w:color="auto"/>
          </w:divBdr>
        </w:div>
        <w:div w:id="1785735669">
          <w:marLeft w:val="640"/>
          <w:marRight w:val="0"/>
          <w:marTop w:val="0"/>
          <w:marBottom w:val="0"/>
          <w:divBdr>
            <w:top w:val="none" w:sz="0" w:space="0" w:color="auto"/>
            <w:left w:val="none" w:sz="0" w:space="0" w:color="auto"/>
            <w:bottom w:val="none" w:sz="0" w:space="0" w:color="auto"/>
            <w:right w:val="none" w:sz="0" w:space="0" w:color="auto"/>
          </w:divBdr>
        </w:div>
        <w:div w:id="1834906828">
          <w:marLeft w:val="640"/>
          <w:marRight w:val="0"/>
          <w:marTop w:val="0"/>
          <w:marBottom w:val="0"/>
          <w:divBdr>
            <w:top w:val="none" w:sz="0" w:space="0" w:color="auto"/>
            <w:left w:val="none" w:sz="0" w:space="0" w:color="auto"/>
            <w:bottom w:val="none" w:sz="0" w:space="0" w:color="auto"/>
            <w:right w:val="none" w:sz="0" w:space="0" w:color="auto"/>
          </w:divBdr>
        </w:div>
        <w:div w:id="1866403856">
          <w:marLeft w:val="640"/>
          <w:marRight w:val="0"/>
          <w:marTop w:val="0"/>
          <w:marBottom w:val="0"/>
          <w:divBdr>
            <w:top w:val="none" w:sz="0" w:space="0" w:color="auto"/>
            <w:left w:val="none" w:sz="0" w:space="0" w:color="auto"/>
            <w:bottom w:val="none" w:sz="0" w:space="0" w:color="auto"/>
            <w:right w:val="none" w:sz="0" w:space="0" w:color="auto"/>
          </w:divBdr>
        </w:div>
        <w:div w:id="1944729801">
          <w:marLeft w:val="640"/>
          <w:marRight w:val="0"/>
          <w:marTop w:val="0"/>
          <w:marBottom w:val="0"/>
          <w:divBdr>
            <w:top w:val="none" w:sz="0" w:space="0" w:color="auto"/>
            <w:left w:val="none" w:sz="0" w:space="0" w:color="auto"/>
            <w:bottom w:val="none" w:sz="0" w:space="0" w:color="auto"/>
            <w:right w:val="none" w:sz="0" w:space="0" w:color="auto"/>
          </w:divBdr>
        </w:div>
      </w:divsChild>
    </w:div>
    <w:div w:id="545263338">
      <w:bodyDiv w:val="1"/>
      <w:marLeft w:val="0"/>
      <w:marRight w:val="0"/>
      <w:marTop w:val="0"/>
      <w:marBottom w:val="0"/>
      <w:divBdr>
        <w:top w:val="none" w:sz="0" w:space="0" w:color="auto"/>
        <w:left w:val="none" w:sz="0" w:space="0" w:color="auto"/>
        <w:bottom w:val="none" w:sz="0" w:space="0" w:color="auto"/>
        <w:right w:val="none" w:sz="0" w:space="0" w:color="auto"/>
      </w:divBdr>
      <w:divsChild>
        <w:div w:id="1482650482">
          <w:marLeft w:val="640"/>
          <w:marRight w:val="0"/>
          <w:marTop w:val="0"/>
          <w:marBottom w:val="0"/>
          <w:divBdr>
            <w:top w:val="none" w:sz="0" w:space="0" w:color="auto"/>
            <w:left w:val="none" w:sz="0" w:space="0" w:color="auto"/>
            <w:bottom w:val="none" w:sz="0" w:space="0" w:color="auto"/>
            <w:right w:val="none" w:sz="0" w:space="0" w:color="auto"/>
          </w:divBdr>
        </w:div>
        <w:div w:id="874275013">
          <w:marLeft w:val="640"/>
          <w:marRight w:val="0"/>
          <w:marTop w:val="0"/>
          <w:marBottom w:val="0"/>
          <w:divBdr>
            <w:top w:val="none" w:sz="0" w:space="0" w:color="auto"/>
            <w:left w:val="none" w:sz="0" w:space="0" w:color="auto"/>
            <w:bottom w:val="none" w:sz="0" w:space="0" w:color="auto"/>
            <w:right w:val="none" w:sz="0" w:space="0" w:color="auto"/>
          </w:divBdr>
        </w:div>
        <w:div w:id="1777749373">
          <w:marLeft w:val="640"/>
          <w:marRight w:val="0"/>
          <w:marTop w:val="0"/>
          <w:marBottom w:val="0"/>
          <w:divBdr>
            <w:top w:val="none" w:sz="0" w:space="0" w:color="auto"/>
            <w:left w:val="none" w:sz="0" w:space="0" w:color="auto"/>
            <w:bottom w:val="none" w:sz="0" w:space="0" w:color="auto"/>
            <w:right w:val="none" w:sz="0" w:space="0" w:color="auto"/>
          </w:divBdr>
        </w:div>
        <w:div w:id="514421922">
          <w:marLeft w:val="640"/>
          <w:marRight w:val="0"/>
          <w:marTop w:val="0"/>
          <w:marBottom w:val="0"/>
          <w:divBdr>
            <w:top w:val="none" w:sz="0" w:space="0" w:color="auto"/>
            <w:left w:val="none" w:sz="0" w:space="0" w:color="auto"/>
            <w:bottom w:val="none" w:sz="0" w:space="0" w:color="auto"/>
            <w:right w:val="none" w:sz="0" w:space="0" w:color="auto"/>
          </w:divBdr>
        </w:div>
        <w:div w:id="1281913318">
          <w:marLeft w:val="640"/>
          <w:marRight w:val="0"/>
          <w:marTop w:val="0"/>
          <w:marBottom w:val="0"/>
          <w:divBdr>
            <w:top w:val="none" w:sz="0" w:space="0" w:color="auto"/>
            <w:left w:val="none" w:sz="0" w:space="0" w:color="auto"/>
            <w:bottom w:val="none" w:sz="0" w:space="0" w:color="auto"/>
            <w:right w:val="none" w:sz="0" w:space="0" w:color="auto"/>
          </w:divBdr>
        </w:div>
        <w:div w:id="1183592627">
          <w:marLeft w:val="640"/>
          <w:marRight w:val="0"/>
          <w:marTop w:val="0"/>
          <w:marBottom w:val="0"/>
          <w:divBdr>
            <w:top w:val="none" w:sz="0" w:space="0" w:color="auto"/>
            <w:left w:val="none" w:sz="0" w:space="0" w:color="auto"/>
            <w:bottom w:val="none" w:sz="0" w:space="0" w:color="auto"/>
            <w:right w:val="none" w:sz="0" w:space="0" w:color="auto"/>
          </w:divBdr>
        </w:div>
        <w:div w:id="771366059">
          <w:marLeft w:val="640"/>
          <w:marRight w:val="0"/>
          <w:marTop w:val="0"/>
          <w:marBottom w:val="0"/>
          <w:divBdr>
            <w:top w:val="none" w:sz="0" w:space="0" w:color="auto"/>
            <w:left w:val="none" w:sz="0" w:space="0" w:color="auto"/>
            <w:bottom w:val="none" w:sz="0" w:space="0" w:color="auto"/>
            <w:right w:val="none" w:sz="0" w:space="0" w:color="auto"/>
          </w:divBdr>
        </w:div>
        <w:div w:id="1304039966">
          <w:marLeft w:val="640"/>
          <w:marRight w:val="0"/>
          <w:marTop w:val="0"/>
          <w:marBottom w:val="0"/>
          <w:divBdr>
            <w:top w:val="none" w:sz="0" w:space="0" w:color="auto"/>
            <w:left w:val="none" w:sz="0" w:space="0" w:color="auto"/>
            <w:bottom w:val="none" w:sz="0" w:space="0" w:color="auto"/>
            <w:right w:val="none" w:sz="0" w:space="0" w:color="auto"/>
          </w:divBdr>
        </w:div>
        <w:div w:id="580719943">
          <w:marLeft w:val="640"/>
          <w:marRight w:val="0"/>
          <w:marTop w:val="0"/>
          <w:marBottom w:val="0"/>
          <w:divBdr>
            <w:top w:val="none" w:sz="0" w:space="0" w:color="auto"/>
            <w:left w:val="none" w:sz="0" w:space="0" w:color="auto"/>
            <w:bottom w:val="none" w:sz="0" w:space="0" w:color="auto"/>
            <w:right w:val="none" w:sz="0" w:space="0" w:color="auto"/>
          </w:divBdr>
        </w:div>
        <w:div w:id="1325939701">
          <w:marLeft w:val="640"/>
          <w:marRight w:val="0"/>
          <w:marTop w:val="0"/>
          <w:marBottom w:val="0"/>
          <w:divBdr>
            <w:top w:val="none" w:sz="0" w:space="0" w:color="auto"/>
            <w:left w:val="none" w:sz="0" w:space="0" w:color="auto"/>
            <w:bottom w:val="none" w:sz="0" w:space="0" w:color="auto"/>
            <w:right w:val="none" w:sz="0" w:space="0" w:color="auto"/>
          </w:divBdr>
        </w:div>
        <w:div w:id="942691768">
          <w:marLeft w:val="640"/>
          <w:marRight w:val="0"/>
          <w:marTop w:val="0"/>
          <w:marBottom w:val="0"/>
          <w:divBdr>
            <w:top w:val="none" w:sz="0" w:space="0" w:color="auto"/>
            <w:left w:val="none" w:sz="0" w:space="0" w:color="auto"/>
            <w:bottom w:val="none" w:sz="0" w:space="0" w:color="auto"/>
            <w:right w:val="none" w:sz="0" w:space="0" w:color="auto"/>
          </w:divBdr>
        </w:div>
        <w:div w:id="214051874">
          <w:marLeft w:val="640"/>
          <w:marRight w:val="0"/>
          <w:marTop w:val="0"/>
          <w:marBottom w:val="0"/>
          <w:divBdr>
            <w:top w:val="none" w:sz="0" w:space="0" w:color="auto"/>
            <w:left w:val="none" w:sz="0" w:space="0" w:color="auto"/>
            <w:bottom w:val="none" w:sz="0" w:space="0" w:color="auto"/>
            <w:right w:val="none" w:sz="0" w:space="0" w:color="auto"/>
          </w:divBdr>
        </w:div>
        <w:div w:id="854657960">
          <w:marLeft w:val="640"/>
          <w:marRight w:val="0"/>
          <w:marTop w:val="0"/>
          <w:marBottom w:val="0"/>
          <w:divBdr>
            <w:top w:val="none" w:sz="0" w:space="0" w:color="auto"/>
            <w:left w:val="none" w:sz="0" w:space="0" w:color="auto"/>
            <w:bottom w:val="none" w:sz="0" w:space="0" w:color="auto"/>
            <w:right w:val="none" w:sz="0" w:space="0" w:color="auto"/>
          </w:divBdr>
        </w:div>
        <w:div w:id="858860147">
          <w:marLeft w:val="640"/>
          <w:marRight w:val="0"/>
          <w:marTop w:val="0"/>
          <w:marBottom w:val="0"/>
          <w:divBdr>
            <w:top w:val="none" w:sz="0" w:space="0" w:color="auto"/>
            <w:left w:val="none" w:sz="0" w:space="0" w:color="auto"/>
            <w:bottom w:val="none" w:sz="0" w:space="0" w:color="auto"/>
            <w:right w:val="none" w:sz="0" w:space="0" w:color="auto"/>
          </w:divBdr>
        </w:div>
        <w:div w:id="1999572228">
          <w:marLeft w:val="640"/>
          <w:marRight w:val="0"/>
          <w:marTop w:val="0"/>
          <w:marBottom w:val="0"/>
          <w:divBdr>
            <w:top w:val="none" w:sz="0" w:space="0" w:color="auto"/>
            <w:left w:val="none" w:sz="0" w:space="0" w:color="auto"/>
            <w:bottom w:val="none" w:sz="0" w:space="0" w:color="auto"/>
            <w:right w:val="none" w:sz="0" w:space="0" w:color="auto"/>
          </w:divBdr>
        </w:div>
        <w:div w:id="899554247">
          <w:marLeft w:val="640"/>
          <w:marRight w:val="0"/>
          <w:marTop w:val="0"/>
          <w:marBottom w:val="0"/>
          <w:divBdr>
            <w:top w:val="none" w:sz="0" w:space="0" w:color="auto"/>
            <w:left w:val="none" w:sz="0" w:space="0" w:color="auto"/>
            <w:bottom w:val="none" w:sz="0" w:space="0" w:color="auto"/>
            <w:right w:val="none" w:sz="0" w:space="0" w:color="auto"/>
          </w:divBdr>
        </w:div>
        <w:div w:id="157311905">
          <w:marLeft w:val="640"/>
          <w:marRight w:val="0"/>
          <w:marTop w:val="0"/>
          <w:marBottom w:val="0"/>
          <w:divBdr>
            <w:top w:val="none" w:sz="0" w:space="0" w:color="auto"/>
            <w:left w:val="none" w:sz="0" w:space="0" w:color="auto"/>
            <w:bottom w:val="none" w:sz="0" w:space="0" w:color="auto"/>
            <w:right w:val="none" w:sz="0" w:space="0" w:color="auto"/>
          </w:divBdr>
        </w:div>
        <w:div w:id="222298563">
          <w:marLeft w:val="640"/>
          <w:marRight w:val="0"/>
          <w:marTop w:val="0"/>
          <w:marBottom w:val="0"/>
          <w:divBdr>
            <w:top w:val="none" w:sz="0" w:space="0" w:color="auto"/>
            <w:left w:val="none" w:sz="0" w:space="0" w:color="auto"/>
            <w:bottom w:val="none" w:sz="0" w:space="0" w:color="auto"/>
            <w:right w:val="none" w:sz="0" w:space="0" w:color="auto"/>
          </w:divBdr>
        </w:div>
        <w:div w:id="885068839">
          <w:marLeft w:val="640"/>
          <w:marRight w:val="0"/>
          <w:marTop w:val="0"/>
          <w:marBottom w:val="0"/>
          <w:divBdr>
            <w:top w:val="none" w:sz="0" w:space="0" w:color="auto"/>
            <w:left w:val="none" w:sz="0" w:space="0" w:color="auto"/>
            <w:bottom w:val="none" w:sz="0" w:space="0" w:color="auto"/>
            <w:right w:val="none" w:sz="0" w:space="0" w:color="auto"/>
          </w:divBdr>
        </w:div>
        <w:div w:id="816268686">
          <w:marLeft w:val="640"/>
          <w:marRight w:val="0"/>
          <w:marTop w:val="0"/>
          <w:marBottom w:val="0"/>
          <w:divBdr>
            <w:top w:val="none" w:sz="0" w:space="0" w:color="auto"/>
            <w:left w:val="none" w:sz="0" w:space="0" w:color="auto"/>
            <w:bottom w:val="none" w:sz="0" w:space="0" w:color="auto"/>
            <w:right w:val="none" w:sz="0" w:space="0" w:color="auto"/>
          </w:divBdr>
        </w:div>
        <w:div w:id="1207336687">
          <w:marLeft w:val="640"/>
          <w:marRight w:val="0"/>
          <w:marTop w:val="0"/>
          <w:marBottom w:val="0"/>
          <w:divBdr>
            <w:top w:val="none" w:sz="0" w:space="0" w:color="auto"/>
            <w:left w:val="none" w:sz="0" w:space="0" w:color="auto"/>
            <w:bottom w:val="none" w:sz="0" w:space="0" w:color="auto"/>
            <w:right w:val="none" w:sz="0" w:space="0" w:color="auto"/>
          </w:divBdr>
        </w:div>
        <w:div w:id="151795011">
          <w:marLeft w:val="640"/>
          <w:marRight w:val="0"/>
          <w:marTop w:val="0"/>
          <w:marBottom w:val="0"/>
          <w:divBdr>
            <w:top w:val="none" w:sz="0" w:space="0" w:color="auto"/>
            <w:left w:val="none" w:sz="0" w:space="0" w:color="auto"/>
            <w:bottom w:val="none" w:sz="0" w:space="0" w:color="auto"/>
            <w:right w:val="none" w:sz="0" w:space="0" w:color="auto"/>
          </w:divBdr>
        </w:div>
      </w:divsChild>
    </w:div>
    <w:div w:id="606694836">
      <w:bodyDiv w:val="1"/>
      <w:marLeft w:val="0"/>
      <w:marRight w:val="0"/>
      <w:marTop w:val="0"/>
      <w:marBottom w:val="0"/>
      <w:divBdr>
        <w:top w:val="none" w:sz="0" w:space="0" w:color="auto"/>
        <w:left w:val="none" w:sz="0" w:space="0" w:color="auto"/>
        <w:bottom w:val="none" w:sz="0" w:space="0" w:color="auto"/>
        <w:right w:val="none" w:sz="0" w:space="0" w:color="auto"/>
      </w:divBdr>
      <w:divsChild>
        <w:div w:id="49424965">
          <w:marLeft w:val="640"/>
          <w:marRight w:val="0"/>
          <w:marTop w:val="0"/>
          <w:marBottom w:val="0"/>
          <w:divBdr>
            <w:top w:val="none" w:sz="0" w:space="0" w:color="auto"/>
            <w:left w:val="none" w:sz="0" w:space="0" w:color="auto"/>
            <w:bottom w:val="none" w:sz="0" w:space="0" w:color="auto"/>
            <w:right w:val="none" w:sz="0" w:space="0" w:color="auto"/>
          </w:divBdr>
        </w:div>
      </w:divsChild>
    </w:div>
    <w:div w:id="619579421">
      <w:bodyDiv w:val="1"/>
      <w:marLeft w:val="0"/>
      <w:marRight w:val="0"/>
      <w:marTop w:val="0"/>
      <w:marBottom w:val="0"/>
      <w:divBdr>
        <w:top w:val="none" w:sz="0" w:space="0" w:color="auto"/>
        <w:left w:val="none" w:sz="0" w:space="0" w:color="auto"/>
        <w:bottom w:val="none" w:sz="0" w:space="0" w:color="auto"/>
        <w:right w:val="none" w:sz="0" w:space="0" w:color="auto"/>
      </w:divBdr>
      <w:divsChild>
        <w:div w:id="16396872">
          <w:marLeft w:val="640"/>
          <w:marRight w:val="0"/>
          <w:marTop w:val="0"/>
          <w:marBottom w:val="0"/>
          <w:divBdr>
            <w:top w:val="none" w:sz="0" w:space="0" w:color="auto"/>
            <w:left w:val="none" w:sz="0" w:space="0" w:color="auto"/>
            <w:bottom w:val="none" w:sz="0" w:space="0" w:color="auto"/>
            <w:right w:val="none" w:sz="0" w:space="0" w:color="auto"/>
          </w:divBdr>
        </w:div>
        <w:div w:id="251858379">
          <w:marLeft w:val="640"/>
          <w:marRight w:val="0"/>
          <w:marTop w:val="0"/>
          <w:marBottom w:val="0"/>
          <w:divBdr>
            <w:top w:val="none" w:sz="0" w:space="0" w:color="auto"/>
            <w:left w:val="none" w:sz="0" w:space="0" w:color="auto"/>
            <w:bottom w:val="none" w:sz="0" w:space="0" w:color="auto"/>
            <w:right w:val="none" w:sz="0" w:space="0" w:color="auto"/>
          </w:divBdr>
        </w:div>
        <w:div w:id="276331924">
          <w:marLeft w:val="640"/>
          <w:marRight w:val="0"/>
          <w:marTop w:val="0"/>
          <w:marBottom w:val="0"/>
          <w:divBdr>
            <w:top w:val="none" w:sz="0" w:space="0" w:color="auto"/>
            <w:left w:val="none" w:sz="0" w:space="0" w:color="auto"/>
            <w:bottom w:val="none" w:sz="0" w:space="0" w:color="auto"/>
            <w:right w:val="none" w:sz="0" w:space="0" w:color="auto"/>
          </w:divBdr>
        </w:div>
        <w:div w:id="435446998">
          <w:marLeft w:val="640"/>
          <w:marRight w:val="0"/>
          <w:marTop w:val="0"/>
          <w:marBottom w:val="0"/>
          <w:divBdr>
            <w:top w:val="none" w:sz="0" w:space="0" w:color="auto"/>
            <w:left w:val="none" w:sz="0" w:space="0" w:color="auto"/>
            <w:bottom w:val="none" w:sz="0" w:space="0" w:color="auto"/>
            <w:right w:val="none" w:sz="0" w:space="0" w:color="auto"/>
          </w:divBdr>
        </w:div>
        <w:div w:id="630207531">
          <w:marLeft w:val="640"/>
          <w:marRight w:val="0"/>
          <w:marTop w:val="0"/>
          <w:marBottom w:val="0"/>
          <w:divBdr>
            <w:top w:val="none" w:sz="0" w:space="0" w:color="auto"/>
            <w:left w:val="none" w:sz="0" w:space="0" w:color="auto"/>
            <w:bottom w:val="none" w:sz="0" w:space="0" w:color="auto"/>
            <w:right w:val="none" w:sz="0" w:space="0" w:color="auto"/>
          </w:divBdr>
        </w:div>
        <w:div w:id="754981347">
          <w:marLeft w:val="640"/>
          <w:marRight w:val="0"/>
          <w:marTop w:val="0"/>
          <w:marBottom w:val="0"/>
          <w:divBdr>
            <w:top w:val="none" w:sz="0" w:space="0" w:color="auto"/>
            <w:left w:val="none" w:sz="0" w:space="0" w:color="auto"/>
            <w:bottom w:val="none" w:sz="0" w:space="0" w:color="auto"/>
            <w:right w:val="none" w:sz="0" w:space="0" w:color="auto"/>
          </w:divBdr>
        </w:div>
        <w:div w:id="944112087">
          <w:marLeft w:val="640"/>
          <w:marRight w:val="0"/>
          <w:marTop w:val="0"/>
          <w:marBottom w:val="0"/>
          <w:divBdr>
            <w:top w:val="none" w:sz="0" w:space="0" w:color="auto"/>
            <w:left w:val="none" w:sz="0" w:space="0" w:color="auto"/>
            <w:bottom w:val="none" w:sz="0" w:space="0" w:color="auto"/>
            <w:right w:val="none" w:sz="0" w:space="0" w:color="auto"/>
          </w:divBdr>
        </w:div>
        <w:div w:id="1401713939">
          <w:marLeft w:val="640"/>
          <w:marRight w:val="0"/>
          <w:marTop w:val="0"/>
          <w:marBottom w:val="0"/>
          <w:divBdr>
            <w:top w:val="none" w:sz="0" w:space="0" w:color="auto"/>
            <w:left w:val="none" w:sz="0" w:space="0" w:color="auto"/>
            <w:bottom w:val="none" w:sz="0" w:space="0" w:color="auto"/>
            <w:right w:val="none" w:sz="0" w:space="0" w:color="auto"/>
          </w:divBdr>
        </w:div>
        <w:div w:id="1887793044">
          <w:marLeft w:val="640"/>
          <w:marRight w:val="0"/>
          <w:marTop w:val="0"/>
          <w:marBottom w:val="0"/>
          <w:divBdr>
            <w:top w:val="none" w:sz="0" w:space="0" w:color="auto"/>
            <w:left w:val="none" w:sz="0" w:space="0" w:color="auto"/>
            <w:bottom w:val="none" w:sz="0" w:space="0" w:color="auto"/>
            <w:right w:val="none" w:sz="0" w:space="0" w:color="auto"/>
          </w:divBdr>
        </w:div>
      </w:divsChild>
    </w:div>
    <w:div w:id="673917632">
      <w:bodyDiv w:val="1"/>
      <w:marLeft w:val="0"/>
      <w:marRight w:val="0"/>
      <w:marTop w:val="0"/>
      <w:marBottom w:val="0"/>
      <w:divBdr>
        <w:top w:val="none" w:sz="0" w:space="0" w:color="auto"/>
        <w:left w:val="none" w:sz="0" w:space="0" w:color="auto"/>
        <w:bottom w:val="none" w:sz="0" w:space="0" w:color="auto"/>
        <w:right w:val="none" w:sz="0" w:space="0" w:color="auto"/>
      </w:divBdr>
    </w:div>
    <w:div w:id="799763559">
      <w:bodyDiv w:val="1"/>
      <w:marLeft w:val="0"/>
      <w:marRight w:val="0"/>
      <w:marTop w:val="0"/>
      <w:marBottom w:val="0"/>
      <w:divBdr>
        <w:top w:val="none" w:sz="0" w:space="0" w:color="auto"/>
        <w:left w:val="none" w:sz="0" w:space="0" w:color="auto"/>
        <w:bottom w:val="none" w:sz="0" w:space="0" w:color="auto"/>
        <w:right w:val="none" w:sz="0" w:space="0" w:color="auto"/>
      </w:divBdr>
      <w:divsChild>
        <w:div w:id="1376392985">
          <w:marLeft w:val="640"/>
          <w:marRight w:val="0"/>
          <w:marTop w:val="0"/>
          <w:marBottom w:val="0"/>
          <w:divBdr>
            <w:top w:val="none" w:sz="0" w:space="0" w:color="auto"/>
            <w:left w:val="none" w:sz="0" w:space="0" w:color="auto"/>
            <w:bottom w:val="none" w:sz="0" w:space="0" w:color="auto"/>
            <w:right w:val="none" w:sz="0" w:space="0" w:color="auto"/>
          </w:divBdr>
        </w:div>
        <w:div w:id="1868564789">
          <w:marLeft w:val="640"/>
          <w:marRight w:val="0"/>
          <w:marTop w:val="0"/>
          <w:marBottom w:val="0"/>
          <w:divBdr>
            <w:top w:val="none" w:sz="0" w:space="0" w:color="auto"/>
            <w:left w:val="none" w:sz="0" w:space="0" w:color="auto"/>
            <w:bottom w:val="none" w:sz="0" w:space="0" w:color="auto"/>
            <w:right w:val="none" w:sz="0" w:space="0" w:color="auto"/>
          </w:divBdr>
        </w:div>
      </w:divsChild>
    </w:div>
    <w:div w:id="803546556">
      <w:bodyDiv w:val="1"/>
      <w:marLeft w:val="0"/>
      <w:marRight w:val="0"/>
      <w:marTop w:val="0"/>
      <w:marBottom w:val="0"/>
      <w:divBdr>
        <w:top w:val="none" w:sz="0" w:space="0" w:color="auto"/>
        <w:left w:val="none" w:sz="0" w:space="0" w:color="auto"/>
        <w:bottom w:val="none" w:sz="0" w:space="0" w:color="auto"/>
        <w:right w:val="none" w:sz="0" w:space="0" w:color="auto"/>
      </w:divBdr>
      <w:divsChild>
        <w:div w:id="111751172">
          <w:marLeft w:val="640"/>
          <w:marRight w:val="0"/>
          <w:marTop w:val="0"/>
          <w:marBottom w:val="0"/>
          <w:divBdr>
            <w:top w:val="none" w:sz="0" w:space="0" w:color="auto"/>
            <w:left w:val="none" w:sz="0" w:space="0" w:color="auto"/>
            <w:bottom w:val="none" w:sz="0" w:space="0" w:color="auto"/>
            <w:right w:val="none" w:sz="0" w:space="0" w:color="auto"/>
          </w:divBdr>
        </w:div>
        <w:div w:id="173419339">
          <w:marLeft w:val="640"/>
          <w:marRight w:val="0"/>
          <w:marTop w:val="0"/>
          <w:marBottom w:val="0"/>
          <w:divBdr>
            <w:top w:val="none" w:sz="0" w:space="0" w:color="auto"/>
            <w:left w:val="none" w:sz="0" w:space="0" w:color="auto"/>
            <w:bottom w:val="none" w:sz="0" w:space="0" w:color="auto"/>
            <w:right w:val="none" w:sz="0" w:space="0" w:color="auto"/>
          </w:divBdr>
        </w:div>
        <w:div w:id="232083723">
          <w:marLeft w:val="640"/>
          <w:marRight w:val="0"/>
          <w:marTop w:val="0"/>
          <w:marBottom w:val="0"/>
          <w:divBdr>
            <w:top w:val="none" w:sz="0" w:space="0" w:color="auto"/>
            <w:left w:val="none" w:sz="0" w:space="0" w:color="auto"/>
            <w:bottom w:val="none" w:sz="0" w:space="0" w:color="auto"/>
            <w:right w:val="none" w:sz="0" w:space="0" w:color="auto"/>
          </w:divBdr>
        </w:div>
        <w:div w:id="265581803">
          <w:marLeft w:val="640"/>
          <w:marRight w:val="0"/>
          <w:marTop w:val="0"/>
          <w:marBottom w:val="0"/>
          <w:divBdr>
            <w:top w:val="none" w:sz="0" w:space="0" w:color="auto"/>
            <w:left w:val="none" w:sz="0" w:space="0" w:color="auto"/>
            <w:bottom w:val="none" w:sz="0" w:space="0" w:color="auto"/>
            <w:right w:val="none" w:sz="0" w:space="0" w:color="auto"/>
          </w:divBdr>
        </w:div>
        <w:div w:id="302851992">
          <w:marLeft w:val="640"/>
          <w:marRight w:val="0"/>
          <w:marTop w:val="0"/>
          <w:marBottom w:val="0"/>
          <w:divBdr>
            <w:top w:val="none" w:sz="0" w:space="0" w:color="auto"/>
            <w:left w:val="none" w:sz="0" w:space="0" w:color="auto"/>
            <w:bottom w:val="none" w:sz="0" w:space="0" w:color="auto"/>
            <w:right w:val="none" w:sz="0" w:space="0" w:color="auto"/>
          </w:divBdr>
        </w:div>
        <w:div w:id="415396252">
          <w:marLeft w:val="640"/>
          <w:marRight w:val="0"/>
          <w:marTop w:val="0"/>
          <w:marBottom w:val="0"/>
          <w:divBdr>
            <w:top w:val="none" w:sz="0" w:space="0" w:color="auto"/>
            <w:left w:val="none" w:sz="0" w:space="0" w:color="auto"/>
            <w:bottom w:val="none" w:sz="0" w:space="0" w:color="auto"/>
            <w:right w:val="none" w:sz="0" w:space="0" w:color="auto"/>
          </w:divBdr>
        </w:div>
        <w:div w:id="527254001">
          <w:marLeft w:val="640"/>
          <w:marRight w:val="0"/>
          <w:marTop w:val="0"/>
          <w:marBottom w:val="0"/>
          <w:divBdr>
            <w:top w:val="none" w:sz="0" w:space="0" w:color="auto"/>
            <w:left w:val="none" w:sz="0" w:space="0" w:color="auto"/>
            <w:bottom w:val="none" w:sz="0" w:space="0" w:color="auto"/>
            <w:right w:val="none" w:sz="0" w:space="0" w:color="auto"/>
          </w:divBdr>
        </w:div>
        <w:div w:id="563176082">
          <w:marLeft w:val="640"/>
          <w:marRight w:val="0"/>
          <w:marTop w:val="0"/>
          <w:marBottom w:val="0"/>
          <w:divBdr>
            <w:top w:val="none" w:sz="0" w:space="0" w:color="auto"/>
            <w:left w:val="none" w:sz="0" w:space="0" w:color="auto"/>
            <w:bottom w:val="none" w:sz="0" w:space="0" w:color="auto"/>
            <w:right w:val="none" w:sz="0" w:space="0" w:color="auto"/>
          </w:divBdr>
        </w:div>
        <w:div w:id="762914853">
          <w:marLeft w:val="640"/>
          <w:marRight w:val="0"/>
          <w:marTop w:val="0"/>
          <w:marBottom w:val="0"/>
          <w:divBdr>
            <w:top w:val="none" w:sz="0" w:space="0" w:color="auto"/>
            <w:left w:val="none" w:sz="0" w:space="0" w:color="auto"/>
            <w:bottom w:val="none" w:sz="0" w:space="0" w:color="auto"/>
            <w:right w:val="none" w:sz="0" w:space="0" w:color="auto"/>
          </w:divBdr>
        </w:div>
        <w:div w:id="769932440">
          <w:marLeft w:val="640"/>
          <w:marRight w:val="0"/>
          <w:marTop w:val="0"/>
          <w:marBottom w:val="0"/>
          <w:divBdr>
            <w:top w:val="none" w:sz="0" w:space="0" w:color="auto"/>
            <w:left w:val="none" w:sz="0" w:space="0" w:color="auto"/>
            <w:bottom w:val="none" w:sz="0" w:space="0" w:color="auto"/>
            <w:right w:val="none" w:sz="0" w:space="0" w:color="auto"/>
          </w:divBdr>
        </w:div>
        <w:div w:id="1049694149">
          <w:marLeft w:val="640"/>
          <w:marRight w:val="0"/>
          <w:marTop w:val="0"/>
          <w:marBottom w:val="0"/>
          <w:divBdr>
            <w:top w:val="none" w:sz="0" w:space="0" w:color="auto"/>
            <w:left w:val="none" w:sz="0" w:space="0" w:color="auto"/>
            <w:bottom w:val="none" w:sz="0" w:space="0" w:color="auto"/>
            <w:right w:val="none" w:sz="0" w:space="0" w:color="auto"/>
          </w:divBdr>
        </w:div>
        <w:div w:id="1055161351">
          <w:marLeft w:val="640"/>
          <w:marRight w:val="0"/>
          <w:marTop w:val="0"/>
          <w:marBottom w:val="0"/>
          <w:divBdr>
            <w:top w:val="none" w:sz="0" w:space="0" w:color="auto"/>
            <w:left w:val="none" w:sz="0" w:space="0" w:color="auto"/>
            <w:bottom w:val="none" w:sz="0" w:space="0" w:color="auto"/>
            <w:right w:val="none" w:sz="0" w:space="0" w:color="auto"/>
          </w:divBdr>
        </w:div>
        <w:div w:id="1129594551">
          <w:marLeft w:val="640"/>
          <w:marRight w:val="0"/>
          <w:marTop w:val="0"/>
          <w:marBottom w:val="0"/>
          <w:divBdr>
            <w:top w:val="none" w:sz="0" w:space="0" w:color="auto"/>
            <w:left w:val="none" w:sz="0" w:space="0" w:color="auto"/>
            <w:bottom w:val="none" w:sz="0" w:space="0" w:color="auto"/>
            <w:right w:val="none" w:sz="0" w:space="0" w:color="auto"/>
          </w:divBdr>
        </w:div>
        <w:div w:id="1719622113">
          <w:marLeft w:val="640"/>
          <w:marRight w:val="0"/>
          <w:marTop w:val="0"/>
          <w:marBottom w:val="0"/>
          <w:divBdr>
            <w:top w:val="none" w:sz="0" w:space="0" w:color="auto"/>
            <w:left w:val="none" w:sz="0" w:space="0" w:color="auto"/>
            <w:bottom w:val="none" w:sz="0" w:space="0" w:color="auto"/>
            <w:right w:val="none" w:sz="0" w:space="0" w:color="auto"/>
          </w:divBdr>
        </w:div>
        <w:div w:id="2102338854">
          <w:marLeft w:val="640"/>
          <w:marRight w:val="0"/>
          <w:marTop w:val="0"/>
          <w:marBottom w:val="0"/>
          <w:divBdr>
            <w:top w:val="none" w:sz="0" w:space="0" w:color="auto"/>
            <w:left w:val="none" w:sz="0" w:space="0" w:color="auto"/>
            <w:bottom w:val="none" w:sz="0" w:space="0" w:color="auto"/>
            <w:right w:val="none" w:sz="0" w:space="0" w:color="auto"/>
          </w:divBdr>
        </w:div>
      </w:divsChild>
    </w:div>
    <w:div w:id="853616787">
      <w:bodyDiv w:val="1"/>
      <w:marLeft w:val="0"/>
      <w:marRight w:val="0"/>
      <w:marTop w:val="0"/>
      <w:marBottom w:val="0"/>
      <w:divBdr>
        <w:top w:val="none" w:sz="0" w:space="0" w:color="auto"/>
        <w:left w:val="none" w:sz="0" w:space="0" w:color="auto"/>
        <w:bottom w:val="none" w:sz="0" w:space="0" w:color="auto"/>
        <w:right w:val="none" w:sz="0" w:space="0" w:color="auto"/>
      </w:divBdr>
      <w:divsChild>
        <w:div w:id="1422677613">
          <w:marLeft w:val="640"/>
          <w:marRight w:val="0"/>
          <w:marTop w:val="0"/>
          <w:marBottom w:val="0"/>
          <w:divBdr>
            <w:top w:val="none" w:sz="0" w:space="0" w:color="auto"/>
            <w:left w:val="none" w:sz="0" w:space="0" w:color="auto"/>
            <w:bottom w:val="none" w:sz="0" w:space="0" w:color="auto"/>
            <w:right w:val="none" w:sz="0" w:space="0" w:color="auto"/>
          </w:divBdr>
        </w:div>
        <w:div w:id="1403331556">
          <w:marLeft w:val="640"/>
          <w:marRight w:val="0"/>
          <w:marTop w:val="0"/>
          <w:marBottom w:val="0"/>
          <w:divBdr>
            <w:top w:val="none" w:sz="0" w:space="0" w:color="auto"/>
            <w:left w:val="none" w:sz="0" w:space="0" w:color="auto"/>
            <w:bottom w:val="none" w:sz="0" w:space="0" w:color="auto"/>
            <w:right w:val="none" w:sz="0" w:space="0" w:color="auto"/>
          </w:divBdr>
        </w:div>
        <w:div w:id="1268737455">
          <w:marLeft w:val="640"/>
          <w:marRight w:val="0"/>
          <w:marTop w:val="0"/>
          <w:marBottom w:val="0"/>
          <w:divBdr>
            <w:top w:val="none" w:sz="0" w:space="0" w:color="auto"/>
            <w:left w:val="none" w:sz="0" w:space="0" w:color="auto"/>
            <w:bottom w:val="none" w:sz="0" w:space="0" w:color="auto"/>
            <w:right w:val="none" w:sz="0" w:space="0" w:color="auto"/>
          </w:divBdr>
        </w:div>
        <w:div w:id="1390768974">
          <w:marLeft w:val="640"/>
          <w:marRight w:val="0"/>
          <w:marTop w:val="0"/>
          <w:marBottom w:val="0"/>
          <w:divBdr>
            <w:top w:val="none" w:sz="0" w:space="0" w:color="auto"/>
            <w:left w:val="none" w:sz="0" w:space="0" w:color="auto"/>
            <w:bottom w:val="none" w:sz="0" w:space="0" w:color="auto"/>
            <w:right w:val="none" w:sz="0" w:space="0" w:color="auto"/>
          </w:divBdr>
        </w:div>
        <w:div w:id="1945532701">
          <w:marLeft w:val="640"/>
          <w:marRight w:val="0"/>
          <w:marTop w:val="0"/>
          <w:marBottom w:val="0"/>
          <w:divBdr>
            <w:top w:val="none" w:sz="0" w:space="0" w:color="auto"/>
            <w:left w:val="none" w:sz="0" w:space="0" w:color="auto"/>
            <w:bottom w:val="none" w:sz="0" w:space="0" w:color="auto"/>
            <w:right w:val="none" w:sz="0" w:space="0" w:color="auto"/>
          </w:divBdr>
        </w:div>
        <w:div w:id="186068341">
          <w:marLeft w:val="640"/>
          <w:marRight w:val="0"/>
          <w:marTop w:val="0"/>
          <w:marBottom w:val="0"/>
          <w:divBdr>
            <w:top w:val="none" w:sz="0" w:space="0" w:color="auto"/>
            <w:left w:val="none" w:sz="0" w:space="0" w:color="auto"/>
            <w:bottom w:val="none" w:sz="0" w:space="0" w:color="auto"/>
            <w:right w:val="none" w:sz="0" w:space="0" w:color="auto"/>
          </w:divBdr>
        </w:div>
        <w:div w:id="1861507628">
          <w:marLeft w:val="640"/>
          <w:marRight w:val="0"/>
          <w:marTop w:val="0"/>
          <w:marBottom w:val="0"/>
          <w:divBdr>
            <w:top w:val="none" w:sz="0" w:space="0" w:color="auto"/>
            <w:left w:val="none" w:sz="0" w:space="0" w:color="auto"/>
            <w:bottom w:val="none" w:sz="0" w:space="0" w:color="auto"/>
            <w:right w:val="none" w:sz="0" w:space="0" w:color="auto"/>
          </w:divBdr>
        </w:div>
        <w:div w:id="1818303809">
          <w:marLeft w:val="640"/>
          <w:marRight w:val="0"/>
          <w:marTop w:val="0"/>
          <w:marBottom w:val="0"/>
          <w:divBdr>
            <w:top w:val="none" w:sz="0" w:space="0" w:color="auto"/>
            <w:left w:val="none" w:sz="0" w:space="0" w:color="auto"/>
            <w:bottom w:val="none" w:sz="0" w:space="0" w:color="auto"/>
            <w:right w:val="none" w:sz="0" w:space="0" w:color="auto"/>
          </w:divBdr>
        </w:div>
        <w:div w:id="2108890118">
          <w:marLeft w:val="640"/>
          <w:marRight w:val="0"/>
          <w:marTop w:val="0"/>
          <w:marBottom w:val="0"/>
          <w:divBdr>
            <w:top w:val="none" w:sz="0" w:space="0" w:color="auto"/>
            <w:left w:val="none" w:sz="0" w:space="0" w:color="auto"/>
            <w:bottom w:val="none" w:sz="0" w:space="0" w:color="auto"/>
            <w:right w:val="none" w:sz="0" w:space="0" w:color="auto"/>
          </w:divBdr>
        </w:div>
        <w:div w:id="1517882864">
          <w:marLeft w:val="640"/>
          <w:marRight w:val="0"/>
          <w:marTop w:val="0"/>
          <w:marBottom w:val="0"/>
          <w:divBdr>
            <w:top w:val="none" w:sz="0" w:space="0" w:color="auto"/>
            <w:left w:val="none" w:sz="0" w:space="0" w:color="auto"/>
            <w:bottom w:val="none" w:sz="0" w:space="0" w:color="auto"/>
            <w:right w:val="none" w:sz="0" w:space="0" w:color="auto"/>
          </w:divBdr>
        </w:div>
        <w:div w:id="345641326">
          <w:marLeft w:val="640"/>
          <w:marRight w:val="0"/>
          <w:marTop w:val="0"/>
          <w:marBottom w:val="0"/>
          <w:divBdr>
            <w:top w:val="none" w:sz="0" w:space="0" w:color="auto"/>
            <w:left w:val="none" w:sz="0" w:space="0" w:color="auto"/>
            <w:bottom w:val="none" w:sz="0" w:space="0" w:color="auto"/>
            <w:right w:val="none" w:sz="0" w:space="0" w:color="auto"/>
          </w:divBdr>
        </w:div>
        <w:div w:id="1434279078">
          <w:marLeft w:val="640"/>
          <w:marRight w:val="0"/>
          <w:marTop w:val="0"/>
          <w:marBottom w:val="0"/>
          <w:divBdr>
            <w:top w:val="none" w:sz="0" w:space="0" w:color="auto"/>
            <w:left w:val="none" w:sz="0" w:space="0" w:color="auto"/>
            <w:bottom w:val="none" w:sz="0" w:space="0" w:color="auto"/>
            <w:right w:val="none" w:sz="0" w:space="0" w:color="auto"/>
          </w:divBdr>
        </w:div>
        <w:div w:id="1891573287">
          <w:marLeft w:val="640"/>
          <w:marRight w:val="0"/>
          <w:marTop w:val="0"/>
          <w:marBottom w:val="0"/>
          <w:divBdr>
            <w:top w:val="none" w:sz="0" w:space="0" w:color="auto"/>
            <w:left w:val="none" w:sz="0" w:space="0" w:color="auto"/>
            <w:bottom w:val="none" w:sz="0" w:space="0" w:color="auto"/>
            <w:right w:val="none" w:sz="0" w:space="0" w:color="auto"/>
          </w:divBdr>
        </w:div>
        <w:div w:id="895245261">
          <w:marLeft w:val="640"/>
          <w:marRight w:val="0"/>
          <w:marTop w:val="0"/>
          <w:marBottom w:val="0"/>
          <w:divBdr>
            <w:top w:val="none" w:sz="0" w:space="0" w:color="auto"/>
            <w:left w:val="none" w:sz="0" w:space="0" w:color="auto"/>
            <w:bottom w:val="none" w:sz="0" w:space="0" w:color="auto"/>
            <w:right w:val="none" w:sz="0" w:space="0" w:color="auto"/>
          </w:divBdr>
        </w:div>
        <w:div w:id="1150318647">
          <w:marLeft w:val="640"/>
          <w:marRight w:val="0"/>
          <w:marTop w:val="0"/>
          <w:marBottom w:val="0"/>
          <w:divBdr>
            <w:top w:val="none" w:sz="0" w:space="0" w:color="auto"/>
            <w:left w:val="none" w:sz="0" w:space="0" w:color="auto"/>
            <w:bottom w:val="none" w:sz="0" w:space="0" w:color="auto"/>
            <w:right w:val="none" w:sz="0" w:space="0" w:color="auto"/>
          </w:divBdr>
        </w:div>
        <w:div w:id="2137288411">
          <w:marLeft w:val="640"/>
          <w:marRight w:val="0"/>
          <w:marTop w:val="0"/>
          <w:marBottom w:val="0"/>
          <w:divBdr>
            <w:top w:val="none" w:sz="0" w:space="0" w:color="auto"/>
            <w:left w:val="none" w:sz="0" w:space="0" w:color="auto"/>
            <w:bottom w:val="none" w:sz="0" w:space="0" w:color="auto"/>
            <w:right w:val="none" w:sz="0" w:space="0" w:color="auto"/>
          </w:divBdr>
        </w:div>
        <w:div w:id="1034888815">
          <w:marLeft w:val="640"/>
          <w:marRight w:val="0"/>
          <w:marTop w:val="0"/>
          <w:marBottom w:val="0"/>
          <w:divBdr>
            <w:top w:val="none" w:sz="0" w:space="0" w:color="auto"/>
            <w:left w:val="none" w:sz="0" w:space="0" w:color="auto"/>
            <w:bottom w:val="none" w:sz="0" w:space="0" w:color="auto"/>
            <w:right w:val="none" w:sz="0" w:space="0" w:color="auto"/>
          </w:divBdr>
        </w:div>
        <w:div w:id="697245050">
          <w:marLeft w:val="640"/>
          <w:marRight w:val="0"/>
          <w:marTop w:val="0"/>
          <w:marBottom w:val="0"/>
          <w:divBdr>
            <w:top w:val="none" w:sz="0" w:space="0" w:color="auto"/>
            <w:left w:val="none" w:sz="0" w:space="0" w:color="auto"/>
            <w:bottom w:val="none" w:sz="0" w:space="0" w:color="auto"/>
            <w:right w:val="none" w:sz="0" w:space="0" w:color="auto"/>
          </w:divBdr>
        </w:div>
        <w:div w:id="1691300604">
          <w:marLeft w:val="640"/>
          <w:marRight w:val="0"/>
          <w:marTop w:val="0"/>
          <w:marBottom w:val="0"/>
          <w:divBdr>
            <w:top w:val="none" w:sz="0" w:space="0" w:color="auto"/>
            <w:left w:val="none" w:sz="0" w:space="0" w:color="auto"/>
            <w:bottom w:val="none" w:sz="0" w:space="0" w:color="auto"/>
            <w:right w:val="none" w:sz="0" w:space="0" w:color="auto"/>
          </w:divBdr>
        </w:div>
        <w:div w:id="275334747">
          <w:marLeft w:val="640"/>
          <w:marRight w:val="0"/>
          <w:marTop w:val="0"/>
          <w:marBottom w:val="0"/>
          <w:divBdr>
            <w:top w:val="none" w:sz="0" w:space="0" w:color="auto"/>
            <w:left w:val="none" w:sz="0" w:space="0" w:color="auto"/>
            <w:bottom w:val="none" w:sz="0" w:space="0" w:color="auto"/>
            <w:right w:val="none" w:sz="0" w:space="0" w:color="auto"/>
          </w:divBdr>
        </w:div>
        <w:div w:id="1974363244">
          <w:marLeft w:val="640"/>
          <w:marRight w:val="0"/>
          <w:marTop w:val="0"/>
          <w:marBottom w:val="0"/>
          <w:divBdr>
            <w:top w:val="none" w:sz="0" w:space="0" w:color="auto"/>
            <w:left w:val="none" w:sz="0" w:space="0" w:color="auto"/>
            <w:bottom w:val="none" w:sz="0" w:space="0" w:color="auto"/>
            <w:right w:val="none" w:sz="0" w:space="0" w:color="auto"/>
          </w:divBdr>
        </w:div>
        <w:div w:id="828331089">
          <w:marLeft w:val="640"/>
          <w:marRight w:val="0"/>
          <w:marTop w:val="0"/>
          <w:marBottom w:val="0"/>
          <w:divBdr>
            <w:top w:val="none" w:sz="0" w:space="0" w:color="auto"/>
            <w:left w:val="none" w:sz="0" w:space="0" w:color="auto"/>
            <w:bottom w:val="none" w:sz="0" w:space="0" w:color="auto"/>
            <w:right w:val="none" w:sz="0" w:space="0" w:color="auto"/>
          </w:divBdr>
        </w:div>
        <w:div w:id="185945110">
          <w:marLeft w:val="640"/>
          <w:marRight w:val="0"/>
          <w:marTop w:val="0"/>
          <w:marBottom w:val="0"/>
          <w:divBdr>
            <w:top w:val="none" w:sz="0" w:space="0" w:color="auto"/>
            <w:left w:val="none" w:sz="0" w:space="0" w:color="auto"/>
            <w:bottom w:val="none" w:sz="0" w:space="0" w:color="auto"/>
            <w:right w:val="none" w:sz="0" w:space="0" w:color="auto"/>
          </w:divBdr>
        </w:div>
        <w:div w:id="543371060">
          <w:marLeft w:val="640"/>
          <w:marRight w:val="0"/>
          <w:marTop w:val="0"/>
          <w:marBottom w:val="0"/>
          <w:divBdr>
            <w:top w:val="none" w:sz="0" w:space="0" w:color="auto"/>
            <w:left w:val="none" w:sz="0" w:space="0" w:color="auto"/>
            <w:bottom w:val="none" w:sz="0" w:space="0" w:color="auto"/>
            <w:right w:val="none" w:sz="0" w:space="0" w:color="auto"/>
          </w:divBdr>
        </w:div>
      </w:divsChild>
    </w:div>
    <w:div w:id="879635621">
      <w:bodyDiv w:val="1"/>
      <w:marLeft w:val="0"/>
      <w:marRight w:val="0"/>
      <w:marTop w:val="0"/>
      <w:marBottom w:val="0"/>
      <w:divBdr>
        <w:top w:val="none" w:sz="0" w:space="0" w:color="auto"/>
        <w:left w:val="none" w:sz="0" w:space="0" w:color="auto"/>
        <w:bottom w:val="none" w:sz="0" w:space="0" w:color="auto"/>
        <w:right w:val="none" w:sz="0" w:space="0" w:color="auto"/>
      </w:divBdr>
    </w:div>
    <w:div w:id="959646274">
      <w:bodyDiv w:val="1"/>
      <w:marLeft w:val="0"/>
      <w:marRight w:val="0"/>
      <w:marTop w:val="0"/>
      <w:marBottom w:val="0"/>
      <w:divBdr>
        <w:top w:val="none" w:sz="0" w:space="0" w:color="auto"/>
        <w:left w:val="none" w:sz="0" w:space="0" w:color="auto"/>
        <w:bottom w:val="none" w:sz="0" w:space="0" w:color="auto"/>
        <w:right w:val="none" w:sz="0" w:space="0" w:color="auto"/>
      </w:divBdr>
      <w:divsChild>
        <w:div w:id="390813557">
          <w:marLeft w:val="640"/>
          <w:marRight w:val="0"/>
          <w:marTop w:val="0"/>
          <w:marBottom w:val="0"/>
          <w:divBdr>
            <w:top w:val="none" w:sz="0" w:space="0" w:color="auto"/>
            <w:left w:val="none" w:sz="0" w:space="0" w:color="auto"/>
            <w:bottom w:val="none" w:sz="0" w:space="0" w:color="auto"/>
            <w:right w:val="none" w:sz="0" w:space="0" w:color="auto"/>
          </w:divBdr>
        </w:div>
        <w:div w:id="432870992">
          <w:marLeft w:val="640"/>
          <w:marRight w:val="0"/>
          <w:marTop w:val="0"/>
          <w:marBottom w:val="0"/>
          <w:divBdr>
            <w:top w:val="none" w:sz="0" w:space="0" w:color="auto"/>
            <w:left w:val="none" w:sz="0" w:space="0" w:color="auto"/>
            <w:bottom w:val="none" w:sz="0" w:space="0" w:color="auto"/>
            <w:right w:val="none" w:sz="0" w:space="0" w:color="auto"/>
          </w:divBdr>
        </w:div>
        <w:div w:id="1761104168">
          <w:marLeft w:val="640"/>
          <w:marRight w:val="0"/>
          <w:marTop w:val="0"/>
          <w:marBottom w:val="0"/>
          <w:divBdr>
            <w:top w:val="none" w:sz="0" w:space="0" w:color="auto"/>
            <w:left w:val="none" w:sz="0" w:space="0" w:color="auto"/>
            <w:bottom w:val="none" w:sz="0" w:space="0" w:color="auto"/>
            <w:right w:val="none" w:sz="0" w:space="0" w:color="auto"/>
          </w:divBdr>
        </w:div>
      </w:divsChild>
    </w:div>
    <w:div w:id="1082023880">
      <w:bodyDiv w:val="1"/>
      <w:marLeft w:val="0"/>
      <w:marRight w:val="0"/>
      <w:marTop w:val="0"/>
      <w:marBottom w:val="0"/>
      <w:divBdr>
        <w:top w:val="none" w:sz="0" w:space="0" w:color="auto"/>
        <w:left w:val="none" w:sz="0" w:space="0" w:color="auto"/>
        <w:bottom w:val="none" w:sz="0" w:space="0" w:color="auto"/>
        <w:right w:val="none" w:sz="0" w:space="0" w:color="auto"/>
      </w:divBdr>
      <w:divsChild>
        <w:div w:id="73164975">
          <w:marLeft w:val="640"/>
          <w:marRight w:val="0"/>
          <w:marTop w:val="0"/>
          <w:marBottom w:val="0"/>
          <w:divBdr>
            <w:top w:val="none" w:sz="0" w:space="0" w:color="auto"/>
            <w:left w:val="none" w:sz="0" w:space="0" w:color="auto"/>
            <w:bottom w:val="none" w:sz="0" w:space="0" w:color="auto"/>
            <w:right w:val="none" w:sz="0" w:space="0" w:color="auto"/>
          </w:divBdr>
        </w:div>
        <w:div w:id="108477933">
          <w:marLeft w:val="640"/>
          <w:marRight w:val="0"/>
          <w:marTop w:val="0"/>
          <w:marBottom w:val="0"/>
          <w:divBdr>
            <w:top w:val="none" w:sz="0" w:space="0" w:color="auto"/>
            <w:left w:val="none" w:sz="0" w:space="0" w:color="auto"/>
            <w:bottom w:val="none" w:sz="0" w:space="0" w:color="auto"/>
            <w:right w:val="none" w:sz="0" w:space="0" w:color="auto"/>
          </w:divBdr>
        </w:div>
        <w:div w:id="160198407">
          <w:marLeft w:val="640"/>
          <w:marRight w:val="0"/>
          <w:marTop w:val="0"/>
          <w:marBottom w:val="0"/>
          <w:divBdr>
            <w:top w:val="none" w:sz="0" w:space="0" w:color="auto"/>
            <w:left w:val="none" w:sz="0" w:space="0" w:color="auto"/>
            <w:bottom w:val="none" w:sz="0" w:space="0" w:color="auto"/>
            <w:right w:val="none" w:sz="0" w:space="0" w:color="auto"/>
          </w:divBdr>
        </w:div>
        <w:div w:id="192352317">
          <w:marLeft w:val="640"/>
          <w:marRight w:val="0"/>
          <w:marTop w:val="0"/>
          <w:marBottom w:val="0"/>
          <w:divBdr>
            <w:top w:val="none" w:sz="0" w:space="0" w:color="auto"/>
            <w:left w:val="none" w:sz="0" w:space="0" w:color="auto"/>
            <w:bottom w:val="none" w:sz="0" w:space="0" w:color="auto"/>
            <w:right w:val="none" w:sz="0" w:space="0" w:color="auto"/>
          </w:divBdr>
        </w:div>
        <w:div w:id="333840510">
          <w:marLeft w:val="640"/>
          <w:marRight w:val="0"/>
          <w:marTop w:val="0"/>
          <w:marBottom w:val="0"/>
          <w:divBdr>
            <w:top w:val="none" w:sz="0" w:space="0" w:color="auto"/>
            <w:left w:val="none" w:sz="0" w:space="0" w:color="auto"/>
            <w:bottom w:val="none" w:sz="0" w:space="0" w:color="auto"/>
            <w:right w:val="none" w:sz="0" w:space="0" w:color="auto"/>
          </w:divBdr>
        </w:div>
        <w:div w:id="573861676">
          <w:marLeft w:val="640"/>
          <w:marRight w:val="0"/>
          <w:marTop w:val="0"/>
          <w:marBottom w:val="0"/>
          <w:divBdr>
            <w:top w:val="none" w:sz="0" w:space="0" w:color="auto"/>
            <w:left w:val="none" w:sz="0" w:space="0" w:color="auto"/>
            <w:bottom w:val="none" w:sz="0" w:space="0" w:color="auto"/>
            <w:right w:val="none" w:sz="0" w:space="0" w:color="auto"/>
          </w:divBdr>
        </w:div>
        <w:div w:id="726807343">
          <w:marLeft w:val="640"/>
          <w:marRight w:val="0"/>
          <w:marTop w:val="0"/>
          <w:marBottom w:val="0"/>
          <w:divBdr>
            <w:top w:val="none" w:sz="0" w:space="0" w:color="auto"/>
            <w:left w:val="none" w:sz="0" w:space="0" w:color="auto"/>
            <w:bottom w:val="none" w:sz="0" w:space="0" w:color="auto"/>
            <w:right w:val="none" w:sz="0" w:space="0" w:color="auto"/>
          </w:divBdr>
        </w:div>
        <w:div w:id="836071110">
          <w:marLeft w:val="640"/>
          <w:marRight w:val="0"/>
          <w:marTop w:val="0"/>
          <w:marBottom w:val="0"/>
          <w:divBdr>
            <w:top w:val="none" w:sz="0" w:space="0" w:color="auto"/>
            <w:left w:val="none" w:sz="0" w:space="0" w:color="auto"/>
            <w:bottom w:val="none" w:sz="0" w:space="0" w:color="auto"/>
            <w:right w:val="none" w:sz="0" w:space="0" w:color="auto"/>
          </w:divBdr>
        </w:div>
        <w:div w:id="958411037">
          <w:marLeft w:val="640"/>
          <w:marRight w:val="0"/>
          <w:marTop w:val="0"/>
          <w:marBottom w:val="0"/>
          <w:divBdr>
            <w:top w:val="none" w:sz="0" w:space="0" w:color="auto"/>
            <w:left w:val="none" w:sz="0" w:space="0" w:color="auto"/>
            <w:bottom w:val="none" w:sz="0" w:space="0" w:color="auto"/>
            <w:right w:val="none" w:sz="0" w:space="0" w:color="auto"/>
          </w:divBdr>
        </w:div>
        <w:div w:id="1002125565">
          <w:marLeft w:val="640"/>
          <w:marRight w:val="0"/>
          <w:marTop w:val="0"/>
          <w:marBottom w:val="0"/>
          <w:divBdr>
            <w:top w:val="none" w:sz="0" w:space="0" w:color="auto"/>
            <w:left w:val="none" w:sz="0" w:space="0" w:color="auto"/>
            <w:bottom w:val="none" w:sz="0" w:space="0" w:color="auto"/>
            <w:right w:val="none" w:sz="0" w:space="0" w:color="auto"/>
          </w:divBdr>
        </w:div>
        <w:div w:id="1060591036">
          <w:marLeft w:val="640"/>
          <w:marRight w:val="0"/>
          <w:marTop w:val="0"/>
          <w:marBottom w:val="0"/>
          <w:divBdr>
            <w:top w:val="none" w:sz="0" w:space="0" w:color="auto"/>
            <w:left w:val="none" w:sz="0" w:space="0" w:color="auto"/>
            <w:bottom w:val="none" w:sz="0" w:space="0" w:color="auto"/>
            <w:right w:val="none" w:sz="0" w:space="0" w:color="auto"/>
          </w:divBdr>
        </w:div>
        <w:div w:id="1110469602">
          <w:marLeft w:val="640"/>
          <w:marRight w:val="0"/>
          <w:marTop w:val="0"/>
          <w:marBottom w:val="0"/>
          <w:divBdr>
            <w:top w:val="none" w:sz="0" w:space="0" w:color="auto"/>
            <w:left w:val="none" w:sz="0" w:space="0" w:color="auto"/>
            <w:bottom w:val="none" w:sz="0" w:space="0" w:color="auto"/>
            <w:right w:val="none" w:sz="0" w:space="0" w:color="auto"/>
          </w:divBdr>
        </w:div>
        <w:div w:id="1291279282">
          <w:marLeft w:val="640"/>
          <w:marRight w:val="0"/>
          <w:marTop w:val="0"/>
          <w:marBottom w:val="0"/>
          <w:divBdr>
            <w:top w:val="none" w:sz="0" w:space="0" w:color="auto"/>
            <w:left w:val="none" w:sz="0" w:space="0" w:color="auto"/>
            <w:bottom w:val="none" w:sz="0" w:space="0" w:color="auto"/>
            <w:right w:val="none" w:sz="0" w:space="0" w:color="auto"/>
          </w:divBdr>
        </w:div>
        <w:div w:id="1410615358">
          <w:marLeft w:val="640"/>
          <w:marRight w:val="0"/>
          <w:marTop w:val="0"/>
          <w:marBottom w:val="0"/>
          <w:divBdr>
            <w:top w:val="none" w:sz="0" w:space="0" w:color="auto"/>
            <w:left w:val="none" w:sz="0" w:space="0" w:color="auto"/>
            <w:bottom w:val="none" w:sz="0" w:space="0" w:color="auto"/>
            <w:right w:val="none" w:sz="0" w:space="0" w:color="auto"/>
          </w:divBdr>
        </w:div>
        <w:div w:id="1683122517">
          <w:marLeft w:val="640"/>
          <w:marRight w:val="0"/>
          <w:marTop w:val="0"/>
          <w:marBottom w:val="0"/>
          <w:divBdr>
            <w:top w:val="none" w:sz="0" w:space="0" w:color="auto"/>
            <w:left w:val="none" w:sz="0" w:space="0" w:color="auto"/>
            <w:bottom w:val="none" w:sz="0" w:space="0" w:color="auto"/>
            <w:right w:val="none" w:sz="0" w:space="0" w:color="auto"/>
          </w:divBdr>
        </w:div>
        <w:div w:id="1755977928">
          <w:marLeft w:val="640"/>
          <w:marRight w:val="0"/>
          <w:marTop w:val="0"/>
          <w:marBottom w:val="0"/>
          <w:divBdr>
            <w:top w:val="none" w:sz="0" w:space="0" w:color="auto"/>
            <w:left w:val="none" w:sz="0" w:space="0" w:color="auto"/>
            <w:bottom w:val="none" w:sz="0" w:space="0" w:color="auto"/>
            <w:right w:val="none" w:sz="0" w:space="0" w:color="auto"/>
          </w:divBdr>
        </w:div>
        <w:div w:id="1922720155">
          <w:marLeft w:val="640"/>
          <w:marRight w:val="0"/>
          <w:marTop w:val="0"/>
          <w:marBottom w:val="0"/>
          <w:divBdr>
            <w:top w:val="none" w:sz="0" w:space="0" w:color="auto"/>
            <w:left w:val="none" w:sz="0" w:space="0" w:color="auto"/>
            <w:bottom w:val="none" w:sz="0" w:space="0" w:color="auto"/>
            <w:right w:val="none" w:sz="0" w:space="0" w:color="auto"/>
          </w:divBdr>
        </w:div>
        <w:div w:id="2040857527">
          <w:marLeft w:val="640"/>
          <w:marRight w:val="0"/>
          <w:marTop w:val="0"/>
          <w:marBottom w:val="0"/>
          <w:divBdr>
            <w:top w:val="none" w:sz="0" w:space="0" w:color="auto"/>
            <w:left w:val="none" w:sz="0" w:space="0" w:color="auto"/>
            <w:bottom w:val="none" w:sz="0" w:space="0" w:color="auto"/>
            <w:right w:val="none" w:sz="0" w:space="0" w:color="auto"/>
          </w:divBdr>
        </w:div>
      </w:divsChild>
    </w:div>
    <w:div w:id="1083262066">
      <w:bodyDiv w:val="1"/>
      <w:marLeft w:val="0"/>
      <w:marRight w:val="0"/>
      <w:marTop w:val="0"/>
      <w:marBottom w:val="0"/>
      <w:divBdr>
        <w:top w:val="none" w:sz="0" w:space="0" w:color="auto"/>
        <w:left w:val="none" w:sz="0" w:space="0" w:color="auto"/>
        <w:bottom w:val="none" w:sz="0" w:space="0" w:color="auto"/>
        <w:right w:val="none" w:sz="0" w:space="0" w:color="auto"/>
      </w:divBdr>
      <w:divsChild>
        <w:div w:id="350497007">
          <w:marLeft w:val="640"/>
          <w:marRight w:val="0"/>
          <w:marTop w:val="0"/>
          <w:marBottom w:val="0"/>
          <w:divBdr>
            <w:top w:val="none" w:sz="0" w:space="0" w:color="auto"/>
            <w:left w:val="none" w:sz="0" w:space="0" w:color="auto"/>
            <w:bottom w:val="none" w:sz="0" w:space="0" w:color="auto"/>
            <w:right w:val="none" w:sz="0" w:space="0" w:color="auto"/>
          </w:divBdr>
        </w:div>
        <w:div w:id="1571765214">
          <w:marLeft w:val="640"/>
          <w:marRight w:val="0"/>
          <w:marTop w:val="0"/>
          <w:marBottom w:val="0"/>
          <w:divBdr>
            <w:top w:val="none" w:sz="0" w:space="0" w:color="auto"/>
            <w:left w:val="none" w:sz="0" w:space="0" w:color="auto"/>
            <w:bottom w:val="none" w:sz="0" w:space="0" w:color="auto"/>
            <w:right w:val="none" w:sz="0" w:space="0" w:color="auto"/>
          </w:divBdr>
        </w:div>
      </w:divsChild>
    </w:div>
    <w:div w:id="1090009221">
      <w:bodyDiv w:val="1"/>
      <w:marLeft w:val="0"/>
      <w:marRight w:val="0"/>
      <w:marTop w:val="0"/>
      <w:marBottom w:val="0"/>
      <w:divBdr>
        <w:top w:val="none" w:sz="0" w:space="0" w:color="auto"/>
        <w:left w:val="none" w:sz="0" w:space="0" w:color="auto"/>
        <w:bottom w:val="none" w:sz="0" w:space="0" w:color="auto"/>
        <w:right w:val="none" w:sz="0" w:space="0" w:color="auto"/>
      </w:divBdr>
      <w:divsChild>
        <w:div w:id="529218990">
          <w:marLeft w:val="640"/>
          <w:marRight w:val="0"/>
          <w:marTop w:val="0"/>
          <w:marBottom w:val="0"/>
          <w:divBdr>
            <w:top w:val="none" w:sz="0" w:space="0" w:color="auto"/>
            <w:left w:val="none" w:sz="0" w:space="0" w:color="auto"/>
            <w:bottom w:val="none" w:sz="0" w:space="0" w:color="auto"/>
            <w:right w:val="none" w:sz="0" w:space="0" w:color="auto"/>
          </w:divBdr>
        </w:div>
        <w:div w:id="814417359">
          <w:marLeft w:val="640"/>
          <w:marRight w:val="0"/>
          <w:marTop w:val="0"/>
          <w:marBottom w:val="0"/>
          <w:divBdr>
            <w:top w:val="none" w:sz="0" w:space="0" w:color="auto"/>
            <w:left w:val="none" w:sz="0" w:space="0" w:color="auto"/>
            <w:bottom w:val="none" w:sz="0" w:space="0" w:color="auto"/>
            <w:right w:val="none" w:sz="0" w:space="0" w:color="auto"/>
          </w:divBdr>
        </w:div>
        <w:div w:id="1452430403">
          <w:marLeft w:val="640"/>
          <w:marRight w:val="0"/>
          <w:marTop w:val="0"/>
          <w:marBottom w:val="0"/>
          <w:divBdr>
            <w:top w:val="none" w:sz="0" w:space="0" w:color="auto"/>
            <w:left w:val="none" w:sz="0" w:space="0" w:color="auto"/>
            <w:bottom w:val="none" w:sz="0" w:space="0" w:color="auto"/>
            <w:right w:val="none" w:sz="0" w:space="0" w:color="auto"/>
          </w:divBdr>
        </w:div>
        <w:div w:id="1638753315">
          <w:marLeft w:val="640"/>
          <w:marRight w:val="0"/>
          <w:marTop w:val="0"/>
          <w:marBottom w:val="0"/>
          <w:divBdr>
            <w:top w:val="none" w:sz="0" w:space="0" w:color="auto"/>
            <w:left w:val="none" w:sz="0" w:space="0" w:color="auto"/>
            <w:bottom w:val="none" w:sz="0" w:space="0" w:color="auto"/>
            <w:right w:val="none" w:sz="0" w:space="0" w:color="auto"/>
          </w:divBdr>
        </w:div>
      </w:divsChild>
    </w:div>
    <w:div w:id="1093626730">
      <w:bodyDiv w:val="1"/>
      <w:marLeft w:val="0"/>
      <w:marRight w:val="0"/>
      <w:marTop w:val="0"/>
      <w:marBottom w:val="0"/>
      <w:divBdr>
        <w:top w:val="none" w:sz="0" w:space="0" w:color="auto"/>
        <w:left w:val="none" w:sz="0" w:space="0" w:color="auto"/>
        <w:bottom w:val="none" w:sz="0" w:space="0" w:color="auto"/>
        <w:right w:val="none" w:sz="0" w:space="0" w:color="auto"/>
      </w:divBdr>
      <w:divsChild>
        <w:div w:id="82382293">
          <w:marLeft w:val="640"/>
          <w:marRight w:val="0"/>
          <w:marTop w:val="0"/>
          <w:marBottom w:val="0"/>
          <w:divBdr>
            <w:top w:val="none" w:sz="0" w:space="0" w:color="auto"/>
            <w:left w:val="none" w:sz="0" w:space="0" w:color="auto"/>
            <w:bottom w:val="none" w:sz="0" w:space="0" w:color="auto"/>
            <w:right w:val="none" w:sz="0" w:space="0" w:color="auto"/>
          </w:divBdr>
        </w:div>
        <w:div w:id="1027564903">
          <w:marLeft w:val="640"/>
          <w:marRight w:val="0"/>
          <w:marTop w:val="0"/>
          <w:marBottom w:val="0"/>
          <w:divBdr>
            <w:top w:val="none" w:sz="0" w:space="0" w:color="auto"/>
            <w:left w:val="none" w:sz="0" w:space="0" w:color="auto"/>
            <w:bottom w:val="none" w:sz="0" w:space="0" w:color="auto"/>
            <w:right w:val="none" w:sz="0" w:space="0" w:color="auto"/>
          </w:divBdr>
        </w:div>
        <w:div w:id="173884051">
          <w:marLeft w:val="640"/>
          <w:marRight w:val="0"/>
          <w:marTop w:val="0"/>
          <w:marBottom w:val="0"/>
          <w:divBdr>
            <w:top w:val="none" w:sz="0" w:space="0" w:color="auto"/>
            <w:left w:val="none" w:sz="0" w:space="0" w:color="auto"/>
            <w:bottom w:val="none" w:sz="0" w:space="0" w:color="auto"/>
            <w:right w:val="none" w:sz="0" w:space="0" w:color="auto"/>
          </w:divBdr>
        </w:div>
        <w:div w:id="1622878688">
          <w:marLeft w:val="640"/>
          <w:marRight w:val="0"/>
          <w:marTop w:val="0"/>
          <w:marBottom w:val="0"/>
          <w:divBdr>
            <w:top w:val="none" w:sz="0" w:space="0" w:color="auto"/>
            <w:left w:val="none" w:sz="0" w:space="0" w:color="auto"/>
            <w:bottom w:val="none" w:sz="0" w:space="0" w:color="auto"/>
            <w:right w:val="none" w:sz="0" w:space="0" w:color="auto"/>
          </w:divBdr>
        </w:div>
        <w:div w:id="243733182">
          <w:marLeft w:val="640"/>
          <w:marRight w:val="0"/>
          <w:marTop w:val="0"/>
          <w:marBottom w:val="0"/>
          <w:divBdr>
            <w:top w:val="none" w:sz="0" w:space="0" w:color="auto"/>
            <w:left w:val="none" w:sz="0" w:space="0" w:color="auto"/>
            <w:bottom w:val="none" w:sz="0" w:space="0" w:color="auto"/>
            <w:right w:val="none" w:sz="0" w:space="0" w:color="auto"/>
          </w:divBdr>
        </w:div>
        <w:div w:id="1362634859">
          <w:marLeft w:val="640"/>
          <w:marRight w:val="0"/>
          <w:marTop w:val="0"/>
          <w:marBottom w:val="0"/>
          <w:divBdr>
            <w:top w:val="none" w:sz="0" w:space="0" w:color="auto"/>
            <w:left w:val="none" w:sz="0" w:space="0" w:color="auto"/>
            <w:bottom w:val="none" w:sz="0" w:space="0" w:color="auto"/>
            <w:right w:val="none" w:sz="0" w:space="0" w:color="auto"/>
          </w:divBdr>
        </w:div>
        <w:div w:id="1434475821">
          <w:marLeft w:val="640"/>
          <w:marRight w:val="0"/>
          <w:marTop w:val="0"/>
          <w:marBottom w:val="0"/>
          <w:divBdr>
            <w:top w:val="none" w:sz="0" w:space="0" w:color="auto"/>
            <w:left w:val="none" w:sz="0" w:space="0" w:color="auto"/>
            <w:bottom w:val="none" w:sz="0" w:space="0" w:color="auto"/>
            <w:right w:val="none" w:sz="0" w:space="0" w:color="auto"/>
          </w:divBdr>
        </w:div>
        <w:div w:id="1215695266">
          <w:marLeft w:val="640"/>
          <w:marRight w:val="0"/>
          <w:marTop w:val="0"/>
          <w:marBottom w:val="0"/>
          <w:divBdr>
            <w:top w:val="none" w:sz="0" w:space="0" w:color="auto"/>
            <w:left w:val="none" w:sz="0" w:space="0" w:color="auto"/>
            <w:bottom w:val="none" w:sz="0" w:space="0" w:color="auto"/>
            <w:right w:val="none" w:sz="0" w:space="0" w:color="auto"/>
          </w:divBdr>
        </w:div>
        <w:div w:id="763575612">
          <w:marLeft w:val="640"/>
          <w:marRight w:val="0"/>
          <w:marTop w:val="0"/>
          <w:marBottom w:val="0"/>
          <w:divBdr>
            <w:top w:val="none" w:sz="0" w:space="0" w:color="auto"/>
            <w:left w:val="none" w:sz="0" w:space="0" w:color="auto"/>
            <w:bottom w:val="none" w:sz="0" w:space="0" w:color="auto"/>
            <w:right w:val="none" w:sz="0" w:space="0" w:color="auto"/>
          </w:divBdr>
        </w:div>
        <w:div w:id="1043484943">
          <w:marLeft w:val="640"/>
          <w:marRight w:val="0"/>
          <w:marTop w:val="0"/>
          <w:marBottom w:val="0"/>
          <w:divBdr>
            <w:top w:val="none" w:sz="0" w:space="0" w:color="auto"/>
            <w:left w:val="none" w:sz="0" w:space="0" w:color="auto"/>
            <w:bottom w:val="none" w:sz="0" w:space="0" w:color="auto"/>
            <w:right w:val="none" w:sz="0" w:space="0" w:color="auto"/>
          </w:divBdr>
        </w:div>
        <w:div w:id="1114518089">
          <w:marLeft w:val="640"/>
          <w:marRight w:val="0"/>
          <w:marTop w:val="0"/>
          <w:marBottom w:val="0"/>
          <w:divBdr>
            <w:top w:val="none" w:sz="0" w:space="0" w:color="auto"/>
            <w:left w:val="none" w:sz="0" w:space="0" w:color="auto"/>
            <w:bottom w:val="none" w:sz="0" w:space="0" w:color="auto"/>
            <w:right w:val="none" w:sz="0" w:space="0" w:color="auto"/>
          </w:divBdr>
        </w:div>
        <w:div w:id="1893540292">
          <w:marLeft w:val="640"/>
          <w:marRight w:val="0"/>
          <w:marTop w:val="0"/>
          <w:marBottom w:val="0"/>
          <w:divBdr>
            <w:top w:val="none" w:sz="0" w:space="0" w:color="auto"/>
            <w:left w:val="none" w:sz="0" w:space="0" w:color="auto"/>
            <w:bottom w:val="none" w:sz="0" w:space="0" w:color="auto"/>
            <w:right w:val="none" w:sz="0" w:space="0" w:color="auto"/>
          </w:divBdr>
        </w:div>
        <w:div w:id="470169175">
          <w:marLeft w:val="640"/>
          <w:marRight w:val="0"/>
          <w:marTop w:val="0"/>
          <w:marBottom w:val="0"/>
          <w:divBdr>
            <w:top w:val="none" w:sz="0" w:space="0" w:color="auto"/>
            <w:left w:val="none" w:sz="0" w:space="0" w:color="auto"/>
            <w:bottom w:val="none" w:sz="0" w:space="0" w:color="auto"/>
            <w:right w:val="none" w:sz="0" w:space="0" w:color="auto"/>
          </w:divBdr>
        </w:div>
        <w:div w:id="267156736">
          <w:marLeft w:val="640"/>
          <w:marRight w:val="0"/>
          <w:marTop w:val="0"/>
          <w:marBottom w:val="0"/>
          <w:divBdr>
            <w:top w:val="none" w:sz="0" w:space="0" w:color="auto"/>
            <w:left w:val="none" w:sz="0" w:space="0" w:color="auto"/>
            <w:bottom w:val="none" w:sz="0" w:space="0" w:color="auto"/>
            <w:right w:val="none" w:sz="0" w:space="0" w:color="auto"/>
          </w:divBdr>
        </w:div>
        <w:div w:id="245190394">
          <w:marLeft w:val="640"/>
          <w:marRight w:val="0"/>
          <w:marTop w:val="0"/>
          <w:marBottom w:val="0"/>
          <w:divBdr>
            <w:top w:val="none" w:sz="0" w:space="0" w:color="auto"/>
            <w:left w:val="none" w:sz="0" w:space="0" w:color="auto"/>
            <w:bottom w:val="none" w:sz="0" w:space="0" w:color="auto"/>
            <w:right w:val="none" w:sz="0" w:space="0" w:color="auto"/>
          </w:divBdr>
        </w:div>
        <w:div w:id="149560796">
          <w:marLeft w:val="640"/>
          <w:marRight w:val="0"/>
          <w:marTop w:val="0"/>
          <w:marBottom w:val="0"/>
          <w:divBdr>
            <w:top w:val="none" w:sz="0" w:space="0" w:color="auto"/>
            <w:left w:val="none" w:sz="0" w:space="0" w:color="auto"/>
            <w:bottom w:val="none" w:sz="0" w:space="0" w:color="auto"/>
            <w:right w:val="none" w:sz="0" w:space="0" w:color="auto"/>
          </w:divBdr>
        </w:div>
        <w:div w:id="1488396957">
          <w:marLeft w:val="640"/>
          <w:marRight w:val="0"/>
          <w:marTop w:val="0"/>
          <w:marBottom w:val="0"/>
          <w:divBdr>
            <w:top w:val="none" w:sz="0" w:space="0" w:color="auto"/>
            <w:left w:val="none" w:sz="0" w:space="0" w:color="auto"/>
            <w:bottom w:val="none" w:sz="0" w:space="0" w:color="auto"/>
            <w:right w:val="none" w:sz="0" w:space="0" w:color="auto"/>
          </w:divBdr>
        </w:div>
        <w:div w:id="1636183799">
          <w:marLeft w:val="640"/>
          <w:marRight w:val="0"/>
          <w:marTop w:val="0"/>
          <w:marBottom w:val="0"/>
          <w:divBdr>
            <w:top w:val="none" w:sz="0" w:space="0" w:color="auto"/>
            <w:left w:val="none" w:sz="0" w:space="0" w:color="auto"/>
            <w:bottom w:val="none" w:sz="0" w:space="0" w:color="auto"/>
            <w:right w:val="none" w:sz="0" w:space="0" w:color="auto"/>
          </w:divBdr>
        </w:div>
        <w:div w:id="356469442">
          <w:marLeft w:val="640"/>
          <w:marRight w:val="0"/>
          <w:marTop w:val="0"/>
          <w:marBottom w:val="0"/>
          <w:divBdr>
            <w:top w:val="none" w:sz="0" w:space="0" w:color="auto"/>
            <w:left w:val="none" w:sz="0" w:space="0" w:color="auto"/>
            <w:bottom w:val="none" w:sz="0" w:space="0" w:color="auto"/>
            <w:right w:val="none" w:sz="0" w:space="0" w:color="auto"/>
          </w:divBdr>
        </w:div>
        <w:div w:id="1223784987">
          <w:marLeft w:val="640"/>
          <w:marRight w:val="0"/>
          <w:marTop w:val="0"/>
          <w:marBottom w:val="0"/>
          <w:divBdr>
            <w:top w:val="none" w:sz="0" w:space="0" w:color="auto"/>
            <w:left w:val="none" w:sz="0" w:space="0" w:color="auto"/>
            <w:bottom w:val="none" w:sz="0" w:space="0" w:color="auto"/>
            <w:right w:val="none" w:sz="0" w:space="0" w:color="auto"/>
          </w:divBdr>
        </w:div>
        <w:div w:id="1935363531">
          <w:marLeft w:val="640"/>
          <w:marRight w:val="0"/>
          <w:marTop w:val="0"/>
          <w:marBottom w:val="0"/>
          <w:divBdr>
            <w:top w:val="none" w:sz="0" w:space="0" w:color="auto"/>
            <w:left w:val="none" w:sz="0" w:space="0" w:color="auto"/>
            <w:bottom w:val="none" w:sz="0" w:space="0" w:color="auto"/>
            <w:right w:val="none" w:sz="0" w:space="0" w:color="auto"/>
          </w:divBdr>
        </w:div>
        <w:div w:id="420951139">
          <w:marLeft w:val="640"/>
          <w:marRight w:val="0"/>
          <w:marTop w:val="0"/>
          <w:marBottom w:val="0"/>
          <w:divBdr>
            <w:top w:val="none" w:sz="0" w:space="0" w:color="auto"/>
            <w:left w:val="none" w:sz="0" w:space="0" w:color="auto"/>
            <w:bottom w:val="none" w:sz="0" w:space="0" w:color="auto"/>
            <w:right w:val="none" w:sz="0" w:space="0" w:color="auto"/>
          </w:divBdr>
        </w:div>
        <w:div w:id="683478881">
          <w:marLeft w:val="640"/>
          <w:marRight w:val="0"/>
          <w:marTop w:val="0"/>
          <w:marBottom w:val="0"/>
          <w:divBdr>
            <w:top w:val="none" w:sz="0" w:space="0" w:color="auto"/>
            <w:left w:val="none" w:sz="0" w:space="0" w:color="auto"/>
            <w:bottom w:val="none" w:sz="0" w:space="0" w:color="auto"/>
            <w:right w:val="none" w:sz="0" w:space="0" w:color="auto"/>
          </w:divBdr>
        </w:div>
      </w:divsChild>
    </w:div>
    <w:div w:id="1095396815">
      <w:bodyDiv w:val="1"/>
      <w:marLeft w:val="0"/>
      <w:marRight w:val="0"/>
      <w:marTop w:val="0"/>
      <w:marBottom w:val="0"/>
      <w:divBdr>
        <w:top w:val="none" w:sz="0" w:space="0" w:color="auto"/>
        <w:left w:val="none" w:sz="0" w:space="0" w:color="auto"/>
        <w:bottom w:val="none" w:sz="0" w:space="0" w:color="auto"/>
        <w:right w:val="none" w:sz="0" w:space="0" w:color="auto"/>
      </w:divBdr>
      <w:divsChild>
        <w:div w:id="160002006">
          <w:marLeft w:val="640"/>
          <w:marRight w:val="0"/>
          <w:marTop w:val="0"/>
          <w:marBottom w:val="0"/>
          <w:divBdr>
            <w:top w:val="none" w:sz="0" w:space="0" w:color="auto"/>
            <w:left w:val="none" w:sz="0" w:space="0" w:color="auto"/>
            <w:bottom w:val="none" w:sz="0" w:space="0" w:color="auto"/>
            <w:right w:val="none" w:sz="0" w:space="0" w:color="auto"/>
          </w:divBdr>
        </w:div>
        <w:div w:id="189295115">
          <w:marLeft w:val="640"/>
          <w:marRight w:val="0"/>
          <w:marTop w:val="0"/>
          <w:marBottom w:val="0"/>
          <w:divBdr>
            <w:top w:val="none" w:sz="0" w:space="0" w:color="auto"/>
            <w:left w:val="none" w:sz="0" w:space="0" w:color="auto"/>
            <w:bottom w:val="none" w:sz="0" w:space="0" w:color="auto"/>
            <w:right w:val="none" w:sz="0" w:space="0" w:color="auto"/>
          </w:divBdr>
        </w:div>
        <w:div w:id="198979743">
          <w:marLeft w:val="640"/>
          <w:marRight w:val="0"/>
          <w:marTop w:val="0"/>
          <w:marBottom w:val="0"/>
          <w:divBdr>
            <w:top w:val="none" w:sz="0" w:space="0" w:color="auto"/>
            <w:left w:val="none" w:sz="0" w:space="0" w:color="auto"/>
            <w:bottom w:val="none" w:sz="0" w:space="0" w:color="auto"/>
            <w:right w:val="none" w:sz="0" w:space="0" w:color="auto"/>
          </w:divBdr>
        </w:div>
        <w:div w:id="437993877">
          <w:marLeft w:val="640"/>
          <w:marRight w:val="0"/>
          <w:marTop w:val="0"/>
          <w:marBottom w:val="0"/>
          <w:divBdr>
            <w:top w:val="none" w:sz="0" w:space="0" w:color="auto"/>
            <w:left w:val="none" w:sz="0" w:space="0" w:color="auto"/>
            <w:bottom w:val="none" w:sz="0" w:space="0" w:color="auto"/>
            <w:right w:val="none" w:sz="0" w:space="0" w:color="auto"/>
          </w:divBdr>
        </w:div>
        <w:div w:id="1261333035">
          <w:marLeft w:val="640"/>
          <w:marRight w:val="0"/>
          <w:marTop w:val="0"/>
          <w:marBottom w:val="0"/>
          <w:divBdr>
            <w:top w:val="none" w:sz="0" w:space="0" w:color="auto"/>
            <w:left w:val="none" w:sz="0" w:space="0" w:color="auto"/>
            <w:bottom w:val="none" w:sz="0" w:space="0" w:color="auto"/>
            <w:right w:val="none" w:sz="0" w:space="0" w:color="auto"/>
          </w:divBdr>
        </w:div>
        <w:div w:id="1402870007">
          <w:marLeft w:val="640"/>
          <w:marRight w:val="0"/>
          <w:marTop w:val="0"/>
          <w:marBottom w:val="0"/>
          <w:divBdr>
            <w:top w:val="none" w:sz="0" w:space="0" w:color="auto"/>
            <w:left w:val="none" w:sz="0" w:space="0" w:color="auto"/>
            <w:bottom w:val="none" w:sz="0" w:space="0" w:color="auto"/>
            <w:right w:val="none" w:sz="0" w:space="0" w:color="auto"/>
          </w:divBdr>
        </w:div>
      </w:divsChild>
    </w:div>
    <w:div w:id="125219903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5672976">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4603285">
      <w:bodyDiv w:val="1"/>
      <w:marLeft w:val="0"/>
      <w:marRight w:val="0"/>
      <w:marTop w:val="0"/>
      <w:marBottom w:val="0"/>
      <w:divBdr>
        <w:top w:val="none" w:sz="0" w:space="0" w:color="auto"/>
        <w:left w:val="none" w:sz="0" w:space="0" w:color="auto"/>
        <w:bottom w:val="none" w:sz="0" w:space="0" w:color="auto"/>
        <w:right w:val="none" w:sz="0" w:space="0" w:color="auto"/>
      </w:divBdr>
      <w:divsChild>
        <w:div w:id="1439258880">
          <w:marLeft w:val="640"/>
          <w:marRight w:val="0"/>
          <w:marTop w:val="0"/>
          <w:marBottom w:val="0"/>
          <w:divBdr>
            <w:top w:val="none" w:sz="0" w:space="0" w:color="auto"/>
            <w:left w:val="none" w:sz="0" w:space="0" w:color="auto"/>
            <w:bottom w:val="none" w:sz="0" w:space="0" w:color="auto"/>
            <w:right w:val="none" w:sz="0" w:space="0" w:color="auto"/>
          </w:divBdr>
        </w:div>
        <w:div w:id="1638874652">
          <w:marLeft w:val="640"/>
          <w:marRight w:val="0"/>
          <w:marTop w:val="0"/>
          <w:marBottom w:val="0"/>
          <w:divBdr>
            <w:top w:val="none" w:sz="0" w:space="0" w:color="auto"/>
            <w:left w:val="none" w:sz="0" w:space="0" w:color="auto"/>
            <w:bottom w:val="none" w:sz="0" w:space="0" w:color="auto"/>
            <w:right w:val="none" w:sz="0" w:space="0" w:color="auto"/>
          </w:divBdr>
        </w:div>
        <w:div w:id="1876035887">
          <w:marLeft w:val="640"/>
          <w:marRight w:val="0"/>
          <w:marTop w:val="0"/>
          <w:marBottom w:val="0"/>
          <w:divBdr>
            <w:top w:val="none" w:sz="0" w:space="0" w:color="auto"/>
            <w:left w:val="none" w:sz="0" w:space="0" w:color="auto"/>
            <w:bottom w:val="none" w:sz="0" w:space="0" w:color="auto"/>
            <w:right w:val="none" w:sz="0" w:space="0" w:color="auto"/>
          </w:divBdr>
        </w:div>
        <w:div w:id="1899823857">
          <w:marLeft w:val="640"/>
          <w:marRight w:val="0"/>
          <w:marTop w:val="0"/>
          <w:marBottom w:val="0"/>
          <w:divBdr>
            <w:top w:val="none" w:sz="0" w:space="0" w:color="auto"/>
            <w:left w:val="none" w:sz="0" w:space="0" w:color="auto"/>
            <w:bottom w:val="none" w:sz="0" w:space="0" w:color="auto"/>
            <w:right w:val="none" w:sz="0" w:space="0" w:color="auto"/>
          </w:divBdr>
        </w:div>
        <w:div w:id="2066097071">
          <w:marLeft w:val="640"/>
          <w:marRight w:val="0"/>
          <w:marTop w:val="0"/>
          <w:marBottom w:val="0"/>
          <w:divBdr>
            <w:top w:val="none" w:sz="0" w:space="0" w:color="auto"/>
            <w:left w:val="none" w:sz="0" w:space="0" w:color="auto"/>
            <w:bottom w:val="none" w:sz="0" w:space="0" w:color="auto"/>
            <w:right w:val="none" w:sz="0" w:space="0" w:color="auto"/>
          </w:divBdr>
        </w:div>
      </w:divsChild>
    </w:div>
    <w:div w:id="1308705297">
      <w:bodyDiv w:val="1"/>
      <w:marLeft w:val="0"/>
      <w:marRight w:val="0"/>
      <w:marTop w:val="0"/>
      <w:marBottom w:val="0"/>
      <w:divBdr>
        <w:top w:val="none" w:sz="0" w:space="0" w:color="auto"/>
        <w:left w:val="none" w:sz="0" w:space="0" w:color="auto"/>
        <w:bottom w:val="none" w:sz="0" w:space="0" w:color="auto"/>
        <w:right w:val="none" w:sz="0" w:space="0" w:color="auto"/>
      </w:divBdr>
    </w:div>
    <w:div w:id="1356617713">
      <w:bodyDiv w:val="1"/>
      <w:marLeft w:val="0"/>
      <w:marRight w:val="0"/>
      <w:marTop w:val="0"/>
      <w:marBottom w:val="0"/>
      <w:divBdr>
        <w:top w:val="none" w:sz="0" w:space="0" w:color="auto"/>
        <w:left w:val="none" w:sz="0" w:space="0" w:color="auto"/>
        <w:bottom w:val="none" w:sz="0" w:space="0" w:color="auto"/>
        <w:right w:val="none" w:sz="0" w:space="0" w:color="auto"/>
      </w:divBdr>
      <w:divsChild>
        <w:div w:id="418789939">
          <w:marLeft w:val="640"/>
          <w:marRight w:val="0"/>
          <w:marTop w:val="0"/>
          <w:marBottom w:val="0"/>
          <w:divBdr>
            <w:top w:val="none" w:sz="0" w:space="0" w:color="auto"/>
            <w:left w:val="none" w:sz="0" w:space="0" w:color="auto"/>
            <w:bottom w:val="none" w:sz="0" w:space="0" w:color="auto"/>
            <w:right w:val="none" w:sz="0" w:space="0" w:color="auto"/>
          </w:divBdr>
        </w:div>
        <w:div w:id="644898878">
          <w:marLeft w:val="640"/>
          <w:marRight w:val="0"/>
          <w:marTop w:val="0"/>
          <w:marBottom w:val="0"/>
          <w:divBdr>
            <w:top w:val="none" w:sz="0" w:space="0" w:color="auto"/>
            <w:left w:val="none" w:sz="0" w:space="0" w:color="auto"/>
            <w:bottom w:val="none" w:sz="0" w:space="0" w:color="auto"/>
            <w:right w:val="none" w:sz="0" w:space="0" w:color="auto"/>
          </w:divBdr>
        </w:div>
        <w:div w:id="954016761">
          <w:marLeft w:val="640"/>
          <w:marRight w:val="0"/>
          <w:marTop w:val="0"/>
          <w:marBottom w:val="0"/>
          <w:divBdr>
            <w:top w:val="none" w:sz="0" w:space="0" w:color="auto"/>
            <w:left w:val="none" w:sz="0" w:space="0" w:color="auto"/>
            <w:bottom w:val="none" w:sz="0" w:space="0" w:color="auto"/>
            <w:right w:val="none" w:sz="0" w:space="0" w:color="auto"/>
          </w:divBdr>
        </w:div>
        <w:div w:id="1116221339">
          <w:marLeft w:val="640"/>
          <w:marRight w:val="0"/>
          <w:marTop w:val="0"/>
          <w:marBottom w:val="0"/>
          <w:divBdr>
            <w:top w:val="none" w:sz="0" w:space="0" w:color="auto"/>
            <w:left w:val="none" w:sz="0" w:space="0" w:color="auto"/>
            <w:bottom w:val="none" w:sz="0" w:space="0" w:color="auto"/>
            <w:right w:val="none" w:sz="0" w:space="0" w:color="auto"/>
          </w:divBdr>
        </w:div>
        <w:div w:id="1462110277">
          <w:marLeft w:val="640"/>
          <w:marRight w:val="0"/>
          <w:marTop w:val="0"/>
          <w:marBottom w:val="0"/>
          <w:divBdr>
            <w:top w:val="none" w:sz="0" w:space="0" w:color="auto"/>
            <w:left w:val="none" w:sz="0" w:space="0" w:color="auto"/>
            <w:bottom w:val="none" w:sz="0" w:space="0" w:color="auto"/>
            <w:right w:val="none" w:sz="0" w:space="0" w:color="auto"/>
          </w:divBdr>
        </w:div>
        <w:div w:id="1467162018">
          <w:marLeft w:val="640"/>
          <w:marRight w:val="0"/>
          <w:marTop w:val="0"/>
          <w:marBottom w:val="0"/>
          <w:divBdr>
            <w:top w:val="none" w:sz="0" w:space="0" w:color="auto"/>
            <w:left w:val="none" w:sz="0" w:space="0" w:color="auto"/>
            <w:bottom w:val="none" w:sz="0" w:space="0" w:color="auto"/>
            <w:right w:val="none" w:sz="0" w:space="0" w:color="auto"/>
          </w:divBdr>
        </w:div>
        <w:div w:id="1505515368">
          <w:marLeft w:val="640"/>
          <w:marRight w:val="0"/>
          <w:marTop w:val="0"/>
          <w:marBottom w:val="0"/>
          <w:divBdr>
            <w:top w:val="none" w:sz="0" w:space="0" w:color="auto"/>
            <w:left w:val="none" w:sz="0" w:space="0" w:color="auto"/>
            <w:bottom w:val="none" w:sz="0" w:space="0" w:color="auto"/>
            <w:right w:val="none" w:sz="0" w:space="0" w:color="auto"/>
          </w:divBdr>
        </w:div>
        <w:div w:id="1588076478">
          <w:marLeft w:val="640"/>
          <w:marRight w:val="0"/>
          <w:marTop w:val="0"/>
          <w:marBottom w:val="0"/>
          <w:divBdr>
            <w:top w:val="none" w:sz="0" w:space="0" w:color="auto"/>
            <w:left w:val="none" w:sz="0" w:space="0" w:color="auto"/>
            <w:bottom w:val="none" w:sz="0" w:space="0" w:color="auto"/>
            <w:right w:val="none" w:sz="0" w:space="0" w:color="auto"/>
          </w:divBdr>
        </w:div>
        <w:div w:id="1634169689">
          <w:marLeft w:val="640"/>
          <w:marRight w:val="0"/>
          <w:marTop w:val="0"/>
          <w:marBottom w:val="0"/>
          <w:divBdr>
            <w:top w:val="none" w:sz="0" w:space="0" w:color="auto"/>
            <w:left w:val="none" w:sz="0" w:space="0" w:color="auto"/>
            <w:bottom w:val="none" w:sz="0" w:space="0" w:color="auto"/>
            <w:right w:val="none" w:sz="0" w:space="0" w:color="auto"/>
          </w:divBdr>
        </w:div>
        <w:div w:id="1655183628">
          <w:marLeft w:val="640"/>
          <w:marRight w:val="0"/>
          <w:marTop w:val="0"/>
          <w:marBottom w:val="0"/>
          <w:divBdr>
            <w:top w:val="none" w:sz="0" w:space="0" w:color="auto"/>
            <w:left w:val="none" w:sz="0" w:space="0" w:color="auto"/>
            <w:bottom w:val="none" w:sz="0" w:space="0" w:color="auto"/>
            <w:right w:val="none" w:sz="0" w:space="0" w:color="auto"/>
          </w:divBdr>
        </w:div>
        <w:div w:id="1674448657">
          <w:marLeft w:val="640"/>
          <w:marRight w:val="0"/>
          <w:marTop w:val="0"/>
          <w:marBottom w:val="0"/>
          <w:divBdr>
            <w:top w:val="none" w:sz="0" w:space="0" w:color="auto"/>
            <w:left w:val="none" w:sz="0" w:space="0" w:color="auto"/>
            <w:bottom w:val="none" w:sz="0" w:space="0" w:color="auto"/>
            <w:right w:val="none" w:sz="0" w:space="0" w:color="auto"/>
          </w:divBdr>
        </w:div>
        <w:div w:id="1814058823">
          <w:marLeft w:val="640"/>
          <w:marRight w:val="0"/>
          <w:marTop w:val="0"/>
          <w:marBottom w:val="0"/>
          <w:divBdr>
            <w:top w:val="none" w:sz="0" w:space="0" w:color="auto"/>
            <w:left w:val="none" w:sz="0" w:space="0" w:color="auto"/>
            <w:bottom w:val="none" w:sz="0" w:space="0" w:color="auto"/>
            <w:right w:val="none" w:sz="0" w:space="0" w:color="auto"/>
          </w:divBdr>
        </w:div>
        <w:div w:id="2147119651">
          <w:marLeft w:val="640"/>
          <w:marRight w:val="0"/>
          <w:marTop w:val="0"/>
          <w:marBottom w:val="0"/>
          <w:divBdr>
            <w:top w:val="none" w:sz="0" w:space="0" w:color="auto"/>
            <w:left w:val="none" w:sz="0" w:space="0" w:color="auto"/>
            <w:bottom w:val="none" w:sz="0" w:space="0" w:color="auto"/>
            <w:right w:val="none" w:sz="0" w:space="0" w:color="auto"/>
          </w:divBdr>
        </w:div>
      </w:divsChild>
    </w:div>
    <w:div w:id="1414278395">
      <w:bodyDiv w:val="1"/>
      <w:marLeft w:val="0"/>
      <w:marRight w:val="0"/>
      <w:marTop w:val="0"/>
      <w:marBottom w:val="0"/>
      <w:divBdr>
        <w:top w:val="none" w:sz="0" w:space="0" w:color="auto"/>
        <w:left w:val="none" w:sz="0" w:space="0" w:color="auto"/>
        <w:bottom w:val="none" w:sz="0" w:space="0" w:color="auto"/>
        <w:right w:val="none" w:sz="0" w:space="0" w:color="auto"/>
      </w:divBdr>
      <w:divsChild>
        <w:div w:id="1094014156">
          <w:marLeft w:val="640"/>
          <w:marRight w:val="0"/>
          <w:marTop w:val="0"/>
          <w:marBottom w:val="0"/>
          <w:divBdr>
            <w:top w:val="none" w:sz="0" w:space="0" w:color="auto"/>
            <w:left w:val="none" w:sz="0" w:space="0" w:color="auto"/>
            <w:bottom w:val="none" w:sz="0" w:space="0" w:color="auto"/>
            <w:right w:val="none" w:sz="0" w:space="0" w:color="auto"/>
          </w:divBdr>
        </w:div>
        <w:div w:id="958881215">
          <w:marLeft w:val="640"/>
          <w:marRight w:val="0"/>
          <w:marTop w:val="0"/>
          <w:marBottom w:val="0"/>
          <w:divBdr>
            <w:top w:val="none" w:sz="0" w:space="0" w:color="auto"/>
            <w:left w:val="none" w:sz="0" w:space="0" w:color="auto"/>
            <w:bottom w:val="none" w:sz="0" w:space="0" w:color="auto"/>
            <w:right w:val="none" w:sz="0" w:space="0" w:color="auto"/>
          </w:divBdr>
        </w:div>
        <w:div w:id="1941176860">
          <w:marLeft w:val="640"/>
          <w:marRight w:val="0"/>
          <w:marTop w:val="0"/>
          <w:marBottom w:val="0"/>
          <w:divBdr>
            <w:top w:val="none" w:sz="0" w:space="0" w:color="auto"/>
            <w:left w:val="none" w:sz="0" w:space="0" w:color="auto"/>
            <w:bottom w:val="none" w:sz="0" w:space="0" w:color="auto"/>
            <w:right w:val="none" w:sz="0" w:space="0" w:color="auto"/>
          </w:divBdr>
        </w:div>
        <w:div w:id="231238504">
          <w:marLeft w:val="640"/>
          <w:marRight w:val="0"/>
          <w:marTop w:val="0"/>
          <w:marBottom w:val="0"/>
          <w:divBdr>
            <w:top w:val="none" w:sz="0" w:space="0" w:color="auto"/>
            <w:left w:val="none" w:sz="0" w:space="0" w:color="auto"/>
            <w:bottom w:val="none" w:sz="0" w:space="0" w:color="auto"/>
            <w:right w:val="none" w:sz="0" w:space="0" w:color="auto"/>
          </w:divBdr>
        </w:div>
        <w:div w:id="1595438329">
          <w:marLeft w:val="640"/>
          <w:marRight w:val="0"/>
          <w:marTop w:val="0"/>
          <w:marBottom w:val="0"/>
          <w:divBdr>
            <w:top w:val="none" w:sz="0" w:space="0" w:color="auto"/>
            <w:left w:val="none" w:sz="0" w:space="0" w:color="auto"/>
            <w:bottom w:val="none" w:sz="0" w:space="0" w:color="auto"/>
            <w:right w:val="none" w:sz="0" w:space="0" w:color="auto"/>
          </w:divBdr>
        </w:div>
        <w:div w:id="18744689">
          <w:marLeft w:val="640"/>
          <w:marRight w:val="0"/>
          <w:marTop w:val="0"/>
          <w:marBottom w:val="0"/>
          <w:divBdr>
            <w:top w:val="none" w:sz="0" w:space="0" w:color="auto"/>
            <w:left w:val="none" w:sz="0" w:space="0" w:color="auto"/>
            <w:bottom w:val="none" w:sz="0" w:space="0" w:color="auto"/>
            <w:right w:val="none" w:sz="0" w:space="0" w:color="auto"/>
          </w:divBdr>
        </w:div>
        <w:div w:id="813450941">
          <w:marLeft w:val="640"/>
          <w:marRight w:val="0"/>
          <w:marTop w:val="0"/>
          <w:marBottom w:val="0"/>
          <w:divBdr>
            <w:top w:val="none" w:sz="0" w:space="0" w:color="auto"/>
            <w:left w:val="none" w:sz="0" w:space="0" w:color="auto"/>
            <w:bottom w:val="none" w:sz="0" w:space="0" w:color="auto"/>
            <w:right w:val="none" w:sz="0" w:space="0" w:color="auto"/>
          </w:divBdr>
        </w:div>
        <w:div w:id="678585271">
          <w:marLeft w:val="640"/>
          <w:marRight w:val="0"/>
          <w:marTop w:val="0"/>
          <w:marBottom w:val="0"/>
          <w:divBdr>
            <w:top w:val="none" w:sz="0" w:space="0" w:color="auto"/>
            <w:left w:val="none" w:sz="0" w:space="0" w:color="auto"/>
            <w:bottom w:val="none" w:sz="0" w:space="0" w:color="auto"/>
            <w:right w:val="none" w:sz="0" w:space="0" w:color="auto"/>
          </w:divBdr>
        </w:div>
        <w:div w:id="1886794515">
          <w:marLeft w:val="640"/>
          <w:marRight w:val="0"/>
          <w:marTop w:val="0"/>
          <w:marBottom w:val="0"/>
          <w:divBdr>
            <w:top w:val="none" w:sz="0" w:space="0" w:color="auto"/>
            <w:left w:val="none" w:sz="0" w:space="0" w:color="auto"/>
            <w:bottom w:val="none" w:sz="0" w:space="0" w:color="auto"/>
            <w:right w:val="none" w:sz="0" w:space="0" w:color="auto"/>
          </w:divBdr>
        </w:div>
        <w:div w:id="663315209">
          <w:marLeft w:val="640"/>
          <w:marRight w:val="0"/>
          <w:marTop w:val="0"/>
          <w:marBottom w:val="0"/>
          <w:divBdr>
            <w:top w:val="none" w:sz="0" w:space="0" w:color="auto"/>
            <w:left w:val="none" w:sz="0" w:space="0" w:color="auto"/>
            <w:bottom w:val="none" w:sz="0" w:space="0" w:color="auto"/>
            <w:right w:val="none" w:sz="0" w:space="0" w:color="auto"/>
          </w:divBdr>
        </w:div>
        <w:div w:id="1737508052">
          <w:marLeft w:val="640"/>
          <w:marRight w:val="0"/>
          <w:marTop w:val="0"/>
          <w:marBottom w:val="0"/>
          <w:divBdr>
            <w:top w:val="none" w:sz="0" w:space="0" w:color="auto"/>
            <w:left w:val="none" w:sz="0" w:space="0" w:color="auto"/>
            <w:bottom w:val="none" w:sz="0" w:space="0" w:color="auto"/>
            <w:right w:val="none" w:sz="0" w:space="0" w:color="auto"/>
          </w:divBdr>
        </w:div>
        <w:div w:id="1051226707">
          <w:marLeft w:val="640"/>
          <w:marRight w:val="0"/>
          <w:marTop w:val="0"/>
          <w:marBottom w:val="0"/>
          <w:divBdr>
            <w:top w:val="none" w:sz="0" w:space="0" w:color="auto"/>
            <w:left w:val="none" w:sz="0" w:space="0" w:color="auto"/>
            <w:bottom w:val="none" w:sz="0" w:space="0" w:color="auto"/>
            <w:right w:val="none" w:sz="0" w:space="0" w:color="auto"/>
          </w:divBdr>
        </w:div>
        <w:div w:id="225992613">
          <w:marLeft w:val="640"/>
          <w:marRight w:val="0"/>
          <w:marTop w:val="0"/>
          <w:marBottom w:val="0"/>
          <w:divBdr>
            <w:top w:val="none" w:sz="0" w:space="0" w:color="auto"/>
            <w:left w:val="none" w:sz="0" w:space="0" w:color="auto"/>
            <w:bottom w:val="none" w:sz="0" w:space="0" w:color="auto"/>
            <w:right w:val="none" w:sz="0" w:space="0" w:color="auto"/>
          </w:divBdr>
        </w:div>
        <w:div w:id="672952971">
          <w:marLeft w:val="640"/>
          <w:marRight w:val="0"/>
          <w:marTop w:val="0"/>
          <w:marBottom w:val="0"/>
          <w:divBdr>
            <w:top w:val="none" w:sz="0" w:space="0" w:color="auto"/>
            <w:left w:val="none" w:sz="0" w:space="0" w:color="auto"/>
            <w:bottom w:val="none" w:sz="0" w:space="0" w:color="auto"/>
            <w:right w:val="none" w:sz="0" w:space="0" w:color="auto"/>
          </w:divBdr>
        </w:div>
        <w:div w:id="2129929775">
          <w:marLeft w:val="640"/>
          <w:marRight w:val="0"/>
          <w:marTop w:val="0"/>
          <w:marBottom w:val="0"/>
          <w:divBdr>
            <w:top w:val="none" w:sz="0" w:space="0" w:color="auto"/>
            <w:left w:val="none" w:sz="0" w:space="0" w:color="auto"/>
            <w:bottom w:val="none" w:sz="0" w:space="0" w:color="auto"/>
            <w:right w:val="none" w:sz="0" w:space="0" w:color="auto"/>
          </w:divBdr>
        </w:div>
        <w:div w:id="1539468665">
          <w:marLeft w:val="640"/>
          <w:marRight w:val="0"/>
          <w:marTop w:val="0"/>
          <w:marBottom w:val="0"/>
          <w:divBdr>
            <w:top w:val="none" w:sz="0" w:space="0" w:color="auto"/>
            <w:left w:val="none" w:sz="0" w:space="0" w:color="auto"/>
            <w:bottom w:val="none" w:sz="0" w:space="0" w:color="auto"/>
            <w:right w:val="none" w:sz="0" w:space="0" w:color="auto"/>
          </w:divBdr>
        </w:div>
        <w:div w:id="1160734696">
          <w:marLeft w:val="640"/>
          <w:marRight w:val="0"/>
          <w:marTop w:val="0"/>
          <w:marBottom w:val="0"/>
          <w:divBdr>
            <w:top w:val="none" w:sz="0" w:space="0" w:color="auto"/>
            <w:left w:val="none" w:sz="0" w:space="0" w:color="auto"/>
            <w:bottom w:val="none" w:sz="0" w:space="0" w:color="auto"/>
            <w:right w:val="none" w:sz="0" w:space="0" w:color="auto"/>
          </w:divBdr>
        </w:div>
        <w:div w:id="1620262488">
          <w:marLeft w:val="640"/>
          <w:marRight w:val="0"/>
          <w:marTop w:val="0"/>
          <w:marBottom w:val="0"/>
          <w:divBdr>
            <w:top w:val="none" w:sz="0" w:space="0" w:color="auto"/>
            <w:left w:val="none" w:sz="0" w:space="0" w:color="auto"/>
            <w:bottom w:val="none" w:sz="0" w:space="0" w:color="auto"/>
            <w:right w:val="none" w:sz="0" w:space="0" w:color="auto"/>
          </w:divBdr>
        </w:div>
        <w:div w:id="1676683272">
          <w:marLeft w:val="640"/>
          <w:marRight w:val="0"/>
          <w:marTop w:val="0"/>
          <w:marBottom w:val="0"/>
          <w:divBdr>
            <w:top w:val="none" w:sz="0" w:space="0" w:color="auto"/>
            <w:left w:val="none" w:sz="0" w:space="0" w:color="auto"/>
            <w:bottom w:val="none" w:sz="0" w:space="0" w:color="auto"/>
            <w:right w:val="none" w:sz="0" w:space="0" w:color="auto"/>
          </w:divBdr>
        </w:div>
        <w:div w:id="828014464">
          <w:marLeft w:val="640"/>
          <w:marRight w:val="0"/>
          <w:marTop w:val="0"/>
          <w:marBottom w:val="0"/>
          <w:divBdr>
            <w:top w:val="none" w:sz="0" w:space="0" w:color="auto"/>
            <w:left w:val="none" w:sz="0" w:space="0" w:color="auto"/>
            <w:bottom w:val="none" w:sz="0" w:space="0" w:color="auto"/>
            <w:right w:val="none" w:sz="0" w:space="0" w:color="auto"/>
          </w:divBdr>
        </w:div>
        <w:div w:id="2098016948">
          <w:marLeft w:val="640"/>
          <w:marRight w:val="0"/>
          <w:marTop w:val="0"/>
          <w:marBottom w:val="0"/>
          <w:divBdr>
            <w:top w:val="none" w:sz="0" w:space="0" w:color="auto"/>
            <w:left w:val="none" w:sz="0" w:space="0" w:color="auto"/>
            <w:bottom w:val="none" w:sz="0" w:space="0" w:color="auto"/>
            <w:right w:val="none" w:sz="0" w:space="0" w:color="auto"/>
          </w:divBdr>
        </w:div>
        <w:div w:id="991714590">
          <w:marLeft w:val="640"/>
          <w:marRight w:val="0"/>
          <w:marTop w:val="0"/>
          <w:marBottom w:val="0"/>
          <w:divBdr>
            <w:top w:val="none" w:sz="0" w:space="0" w:color="auto"/>
            <w:left w:val="none" w:sz="0" w:space="0" w:color="auto"/>
            <w:bottom w:val="none" w:sz="0" w:space="0" w:color="auto"/>
            <w:right w:val="none" w:sz="0" w:space="0" w:color="auto"/>
          </w:divBdr>
        </w:div>
        <w:div w:id="666522932">
          <w:marLeft w:val="640"/>
          <w:marRight w:val="0"/>
          <w:marTop w:val="0"/>
          <w:marBottom w:val="0"/>
          <w:divBdr>
            <w:top w:val="none" w:sz="0" w:space="0" w:color="auto"/>
            <w:left w:val="none" w:sz="0" w:space="0" w:color="auto"/>
            <w:bottom w:val="none" w:sz="0" w:space="0" w:color="auto"/>
            <w:right w:val="none" w:sz="0" w:space="0" w:color="auto"/>
          </w:divBdr>
        </w:div>
        <w:div w:id="77019357">
          <w:marLeft w:val="640"/>
          <w:marRight w:val="0"/>
          <w:marTop w:val="0"/>
          <w:marBottom w:val="0"/>
          <w:divBdr>
            <w:top w:val="none" w:sz="0" w:space="0" w:color="auto"/>
            <w:left w:val="none" w:sz="0" w:space="0" w:color="auto"/>
            <w:bottom w:val="none" w:sz="0" w:space="0" w:color="auto"/>
            <w:right w:val="none" w:sz="0" w:space="0" w:color="auto"/>
          </w:divBdr>
        </w:div>
        <w:div w:id="685060306">
          <w:marLeft w:val="640"/>
          <w:marRight w:val="0"/>
          <w:marTop w:val="0"/>
          <w:marBottom w:val="0"/>
          <w:divBdr>
            <w:top w:val="none" w:sz="0" w:space="0" w:color="auto"/>
            <w:left w:val="none" w:sz="0" w:space="0" w:color="auto"/>
            <w:bottom w:val="none" w:sz="0" w:space="0" w:color="auto"/>
            <w:right w:val="none" w:sz="0" w:space="0" w:color="auto"/>
          </w:divBdr>
        </w:div>
        <w:div w:id="1084960330">
          <w:marLeft w:val="640"/>
          <w:marRight w:val="0"/>
          <w:marTop w:val="0"/>
          <w:marBottom w:val="0"/>
          <w:divBdr>
            <w:top w:val="none" w:sz="0" w:space="0" w:color="auto"/>
            <w:left w:val="none" w:sz="0" w:space="0" w:color="auto"/>
            <w:bottom w:val="none" w:sz="0" w:space="0" w:color="auto"/>
            <w:right w:val="none" w:sz="0" w:space="0" w:color="auto"/>
          </w:divBdr>
        </w:div>
        <w:div w:id="1498422492">
          <w:marLeft w:val="640"/>
          <w:marRight w:val="0"/>
          <w:marTop w:val="0"/>
          <w:marBottom w:val="0"/>
          <w:divBdr>
            <w:top w:val="none" w:sz="0" w:space="0" w:color="auto"/>
            <w:left w:val="none" w:sz="0" w:space="0" w:color="auto"/>
            <w:bottom w:val="none" w:sz="0" w:space="0" w:color="auto"/>
            <w:right w:val="none" w:sz="0" w:space="0" w:color="auto"/>
          </w:divBdr>
        </w:div>
      </w:divsChild>
    </w:div>
    <w:div w:id="1439331691">
      <w:bodyDiv w:val="1"/>
      <w:marLeft w:val="0"/>
      <w:marRight w:val="0"/>
      <w:marTop w:val="0"/>
      <w:marBottom w:val="0"/>
      <w:divBdr>
        <w:top w:val="none" w:sz="0" w:space="0" w:color="auto"/>
        <w:left w:val="none" w:sz="0" w:space="0" w:color="auto"/>
        <w:bottom w:val="none" w:sz="0" w:space="0" w:color="auto"/>
        <w:right w:val="none" w:sz="0" w:space="0" w:color="auto"/>
      </w:divBdr>
      <w:divsChild>
        <w:div w:id="730276776">
          <w:marLeft w:val="640"/>
          <w:marRight w:val="0"/>
          <w:marTop w:val="0"/>
          <w:marBottom w:val="0"/>
          <w:divBdr>
            <w:top w:val="none" w:sz="0" w:space="0" w:color="auto"/>
            <w:left w:val="none" w:sz="0" w:space="0" w:color="auto"/>
            <w:bottom w:val="none" w:sz="0" w:space="0" w:color="auto"/>
            <w:right w:val="none" w:sz="0" w:space="0" w:color="auto"/>
          </w:divBdr>
        </w:div>
        <w:div w:id="457991313">
          <w:marLeft w:val="640"/>
          <w:marRight w:val="0"/>
          <w:marTop w:val="0"/>
          <w:marBottom w:val="0"/>
          <w:divBdr>
            <w:top w:val="none" w:sz="0" w:space="0" w:color="auto"/>
            <w:left w:val="none" w:sz="0" w:space="0" w:color="auto"/>
            <w:bottom w:val="none" w:sz="0" w:space="0" w:color="auto"/>
            <w:right w:val="none" w:sz="0" w:space="0" w:color="auto"/>
          </w:divBdr>
        </w:div>
        <w:div w:id="19402055">
          <w:marLeft w:val="640"/>
          <w:marRight w:val="0"/>
          <w:marTop w:val="0"/>
          <w:marBottom w:val="0"/>
          <w:divBdr>
            <w:top w:val="none" w:sz="0" w:space="0" w:color="auto"/>
            <w:left w:val="none" w:sz="0" w:space="0" w:color="auto"/>
            <w:bottom w:val="none" w:sz="0" w:space="0" w:color="auto"/>
            <w:right w:val="none" w:sz="0" w:space="0" w:color="auto"/>
          </w:divBdr>
        </w:div>
        <w:div w:id="2052456492">
          <w:marLeft w:val="640"/>
          <w:marRight w:val="0"/>
          <w:marTop w:val="0"/>
          <w:marBottom w:val="0"/>
          <w:divBdr>
            <w:top w:val="none" w:sz="0" w:space="0" w:color="auto"/>
            <w:left w:val="none" w:sz="0" w:space="0" w:color="auto"/>
            <w:bottom w:val="none" w:sz="0" w:space="0" w:color="auto"/>
            <w:right w:val="none" w:sz="0" w:space="0" w:color="auto"/>
          </w:divBdr>
        </w:div>
        <w:div w:id="134571364">
          <w:marLeft w:val="640"/>
          <w:marRight w:val="0"/>
          <w:marTop w:val="0"/>
          <w:marBottom w:val="0"/>
          <w:divBdr>
            <w:top w:val="none" w:sz="0" w:space="0" w:color="auto"/>
            <w:left w:val="none" w:sz="0" w:space="0" w:color="auto"/>
            <w:bottom w:val="none" w:sz="0" w:space="0" w:color="auto"/>
            <w:right w:val="none" w:sz="0" w:space="0" w:color="auto"/>
          </w:divBdr>
        </w:div>
        <w:div w:id="358823159">
          <w:marLeft w:val="640"/>
          <w:marRight w:val="0"/>
          <w:marTop w:val="0"/>
          <w:marBottom w:val="0"/>
          <w:divBdr>
            <w:top w:val="none" w:sz="0" w:space="0" w:color="auto"/>
            <w:left w:val="none" w:sz="0" w:space="0" w:color="auto"/>
            <w:bottom w:val="none" w:sz="0" w:space="0" w:color="auto"/>
            <w:right w:val="none" w:sz="0" w:space="0" w:color="auto"/>
          </w:divBdr>
        </w:div>
        <w:div w:id="1987472006">
          <w:marLeft w:val="640"/>
          <w:marRight w:val="0"/>
          <w:marTop w:val="0"/>
          <w:marBottom w:val="0"/>
          <w:divBdr>
            <w:top w:val="none" w:sz="0" w:space="0" w:color="auto"/>
            <w:left w:val="none" w:sz="0" w:space="0" w:color="auto"/>
            <w:bottom w:val="none" w:sz="0" w:space="0" w:color="auto"/>
            <w:right w:val="none" w:sz="0" w:space="0" w:color="auto"/>
          </w:divBdr>
        </w:div>
        <w:div w:id="1628507163">
          <w:marLeft w:val="640"/>
          <w:marRight w:val="0"/>
          <w:marTop w:val="0"/>
          <w:marBottom w:val="0"/>
          <w:divBdr>
            <w:top w:val="none" w:sz="0" w:space="0" w:color="auto"/>
            <w:left w:val="none" w:sz="0" w:space="0" w:color="auto"/>
            <w:bottom w:val="none" w:sz="0" w:space="0" w:color="auto"/>
            <w:right w:val="none" w:sz="0" w:space="0" w:color="auto"/>
          </w:divBdr>
        </w:div>
        <w:div w:id="899944596">
          <w:marLeft w:val="640"/>
          <w:marRight w:val="0"/>
          <w:marTop w:val="0"/>
          <w:marBottom w:val="0"/>
          <w:divBdr>
            <w:top w:val="none" w:sz="0" w:space="0" w:color="auto"/>
            <w:left w:val="none" w:sz="0" w:space="0" w:color="auto"/>
            <w:bottom w:val="none" w:sz="0" w:space="0" w:color="auto"/>
            <w:right w:val="none" w:sz="0" w:space="0" w:color="auto"/>
          </w:divBdr>
        </w:div>
        <w:div w:id="725877614">
          <w:marLeft w:val="640"/>
          <w:marRight w:val="0"/>
          <w:marTop w:val="0"/>
          <w:marBottom w:val="0"/>
          <w:divBdr>
            <w:top w:val="none" w:sz="0" w:space="0" w:color="auto"/>
            <w:left w:val="none" w:sz="0" w:space="0" w:color="auto"/>
            <w:bottom w:val="none" w:sz="0" w:space="0" w:color="auto"/>
            <w:right w:val="none" w:sz="0" w:space="0" w:color="auto"/>
          </w:divBdr>
        </w:div>
        <w:div w:id="1582988871">
          <w:marLeft w:val="640"/>
          <w:marRight w:val="0"/>
          <w:marTop w:val="0"/>
          <w:marBottom w:val="0"/>
          <w:divBdr>
            <w:top w:val="none" w:sz="0" w:space="0" w:color="auto"/>
            <w:left w:val="none" w:sz="0" w:space="0" w:color="auto"/>
            <w:bottom w:val="none" w:sz="0" w:space="0" w:color="auto"/>
            <w:right w:val="none" w:sz="0" w:space="0" w:color="auto"/>
          </w:divBdr>
        </w:div>
        <w:div w:id="537011804">
          <w:marLeft w:val="640"/>
          <w:marRight w:val="0"/>
          <w:marTop w:val="0"/>
          <w:marBottom w:val="0"/>
          <w:divBdr>
            <w:top w:val="none" w:sz="0" w:space="0" w:color="auto"/>
            <w:left w:val="none" w:sz="0" w:space="0" w:color="auto"/>
            <w:bottom w:val="none" w:sz="0" w:space="0" w:color="auto"/>
            <w:right w:val="none" w:sz="0" w:space="0" w:color="auto"/>
          </w:divBdr>
        </w:div>
        <w:div w:id="133722081">
          <w:marLeft w:val="640"/>
          <w:marRight w:val="0"/>
          <w:marTop w:val="0"/>
          <w:marBottom w:val="0"/>
          <w:divBdr>
            <w:top w:val="none" w:sz="0" w:space="0" w:color="auto"/>
            <w:left w:val="none" w:sz="0" w:space="0" w:color="auto"/>
            <w:bottom w:val="none" w:sz="0" w:space="0" w:color="auto"/>
            <w:right w:val="none" w:sz="0" w:space="0" w:color="auto"/>
          </w:divBdr>
        </w:div>
        <w:div w:id="1019239944">
          <w:marLeft w:val="640"/>
          <w:marRight w:val="0"/>
          <w:marTop w:val="0"/>
          <w:marBottom w:val="0"/>
          <w:divBdr>
            <w:top w:val="none" w:sz="0" w:space="0" w:color="auto"/>
            <w:left w:val="none" w:sz="0" w:space="0" w:color="auto"/>
            <w:bottom w:val="none" w:sz="0" w:space="0" w:color="auto"/>
            <w:right w:val="none" w:sz="0" w:space="0" w:color="auto"/>
          </w:divBdr>
        </w:div>
        <w:div w:id="1603413502">
          <w:marLeft w:val="640"/>
          <w:marRight w:val="0"/>
          <w:marTop w:val="0"/>
          <w:marBottom w:val="0"/>
          <w:divBdr>
            <w:top w:val="none" w:sz="0" w:space="0" w:color="auto"/>
            <w:left w:val="none" w:sz="0" w:space="0" w:color="auto"/>
            <w:bottom w:val="none" w:sz="0" w:space="0" w:color="auto"/>
            <w:right w:val="none" w:sz="0" w:space="0" w:color="auto"/>
          </w:divBdr>
        </w:div>
        <w:div w:id="972977613">
          <w:marLeft w:val="640"/>
          <w:marRight w:val="0"/>
          <w:marTop w:val="0"/>
          <w:marBottom w:val="0"/>
          <w:divBdr>
            <w:top w:val="none" w:sz="0" w:space="0" w:color="auto"/>
            <w:left w:val="none" w:sz="0" w:space="0" w:color="auto"/>
            <w:bottom w:val="none" w:sz="0" w:space="0" w:color="auto"/>
            <w:right w:val="none" w:sz="0" w:space="0" w:color="auto"/>
          </w:divBdr>
        </w:div>
        <w:div w:id="1937710245">
          <w:marLeft w:val="640"/>
          <w:marRight w:val="0"/>
          <w:marTop w:val="0"/>
          <w:marBottom w:val="0"/>
          <w:divBdr>
            <w:top w:val="none" w:sz="0" w:space="0" w:color="auto"/>
            <w:left w:val="none" w:sz="0" w:space="0" w:color="auto"/>
            <w:bottom w:val="none" w:sz="0" w:space="0" w:color="auto"/>
            <w:right w:val="none" w:sz="0" w:space="0" w:color="auto"/>
          </w:divBdr>
        </w:div>
        <w:div w:id="478155078">
          <w:marLeft w:val="640"/>
          <w:marRight w:val="0"/>
          <w:marTop w:val="0"/>
          <w:marBottom w:val="0"/>
          <w:divBdr>
            <w:top w:val="none" w:sz="0" w:space="0" w:color="auto"/>
            <w:left w:val="none" w:sz="0" w:space="0" w:color="auto"/>
            <w:bottom w:val="none" w:sz="0" w:space="0" w:color="auto"/>
            <w:right w:val="none" w:sz="0" w:space="0" w:color="auto"/>
          </w:divBdr>
        </w:div>
        <w:div w:id="235212782">
          <w:marLeft w:val="640"/>
          <w:marRight w:val="0"/>
          <w:marTop w:val="0"/>
          <w:marBottom w:val="0"/>
          <w:divBdr>
            <w:top w:val="none" w:sz="0" w:space="0" w:color="auto"/>
            <w:left w:val="none" w:sz="0" w:space="0" w:color="auto"/>
            <w:bottom w:val="none" w:sz="0" w:space="0" w:color="auto"/>
            <w:right w:val="none" w:sz="0" w:space="0" w:color="auto"/>
          </w:divBdr>
        </w:div>
        <w:div w:id="1101799187">
          <w:marLeft w:val="640"/>
          <w:marRight w:val="0"/>
          <w:marTop w:val="0"/>
          <w:marBottom w:val="0"/>
          <w:divBdr>
            <w:top w:val="none" w:sz="0" w:space="0" w:color="auto"/>
            <w:left w:val="none" w:sz="0" w:space="0" w:color="auto"/>
            <w:bottom w:val="none" w:sz="0" w:space="0" w:color="auto"/>
            <w:right w:val="none" w:sz="0" w:space="0" w:color="auto"/>
          </w:divBdr>
        </w:div>
        <w:div w:id="1585840775">
          <w:marLeft w:val="640"/>
          <w:marRight w:val="0"/>
          <w:marTop w:val="0"/>
          <w:marBottom w:val="0"/>
          <w:divBdr>
            <w:top w:val="none" w:sz="0" w:space="0" w:color="auto"/>
            <w:left w:val="none" w:sz="0" w:space="0" w:color="auto"/>
            <w:bottom w:val="none" w:sz="0" w:space="0" w:color="auto"/>
            <w:right w:val="none" w:sz="0" w:space="0" w:color="auto"/>
          </w:divBdr>
        </w:div>
        <w:div w:id="1781533517">
          <w:marLeft w:val="640"/>
          <w:marRight w:val="0"/>
          <w:marTop w:val="0"/>
          <w:marBottom w:val="0"/>
          <w:divBdr>
            <w:top w:val="none" w:sz="0" w:space="0" w:color="auto"/>
            <w:left w:val="none" w:sz="0" w:space="0" w:color="auto"/>
            <w:bottom w:val="none" w:sz="0" w:space="0" w:color="auto"/>
            <w:right w:val="none" w:sz="0" w:space="0" w:color="auto"/>
          </w:divBdr>
        </w:div>
        <w:div w:id="1008602921">
          <w:marLeft w:val="640"/>
          <w:marRight w:val="0"/>
          <w:marTop w:val="0"/>
          <w:marBottom w:val="0"/>
          <w:divBdr>
            <w:top w:val="none" w:sz="0" w:space="0" w:color="auto"/>
            <w:left w:val="none" w:sz="0" w:space="0" w:color="auto"/>
            <w:bottom w:val="none" w:sz="0" w:space="0" w:color="auto"/>
            <w:right w:val="none" w:sz="0" w:space="0" w:color="auto"/>
          </w:divBdr>
        </w:div>
        <w:div w:id="2030712230">
          <w:marLeft w:val="640"/>
          <w:marRight w:val="0"/>
          <w:marTop w:val="0"/>
          <w:marBottom w:val="0"/>
          <w:divBdr>
            <w:top w:val="none" w:sz="0" w:space="0" w:color="auto"/>
            <w:left w:val="none" w:sz="0" w:space="0" w:color="auto"/>
            <w:bottom w:val="none" w:sz="0" w:space="0" w:color="auto"/>
            <w:right w:val="none" w:sz="0" w:space="0" w:color="auto"/>
          </w:divBdr>
        </w:div>
        <w:div w:id="693963685">
          <w:marLeft w:val="640"/>
          <w:marRight w:val="0"/>
          <w:marTop w:val="0"/>
          <w:marBottom w:val="0"/>
          <w:divBdr>
            <w:top w:val="none" w:sz="0" w:space="0" w:color="auto"/>
            <w:left w:val="none" w:sz="0" w:space="0" w:color="auto"/>
            <w:bottom w:val="none" w:sz="0" w:space="0" w:color="auto"/>
            <w:right w:val="none" w:sz="0" w:space="0" w:color="auto"/>
          </w:divBdr>
        </w:div>
        <w:div w:id="1059741691">
          <w:marLeft w:val="640"/>
          <w:marRight w:val="0"/>
          <w:marTop w:val="0"/>
          <w:marBottom w:val="0"/>
          <w:divBdr>
            <w:top w:val="none" w:sz="0" w:space="0" w:color="auto"/>
            <w:left w:val="none" w:sz="0" w:space="0" w:color="auto"/>
            <w:bottom w:val="none" w:sz="0" w:space="0" w:color="auto"/>
            <w:right w:val="none" w:sz="0" w:space="0" w:color="auto"/>
          </w:divBdr>
        </w:div>
      </w:divsChild>
    </w:div>
    <w:div w:id="1512721082">
      <w:bodyDiv w:val="1"/>
      <w:marLeft w:val="0"/>
      <w:marRight w:val="0"/>
      <w:marTop w:val="0"/>
      <w:marBottom w:val="0"/>
      <w:divBdr>
        <w:top w:val="none" w:sz="0" w:space="0" w:color="auto"/>
        <w:left w:val="none" w:sz="0" w:space="0" w:color="auto"/>
        <w:bottom w:val="none" w:sz="0" w:space="0" w:color="auto"/>
        <w:right w:val="none" w:sz="0" w:space="0" w:color="auto"/>
      </w:divBdr>
      <w:divsChild>
        <w:div w:id="226377301">
          <w:marLeft w:val="640"/>
          <w:marRight w:val="0"/>
          <w:marTop w:val="0"/>
          <w:marBottom w:val="0"/>
          <w:divBdr>
            <w:top w:val="none" w:sz="0" w:space="0" w:color="auto"/>
            <w:left w:val="none" w:sz="0" w:space="0" w:color="auto"/>
            <w:bottom w:val="none" w:sz="0" w:space="0" w:color="auto"/>
            <w:right w:val="none" w:sz="0" w:space="0" w:color="auto"/>
          </w:divBdr>
        </w:div>
      </w:divsChild>
    </w:div>
    <w:div w:id="1517691036">
      <w:bodyDiv w:val="1"/>
      <w:marLeft w:val="0"/>
      <w:marRight w:val="0"/>
      <w:marTop w:val="0"/>
      <w:marBottom w:val="0"/>
      <w:divBdr>
        <w:top w:val="none" w:sz="0" w:space="0" w:color="auto"/>
        <w:left w:val="none" w:sz="0" w:space="0" w:color="auto"/>
        <w:bottom w:val="none" w:sz="0" w:space="0" w:color="auto"/>
        <w:right w:val="none" w:sz="0" w:space="0" w:color="auto"/>
      </w:divBdr>
      <w:divsChild>
        <w:div w:id="1277060997">
          <w:marLeft w:val="640"/>
          <w:marRight w:val="0"/>
          <w:marTop w:val="0"/>
          <w:marBottom w:val="0"/>
          <w:divBdr>
            <w:top w:val="none" w:sz="0" w:space="0" w:color="auto"/>
            <w:left w:val="none" w:sz="0" w:space="0" w:color="auto"/>
            <w:bottom w:val="none" w:sz="0" w:space="0" w:color="auto"/>
            <w:right w:val="none" w:sz="0" w:space="0" w:color="auto"/>
          </w:divBdr>
        </w:div>
        <w:div w:id="1800218870">
          <w:marLeft w:val="640"/>
          <w:marRight w:val="0"/>
          <w:marTop w:val="0"/>
          <w:marBottom w:val="0"/>
          <w:divBdr>
            <w:top w:val="none" w:sz="0" w:space="0" w:color="auto"/>
            <w:left w:val="none" w:sz="0" w:space="0" w:color="auto"/>
            <w:bottom w:val="none" w:sz="0" w:space="0" w:color="auto"/>
            <w:right w:val="none" w:sz="0" w:space="0" w:color="auto"/>
          </w:divBdr>
        </w:div>
        <w:div w:id="5324582">
          <w:marLeft w:val="640"/>
          <w:marRight w:val="0"/>
          <w:marTop w:val="0"/>
          <w:marBottom w:val="0"/>
          <w:divBdr>
            <w:top w:val="none" w:sz="0" w:space="0" w:color="auto"/>
            <w:left w:val="none" w:sz="0" w:space="0" w:color="auto"/>
            <w:bottom w:val="none" w:sz="0" w:space="0" w:color="auto"/>
            <w:right w:val="none" w:sz="0" w:space="0" w:color="auto"/>
          </w:divBdr>
        </w:div>
        <w:div w:id="1920363277">
          <w:marLeft w:val="640"/>
          <w:marRight w:val="0"/>
          <w:marTop w:val="0"/>
          <w:marBottom w:val="0"/>
          <w:divBdr>
            <w:top w:val="none" w:sz="0" w:space="0" w:color="auto"/>
            <w:left w:val="none" w:sz="0" w:space="0" w:color="auto"/>
            <w:bottom w:val="none" w:sz="0" w:space="0" w:color="auto"/>
            <w:right w:val="none" w:sz="0" w:space="0" w:color="auto"/>
          </w:divBdr>
        </w:div>
        <w:div w:id="914048557">
          <w:marLeft w:val="640"/>
          <w:marRight w:val="0"/>
          <w:marTop w:val="0"/>
          <w:marBottom w:val="0"/>
          <w:divBdr>
            <w:top w:val="none" w:sz="0" w:space="0" w:color="auto"/>
            <w:left w:val="none" w:sz="0" w:space="0" w:color="auto"/>
            <w:bottom w:val="none" w:sz="0" w:space="0" w:color="auto"/>
            <w:right w:val="none" w:sz="0" w:space="0" w:color="auto"/>
          </w:divBdr>
        </w:div>
        <w:div w:id="1818304770">
          <w:marLeft w:val="640"/>
          <w:marRight w:val="0"/>
          <w:marTop w:val="0"/>
          <w:marBottom w:val="0"/>
          <w:divBdr>
            <w:top w:val="none" w:sz="0" w:space="0" w:color="auto"/>
            <w:left w:val="none" w:sz="0" w:space="0" w:color="auto"/>
            <w:bottom w:val="none" w:sz="0" w:space="0" w:color="auto"/>
            <w:right w:val="none" w:sz="0" w:space="0" w:color="auto"/>
          </w:divBdr>
        </w:div>
        <w:div w:id="981273900">
          <w:marLeft w:val="640"/>
          <w:marRight w:val="0"/>
          <w:marTop w:val="0"/>
          <w:marBottom w:val="0"/>
          <w:divBdr>
            <w:top w:val="none" w:sz="0" w:space="0" w:color="auto"/>
            <w:left w:val="none" w:sz="0" w:space="0" w:color="auto"/>
            <w:bottom w:val="none" w:sz="0" w:space="0" w:color="auto"/>
            <w:right w:val="none" w:sz="0" w:space="0" w:color="auto"/>
          </w:divBdr>
        </w:div>
        <w:div w:id="1204640285">
          <w:marLeft w:val="640"/>
          <w:marRight w:val="0"/>
          <w:marTop w:val="0"/>
          <w:marBottom w:val="0"/>
          <w:divBdr>
            <w:top w:val="none" w:sz="0" w:space="0" w:color="auto"/>
            <w:left w:val="none" w:sz="0" w:space="0" w:color="auto"/>
            <w:bottom w:val="none" w:sz="0" w:space="0" w:color="auto"/>
            <w:right w:val="none" w:sz="0" w:space="0" w:color="auto"/>
          </w:divBdr>
        </w:div>
        <w:div w:id="229535923">
          <w:marLeft w:val="640"/>
          <w:marRight w:val="0"/>
          <w:marTop w:val="0"/>
          <w:marBottom w:val="0"/>
          <w:divBdr>
            <w:top w:val="none" w:sz="0" w:space="0" w:color="auto"/>
            <w:left w:val="none" w:sz="0" w:space="0" w:color="auto"/>
            <w:bottom w:val="none" w:sz="0" w:space="0" w:color="auto"/>
            <w:right w:val="none" w:sz="0" w:space="0" w:color="auto"/>
          </w:divBdr>
        </w:div>
        <w:div w:id="428622923">
          <w:marLeft w:val="640"/>
          <w:marRight w:val="0"/>
          <w:marTop w:val="0"/>
          <w:marBottom w:val="0"/>
          <w:divBdr>
            <w:top w:val="none" w:sz="0" w:space="0" w:color="auto"/>
            <w:left w:val="none" w:sz="0" w:space="0" w:color="auto"/>
            <w:bottom w:val="none" w:sz="0" w:space="0" w:color="auto"/>
            <w:right w:val="none" w:sz="0" w:space="0" w:color="auto"/>
          </w:divBdr>
        </w:div>
        <w:div w:id="423306756">
          <w:marLeft w:val="640"/>
          <w:marRight w:val="0"/>
          <w:marTop w:val="0"/>
          <w:marBottom w:val="0"/>
          <w:divBdr>
            <w:top w:val="none" w:sz="0" w:space="0" w:color="auto"/>
            <w:left w:val="none" w:sz="0" w:space="0" w:color="auto"/>
            <w:bottom w:val="none" w:sz="0" w:space="0" w:color="auto"/>
            <w:right w:val="none" w:sz="0" w:space="0" w:color="auto"/>
          </w:divBdr>
        </w:div>
        <w:div w:id="430322982">
          <w:marLeft w:val="640"/>
          <w:marRight w:val="0"/>
          <w:marTop w:val="0"/>
          <w:marBottom w:val="0"/>
          <w:divBdr>
            <w:top w:val="none" w:sz="0" w:space="0" w:color="auto"/>
            <w:left w:val="none" w:sz="0" w:space="0" w:color="auto"/>
            <w:bottom w:val="none" w:sz="0" w:space="0" w:color="auto"/>
            <w:right w:val="none" w:sz="0" w:space="0" w:color="auto"/>
          </w:divBdr>
        </w:div>
        <w:div w:id="284965232">
          <w:marLeft w:val="640"/>
          <w:marRight w:val="0"/>
          <w:marTop w:val="0"/>
          <w:marBottom w:val="0"/>
          <w:divBdr>
            <w:top w:val="none" w:sz="0" w:space="0" w:color="auto"/>
            <w:left w:val="none" w:sz="0" w:space="0" w:color="auto"/>
            <w:bottom w:val="none" w:sz="0" w:space="0" w:color="auto"/>
            <w:right w:val="none" w:sz="0" w:space="0" w:color="auto"/>
          </w:divBdr>
        </w:div>
        <w:div w:id="2078821637">
          <w:marLeft w:val="640"/>
          <w:marRight w:val="0"/>
          <w:marTop w:val="0"/>
          <w:marBottom w:val="0"/>
          <w:divBdr>
            <w:top w:val="none" w:sz="0" w:space="0" w:color="auto"/>
            <w:left w:val="none" w:sz="0" w:space="0" w:color="auto"/>
            <w:bottom w:val="none" w:sz="0" w:space="0" w:color="auto"/>
            <w:right w:val="none" w:sz="0" w:space="0" w:color="auto"/>
          </w:divBdr>
        </w:div>
        <w:div w:id="1470902469">
          <w:marLeft w:val="640"/>
          <w:marRight w:val="0"/>
          <w:marTop w:val="0"/>
          <w:marBottom w:val="0"/>
          <w:divBdr>
            <w:top w:val="none" w:sz="0" w:space="0" w:color="auto"/>
            <w:left w:val="none" w:sz="0" w:space="0" w:color="auto"/>
            <w:bottom w:val="none" w:sz="0" w:space="0" w:color="auto"/>
            <w:right w:val="none" w:sz="0" w:space="0" w:color="auto"/>
          </w:divBdr>
        </w:div>
        <w:div w:id="1840844682">
          <w:marLeft w:val="640"/>
          <w:marRight w:val="0"/>
          <w:marTop w:val="0"/>
          <w:marBottom w:val="0"/>
          <w:divBdr>
            <w:top w:val="none" w:sz="0" w:space="0" w:color="auto"/>
            <w:left w:val="none" w:sz="0" w:space="0" w:color="auto"/>
            <w:bottom w:val="none" w:sz="0" w:space="0" w:color="auto"/>
            <w:right w:val="none" w:sz="0" w:space="0" w:color="auto"/>
          </w:divBdr>
        </w:div>
        <w:div w:id="698047136">
          <w:marLeft w:val="640"/>
          <w:marRight w:val="0"/>
          <w:marTop w:val="0"/>
          <w:marBottom w:val="0"/>
          <w:divBdr>
            <w:top w:val="none" w:sz="0" w:space="0" w:color="auto"/>
            <w:left w:val="none" w:sz="0" w:space="0" w:color="auto"/>
            <w:bottom w:val="none" w:sz="0" w:space="0" w:color="auto"/>
            <w:right w:val="none" w:sz="0" w:space="0" w:color="auto"/>
          </w:divBdr>
        </w:div>
        <w:div w:id="237441105">
          <w:marLeft w:val="640"/>
          <w:marRight w:val="0"/>
          <w:marTop w:val="0"/>
          <w:marBottom w:val="0"/>
          <w:divBdr>
            <w:top w:val="none" w:sz="0" w:space="0" w:color="auto"/>
            <w:left w:val="none" w:sz="0" w:space="0" w:color="auto"/>
            <w:bottom w:val="none" w:sz="0" w:space="0" w:color="auto"/>
            <w:right w:val="none" w:sz="0" w:space="0" w:color="auto"/>
          </w:divBdr>
        </w:div>
        <w:div w:id="1057901839">
          <w:marLeft w:val="640"/>
          <w:marRight w:val="0"/>
          <w:marTop w:val="0"/>
          <w:marBottom w:val="0"/>
          <w:divBdr>
            <w:top w:val="none" w:sz="0" w:space="0" w:color="auto"/>
            <w:left w:val="none" w:sz="0" w:space="0" w:color="auto"/>
            <w:bottom w:val="none" w:sz="0" w:space="0" w:color="auto"/>
            <w:right w:val="none" w:sz="0" w:space="0" w:color="auto"/>
          </w:divBdr>
        </w:div>
        <w:div w:id="690643457">
          <w:marLeft w:val="640"/>
          <w:marRight w:val="0"/>
          <w:marTop w:val="0"/>
          <w:marBottom w:val="0"/>
          <w:divBdr>
            <w:top w:val="none" w:sz="0" w:space="0" w:color="auto"/>
            <w:left w:val="none" w:sz="0" w:space="0" w:color="auto"/>
            <w:bottom w:val="none" w:sz="0" w:space="0" w:color="auto"/>
            <w:right w:val="none" w:sz="0" w:space="0" w:color="auto"/>
          </w:divBdr>
        </w:div>
        <w:div w:id="234318394">
          <w:marLeft w:val="640"/>
          <w:marRight w:val="0"/>
          <w:marTop w:val="0"/>
          <w:marBottom w:val="0"/>
          <w:divBdr>
            <w:top w:val="none" w:sz="0" w:space="0" w:color="auto"/>
            <w:left w:val="none" w:sz="0" w:space="0" w:color="auto"/>
            <w:bottom w:val="none" w:sz="0" w:space="0" w:color="auto"/>
            <w:right w:val="none" w:sz="0" w:space="0" w:color="auto"/>
          </w:divBdr>
        </w:div>
        <w:div w:id="128667958">
          <w:marLeft w:val="640"/>
          <w:marRight w:val="0"/>
          <w:marTop w:val="0"/>
          <w:marBottom w:val="0"/>
          <w:divBdr>
            <w:top w:val="none" w:sz="0" w:space="0" w:color="auto"/>
            <w:left w:val="none" w:sz="0" w:space="0" w:color="auto"/>
            <w:bottom w:val="none" w:sz="0" w:space="0" w:color="auto"/>
            <w:right w:val="none" w:sz="0" w:space="0" w:color="auto"/>
          </w:divBdr>
        </w:div>
        <w:div w:id="1638101751">
          <w:marLeft w:val="640"/>
          <w:marRight w:val="0"/>
          <w:marTop w:val="0"/>
          <w:marBottom w:val="0"/>
          <w:divBdr>
            <w:top w:val="none" w:sz="0" w:space="0" w:color="auto"/>
            <w:left w:val="none" w:sz="0" w:space="0" w:color="auto"/>
            <w:bottom w:val="none" w:sz="0" w:space="0" w:color="auto"/>
            <w:right w:val="none" w:sz="0" w:space="0" w:color="auto"/>
          </w:divBdr>
        </w:div>
        <w:div w:id="1026367175">
          <w:marLeft w:val="640"/>
          <w:marRight w:val="0"/>
          <w:marTop w:val="0"/>
          <w:marBottom w:val="0"/>
          <w:divBdr>
            <w:top w:val="none" w:sz="0" w:space="0" w:color="auto"/>
            <w:left w:val="none" w:sz="0" w:space="0" w:color="auto"/>
            <w:bottom w:val="none" w:sz="0" w:space="0" w:color="auto"/>
            <w:right w:val="none" w:sz="0" w:space="0" w:color="auto"/>
          </w:divBdr>
        </w:div>
      </w:divsChild>
    </w:div>
    <w:div w:id="1566529328">
      <w:bodyDiv w:val="1"/>
      <w:marLeft w:val="0"/>
      <w:marRight w:val="0"/>
      <w:marTop w:val="0"/>
      <w:marBottom w:val="0"/>
      <w:divBdr>
        <w:top w:val="none" w:sz="0" w:space="0" w:color="auto"/>
        <w:left w:val="none" w:sz="0" w:space="0" w:color="auto"/>
        <w:bottom w:val="none" w:sz="0" w:space="0" w:color="auto"/>
        <w:right w:val="none" w:sz="0" w:space="0" w:color="auto"/>
      </w:divBdr>
      <w:divsChild>
        <w:div w:id="195507689">
          <w:marLeft w:val="640"/>
          <w:marRight w:val="0"/>
          <w:marTop w:val="0"/>
          <w:marBottom w:val="0"/>
          <w:divBdr>
            <w:top w:val="none" w:sz="0" w:space="0" w:color="auto"/>
            <w:left w:val="none" w:sz="0" w:space="0" w:color="auto"/>
            <w:bottom w:val="none" w:sz="0" w:space="0" w:color="auto"/>
            <w:right w:val="none" w:sz="0" w:space="0" w:color="auto"/>
          </w:divBdr>
        </w:div>
        <w:div w:id="554657594">
          <w:marLeft w:val="640"/>
          <w:marRight w:val="0"/>
          <w:marTop w:val="0"/>
          <w:marBottom w:val="0"/>
          <w:divBdr>
            <w:top w:val="none" w:sz="0" w:space="0" w:color="auto"/>
            <w:left w:val="none" w:sz="0" w:space="0" w:color="auto"/>
            <w:bottom w:val="none" w:sz="0" w:space="0" w:color="auto"/>
            <w:right w:val="none" w:sz="0" w:space="0" w:color="auto"/>
          </w:divBdr>
        </w:div>
        <w:div w:id="620920022">
          <w:marLeft w:val="640"/>
          <w:marRight w:val="0"/>
          <w:marTop w:val="0"/>
          <w:marBottom w:val="0"/>
          <w:divBdr>
            <w:top w:val="none" w:sz="0" w:space="0" w:color="auto"/>
            <w:left w:val="none" w:sz="0" w:space="0" w:color="auto"/>
            <w:bottom w:val="none" w:sz="0" w:space="0" w:color="auto"/>
            <w:right w:val="none" w:sz="0" w:space="0" w:color="auto"/>
          </w:divBdr>
        </w:div>
        <w:div w:id="973097437">
          <w:marLeft w:val="640"/>
          <w:marRight w:val="0"/>
          <w:marTop w:val="0"/>
          <w:marBottom w:val="0"/>
          <w:divBdr>
            <w:top w:val="none" w:sz="0" w:space="0" w:color="auto"/>
            <w:left w:val="none" w:sz="0" w:space="0" w:color="auto"/>
            <w:bottom w:val="none" w:sz="0" w:space="0" w:color="auto"/>
            <w:right w:val="none" w:sz="0" w:space="0" w:color="auto"/>
          </w:divBdr>
        </w:div>
        <w:div w:id="1196772000">
          <w:marLeft w:val="640"/>
          <w:marRight w:val="0"/>
          <w:marTop w:val="0"/>
          <w:marBottom w:val="0"/>
          <w:divBdr>
            <w:top w:val="none" w:sz="0" w:space="0" w:color="auto"/>
            <w:left w:val="none" w:sz="0" w:space="0" w:color="auto"/>
            <w:bottom w:val="none" w:sz="0" w:space="0" w:color="auto"/>
            <w:right w:val="none" w:sz="0" w:space="0" w:color="auto"/>
          </w:divBdr>
        </w:div>
        <w:div w:id="1285842123">
          <w:marLeft w:val="640"/>
          <w:marRight w:val="0"/>
          <w:marTop w:val="0"/>
          <w:marBottom w:val="0"/>
          <w:divBdr>
            <w:top w:val="none" w:sz="0" w:space="0" w:color="auto"/>
            <w:left w:val="none" w:sz="0" w:space="0" w:color="auto"/>
            <w:bottom w:val="none" w:sz="0" w:space="0" w:color="auto"/>
            <w:right w:val="none" w:sz="0" w:space="0" w:color="auto"/>
          </w:divBdr>
        </w:div>
        <w:div w:id="1335918406">
          <w:marLeft w:val="640"/>
          <w:marRight w:val="0"/>
          <w:marTop w:val="0"/>
          <w:marBottom w:val="0"/>
          <w:divBdr>
            <w:top w:val="none" w:sz="0" w:space="0" w:color="auto"/>
            <w:left w:val="none" w:sz="0" w:space="0" w:color="auto"/>
            <w:bottom w:val="none" w:sz="0" w:space="0" w:color="auto"/>
            <w:right w:val="none" w:sz="0" w:space="0" w:color="auto"/>
          </w:divBdr>
        </w:div>
        <w:div w:id="1372723720">
          <w:marLeft w:val="640"/>
          <w:marRight w:val="0"/>
          <w:marTop w:val="0"/>
          <w:marBottom w:val="0"/>
          <w:divBdr>
            <w:top w:val="none" w:sz="0" w:space="0" w:color="auto"/>
            <w:left w:val="none" w:sz="0" w:space="0" w:color="auto"/>
            <w:bottom w:val="none" w:sz="0" w:space="0" w:color="auto"/>
            <w:right w:val="none" w:sz="0" w:space="0" w:color="auto"/>
          </w:divBdr>
        </w:div>
        <w:div w:id="1783111375">
          <w:marLeft w:val="640"/>
          <w:marRight w:val="0"/>
          <w:marTop w:val="0"/>
          <w:marBottom w:val="0"/>
          <w:divBdr>
            <w:top w:val="none" w:sz="0" w:space="0" w:color="auto"/>
            <w:left w:val="none" w:sz="0" w:space="0" w:color="auto"/>
            <w:bottom w:val="none" w:sz="0" w:space="0" w:color="auto"/>
            <w:right w:val="none" w:sz="0" w:space="0" w:color="auto"/>
          </w:divBdr>
        </w:div>
        <w:div w:id="1903828226">
          <w:marLeft w:val="640"/>
          <w:marRight w:val="0"/>
          <w:marTop w:val="0"/>
          <w:marBottom w:val="0"/>
          <w:divBdr>
            <w:top w:val="none" w:sz="0" w:space="0" w:color="auto"/>
            <w:left w:val="none" w:sz="0" w:space="0" w:color="auto"/>
            <w:bottom w:val="none" w:sz="0" w:space="0" w:color="auto"/>
            <w:right w:val="none" w:sz="0" w:space="0" w:color="auto"/>
          </w:divBdr>
        </w:div>
        <w:div w:id="1905294044">
          <w:marLeft w:val="640"/>
          <w:marRight w:val="0"/>
          <w:marTop w:val="0"/>
          <w:marBottom w:val="0"/>
          <w:divBdr>
            <w:top w:val="none" w:sz="0" w:space="0" w:color="auto"/>
            <w:left w:val="none" w:sz="0" w:space="0" w:color="auto"/>
            <w:bottom w:val="none" w:sz="0" w:space="0" w:color="auto"/>
            <w:right w:val="none" w:sz="0" w:space="0" w:color="auto"/>
          </w:divBdr>
        </w:div>
        <w:div w:id="1933588141">
          <w:marLeft w:val="640"/>
          <w:marRight w:val="0"/>
          <w:marTop w:val="0"/>
          <w:marBottom w:val="0"/>
          <w:divBdr>
            <w:top w:val="none" w:sz="0" w:space="0" w:color="auto"/>
            <w:left w:val="none" w:sz="0" w:space="0" w:color="auto"/>
            <w:bottom w:val="none" w:sz="0" w:space="0" w:color="auto"/>
            <w:right w:val="none" w:sz="0" w:space="0" w:color="auto"/>
          </w:divBdr>
        </w:div>
        <w:div w:id="1935943399">
          <w:marLeft w:val="640"/>
          <w:marRight w:val="0"/>
          <w:marTop w:val="0"/>
          <w:marBottom w:val="0"/>
          <w:divBdr>
            <w:top w:val="none" w:sz="0" w:space="0" w:color="auto"/>
            <w:left w:val="none" w:sz="0" w:space="0" w:color="auto"/>
            <w:bottom w:val="none" w:sz="0" w:space="0" w:color="auto"/>
            <w:right w:val="none" w:sz="0" w:space="0" w:color="auto"/>
          </w:divBdr>
        </w:div>
        <w:div w:id="2072270598">
          <w:marLeft w:val="640"/>
          <w:marRight w:val="0"/>
          <w:marTop w:val="0"/>
          <w:marBottom w:val="0"/>
          <w:divBdr>
            <w:top w:val="none" w:sz="0" w:space="0" w:color="auto"/>
            <w:left w:val="none" w:sz="0" w:space="0" w:color="auto"/>
            <w:bottom w:val="none" w:sz="0" w:space="0" w:color="auto"/>
            <w:right w:val="none" w:sz="0" w:space="0" w:color="auto"/>
          </w:divBdr>
        </w:div>
      </w:divsChild>
    </w:div>
    <w:div w:id="1571040655">
      <w:bodyDiv w:val="1"/>
      <w:marLeft w:val="0"/>
      <w:marRight w:val="0"/>
      <w:marTop w:val="0"/>
      <w:marBottom w:val="0"/>
      <w:divBdr>
        <w:top w:val="none" w:sz="0" w:space="0" w:color="auto"/>
        <w:left w:val="none" w:sz="0" w:space="0" w:color="auto"/>
        <w:bottom w:val="none" w:sz="0" w:space="0" w:color="auto"/>
        <w:right w:val="none" w:sz="0" w:space="0" w:color="auto"/>
      </w:divBdr>
      <w:divsChild>
        <w:div w:id="106705961">
          <w:marLeft w:val="640"/>
          <w:marRight w:val="0"/>
          <w:marTop w:val="0"/>
          <w:marBottom w:val="0"/>
          <w:divBdr>
            <w:top w:val="none" w:sz="0" w:space="0" w:color="auto"/>
            <w:left w:val="none" w:sz="0" w:space="0" w:color="auto"/>
            <w:bottom w:val="none" w:sz="0" w:space="0" w:color="auto"/>
            <w:right w:val="none" w:sz="0" w:space="0" w:color="auto"/>
          </w:divBdr>
        </w:div>
        <w:div w:id="143472490">
          <w:marLeft w:val="640"/>
          <w:marRight w:val="0"/>
          <w:marTop w:val="0"/>
          <w:marBottom w:val="0"/>
          <w:divBdr>
            <w:top w:val="none" w:sz="0" w:space="0" w:color="auto"/>
            <w:left w:val="none" w:sz="0" w:space="0" w:color="auto"/>
            <w:bottom w:val="none" w:sz="0" w:space="0" w:color="auto"/>
            <w:right w:val="none" w:sz="0" w:space="0" w:color="auto"/>
          </w:divBdr>
        </w:div>
        <w:div w:id="433986086">
          <w:marLeft w:val="640"/>
          <w:marRight w:val="0"/>
          <w:marTop w:val="0"/>
          <w:marBottom w:val="0"/>
          <w:divBdr>
            <w:top w:val="none" w:sz="0" w:space="0" w:color="auto"/>
            <w:left w:val="none" w:sz="0" w:space="0" w:color="auto"/>
            <w:bottom w:val="none" w:sz="0" w:space="0" w:color="auto"/>
            <w:right w:val="none" w:sz="0" w:space="0" w:color="auto"/>
          </w:divBdr>
        </w:div>
        <w:div w:id="531890585">
          <w:marLeft w:val="640"/>
          <w:marRight w:val="0"/>
          <w:marTop w:val="0"/>
          <w:marBottom w:val="0"/>
          <w:divBdr>
            <w:top w:val="none" w:sz="0" w:space="0" w:color="auto"/>
            <w:left w:val="none" w:sz="0" w:space="0" w:color="auto"/>
            <w:bottom w:val="none" w:sz="0" w:space="0" w:color="auto"/>
            <w:right w:val="none" w:sz="0" w:space="0" w:color="auto"/>
          </w:divBdr>
        </w:div>
        <w:div w:id="608120701">
          <w:marLeft w:val="640"/>
          <w:marRight w:val="0"/>
          <w:marTop w:val="0"/>
          <w:marBottom w:val="0"/>
          <w:divBdr>
            <w:top w:val="none" w:sz="0" w:space="0" w:color="auto"/>
            <w:left w:val="none" w:sz="0" w:space="0" w:color="auto"/>
            <w:bottom w:val="none" w:sz="0" w:space="0" w:color="auto"/>
            <w:right w:val="none" w:sz="0" w:space="0" w:color="auto"/>
          </w:divBdr>
        </w:div>
        <w:div w:id="620112527">
          <w:marLeft w:val="640"/>
          <w:marRight w:val="0"/>
          <w:marTop w:val="0"/>
          <w:marBottom w:val="0"/>
          <w:divBdr>
            <w:top w:val="none" w:sz="0" w:space="0" w:color="auto"/>
            <w:left w:val="none" w:sz="0" w:space="0" w:color="auto"/>
            <w:bottom w:val="none" w:sz="0" w:space="0" w:color="auto"/>
            <w:right w:val="none" w:sz="0" w:space="0" w:color="auto"/>
          </w:divBdr>
        </w:div>
        <w:div w:id="822740804">
          <w:marLeft w:val="640"/>
          <w:marRight w:val="0"/>
          <w:marTop w:val="0"/>
          <w:marBottom w:val="0"/>
          <w:divBdr>
            <w:top w:val="none" w:sz="0" w:space="0" w:color="auto"/>
            <w:left w:val="none" w:sz="0" w:space="0" w:color="auto"/>
            <w:bottom w:val="none" w:sz="0" w:space="0" w:color="auto"/>
            <w:right w:val="none" w:sz="0" w:space="0" w:color="auto"/>
          </w:divBdr>
        </w:div>
        <w:div w:id="831792336">
          <w:marLeft w:val="640"/>
          <w:marRight w:val="0"/>
          <w:marTop w:val="0"/>
          <w:marBottom w:val="0"/>
          <w:divBdr>
            <w:top w:val="none" w:sz="0" w:space="0" w:color="auto"/>
            <w:left w:val="none" w:sz="0" w:space="0" w:color="auto"/>
            <w:bottom w:val="none" w:sz="0" w:space="0" w:color="auto"/>
            <w:right w:val="none" w:sz="0" w:space="0" w:color="auto"/>
          </w:divBdr>
        </w:div>
        <w:div w:id="979961483">
          <w:marLeft w:val="640"/>
          <w:marRight w:val="0"/>
          <w:marTop w:val="0"/>
          <w:marBottom w:val="0"/>
          <w:divBdr>
            <w:top w:val="none" w:sz="0" w:space="0" w:color="auto"/>
            <w:left w:val="none" w:sz="0" w:space="0" w:color="auto"/>
            <w:bottom w:val="none" w:sz="0" w:space="0" w:color="auto"/>
            <w:right w:val="none" w:sz="0" w:space="0" w:color="auto"/>
          </w:divBdr>
        </w:div>
        <w:div w:id="988825318">
          <w:marLeft w:val="640"/>
          <w:marRight w:val="0"/>
          <w:marTop w:val="0"/>
          <w:marBottom w:val="0"/>
          <w:divBdr>
            <w:top w:val="none" w:sz="0" w:space="0" w:color="auto"/>
            <w:left w:val="none" w:sz="0" w:space="0" w:color="auto"/>
            <w:bottom w:val="none" w:sz="0" w:space="0" w:color="auto"/>
            <w:right w:val="none" w:sz="0" w:space="0" w:color="auto"/>
          </w:divBdr>
        </w:div>
        <w:div w:id="1015812917">
          <w:marLeft w:val="640"/>
          <w:marRight w:val="0"/>
          <w:marTop w:val="0"/>
          <w:marBottom w:val="0"/>
          <w:divBdr>
            <w:top w:val="none" w:sz="0" w:space="0" w:color="auto"/>
            <w:left w:val="none" w:sz="0" w:space="0" w:color="auto"/>
            <w:bottom w:val="none" w:sz="0" w:space="0" w:color="auto"/>
            <w:right w:val="none" w:sz="0" w:space="0" w:color="auto"/>
          </w:divBdr>
        </w:div>
        <w:div w:id="1181090824">
          <w:marLeft w:val="640"/>
          <w:marRight w:val="0"/>
          <w:marTop w:val="0"/>
          <w:marBottom w:val="0"/>
          <w:divBdr>
            <w:top w:val="none" w:sz="0" w:space="0" w:color="auto"/>
            <w:left w:val="none" w:sz="0" w:space="0" w:color="auto"/>
            <w:bottom w:val="none" w:sz="0" w:space="0" w:color="auto"/>
            <w:right w:val="none" w:sz="0" w:space="0" w:color="auto"/>
          </w:divBdr>
        </w:div>
        <w:div w:id="1336495351">
          <w:marLeft w:val="640"/>
          <w:marRight w:val="0"/>
          <w:marTop w:val="0"/>
          <w:marBottom w:val="0"/>
          <w:divBdr>
            <w:top w:val="none" w:sz="0" w:space="0" w:color="auto"/>
            <w:left w:val="none" w:sz="0" w:space="0" w:color="auto"/>
            <w:bottom w:val="none" w:sz="0" w:space="0" w:color="auto"/>
            <w:right w:val="none" w:sz="0" w:space="0" w:color="auto"/>
          </w:divBdr>
        </w:div>
        <w:div w:id="1341740913">
          <w:marLeft w:val="640"/>
          <w:marRight w:val="0"/>
          <w:marTop w:val="0"/>
          <w:marBottom w:val="0"/>
          <w:divBdr>
            <w:top w:val="none" w:sz="0" w:space="0" w:color="auto"/>
            <w:left w:val="none" w:sz="0" w:space="0" w:color="auto"/>
            <w:bottom w:val="none" w:sz="0" w:space="0" w:color="auto"/>
            <w:right w:val="none" w:sz="0" w:space="0" w:color="auto"/>
          </w:divBdr>
        </w:div>
        <w:div w:id="1369527424">
          <w:marLeft w:val="640"/>
          <w:marRight w:val="0"/>
          <w:marTop w:val="0"/>
          <w:marBottom w:val="0"/>
          <w:divBdr>
            <w:top w:val="none" w:sz="0" w:space="0" w:color="auto"/>
            <w:left w:val="none" w:sz="0" w:space="0" w:color="auto"/>
            <w:bottom w:val="none" w:sz="0" w:space="0" w:color="auto"/>
            <w:right w:val="none" w:sz="0" w:space="0" w:color="auto"/>
          </w:divBdr>
        </w:div>
        <w:div w:id="1448424470">
          <w:marLeft w:val="640"/>
          <w:marRight w:val="0"/>
          <w:marTop w:val="0"/>
          <w:marBottom w:val="0"/>
          <w:divBdr>
            <w:top w:val="none" w:sz="0" w:space="0" w:color="auto"/>
            <w:left w:val="none" w:sz="0" w:space="0" w:color="auto"/>
            <w:bottom w:val="none" w:sz="0" w:space="0" w:color="auto"/>
            <w:right w:val="none" w:sz="0" w:space="0" w:color="auto"/>
          </w:divBdr>
        </w:div>
        <w:div w:id="1486629121">
          <w:marLeft w:val="640"/>
          <w:marRight w:val="0"/>
          <w:marTop w:val="0"/>
          <w:marBottom w:val="0"/>
          <w:divBdr>
            <w:top w:val="none" w:sz="0" w:space="0" w:color="auto"/>
            <w:left w:val="none" w:sz="0" w:space="0" w:color="auto"/>
            <w:bottom w:val="none" w:sz="0" w:space="0" w:color="auto"/>
            <w:right w:val="none" w:sz="0" w:space="0" w:color="auto"/>
          </w:divBdr>
        </w:div>
        <w:div w:id="1547336170">
          <w:marLeft w:val="640"/>
          <w:marRight w:val="0"/>
          <w:marTop w:val="0"/>
          <w:marBottom w:val="0"/>
          <w:divBdr>
            <w:top w:val="none" w:sz="0" w:space="0" w:color="auto"/>
            <w:left w:val="none" w:sz="0" w:space="0" w:color="auto"/>
            <w:bottom w:val="none" w:sz="0" w:space="0" w:color="auto"/>
            <w:right w:val="none" w:sz="0" w:space="0" w:color="auto"/>
          </w:divBdr>
        </w:div>
        <w:div w:id="1830946287">
          <w:marLeft w:val="640"/>
          <w:marRight w:val="0"/>
          <w:marTop w:val="0"/>
          <w:marBottom w:val="0"/>
          <w:divBdr>
            <w:top w:val="none" w:sz="0" w:space="0" w:color="auto"/>
            <w:left w:val="none" w:sz="0" w:space="0" w:color="auto"/>
            <w:bottom w:val="none" w:sz="0" w:space="0" w:color="auto"/>
            <w:right w:val="none" w:sz="0" w:space="0" w:color="auto"/>
          </w:divBdr>
        </w:div>
      </w:divsChild>
    </w:div>
    <w:div w:id="1588927802">
      <w:bodyDiv w:val="1"/>
      <w:marLeft w:val="0"/>
      <w:marRight w:val="0"/>
      <w:marTop w:val="0"/>
      <w:marBottom w:val="0"/>
      <w:divBdr>
        <w:top w:val="none" w:sz="0" w:space="0" w:color="auto"/>
        <w:left w:val="none" w:sz="0" w:space="0" w:color="auto"/>
        <w:bottom w:val="none" w:sz="0" w:space="0" w:color="auto"/>
        <w:right w:val="none" w:sz="0" w:space="0" w:color="auto"/>
      </w:divBdr>
      <w:divsChild>
        <w:div w:id="6374859">
          <w:marLeft w:val="640"/>
          <w:marRight w:val="0"/>
          <w:marTop w:val="0"/>
          <w:marBottom w:val="0"/>
          <w:divBdr>
            <w:top w:val="none" w:sz="0" w:space="0" w:color="auto"/>
            <w:left w:val="none" w:sz="0" w:space="0" w:color="auto"/>
            <w:bottom w:val="none" w:sz="0" w:space="0" w:color="auto"/>
            <w:right w:val="none" w:sz="0" w:space="0" w:color="auto"/>
          </w:divBdr>
        </w:div>
        <w:div w:id="21786717">
          <w:marLeft w:val="640"/>
          <w:marRight w:val="0"/>
          <w:marTop w:val="0"/>
          <w:marBottom w:val="0"/>
          <w:divBdr>
            <w:top w:val="none" w:sz="0" w:space="0" w:color="auto"/>
            <w:left w:val="none" w:sz="0" w:space="0" w:color="auto"/>
            <w:bottom w:val="none" w:sz="0" w:space="0" w:color="auto"/>
            <w:right w:val="none" w:sz="0" w:space="0" w:color="auto"/>
          </w:divBdr>
        </w:div>
        <w:div w:id="158424343">
          <w:marLeft w:val="640"/>
          <w:marRight w:val="0"/>
          <w:marTop w:val="0"/>
          <w:marBottom w:val="0"/>
          <w:divBdr>
            <w:top w:val="none" w:sz="0" w:space="0" w:color="auto"/>
            <w:left w:val="none" w:sz="0" w:space="0" w:color="auto"/>
            <w:bottom w:val="none" w:sz="0" w:space="0" w:color="auto"/>
            <w:right w:val="none" w:sz="0" w:space="0" w:color="auto"/>
          </w:divBdr>
        </w:div>
        <w:div w:id="178008493">
          <w:marLeft w:val="640"/>
          <w:marRight w:val="0"/>
          <w:marTop w:val="0"/>
          <w:marBottom w:val="0"/>
          <w:divBdr>
            <w:top w:val="none" w:sz="0" w:space="0" w:color="auto"/>
            <w:left w:val="none" w:sz="0" w:space="0" w:color="auto"/>
            <w:bottom w:val="none" w:sz="0" w:space="0" w:color="auto"/>
            <w:right w:val="none" w:sz="0" w:space="0" w:color="auto"/>
          </w:divBdr>
        </w:div>
        <w:div w:id="246962012">
          <w:marLeft w:val="640"/>
          <w:marRight w:val="0"/>
          <w:marTop w:val="0"/>
          <w:marBottom w:val="0"/>
          <w:divBdr>
            <w:top w:val="none" w:sz="0" w:space="0" w:color="auto"/>
            <w:left w:val="none" w:sz="0" w:space="0" w:color="auto"/>
            <w:bottom w:val="none" w:sz="0" w:space="0" w:color="auto"/>
            <w:right w:val="none" w:sz="0" w:space="0" w:color="auto"/>
          </w:divBdr>
        </w:div>
        <w:div w:id="429008188">
          <w:marLeft w:val="640"/>
          <w:marRight w:val="0"/>
          <w:marTop w:val="0"/>
          <w:marBottom w:val="0"/>
          <w:divBdr>
            <w:top w:val="none" w:sz="0" w:space="0" w:color="auto"/>
            <w:left w:val="none" w:sz="0" w:space="0" w:color="auto"/>
            <w:bottom w:val="none" w:sz="0" w:space="0" w:color="auto"/>
            <w:right w:val="none" w:sz="0" w:space="0" w:color="auto"/>
          </w:divBdr>
        </w:div>
        <w:div w:id="530649622">
          <w:marLeft w:val="640"/>
          <w:marRight w:val="0"/>
          <w:marTop w:val="0"/>
          <w:marBottom w:val="0"/>
          <w:divBdr>
            <w:top w:val="none" w:sz="0" w:space="0" w:color="auto"/>
            <w:left w:val="none" w:sz="0" w:space="0" w:color="auto"/>
            <w:bottom w:val="none" w:sz="0" w:space="0" w:color="auto"/>
            <w:right w:val="none" w:sz="0" w:space="0" w:color="auto"/>
          </w:divBdr>
        </w:div>
        <w:div w:id="537281788">
          <w:marLeft w:val="640"/>
          <w:marRight w:val="0"/>
          <w:marTop w:val="0"/>
          <w:marBottom w:val="0"/>
          <w:divBdr>
            <w:top w:val="none" w:sz="0" w:space="0" w:color="auto"/>
            <w:left w:val="none" w:sz="0" w:space="0" w:color="auto"/>
            <w:bottom w:val="none" w:sz="0" w:space="0" w:color="auto"/>
            <w:right w:val="none" w:sz="0" w:space="0" w:color="auto"/>
          </w:divBdr>
        </w:div>
        <w:div w:id="731585059">
          <w:marLeft w:val="640"/>
          <w:marRight w:val="0"/>
          <w:marTop w:val="0"/>
          <w:marBottom w:val="0"/>
          <w:divBdr>
            <w:top w:val="none" w:sz="0" w:space="0" w:color="auto"/>
            <w:left w:val="none" w:sz="0" w:space="0" w:color="auto"/>
            <w:bottom w:val="none" w:sz="0" w:space="0" w:color="auto"/>
            <w:right w:val="none" w:sz="0" w:space="0" w:color="auto"/>
          </w:divBdr>
        </w:div>
        <w:div w:id="943996799">
          <w:marLeft w:val="640"/>
          <w:marRight w:val="0"/>
          <w:marTop w:val="0"/>
          <w:marBottom w:val="0"/>
          <w:divBdr>
            <w:top w:val="none" w:sz="0" w:space="0" w:color="auto"/>
            <w:left w:val="none" w:sz="0" w:space="0" w:color="auto"/>
            <w:bottom w:val="none" w:sz="0" w:space="0" w:color="auto"/>
            <w:right w:val="none" w:sz="0" w:space="0" w:color="auto"/>
          </w:divBdr>
        </w:div>
        <w:div w:id="993607120">
          <w:marLeft w:val="640"/>
          <w:marRight w:val="0"/>
          <w:marTop w:val="0"/>
          <w:marBottom w:val="0"/>
          <w:divBdr>
            <w:top w:val="none" w:sz="0" w:space="0" w:color="auto"/>
            <w:left w:val="none" w:sz="0" w:space="0" w:color="auto"/>
            <w:bottom w:val="none" w:sz="0" w:space="0" w:color="auto"/>
            <w:right w:val="none" w:sz="0" w:space="0" w:color="auto"/>
          </w:divBdr>
        </w:div>
        <w:div w:id="1076244417">
          <w:marLeft w:val="640"/>
          <w:marRight w:val="0"/>
          <w:marTop w:val="0"/>
          <w:marBottom w:val="0"/>
          <w:divBdr>
            <w:top w:val="none" w:sz="0" w:space="0" w:color="auto"/>
            <w:left w:val="none" w:sz="0" w:space="0" w:color="auto"/>
            <w:bottom w:val="none" w:sz="0" w:space="0" w:color="auto"/>
            <w:right w:val="none" w:sz="0" w:space="0" w:color="auto"/>
          </w:divBdr>
        </w:div>
        <w:div w:id="1513447291">
          <w:marLeft w:val="640"/>
          <w:marRight w:val="0"/>
          <w:marTop w:val="0"/>
          <w:marBottom w:val="0"/>
          <w:divBdr>
            <w:top w:val="none" w:sz="0" w:space="0" w:color="auto"/>
            <w:left w:val="none" w:sz="0" w:space="0" w:color="auto"/>
            <w:bottom w:val="none" w:sz="0" w:space="0" w:color="auto"/>
            <w:right w:val="none" w:sz="0" w:space="0" w:color="auto"/>
          </w:divBdr>
        </w:div>
        <w:div w:id="1751734225">
          <w:marLeft w:val="640"/>
          <w:marRight w:val="0"/>
          <w:marTop w:val="0"/>
          <w:marBottom w:val="0"/>
          <w:divBdr>
            <w:top w:val="none" w:sz="0" w:space="0" w:color="auto"/>
            <w:left w:val="none" w:sz="0" w:space="0" w:color="auto"/>
            <w:bottom w:val="none" w:sz="0" w:space="0" w:color="auto"/>
            <w:right w:val="none" w:sz="0" w:space="0" w:color="auto"/>
          </w:divBdr>
        </w:div>
        <w:div w:id="1796173389">
          <w:marLeft w:val="640"/>
          <w:marRight w:val="0"/>
          <w:marTop w:val="0"/>
          <w:marBottom w:val="0"/>
          <w:divBdr>
            <w:top w:val="none" w:sz="0" w:space="0" w:color="auto"/>
            <w:left w:val="none" w:sz="0" w:space="0" w:color="auto"/>
            <w:bottom w:val="none" w:sz="0" w:space="0" w:color="auto"/>
            <w:right w:val="none" w:sz="0" w:space="0" w:color="auto"/>
          </w:divBdr>
        </w:div>
        <w:div w:id="2006129202">
          <w:marLeft w:val="640"/>
          <w:marRight w:val="0"/>
          <w:marTop w:val="0"/>
          <w:marBottom w:val="0"/>
          <w:divBdr>
            <w:top w:val="none" w:sz="0" w:space="0" w:color="auto"/>
            <w:left w:val="none" w:sz="0" w:space="0" w:color="auto"/>
            <w:bottom w:val="none" w:sz="0" w:space="0" w:color="auto"/>
            <w:right w:val="none" w:sz="0" w:space="0" w:color="auto"/>
          </w:divBdr>
        </w:div>
      </w:divsChild>
    </w:div>
    <w:div w:id="1606385461">
      <w:bodyDiv w:val="1"/>
      <w:marLeft w:val="0"/>
      <w:marRight w:val="0"/>
      <w:marTop w:val="0"/>
      <w:marBottom w:val="0"/>
      <w:divBdr>
        <w:top w:val="none" w:sz="0" w:space="0" w:color="auto"/>
        <w:left w:val="none" w:sz="0" w:space="0" w:color="auto"/>
        <w:bottom w:val="none" w:sz="0" w:space="0" w:color="auto"/>
        <w:right w:val="none" w:sz="0" w:space="0" w:color="auto"/>
      </w:divBdr>
      <w:divsChild>
        <w:div w:id="93206241">
          <w:marLeft w:val="640"/>
          <w:marRight w:val="0"/>
          <w:marTop w:val="0"/>
          <w:marBottom w:val="0"/>
          <w:divBdr>
            <w:top w:val="none" w:sz="0" w:space="0" w:color="auto"/>
            <w:left w:val="none" w:sz="0" w:space="0" w:color="auto"/>
            <w:bottom w:val="none" w:sz="0" w:space="0" w:color="auto"/>
            <w:right w:val="none" w:sz="0" w:space="0" w:color="auto"/>
          </w:divBdr>
        </w:div>
        <w:div w:id="98987443">
          <w:marLeft w:val="640"/>
          <w:marRight w:val="0"/>
          <w:marTop w:val="0"/>
          <w:marBottom w:val="0"/>
          <w:divBdr>
            <w:top w:val="none" w:sz="0" w:space="0" w:color="auto"/>
            <w:left w:val="none" w:sz="0" w:space="0" w:color="auto"/>
            <w:bottom w:val="none" w:sz="0" w:space="0" w:color="auto"/>
            <w:right w:val="none" w:sz="0" w:space="0" w:color="auto"/>
          </w:divBdr>
        </w:div>
        <w:div w:id="227804765">
          <w:marLeft w:val="640"/>
          <w:marRight w:val="0"/>
          <w:marTop w:val="0"/>
          <w:marBottom w:val="0"/>
          <w:divBdr>
            <w:top w:val="none" w:sz="0" w:space="0" w:color="auto"/>
            <w:left w:val="none" w:sz="0" w:space="0" w:color="auto"/>
            <w:bottom w:val="none" w:sz="0" w:space="0" w:color="auto"/>
            <w:right w:val="none" w:sz="0" w:space="0" w:color="auto"/>
          </w:divBdr>
        </w:div>
        <w:div w:id="280115208">
          <w:marLeft w:val="640"/>
          <w:marRight w:val="0"/>
          <w:marTop w:val="0"/>
          <w:marBottom w:val="0"/>
          <w:divBdr>
            <w:top w:val="none" w:sz="0" w:space="0" w:color="auto"/>
            <w:left w:val="none" w:sz="0" w:space="0" w:color="auto"/>
            <w:bottom w:val="none" w:sz="0" w:space="0" w:color="auto"/>
            <w:right w:val="none" w:sz="0" w:space="0" w:color="auto"/>
          </w:divBdr>
        </w:div>
        <w:div w:id="348263437">
          <w:marLeft w:val="640"/>
          <w:marRight w:val="0"/>
          <w:marTop w:val="0"/>
          <w:marBottom w:val="0"/>
          <w:divBdr>
            <w:top w:val="none" w:sz="0" w:space="0" w:color="auto"/>
            <w:left w:val="none" w:sz="0" w:space="0" w:color="auto"/>
            <w:bottom w:val="none" w:sz="0" w:space="0" w:color="auto"/>
            <w:right w:val="none" w:sz="0" w:space="0" w:color="auto"/>
          </w:divBdr>
        </w:div>
        <w:div w:id="499656970">
          <w:marLeft w:val="640"/>
          <w:marRight w:val="0"/>
          <w:marTop w:val="0"/>
          <w:marBottom w:val="0"/>
          <w:divBdr>
            <w:top w:val="none" w:sz="0" w:space="0" w:color="auto"/>
            <w:left w:val="none" w:sz="0" w:space="0" w:color="auto"/>
            <w:bottom w:val="none" w:sz="0" w:space="0" w:color="auto"/>
            <w:right w:val="none" w:sz="0" w:space="0" w:color="auto"/>
          </w:divBdr>
        </w:div>
        <w:div w:id="512109888">
          <w:marLeft w:val="640"/>
          <w:marRight w:val="0"/>
          <w:marTop w:val="0"/>
          <w:marBottom w:val="0"/>
          <w:divBdr>
            <w:top w:val="none" w:sz="0" w:space="0" w:color="auto"/>
            <w:left w:val="none" w:sz="0" w:space="0" w:color="auto"/>
            <w:bottom w:val="none" w:sz="0" w:space="0" w:color="auto"/>
            <w:right w:val="none" w:sz="0" w:space="0" w:color="auto"/>
          </w:divBdr>
        </w:div>
        <w:div w:id="586692956">
          <w:marLeft w:val="640"/>
          <w:marRight w:val="0"/>
          <w:marTop w:val="0"/>
          <w:marBottom w:val="0"/>
          <w:divBdr>
            <w:top w:val="none" w:sz="0" w:space="0" w:color="auto"/>
            <w:left w:val="none" w:sz="0" w:space="0" w:color="auto"/>
            <w:bottom w:val="none" w:sz="0" w:space="0" w:color="auto"/>
            <w:right w:val="none" w:sz="0" w:space="0" w:color="auto"/>
          </w:divBdr>
        </w:div>
        <w:div w:id="728765834">
          <w:marLeft w:val="640"/>
          <w:marRight w:val="0"/>
          <w:marTop w:val="0"/>
          <w:marBottom w:val="0"/>
          <w:divBdr>
            <w:top w:val="none" w:sz="0" w:space="0" w:color="auto"/>
            <w:left w:val="none" w:sz="0" w:space="0" w:color="auto"/>
            <w:bottom w:val="none" w:sz="0" w:space="0" w:color="auto"/>
            <w:right w:val="none" w:sz="0" w:space="0" w:color="auto"/>
          </w:divBdr>
        </w:div>
        <w:div w:id="1256745619">
          <w:marLeft w:val="640"/>
          <w:marRight w:val="0"/>
          <w:marTop w:val="0"/>
          <w:marBottom w:val="0"/>
          <w:divBdr>
            <w:top w:val="none" w:sz="0" w:space="0" w:color="auto"/>
            <w:left w:val="none" w:sz="0" w:space="0" w:color="auto"/>
            <w:bottom w:val="none" w:sz="0" w:space="0" w:color="auto"/>
            <w:right w:val="none" w:sz="0" w:space="0" w:color="auto"/>
          </w:divBdr>
        </w:div>
        <w:div w:id="1276862286">
          <w:marLeft w:val="640"/>
          <w:marRight w:val="0"/>
          <w:marTop w:val="0"/>
          <w:marBottom w:val="0"/>
          <w:divBdr>
            <w:top w:val="none" w:sz="0" w:space="0" w:color="auto"/>
            <w:left w:val="none" w:sz="0" w:space="0" w:color="auto"/>
            <w:bottom w:val="none" w:sz="0" w:space="0" w:color="auto"/>
            <w:right w:val="none" w:sz="0" w:space="0" w:color="auto"/>
          </w:divBdr>
        </w:div>
        <w:div w:id="1499807478">
          <w:marLeft w:val="640"/>
          <w:marRight w:val="0"/>
          <w:marTop w:val="0"/>
          <w:marBottom w:val="0"/>
          <w:divBdr>
            <w:top w:val="none" w:sz="0" w:space="0" w:color="auto"/>
            <w:left w:val="none" w:sz="0" w:space="0" w:color="auto"/>
            <w:bottom w:val="none" w:sz="0" w:space="0" w:color="auto"/>
            <w:right w:val="none" w:sz="0" w:space="0" w:color="auto"/>
          </w:divBdr>
        </w:div>
        <w:div w:id="1533570565">
          <w:marLeft w:val="640"/>
          <w:marRight w:val="0"/>
          <w:marTop w:val="0"/>
          <w:marBottom w:val="0"/>
          <w:divBdr>
            <w:top w:val="none" w:sz="0" w:space="0" w:color="auto"/>
            <w:left w:val="none" w:sz="0" w:space="0" w:color="auto"/>
            <w:bottom w:val="none" w:sz="0" w:space="0" w:color="auto"/>
            <w:right w:val="none" w:sz="0" w:space="0" w:color="auto"/>
          </w:divBdr>
        </w:div>
        <w:div w:id="1848212489">
          <w:marLeft w:val="640"/>
          <w:marRight w:val="0"/>
          <w:marTop w:val="0"/>
          <w:marBottom w:val="0"/>
          <w:divBdr>
            <w:top w:val="none" w:sz="0" w:space="0" w:color="auto"/>
            <w:left w:val="none" w:sz="0" w:space="0" w:color="auto"/>
            <w:bottom w:val="none" w:sz="0" w:space="0" w:color="auto"/>
            <w:right w:val="none" w:sz="0" w:space="0" w:color="auto"/>
          </w:divBdr>
        </w:div>
        <w:div w:id="1866601296">
          <w:marLeft w:val="640"/>
          <w:marRight w:val="0"/>
          <w:marTop w:val="0"/>
          <w:marBottom w:val="0"/>
          <w:divBdr>
            <w:top w:val="none" w:sz="0" w:space="0" w:color="auto"/>
            <w:left w:val="none" w:sz="0" w:space="0" w:color="auto"/>
            <w:bottom w:val="none" w:sz="0" w:space="0" w:color="auto"/>
            <w:right w:val="none" w:sz="0" w:space="0" w:color="auto"/>
          </w:divBdr>
        </w:div>
        <w:div w:id="1943415448">
          <w:marLeft w:val="640"/>
          <w:marRight w:val="0"/>
          <w:marTop w:val="0"/>
          <w:marBottom w:val="0"/>
          <w:divBdr>
            <w:top w:val="none" w:sz="0" w:space="0" w:color="auto"/>
            <w:left w:val="none" w:sz="0" w:space="0" w:color="auto"/>
            <w:bottom w:val="none" w:sz="0" w:space="0" w:color="auto"/>
            <w:right w:val="none" w:sz="0" w:space="0" w:color="auto"/>
          </w:divBdr>
        </w:div>
        <w:div w:id="1960069944">
          <w:marLeft w:val="640"/>
          <w:marRight w:val="0"/>
          <w:marTop w:val="0"/>
          <w:marBottom w:val="0"/>
          <w:divBdr>
            <w:top w:val="none" w:sz="0" w:space="0" w:color="auto"/>
            <w:left w:val="none" w:sz="0" w:space="0" w:color="auto"/>
            <w:bottom w:val="none" w:sz="0" w:space="0" w:color="auto"/>
            <w:right w:val="none" w:sz="0" w:space="0" w:color="auto"/>
          </w:divBdr>
        </w:div>
      </w:divsChild>
    </w:div>
    <w:div w:id="1612005915">
      <w:bodyDiv w:val="1"/>
      <w:marLeft w:val="0"/>
      <w:marRight w:val="0"/>
      <w:marTop w:val="0"/>
      <w:marBottom w:val="0"/>
      <w:divBdr>
        <w:top w:val="none" w:sz="0" w:space="0" w:color="auto"/>
        <w:left w:val="none" w:sz="0" w:space="0" w:color="auto"/>
        <w:bottom w:val="none" w:sz="0" w:space="0" w:color="auto"/>
        <w:right w:val="none" w:sz="0" w:space="0" w:color="auto"/>
      </w:divBdr>
      <w:divsChild>
        <w:div w:id="295139869">
          <w:marLeft w:val="640"/>
          <w:marRight w:val="0"/>
          <w:marTop w:val="0"/>
          <w:marBottom w:val="0"/>
          <w:divBdr>
            <w:top w:val="none" w:sz="0" w:space="0" w:color="auto"/>
            <w:left w:val="none" w:sz="0" w:space="0" w:color="auto"/>
            <w:bottom w:val="none" w:sz="0" w:space="0" w:color="auto"/>
            <w:right w:val="none" w:sz="0" w:space="0" w:color="auto"/>
          </w:divBdr>
        </w:div>
        <w:div w:id="401417525">
          <w:marLeft w:val="640"/>
          <w:marRight w:val="0"/>
          <w:marTop w:val="0"/>
          <w:marBottom w:val="0"/>
          <w:divBdr>
            <w:top w:val="none" w:sz="0" w:space="0" w:color="auto"/>
            <w:left w:val="none" w:sz="0" w:space="0" w:color="auto"/>
            <w:bottom w:val="none" w:sz="0" w:space="0" w:color="auto"/>
            <w:right w:val="none" w:sz="0" w:space="0" w:color="auto"/>
          </w:divBdr>
        </w:div>
        <w:div w:id="1798833728">
          <w:marLeft w:val="640"/>
          <w:marRight w:val="0"/>
          <w:marTop w:val="0"/>
          <w:marBottom w:val="0"/>
          <w:divBdr>
            <w:top w:val="none" w:sz="0" w:space="0" w:color="auto"/>
            <w:left w:val="none" w:sz="0" w:space="0" w:color="auto"/>
            <w:bottom w:val="none" w:sz="0" w:space="0" w:color="auto"/>
            <w:right w:val="none" w:sz="0" w:space="0" w:color="auto"/>
          </w:divBdr>
        </w:div>
        <w:div w:id="271324905">
          <w:marLeft w:val="640"/>
          <w:marRight w:val="0"/>
          <w:marTop w:val="0"/>
          <w:marBottom w:val="0"/>
          <w:divBdr>
            <w:top w:val="none" w:sz="0" w:space="0" w:color="auto"/>
            <w:left w:val="none" w:sz="0" w:space="0" w:color="auto"/>
            <w:bottom w:val="none" w:sz="0" w:space="0" w:color="auto"/>
            <w:right w:val="none" w:sz="0" w:space="0" w:color="auto"/>
          </w:divBdr>
        </w:div>
        <w:div w:id="941573704">
          <w:marLeft w:val="640"/>
          <w:marRight w:val="0"/>
          <w:marTop w:val="0"/>
          <w:marBottom w:val="0"/>
          <w:divBdr>
            <w:top w:val="none" w:sz="0" w:space="0" w:color="auto"/>
            <w:left w:val="none" w:sz="0" w:space="0" w:color="auto"/>
            <w:bottom w:val="none" w:sz="0" w:space="0" w:color="auto"/>
            <w:right w:val="none" w:sz="0" w:space="0" w:color="auto"/>
          </w:divBdr>
        </w:div>
        <w:div w:id="482162370">
          <w:marLeft w:val="640"/>
          <w:marRight w:val="0"/>
          <w:marTop w:val="0"/>
          <w:marBottom w:val="0"/>
          <w:divBdr>
            <w:top w:val="none" w:sz="0" w:space="0" w:color="auto"/>
            <w:left w:val="none" w:sz="0" w:space="0" w:color="auto"/>
            <w:bottom w:val="none" w:sz="0" w:space="0" w:color="auto"/>
            <w:right w:val="none" w:sz="0" w:space="0" w:color="auto"/>
          </w:divBdr>
        </w:div>
        <w:div w:id="173346166">
          <w:marLeft w:val="640"/>
          <w:marRight w:val="0"/>
          <w:marTop w:val="0"/>
          <w:marBottom w:val="0"/>
          <w:divBdr>
            <w:top w:val="none" w:sz="0" w:space="0" w:color="auto"/>
            <w:left w:val="none" w:sz="0" w:space="0" w:color="auto"/>
            <w:bottom w:val="none" w:sz="0" w:space="0" w:color="auto"/>
            <w:right w:val="none" w:sz="0" w:space="0" w:color="auto"/>
          </w:divBdr>
        </w:div>
        <w:div w:id="149373987">
          <w:marLeft w:val="640"/>
          <w:marRight w:val="0"/>
          <w:marTop w:val="0"/>
          <w:marBottom w:val="0"/>
          <w:divBdr>
            <w:top w:val="none" w:sz="0" w:space="0" w:color="auto"/>
            <w:left w:val="none" w:sz="0" w:space="0" w:color="auto"/>
            <w:bottom w:val="none" w:sz="0" w:space="0" w:color="auto"/>
            <w:right w:val="none" w:sz="0" w:space="0" w:color="auto"/>
          </w:divBdr>
        </w:div>
        <w:div w:id="843858060">
          <w:marLeft w:val="640"/>
          <w:marRight w:val="0"/>
          <w:marTop w:val="0"/>
          <w:marBottom w:val="0"/>
          <w:divBdr>
            <w:top w:val="none" w:sz="0" w:space="0" w:color="auto"/>
            <w:left w:val="none" w:sz="0" w:space="0" w:color="auto"/>
            <w:bottom w:val="none" w:sz="0" w:space="0" w:color="auto"/>
            <w:right w:val="none" w:sz="0" w:space="0" w:color="auto"/>
          </w:divBdr>
        </w:div>
        <w:div w:id="1150752655">
          <w:marLeft w:val="640"/>
          <w:marRight w:val="0"/>
          <w:marTop w:val="0"/>
          <w:marBottom w:val="0"/>
          <w:divBdr>
            <w:top w:val="none" w:sz="0" w:space="0" w:color="auto"/>
            <w:left w:val="none" w:sz="0" w:space="0" w:color="auto"/>
            <w:bottom w:val="none" w:sz="0" w:space="0" w:color="auto"/>
            <w:right w:val="none" w:sz="0" w:space="0" w:color="auto"/>
          </w:divBdr>
        </w:div>
        <w:div w:id="1755056369">
          <w:marLeft w:val="640"/>
          <w:marRight w:val="0"/>
          <w:marTop w:val="0"/>
          <w:marBottom w:val="0"/>
          <w:divBdr>
            <w:top w:val="none" w:sz="0" w:space="0" w:color="auto"/>
            <w:left w:val="none" w:sz="0" w:space="0" w:color="auto"/>
            <w:bottom w:val="none" w:sz="0" w:space="0" w:color="auto"/>
            <w:right w:val="none" w:sz="0" w:space="0" w:color="auto"/>
          </w:divBdr>
        </w:div>
        <w:div w:id="1723822633">
          <w:marLeft w:val="640"/>
          <w:marRight w:val="0"/>
          <w:marTop w:val="0"/>
          <w:marBottom w:val="0"/>
          <w:divBdr>
            <w:top w:val="none" w:sz="0" w:space="0" w:color="auto"/>
            <w:left w:val="none" w:sz="0" w:space="0" w:color="auto"/>
            <w:bottom w:val="none" w:sz="0" w:space="0" w:color="auto"/>
            <w:right w:val="none" w:sz="0" w:space="0" w:color="auto"/>
          </w:divBdr>
        </w:div>
        <w:div w:id="1352222486">
          <w:marLeft w:val="640"/>
          <w:marRight w:val="0"/>
          <w:marTop w:val="0"/>
          <w:marBottom w:val="0"/>
          <w:divBdr>
            <w:top w:val="none" w:sz="0" w:space="0" w:color="auto"/>
            <w:left w:val="none" w:sz="0" w:space="0" w:color="auto"/>
            <w:bottom w:val="none" w:sz="0" w:space="0" w:color="auto"/>
            <w:right w:val="none" w:sz="0" w:space="0" w:color="auto"/>
          </w:divBdr>
        </w:div>
        <w:div w:id="127669159">
          <w:marLeft w:val="640"/>
          <w:marRight w:val="0"/>
          <w:marTop w:val="0"/>
          <w:marBottom w:val="0"/>
          <w:divBdr>
            <w:top w:val="none" w:sz="0" w:space="0" w:color="auto"/>
            <w:left w:val="none" w:sz="0" w:space="0" w:color="auto"/>
            <w:bottom w:val="none" w:sz="0" w:space="0" w:color="auto"/>
            <w:right w:val="none" w:sz="0" w:space="0" w:color="auto"/>
          </w:divBdr>
        </w:div>
        <w:div w:id="1501584323">
          <w:marLeft w:val="640"/>
          <w:marRight w:val="0"/>
          <w:marTop w:val="0"/>
          <w:marBottom w:val="0"/>
          <w:divBdr>
            <w:top w:val="none" w:sz="0" w:space="0" w:color="auto"/>
            <w:left w:val="none" w:sz="0" w:space="0" w:color="auto"/>
            <w:bottom w:val="none" w:sz="0" w:space="0" w:color="auto"/>
            <w:right w:val="none" w:sz="0" w:space="0" w:color="auto"/>
          </w:divBdr>
        </w:div>
        <w:div w:id="1935479317">
          <w:marLeft w:val="640"/>
          <w:marRight w:val="0"/>
          <w:marTop w:val="0"/>
          <w:marBottom w:val="0"/>
          <w:divBdr>
            <w:top w:val="none" w:sz="0" w:space="0" w:color="auto"/>
            <w:left w:val="none" w:sz="0" w:space="0" w:color="auto"/>
            <w:bottom w:val="none" w:sz="0" w:space="0" w:color="auto"/>
            <w:right w:val="none" w:sz="0" w:space="0" w:color="auto"/>
          </w:divBdr>
        </w:div>
        <w:div w:id="566502831">
          <w:marLeft w:val="640"/>
          <w:marRight w:val="0"/>
          <w:marTop w:val="0"/>
          <w:marBottom w:val="0"/>
          <w:divBdr>
            <w:top w:val="none" w:sz="0" w:space="0" w:color="auto"/>
            <w:left w:val="none" w:sz="0" w:space="0" w:color="auto"/>
            <w:bottom w:val="none" w:sz="0" w:space="0" w:color="auto"/>
            <w:right w:val="none" w:sz="0" w:space="0" w:color="auto"/>
          </w:divBdr>
        </w:div>
        <w:div w:id="1796673848">
          <w:marLeft w:val="640"/>
          <w:marRight w:val="0"/>
          <w:marTop w:val="0"/>
          <w:marBottom w:val="0"/>
          <w:divBdr>
            <w:top w:val="none" w:sz="0" w:space="0" w:color="auto"/>
            <w:left w:val="none" w:sz="0" w:space="0" w:color="auto"/>
            <w:bottom w:val="none" w:sz="0" w:space="0" w:color="auto"/>
            <w:right w:val="none" w:sz="0" w:space="0" w:color="auto"/>
          </w:divBdr>
        </w:div>
        <w:div w:id="1371609925">
          <w:marLeft w:val="640"/>
          <w:marRight w:val="0"/>
          <w:marTop w:val="0"/>
          <w:marBottom w:val="0"/>
          <w:divBdr>
            <w:top w:val="none" w:sz="0" w:space="0" w:color="auto"/>
            <w:left w:val="none" w:sz="0" w:space="0" w:color="auto"/>
            <w:bottom w:val="none" w:sz="0" w:space="0" w:color="auto"/>
            <w:right w:val="none" w:sz="0" w:space="0" w:color="auto"/>
          </w:divBdr>
        </w:div>
        <w:div w:id="1871796000">
          <w:marLeft w:val="640"/>
          <w:marRight w:val="0"/>
          <w:marTop w:val="0"/>
          <w:marBottom w:val="0"/>
          <w:divBdr>
            <w:top w:val="none" w:sz="0" w:space="0" w:color="auto"/>
            <w:left w:val="none" w:sz="0" w:space="0" w:color="auto"/>
            <w:bottom w:val="none" w:sz="0" w:space="0" w:color="auto"/>
            <w:right w:val="none" w:sz="0" w:space="0" w:color="auto"/>
          </w:divBdr>
        </w:div>
        <w:div w:id="734202849">
          <w:marLeft w:val="640"/>
          <w:marRight w:val="0"/>
          <w:marTop w:val="0"/>
          <w:marBottom w:val="0"/>
          <w:divBdr>
            <w:top w:val="none" w:sz="0" w:space="0" w:color="auto"/>
            <w:left w:val="none" w:sz="0" w:space="0" w:color="auto"/>
            <w:bottom w:val="none" w:sz="0" w:space="0" w:color="auto"/>
            <w:right w:val="none" w:sz="0" w:space="0" w:color="auto"/>
          </w:divBdr>
        </w:div>
        <w:div w:id="764108511">
          <w:marLeft w:val="640"/>
          <w:marRight w:val="0"/>
          <w:marTop w:val="0"/>
          <w:marBottom w:val="0"/>
          <w:divBdr>
            <w:top w:val="none" w:sz="0" w:space="0" w:color="auto"/>
            <w:left w:val="none" w:sz="0" w:space="0" w:color="auto"/>
            <w:bottom w:val="none" w:sz="0" w:space="0" w:color="auto"/>
            <w:right w:val="none" w:sz="0" w:space="0" w:color="auto"/>
          </w:divBdr>
        </w:div>
        <w:div w:id="2010257539">
          <w:marLeft w:val="640"/>
          <w:marRight w:val="0"/>
          <w:marTop w:val="0"/>
          <w:marBottom w:val="0"/>
          <w:divBdr>
            <w:top w:val="none" w:sz="0" w:space="0" w:color="auto"/>
            <w:left w:val="none" w:sz="0" w:space="0" w:color="auto"/>
            <w:bottom w:val="none" w:sz="0" w:space="0" w:color="auto"/>
            <w:right w:val="none" w:sz="0" w:space="0" w:color="auto"/>
          </w:divBdr>
        </w:div>
        <w:div w:id="183174033">
          <w:marLeft w:val="640"/>
          <w:marRight w:val="0"/>
          <w:marTop w:val="0"/>
          <w:marBottom w:val="0"/>
          <w:divBdr>
            <w:top w:val="none" w:sz="0" w:space="0" w:color="auto"/>
            <w:left w:val="none" w:sz="0" w:space="0" w:color="auto"/>
            <w:bottom w:val="none" w:sz="0" w:space="0" w:color="auto"/>
            <w:right w:val="none" w:sz="0" w:space="0" w:color="auto"/>
          </w:divBdr>
        </w:div>
      </w:divsChild>
    </w:div>
    <w:div w:id="1650555470">
      <w:bodyDiv w:val="1"/>
      <w:marLeft w:val="0"/>
      <w:marRight w:val="0"/>
      <w:marTop w:val="0"/>
      <w:marBottom w:val="0"/>
      <w:divBdr>
        <w:top w:val="none" w:sz="0" w:space="0" w:color="auto"/>
        <w:left w:val="none" w:sz="0" w:space="0" w:color="auto"/>
        <w:bottom w:val="none" w:sz="0" w:space="0" w:color="auto"/>
        <w:right w:val="none" w:sz="0" w:space="0" w:color="auto"/>
      </w:divBdr>
      <w:divsChild>
        <w:div w:id="13314562">
          <w:marLeft w:val="640"/>
          <w:marRight w:val="0"/>
          <w:marTop w:val="0"/>
          <w:marBottom w:val="0"/>
          <w:divBdr>
            <w:top w:val="none" w:sz="0" w:space="0" w:color="auto"/>
            <w:left w:val="none" w:sz="0" w:space="0" w:color="auto"/>
            <w:bottom w:val="none" w:sz="0" w:space="0" w:color="auto"/>
            <w:right w:val="none" w:sz="0" w:space="0" w:color="auto"/>
          </w:divBdr>
        </w:div>
        <w:div w:id="505025701">
          <w:marLeft w:val="640"/>
          <w:marRight w:val="0"/>
          <w:marTop w:val="0"/>
          <w:marBottom w:val="0"/>
          <w:divBdr>
            <w:top w:val="none" w:sz="0" w:space="0" w:color="auto"/>
            <w:left w:val="none" w:sz="0" w:space="0" w:color="auto"/>
            <w:bottom w:val="none" w:sz="0" w:space="0" w:color="auto"/>
            <w:right w:val="none" w:sz="0" w:space="0" w:color="auto"/>
          </w:divBdr>
        </w:div>
        <w:div w:id="544366831">
          <w:marLeft w:val="640"/>
          <w:marRight w:val="0"/>
          <w:marTop w:val="0"/>
          <w:marBottom w:val="0"/>
          <w:divBdr>
            <w:top w:val="none" w:sz="0" w:space="0" w:color="auto"/>
            <w:left w:val="none" w:sz="0" w:space="0" w:color="auto"/>
            <w:bottom w:val="none" w:sz="0" w:space="0" w:color="auto"/>
            <w:right w:val="none" w:sz="0" w:space="0" w:color="auto"/>
          </w:divBdr>
        </w:div>
        <w:div w:id="584845045">
          <w:marLeft w:val="640"/>
          <w:marRight w:val="0"/>
          <w:marTop w:val="0"/>
          <w:marBottom w:val="0"/>
          <w:divBdr>
            <w:top w:val="none" w:sz="0" w:space="0" w:color="auto"/>
            <w:left w:val="none" w:sz="0" w:space="0" w:color="auto"/>
            <w:bottom w:val="none" w:sz="0" w:space="0" w:color="auto"/>
            <w:right w:val="none" w:sz="0" w:space="0" w:color="auto"/>
          </w:divBdr>
        </w:div>
        <w:div w:id="920258645">
          <w:marLeft w:val="640"/>
          <w:marRight w:val="0"/>
          <w:marTop w:val="0"/>
          <w:marBottom w:val="0"/>
          <w:divBdr>
            <w:top w:val="none" w:sz="0" w:space="0" w:color="auto"/>
            <w:left w:val="none" w:sz="0" w:space="0" w:color="auto"/>
            <w:bottom w:val="none" w:sz="0" w:space="0" w:color="auto"/>
            <w:right w:val="none" w:sz="0" w:space="0" w:color="auto"/>
          </w:divBdr>
        </w:div>
        <w:div w:id="1092749210">
          <w:marLeft w:val="640"/>
          <w:marRight w:val="0"/>
          <w:marTop w:val="0"/>
          <w:marBottom w:val="0"/>
          <w:divBdr>
            <w:top w:val="none" w:sz="0" w:space="0" w:color="auto"/>
            <w:left w:val="none" w:sz="0" w:space="0" w:color="auto"/>
            <w:bottom w:val="none" w:sz="0" w:space="0" w:color="auto"/>
            <w:right w:val="none" w:sz="0" w:space="0" w:color="auto"/>
          </w:divBdr>
        </w:div>
        <w:div w:id="1304584789">
          <w:marLeft w:val="640"/>
          <w:marRight w:val="0"/>
          <w:marTop w:val="0"/>
          <w:marBottom w:val="0"/>
          <w:divBdr>
            <w:top w:val="none" w:sz="0" w:space="0" w:color="auto"/>
            <w:left w:val="none" w:sz="0" w:space="0" w:color="auto"/>
            <w:bottom w:val="none" w:sz="0" w:space="0" w:color="auto"/>
            <w:right w:val="none" w:sz="0" w:space="0" w:color="auto"/>
          </w:divBdr>
        </w:div>
        <w:div w:id="1343122081">
          <w:marLeft w:val="640"/>
          <w:marRight w:val="0"/>
          <w:marTop w:val="0"/>
          <w:marBottom w:val="0"/>
          <w:divBdr>
            <w:top w:val="none" w:sz="0" w:space="0" w:color="auto"/>
            <w:left w:val="none" w:sz="0" w:space="0" w:color="auto"/>
            <w:bottom w:val="none" w:sz="0" w:space="0" w:color="auto"/>
            <w:right w:val="none" w:sz="0" w:space="0" w:color="auto"/>
          </w:divBdr>
        </w:div>
        <w:div w:id="1396733980">
          <w:marLeft w:val="640"/>
          <w:marRight w:val="0"/>
          <w:marTop w:val="0"/>
          <w:marBottom w:val="0"/>
          <w:divBdr>
            <w:top w:val="none" w:sz="0" w:space="0" w:color="auto"/>
            <w:left w:val="none" w:sz="0" w:space="0" w:color="auto"/>
            <w:bottom w:val="none" w:sz="0" w:space="0" w:color="auto"/>
            <w:right w:val="none" w:sz="0" w:space="0" w:color="auto"/>
          </w:divBdr>
        </w:div>
        <w:div w:id="1859394910">
          <w:marLeft w:val="640"/>
          <w:marRight w:val="0"/>
          <w:marTop w:val="0"/>
          <w:marBottom w:val="0"/>
          <w:divBdr>
            <w:top w:val="none" w:sz="0" w:space="0" w:color="auto"/>
            <w:left w:val="none" w:sz="0" w:space="0" w:color="auto"/>
            <w:bottom w:val="none" w:sz="0" w:space="0" w:color="auto"/>
            <w:right w:val="none" w:sz="0" w:space="0" w:color="auto"/>
          </w:divBdr>
        </w:div>
        <w:div w:id="1952207015">
          <w:marLeft w:val="640"/>
          <w:marRight w:val="0"/>
          <w:marTop w:val="0"/>
          <w:marBottom w:val="0"/>
          <w:divBdr>
            <w:top w:val="none" w:sz="0" w:space="0" w:color="auto"/>
            <w:left w:val="none" w:sz="0" w:space="0" w:color="auto"/>
            <w:bottom w:val="none" w:sz="0" w:space="0" w:color="auto"/>
            <w:right w:val="none" w:sz="0" w:space="0" w:color="auto"/>
          </w:divBdr>
        </w:div>
        <w:div w:id="1970040933">
          <w:marLeft w:val="640"/>
          <w:marRight w:val="0"/>
          <w:marTop w:val="0"/>
          <w:marBottom w:val="0"/>
          <w:divBdr>
            <w:top w:val="none" w:sz="0" w:space="0" w:color="auto"/>
            <w:left w:val="none" w:sz="0" w:space="0" w:color="auto"/>
            <w:bottom w:val="none" w:sz="0" w:space="0" w:color="auto"/>
            <w:right w:val="none" w:sz="0" w:space="0" w:color="auto"/>
          </w:divBdr>
        </w:div>
      </w:divsChild>
    </w:div>
    <w:div w:id="1651405069">
      <w:bodyDiv w:val="1"/>
      <w:marLeft w:val="0"/>
      <w:marRight w:val="0"/>
      <w:marTop w:val="0"/>
      <w:marBottom w:val="0"/>
      <w:divBdr>
        <w:top w:val="none" w:sz="0" w:space="0" w:color="auto"/>
        <w:left w:val="none" w:sz="0" w:space="0" w:color="auto"/>
        <w:bottom w:val="none" w:sz="0" w:space="0" w:color="auto"/>
        <w:right w:val="none" w:sz="0" w:space="0" w:color="auto"/>
      </w:divBdr>
      <w:divsChild>
        <w:div w:id="389350591">
          <w:marLeft w:val="640"/>
          <w:marRight w:val="0"/>
          <w:marTop w:val="0"/>
          <w:marBottom w:val="0"/>
          <w:divBdr>
            <w:top w:val="none" w:sz="0" w:space="0" w:color="auto"/>
            <w:left w:val="none" w:sz="0" w:space="0" w:color="auto"/>
            <w:bottom w:val="none" w:sz="0" w:space="0" w:color="auto"/>
            <w:right w:val="none" w:sz="0" w:space="0" w:color="auto"/>
          </w:divBdr>
        </w:div>
        <w:div w:id="466508454">
          <w:marLeft w:val="640"/>
          <w:marRight w:val="0"/>
          <w:marTop w:val="0"/>
          <w:marBottom w:val="0"/>
          <w:divBdr>
            <w:top w:val="none" w:sz="0" w:space="0" w:color="auto"/>
            <w:left w:val="none" w:sz="0" w:space="0" w:color="auto"/>
            <w:bottom w:val="none" w:sz="0" w:space="0" w:color="auto"/>
            <w:right w:val="none" w:sz="0" w:space="0" w:color="auto"/>
          </w:divBdr>
        </w:div>
        <w:div w:id="528297946">
          <w:marLeft w:val="640"/>
          <w:marRight w:val="0"/>
          <w:marTop w:val="0"/>
          <w:marBottom w:val="0"/>
          <w:divBdr>
            <w:top w:val="none" w:sz="0" w:space="0" w:color="auto"/>
            <w:left w:val="none" w:sz="0" w:space="0" w:color="auto"/>
            <w:bottom w:val="none" w:sz="0" w:space="0" w:color="auto"/>
            <w:right w:val="none" w:sz="0" w:space="0" w:color="auto"/>
          </w:divBdr>
        </w:div>
        <w:div w:id="1006830096">
          <w:marLeft w:val="640"/>
          <w:marRight w:val="0"/>
          <w:marTop w:val="0"/>
          <w:marBottom w:val="0"/>
          <w:divBdr>
            <w:top w:val="none" w:sz="0" w:space="0" w:color="auto"/>
            <w:left w:val="none" w:sz="0" w:space="0" w:color="auto"/>
            <w:bottom w:val="none" w:sz="0" w:space="0" w:color="auto"/>
            <w:right w:val="none" w:sz="0" w:space="0" w:color="auto"/>
          </w:divBdr>
        </w:div>
        <w:div w:id="1052115424">
          <w:marLeft w:val="640"/>
          <w:marRight w:val="0"/>
          <w:marTop w:val="0"/>
          <w:marBottom w:val="0"/>
          <w:divBdr>
            <w:top w:val="none" w:sz="0" w:space="0" w:color="auto"/>
            <w:left w:val="none" w:sz="0" w:space="0" w:color="auto"/>
            <w:bottom w:val="none" w:sz="0" w:space="0" w:color="auto"/>
            <w:right w:val="none" w:sz="0" w:space="0" w:color="auto"/>
          </w:divBdr>
        </w:div>
        <w:div w:id="1230071646">
          <w:marLeft w:val="640"/>
          <w:marRight w:val="0"/>
          <w:marTop w:val="0"/>
          <w:marBottom w:val="0"/>
          <w:divBdr>
            <w:top w:val="none" w:sz="0" w:space="0" w:color="auto"/>
            <w:left w:val="none" w:sz="0" w:space="0" w:color="auto"/>
            <w:bottom w:val="none" w:sz="0" w:space="0" w:color="auto"/>
            <w:right w:val="none" w:sz="0" w:space="0" w:color="auto"/>
          </w:divBdr>
        </w:div>
        <w:div w:id="1765565986">
          <w:marLeft w:val="640"/>
          <w:marRight w:val="0"/>
          <w:marTop w:val="0"/>
          <w:marBottom w:val="0"/>
          <w:divBdr>
            <w:top w:val="none" w:sz="0" w:space="0" w:color="auto"/>
            <w:left w:val="none" w:sz="0" w:space="0" w:color="auto"/>
            <w:bottom w:val="none" w:sz="0" w:space="0" w:color="auto"/>
            <w:right w:val="none" w:sz="0" w:space="0" w:color="auto"/>
          </w:divBdr>
        </w:div>
        <w:div w:id="1944610708">
          <w:marLeft w:val="640"/>
          <w:marRight w:val="0"/>
          <w:marTop w:val="0"/>
          <w:marBottom w:val="0"/>
          <w:divBdr>
            <w:top w:val="none" w:sz="0" w:space="0" w:color="auto"/>
            <w:left w:val="none" w:sz="0" w:space="0" w:color="auto"/>
            <w:bottom w:val="none" w:sz="0" w:space="0" w:color="auto"/>
            <w:right w:val="none" w:sz="0" w:space="0" w:color="auto"/>
          </w:divBdr>
        </w:div>
      </w:divsChild>
    </w:div>
    <w:div w:id="1660427728">
      <w:bodyDiv w:val="1"/>
      <w:marLeft w:val="0"/>
      <w:marRight w:val="0"/>
      <w:marTop w:val="0"/>
      <w:marBottom w:val="0"/>
      <w:divBdr>
        <w:top w:val="none" w:sz="0" w:space="0" w:color="auto"/>
        <w:left w:val="none" w:sz="0" w:space="0" w:color="auto"/>
        <w:bottom w:val="none" w:sz="0" w:space="0" w:color="auto"/>
        <w:right w:val="none" w:sz="0" w:space="0" w:color="auto"/>
      </w:divBdr>
    </w:div>
    <w:div w:id="1689527381">
      <w:bodyDiv w:val="1"/>
      <w:marLeft w:val="0"/>
      <w:marRight w:val="0"/>
      <w:marTop w:val="0"/>
      <w:marBottom w:val="0"/>
      <w:divBdr>
        <w:top w:val="none" w:sz="0" w:space="0" w:color="auto"/>
        <w:left w:val="none" w:sz="0" w:space="0" w:color="auto"/>
        <w:bottom w:val="none" w:sz="0" w:space="0" w:color="auto"/>
        <w:right w:val="none" w:sz="0" w:space="0" w:color="auto"/>
      </w:divBdr>
      <w:divsChild>
        <w:div w:id="576673320">
          <w:marLeft w:val="640"/>
          <w:marRight w:val="0"/>
          <w:marTop w:val="0"/>
          <w:marBottom w:val="0"/>
          <w:divBdr>
            <w:top w:val="none" w:sz="0" w:space="0" w:color="auto"/>
            <w:left w:val="none" w:sz="0" w:space="0" w:color="auto"/>
            <w:bottom w:val="none" w:sz="0" w:space="0" w:color="auto"/>
            <w:right w:val="none" w:sz="0" w:space="0" w:color="auto"/>
          </w:divBdr>
        </w:div>
        <w:div w:id="1801150270">
          <w:marLeft w:val="640"/>
          <w:marRight w:val="0"/>
          <w:marTop w:val="0"/>
          <w:marBottom w:val="0"/>
          <w:divBdr>
            <w:top w:val="none" w:sz="0" w:space="0" w:color="auto"/>
            <w:left w:val="none" w:sz="0" w:space="0" w:color="auto"/>
            <w:bottom w:val="none" w:sz="0" w:space="0" w:color="auto"/>
            <w:right w:val="none" w:sz="0" w:space="0" w:color="auto"/>
          </w:divBdr>
        </w:div>
        <w:div w:id="1972202280">
          <w:marLeft w:val="640"/>
          <w:marRight w:val="0"/>
          <w:marTop w:val="0"/>
          <w:marBottom w:val="0"/>
          <w:divBdr>
            <w:top w:val="none" w:sz="0" w:space="0" w:color="auto"/>
            <w:left w:val="none" w:sz="0" w:space="0" w:color="auto"/>
            <w:bottom w:val="none" w:sz="0" w:space="0" w:color="auto"/>
            <w:right w:val="none" w:sz="0" w:space="0" w:color="auto"/>
          </w:divBdr>
        </w:div>
        <w:div w:id="2019766907">
          <w:marLeft w:val="640"/>
          <w:marRight w:val="0"/>
          <w:marTop w:val="0"/>
          <w:marBottom w:val="0"/>
          <w:divBdr>
            <w:top w:val="none" w:sz="0" w:space="0" w:color="auto"/>
            <w:left w:val="none" w:sz="0" w:space="0" w:color="auto"/>
            <w:bottom w:val="none" w:sz="0" w:space="0" w:color="auto"/>
            <w:right w:val="none" w:sz="0" w:space="0" w:color="auto"/>
          </w:divBdr>
        </w:div>
      </w:divsChild>
    </w:div>
    <w:div w:id="1702700860">
      <w:bodyDiv w:val="1"/>
      <w:marLeft w:val="0"/>
      <w:marRight w:val="0"/>
      <w:marTop w:val="0"/>
      <w:marBottom w:val="0"/>
      <w:divBdr>
        <w:top w:val="none" w:sz="0" w:space="0" w:color="auto"/>
        <w:left w:val="none" w:sz="0" w:space="0" w:color="auto"/>
        <w:bottom w:val="none" w:sz="0" w:space="0" w:color="auto"/>
        <w:right w:val="none" w:sz="0" w:space="0" w:color="auto"/>
      </w:divBdr>
      <w:divsChild>
        <w:div w:id="1694110130">
          <w:marLeft w:val="640"/>
          <w:marRight w:val="0"/>
          <w:marTop w:val="0"/>
          <w:marBottom w:val="0"/>
          <w:divBdr>
            <w:top w:val="none" w:sz="0" w:space="0" w:color="auto"/>
            <w:left w:val="none" w:sz="0" w:space="0" w:color="auto"/>
            <w:bottom w:val="none" w:sz="0" w:space="0" w:color="auto"/>
            <w:right w:val="none" w:sz="0" w:space="0" w:color="auto"/>
          </w:divBdr>
        </w:div>
        <w:div w:id="470903133">
          <w:marLeft w:val="640"/>
          <w:marRight w:val="0"/>
          <w:marTop w:val="0"/>
          <w:marBottom w:val="0"/>
          <w:divBdr>
            <w:top w:val="none" w:sz="0" w:space="0" w:color="auto"/>
            <w:left w:val="none" w:sz="0" w:space="0" w:color="auto"/>
            <w:bottom w:val="none" w:sz="0" w:space="0" w:color="auto"/>
            <w:right w:val="none" w:sz="0" w:space="0" w:color="auto"/>
          </w:divBdr>
        </w:div>
        <w:div w:id="1601178358">
          <w:marLeft w:val="640"/>
          <w:marRight w:val="0"/>
          <w:marTop w:val="0"/>
          <w:marBottom w:val="0"/>
          <w:divBdr>
            <w:top w:val="none" w:sz="0" w:space="0" w:color="auto"/>
            <w:left w:val="none" w:sz="0" w:space="0" w:color="auto"/>
            <w:bottom w:val="none" w:sz="0" w:space="0" w:color="auto"/>
            <w:right w:val="none" w:sz="0" w:space="0" w:color="auto"/>
          </w:divBdr>
        </w:div>
        <w:div w:id="103547695">
          <w:marLeft w:val="640"/>
          <w:marRight w:val="0"/>
          <w:marTop w:val="0"/>
          <w:marBottom w:val="0"/>
          <w:divBdr>
            <w:top w:val="none" w:sz="0" w:space="0" w:color="auto"/>
            <w:left w:val="none" w:sz="0" w:space="0" w:color="auto"/>
            <w:bottom w:val="none" w:sz="0" w:space="0" w:color="auto"/>
            <w:right w:val="none" w:sz="0" w:space="0" w:color="auto"/>
          </w:divBdr>
        </w:div>
        <w:div w:id="391317249">
          <w:marLeft w:val="640"/>
          <w:marRight w:val="0"/>
          <w:marTop w:val="0"/>
          <w:marBottom w:val="0"/>
          <w:divBdr>
            <w:top w:val="none" w:sz="0" w:space="0" w:color="auto"/>
            <w:left w:val="none" w:sz="0" w:space="0" w:color="auto"/>
            <w:bottom w:val="none" w:sz="0" w:space="0" w:color="auto"/>
            <w:right w:val="none" w:sz="0" w:space="0" w:color="auto"/>
          </w:divBdr>
        </w:div>
        <w:div w:id="704140329">
          <w:marLeft w:val="640"/>
          <w:marRight w:val="0"/>
          <w:marTop w:val="0"/>
          <w:marBottom w:val="0"/>
          <w:divBdr>
            <w:top w:val="none" w:sz="0" w:space="0" w:color="auto"/>
            <w:left w:val="none" w:sz="0" w:space="0" w:color="auto"/>
            <w:bottom w:val="none" w:sz="0" w:space="0" w:color="auto"/>
            <w:right w:val="none" w:sz="0" w:space="0" w:color="auto"/>
          </w:divBdr>
        </w:div>
        <w:div w:id="164639521">
          <w:marLeft w:val="640"/>
          <w:marRight w:val="0"/>
          <w:marTop w:val="0"/>
          <w:marBottom w:val="0"/>
          <w:divBdr>
            <w:top w:val="none" w:sz="0" w:space="0" w:color="auto"/>
            <w:left w:val="none" w:sz="0" w:space="0" w:color="auto"/>
            <w:bottom w:val="none" w:sz="0" w:space="0" w:color="auto"/>
            <w:right w:val="none" w:sz="0" w:space="0" w:color="auto"/>
          </w:divBdr>
        </w:div>
        <w:div w:id="859508262">
          <w:marLeft w:val="640"/>
          <w:marRight w:val="0"/>
          <w:marTop w:val="0"/>
          <w:marBottom w:val="0"/>
          <w:divBdr>
            <w:top w:val="none" w:sz="0" w:space="0" w:color="auto"/>
            <w:left w:val="none" w:sz="0" w:space="0" w:color="auto"/>
            <w:bottom w:val="none" w:sz="0" w:space="0" w:color="auto"/>
            <w:right w:val="none" w:sz="0" w:space="0" w:color="auto"/>
          </w:divBdr>
        </w:div>
        <w:div w:id="507017201">
          <w:marLeft w:val="640"/>
          <w:marRight w:val="0"/>
          <w:marTop w:val="0"/>
          <w:marBottom w:val="0"/>
          <w:divBdr>
            <w:top w:val="none" w:sz="0" w:space="0" w:color="auto"/>
            <w:left w:val="none" w:sz="0" w:space="0" w:color="auto"/>
            <w:bottom w:val="none" w:sz="0" w:space="0" w:color="auto"/>
            <w:right w:val="none" w:sz="0" w:space="0" w:color="auto"/>
          </w:divBdr>
        </w:div>
        <w:div w:id="1588539750">
          <w:marLeft w:val="640"/>
          <w:marRight w:val="0"/>
          <w:marTop w:val="0"/>
          <w:marBottom w:val="0"/>
          <w:divBdr>
            <w:top w:val="none" w:sz="0" w:space="0" w:color="auto"/>
            <w:left w:val="none" w:sz="0" w:space="0" w:color="auto"/>
            <w:bottom w:val="none" w:sz="0" w:space="0" w:color="auto"/>
            <w:right w:val="none" w:sz="0" w:space="0" w:color="auto"/>
          </w:divBdr>
        </w:div>
        <w:div w:id="714431424">
          <w:marLeft w:val="640"/>
          <w:marRight w:val="0"/>
          <w:marTop w:val="0"/>
          <w:marBottom w:val="0"/>
          <w:divBdr>
            <w:top w:val="none" w:sz="0" w:space="0" w:color="auto"/>
            <w:left w:val="none" w:sz="0" w:space="0" w:color="auto"/>
            <w:bottom w:val="none" w:sz="0" w:space="0" w:color="auto"/>
            <w:right w:val="none" w:sz="0" w:space="0" w:color="auto"/>
          </w:divBdr>
        </w:div>
        <w:div w:id="826818866">
          <w:marLeft w:val="640"/>
          <w:marRight w:val="0"/>
          <w:marTop w:val="0"/>
          <w:marBottom w:val="0"/>
          <w:divBdr>
            <w:top w:val="none" w:sz="0" w:space="0" w:color="auto"/>
            <w:left w:val="none" w:sz="0" w:space="0" w:color="auto"/>
            <w:bottom w:val="none" w:sz="0" w:space="0" w:color="auto"/>
            <w:right w:val="none" w:sz="0" w:space="0" w:color="auto"/>
          </w:divBdr>
        </w:div>
        <w:div w:id="228007296">
          <w:marLeft w:val="640"/>
          <w:marRight w:val="0"/>
          <w:marTop w:val="0"/>
          <w:marBottom w:val="0"/>
          <w:divBdr>
            <w:top w:val="none" w:sz="0" w:space="0" w:color="auto"/>
            <w:left w:val="none" w:sz="0" w:space="0" w:color="auto"/>
            <w:bottom w:val="none" w:sz="0" w:space="0" w:color="auto"/>
            <w:right w:val="none" w:sz="0" w:space="0" w:color="auto"/>
          </w:divBdr>
        </w:div>
        <w:div w:id="1183784809">
          <w:marLeft w:val="640"/>
          <w:marRight w:val="0"/>
          <w:marTop w:val="0"/>
          <w:marBottom w:val="0"/>
          <w:divBdr>
            <w:top w:val="none" w:sz="0" w:space="0" w:color="auto"/>
            <w:left w:val="none" w:sz="0" w:space="0" w:color="auto"/>
            <w:bottom w:val="none" w:sz="0" w:space="0" w:color="auto"/>
            <w:right w:val="none" w:sz="0" w:space="0" w:color="auto"/>
          </w:divBdr>
        </w:div>
        <w:div w:id="1610157449">
          <w:marLeft w:val="640"/>
          <w:marRight w:val="0"/>
          <w:marTop w:val="0"/>
          <w:marBottom w:val="0"/>
          <w:divBdr>
            <w:top w:val="none" w:sz="0" w:space="0" w:color="auto"/>
            <w:left w:val="none" w:sz="0" w:space="0" w:color="auto"/>
            <w:bottom w:val="none" w:sz="0" w:space="0" w:color="auto"/>
            <w:right w:val="none" w:sz="0" w:space="0" w:color="auto"/>
          </w:divBdr>
        </w:div>
        <w:div w:id="960184317">
          <w:marLeft w:val="640"/>
          <w:marRight w:val="0"/>
          <w:marTop w:val="0"/>
          <w:marBottom w:val="0"/>
          <w:divBdr>
            <w:top w:val="none" w:sz="0" w:space="0" w:color="auto"/>
            <w:left w:val="none" w:sz="0" w:space="0" w:color="auto"/>
            <w:bottom w:val="none" w:sz="0" w:space="0" w:color="auto"/>
            <w:right w:val="none" w:sz="0" w:space="0" w:color="auto"/>
          </w:divBdr>
        </w:div>
        <w:div w:id="992830617">
          <w:marLeft w:val="640"/>
          <w:marRight w:val="0"/>
          <w:marTop w:val="0"/>
          <w:marBottom w:val="0"/>
          <w:divBdr>
            <w:top w:val="none" w:sz="0" w:space="0" w:color="auto"/>
            <w:left w:val="none" w:sz="0" w:space="0" w:color="auto"/>
            <w:bottom w:val="none" w:sz="0" w:space="0" w:color="auto"/>
            <w:right w:val="none" w:sz="0" w:space="0" w:color="auto"/>
          </w:divBdr>
        </w:div>
        <w:div w:id="924071116">
          <w:marLeft w:val="640"/>
          <w:marRight w:val="0"/>
          <w:marTop w:val="0"/>
          <w:marBottom w:val="0"/>
          <w:divBdr>
            <w:top w:val="none" w:sz="0" w:space="0" w:color="auto"/>
            <w:left w:val="none" w:sz="0" w:space="0" w:color="auto"/>
            <w:bottom w:val="none" w:sz="0" w:space="0" w:color="auto"/>
            <w:right w:val="none" w:sz="0" w:space="0" w:color="auto"/>
          </w:divBdr>
        </w:div>
        <w:div w:id="1850292562">
          <w:marLeft w:val="640"/>
          <w:marRight w:val="0"/>
          <w:marTop w:val="0"/>
          <w:marBottom w:val="0"/>
          <w:divBdr>
            <w:top w:val="none" w:sz="0" w:space="0" w:color="auto"/>
            <w:left w:val="none" w:sz="0" w:space="0" w:color="auto"/>
            <w:bottom w:val="none" w:sz="0" w:space="0" w:color="auto"/>
            <w:right w:val="none" w:sz="0" w:space="0" w:color="auto"/>
          </w:divBdr>
        </w:div>
        <w:div w:id="1998536947">
          <w:marLeft w:val="640"/>
          <w:marRight w:val="0"/>
          <w:marTop w:val="0"/>
          <w:marBottom w:val="0"/>
          <w:divBdr>
            <w:top w:val="none" w:sz="0" w:space="0" w:color="auto"/>
            <w:left w:val="none" w:sz="0" w:space="0" w:color="auto"/>
            <w:bottom w:val="none" w:sz="0" w:space="0" w:color="auto"/>
            <w:right w:val="none" w:sz="0" w:space="0" w:color="auto"/>
          </w:divBdr>
        </w:div>
        <w:div w:id="1069380425">
          <w:marLeft w:val="640"/>
          <w:marRight w:val="0"/>
          <w:marTop w:val="0"/>
          <w:marBottom w:val="0"/>
          <w:divBdr>
            <w:top w:val="none" w:sz="0" w:space="0" w:color="auto"/>
            <w:left w:val="none" w:sz="0" w:space="0" w:color="auto"/>
            <w:bottom w:val="none" w:sz="0" w:space="0" w:color="auto"/>
            <w:right w:val="none" w:sz="0" w:space="0" w:color="auto"/>
          </w:divBdr>
        </w:div>
        <w:div w:id="472914163">
          <w:marLeft w:val="640"/>
          <w:marRight w:val="0"/>
          <w:marTop w:val="0"/>
          <w:marBottom w:val="0"/>
          <w:divBdr>
            <w:top w:val="none" w:sz="0" w:space="0" w:color="auto"/>
            <w:left w:val="none" w:sz="0" w:space="0" w:color="auto"/>
            <w:bottom w:val="none" w:sz="0" w:space="0" w:color="auto"/>
            <w:right w:val="none" w:sz="0" w:space="0" w:color="auto"/>
          </w:divBdr>
        </w:div>
        <w:div w:id="493499774">
          <w:marLeft w:val="640"/>
          <w:marRight w:val="0"/>
          <w:marTop w:val="0"/>
          <w:marBottom w:val="0"/>
          <w:divBdr>
            <w:top w:val="none" w:sz="0" w:space="0" w:color="auto"/>
            <w:left w:val="none" w:sz="0" w:space="0" w:color="auto"/>
            <w:bottom w:val="none" w:sz="0" w:space="0" w:color="auto"/>
            <w:right w:val="none" w:sz="0" w:space="0" w:color="auto"/>
          </w:divBdr>
        </w:div>
        <w:div w:id="1674214613">
          <w:marLeft w:val="640"/>
          <w:marRight w:val="0"/>
          <w:marTop w:val="0"/>
          <w:marBottom w:val="0"/>
          <w:divBdr>
            <w:top w:val="none" w:sz="0" w:space="0" w:color="auto"/>
            <w:left w:val="none" w:sz="0" w:space="0" w:color="auto"/>
            <w:bottom w:val="none" w:sz="0" w:space="0" w:color="auto"/>
            <w:right w:val="none" w:sz="0" w:space="0" w:color="auto"/>
          </w:divBdr>
        </w:div>
        <w:div w:id="1171484001">
          <w:marLeft w:val="640"/>
          <w:marRight w:val="0"/>
          <w:marTop w:val="0"/>
          <w:marBottom w:val="0"/>
          <w:divBdr>
            <w:top w:val="none" w:sz="0" w:space="0" w:color="auto"/>
            <w:left w:val="none" w:sz="0" w:space="0" w:color="auto"/>
            <w:bottom w:val="none" w:sz="0" w:space="0" w:color="auto"/>
            <w:right w:val="none" w:sz="0" w:space="0" w:color="auto"/>
          </w:divBdr>
        </w:div>
        <w:div w:id="2093577666">
          <w:marLeft w:val="640"/>
          <w:marRight w:val="0"/>
          <w:marTop w:val="0"/>
          <w:marBottom w:val="0"/>
          <w:divBdr>
            <w:top w:val="none" w:sz="0" w:space="0" w:color="auto"/>
            <w:left w:val="none" w:sz="0" w:space="0" w:color="auto"/>
            <w:bottom w:val="none" w:sz="0" w:space="0" w:color="auto"/>
            <w:right w:val="none" w:sz="0" w:space="0" w:color="auto"/>
          </w:divBdr>
        </w:div>
        <w:div w:id="320812606">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0567762">
      <w:bodyDiv w:val="1"/>
      <w:marLeft w:val="0"/>
      <w:marRight w:val="0"/>
      <w:marTop w:val="0"/>
      <w:marBottom w:val="0"/>
      <w:divBdr>
        <w:top w:val="none" w:sz="0" w:space="0" w:color="auto"/>
        <w:left w:val="none" w:sz="0" w:space="0" w:color="auto"/>
        <w:bottom w:val="none" w:sz="0" w:space="0" w:color="auto"/>
        <w:right w:val="none" w:sz="0" w:space="0" w:color="auto"/>
      </w:divBdr>
      <w:divsChild>
        <w:div w:id="610669205">
          <w:marLeft w:val="640"/>
          <w:marRight w:val="0"/>
          <w:marTop w:val="0"/>
          <w:marBottom w:val="0"/>
          <w:divBdr>
            <w:top w:val="none" w:sz="0" w:space="0" w:color="auto"/>
            <w:left w:val="none" w:sz="0" w:space="0" w:color="auto"/>
            <w:bottom w:val="none" w:sz="0" w:space="0" w:color="auto"/>
            <w:right w:val="none" w:sz="0" w:space="0" w:color="auto"/>
          </w:divBdr>
        </w:div>
        <w:div w:id="959069214">
          <w:marLeft w:val="640"/>
          <w:marRight w:val="0"/>
          <w:marTop w:val="0"/>
          <w:marBottom w:val="0"/>
          <w:divBdr>
            <w:top w:val="none" w:sz="0" w:space="0" w:color="auto"/>
            <w:left w:val="none" w:sz="0" w:space="0" w:color="auto"/>
            <w:bottom w:val="none" w:sz="0" w:space="0" w:color="auto"/>
            <w:right w:val="none" w:sz="0" w:space="0" w:color="auto"/>
          </w:divBdr>
        </w:div>
        <w:div w:id="1649938090">
          <w:marLeft w:val="640"/>
          <w:marRight w:val="0"/>
          <w:marTop w:val="0"/>
          <w:marBottom w:val="0"/>
          <w:divBdr>
            <w:top w:val="none" w:sz="0" w:space="0" w:color="auto"/>
            <w:left w:val="none" w:sz="0" w:space="0" w:color="auto"/>
            <w:bottom w:val="none" w:sz="0" w:space="0" w:color="auto"/>
            <w:right w:val="none" w:sz="0" w:space="0" w:color="auto"/>
          </w:divBdr>
        </w:div>
      </w:divsChild>
    </w:div>
    <w:div w:id="1733308788">
      <w:bodyDiv w:val="1"/>
      <w:marLeft w:val="0"/>
      <w:marRight w:val="0"/>
      <w:marTop w:val="0"/>
      <w:marBottom w:val="0"/>
      <w:divBdr>
        <w:top w:val="none" w:sz="0" w:space="0" w:color="auto"/>
        <w:left w:val="none" w:sz="0" w:space="0" w:color="auto"/>
        <w:bottom w:val="none" w:sz="0" w:space="0" w:color="auto"/>
        <w:right w:val="none" w:sz="0" w:space="0" w:color="auto"/>
      </w:divBdr>
      <w:divsChild>
        <w:div w:id="409934469">
          <w:marLeft w:val="640"/>
          <w:marRight w:val="0"/>
          <w:marTop w:val="0"/>
          <w:marBottom w:val="0"/>
          <w:divBdr>
            <w:top w:val="none" w:sz="0" w:space="0" w:color="auto"/>
            <w:left w:val="none" w:sz="0" w:space="0" w:color="auto"/>
            <w:bottom w:val="none" w:sz="0" w:space="0" w:color="auto"/>
            <w:right w:val="none" w:sz="0" w:space="0" w:color="auto"/>
          </w:divBdr>
        </w:div>
        <w:div w:id="684132565">
          <w:marLeft w:val="640"/>
          <w:marRight w:val="0"/>
          <w:marTop w:val="0"/>
          <w:marBottom w:val="0"/>
          <w:divBdr>
            <w:top w:val="none" w:sz="0" w:space="0" w:color="auto"/>
            <w:left w:val="none" w:sz="0" w:space="0" w:color="auto"/>
            <w:bottom w:val="none" w:sz="0" w:space="0" w:color="auto"/>
            <w:right w:val="none" w:sz="0" w:space="0" w:color="auto"/>
          </w:divBdr>
        </w:div>
        <w:div w:id="1020468262">
          <w:marLeft w:val="640"/>
          <w:marRight w:val="0"/>
          <w:marTop w:val="0"/>
          <w:marBottom w:val="0"/>
          <w:divBdr>
            <w:top w:val="none" w:sz="0" w:space="0" w:color="auto"/>
            <w:left w:val="none" w:sz="0" w:space="0" w:color="auto"/>
            <w:bottom w:val="none" w:sz="0" w:space="0" w:color="auto"/>
            <w:right w:val="none" w:sz="0" w:space="0" w:color="auto"/>
          </w:divBdr>
        </w:div>
        <w:div w:id="1286815794">
          <w:marLeft w:val="640"/>
          <w:marRight w:val="0"/>
          <w:marTop w:val="0"/>
          <w:marBottom w:val="0"/>
          <w:divBdr>
            <w:top w:val="none" w:sz="0" w:space="0" w:color="auto"/>
            <w:left w:val="none" w:sz="0" w:space="0" w:color="auto"/>
            <w:bottom w:val="none" w:sz="0" w:space="0" w:color="auto"/>
            <w:right w:val="none" w:sz="0" w:space="0" w:color="auto"/>
          </w:divBdr>
        </w:div>
        <w:div w:id="1384408744">
          <w:marLeft w:val="640"/>
          <w:marRight w:val="0"/>
          <w:marTop w:val="0"/>
          <w:marBottom w:val="0"/>
          <w:divBdr>
            <w:top w:val="none" w:sz="0" w:space="0" w:color="auto"/>
            <w:left w:val="none" w:sz="0" w:space="0" w:color="auto"/>
            <w:bottom w:val="none" w:sz="0" w:space="0" w:color="auto"/>
            <w:right w:val="none" w:sz="0" w:space="0" w:color="auto"/>
          </w:divBdr>
        </w:div>
        <w:div w:id="1433745212">
          <w:marLeft w:val="640"/>
          <w:marRight w:val="0"/>
          <w:marTop w:val="0"/>
          <w:marBottom w:val="0"/>
          <w:divBdr>
            <w:top w:val="none" w:sz="0" w:space="0" w:color="auto"/>
            <w:left w:val="none" w:sz="0" w:space="0" w:color="auto"/>
            <w:bottom w:val="none" w:sz="0" w:space="0" w:color="auto"/>
            <w:right w:val="none" w:sz="0" w:space="0" w:color="auto"/>
          </w:divBdr>
        </w:div>
        <w:div w:id="1666324597">
          <w:marLeft w:val="640"/>
          <w:marRight w:val="0"/>
          <w:marTop w:val="0"/>
          <w:marBottom w:val="0"/>
          <w:divBdr>
            <w:top w:val="none" w:sz="0" w:space="0" w:color="auto"/>
            <w:left w:val="none" w:sz="0" w:space="0" w:color="auto"/>
            <w:bottom w:val="none" w:sz="0" w:space="0" w:color="auto"/>
            <w:right w:val="none" w:sz="0" w:space="0" w:color="auto"/>
          </w:divBdr>
        </w:div>
        <w:div w:id="1746604178">
          <w:marLeft w:val="640"/>
          <w:marRight w:val="0"/>
          <w:marTop w:val="0"/>
          <w:marBottom w:val="0"/>
          <w:divBdr>
            <w:top w:val="none" w:sz="0" w:space="0" w:color="auto"/>
            <w:left w:val="none" w:sz="0" w:space="0" w:color="auto"/>
            <w:bottom w:val="none" w:sz="0" w:space="0" w:color="auto"/>
            <w:right w:val="none" w:sz="0" w:space="0" w:color="auto"/>
          </w:divBdr>
        </w:div>
        <w:div w:id="1914898254">
          <w:marLeft w:val="640"/>
          <w:marRight w:val="0"/>
          <w:marTop w:val="0"/>
          <w:marBottom w:val="0"/>
          <w:divBdr>
            <w:top w:val="none" w:sz="0" w:space="0" w:color="auto"/>
            <w:left w:val="none" w:sz="0" w:space="0" w:color="auto"/>
            <w:bottom w:val="none" w:sz="0" w:space="0" w:color="auto"/>
            <w:right w:val="none" w:sz="0" w:space="0" w:color="auto"/>
          </w:divBdr>
        </w:div>
      </w:divsChild>
    </w:div>
    <w:div w:id="1759865930">
      <w:bodyDiv w:val="1"/>
      <w:marLeft w:val="0"/>
      <w:marRight w:val="0"/>
      <w:marTop w:val="0"/>
      <w:marBottom w:val="0"/>
      <w:divBdr>
        <w:top w:val="none" w:sz="0" w:space="0" w:color="auto"/>
        <w:left w:val="none" w:sz="0" w:space="0" w:color="auto"/>
        <w:bottom w:val="none" w:sz="0" w:space="0" w:color="auto"/>
        <w:right w:val="none" w:sz="0" w:space="0" w:color="auto"/>
      </w:divBdr>
      <w:divsChild>
        <w:div w:id="86510979">
          <w:marLeft w:val="640"/>
          <w:marRight w:val="0"/>
          <w:marTop w:val="0"/>
          <w:marBottom w:val="0"/>
          <w:divBdr>
            <w:top w:val="none" w:sz="0" w:space="0" w:color="auto"/>
            <w:left w:val="none" w:sz="0" w:space="0" w:color="auto"/>
            <w:bottom w:val="none" w:sz="0" w:space="0" w:color="auto"/>
            <w:right w:val="none" w:sz="0" w:space="0" w:color="auto"/>
          </w:divBdr>
        </w:div>
        <w:div w:id="188372836">
          <w:marLeft w:val="640"/>
          <w:marRight w:val="0"/>
          <w:marTop w:val="0"/>
          <w:marBottom w:val="0"/>
          <w:divBdr>
            <w:top w:val="none" w:sz="0" w:space="0" w:color="auto"/>
            <w:left w:val="none" w:sz="0" w:space="0" w:color="auto"/>
            <w:bottom w:val="none" w:sz="0" w:space="0" w:color="auto"/>
            <w:right w:val="none" w:sz="0" w:space="0" w:color="auto"/>
          </w:divBdr>
        </w:div>
        <w:div w:id="227500629">
          <w:marLeft w:val="640"/>
          <w:marRight w:val="0"/>
          <w:marTop w:val="0"/>
          <w:marBottom w:val="0"/>
          <w:divBdr>
            <w:top w:val="none" w:sz="0" w:space="0" w:color="auto"/>
            <w:left w:val="none" w:sz="0" w:space="0" w:color="auto"/>
            <w:bottom w:val="none" w:sz="0" w:space="0" w:color="auto"/>
            <w:right w:val="none" w:sz="0" w:space="0" w:color="auto"/>
          </w:divBdr>
        </w:div>
        <w:div w:id="296961250">
          <w:marLeft w:val="640"/>
          <w:marRight w:val="0"/>
          <w:marTop w:val="0"/>
          <w:marBottom w:val="0"/>
          <w:divBdr>
            <w:top w:val="none" w:sz="0" w:space="0" w:color="auto"/>
            <w:left w:val="none" w:sz="0" w:space="0" w:color="auto"/>
            <w:bottom w:val="none" w:sz="0" w:space="0" w:color="auto"/>
            <w:right w:val="none" w:sz="0" w:space="0" w:color="auto"/>
          </w:divBdr>
        </w:div>
        <w:div w:id="462357112">
          <w:marLeft w:val="640"/>
          <w:marRight w:val="0"/>
          <w:marTop w:val="0"/>
          <w:marBottom w:val="0"/>
          <w:divBdr>
            <w:top w:val="none" w:sz="0" w:space="0" w:color="auto"/>
            <w:left w:val="none" w:sz="0" w:space="0" w:color="auto"/>
            <w:bottom w:val="none" w:sz="0" w:space="0" w:color="auto"/>
            <w:right w:val="none" w:sz="0" w:space="0" w:color="auto"/>
          </w:divBdr>
        </w:div>
        <w:div w:id="475295388">
          <w:marLeft w:val="640"/>
          <w:marRight w:val="0"/>
          <w:marTop w:val="0"/>
          <w:marBottom w:val="0"/>
          <w:divBdr>
            <w:top w:val="none" w:sz="0" w:space="0" w:color="auto"/>
            <w:left w:val="none" w:sz="0" w:space="0" w:color="auto"/>
            <w:bottom w:val="none" w:sz="0" w:space="0" w:color="auto"/>
            <w:right w:val="none" w:sz="0" w:space="0" w:color="auto"/>
          </w:divBdr>
        </w:div>
        <w:div w:id="544950685">
          <w:marLeft w:val="640"/>
          <w:marRight w:val="0"/>
          <w:marTop w:val="0"/>
          <w:marBottom w:val="0"/>
          <w:divBdr>
            <w:top w:val="none" w:sz="0" w:space="0" w:color="auto"/>
            <w:left w:val="none" w:sz="0" w:space="0" w:color="auto"/>
            <w:bottom w:val="none" w:sz="0" w:space="0" w:color="auto"/>
            <w:right w:val="none" w:sz="0" w:space="0" w:color="auto"/>
          </w:divBdr>
        </w:div>
        <w:div w:id="552156195">
          <w:marLeft w:val="640"/>
          <w:marRight w:val="0"/>
          <w:marTop w:val="0"/>
          <w:marBottom w:val="0"/>
          <w:divBdr>
            <w:top w:val="none" w:sz="0" w:space="0" w:color="auto"/>
            <w:left w:val="none" w:sz="0" w:space="0" w:color="auto"/>
            <w:bottom w:val="none" w:sz="0" w:space="0" w:color="auto"/>
            <w:right w:val="none" w:sz="0" w:space="0" w:color="auto"/>
          </w:divBdr>
        </w:div>
        <w:div w:id="773130229">
          <w:marLeft w:val="640"/>
          <w:marRight w:val="0"/>
          <w:marTop w:val="0"/>
          <w:marBottom w:val="0"/>
          <w:divBdr>
            <w:top w:val="none" w:sz="0" w:space="0" w:color="auto"/>
            <w:left w:val="none" w:sz="0" w:space="0" w:color="auto"/>
            <w:bottom w:val="none" w:sz="0" w:space="0" w:color="auto"/>
            <w:right w:val="none" w:sz="0" w:space="0" w:color="auto"/>
          </w:divBdr>
        </w:div>
        <w:div w:id="1011838699">
          <w:marLeft w:val="640"/>
          <w:marRight w:val="0"/>
          <w:marTop w:val="0"/>
          <w:marBottom w:val="0"/>
          <w:divBdr>
            <w:top w:val="none" w:sz="0" w:space="0" w:color="auto"/>
            <w:left w:val="none" w:sz="0" w:space="0" w:color="auto"/>
            <w:bottom w:val="none" w:sz="0" w:space="0" w:color="auto"/>
            <w:right w:val="none" w:sz="0" w:space="0" w:color="auto"/>
          </w:divBdr>
        </w:div>
        <w:div w:id="1048258840">
          <w:marLeft w:val="640"/>
          <w:marRight w:val="0"/>
          <w:marTop w:val="0"/>
          <w:marBottom w:val="0"/>
          <w:divBdr>
            <w:top w:val="none" w:sz="0" w:space="0" w:color="auto"/>
            <w:left w:val="none" w:sz="0" w:space="0" w:color="auto"/>
            <w:bottom w:val="none" w:sz="0" w:space="0" w:color="auto"/>
            <w:right w:val="none" w:sz="0" w:space="0" w:color="auto"/>
          </w:divBdr>
        </w:div>
        <w:div w:id="1113403806">
          <w:marLeft w:val="640"/>
          <w:marRight w:val="0"/>
          <w:marTop w:val="0"/>
          <w:marBottom w:val="0"/>
          <w:divBdr>
            <w:top w:val="none" w:sz="0" w:space="0" w:color="auto"/>
            <w:left w:val="none" w:sz="0" w:space="0" w:color="auto"/>
            <w:bottom w:val="none" w:sz="0" w:space="0" w:color="auto"/>
            <w:right w:val="none" w:sz="0" w:space="0" w:color="auto"/>
          </w:divBdr>
        </w:div>
        <w:div w:id="1169059670">
          <w:marLeft w:val="640"/>
          <w:marRight w:val="0"/>
          <w:marTop w:val="0"/>
          <w:marBottom w:val="0"/>
          <w:divBdr>
            <w:top w:val="none" w:sz="0" w:space="0" w:color="auto"/>
            <w:left w:val="none" w:sz="0" w:space="0" w:color="auto"/>
            <w:bottom w:val="none" w:sz="0" w:space="0" w:color="auto"/>
            <w:right w:val="none" w:sz="0" w:space="0" w:color="auto"/>
          </w:divBdr>
        </w:div>
        <w:div w:id="1284531280">
          <w:marLeft w:val="640"/>
          <w:marRight w:val="0"/>
          <w:marTop w:val="0"/>
          <w:marBottom w:val="0"/>
          <w:divBdr>
            <w:top w:val="none" w:sz="0" w:space="0" w:color="auto"/>
            <w:left w:val="none" w:sz="0" w:space="0" w:color="auto"/>
            <w:bottom w:val="none" w:sz="0" w:space="0" w:color="auto"/>
            <w:right w:val="none" w:sz="0" w:space="0" w:color="auto"/>
          </w:divBdr>
        </w:div>
        <w:div w:id="1516647174">
          <w:marLeft w:val="640"/>
          <w:marRight w:val="0"/>
          <w:marTop w:val="0"/>
          <w:marBottom w:val="0"/>
          <w:divBdr>
            <w:top w:val="none" w:sz="0" w:space="0" w:color="auto"/>
            <w:left w:val="none" w:sz="0" w:space="0" w:color="auto"/>
            <w:bottom w:val="none" w:sz="0" w:space="0" w:color="auto"/>
            <w:right w:val="none" w:sz="0" w:space="0" w:color="auto"/>
          </w:divBdr>
        </w:div>
        <w:div w:id="1642614943">
          <w:marLeft w:val="640"/>
          <w:marRight w:val="0"/>
          <w:marTop w:val="0"/>
          <w:marBottom w:val="0"/>
          <w:divBdr>
            <w:top w:val="none" w:sz="0" w:space="0" w:color="auto"/>
            <w:left w:val="none" w:sz="0" w:space="0" w:color="auto"/>
            <w:bottom w:val="none" w:sz="0" w:space="0" w:color="auto"/>
            <w:right w:val="none" w:sz="0" w:space="0" w:color="auto"/>
          </w:divBdr>
        </w:div>
        <w:div w:id="1728530542">
          <w:marLeft w:val="640"/>
          <w:marRight w:val="0"/>
          <w:marTop w:val="0"/>
          <w:marBottom w:val="0"/>
          <w:divBdr>
            <w:top w:val="none" w:sz="0" w:space="0" w:color="auto"/>
            <w:left w:val="none" w:sz="0" w:space="0" w:color="auto"/>
            <w:bottom w:val="none" w:sz="0" w:space="0" w:color="auto"/>
            <w:right w:val="none" w:sz="0" w:space="0" w:color="auto"/>
          </w:divBdr>
        </w:div>
        <w:div w:id="1913850164">
          <w:marLeft w:val="640"/>
          <w:marRight w:val="0"/>
          <w:marTop w:val="0"/>
          <w:marBottom w:val="0"/>
          <w:divBdr>
            <w:top w:val="none" w:sz="0" w:space="0" w:color="auto"/>
            <w:left w:val="none" w:sz="0" w:space="0" w:color="auto"/>
            <w:bottom w:val="none" w:sz="0" w:space="0" w:color="auto"/>
            <w:right w:val="none" w:sz="0" w:space="0" w:color="auto"/>
          </w:divBdr>
        </w:div>
        <w:div w:id="1974679573">
          <w:marLeft w:val="640"/>
          <w:marRight w:val="0"/>
          <w:marTop w:val="0"/>
          <w:marBottom w:val="0"/>
          <w:divBdr>
            <w:top w:val="none" w:sz="0" w:space="0" w:color="auto"/>
            <w:left w:val="none" w:sz="0" w:space="0" w:color="auto"/>
            <w:bottom w:val="none" w:sz="0" w:space="0" w:color="auto"/>
            <w:right w:val="none" w:sz="0" w:space="0" w:color="auto"/>
          </w:divBdr>
        </w:div>
        <w:div w:id="2130929967">
          <w:marLeft w:val="640"/>
          <w:marRight w:val="0"/>
          <w:marTop w:val="0"/>
          <w:marBottom w:val="0"/>
          <w:divBdr>
            <w:top w:val="none" w:sz="0" w:space="0" w:color="auto"/>
            <w:left w:val="none" w:sz="0" w:space="0" w:color="auto"/>
            <w:bottom w:val="none" w:sz="0" w:space="0" w:color="auto"/>
            <w:right w:val="none" w:sz="0" w:space="0" w:color="auto"/>
          </w:divBdr>
        </w:div>
      </w:divsChild>
    </w:div>
    <w:div w:id="1764257872">
      <w:bodyDiv w:val="1"/>
      <w:marLeft w:val="0"/>
      <w:marRight w:val="0"/>
      <w:marTop w:val="0"/>
      <w:marBottom w:val="0"/>
      <w:divBdr>
        <w:top w:val="none" w:sz="0" w:space="0" w:color="auto"/>
        <w:left w:val="none" w:sz="0" w:space="0" w:color="auto"/>
        <w:bottom w:val="none" w:sz="0" w:space="0" w:color="auto"/>
        <w:right w:val="none" w:sz="0" w:space="0" w:color="auto"/>
      </w:divBdr>
    </w:div>
    <w:div w:id="1765608545">
      <w:bodyDiv w:val="1"/>
      <w:marLeft w:val="0"/>
      <w:marRight w:val="0"/>
      <w:marTop w:val="0"/>
      <w:marBottom w:val="0"/>
      <w:divBdr>
        <w:top w:val="none" w:sz="0" w:space="0" w:color="auto"/>
        <w:left w:val="none" w:sz="0" w:space="0" w:color="auto"/>
        <w:bottom w:val="none" w:sz="0" w:space="0" w:color="auto"/>
        <w:right w:val="none" w:sz="0" w:space="0" w:color="auto"/>
      </w:divBdr>
      <w:divsChild>
        <w:div w:id="870067621">
          <w:marLeft w:val="640"/>
          <w:marRight w:val="0"/>
          <w:marTop w:val="0"/>
          <w:marBottom w:val="0"/>
          <w:divBdr>
            <w:top w:val="none" w:sz="0" w:space="0" w:color="auto"/>
            <w:left w:val="none" w:sz="0" w:space="0" w:color="auto"/>
            <w:bottom w:val="none" w:sz="0" w:space="0" w:color="auto"/>
            <w:right w:val="none" w:sz="0" w:space="0" w:color="auto"/>
          </w:divBdr>
        </w:div>
        <w:div w:id="1671568029">
          <w:marLeft w:val="640"/>
          <w:marRight w:val="0"/>
          <w:marTop w:val="0"/>
          <w:marBottom w:val="0"/>
          <w:divBdr>
            <w:top w:val="none" w:sz="0" w:space="0" w:color="auto"/>
            <w:left w:val="none" w:sz="0" w:space="0" w:color="auto"/>
            <w:bottom w:val="none" w:sz="0" w:space="0" w:color="auto"/>
            <w:right w:val="none" w:sz="0" w:space="0" w:color="auto"/>
          </w:divBdr>
        </w:div>
        <w:div w:id="1982229434">
          <w:marLeft w:val="640"/>
          <w:marRight w:val="0"/>
          <w:marTop w:val="0"/>
          <w:marBottom w:val="0"/>
          <w:divBdr>
            <w:top w:val="none" w:sz="0" w:space="0" w:color="auto"/>
            <w:left w:val="none" w:sz="0" w:space="0" w:color="auto"/>
            <w:bottom w:val="none" w:sz="0" w:space="0" w:color="auto"/>
            <w:right w:val="none" w:sz="0" w:space="0" w:color="auto"/>
          </w:divBdr>
        </w:div>
        <w:div w:id="675115383">
          <w:marLeft w:val="640"/>
          <w:marRight w:val="0"/>
          <w:marTop w:val="0"/>
          <w:marBottom w:val="0"/>
          <w:divBdr>
            <w:top w:val="none" w:sz="0" w:space="0" w:color="auto"/>
            <w:left w:val="none" w:sz="0" w:space="0" w:color="auto"/>
            <w:bottom w:val="none" w:sz="0" w:space="0" w:color="auto"/>
            <w:right w:val="none" w:sz="0" w:space="0" w:color="auto"/>
          </w:divBdr>
        </w:div>
        <w:div w:id="1730110289">
          <w:marLeft w:val="640"/>
          <w:marRight w:val="0"/>
          <w:marTop w:val="0"/>
          <w:marBottom w:val="0"/>
          <w:divBdr>
            <w:top w:val="none" w:sz="0" w:space="0" w:color="auto"/>
            <w:left w:val="none" w:sz="0" w:space="0" w:color="auto"/>
            <w:bottom w:val="none" w:sz="0" w:space="0" w:color="auto"/>
            <w:right w:val="none" w:sz="0" w:space="0" w:color="auto"/>
          </w:divBdr>
        </w:div>
        <w:div w:id="1400668023">
          <w:marLeft w:val="640"/>
          <w:marRight w:val="0"/>
          <w:marTop w:val="0"/>
          <w:marBottom w:val="0"/>
          <w:divBdr>
            <w:top w:val="none" w:sz="0" w:space="0" w:color="auto"/>
            <w:left w:val="none" w:sz="0" w:space="0" w:color="auto"/>
            <w:bottom w:val="none" w:sz="0" w:space="0" w:color="auto"/>
            <w:right w:val="none" w:sz="0" w:space="0" w:color="auto"/>
          </w:divBdr>
        </w:div>
        <w:div w:id="1361515113">
          <w:marLeft w:val="640"/>
          <w:marRight w:val="0"/>
          <w:marTop w:val="0"/>
          <w:marBottom w:val="0"/>
          <w:divBdr>
            <w:top w:val="none" w:sz="0" w:space="0" w:color="auto"/>
            <w:left w:val="none" w:sz="0" w:space="0" w:color="auto"/>
            <w:bottom w:val="none" w:sz="0" w:space="0" w:color="auto"/>
            <w:right w:val="none" w:sz="0" w:space="0" w:color="auto"/>
          </w:divBdr>
        </w:div>
        <w:div w:id="534075725">
          <w:marLeft w:val="640"/>
          <w:marRight w:val="0"/>
          <w:marTop w:val="0"/>
          <w:marBottom w:val="0"/>
          <w:divBdr>
            <w:top w:val="none" w:sz="0" w:space="0" w:color="auto"/>
            <w:left w:val="none" w:sz="0" w:space="0" w:color="auto"/>
            <w:bottom w:val="none" w:sz="0" w:space="0" w:color="auto"/>
            <w:right w:val="none" w:sz="0" w:space="0" w:color="auto"/>
          </w:divBdr>
        </w:div>
        <w:div w:id="1136148014">
          <w:marLeft w:val="640"/>
          <w:marRight w:val="0"/>
          <w:marTop w:val="0"/>
          <w:marBottom w:val="0"/>
          <w:divBdr>
            <w:top w:val="none" w:sz="0" w:space="0" w:color="auto"/>
            <w:left w:val="none" w:sz="0" w:space="0" w:color="auto"/>
            <w:bottom w:val="none" w:sz="0" w:space="0" w:color="auto"/>
            <w:right w:val="none" w:sz="0" w:space="0" w:color="auto"/>
          </w:divBdr>
        </w:div>
        <w:div w:id="1229609601">
          <w:marLeft w:val="640"/>
          <w:marRight w:val="0"/>
          <w:marTop w:val="0"/>
          <w:marBottom w:val="0"/>
          <w:divBdr>
            <w:top w:val="none" w:sz="0" w:space="0" w:color="auto"/>
            <w:left w:val="none" w:sz="0" w:space="0" w:color="auto"/>
            <w:bottom w:val="none" w:sz="0" w:space="0" w:color="auto"/>
            <w:right w:val="none" w:sz="0" w:space="0" w:color="auto"/>
          </w:divBdr>
        </w:div>
        <w:div w:id="586111567">
          <w:marLeft w:val="640"/>
          <w:marRight w:val="0"/>
          <w:marTop w:val="0"/>
          <w:marBottom w:val="0"/>
          <w:divBdr>
            <w:top w:val="none" w:sz="0" w:space="0" w:color="auto"/>
            <w:left w:val="none" w:sz="0" w:space="0" w:color="auto"/>
            <w:bottom w:val="none" w:sz="0" w:space="0" w:color="auto"/>
            <w:right w:val="none" w:sz="0" w:space="0" w:color="auto"/>
          </w:divBdr>
        </w:div>
        <w:div w:id="1099830538">
          <w:marLeft w:val="640"/>
          <w:marRight w:val="0"/>
          <w:marTop w:val="0"/>
          <w:marBottom w:val="0"/>
          <w:divBdr>
            <w:top w:val="none" w:sz="0" w:space="0" w:color="auto"/>
            <w:left w:val="none" w:sz="0" w:space="0" w:color="auto"/>
            <w:bottom w:val="none" w:sz="0" w:space="0" w:color="auto"/>
            <w:right w:val="none" w:sz="0" w:space="0" w:color="auto"/>
          </w:divBdr>
        </w:div>
        <w:div w:id="1094324914">
          <w:marLeft w:val="640"/>
          <w:marRight w:val="0"/>
          <w:marTop w:val="0"/>
          <w:marBottom w:val="0"/>
          <w:divBdr>
            <w:top w:val="none" w:sz="0" w:space="0" w:color="auto"/>
            <w:left w:val="none" w:sz="0" w:space="0" w:color="auto"/>
            <w:bottom w:val="none" w:sz="0" w:space="0" w:color="auto"/>
            <w:right w:val="none" w:sz="0" w:space="0" w:color="auto"/>
          </w:divBdr>
        </w:div>
        <w:div w:id="2043019860">
          <w:marLeft w:val="640"/>
          <w:marRight w:val="0"/>
          <w:marTop w:val="0"/>
          <w:marBottom w:val="0"/>
          <w:divBdr>
            <w:top w:val="none" w:sz="0" w:space="0" w:color="auto"/>
            <w:left w:val="none" w:sz="0" w:space="0" w:color="auto"/>
            <w:bottom w:val="none" w:sz="0" w:space="0" w:color="auto"/>
            <w:right w:val="none" w:sz="0" w:space="0" w:color="auto"/>
          </w:divBdr>
        </w:div>
        <w:div w:id="1370301454">
          <w:marLeft w:val="640"/>
          <w:marRight w:val="0"/>
          <w:marTop w:val="0"/>
          <w:marBottom w:val="0"/>
          <w:divBdr>
            <w:top w:val="none" w:sz="0" w:space="0" w:color="auto"/>
            <w:left w:val="none" w:sz="0" w:space="0" w:color="auto"/>
            <w:bottom w:val="none" w:sz="0" w:space="0" w:color="auto"/>
            <w:right w:val="none" w:sz="0" w:space="0" w:color="auto"/>
          </w:divBdr>
        </w:div>
        <w:div w:id="1025710991">
          <w:marLeft w:val="640"/>
          <w:marRight w:val="0"/>
          <w:marTop w:val="0"/>
          <w:marBottom w:val="0"/>
          <w:divBdr>
            <w:top w:val="none" w:sz="0" w:space="0" w:color="auto"/>
            <w:left w:val="none" w:sz="0" w:space="0" w:color="auto"/>
            <w:bottom w:val="none" w:sz="0" w:space="0" w:color="auto"/>
            <w:right w:val="none" w:sz="0" w:space="0" w:color="auto"/>
          </w:divBdr>
        </w:div>
        <w:div w:id="108668123">
          <w:marLeft w:val="640"/>
          <w:marRight w:val="0"/>
          <w:marTop w:val="0"/>
          <w:marBottom w:val="0"/>
          <w:divBdr>
            <w:top w:val="none" w:sz="0" w:space="0" w:color="auto"/>
            <w:left w:val="none" w:sz="0" w:space="0" w:color="auto"/>
            <w:bottom w:val="none" w:sz="0" w:space="0" w:color="auto"/>
            <w:right w:val="none" w:sz="0" w:space="0" w:color="auto"/>
          </w:divBdr>
        </w:div>
        <w:div w:id="1249341541">
          <w:marLeft w:val="640"/>
          <w:marRight w:val="0"/>
          <w:marTop w:val="0"/>
          <w:marBottom w:val="0"/>
          <w:divBdr>
            <w:top w:val="none" w:sz="0" w:space="0" w:color="auto"/>
            <w:left w:val="none" w:sz="0" w:space="0" w:color="auto"/>
            <w:bottom w:val="none" w:sz="0" w:space="0" w:color="auto"/>
            <w:right w:val="none" w:sz="0" w:space="0" w:color="auto"/>
          </w:divBdr>
        </w:div>
        <w:div w:id="1873761564">
          <w:marLeft w:val="640"/>
          <w:marRight w:val="0"/>
          <w:marTop w:val="0"/>
          <w:marBottom w:val="0"/>
          <w:divBdr>
            <w:top w:val="none" w:sz="0" w:space="0" w:color="auto"/>
            <w:left w:val="none" w:sz="0" w:space="0" w:color="auto"/>
            <w:bottom w:val="none" w:sz="0" w:space="0" w:color="auto"/>
            <w:right w:val="none" w:sz="0" w:space="0" w:color="auto"/>
          </w:divBdr>
        </w:div>
        <w:div w:id="1795321794">
          <w:marLeft w:val="640"/>
          <w:marRight w:val="0"/>
          <w:marTop w:val="0"/>
          <w:marBottom w:val="0"/>
          <w:divBdr>
            <w:top w:val="none" w:sz="0" w:space="0" w:color="auto"/>
            <w:left w:val="none" w:sz="0" w:space="0" w:color="auto"/>
            <w:bottom w:val="none" w:sz="0" w:space="0" w:color="auto"/>
            <w:right w:val="none" w:sz="0" w:space="0" w:color="auto"/>
          </w:divBdr>
        </w:div>
        <w:div w:id="869873279">
          <w:marLeft w:val="640"/>
          <w:marRight w:val="0"/>
          <w:marTop w:val="0"/>
          <w:marBottom w:val="0"/>
          <w:divBdr>
            <w:top w:val="none" w:sz="0" w:space="0" w:color="auto"/>
            <w:left w:val="none" w:sz="0" w:space="0" w:color="auto"/>
            <w:bottom w:val="none" w:sz="0" w:space="0" w:color="auto"/>
            <w:right w:val="none" w:sz="0" w:space="0" w:color="auto"/>
          </w:divBdr>
        </w:div>
        <w:div w:id="407002284">
          <w:marLeft w:val="640"/>
          <w:marRight w:val="0"/>
          <w:marTop w:val="0"/>
          <w:marBottom w:val="0"/>
          <w:divBdr>
            <w:top w:val="none" w:sz="0" w:space="0" w:color="auto"/>
            <w:left w:val="none" w:sz="0" w:space="0" w:color="auto"/>
            <w:bottom w:val="none" w:sz="0" w:space="0" w:color="auto"/>
            <w:right w:val="none" w:sz="0" w:space="0" w:color="auto"/>
          </w:divBdr>
        </w:div>
        <w:div w:id="1061903514">
          <w:marLeft w:val="640"/>
          <w:marRight w:val="0"/>
          <w:marTop w:val="0"/>
          <w:marBottom w:val="0"/>
          <w:divBdr>
            <w:top w:val="none" w:sz="0" w:space="0" w:color="auto"/>
            <w:left w:val="none" w:sz="0" w:space="0" w:color="auto"/>
            <w:bottom w:val="none" w:sz="0" w:space="0" w:color="auto"/>
            <w:right w:val="none" w:sz="0" w:space="0" w:color="auto"/>
          </w:divBdr>
        </w:div>
        <w:div w:id="986862209">
          <w:marLeft w:val="640"/>
          <w:marRight w:val="0"/>
          <w:marTop w:val="0"/>
          <w:marBottom w:val="0"/>
          <w:divBdr>
            <w:top w:val="none" w:sz="0" w:space="0" w:color="auto"/>
            <w:left w:val="none" w:sz="0" w:space="0" w:color="auto"/>
            <w:bottom w:val="none" w:sz="0" w:space="0" w:color="auto"/>
            <w:right w:val="none" w:sz="0" w:space="0" w:color="auto"/>
          </w:divBdr>
        </w:div>
        <w:div w:id="1937441193">
          <w:marLeft w:val="640"/>
          <w:marRight w:val="0"/>
          <w:marTop w:val="0"/>
          <w:marBottom w:val="0"/>
          <w:divBdr>
            <w:top w:val="none" w:sz="0" w:space="0" w:color="auto"/>
            <w:left w:val="none" w:sz="0" w:space="0" w:color="auto"/>
            <w:bottom w:val="none" w:sz="0" w:space="0" w:color="auto"/>
            <w:right w:val="none" w:sz="0" w:space="0" w:color="auto"/>
          </w:divBdr>
        </w:div>
        <w:div w:id="888687456">
          <w:marLeft w:val="640"/>
          <w:marRight w:val="0"/>
          <w:marTop w:val="0"/>
          <w:marBottom w:val="0"/>
          <w:divBdr>
            <w:top w:val="none" w:sz="0" w:space="0" w:color="auto"/>
            <w:left w:val="none" w:sz="0" w:space="0" w:color="auto"/>
            <w:bottom w:val="none" w:sz="0" w:space="0" w:color="auto"/>
            <w:right w:val="none" w:sz="0" w:space="0" w:color="auto"/>
          </w:divBdr>
        </w:div>
        <w:div w:id="1885213142">
          <w:marLeft w:val="640"/>
          <w:marRight w:val="0"/>
          <w:marTop w:val="0"/>
          <w:marBottom w:val="0"/>
          <w:divBdr>
            <w:top w:val="none" w:sz="0" w:space="0" w:color="auto"/>
            <w:left w:val="none" w:sz="0" w:space="0" w:color="auto"/>
            <w:bottom w:val="none" w:sz="0" w:space="0" w:color="auto"/>
            <w:right w:val="none" w:sz="0" w:space="0" w:color="auto"/>
          </w:divBdr>
        </w:div>
      </w:divsChild>
    </w:div>
    <w:div w:id="1769538052">
      <w:bodyDiv w:val="1"/>
      <w:marLeft w:val="0"/>
      <w:marRight w:val="0"/>
      <w:marTop w:val="0"/>
      <w:marBottom w:val="0"/>
      <w:divBdr>
        <w:top w:val="none" w:sz="0" w:space="0" w:color="auto"/>
        <w:left w:val="none" w:sz="0" w:space="0" w:color="auto"/>
        <w:bottom w:val="none" w:sz="0" w:space="0" w:color="auto"/>
        <w:right w:val="none" w:sz="0" w:space="0" w:color="auto"/>
      </w:divBdr>
      <w:divsChild>
        <w:div w:id="104888967">
          <w:marLeft w:val="640"/>
          <w:marRight w:val="0"/>
          <w:marTop w:val="0"/>
          <w:marBottom w:val="0"/>
          <w:divBdr>
            <w:top w:val="none" w:sz="0" w:space="0" w:color="auto"/>
            <w:left w:val="none" w:sz="0" w:space="0" w:color="auto"/>
            <w:bottom w:val="none" w:sz="0" w:space="0" w:color="auto"/>
            <w:right w:val="none" w:sz="0" w:space="0" w:color="auto"/>
          </w:divBdr>
        </w:div>
        <w:div w:id="168255823">
          <w:marLeft w:val="640"/>
          <w:marRight w:val="0"/>
          <w:marTop w:val="0"/>
          <w:marBottom w:val="0"/>
          <w:divBdr>
            <w:top w:val="none" w:sz="0" w:space="0" w:color="auto"/>
            <w:left w:val="none" w:sz="0" w:space="0" w:color="auto"/>
            <w:bottom w:val="none" w:sz="0" w:space="0" w:color="auto"/>
            <w:right w:val="none" w:sz="0" w:space="0" w:color="auto"/>
          </w:divBdr>
        </w:div>
        <w:div w:id="207767073">
          <w:marLeft w:val="640"/>
          <w:marRight w:val="0"/>
          <w:marTop w:val="0"/>
          <w:marBottom w:val="0"/>
          <w:divBdr>
            <w:top w:val="none" w:sz="0" w:space="0" w:color="auto"/>
            <w:left w:val="none" w:sz="0" w:space="0" w:color="auto"/>
            <w:bottom w:val="none" w:sz="0" w:space="0" w:color="auto"/>
            <w:right w:val="none" w:sz="0" w:space="0" w:color="auto"/>
          </w:divBdr>
        </w:div>
        <w:div w:id="290356865">
          <w:marLeft w:val="640"/>
          <w:marRight w:val="0"/>
          <w:marTop w:val="0"/>
          <w:marBottom w:val="0"/>
          <w:divBdr>
            <w:top w:val="none" w:sz="0" w:space="0" w:color="auto"/>
            <w:left w:val="none" w:sz="0" w:space="0" w:color="auto"/>
            <w:bottom w:val="none" w:sz="0" w:space="0" w:color="auto"/>
            <w:right w:val="none" w:sz="0" w:space="0" w:color="auto"/>
          </w:divBdr>
        </w:div>
        <w:div w:id="384334953">
          <w:marLeft w:val="640"/>
          <w:marRight w:val="0"/>
          <w:marTop w:val="0"/>
          <w:marBottom w:val="0"/>
          <w:divBdr>
            <w:top w:val="none" w:sz="0" w:space="0" w:color="auto"/>
            <w:left w:val="none" w:sz="0" w:space="0" w:color="auto"/>
            <w:bottom w:val="none" w:sz="0" w:space="0" w:color="auto"/>
            <w:right w:val="none" w:sz="0" w:space="0" w:color="auto"/>
          </w:divBdr>
        </w:div>
        <w:div w:id="609749645">
          <w:marLeft w:val="640"/>
          <w:marRight w:val="0"/>
          <w:marTop w:val="0"/>
          <w:marBottom w:val="0"/>
          <w:divBdr>
            <w:top w:val="none" w:sz="0" w:space="0" w:color="auto"/>
            <w:left w:val="none" w:sz="0" w:space="0" w:color="auto"/>
            <w:bottom w:val="none" w:sz="0" w:space="0" w:color="auto"/>
            <w:right w:val="none" w:sz="0" w:space="0" w:color="auto"/>
          </w:divBdr>
        </w:div>
        <w:div w:id="671879066">
          <w:marLeft w:val="640"/>
          <w:marRight w:val="0"/>
          <w:marTop w:val="0"/>
          <w:marBottom w:val="0"/>
          <w:divBdr>
            <w:top w:val="none" w:sz="0" w:space="0" w:color="auto"/>
            <w:left w:val="none" w:sz="0" w:space="0" w:color="auto"/>
            <w:bottom w:val="none" w:sz="0" w:space="0" w:color="auto"/>
            <w:right w:val="none" w:sz="0" w:space="0" w:color="auto"/>
          </w:divBdr>
        </w:div>
        <w:div w:id="693503220">
          <w:marLeft w:val="640"/>
          <w:marRight w:val="0"/>
          <w:marTop w:val="0"/>
          <w:marBottom w:val="0"/>
          <w:divBdr>
            <w:top w:val="none" w:sz="0" w:space="0" w:color="auto"/>
            <w:left w:val="none" w:sz="0" w:space="0" w:color="auto"/>
            <w:bottom w:val="none" w:sz="0" w:space="0" w:color="auto"/>
            <w:right w:val="none" w:sz="0" w:space="0" w:color="auto"/>
          </w:divBdr>
        </w:div>
        <w:div w:id="785004341">
          <w:marLeft w:val="640"/>
          <w:marRight w:val="0"/>
          <w:marTop w:val="0"/>
          <w:marBottom w:val="0"/>
          <w:divBdr>
            <w:top w:val="none" w:sz="0" w:space="0" w:color="auto"/>
            <w:left w:val="none" w:sz="0" w:space="0" w:color="auto"/>
            <w:bottom w:val="none" w:sz="0" w:space="0" w:color="auto"/>
            <w:right w:val="none" w:sz="0" w:space="0" w:color="auto"/>
          </w:divBdr>
        </w:div>
        <w:div w:id="955603014">
          <w:marLeft w:val="640"/>
          <w:marRight w:val="0"/>
          <w:marTop w:val="0"/>
          <w:marBottom w:val="0"/>
          <w:divBdr>
            <w:top w:val="none" w:sz="0" w:space="0" w:color="auto"/>
            <w:left w:val="none" w:sz="0" w:space="0" w:color="auto"/>
            <w:bottom w:val="none" w:sz="0" w:space="0" w:color="auto"/>
            <w:right w:val="none" w:sz="0" w:space="0" w:color="auto"/>
          </w:divBdr>
        </w:div>
        <w:div w:id="962466066">
          <w:marLeft w:val="640"/>
          <w:marRight w:val="0"/>
          <w:marTop w:val="0"/>
          <w:marBottom w:val="0"/>
          <w:divBdr>
            <w:top w:val="none" w:sz="0" w:space="0" w:color="auto"/>
            <w:left w:val="none" w:sz="0" w:space="0" w:color="auto"/>
            <w:bottom w:val="none" w:sz="0" w:space="0" w:color="auto"/>
            <w:right w:val="none" w:sz="0" w:space="0" w:color="auto"/>
          </w:divBdr>
        </w:div>
        <w:div w:id="971666131">
          <w:marLeft w:val="640"/>
          <w:marRight w:val="0"/>
          <w:marTop w:val="0"/>
          <w:marBottom w:val="0"/>
          <w:divBdr>
            <w:top w:val="none" w:sz="0" w:space="0" w:color="auto"/>
            <w:left w:val="none" w:sz="0" w:space="0" w:color="auto"/>
            <w:bottom w:val="none" w:sz="0" w:space="0" w:color="auto"/>
            <w:right w:val="none" w:sz="0" w:space="0" w:color="auto"/>
          </w:divBdr>
        </w:div>
        <w:div w:id="1028291237">
          <w:marLeft w:val="640"/>
          <w:marRight w:val="0"/>
          <w:marTop w:val="0"/>
          <w:marBottom w:val="0"/>
          <w:divBdr>
            <w:top w:val="none" w:sz="0" w:space="0" w:color="auto"/>
            <w:left w:val="none" w:sz="0" w:space="0" w:color="auto"/>
            <w:bottom w:val="none" w:sz="0" w:space="0" w:color="auto"/>
            <w:right w:val="none" w:sz="0" w:space="0" w:color="auto"/>
          </w:divBdr>
        </w:div>
        <w:div w:id="1092169419">
          <w:marLeft w:val="640"/>
          <w:marRight w:val="0"/>
          <w:marTop w:val="0"/>
          <w:marBottom w:val="0"/>
          <w:divBdr>
            <w:top w:val="none" w:sz="0" w:space="0" w:color="auto"/>
            <w:left w:val="none" w:sz="0" w:space="0" w:color="auto"/>
            <w:bottom w:val="none" w:sz="0" w:space="0" w:color="auto"/>
            <w:right w:val="none" w:sz="0" w:space="0" w:color="auto"/>
          </w:divBdr>
        </w:div>
        <w:div w:id="1101726442">
          <w:marLeft w:val="640"/>
          <w:marRight w:val="0"/>
          <w:marTop w:val="0"/>
          <w:marBottom w:val="0"/>
          <w:divBdr>
            <w:top w:val="none" w:sz="0" w:space="0" w:color="auto"/>
            <w:left w:val="none" w:sz="0" w:space="0" w:color="auto"/>
            <w:bottom w:val="none" w:sz="0" w:space="0" w:color="auto"/>
            <w:right w:val="none" w:sz="0" w:space="0" w:color="auto"/>
          </w:divBdr>
        </w:div>
        <w:div w:id="1146118505">
          <w:marLeft w:val="640"/>
          <w:marRight w:val="0"/>
          <w:marTop w:val="0"/>
          <w:marBottom w:val="0"/>
          <w:divBdr>
            <w:top w:val="none" w:sz="0" w:space="0" w:color="auto"/>
            <w:left w:val="none" w:sz="0" w:space="0" w:color="auto"/>
            <w:bottom w:val="none" w:sz="0" w:space="0" w:color="auto"/>
            <w:right w:val="none" w:sz="0" w:space="0" w:color="auto"/>
          </w:divBdr>
        </w:div>
        <w:div w:id="1166049039">
          <w:marLeft w:val="640"/>
          <w:marRight w:val="0"/>
          <w:marTop w:val="0"/>
          <w:marBottom w:val="0"/>
          <w:divBdr>
            <w:top w:val="none" w:sz="0" w:space="0" w:color="auto"/>
            <w:left w:val="none" w:sz="0" w:space="0" w:color="auto"/>
            <w:bottom w:val="none" w:sz="0" w:space="0" w:color="auto"/>
            <w:right w:val="none" w:sz="0" w:space="0" w:color="auto"/>
          </w:divBdr>
        </w:div>
        <w:div w:id="1430855153">
          <w:marLeft w:val="640"/>
          <w:marRight w:val="0"/>
          <w:marTop w:val="0"/>
          <w:marBottom w:val="0"/>
          <w:divBdr>
            <w:top w:val="none" w:sz="0" w:space="0" w:color="auto"/>
            <w:left w:val="none" w:sz="0" w:space="0" w:color="auto"/>
            <w:bottom w:val="none" w:sz="0" w:space="0" w:color="auto"/>
            <w:right w:val="none" w:sz="0" w:space="0" w:color="auto"/>
          </w:divBdr>
        </w:div>
        <w:div w:id="1510605770">
          <w:marLeft w:val="640"/>
          <w:marRight w:val="0"/>
          <w:marTop w:val="0"/>
          <w:marBottom w:val="0"/>
          <w:divBdr>
            <w:top w:val="none" w:sz="0" w:space="0" w:color="auto"/>
            <w:left w:val="none" w:sz="0" w:space="0" w:color="auto"/>
            <w:bottom w:val="none" w:sz="0" w:space="0" w:color="auto"/>
            <w:right w:val="none" w:sz="0" w:space="0" w:color="auto"/>
          </w:divBdr>
        </w:div>
        <w:div w:id="1593508742">
          <w:marLeft w:val="640"/>
          <w:marRight w:val="0"/>
          <w:marTop w:val="0"/>
          <w:marBottom w:val="0"/>
          <w:divBdr>
            <w:top w:val="none" w:sz="0" w:space="0" w:color="auto"/>
            <w:left w:val="none" w:sz="0" w:space="0" w:color="auto"/>
            <w:bottom w:val="none" w:sz="0" w:space="0" w:color="auto"/>
            <w:right w:val="none" w:sz="0" w:space="0" w:color="auto"/>
          </w:divBdr>
        </w:div>
        <w:div w:id="1802109423">
          <w:marLeft w:val="640"/>
          <w:marRight w:val="0"/>
          <w:marTop w:val="0"/>
          <w:marBottom w:val="0"/>
          <w:divBdr>
            <w:top w:val="none" w:sz="0" w:space="0" w:color="auto"/>
            <w:left w:val="none" w:sz="0" w:space="0" w:color="auto"/>
            <w:bottom w:val="none" w:sz="0" w:space="0" w:color="auto"/>
            <w:right w:val="none" w:sz="0" w:space="0" w:color="auto"/>
          </w:divBdr>
        </w:div>
        <w:div w:id="2117214495">
          <w:marLeft w:val="640"/>
          <w:marRight w:val="0"/>
          <w:marTop w:val="0"/>
          <w:marBottom w:val="0"/>
          <w:divBdr>
            <w:top w:val="none" w:sz="0" w:space="0" w:color="auto"/>
            <w:left w:val="none" w:sz="0" w:space="0" w:color="auto"/>
            <w:bottom w:val="none" w:sz="0" w:space="0" w:color="auto"/>
            <w:right w:val="none" w:sz="0" w:space="0" w:color="auto"/>
          </w:divBdr>
        </w:div>
      </w:divsChild>
    </w:div>
    <w:div w:id="1853493957">
      <w:bodyDiv w:val="1"/>
      <w:marLeft w:val="0"/>
      <w:marRight w:val="0"/>
      <w:marTop w:val="0"/>
      <w:marBottom w:val="0"/>
      <w:divBdr>
        <w:top w:val="none" w:sz="0" w:space="0" w:color="auto"/>
        <w:left w:val="none" w:sz="0" w:space="0" w:color="auto"/>
        <w:bottom w:val="none" w:sz="0" w:space="0" w:color="auto"/>
        <w:right w:val="none" w:sz="0" w:space="0" w:color="auto"/>
      </w:divBdr>
      <w:divsChild>
        <w:div w:id="71782260">
          <w:marLeft w:val="640"/>
          <w:marRight w:val="0"/>
          <w:marTop w:val="0"/>
          <w:marBottom w:val="0"/>
          <w:divBdr>
            <w:top w:val="none" w:sz="0" w:space="0" w:color="auto"/>
            <w:left w:val="none" w:sz="0" w:space="0" w:color="auto"/>
            <w:bottom w:val="none" w:sz="0" w:space="0" w:color="auto"/>
            <w:right w:val="none" w:sz="0" w:space="0" w:color="auto"/>
          </w:divBdr>
        </w:div>
        <w:div w:id="190345714">
          <w:marLeft w:val="640"/>
          <w:marRight w:val="0"/>
          <w:marTop w:val="0"/>
          <w:marBottom w:val="0"/>
          <w:divBdr>
            <w:top w:val="none" w:sz="0" w:space="0" w:color="auto"/>
            <w:left w:val="none" w:sz="0" w:space="0" w:color="auto"/>
            <w:bottom w:val="none" w:sz="0" w:space="0" w:color="auto"/>
            <w:right w:val="none" w:sz="0" w:space="0" w:color="auto"/>
          </w:divBdr>
        </w:div>
        <w:div w:id="207382609">
          <w:marLeft w:val="640"/>
          <w:marRight w:val="0"/>
          <w:marTop w:val="0"/>
          <w:marBottom w:val="0"/>
          <w:divBdr>
            <w:top w:val="none" w:sz="0" w:space="0" w:color="auto"/>
            <w:left w:val="none" w:sz="0" w:space="0" w:color="auto"/>
            <w:bottom w:val="none" w:sz="0" w:space="0" w:color="auto"/>
            <w:right w:val="none" w:sz="0" w:space="0" w:color="auto"/>
          </w:divBdr>
        </w:div>
        <w:div w:id="249387139">
          <w:marLeft w:val="640"/>
          <w:marRight w:val="0"/>
          <w:marTop w:val="0"/>
          <w:marBottom w:val="0"/>
          <w:divBdr>
            <w:top w:val="none" w:sz="0" w:space="0" w:color="auto"/>
            <w:left w:val="none" w:sz="0" w:space="0" w:color="auto"/>
            <w:bottom w:val="none" w:sz="0" w:space="0" w:color="auto"/>
            <w:right w:val="none" w:sz="0" w:space="0" w:color="auto"/>
          </w:divBdr>
        </w:div>
        <w:div w:id="314728231">
          <w:marLeft w:val="640"/>
          <w:marRight w:val="0"/>
          <w:marTop w:val="0"/>
          <w:marBottom w:val="0"/>
          <w:divBdr>
            <w:top w:val="none" w:sz="0" w:space="0" w:color="auto"/>
            <w:left w:val="none" w:sz="0" w:space="0" w:color="auto"/>
            <w:bottom w:val="none" w:sz="0" w:space="0" w:color="auto"/>
            <w:right w:val="none" w:sz="0" w:space="0" w:color="auto"/>
          </w:divBdr>
        </w:div>
        <w:div w:id="1067144625">
          <w:marLeft w:val="640"/>
          <w:marRight w:val="0"/>
          <w:marTop w:val="0"/>
          <w:marBottom w:val="0"/>
          <w:divBdr>
            <w:top w:val="none" w:sz="0" w:space="0" w:color="auto"/>
            <w:left w:val="none" w:sz="0" w:space="0" w:color="auto"/>
            <w:bottom w:val="none" w:sz="0" w:space="0" w:color="auto"/>
            <w:right w:val="none" w:sz="0" w:space="0" w:color="auto"/>
          </w:divBdr>
        </w:div>
        <w:div w:id="1118138195">
          <w:marLeft w:val="640"/>
          <w:marRight w:val="0"/>
          <w:marTop w:val="0"/>
          <w:marBottom w:val="0"/>
          <w:divBdr>
            <w:top w:val="none" w:sz="0" w:space="0" w:color="auto"/>
            <w:left w:val="none" w:sz="0" w:space="0" w:color="auto"/>
            <w:bottom w:val="none" w:sz="0" w:space="0" w:color="auto"/>
            <w:right w:val="none" w:sz="0" w:space="0" w:color="auto"/>
          </w:divBdr>
        </w:div>
        <w:div w:id="1208880164">
          <w:marLeft w:val="640"/>
          <w:marRight w:val="0"/>
          <w:marTop w:val="0"/>
          <w:marBottom w:val="0"/>
          <w:divBdr>
            <w:top w:val="none" w:sz="0" w:space="0" w:color="auto"/>
            <w:left w:val="none" w:sz="0" w:space="0" w:color="auto"/>
            <w:bottom w:val="none" w:sz="0" w:space="0" w:color="auto"/>
            <w:right w:val="none" w:sz="0" w:space="0" w:color="auto"/>
          </w:divBdr>
        </w:div>
        <w:div w:id="1857965908">
          <w:marLeft w:val="640"/>
          <w:marRight w:val="0"/>
          <w:marTop w:val="0"/>
          <w:marBottom w:val="0"/>
          <w:divBdr>
            <w:top w:val="none" w:sz="0" w:space="0" w:color="auto"/>
            <w:left w:val="none" w:sz="0" w:space="0" w:color="auto"/>
            <w:bottom w:val="none" w:sz="0" w:space="0" w:color="auto"/>
            <w:right w:val="none" w:sz="0" w:space="0" w:color="auto"/>
          </w:divBdr>
        </w:div>
      </w:divsChild>
    </w:div>
    <w:div w:id="1947612632">
      <w:bodyDiv w:val="1"/>
      <w:marLeft w:val="0"/>
      <w:marRight w:val="0"/>
      <w:marTop w:val="0"/>
      <w:marBottom w:val="0"/>
      <w:divBdr>
        <w:top w:val="none" w:sz="0" w:space="0" w:color="auto"/>
        <w:left w:val="none" w:sz="0" w:space="0" w:color="auto"/>
        <w:bottom w:val="none" w:sz="0" w:space="0" w:color="auto"/>
        <w:right w:val="none" w:sz="0" w:space="0" w:color="auto"/>
      </w:divBdr>
    </w:div>
    <w:div w:id="1981300606">
      <w:bodyDiv w:val="1"/>
      <w:marLeft w:val="0"/>
      <w:marRight w:val="0"/>
      <w:marTop w:val="0"/>
      <w:marBottom w:val="0"/>
      <w:divBdr>
        <w:top w:val="none" w:sz="0" w:space="0" w:color="auto"/>
        <w:left w:val="none" w:sz="0" w:space="0" w:color="auto"/>
        <w:bottom w:val="none" w:sz="0" w:space="0" w:color="auto"/>
        <w:right w:val="none" w:sz="0" w:space="0" w:color="auto"/>
      </w:divBdr>
    </w:div>
    <w:div w:id="1995639524">
      <w:bodyDiv w:val="1"/>
      <w:marLeft w:val="0"/>
      <w:marRight w:val="0"/>
      <w:marTop w:val="0"/>
      <w:marBottom w:val="0"/>
      <w:divBdr>
        <w:top w:val="none" w:sz="0" w:space="0" w:color="auto"/>
        <w:left w:val="none" w:sz="0" w:space="0" w:color="auto"/>
        <w:bottom w:val="none" w:sz="0" w:space="0" w:color="auto"/>
        <w:right w:val="none" w:sz="0" w:space="0" w:color="auto"/>
      </w:divBdr>
      <w:divsChild>
        <w:div w:id="420218955">
          <w:marLeft w:val="640"/>
          <w:marRight w:val="0"/>
          <w:marTop w:val="0"/>
          <w:marBottom w:val="0"/>
          <w:divBdr>
            <w:top w:val="none" w:sz="0" w:space="0" w:color="auto"/>
            <w:left w:val="none" w:sz="0" w:space="0" w:color="auto"/>
            <w:bottom w:val="none" w:sz="0" w:space="0" w:color="auto"/>
            <w:right w:val="none" w:sz="0" w:space="0" w:color="auto"/>
          </w:divBdr>
        </w:div>
        <w:div w:id="205921009">
          <w:marLeft w:val="640"/>
          <w:marRight w:val="0"/>
          <w:marTop w:val="0"/>
          <w:marBottom w:val="0"/>
          <w:divBdr>
            <w:top w:val="none" w:sz="0" w:space="0" w:color="auto"/>
            <w:left w:val="none" w:sz="0" w:space="0" w:color="auto"/>
            <w:bottom w:val="none" w:sz="0" w:space="0" w:color="auto"/>
            <w:right w:val="none" w:sz="0" w:space="0" w:color="auto"/>
          </w:divBdr>
        </w:div>
        <w:div w:id="1315140197">
          <w:marLeft w:val="640"/>
          <w:marRight w:val="0"/>
          <w:marTop w:val="0"/>
          <w:marBottom w:val="0"/>
          <w:divBdr>
            <w:top w:val="none" w:sz="0" w:space="0" w:color="auto"/>
            <w:left w:val="none" w:sz="0" w:space="0" w:color="auto"/>
            <w:bottom w:val="none" w:sz="0" w:space="0" w:color="auto"/>
            <w:right w:val="none" w:sz="0" w:space="0" w:color="auto"/>
          </w:divBdr>
        </w:div>
        <w:div w:id="218249366">
          <w:marLeft w:val="640"/>
          <w:marRight w:val="0"/>
          <w:marTop w:val="0"/>
          <w:marBottom w:val="0"/>
          <w:divBdr>
            <w:top w:val="none" w:sz="0" w:space="0" w:color="auto"/>
            <w:left w:val="none" w:sz="0" w:space="0" w:color="auto"/>
            <w:bottom w:val="none" w:sz="0" w:space="0" w:color="auto"/>
            <w:right w:val="none" w:sz="0" w:space="0" w:color="auto"/>
          </w:divBdr>
        </w:div>
        <w:div w:id="678697535">
          <w:marLeft w:val="640"/>
          <w:marRight w:val="0"/>
          <w:marTop w:val="0"/>
          <w:marBottom w:val="0"/>
          <w:divBdr>
            <w:top w:val="none" w:sz="0" w:space="0" w:color="auto"/>
            <w:left w:val="none" w:sz="0" w:space="0" w:color="auto"/>
            <w:bottom w:val="none" w:sz="0" w:space="0" w:color="auto"/>
            <w:right w:val="none" w:sz="0" w:space="0" w:color="auto"/>
          </w:divBdr>
        </w:div>
        <w:div w:id="369765807">
          <w:marLeft w:val="640"/>
          <w:marRight w:val="0"/>
          <w:marTop w:val="0"/>
          <w:marBottom w:val="0"/>
          <w:divBdr>
            <w:top w:val="none" w:sz="0" w:space="0" w:color="auto"/>
            <w:left w:val="none" w:sz="0" w:space="0" w:color="auto"/>
            <w:bottom w:val="none" w:sz="0" w:space="0" w:color="auto"/>
            <w:right w:val="none" w:sz="0" w:space="0" w:color="auto"/>
          </w:divBdr>
        </w:div>
        <w:div w:id="37360004">
          <w:marLeft w:val="640"/>
          <w:marRight w:val="0"/>
          <w:marTop w:val="0"/>
          <w:marBottom w:val="0"/>
          <w:divBdr>
            <w:top w:val="none" w:sz="0" w:space="0" w:color="auto"/>
            <w:left w:val="none" w:sz="0" w:space="0" w:color="auto"/>
            <w:bottom w:val="none" w:sz="0" w:space="0" w:color="auto"/>
            <w:right w:val="none" w:sz="0" w:space="0" w:color="auto"/>
          </w:divBdr>
        </w:div>
        <w:div w:id="513492352">
          <w:marLeft w:val="640"/>
          <w:marRight w:val="0"/>
          <w:marTop w:val="0"/>
          <w:marBottom w:val="0"/>
          <w:divBdr>
            <w:top w:val="none" w:sz="0" w:space="0" w:color="auto"/>
            <w:left w:val="none" w:sz="0" w:space="0" w:color="auto"/>
            <w:bottom w:val="none" w:sz="0" w:space="0" w:color="auto"/>
            <w:right w:val="none" w:sz="0" w:space="0" w:color="auto"/>
          </w:divBdr>
        </w:div>
        <w:div w:id="510292169">
          <w:marLeft w:val="640"/>
          <w:marRight w:val="0"/>
          <w:marTop w:val="0"/>
          <w:marBottom w:val="0"/>
          <w:divBdr>
            <w:top w:val="none" w:sz="0" w:space="0" w:color="auto"/>
            <w:left w:val="none" w:sz="0" w:space="0" w:color="auto"/>
            <w:bottom w:val="none" w:sz="0" w:space="0" w:color="auto"/>
            <w:right w:val="none" w:sz="0" w:space="0" w:color="auto"/>
          </w:divBdr>
        </w:div>
        <w:div w:id="1768889636">
          <w:marLeft w:val="640"/>
          <w:marRight w:val="0"/>
          <w:marTop w:val="0"/>
          <w:marBottom w:val="0"/>
          <w:divBdr>
            <w:top w:val="none" w:sz="0" w:space="0" w:color="auto"/>
            <w:left w:val="none" w:sz="0" w:space="0" w:color="auto"/>
            <w:bottom w:val="none" w:sz="0" w:space="0" w:color="auto"/>
            <w:right w:val="none" w:sz="0" w:space="0" w:color="auto"/>
          </w:divBdr>
        </w:div>
        <w:div w:id="2120443373">
          <w:marLeft w:val="640"/>
          <w:marRight w:val="0"/>
          <w:marTop w:val="0"/>
          <w:marBottom w:val="0"/>
          <w:divBdr>
            <w:top w:val="none" w:sz="0" w:space="0" w:color="auto"/>
            <w:left w:val="none" w:sz="0" w:space="0" w:color="auto"/>
            <w:bottom w:val="none" w:sz="0" w:space="0" w:color="auto"/>
            <w:right w:val="none" w:sz="0" w:space="0" w:color="auto"/>
          </w:divBdr>
        </w:div>
        <w:div w:id="232398109">
          <w:marLeft w:val="640"/>
          <w:marRight w:val="0"/>
          <w:marTop w:val="0"/>
          <w:marBottom w:val="0"/>
          <w:divBdr>
            <w:top w:val="none" w:sz="0" w:space="0" w:color="auto"/>
            <w:left w:val="none" w:sz="0" w:space="0" w:color="auto"/>
            <w:bottom w:val="none" w:sz="0" w:space="0" w:color="auto"/>
            <w:right w:val="none" w:sz="0" w:space="0" w:color="auto"/>
          </w:divBdr>
        </w:div>
        <w:div w:id="1762872784">
          <w:marLeft w:val="640"/>
          <w:marRight w:val="0"/>
          <w:marTop w:val="0"/>
          <w:marBottom w:val="0"/>
          <w:divBdr>
            <w:top w:val="none" w:sz="0" w:space="0" w:color="auto"/>
            <w:left w:val="none" w:sz="0" w:space="0" w:color="auto"/>
            <w:bottom w:val="none" w:sz="0" w:space="0" w:color="auto"/>
            <w:right w:val="none" w:sz="0" w:space="0" w:color="auto"/>
          </w:divBdr>
        </w:div>
        <w:div w:id="1533886439">
          <w:marLeft w:val="640"/>
          <w:marRight w:val="0"/>
          <w:marTop w:val="0"/>
          <w:marBottom w:val="0"/>
          <w:divBdr>
            <w:top w:val="none" w:sz="0" w:space="0" w:color="auto"/>
            <w:left w:val="none" w:sz="0" w:space="0" w:color="auto"/>
            <w:bottom w:val="none" w:sz="0" w:space="0" w:color="auto"/>
            <w:right w:val="none" w:sz="0" w:space="0" w:color="auto"/>
          </w:divBdr>
        </w:div>
        <w:div w:id="1938558074">
          <w:marLeft w:val="640"/>
          <w:marRight w:val="0"/>
          <w:marTop w:val="0"/>
          <w:marBottom w:val="0"/>
          <w:divBdr>
            <w:top w:val="none" w:sz="0" w:space="0" w:color="auto"/>
            <w:left w:val="none" w:sz="0" w:space="0" w:color="auto"/>
            <w:bottom w:val="none" w:sz="0" w:space="0" w:color="auto"/>
            <w:right w:val="none" w:sz="0" w:space="0" w:color="auto"/>
          </w:divBdr>
        </w:div>
        <w:div w:id="1502548642">
          <w:marLeft w:val="640"/>
          <w:marRight w:val="0"/>
          <w:marTop w:val="0"/>
          <w:marBottom w:val="0"/>
          <w:divBdr>
            <w:top w:val="none" w:sz="0" w:space="0" w:color="auto"/>
            <w:left w:val="none" w:sz="0" w:space="0" w:color="auto"/>
            <w:bottom w:val="none" w:sz="0" w:space="0" w:color="auto"/>
            <w:right w:val="none" w:sz="0" w:space="0" w:color="auto"/>
          </w:divBdr>
        </w:div>
        <w:div w:id="1570730325">
          <w:marLeft w:val="640"/>
          <w:marRight w:val="0"/>
          <w:marTop w:val="0"/>
          <w:marBottom w:val="0"/>
          <w:divBdr>
            <w:top w:val="none" w:sz="0" w:space="0" w:color="auto"/>
            <w:left w:val="none" w:sz="0" w:space="0" w:color="auto"/>
            <w:bottom w:val="none" w:sz="0" w:space="0" w:color="auto"/>
            <w:right w:val="none" w:sz="0" w:space="0" w:color="auto"/>
          </w:divBdr>
        </w:div>
        <w:div w:id="688679244">
          <w:marLeft w:val="640"/>
          <w:marRight w:val="0"/>
          <w:marTop w:val="0"/>
          <w:marBottom w:val="0"/>
          <w:divBdr>
            <w:top w:val="none" w:sz="0" w:space="0" w:color="auto"/>
            <w:left w:val="none" w:sz="0" w:space="0" w:color="auto"/>
            <w:bottom w:val="none" w:sz="0" w:space="0" w:color="auto"/>
            <w:right w:val="none" w:sz="0" w:space="0" w:color="auto"/>
          </w:divBdr>
        </w:div>
        <w:div w:id="1266689725">
          <w:marLeft w:val="640"/>
          <w:marRight w:val="0"/>
          <w:marTop w:val="0"/>
          <w:marBottom w:val="0"/>
          <w:divBdr>
            <w:top w:val="none" w:sz="0" w:space="0" w:color="auto"/>
            <w:left w:val="none" w:sz="0" w:space="0" w:color="auto"/>
            <w:bottom w:val="none" w:sz="0" w:space="0" w:color="auto"/>
            <w:right w:val="none" w:sz="0" w:space="0" w:color="auto"/>
          </w:divBdr>
        </w:div>
        <w:div w:id="1071078433">
          <w:marLeft w:val="640"/>
          <w:marRight w:val="0"/>
          <w:marTop w:val="0"/>
          <w:marBottom w:val="0"/>
          <w:divBdr>
            <w:top w:val="none" w:sz="0" w:space="0" w:color="auto"/>
            <w:left w:val="none" w:sz="0" w:space="0" w:color="auto"/>
            <w:bottom w:val="none" w:sz="0" w:space="0" w:color="auto"/>
            <w:right w:val="none" w:sz="0" w:space="0" w:color="auto"/>
          </w:divBdr>
        </w:div>
        <w:div w:id="554199438">
          <w:marLeft w:val="640"/>
          <w:marRight w:val="0"/>
          <w:marTop w:val="0"/>
          <w:marBottom w:val="0"/>
          <w:divBdr>
            <w:top w:val="none" w:sz="0" w:space="0" w:color="auto"/>
            <w:left w:val="none" w:sz="0" w:space="0" w:color="auto"/>
            <w:bottom w:val="none" w:sz="0" w:space="0" w:color="auto"/>
            <w:right w:val="none" w:sz="0" w:space="0" w:color="auto"/>
          </w:divBdr>
        </w:div>
        <w:div w:id="1216350189">
          <w:marLeft w:val="640"/>
          <w:marRight w:val="0"/>
          <w:marTop w:val="0"/>
          <w:marBottom w:val="0"/>
          <w:divBdr>
            <w:top w:val="none" w:sz="0" w:space="0" w:color="auto"/>
            <w:left w:val="none" w:sz="0" w:space="0" w:color="auto"/>
            <w:bottom w:val="none" w:sz="0" w:space="0" w:color="auto"/>
            <w:right w:val="none" w:sz="0" w:space="0" w:color="auto"/>
          </w:divBdr>
        </w:div>
      </w:divsChild>
    </w:div>
    <w:div w:id="2006936120">
      <w:bodyDiv w:val="1"/>
      <w:marLeft w:val="0"/>
      <w:marRight w:val="0"/>
      <w:marTop w:val="0"/>
      <w:marBottom w:val="0"/>
      <w:divBdr>
        <w:top w:val="none" w:sz="0" w:space="0" w:color="auto"/>
        <w:left w:val="none" w:sz="0" w:space="0" w:color="auto"/>
        <w:bottom w:val="none" w:sz="0" w:space="0" w:color="auto"/>
        <w:right w:val="none" w:sz="0" w:space="0" w:color="auto"/>
      </w:divBdr>
      <w:divsChild>
        <w:div w:id="83693685">
          <w:marLeft w:val="640"/>
          <w:marRight w:val="0"/>
          <w:marTop w:val="0"/>
          <w:marBottom w:val="0"/>
          <w:divBdr>
            <w:top w:val="none" w:sz="0" w:space="0" w:color="auto"/>
            <w:left w:val="none" w:sz="0" w:space="0" w:color="auto"/>
            <w:bottom w:val="none" w:sz="0" w:space="0" w:color="auto"/>
            <w:right w:val="none" w:sz="0" w:space="0" w:color="auto"/>
          </w:divBdr>
        </w:div>
        <w:div w:id="143670916">
          <w:marLeft w:val="640"/>
          <w:marRight w:val="0"/>
          <w:marTop w:val="0"/>
          <w:marBottom w:val="0"/>
          <w:divBdr>
            <w:top w:val="none" w:sz="0" w:space="0" w:color="auto"/>
            <w:left w:val="none" w:sz="0" w:space="0" w:color="auto"/>
            <w:bottom w:val="none" w:sz="0" w:space="0" w:color="auto"/>
            <w:right w:val="none" w:sz="0" w:space="0" w:color="auto"/>
          </w:divBdr>
        </w:div>
        <w:div w:id="909122562">
          <w:marLeft w:val="640"/>
          <w:marRight w:val="0"/>
          <w:marTop w:val="0"/>
          <w:marBottom w:val="0"/>
          <w:divBdr>
            <w:top w:val="none" w:sz="0" w:space="0" w:color="auto"/>
            <w:left w:val="none" w:sz="0" w:space="0" w:color="auto"/>
            <w:bottom w:val="none" w:sz="0" w:space="0" w:color="auto"/>
            <w:right w:val="none" w:sz="0" w:space="0" w:color="auto"/>
          </w:divBdr>
        </w:div>
        <w:div w:id="1019551053">
          <w:marLeft w:val="640"/>
          <w:marRight w:val="0"/>
          <w:marTop w:val="0"/>
          <w:marBottom w:val="0"/>
          <w:divBdr>
            <w:top w:val="none" w:sz="0" w:space="0" w:color="auto"/>
            <w:left w:val="none" w:sz="0" w:space="0" w:color="auto"/>
            <w:bottom w:val="none" w:sz="0" w:space="0" w:color="auto"/>
            <w:right w:val="none" w:sz="0" w:space="0" w:color="auto"/>
          </w:divBdr>
        </w:div>
        <w:div w:id="1129005958">
          <w:marLeft w:val="640"/>
          <w:marRight w:val="0"/>
          <w:marTop w:val="0"/>
          <w:marBottom w:val="0"/>
          <w:divBdr>
            <w:top w:val="none" w:sz="0" w:space="0" w:color="auto"/>
            <w:left w:val="none" w:sz="0" w:space="0" w:color="auto"/>
            <w:bottom w:val="none" w:sz="0" w:space="0" w:color="auto"/>
            <w:right w:val="none" w:sz="0" w:space="0" w:color="auto"/>
          </w:divBdr>
        </w:div>
        <w:div w:id="1262957875">
          <w:marLeft w:val="640"/>
          <w:marRight w:val="0"/>
          <w:marTop w:val="0"/>
          <w:marBottom w:val="0"/>
          <w:divBdr>
            <w:top w:val="none" w:sz="0" w:space="0" w:color="auto"/>
            <w:left w:val="none" w:sz="0" w:space="0" w:color="auto"/>
            <w:bottom w:val="none" w:sz="0" w:space="0" w:color="auto"/>
            <w:right w:val="none" w:sz="0" w:space="0" w:color="auto"/>
          </w:divBdr>
        </w:div>
        <w:div w:id="1428237250">
          <w:marLeft w:val="640"/>
          <w:marRight w:val="0"/>
          <w:marTop w:val="0"/>
          <w:marBottom w:val="0"/>
          <w:divBdr>
            <w:top w:val="none" w:sz="0" w:space="0" w:color="auto"/>
            <w:left w:val="none" w:sz="0" w:space="0" w:color="auto"/>
            <w:bottom w:val="none" w:sz="0" w:space="0" w:color="auto"/>
            <w:right w:val="none" w:sz="0" w:space="0" w:color="auto"/>
          </w:divBdr>
        </w:div>
        <w:div w:id="1681006524">
          <w:marLeft w:val="640"/>
          <w:marRight w:val="0"/>
          <w:marTop w:val="0"/>
          <w:marBottom w:val="0"/>
          <w:divBdr>
            <w:top w:val="none" w:sz="0" w:space="0" w:color="auto"/>
            <w:left w:val="none" w:sz="0" w:space="0" w:color="auto"/>
            <w:bottom w:val="none" w:sz="0" w:space="0" w:color="auto"/>
            <w:right w:val="none" w:sz="0" w:space="0" w:color="auto"/>
          </w:divBdr>
        </w:div>
        <w:div w:id="1877739155">
          <w:marLeft w:val="640"/>
          <w:marRight w:val="0"/>
          <w:marTop w:val="0"/>
          <w:marBottom w:val="0"/>
          <w:divBdr>
            <w:top w:val="none" w:sz="0" w:space="0" w:color="auto"/>
            <w:left w:val="none" w:sz="0" w:space="0" w:color="auto"/>
            <w:bottom w:val="none" w:sz="0" w:space="0" w:color="auto"/>
            <w:right w:val="none" w:sz="0" w:space="0" w:color="auto"/>
          </w:divBdr>
        </w:div>
        <w:div w:id="2031831967">
          <w:marLeft w:val="640"/>
          <w:marRight w:val="0"/>
          <w:marTop w:val="0"/>
          <w:marBottom w:val="0"/>
          <w:divBdr>
            <w:top w:val="none" w:sz="0" w:space="0" w:color="auto"/>
            <w:left w:val="none" w:sz="0" w:space="0" w:color="auto"/>
            <w:bottom w:val="none" w:sz="0" w:space="0" w:color="auto"/>
            <w:right w:val="none" w:sz="0" w:space="0" w:color="auto"/>
          </w:divBdr>
        </w:div>
      </w:divsChild>
    </w:div>
    <w:div w:id="2017536318">
      <w:bodyDiv w:val="1"/>
      <w:marLeft w:val="0"/>
      <w:marRight w:val="0"/>
      <w:marTop w:val="0"/>
      <w:marBottom w:val="0"/>
      <w:divBdr>
        <w:top w:val="none" w:sz="0" w:space="0" w:color="auto"/>
        <w:left w:val="none" w:sz="0" w:space="0" w:color="auto"/>
        <w:bottom w:val="none" w:sz="0" w:space="0" w:color="auto"/>
        <w:right w:val="none" w:sz="0" w:space="0" w:color="auto"/>
      </w:divBdr>
    </w:div>
    <w:div w:id="2084329861">
      <w:bodyDiv w:val="1"/>
      <w:marLeft w:val="0"/>
      <w:marRight w:val="0"/>
      <w:marTop w:val="0"/>
      <w:marBottom w:val="0"/>
      <w:divBdr>
        <w:top w:val="none" w:sz="0" w:space="0" w:color="auto"/>
        <w:left w:val="none" w:sz="0" w:space="0" w:color="auto"/>
        <w:bottom w:val="none" w:sz="0" w:space="0" w:color="auto"/>
        <w:right w:val="none" w:sz="0" w:space="0" w:color="auto"/>
      </w:divBdr>
      <w:divsChild>
        <w:div w:id="98844310">
          <w:marLeft w:val="640"/>
          <w:marRight w:val="0"/>
          <w:marTop w:val="0"/>
          <w:marBottom w:val="0"/>
          <w:divBdr>
            <w:top w:val="none" w:sz="0" w:space="0" w:color="auto"/>
            <w:left w:val="none" w:sz="0" w:space="0" w:color="auto"/>
            <w:bottom w:val="none" w:sz="0" w:space="0" w:color="auto"/>
            <w:right w:val="none" w:sz="0" w:space="0" w:color="auto"/>
          </w:divBdr>
        </w:div>
        <w:div w:id="103499188">
          <w:marLeft w:val="640"/>
          <w:marRight w:val="0"/>
          <w:marTop w:val="0"/>
          <w:marBottom w:val="0"/>
          <w:divBdr>
            <w:top w:val="none" w:sz="0" w:space="0" w:color="auto"/>
            <w:left w:val="none" w:sz="0" w:space="0" w:color="auto"/>
            <w:bottom w:val="none" w:sz="0" w:space="0" w:color="auto"/>
            <w:right w:val="none" w:sz="0" w:space="0" w:color="auto"/>
          </w:divBdr>
        </w:div>
        <w:div w:id="436099789">
          <w:marLeft w:val="640"/>
          <w:marRight w:val="0"/>
          <w:marTop w:val="0"/>
          <w:marBottom w:val="0"/>
          <w:divBdr>
            <w:top w:val="none" w:sz="0" w:space="0" w:color="auto"/>
            <w:left w:val="none" w:sz="0" w:space="0" w:color="auto"/>
            <w:bottom w:val="none" w:sz="0" w:space="0" w:color="auto"/>
            <w:right w:val="none" w:sz="0" w:space="0" w:color="auto"/>
          </w:divBdr>
        </w:div>
        <w:div w:id="478158762">
          <w:marLeft w:val="640"/>
          <w:marRight w:val="0"/>
          <w:marTop w:val="0"/>
          <w:marBottom w:val="0"/>
          <w:divBdr>
            <w:top w:val="none" w:sz="0" w:space="0" w:color="auto"/>
            <w:left w:val="none" w:sz="0" w:space="0" w:color="auto"/>
            <w:bottom w:val="none" w:sz="0" w:space="0" w:color="auto"/>
            <w:right w:val="none" w:sz="0" w:space="0" w:color="auto"/>
          </w:divBdr>
        </w:div>
        <w:div w:id="589043409">
          <w:marLeft w:val="640"/>
          <w:marRight w:val="0"/>
          <w:marTop w:val="0"/>
          <w:marBottom w:val="0"/>
          <w:divBdr>
            <w:top w:val="none" w:sz="0" w:space="0" w:color="auto"/>
            <w:left w:val="none" w:sz="0" w:space="0" w:color="auto"/>
            <w:bottom w:val="none" w:sz="0" w:space="0" w:color="auto"/>
            <w:right w:val="none" w:sz="0" w:space="0" w:color="auto"/>
          </w:divBdr>
        </w:div>
        <w:div w:id="831605270">
          <w:marLeft w:val="640"/>
          <w:marRight w:val="0"/>
          <w:marTop w:val="0"/>
          <w:marBottom w:val="0"/>
          <w:divBdr>
            <w:top w:val="none" w:sz="0" w:space="0" w:color="auto"/>
            <w:left w:val="none" w:sz="0" w:space="0" w:color="auto"/>
            <w:bottom w:val="none" w:sz="0" w:space="0" w:color="auto"/>
            <w:right w:val="none" w:sz="0" w:space="0" w:color="auto"/>
          </w:divBdr>
        </w:div>
        <w:div w:id="919216094">
          <w:marLeft w:val="640"/>
          <w:marRight w:val="0"/>
          <w:marTop w:val="0"/>
          <w:marBottom w:val="0"/>
          <w:divBdr>
            <w:top w:val="none" w:sz="0" w:space="0" w:color="auto"/>
            <w:left w:val="none" w:sz="0" w:space="0" w:color="auto"/>
            <w:bottom w:val="none" w:sz="0" w:space="0" w:color="auto"/>
            <w:right w:val="none" w:sz="0" w:space="0" w:color="auto"/>
          </w:divBdr>
        </w:div>
        <w:div w:id="1000036431">
          <w:marLeft w:val="640"/>
          <w:marRight w:val="0"/>
          <w:marTop w:val="0"/>
          <w:marBottom w:val="0"/>
          <w:divBdr>
            <w:top w:val="none" w:sz="0" w:space="0" w:color="auto"/>
            <w:left w:val="none" w:sz="0" w:space="0" w:color="auto"/>
            <w:bottom w:val="none" w:sz="0" w:space="0" w:color="auto"/>
            <w:right w:val="none" w:sz="0" w:space="0" w:color="auto"/>
          </w:divBdr>
        </w:div>
        <w:div w:id="1149906448">
          <w:marLeft w:val="640"/>
          <w:marRight w:val="0"/>
          <w:marTop w:val="0"/>
          <w:marBottom w:val="0"/>
          <w:divBdr>
            <w:top w:val="none" w:sz="0" w:space="0" w:color="auto"/>
            <w:left w:val="none" w:sz="0" w:space="0" w:color="auto"/>
            <w:bottom w:val="none" w:sz="0" w:space="0" w:color="auto"/>
            <w:right w:val="none" w:sz="0" w:space="0" w:color="auto"/>
          </w:divBdr>
        </w:div>
        <w:div w:id="1237132048">
          <w:marLeft w:val="640"/>
          <w:marRight w:val="0"/>
          <w:marTop w:val="0"/>
          <w:marBottom w:val="0"/>
          <w:divBdr>
            <w:top w:val="none" w:sz="0" w:space="0" w:color="auto"/>
            <w:left w:val="none" w:sz="0" w:space="0" w:color="auto"/>
            <w:bottom w:val="none" w:sz="0" w:space="0" w:color="auto"/>
            <w:right w:val="none" w:sz="0" w:space="0" w:color="auto"/>
          </w:divBdr>
        </w:div>
        <w:div w:id="1368523768">
          <w:marLeft w:val="640"/>
          <w:marRight w:val="0"/>
          <w:marTop w:val="0"/>
          <w:marBottom w:val="0"/>
          <w:divBdr>
            <w:top w:val="none" w:sz="0" w:space="0" w:color="auto"/>
            <w:left w:val="none" w:sz="0" w:space="0" w:color="auto"/>
            <w:bottom w:val="none" w:sz="0" w:space="0" w:color="auto"/>
            <w:right w:val="none" w:sz="0" w:space="0" w:color="auto"/>
          </w:divBdr>
        </w:div>
        <w:div w:id="1400132797">
          <w:marLeft w:val="640"/>
          <w:marRight w:val="0"/>
          <w:marTop w:val="0"/>
          <w:marBottom w:val="0"/>
          <w:divBdr>
            <w:top w:val="none" w:sz="0" w:space="0" w:color="auto"/>
            <w:left w:val="none" w:sz="0" w:space="0" w:color="auto"/>
            <w:bottom w:val="none" w:sz="0" w:space="0" w:color="auto"/>
            <w:right w:val="none" w:sz="0" w:space="0" w:color="auto"/>
          </w:divBdr>
        </w:div>
        <w:div w:id="1489862130">
          <w:marLeft w:val="640"/>
          <w:marRight w:val="0"/>
          <w:marTop w:val="0"/>
          <w:marBottom w:val="0"/>
          <w:divBdr>
            <w:top w:val="none" w:sz="0" w:space="0" w:color="auto"/>
            <w:left w:val="none" w:sz="0" w:space="0" w:color="auto"/>
            <w:bottom w:val="none" w:sz="0" w:space="0" w:color="auto"/>
            <w:right w:val="none" w:sz="0" w:space="0" w:color="auto"/>
          </w:divBdr>
        </w:div>
        <w:div w:id="1534154107">
          <w:marLeft w:val="640"/>
          <w:marRight w:val="0"/>
          <w:marTop w:val="0"/>
          <w:marBottom w:val="0"/>
          <w:divBdr>
            <w:top w:val="none" w:sz="0" w:space="0" w:color="auto"/>
            <w:left w:val="none" w:sz="0" w:space="0" w:color="auto"/>
            <w:bottom w:val="none" w:sz="0" w:space="0" w:color="auto"/>
            <w:right w:val="none" w:sz="0" w:space="0" w:color="auto"/>
          </w:divBdr>
        </w:div>
        <w:div w:id="1598904422">
          <w:marLeft w:val="640"/>
          <w:marRight w:val="0"/>
          <w:marTop w:val="0"/>
          <w:marBottom w:val="0"/>
          <w:divBdr>
            <w:top w:val="none" w:sz="0" w:space="0" w:color="auto"/>
            <w:left w:val="none" w:sz="0" w:space="0" w:color="auto"/>
            <w:bottom w:val="none" w:sz="0" w:space="0" w:color="auto"/>
            <w:right w:val="none" w:sz="0" w:space="0" w:color="auto"/>
          </w:divBdr>
        </w:div>
        <w:div w:id="1665008272">
          <w:marLeft w:val="640"/>
          <w:marRight w:val="0"/>
          <w:marTop w:val="0"/>
          <w:marBottom w:val="0"/>
          <w:divBdr>
            <w:top w:val="none" w:sz="0" w:space="0" w:color="auto"/>
            <w:left w:val="none" w:sz="0" w:space="0" w:color="auto"/>
            <w:bottom w:val="none" w:sz="0" w:space="0" w:color="auto"/>
            <w:right w:val="none" w:sz="0" w:space="0" w:color="auto"/>
          </w:divBdr>
        </w:div>
      </w:divsChild>
    </w:div>
    <w:div w:id="2111510116">
      <w:bodyDiv w:val="1"/>
      <w:marLeft w:val="0"/>
      <w:marRight w:val="0"/>
      <w:marTop w:val="0"/>
      <w:marBottom w:val="0"/>
      <w:divBdr>
        <w:top w:val="none" w:sz="0" w:space="0" w:color="auto"/>
        <w:left w:val="none" w:sz="0" w:space="0" w:color="auto"/>
        <w:bottom w:val="none" w:sz="0" w:space="0" w:color="auto"/>
        <w:right w:val="none" w:sz="0" w:space="0" w:color="auto"/>
      </w:divBdr>
      <w:divsChild>
        <w:div w:id="27921055">
          <w:marLeft w:val="640"/>
          <w:marRight w:val="0"/>
          <w:marTop w:val="0"/>
          <w:marBottom w:val="0"/>
          <w:divBdr>
            <w:top w:val="none" w:sz="0" w:space="0" w:color="auto"/>
            <w:left w:val="none" w:sz="0" w:space="0" w:color="auto"/>
            <w:bottom w:val="none" w:sz="0" w:space="0" w:color="auto"/>
            <w:right w:val="none" w:sz="0" w:space="0" w:color="auto"/>
          </w:divBdr>
        </w:div>
        <w:div w:id="82916896">
          <w:marLeft w:val="640"/>
          <w:marRight w:val="0"/>
          <w:marTop w:val="0"/>
          <w:marBottom w:val="0"/>
          <w:divBdr>
            <w:top w:val="none" w:sz="0" w:space="0" w:color="auto"/>
            <w:left w:val="none" w:sz="0" w:space="0" w:color="auto"/>
            <w:bottom w:val="none" w:sz="0" w:space="0" w:color="auto"/>
            <w:right w:val="none" w:sz="0" w:space="0" w:color="auto"/>
          </w:divBdr>
        </w:div>
        <w:div w:id="633799898">
          <w:marLeft w:val="640"/>
          <w:marRight w:val="0"/>
          <w:marTop w:val="0"/>
          <w:marBottom w:val="0"/>
          <w:divBdr>
            <w:top w:val="none" w:sz="0" w:space="0" w:color="auto"/>
            <w:left w:val="none" w:sz="0" w:space="0" w:color="auto"/>
            <w:bottom w:val="none" w:sz="0" w:space="0" w:color="auto"/>
            <w:right w:val="none" w:sz="0" w:space="0" w:color="auto"/>
          </w:divBdr>
        </w:div>
        <w:div w:id="655457304">
          <w:marLeft w:val="640"/>
          <w:marRight w:val="0"/>
          <w:marTop w:val="0"/>
          <w:marBottom w:val="0"/>
          <w:divBdr>
            <w:top w:val="none" w:sz="0" w:space="0" w:color="auto"/>
            <w:left w:val="none" w:sz="0" w:space="0" w:color="auto"/>
            <w:bottom w:val="none" w:sz="0" w:space="0" w:color="auto"/>
            <w:right w:val="none" w:sz="0" w:space="0" w:color="auto"/>
          </w:divBdr>
        </w:div>
        <w:div w:id="741803043">
          <w:marLeft w:val="640"/>
          <w:marRight w:val="0"/>
          <w:marTop w:val="0"/>
          <w:marBottom w:val="0"/>
          <w:divBdr>
            <w:top w:val="none" w:sz="0" w:space="0" w:color="auto"/>
            <w:left w:val="none" w:sz="0" w:space="0" w:color="auto"/>
            <w:bottom w:val="none" w:sz="0" w:space="0" w:color="auto"/>
            <w:right w:val="none" w:sz="0" w:space="0" w:color="auto"/>
          </w:divBdr>
        </w:div>
        <w:div w:id="742719868">
          <w:marLeft w:val="640"/>
          <w:marRight w:val="0"/>
          <w:marTop w:val="0"/>
          <w:marBottom w:val="0"/>
          <w:divBdr>
            <w:top w:val="none" w:sz="0" w:space="0" w:color="auto"/>
            <w:left w:val="none" w:sz="0" w:space="0" w:color="auto"/>
            <w:bottom w:val="none" w:sz="0" w:space="0" w:color="auto"/>
            <w:right w:val="none" w:sz="0" w:space="0" w:color="auto"/>
          </w:divBdr>
        </w:div>
        <w:div w:id="875043414">
          <w:marLeft w:val="640"/>
          <w:marRight w:val="0"/>
          <w:marTop w:val="0"/>
          <w:marBottom w:val="0"/>
          <w:divBdr>
            <w:top w:val="none" w:sz="0" w:space="0" w:color="auto"/>
            <w:left w:val="none" w:sz="0" w:space="0" w:color="auto"/>
            <w:bottom w:val="none" w:sz="0" w:space="0" w:color="auto"/>
            <w:right w:val="none" w:sz="0" w:space="0" w:color="auto"/>
          </w:divBdr>
        </w:div>
        <w:div w:id="1041321092">
          <w:marLeft w:val="640"/>
          <w:marRight w:val="0"/>
          <w:marTop w:val="0"/>
          <w:marBottom w:val="0"/>
          <w:divBdr>
            <w:top w:val="none" w:sz="0" w:space="0" w:color="auto"/>
            <w:left w:val="none" w:sz="0" w:space="0" w:color="auto"/>
            <w:bottom w:val="none" w:sz="0" w:space="0" w:color="auto"/>
            <w:right w:val="none" w:sz="0" w:space="0" w:color="auto"/>
          </w:divBdr>
        </w:div>
        <w:div w:id="1042823424">
          <w:marLeft w:val="640"/>
          <w:marRight w:val="0"/>
          <w:marTop w:val="0"/>
          <w:marBottom w:val="0"/>
          <w:divBdr>
            <w:top w:val="none" w:sz="0" w:space="0" w:color="auto"/>
            <w:left w:val="none" w:sz="0" w:space="0" w:color="auto"/>
            <w:bottom w:val="none" w:sz="0" w:space="0" w:color="auto"/>
            <w:right w:val="none" w:sz="0" w:space="0" w:color="auto"/>
          </w:divBdr>
        </w:div>
        <w:div w:id="1212109349">
          <w:marLeft w:val="640"/>
          <w:marRight w:val="0"/>
          <w:marTop w:val="0"/>
          <w:marBottom w:val="0"/>
          <w:divBdr>
            <w:top w:val="none" w:sz="0" w:space="0" w:color="auto"/>
            <w:left w:val="none" w:sz="0" w:space="0" w:color="auto"/>
            <w:bottom w:val="none" w:sz="0" w:space="0" w:color="auto"/>
            <w:right w:val="none" w:sz="0" w:space="0" w:color="auto"/>
          </w:divBdr>
        </w:div>
        <w:div w:id="1460758402">
          <w:marLeft w:val="640"/>
          <w:marRight w:val="0"/>
          <w:marTop w:val="0"/>
          <w:marBottom w:val="0"/>
          <w:divBdr>
            <w:top w:val="none" w:sz="0" w:space="0" w:color="auto"/>
            <w:left w:val="none" w:sz="0" w:space="0" w:color="auto"/>
            <w:bottom w:val="none" w:sz="0" w:space="0" w:color="auto"/>
            <w:right w:val="none" w:sz="0" w:space="0" w:color="auto"/>
          </w:divBdr>
        </w:div>
        <w:div w:id="1601060419">
          <w:marLeft w:val="640"/>
          <w:marRight w:val="0"/>
          <w:marTop w:val="0"/>
          <w:marBottom w:val="0"/>
          <w:divBdr>
            <w:top w:val="none" w:sz="0" w:space="0" w:color="auto"/>
            <w:left w:val="none" w:sz="0" w:space="0" w:color="auto"/>
            <w:bottom w:val="none" w:sz="0" w:space="0" w:color="auto"/>
            <w:right w:val="none" w:sz="0" w:space="0" w:color="auto"/>
          </w:divBdr>
        </w:div>
        <w:div w:id="1753700006">
          <w:marLeft w:val="640"/>
          <w:marRight w:val="0"/>
          <w:marTop w:val="0"/>
          <w:marBottom w:val="0"/>
          <w:divBdr>
            <w:top w:val="none" w:sz="0" w:space="0" w:color="auto"/>
            <w:left w:val="none" w:sz="0" w:space="0" w:color="auto"/>
            <w:bottom w:val="none" w:sz="0" w:space="0" w:color="auto"/>
            <w:right w:val="none" w:sz="0" w:space="0" w:color="auto"/>
          </w:divBdr>
        </w:div>
        <w:div w:id="1939748589">
          <w:marLeft w:val="640"/>
          <w:marRight w:val="0"/>
          <w:marTop w:val="0"/>
          <w:marBottom w:val="0"/>
          <w:divBdr>
            <w:top w:val="none" w:sz="0" w:space="0" w:color="auto"/>
            <w:left w:val="none" w:sz="0" w:space="0" w:color="auto"/>
            <w:bottom w:val="none" w:sz="0" w:space="0" w:color="auto"/>
            <w:right w:val="none" w:sz="0" w:space="0" w:color="auto"/>
          </w:divBdr>
        </w:div>
        <w:div w:id="2072189581">
          <w:marLeft w:val="640"/>
          <w:marRight w:val="0"/>
          <w:marTop w:val="0"/>
          <w:marBottom w:val="0"/>
          <w:divBdr>
            <w:top w:val="none" w:sz="0" w:space="0" w:color="auto"/>
            <w:left w:val="none" w:sz="0" w:space="0" w:color="auto"/>
            <w:bottom w:val="none" w:sz="0" w:space="0" w:color="auto"/>
            <w:right w:val="none" w:sz="0" w:space="0" w:color="auto"/>
          </w:divBdr>
        </w:div>
        <w:div w:id="2096314730">
          <w:marLeft w:val="640"/>
          <w:marRight w:val="0"/>
          <w:marTop w:val="0"/>
          <w:marBottom w:val="0"/>
          <w:divBdr>
            <w:top w:val="none" w:sz="0" w:space="0" w:color="auto"/>
            <w:left w:val="none" w:sz="0" w:space="0" w:color="auto"/>
            <w:bottom w:val="none" w:sz="0" w:space="0" w:color="auto"/>
            <w:right w:val="none" w:sz="0" w:space="0" w:color="auto"/>
          </w:divBdr>
        </w:div>
      </w:divsChild>
    </w:div>
    <w:div w:id="2134595917">
      <w:bodyDiv w:val="1"/>
      <w:marLeft w:val="0"/>
      <w:marRight w:val="0"/>
      <w:marTop w:val="0"/>
      <w:marBottom w:val="0"/>
      <w:divBdr>
        <w:top w:val="none" w:sz="0" w:space="0" w:color="auto"/>
        <w:left w:val="none" w:sz="0" w:space="0" w:color="auto"/>
        <w:bottom w:val="none" w:sz="0" w:space="0" w:color="auto"/>
        <w:right w:val="none" w:sz="0" w:space="0" w:color="auto"/>
      </w:divBdr>
      <w:divsChild>
        <w:div w:id="238104569">
          <w:marLeft w:val="640"/>
          <w:marRight w:val="0"/>
          <w:marTop w:val="0"/>
          <w:marBottom w:val="0"/>
          <w:divBdr>
            <w:top w:val="none" w:sz="0" w:space="0" w:color="auto"/>
            <w:left w:val="none" w:sz="0" w:space="0" w:color="auto"/>
            <w:bottom w:val="none" w:sz="0" w:space="0" w:color="auto"/>
            <w:right w:val="none" w:sz="0" w:space="0" w:color="auto"/>
          </w:divBdr>
        </w:div>
        <w:div w:id="601574045">
          <w:marLeft w:val="640"/>
          <w:marRight w:val="0"/>
          <w:marTop w:val="0"/>
          <w:marBottom w:val="0"/>
          <w:divBdr>
            <w:top w:val="none" w:sz="0" w:space="0" w:color="auto"/>
            <w:left w:val="none" w:sz="0" w:space="0" w:color="auto"/>
            <w:bottom w:val="none" w:sz="0" w:space="0" w:color="auto"/>
            <w:right w:val="none" w:sz="0" w:space="0" w:color="auto"/>
          </w:divBdr>
        </w:div>
        <w:div w:id="727921305">
          <w:marLeft w:val="640"/>
          <w:marRight w:val="0"/>
          <w:marTop w:val="0"/>
          <w:marBottom w:val="0"/>
          <w:divBdr>
            <w:top w:val="none" w:sz="0" w:space="0" w:color="auto"/>
            <w:left w:val="none" w:sz="0" w:space="0" w:color="auto"/>
            <w:bottom w:val="none" w:sz="0" w:space="0" w:color="auto"/>
            <w:right w:val="none" w:sz="0" w:space="0" w:color="auto"/>
          </w:divBdr>
        </w:div>
        <w:div w:id="1076172582">
          <w:marLeft w:val="640"/>
          <w:marRight w:val="0"/>
          <w:marTop w:val="0"/>
          <w:marBottom w:val="0"/>
          <w:divBdr>
            <w:top w:val="none" w:sz="0" w:space="0" w:color="auto"/>
            <w:left w:val="none" w:sz="0" w:space="0" w:color="auto"/>
            <w:bottom w:val="none" w:sz="0" w:space="0" w:color="auto"/>
            <w:right w:val="none" w:sz="0" w:space="0" w:color="auto"/>
          </w:divBdr>
        </w:div>
        <w:div w:id="1252399258">
          <w:marLeft w:val="640"/>
          <w:marRight w:val="0"/>
          <w:marTop w:val="0"/>
          <w:marBottom w:val="0"/>
          <w:divBdr>
            <w:top w:val="none" w:sz="0" w:space="0" w:color="auto"/>
            <w:left w:val="none" w:sz="0" w:space="0" w:color="auto"/>
            <w:bottom w:val="none" w:sz="0" w:space="0" w:color="auto"/>
            <w:right w:val="none" w:sz="0" w:space="0" w:color="auto"/>
          </w:divBdr>
        </w:div>
        <w:div w:id="1422801765">
          <w:marLeft w:val="640"/>
          <w:marRight w:val="0"/>
          <w:marTop w:val="0"/>
          <w:marBottom w:val="0"/>
          <w:divBdr>
            <w:top w:val="none" w:sz="0" w:space="0" w:color="auto"/>
            <w:left w:val="none" w:sz="0" w:space="0" w:color="auto"/>
            <w:bottom w:val="none" w:sz="0" w:space="0" w:color="auto"/>
            <w:right w:val="none" w:sz="0" w:space="0" w:color="auto"/>
          </w:divBdr>
        </w:div>
        <w:div w:id="1543594976">
          <w:marLeft w:val="640"/>
          <w:marRight w:val="0"/>
          <w:marTop w:val="0"/>
          <w:marBottom w:val="0"/>
          <w:divBdr>
            <w:top w:val="none" w:sz="0" w:space="0" w:color="auto"/>
            <w:left w:val="none" w:sz="0" w:space="0" w:color="auto"/>
            <w:bottom w:val="none" w:sz="0" w:space="0" w:color="auto"/>
            <w:right w:val="none" w:sz="0" w:space="0" w:color="auto"/>
          </w:divBdr>
        </w:div>
        <w:div w:id="1781100287">
          <w:marLeft w:val="640"/>
          <w:marRight w:val="0"/>
          <w:marTop w:val="0"/>
          <w:marBottom w:val="0"/>
          <w:divBdr>
            <w:top w:val="none" w:sz="0" w:space="0" w:color="auto"/>
            <w:left w:val="none" w:sz="0" w:space="0" w:color="auto"/>
            <w:bottom w:val="none" w:sz="0" w:space="0" w:color="auto"/>
            <w:right w:val="none" w:sz="0" w:space="0" w:color="auto"/>
          </w:divBdr>
        </w:div>
        <w:div w:id="1811557985">
          <w:marLeft w:val="640"/>
          <w:marRight w:val="0"/>
          <w:marTop w:val="0"/>
          <w:marBottom w:val="0"/>
          <w:divBdr>
            <w:top w:val="none" w:sz="0" w:space="0" w:color="auto"/>
            <w:left w:val="none" w:sz="0" w:space="0" w:color="auto"/>
            <w:bottom w:val="none" w:sz="0" w:space="0" w:color="auto"/>
            <w:right w:val="none" w:sz="0" w:space="0" w:color="auto"/>
          </w:divBdr>
        </w:div>
      </w:divsChild>
    </w:div>
    <w:div w:id="2146316688">
      <w:bodyDiv w:val="1"/>
      <w:marLeft w:val="0"/>
      <w:marRight w:val="0"/>
      <w:marTop w:val="0"/>
      <w:marBottom w:val="0"/>
      <w:divBdr>
        <w:top w:val="none" w:sz="0" w:space="0" w:color="auto"/>
        <w:left w:val="none" w:sz="0" w:space="0" w:color="auto"/>
        <w:bottom w:val="none" w:sz="0" w:space="0" w:color="auto"/>
        <w:right w:val="none" w:sz="0" w:space="0" w:color="auto"/>
      </w:divBdr>
      <w:divsChild>
        <w:div w:id="121003001">
          <w:marLeft w:val="640"/>
          <w:marRight w:val="0"/>
          <w:marTop w:val="0"/>
          <w:marBottom w:val="0"/>
          <w:divBdr>
            <w:top w:val="none" w:sz="0" w:space="0" w:color="auto"/>
            <w:left w:val="none" w:sz="0" w:space="0" w:color="auto"/>
            <w:bottom w:val="none" w:sz="0" w:space="0" w:color="auto"/>
            <w:right w:val="none" w:sz="0" w:space="0" w:color="auto"/>
          </w:divBdr>
        </w:div>
        <w:div w:id="2010252909">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chart" Target="charts/chart4.xml"/><Relationship Id="rId26" Type="http://schemas.openxmlformats.org/officeDocument/2006/relationships/chart" Target="charts/chart12.xml"/><Relationship Id="rId3" Type="http://schemas.openxmlformats.org/officeDocument/2006/relationships/customXml" Target="../customXml/item3.xml"/><Relationship Id="rId21" Type="http://schemas.openxmlformats.org/officeDocument/2006/relationships/chart" Target="charts/chart7.xm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chart" Target="charts/chart3.xml"/><Relationship Id="rId25" Type="http://schemas.openxmlformats.org/officeDocument/2006/relationships/chart" Target="charts/chart1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chart" Target="charts/chart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chart" Target="charts/chart10.xml"/><Relationship Id="rId32" Type="http://schemas.openxmlformats.org/officeDocument/2006/relationships/chart" Target="charts/chart18.xml"/><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chart" Target="charts/chart14.xml"/><Relationship Id="rId10" Type="http://schemas.openxmlformats.org/officeDocument/2006/relationships/endnotes" Target="endnotes.xml"/><Relationship Id="rId19" Type="http://schemas.openxmlformats.org/officeDocument/2006/relationships/chart" Target="charts/chart5.xml"/><Relationship Id="rId31" Type="http://schemas.openxmlformats.org/officeDocument/2006/relationships/chart" Target="charts/chart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chart" Target="charts/chart16.xm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RENANTO\00.%20PINDAHAN%20RENANTO\New%20folder%20(3)\LATEST%20DATA\GCD\KCl\OLAH%20DATA%20EXCEL\SUMMARY.xls"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D:\RENANTO\00.%20PINDAHAN%20RENANTO\New%20folder%20(3)\LATEST%20DATA\CV\KCl\DATA%20SUSULAN\0.6M%2015%25KCl-3.cor" TargetMode="External"/><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rwijaya\AppData\Roaming\Microsoft\Excel\NEW%20calculation%20(version%201).xlsb" TargetMode="External"/><Relationship Id="rId2" Type="http://schemas.microsoft.com/office/2011/relationships/chartColorStyle" Target="colors10.xml"/><Relationship Id="rId1" Type="http://schemas.microsoft.com/office/2011/relationships/chartStyle" Target="style10.xml"/></Relationships>
</file>

<file path=word/charts/_rels/chart12.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11.xml"/><Relationship Id="rId1" Type="http://schemas.microsoft.com/office/2011/relationships/chartStyle" Target="style11.xml"/></Relationships>
</file>

<file path=word/charts/_rels/chart13.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12.xml"/><Relationship Id="rId1" Type="http://schemas.microsoft.com/office/2011/relationships/chartStyle" Target="style12.xml"/></Relationships>
</file>

<file path=word/charts/_rels/chart14.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13.xml"/><Relationship Id="rId1" Type="http://schemas.microsoft.com/office/2011/relationships/chartStyle" Target="style13.xml"/></Relationships>
</file>

<file path=word/charts/_rels/chart15.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14.xml"/><Relationship Id="rId1" Type="http://schemas.microsoft.com/office/2011/relationships/chartStyle" Target="style14.xml"/></Relationships>
</file>

<file path=word/charts/_rels/chart16.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15.xml"/><Relationship Id="rId1" Type="http://schemas.microsoft.com/office/2011/relationships/chartStyle" Target="style15.xml"/></Relationships>
</file>

<file path=word/charts/_rels/chart17.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16.xml"/><Relationship Id="rId1" Type="http://schemas.microsoft.com/office/2011/relationships/chartStyle" Target="style16.xml"/></Relationships>
</file>

<file path=word/charts/_rels/chart18.xml.rels><?xml version="1.0" encoding="UTF-8" standalone="yes"?>
<Relationships xmlns="http://schemas.openxmlformats.org/package/2006/relationships"><Relationship Id="rId3" Type="http://schemas.openxmlformats.org/officeDocument/2006/relationships/oleObject" Target="file:///D:\RENANTO\00.%20PINDAHAN%20RENANTO\New%20folder%20(3)\LATEST%20DATA\CV\NS\0.6M%2010%25%20NS.cor" TargetMode="External"/><Relationship Id="rId2" Type="http://schemas.microsoft.com/office/2011/relationships/chartColorStyle" Target="colors17.xml"/><Relationship Id="rId1" Type="http://schemas.microsoft.com/office/2011/relationships/chartStyle" Target="style17.xml"/></Relationships>
</file>

<file path=word/charts/_rels/chart2.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D:\RENANTO\00.%20PINDAHAN%20RENANTO\New%20folder%20(3)\LATEST%20DATA\GCD\KCl\Data%20susulan\0.6M%2015%25%20DATA%20SUSULAN.xls"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file:///D:\RENANTO\00.%20PINDAHAN%20RENANTO\New%20folder%20(3)\NEW%20calculation.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574261131196108"/>
          <c:y val="6.3619510848685362E-2"/>
          <c:w val="0.83715609945853453"/>
          <c:h val="0.6558864888454552"/>
        </c:manualLayout>
      </c:layout>
      <c:scatterChart>
        <c:scatterStyle val="smoothMarker"/>
        <c:varyColors val="0"/>
        <c:ser>
          <c:idx val="0"/>
          <c:order val="0"/>
          <c:tx>
            <c:strRef>
              <c:f>RAW!$E$1</c:f>
              <c:strCache>
                <c:ptCount val="1"/>
                <c:pt idx="0">
                  <c:v>RAW SR</c:v>
                </c:pt>
              </c:strCache>
            </c:strRef>
          </c:tx>
          <c:spPr>
            <a:ln w="19050" cap="rnd">
              <a:solidFill>
                <a:sysClr val="windowText" lastClr="000000"/>
              </a:solidFill>
              <a:round/>
            </a:ln>
            <a:effectLst/>
          </c:spPr>
          <c:marker>
            <c:symbol val="square"/>
            <c:size val="5"/>
            <c:spPr>
              <a:solidFill>
                <a:schemeClr val="tx1"/>
              </a:solidFill>
              <a:ln>
                <a:noFill/>
              </a:ln>
            </c:spPr>
          </c:marker>
          <c:dLbls>
            <c:dLbl>
              <c:idx val="0"/>
              <c:layout>
                <c:manualLayout>
                  <c:x val="3.0437836572231328E-2"/>
                  <c:y val="8.5267645665561345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970-4944-87B1-E1CBF50F3A5D}"/>
                </c:ext>
              </c:extLst>
            </c:dLbl>
            <c:dLbl>
              <c:idx val="1"/>
              <c:layout>
                <c:manualLayout>
                  <c:x val="2.3770826769320012E-2"/>
                  <c:y val="-0.1622122450050434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970-4944-87B1-E1CBF50F3A5D}"/>
                </c:ext>
              </c:extLst>
            </c:dLbl>
            <c:dLbl>
              <c:idx val="2"/>
              <c:layout>
                <c:manualLayout>
                  <c:x val="4.2259247589902287E-2"/>
                  <c:y val="-8.76822945973207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970-4944-87B1-E1CBF50F3A5D}"/>
                </c:ext>
              </c:extLst>
            </c:dLbl>
            <c:dLbl>
              <c:idx val="49"/>
              <c:layout>
                <c:manualLayout>
                  <c:x val="-7.3953683282329097E-2"/>
                  <c:y val="-0.100834638786918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970-4944-87B1-E1CBF50F3A5D}"/>
                </c:ext>
              </c:extLst>
            </c:dLbl>
            <c:spPr>
              <a:noFill/>
              <a:ln>
                <a:noFill/>
              </a:ln>
              <a:effectLst/>
            </c:spPr>
            <c:txPr>
              <a:bodyPr wrap="square" lIns="38100" tIns="19050" rIns="38100" bIns="19050" anchor="ctr">
                <a:spAutoFit/>
              </a:bodyPr>
              <a:lstStyle/>
              <a:p>
                <a:pPr>
                  <a:defRPr sz="1100"/>
                </a:pPr>
                <a:endParaRPr lang="en-US"/>
              </a:p>
            </c:txPr>
            <c:showLegendKey val="0"/>
            <c:showVal val="0"/>
            <c:showCatName val="0"/>
            <c:showSerName val="0"/>
            <c:showPercent val="0"/>
            <c:showBubbleSize val="0"/>
            <c:extLst>
              <c:ext xmlns:c15="http://schemas.microsoft.com/office/drawing/2012/chart" uri="{CE6537A1-D6FC-4f65-9D91-7224C49458BB}">
                <c15:showLeaderLines val="1"/>
              </c:ext>
            </c:extLst>
          </c:dLbls>
          <c:xVal>
            <c:numRef>
              <c:f>RAW!$A$2:$A$201</c:f>
              <c:numCache>
                <c:formatCode>General</c:formatCode>
                <c:ptCount val="20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numCache>
            </c:numRef>
          </c:xVal>
          <c:yVal>
            <c:numRef>
              <c:f>RAW!$E$2:$E$201</c:f>
              <c:numCache>
                <c:formatCode>0.00</c:formatCode>
                <c:ptCount val="200"/>
                <c:pt idx="0">
                  <c:v>188.70866666666666</c:v>
                </c:pt>
                <c:pt idx="1">
                  <c:v>4.5703033333333343</c:v>
                </c:pt>
                <c:pt idx="2">
                  <c:v>3.9626733333333335</c:v>
                </c:pt>
                <c:pt idx="3">
                  <c:v>3.1119800000000004</c:v>
                </c:pt>
                <c:pt idx="4">
                  <c:v>2.0160633333333333</c:v>
                </c:pt>
                <c:pt idx="5">
                  <c:v>1.7187546666666667</c:v>
                </c:pt>
                <c:pt idx="6">
                  <c:v>0.95920300000000003</c:v>
                </c:pt>
                <c:pt idx="7">
                  <c:v>1.3476586666666668</c:v>
                </c:pt>
                <c:pt idx="8">
                  <c:v>1.5755243333333333</c:v>
                </c:pt>
                <c:pt idx="9">
                  <c:v>1.1480080000000001</c:v>
                </c:pt>
                <c:pt idx="10">
                  <c:v>1.0351643333333334</c:v>
                </c:pt>
                <c:pt idx="11">
                  <c:v>0.87673500000000004</c:v>
                </c:pt>
                <c:pt idx="12">
                  <c:v>0.80078466666666659</c:v>
                </c:pt>
                <c:pt idx="13">
                  <c:v>0.71614833333333339</c:v>
                </c:pt>
                <c:pt idx="14">
                  <c:v>0.73784833333333333</c:v>
                </c:pt>
                <c:pt idx="15">
                  <c:v>0.73350900000000008</c:v>
                </c:pt>
                <c:pt idx="16">
                  <c:v>0.742197</c:v>
                </c:pt>
                <c:pt idx="17">
                  <c:v>0.62717066666666665</c:v>
                </c:pt>
                <c:pt idx="18">
                  <c:v>0.77257399999999998</c:v>
                </c:pt>
                <c:pt idx="19">
                  <c:v>0.60113133333333335</c:v>
                </c:pt>
                <c:pt idx="20">
                  <c:v>0.70312766666666671</c:v>
                </c:pt>
                <c:pt idx="21">
                  <c:v>0.54904066666666662</c:v>
                </c:pt>
                <c:pt idx="22">
                  <c:v>0.5729143333333333</c:v>
                </c:pt>
                <c:pt idx="23">
                  <c:v>0.54904066666666662</c:v>
                </c:pt>
                <c:pt idx="24">
                  <c:v>0.57725766666666667</c:v>
                </c:pt>
                <c:pt idx="25">
                  <c:v>0.50780599999999998</c:v>
                </c:pt>
                <c:pt idx="26">
                  <c:v>0.47960133333333338</c:v>
                </c:pt>
                <c:pt idx="27">
                  <c:v>0.47091466666666659</c:v>
                </c:pt>
                <c:pt idx="28">
                  <c:v>0.50780599999999998</c:v>
                </c:pt>
                <c:pt idx="29">
                  <c:v>0.45355766666666669</c:v>
                </c:pt>
                <c:pt idx="30">
                  <c:v>0.55989233333333333</c:v>
                </c:pt>
                <c:pt idx="31">
                  <c:v>0.47308433333333327</c:v>
                </c:pt>
                <c:pt idx="32">
                  <c:v>0.40365699999999993</c:v>
                </c:pt>
                <c:pt idx="33">
                  <c:v>0.42534500000000003</c:v>
                </c:pt>
                <c:pt idx="34">
                  <c:v>0.42100566666666667</c:v>
                </c:pt>
                <c:pt idx="35">
                  <c:v>0.41014966666666669</c:v>
                </c:pt>
                <c:pt idx="36">
                  <c:v>0.45573566666666671</c:v>
                </c:pt>
                <c:pt idx="37">
                  <c:v>0.47308433333333327</c:v>
                </c:pt>
                <c:pt idx="38">
                  <c:v>0.42100599999999999</c:v>
                </c:pt>
                <c:pt idx="39">
                  <c:v>0.3862843333333334</c:v>
                </c:pt>
                <c:pt idx="40">
                  <c:v>0.37326633333333331</c:v>
                </c:pt>
                <c:pt idx="41">
                  <c:v>0.41231933333333332</c:v>
                </c:pt>
                <c:pt idx="42">
                  <c:v>0.41882833333333336</c:v>
                </c:pt>
                <c:pt idx="43">
                  <c:v>0.438363</c:v>
                </c:pt>
                <c:pt idx="44">
                  <c:v>0.40147166666666667</c:v>
                </c:pt>
                <c:pt idx="45">
                  <c:v>0.36674999999999996</c:v>
                </c:pt>
                <c:pt idx="46">
                  <c:v>0.37543633333333332</c:v>
                </c:pt>
                <c:pt idx="47">
                  <c:v>0.38410666666666665</c:v>
                </c:pt>
                <c:pt idx="48">
                  <c:v>0.38411466666666666</c:v>
                </c:pt>
                <c:pt idx="49">
                  <c:v>0.38410666666666665</c:v>
                </c:pt>
                <c:pt idx="50">
                  <c:v>0.36891933333333338</c:v>
                </c:pt>
                <c:pt idx="51">
                  <c:v>0.36458799999999997</c:v>
                </c:pt>
                <c:pt idx="52">
                  <c:v>0.39496233333333325</c:v>
                </c:pt>
                <c:pt idx="53">
                  <c:v>0.3862843333333334</c:v>
                </c:pt>
                <c:pt idx="54">
                  <c:v>0.34939300000000001</c:v>
                </c:pt>
                <c:pt idx="55">
                  <c:v>0.36024100000000003</c:v>
                </c:pt>
                <c:pt idx="56">
                  <c:v>0.35807900000000004</c:v>
                </c:pt>
                <c:pt idx="57">
                  <c:v>0.33419766666666667</c:v>
                </c:pt>
                <c:pt idx="58">
                  <c:v>0.30816233333333337</c:v>
                </c:pt>
                <c:pt idx="59">
                  <c:v>0.36024066666666665</c:v>
                </c:pt>
                <c:pt idx="60">
                  <c:v>0.347215</c:v>
                </c:pt>
                <c:pt idx="61">
                  <c:v>0.35157033333333332</c:v>
                </c:pt>
                <c:pt idx="62">
                  <c:v>0.33854500000000004</c:v>
                </c:pt>
                <c:pt idx="63">
                  <c:v>0.32985833333333331</c:v>
                </c:pt>
                <c:pt idx="64">
                  <c:v>0.34070666666666671</c:v>
                </c:pt>
                <c:pt idx="65">
                  <c:v>0.36024866666666666</c:v>
                </c:pt>
                <c:pt idx="66">
                  <c:v>0.36675799999999997</c:v>
                </c:pt>
                <c:pt idx="67">
                  <c:v>0.36024066666666665</c:v>
                </c:pt>
                <c:pt idx="68">
                  <c:v>0.32768866666666668</c:v>
                </c:pt>
                <c:pt idx="69">
                  <c:v>0.35157033333333337</c:v>
                </c:pt>
                <c:pt idx="70">
                  <c:v>0.332036</c:v>
                </c:pt>
                <c:pt idx="71">
                  <c:v>0.32551100000000005</c:v>
                </c:pt>
                <c:pt idx="72">
                  <c:v>0.35157033333333337</c:v>
                </c:pt>
                <c:pt idx="73">
                  <c:v>0.33202800000000005</c:v>
                </c:pt>
                <c:pt idx="74">
                  <c:v>0.28862800000000005</c:v>
                </c:pt>
                <c:pt idx="75">
                  <c:v>0.28862000000000004</c:v>
                </c:pt>
                <c:pt idx="76">
                  <c:v>0.29080566666666668</c:v>
                </c:pt>
                <c:pt idx="77">
                  <c:v>0.29948400000000003</c:v>
                </c:pt>
                <c:pt idx="78">
                  <c:v>0.28862800000000005</c:v>
                </c:pt>
                <c:pt idx="79">
                  <c:v>0.3667656666666666</c:v>
                </c:pt>
                <c:pt idx="80">
                  <c:v>0.37325866666666668</c:v>
                </c:pt>
                <c:pt idx="81">
                  <c:v>0.34287633333333334</c:v>
                </c:pt>
                <c:pt idx="82">
                  <c:v>0.32335733333333333</c:v>
                </c:pt>
                <c:pt idx="83">
                  <c:v>0.33418999999999999</c:v>
                </c:pt>
                <c:pt idx="84">
                  <c:v>0.32334166666666669</c:v>
                </c:pt>
                <c:pt idx="85">
                  <c:v>0.29947600000000002</c:v>
                </c:pt>
                <c:pt idx="86">
                  <c:v>0.29949166666666666</c:v>
                </c:pt>
                <c:pt idx="87">
                  <c:v>0.32551933333333333</c:v>
                </c:pt>
                <c:pt idx="88">
                  <c:v>0.32334966666666665</c:v>
                </c:pt>
                <c:pt idx="89">
                  <c:v>0.33855299999999994</c:v>
                </c:pt>
                <c:pt idx="90">
                  <c:v>0.30816233333333332</c:v>
                </c:pt>
                <c:pt idx="91">
                  <c:v>0.32552700000000001</c:v>
                </c:pt>
                <c:pt idx="92">
                  <c:v>0.31467933333333337</c:v>
                </c:pt>
                <c:pt idx="93">
                  <c:v>0.30165366666666665</c:v>
                </c:pt>
                <c:pt idx="94">
                  <c:v>0.28645866666666664</c:v>
                </c:pt>
                <c:pt idx="95">
                  <c:v>0.29730666666666666</c:v>
                </c:pt>
                <c:pt idx="96">
                  <c:v>0.29730633333333328</c:v>
                </c:pt>
                <c:pt idx="97">
                  <c:v>0.29297533333333331</c:v>
                </c:pt>
                <c:pt idx="98">
                  <c:v>0.29948400000000003</c:v>
                </c:pt>
                <c:pt idx="99">
                  <c:v>0.27994133333333332</c:v>
                </c:pt>
                <c:pt idx="100">
                  <c:v>0.27995733333333334</c:v>
                </c:pt>
                <c:pt idx="101">
                  <c:v>0.28211133333333333</c:v>
                </c:pt>
                <c:pt idx="102">
                  <c:v>0.27126299999999998</c:v>
                </c:pt>
                <c:pt idx="103">
                  <c:v>0.27344033333333334</c:v>
                </c:pt>
                <c:pt idx="104">
                  <c:v>0.29947600000000002</c:v>
                </c:pt>
                <c:pt idx="105">
                  <c:v>0.29079766666666668</c:v>
                </c:pt>
                <c:pt idx="106">
                  <c:v>0.2799496666666666</c:v>
                </c:pt>
                <c:pt idx="107">
                  <c:v>0.28211899999999995</c:v>
                </c:pt>
                <c:pt idx="108">
                  <c:v>0.27994966666666665</c:v>
                </c:pt>
                <c:pt idx="109">
                  <c:v>0.29079766666666668</c:v>
                </c:pt>
                <c:pt idx="110">
                  <c:v>0.2777803333333333</c:v>
                </c:pt>
                <c:pt idx="111">
                  <c:v>0.30598500000000001</c:v>
                </c:pt>
                <c:pt idx="112">
                  <c:v>0.29079733333333335</c:v>
                </c:pt>
                <c:pt idx="113">
                  <c:v>0.28428066666666668</c:v>
                </c:pt>
                <c:pt idx="114">
                  <c:v>0.28211133333333338</c:v>
                </c:pt>
                <c:pt idx="115">
                  <c:v>0.31684099999999998</c:v>
                </c:pt>
                <c:pt idx="116">
                  <c:v>0.30382299999999995</c:v>
                </c:pt>
                <c:pt idx="117">
                  <c:v>0.29080566666666668</c:v>
                </c:pt>
                <c:pt idx="118">
                  <c:v>0.29079766666666668</c:v>
                </c:pt>
                <c:pt idx="119">
                  <c:v>0.288636</c:v>
                </c:pt>
                <c:pt idx="120">
                  <c:v>0.28211899999999995</c:v>
                </c:pt>
                <c:pt idx="121">
                  <c:v>0.27344066666666667</c:v>
                </c:pt>
                <c:pt idx="122">
                  <c:v>0.26042266666666664</c:v>
                </c:pt>
                <c:pt idx="123">
                  <c:v>0.28212699999999996</c:v>
                </c:pt>
                <c:pt idx="124">
                  <c:v>0.28645866666666669</c:v>
                </c:pt>
                <c:pt idx="125">
                  <c:v>0.28862000000000004</c:v>
                </c:pt>
                <c:pt idx="126">
                  <c:v>0.27344066666666667</c:v>
                </c:pt>
                <c:pt idx="127">
                  <c:v>0.27994966666666671</c:v>
                </c:pt>
                <c:pt idx="128">
                  <c:v>0.25390600000000002</c:v>
                </c:pt>
                <c:pt idx="129">
                  <c:v>0.27344866666666667</c:v>
                </c:pt>
                <c:pt idx="130">
                  <c:v>0.24305833333333335</c:v>
                </c:pt>
                <c:pt idx="131">
                  <c:v>0.25391433333333335</c:v>
                </c:pt>
                <c:pt idx="132">
                  <c:v>0.25607600000000003</c:v>
                </c:pt>
                <c:pt idx="133">
                  <c:v>0.24521999999999999</c:v>
                </c:pt>
                <c:pt idx="134">
                  <c:v>0.27127099999999998</c:v>
                </c:pt>
                <c:pt idx="135">
                  <c:v>0.27127099999999998</c:v>
                </c:pt>
                <c:pt idx="136">
                  <c:v>0.29946800000000001</c:v>
                </c:pt>
                <c:pt idx="137">
                  <c:v>0.28212700000000002</c:v>
                </c:pt>
                <c:pt idx="138">
                  <c:v>0.27994133333333332</c:v>
                </c:pt>
                <c:pt idx="139">
                  <c:v>0.26258466666666669</c:v>
                </c:pt>
                <c:pt idx="140">
                  <c:v>0.25606800000000002</c:v>
                </c:pt>
                <c:pt idx="141">
                  <c:v>0.25606800000000002</c:v>
                </c:pt>
                <c:pt idx="142">
                  <c:v>0.26041500000000001</c:v>
                </c:pt>
                <c:pt idx="143">
                  <c:v>0.25607600000000003</c:v>
                </c:pt>
                <c:pt idx="144">
                  <c:v>0.25390633333333329</c:v>
                </c:pt>
                <c:pt idx="145">
                  <c:v>0.24304999999999999</c:v>
                </c:pt>
                <c:pt idx="146">
                  <c:v>0.23871900000000001</c:v>
                </c:pt>
                <c:pt idx="147">
                  <c:v>0.24739733333333333</c:v>
                </c:pt>
                <c:pt idx="148">
                  <c:v>0.24739733333333333</c:v>
                </c:pt>
                <c:pt idx="149">
                  <c:v>0.25390600000000002</c:v>
                </c:pt>
                <c:pt idx="150">
                  <c:v>0.23871099999999998</c:v>
                </c:pt>
                <c:pt idx="151">
                  <c:v>0.25607566666666665</c:v>
                </c:pt>
                <c:pt idx="152">
                  <c:v>0.23654133333333335</c:v>
                </c:pt>
                <c:pt idx="153">
                  <c:v>0.23871100000000001</c:v>
                </c:pt>
                <c:pt idx="154">
                  <c:v>0.23654133333333335</c:v>
                </c:pt>
                <c:pt idx="155">
                  <c:v>0.23655733333333337</c:v>
                </c:pt>
                <c:pt idx="156">
                  <c:v>0.23003266666666666</c:v>
                </c:pt>
                <c:pt idx="157">
                  <c:v>0.23221800000000001</c:v>
                </c:pt>
                <c:pt idx="158">
                  <c:v>0.23654166666666668</c:v>
                </c:pt>
                <c:pt idx="159">
                  <c:v>0.22787100000000002</c:v>
                </c:pt>
                <c:pt idx="160">
                  <c:v>0.23654133333333335</c:v>
                </c:pt>
                <c:pt idx="161">
                  <c:v>0.29079766666666668</c:v>
                </c:pt>
                <c:pt idx="162">
                  <c:v>0.27995733333333334</c:v>
                </c:pt>
                <c:pt idx="163">
                  <c:v>0.25389833333333334</c:v>
                </c:pt>
                <c:pt idx="164">
                  <c:v>0.22786300000000001</c:v>
                </c:pt>
                <c:pt idx="165">
                  <c:v>0.23654933333333336</c:v>
                </c:pt>
                <c:pt idx="166">
                  <c:v>0.23654166666666665</c:v>
                </c:pt>
                <c:pt idx="167">
                  <c:v>0.2300406666666667</c:v>
                </c:pt>
                <c:pt idx="168">
                  <c:v>0.22135433333333335</c:v>
                </c:pt>
                <c:pt idx="169">
                  <c:v>0.21051400000000001</c:v>
                </c:pt>
                <c:pt idx="170">
                  <c:v>0.21050633333333335</c:v>
                </c:pt>
                <c:pt idx="171">
                  <c:v>0.22135433333333335</c:v>
                </c:pt>
                <c:pt idx="172">
                  <c:v>0.212676</c:v>
                </c:pt>
                <c:pt idx="173">
                  <c:v>0.212668</c:v>
                </c:pt>
                <c:pt idx="174">
                  <c:v>0.212668</c:v>
                </c:pt>
                <c:pt idx="175">
                  <c:v>0.22135433333333335</c:v>
                </c:pt>
                <c:pt idx="176">
                  <c:v>0.21484533333333333</c:v>
                </c:pt>
                <c:pt idx="177">
                  <c:v>0.24740566666666666</c:v>
                </c:pt>
                <c:pt idx="178">
                  <c:v>0.26475433333333337</c:v>
                </c:pt>
                <c:pt idx="179">
                  <c:v>0.24521999999999999</c:v>
                </c:pt>
                <c:pt idx="180">
                  <c:v>0.2473896666666667</c:v>
                </c:pt>
                <c:pt idx="181">
                  <c:v>0.23871133333333336</c:v>
                </c:pt>
                <c:pt idx="182">
                  <c:v>0.23004033333333332</c:v>
                </c:pt>
                <c:pt idx="183">
                  <c:v>0.249559</c:v>
                </c:pt>
                <c:pt idx="184">
                  <c:v>0.23003266666666666</c:v>
                </c:pt>
                <c:pt idx="185">
                  <c:v>0.22135433333333332</c:v>
                </c:pt>
                <c:pt idx="186">
                  <c:v>0.22135433333333332</c:v>
                </c:pt>
                <c:pt idx="187">
                  <c:v>0.22135433333333332</c:v>
                </c:pt>
                <c:pt idx="188">
                  <c:v>0.22135433333333332</c:v>
                </c:pt>
                <c:pt idx="189">
                  <c:v>0.212676</c:v>
                </c:pt>
                <c:pt idx="190">
                  <c:v>0.21701500000000004</c:v>
                </c:pt>
                <c:pt idx="191">
                  <c:v>0.21917666666666666</c:v>
                </c:pt>
                <c:pt idx="192">
                  <c:v>0.22135433333333335</c:v>
                </c:pt>
                <c:pt idx="193">
                  <c:v>0.21702299999999999</c:v>
                </c:pt>
                <c:pt idx="194">
                  <c:v>0.22134633333333334</c:v>
                </c:pt>
                <c:pt idx="195">
                  <c:v>0.22135400000000002</c:v>
                </c:pt>
                <c:pt idx="196">
                  <c:v>0.22136199999999998</c:v>
                </c:pt>
                <c:pt idx="197">
                  <c:v>0.22135433333333335</c:v>
                </c:pt>
                <c:pt idx="198">
                  <c:v>0.22569366666666668</c:v>
                </c:pt>
                <c:pt idx="199">
                  <c:v>0.22135433333333332</c:v>
                </c:pt>
              </c:numCache>
            </c:numRef>
          </c:yVal>
          <c:smooth val="1"/>
          <c:extLst>
            <c:ext xmlns:c16="http://schemas.microsoft.com/office/drawing/2014/chart" uri="{C3380CC4-5D6E-409C-BE32-E72D297353CC}">
              <c16:uniqueId val="{00000004-1970-4944-87B1-E1CBF50F3A5D}"/>
            </c:ext>
          </c:extLst>
        </c:ser>
        <c:dLbls>
          <c:showLegendKey val="0"/>
          <c:showVal val="0"/>
          <c:showCatName val="0"/>
          <c:showSerName val="0"/>
          <c:showPercent val="0"/>
          <c:showBubbleSize val="0"/>
        </c:dLbls>
        <c:axId val="420095856"/>
        <c:axId val="1"/>
      </c:scatterChart>
      <c:valAx>
        <c:axId val="420095856"/>
        <c:scaling>
          <c:orientation val="minMax"/>
          <c:max val="50"/>
        </c:scaling>
        <c:delete val="0"/>
        <c:axPos val="b"/>
        <c:title>
          <c:tx>
            <c:rich>
              <a:bodyPr/>
              <a:lstStyle/>
              <a:p>
                <a:pPr>
                  <a:defRPr>
                    <a:latin typeface="Times New Roman" panose="02020603050405020304" pitchFamily="18" charset="0"/>
                    <a:cs typeface="Times New Roman" panose="02020603050405020304" pitchFamily="18" charset="0"/>
                  </a:defRPr>
                </a:pPr>
                <a:r>
                  <a:rPr lang="en-ID">
                    <a:latin typeface="Times New Roman" panose="02020603050405020304" pitchFamily="18" charset="0"/>
                    <a:cs typeface="Times New Roman" panose="02020603050405020304" pitchFamily="18" charset="0"/>
                  </a:rPr>
                  <a:t>Cycle Number</a:t>
                </a:r>
              </a:p>
            </c:rich>
          </c:tx>
          <c:overlay val="0"/>
        </c:title>
        <c:numFmt formatCode="General" sourceLinked="1"/>
        <c:majorTickMark val="none"/>
        <c:minorTickMark val="none"/>
        <c:tickLblPos val="nextTo"/>
        <c:spPr>
          <a:noFill/>
          <a:ln w="12700" cap="flat" cmpd="sng" algn="ctr">
            <a:solidFill>
              <a:schemeClr val="tx1"/>
            </a:solidFill>
            <a:round/>
          </a:ln>
          <a:effectLst/>
        </c:spPr>
        <c:txPr>
          <a:bodyPr rot="0" vert="horz"/>
          <a:lstStyle/>
          <a:p>
            <a:pPr>
              <a:defRPr sz="1100" b="1" i="0" u="none" strike="noStrike" baseline="0">
                <a:solidFill>
                  <a:srgbClr val="333333"/>
                </a:solidFill>
                <a:latin typeface="Aptos Narrow"/>
                <a:ea typeface="Aptos Narrow"/>
                <a:cs typeface="Aptos Narrow"/>
              </a:defRPr>
            </a:pPr>
            <a:endParaRPr lang="en-US"/>
          </a:p>
        </c:txPr>
        <c:crossAx val="1"/>
        <c:crosses val="autoZero"/>
        <c:crossBetween val="midCat"/>
        <c:majorUnit val="5"/>
      </c:valAx>
      <c:valAx>
        <c:axId val="1"/>
        <c:scaling>
          <c:orientation val="minMax"/>
          <c:min val="0"/>
        </c:scaling>
        <c:delete val="0"/>
        <c:axPos val="l"/>
        <c:title>
          <c:tx>
            <c:rich>
              <a:bodyPr/>
              <a:lstStyle/>
              <a:p>
                <a:pPr>
                  <a:defRPr sz="1000">
                    <a:latin typeface="Times New Roman" panose="02020603050405020304" pitchFamily="18" charset="0"/>
                    <a:cs typeface="Times New Roman" panose="02020603050405020304" pitchFamily="18" charset="0"/>
                  </a:defRPr>
                </a:pPr>
                <a:r>
                  <a:rPr lang="en-ID" sz="1000" b="0">
                    <a:latin typeface="Times New Roman" panose="02020603050405020304" pitchFamily="18" charset="0"/>
                    <a:cs typeface="Times New Roman" panose="02020603050405020304" pitchFamily="18" charset="0"/>
                  </a:rPr>
                  <a:t>Specific Capacity (mAh</a:t>
                </a:r>
                <a:r>
                  <a:rPr lang="en-ID" sz="1000" b="0" baseline="0">
                    <a:latin typeface="Times New Roman" panose="02020603050405020304" pitchFamily="18" charset="0"/>
                    <a:cs typeface="Times New Roman" panose="02020603050405020304" pitchFamily="18" charset="0"/>
                  </a:rPr>
                  <a:t>/g)</a:t>
                </a:r>
                <a:endParaRPr lang="en-ID" sz="1000" b="0">
                  <a:latin typeface="Times New Roman" panose="02020603050405020304" pitchFamily="18" charset="0"/>
                  <a:cs typeface="Times New Roman" panose="02020603050405020304" pitchFamily="18" charset="0"/>
                </a:endParaRPr>
              </a:p>
            </c:rich>
          </c:tx>
          <c:layout>
            <c:manualLayout>
              <c:xMode val="edge"/>
              <c:yMode val="edge"/>
              <c:x val="0"/>
              <c:y val="0.12620905165269955"/>
            </c:manualLayout>
          </c:layout>
          <c:overlay val="0"/>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crossAx val="420095856"/>
        <c:crosses val="autoZero"/>
        <c:crossBetween val="midCat"/>
      </c:valAx>
      <c:spPr>
        <a:solidFill>
          <a:schemeClr val="bg1"/>
        </a:solidFill>
        <a:ln w="12700">
          <a:solidFill>
            <a:sysClr val="windowText" lastClr="000000"/>
          </a:solidFill>
        </a:ln>
      </c:spPr>
    </c:plotArea>
    <c:plotVisOnly val="1"/>
    <c:dispBlanksAs val="gap"/>
    <c:showDLblsOverMax val="0"/>
  </c:chart>
  <c:spPr>
    <a:noFill/>
    <a:ln w="9525" cap="flat" cmpd="sng" algn="ctr">
      <a:no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341426071741033"/>
          <c:y val="3.7257927327346937E-2"/>
          <c:w val="0.83448286069504474"/>
          <c:h val="0.70350878867414302"/>
        </c:manualLayout>
      </c:layout>
      <c:scatterChart>
        <c:scatterStyle val="smoothMarker"/>
        <c:varyColors val="0"/>
        <c:ser>
          <c:idx val="0"/>
          <c:order val="0"/>
          <c:tx>
            <c:strRef>
              <c:f>'0.6M 15%KCl-3'!$J$25</c:f>
              <c:strCache>
                <c:ptCount val="1"/>
                <c:pt idx="0">
                  <c:v>1st Cycle SR-PC</c:v>
                </c:pt>
              </c:strCache>
            </c:strRef>
          </c:tx>
          <c:spPr>
            <a:ln w="19050" cap="rnd">
              <a:solidFill>
                <a:schemeClr val="tx1"/>
              </a:solidFill>
              <a:round/>
            </a:ln>
            <a:effectLst/>
          </c:spPr>
          <c:marker>
            <c:symbol val="none"/>
          </c:marker>
          <c:xVal>
            <c:numRef>
              <c:f>'0.6M 15%KCl-3'!$K$26:$K$4025</c:f>
              <c:numCache>
                <c:formatCode>0.00E+00</c:formatCode>
                <c:ptCount val="4000"/>
                <c:pt idx="0">
                  <c:v>1.42249E-5</c:v>
                </c:pt>
                <c:pt idx="1">
                  <c:v>1.39506E-5</c:v>
                </c:pt>
                <c:pt idx="2">
                  <c:v>1.3783399999999999E-5</c:v>
                </c:pt>
                <c:pt idx="3">
                  <c:v>1.3626599999999999E-5</c:v>
                </c:pt>
                <c:pt idx="4">
                  <c:v>1.3472800000000001E-5</c:v>
                </c:pt>
                <c:pt idx="5">
                  <c:v>1.3324400000000001E-5</c:v>
                </c:pt>
                <c:pt idx="6">
                  <c:v>1.31833E-5</c:v>
                </c:pt>
                <c:pt idx="7">
                  <c:v>1.30496E-5</c:v>
                </c:pt>
                <c:pt idx="8">
                  <c:v>1.2922600000000001E-5</c:v>
                </c:pt>
                <c:pt idx="9">
                  <c:v>1.28019E-5</c:v>
                </c:pt>
                <c:pt idx="10">
                  <c:v>1.26876E-5</c:v>
                </c:pt>
                <c:pt idx="11">
                  <c:v>1.2580400000000001E-5</c:v>
                </c:pt>
                <c:pt idx="12">
                  <c:v>1.24782E-5</c:v>
                </c:pt>
                <c:pt idx="13">
                  <c:v>1.2381100000000001E-5</c:v>
                </c:pt>
                <c:pt idx="14">
                  <c:v>1.2289999999999999E-5</c:v>
                </c:pt>
                <c:pt idx="15">
                  <c:v>1.2204E-5</c:v>
                </c:pt>
                <c:pt idx="16">
                  <c:v>1.21227E-5</c:v>
                </c:pt>
                <c:pt idx="17">
                  <c:v>1.2045000000000001E-5</c:v>
                </c:pt>
                <c:pt idx="18">
                  <c:v>1.1970899999999999E-5</c:v>
                </c:pt>
                <c:pt idx="19">
                  <c:v>1.1901300000000001E-5</c:v>
                </c:pt>
                <c:pt idx="20">
                  <c:v>1.1835600000000001E-5</c:v>
                </c:pt>
                <c:pt idx="21">
                  <c:v>1.17733E-5</c:v>
                </c:pt>
                <c:pt idx="22">
                  <c:v>1.1714E-5</c:v>
                </c:pt>
                <c:pt idx="23">
                  <c:v>1.1657299999999999E-5</c:v>
                </c:pt>
                <c:pt idx="24">
                  <c:v>1.1603900000000001E-5</c:v>
                </c:pt>
                <c:pt idx="25">
                  <c:v>1.15541E-5</c:v>
                </c:pt>
                <c:pt idx="26">
                  <c:v>1.15076E-5</c:v>
                </c:pt>
                <c:pt idx="27">
                  <c:v>1.14631E-5</c:v>
                </c:pt>
                <c:pt idx="28">
                  <c:v>1.1420000000000001E-5</c:v>
                </c:pt>
                <c:pt idx="29">
                  <c:v>1.13794E-5</c:v>
                </c:pt>
                <c:pt idx="30">
                  <c:v>1.1341900000000001E-5</c:v>
                </c:pt>
                <c:pt idx="31">
                  <c:v>1.13063E-5</c:v>
                </c:pt>
                <c:pt idx="32">
                  <c:v>1.12727E-5</c:v>
                </c:pt>
                <c:pt idx="33">
                  <c:v>1.12412E-5</c:v>
                </c:pt>
                <c:pt idx="34">
                  <c:v>1.1211499999999999E-5</c:v>
                </c:pt>
                <c:pt idx="35">
                  <c:v>1.11849E-5</c:v>
                </c:pt>
                <c:pt idx="36">
                  <c:v>1.1160599999999999E-5</c:v>
                </c:pt>
                <c:pt idx="37">
                  <c:v>1.11378E-5</c:v>
                </c:pt>
                <c:pt idx="38">
                  <c:v>1.1117E-5</c:v>
                </c:pt>
                <c:pt idx="39">
                  <c:v>1.10982E-5</c:v>
                </c:pt>
                <c:pt idx="40">
                  <c:v>1.1081600000000001E-5</c:v>
                </c:pt>
                <c:pt idx="41">
                  <c:v>1.10658E-5</c:v>
                </c:pt>
                <c:pt idx="42">
                  <c:v>1.10509E-5</c:v>
                </c:pt>
                <c:pt idx="43">
                  <c:v>1.1038E-5</c:v>
                </c:pt>
                <c:pt idx="44">
                  <c:v>1.10266E-5</c:v>
                </c:pt>
                <c:pt idx="45">
                  <c:v>1.10172E-5</c:v>
                </c:pt>
                <c:pt idx="46">
                  <c:v>1.1008900000000001E-5</c:v>
                </c:pt>
                <c:pt idx="47">
                  <c:v>1.10017E-5</c:v>
                </c:pt>
                <c:pt idx="48">
                  <c:v>1.09969E-5</c:v>
                </c:pt>
                <c:pt idx="49">
                  <c:v>1.0993699999999999E-5</c:v>
                </c:pt>
                <c:pt idx="50">
                  <c:v>1.09917E-5</c:v>
                </c:pt>
                <c:pt idx="51">
                  <c:v>1.09918E-5</c:v>
                </c:pt>
                <c:pt idx="52">
                  <c:v>1.09922E-5</c:v>
                </c:pt>
                <c:pt idx="53">
                  <c:v>1.0993599999999999E-5</c:v>
                </c:pt>
                <c:pt idx="54">
                  <c:v>1.09961E-5</c:v>
                </c:pt>
                <c:pt idx="55">
                  <c:v>1.1000599999999999E-5</c:v>
                </c:pt>
                <c:pt idx="56">
                  <c:v>1.10077E-5</c:v>
                </c:pt>
                <c:pt idx="57">
                  <c:v>1.10164E-5</c:v>
                </c:pt>
                <c:pt idx="58">
                  <c:v>1.1025100000000001E-5</c:v>
                </c:pt>
                <c:pt idx="59">
                  <c:v>1.10349E-5</c:v>
                </c:pt>
                <c:pt idx="60">
                  <c:v>1.1046899999999999E-5</c:v>
                </c:pt>
                <c:pt idx="61">
                  <c:v>1.1060099999999999E-5</c:v>
                </c:pt>
                <c:pt idx="62">
                  <c:v>1.10741E-5</c:v>
                </c:pt>
                <c:pt idx="63">
                  <c:v>1.1089499999999999E-5</c:v>
                </c:pt>
                <c:pt idx="64">
                  <c:v>1.11066E-5</c:v>
                </c:pt>
                <c:pt idx="65">
                  <c:v>1.11261E-5</c:v>
                </c:pt>
                <c:pt idx="66">
                  <c:v>1.1147300000000001E-5</c:v>
                </c:pt>
                <c:pt idx="67">
                  <c:v>1.1168299999999999E-5</c:v>
                </c:pt>
                <c:pt idx="68">
                  <c:v>1.1189700000000001E-5</c:v>
                </c:pt>
                <c:pt idx="69">
                  <c:v>1.1213099999999999E-5</c:v>
                </c:pt>
                <c:pt idx="70">
                  <c:v>1.12389E-5</c:v>
                </c:pt>
                <c:pt idx="71">
                  <c:v>1.12666E-5</c:v>
                </c:pt>
                <c:pt idx="72">
                  <c:v>1.12961E-5</c:v>
                </c:pt>
                <c:pt idx="73">
                  <c:v>1.13262E-5</c:v>
                </c:pt>
                <c:pt idx="74">
                  <c:v>1.13578E-5</c:v>
                </c:pt>
                <c:pt idx="75">
                  <c:v>1.1391300000000001E-5</c:v>
                </c:pt>
                <c:pt idx="76">
                  <c:v>1.14252E-5</c:v>
                </c:pt>
                <c:pt idx="77">
                  <c:v>1.146E-5</c:v>
                </c:pt>
                <c:pt idx="78">
                  <c:v>1.1496500000000001E-5</c:v>
                </c:pt>
                <c:pt idx="79">
                  <c:v>1.15354E-5</c:v>
                </c:pt>
                <c:pt idx="80">
                  <c:v>1.15766E-5</c:v>
                </c:pt>
                <c:pt idx="81">
                  <c:v>1.1618699999999999E-5</c:v>
                </c:pt>
                <c:pt idx="82">
                  <c:v>1.16614E-5</c:v>
                </c:pt>
                <c:pt idx="83">
                  <c:v>1.17063E-5</c:v>
                </c:pt>
                <c:pt idx="84">
                  <c:v>1.17534E-5</c:v>
                </c:pt>
                <c:pt idx="85">
                  <c:v>1.18023E-5</c:v>
                </c:pt>
                <c:pt idx="86">
                  <c:v>1.18524E-5</c:v>
                </c:pt>
                <c:pt idx="87">
                  <c:v>1.19033E-5</c:v>
                </c:pt>
                <c:pt idx="88">
                  <c:v>1.1955300000000001E-5</c:v>
                </c:pt>
                <c:pt idx="89">
                  <c:v>1.20097E-5</c:v>
                </c:pt>
                <c:pt idx="90">
                  <c:v>1.20664E-5</c:v>
                </c:pt>
                <c:pt idx="91">
                  <c:v>1.2124699999999999E-5</c:v>
                </c:pt>
                <c:pt idx="92">
                  <c:v>1.2184999999999999E-5</c:v>
                </c:pt>
                <c:pt idx="93">
                  <c:v>1.22472E-5</c:v>
                </c:pt>
                <c:pt idx="94">
                  <c:v>1.23114E-5</c:v>
                </c:pt>
                <c:pt idx="95">
                  <c:v>1.23778E-5</c:v>
                </c:pt>
                <c:pt idx="96">
                  <c:v>1.2446000000000001E-5</c:v>
                </c:pt>
                <c:pt idx="97">
                  <c:v>1.25158E-5</c:v>
                </c:pt>
                <c:pt idx="98">
                  <c:v>1.25869E-5</c:v>
                </c:pt>
                <c:pt idx="99">
                  <c:v>1.2659900000000001E-5</c:v>
                </c:pt>
                <c:pt idx="100">
                  <c:v>1.2735899999999999E-5</c:v>
                </c:pt>
                <c:pt idx="101">
                  <c:v>1.2814599999999999E-5</c:v>
                </c:pt>
                <c:pt idx="102">
                  <c:v>1.2893399999999999E-5</c:v>
                </c:pt>
                <c:pt idx="103">
                  <c:v>1.2974499999999999E-5</c:v>
                </c:pt>
                <c:pt idx="104">
                  <c:v>1.30597E-5</c:v>
                </c:pt>
                <c:pt idx="105">
                  <c:v>1.3146099999999999E-5</c:v>
                </c:pt>
                <c:pt idx="106">
                  <c:v>1.32343E-5</c:v>
                </c:pt>
                <c:pt idx="107">
                  <c:v>1.3325299999999999E-5</c:v>
                </c:pt>
                <c:pt idx="108">
                  <c:v>1.3418600000000001E-5</c:v>
                </c:pt>
                <c:pt idx="109">
                  <c:v>1.35141E-5</c:v>
                </c:pt>
                <c:pt idx="110">
                  <c:v>1.36123E-5</c:v>
                </c:pt>
                <c:pt idx="111">
                  <c:v>1.37136E-5</c:v>
                </c:pt>
                <c:pt idx="112">
                  <c:v>1.38171E-5</c:v>
                </c:pt>
                <c:pt idx="113">
                  <c:v>1.3922400000000001E-5</c:v>
                </c:pt>
                <c:pt idx="114">
                  <c:v>1.40302E-5</c:v>
                </c:pt>
                <c:pt idx="115">
                  <c:v>1.41406E-5</c:v>
                </c:pt>
                <c:pt idx="116">
                  <c:v>1.42542E-5</c:v>
                </c:pt>
                <c:pt idx="117">
                  <c:v>1.4370500000000001E-5</c:v>
                </c:pt>
                <c:pt idx="118">
                  <c:v>1.4489400000000001E-5</c:v>
                </c:pt>
                <c:pt idx="119">
                  <c:v>1.46114E-5</c:v>
                </c:pt>
                <c:pt idx="120">
                  <c:v>1.47364E-5</c:v>
                </c:pt>
                <c:pt idx="121">
                  <c:v>1.4864299999999999E-5</c:v>
                </c:pt>
                <c:pt idx="122">
                  <c:v>1.49953E-5</c:v>
                </c:pt>
                <c:pt idx="123">
                  <c:v>1.51302E-5</c:v>
                </c:pt>
                <c:pt idx="124">
                  <c:v>1.5268999999999999E-5</c:v>
                </c:pt>
                <c:pt idx="125">
                  <c:v>1.5409599999999999E-5</c:v>
                </c:pt>
                <c:pt idx="126">
                  <c:v>1.5552500000000001E-5</c:v>
                </c:pt>
                <c:pt idx="127">
                  <c:v>1.56988E-5</c:v>
                </c:pt>
                <c:pt idx="128">
                  <c:v>1.5849E-5</c:v>
                </c:pt>
                <c:pt idx="129">
                  <c:v>1.6003800000000001E-5</c:v>
                </c:pt>
                <c:pt idx="130">
                  <c:v>1.6161899999999999E-5</c:v>
                </c:pt>
                <c:pt idx="131">
                  <c:v>1.63232E-5</c:v>
                </c:pt>
                <c:pt idx="132">
                  <c:v>1.6487300000000001E-5</c:v>
                </c:pt>
                <c:pt idx="133">
                  <c:v>1.6655099999999999E-5</c:v>
                </c:pt>
                <c:pt idx="134">
                  <c:v>1.68271E-5</c:v>
                </c:pt>
                <c:pt idx="135">
                  <c:v>1.7001900000000001E-5</c:v>
                </c:pt>
                <c:pt idx="136">
                  <c:v>1.71795E-5</c:v>
                </c:pt>
                <c:pt idx="137">
                  <c:v>1.7360899999999998E-5</c:v>
                </c:pt>
                <c:pt idx="138">
                  <c:v>1.75471E-5</c:v>
                </c:pt>
                <c:pt idx="139">
                  <c:v>1.7737700000000001E-5</c:v>
                </c:pt>
                <c:pt idx="140">
                  <c:v>1.7931399999999999E-5</c:v>
                </c:pt>
                <c:pt idx="141">
                  <c:v>1.8128500000000001E-5</c:v>
                </c:pt>
                <c:pt idx="142">
                  <c:v>1.8329999999999999E-5</c:v>
                </c:pt>
                <c:pt idx="143">
                  <c:v>1.8536899999999999E-5</c:v>
                </c:pt>
                <c:pt idx="144">
                  <c:v>1.8747900000000001E-5</c:v>
                </c:pt>
                <c:pt idx="145">
                  <c:v>1.8961799999999999E-5</c:v>
                </c:pt>
                <c:pt idx="146">
                  <c:v>1.9179100000000001E-5</c:v>
                </c:pt>
                <c:pt idx="147">
                  <c:v>1.9400799999999999E-5</c:v>
                </c:pt>
                <c:pt idx="148">
                  <c:v>1.9627899999999999E-5</c:v>
                </c:pt>
                <c:pt idx="149">
                  <c:v>1.9859400000000002E-5</c:v>
                </c:pt>
                <c:pt idx="150">
                  <c:v>2.0094499999999999E-5</c:v>
                </c:pt>
                <c:pt idx="151">
                  <c:v>2.0333999999999999E-5</c:v>
                </c:pt>
                <c:pt idx="152">
                  <c:v>2.0579300000000001E-5</c:v>
                </c:pt>
                <c:pt idx="153">
                  <c:v>2.0830099999999999E-5</c:v>
                </c:pt>
                <c:pt idx="154">
                  <c:v>2.1083299999999999E-5</c:v>
                </c:pt>
                <c:pt idx="155">
                  <c:v>2.1339300000000001E-5</c:v>
                </c:pt>
                <c:pt idx="156">
                  <c:v>2.16001E-5</c:v>
                </c:pt>
                <c:pt idx="157">
                  <c:v>2.1866E-5</c:v>
                </c:pt>
                <c:pt idx="158">
                  <c:v>2.2137000000000002E-5</c:v>
                </c:pt>
                <c:pt idx="159">
                  <c:v>2.2412299999999999E-5</c:v>
                </c:pt>
                <c:pt idx="160">
                  <c:v>2.2692800000000001E-5</c:v>
                </c:pt>
                <c:pt idx="161">
                  <c:v>2.29782E-5</c:v>
                </c:pt>
                <c:pt idx="162">
                  <c:v>2.3267900000000001E-5</c:v>
                </c:pt>
                <c:pt idx="163">
                  <c:v>2.3562199999999999E-5</c:v>
                </c:pt>
                <c:pt idx="164">
                  <c:v>2.3860399999999999E-5</c:v>
                </c:pt>
                <c:pt idx="165">
                  <c:v>2.4162899999999999E-5</c:v>
                </c:pt>
                <c:pt idx="166">
                  <c:v>2.4470299999999998E-5</c:v>
                </c:pt>
                <c:pt idx="167">
                  <c:v>2.4782699999999999E-5</c:v>
                </c:pt>
                <c:pt idx="168">
                  <c:v>2.5100999999999999E-5</c:v>
                </c:pt>
                <c:pt idx="169">
                  <c:v>2.54245E-5</c:v>
                </c:pt>
                <c:pt idx="170">
                  <c:v>2.57521E-5</c:v>
                </c:pt>
                <c:pt idx="171">
                  <c:v>2.6083399999999998E-5</c:v>
                </c:pt>
                <c:pt idx="172">
                  <c:v>2.6420100000000001E-5</c:v>
                </c:pt>
                <c:pt idx="173">
                  <c:v>2.67624E-5</c:v>
                </c:pt>
                <c:pt idx="174">
                  <c:v>2.71073E-5</c:v>
                </c:pt>
                <c:pt idx="175">
                  <c:v>2.7455799999999999E-5</c:v>
                </c:pt>
                <c:pt idx="176">
                  <c:v>2.7808299999999999E-5</c:v>
                </c:pt>
                <c:pt idx="177">
                  <c:v>2.8165800000000001E-5</c:v>
                </c:pt>
                <c:pt idx="178">
                  <c:v>2.85286E-5</c:v>
                </c:pt>
                <c:pt idx="179">
                  <c:v>2.8895799999999999E-5</c:v>
                </c:pt>
                <c:pt idx="180">
                  <c:v>2.9267700000000001E-5</c:v>
                </c:pt>
                <c:pt idx="181">
                  <c:v>2.96444E-5</c:v>
                </c:pt>
                <c:pt idx="182">
                  <c:v>3.0026400000000001E-5</c:v>
                </c:pt>
                <c:pt idx="183">
                  <c:v>3.0413299999999999E-5</c:v>
                </c:pt>
                <c:pt idx="184">
                  <c:v>3.0803999999999998E-5</c:v>
                </c:pt>
                <c:pt idx="185">
                  <c:v>3.1196799999999999E-5</c:v>
                </c:pt>
                <c:pt idx="186">
                  <c:v>3.15929E-5</c:v>
                </c:pt>
                <c:pt idx="187">
                  <c:v>3.1995500000000002E-5</c:v>
                </c:pt>
                <c:pt idx="188">
                  <c:v>3.2403800000000003E-5</c:v>
                </c:pt>
                <c:pt idx="189">
                  <c:v>3.2814999999999997E-5</c:v>
                </c:pt>
                <c:pt idx="190">
                  <c:v>3.3228700000000003E-5</c:v>
                </c:pt>
                <c:pt idx="191">
                  <c:v>3.3646699999999998E-5</c:v>
                </c:pt>
                <c:pt idx="192">
                  <c:v>3.4070199999999998E-5</c:v>
                </c:pt>
                <c:pt idx="193">
                  <c:v>3.4496299999999997E-5</c:v>
                </c:pt>
                <c:pt idx="194">
                  <c:v>3.4924500000000001E-5</c:v>
                </c:pt>
                <c:pt idx="195">
                  <c:v>3.5355699999999998E-5</c:v>
                </c:pt>
                <c:pt idx="196">
                  <c:v>3.5791099999999997E-5</c:v>
                </c:pt>
                <c:pt idx="197">
                  <c:v>3.6232300000000002E-5</c:v>
                </c:pt>
                <c:pt idx="198">
                  <c:v>3.66764E-5</c:v>
                </c:pt>
                <c:pt idx="199">
                  <c:v>3.7122200000000002E-5</c:v>
                </c:pt>
                <c:pt idx="200">
                  <c:v>3.7570700000000003E-5</c:v>
                </c:pt>
                <c:pt idx="201">
                  <c:v>3.8023399999999999E-5</c:v>
                </c:pt>
                <c:pt idx="202">
                  <c:v>3.8480399999999998E-5</c:v>
                </c:pt>
                <c:pt idx="203">
                  <c:v>3.8938900000000001E-5</c:v>
                </c:pt>
                <c:pt idx="204">
                  <c:v>3.9398499999999999E-5</c:v>
                </c:pt>
                <c:pt idx="205">
                  <c:v>3.9859700000000001E-5</c:v>
                </c:pt>
                <c:pt idx="206">
                  <c:v>4.0324699999999997E-5</c:v>
                </c:pt>
                <c:pt idx="207">
                  <c:v>4.0794200000000003E-5</c:v>
                </c:pt>
                <c:pt idx="208">
                  <c:v>4.1264999999999999E-5</c:v>
                </c:pt>
                <c:pt idx="209">
                  <c:v>4.1737599999999998E-5</c:v>
                </c:pt>
                <c:pt idx="210">
                  <c:v>4.2212100000000002E-5</c:v>
                </c:pt>
                <c:pt idx="211">
                  <c:v>4.2689099999999998E-5</c:v>
                </c:pt>
                <c:pt idx="212">
                  <c:v>4.3168099999999998E-5</c:v>
                </c:pt>
                <c:pt idx="213">
                  <c:v>4.3646100000000002E-5</c:v>
                </c:pt>
                <c:pt idx="214">
                  <c:v>4.4123099999999998E-5</c:v>
                </c:pt>
                <c:pt idx="215">
                  <c:v>4.4601999999999997E-5</c:v>
                </c:pt>
                <c:pt idx="216">
                  <c:v>4.5082800000000001E-5</c:v>
                </c:pt>
                <c:pt idx="217">
                  <c:v>4.55643E-5</c:v>
                </c:pt>
                <c:pt idx="218">
                  <c:v>4.60462E-5</c:v>
                </c:pt>
                <c:pt idx="219">
                  <c:v>4.6528800000000001E-5</c:v>
                </c:pt>
                <c:pt idx="220">
                  <c:v>4.7011900000000003E-5</c:v>
                </c:pt>
                <c:pt idx="221">
                  <c:v>4.7496200000000001E-5</c:v>
                </c:pt>
                <c:pt idx="222">
                  <c:v>4.7979899999999998E-5</c:v>
                </c:pt>
                <c:pt idx="223">
                  <c:v>4.8461200000000003E-5</c:v>
                </c:pt>
                <c:pt idx="224">
                  <c:v>4.8941199999999998E-5</c:v>
                </c:pt>
                <c:pt idx="225">
                  <c:v>4.94211E-5</c:v>
                </c:pt>
                <c:pt idx="226">
                  <c:v>4.9902699999999999E-5</c:v>
                </c:pt>
                <c:pt idx="227">
                  <c:v>5.0384799999999999E-5</c:v>
                </c:pt>
                <c:pt idx="228">
                  <c:v>5.0865000000000002E-5</c:v>
                </c:pt>
                <c:pt idx="229">
                  <c:v>5.1342299999999998E-5</c:v>
                </c:pt>
                <c:pt idx="230">
                  <c:v>5.1817500000000003E-5</c:v>
                </c:pt>
                <c:pt idx="231">
                  <c:v>5.2292200000000001E-5</c:v>
                </c:pt>
                <c:pt idx="232">
                  <c:v>5.2762300000000001E-5</c:v>
                </c:pt>
                <c:pt idx="233">
                  <c:v>5.3227899999999999E-5</c:v>
                </c:pt>
                <c:pt idx="234">
                  <c:v>5.3691499999999999E-5</c:v>
                </c:pt>
                <c:pt idx="235">
                  <c:v>5.4153200000000002E-5</c:v>
                </c:pt>
                <c:pt idx="236">
                  <c:v>5.4614799999999998E-5</c:v>
                </c:pt>
                <c:pt idx="237">
                  <c:v>5.5074000000000002E-5</c:v>
                </c:pt>
                <c:pt idx="238">
                  <c:v>5.5527900000000001E-5</c:v>
                </c:pt>
                <c:pt idx="239">
                  <c:v>5.5977599999999997E-5</c:v>
                </c:pt>
                <c:pt idx="240">
                  <c:v>5.6424800000000002E-5</c:v>
                </c:pt>
                <c:pt idx="241">
                  <c:v>5.6869600000000002E-5</c:v>
                </c:pt>
                <c:pt idx="242">
                  <c:v>5.7309100000000003E-5</c:v>
                </c:pt>
                <c:pt idx="243">
                  <c:v>5.77433E-5</c:v>
                </c:pt>
                <c:pt idx="244">
                  <c:v>5.8171899999999998E-5</c:v>
                </c:pt>
                <c:pt idx="245">
                  <c:v>5.8596600000000001E-5</c:v>
                </c:pt>
                <c:pt idx="246">
                  <c:v>5.9018799999999998E-5</c:v>
                </c:pt>
                <c:pt idx="247">
                  <c:v>5.9435599999999997E-5</c:v>
                </c:pt>
                <c:pt idx="248">
                  <c:v>5.9847399999999999E-5</c:v>
                </c:pt>
                <c:pt idx="249">
                  <c:v>6.0253300000000001E-5</c:v>
                </c:pt>
                <c:pt idx="250">
                  <c:v>6.06545E-5</c:v>
                </c:pt>
                <c:pt idx="251">
                  <c:v>6.1052799999999999E-5</c:v>
                </c:pt>
                <c:pt idx="252">
                  <c:v>6.1443200000000002E-5</c:v>
                </c:pt>
                <c:pt idx="253">
                  <c:v>6.1822900000000001E-5</c:v>
                </c:pt>
                <c:pt idx="254">
                  <c:v>6.2195500000000004E-5</c:v>
                </c:pt>
                <c:pt idx="255">
                  <c:v>6.2562400000000003E-5</c:v>
                </c:pt>
                <c:pt idx="256">
                  <c:v>6.2923100000000001E-5</c:v>
                </c:pt>
                <c:pt idx="257">
                  <c:v>6.3277199999999998E-5</c:v>
                </c:pt>
                <c:pt idx="258">
                  <c:v>6.3623599999999998E-5</c:v>
                </c:pt>
                <c:pt idx="259">
                  <c:v>6.3961900000000002E-5</c:v>
                </c:pt>
                <c:pt idx="260">
                  <c:v>6.4295199999999994E-5</c:v>
                </c:pt>
                <c:pt idx="261">
                  <c:v>6.4621600000000005E-5</c:v>
                </c:pt>
                <c:pt idx="262">
                  <c:v>6.49379E-5</c:v>
                </c:pt>
                <c:pt idx="263">
                  <c:v>6.5244699999999996E-5</c:v>
                </c:pt>
                <c:pt idx="264">
                  <c:v>6.5544700000000003E-5</c:v>
                </c:pt>
                <c:pt idx="265">
                  <c:v>6.5839200000000005E-5</c:v>
                </c:pt>
                <c:pt idx="266">
                  <c:v>6.6125999999999997E-5</c:v>
                </c:pt>
                <c:pt idx="267">
                  <c:v>6.6403399999999995E-5</c:v>
                </c:pt>
                <c:pt idx="268">
                  <c:v>6.6671899999999994E-5</c:v>
                </c:pt>
                <c:pt idx="269">
                  <c:v>6.6932899999999997E-5</c:v>
                </c:pt>
                <c:pt idx="270">
                  <c:v>6.7187000000000006E-5</c:v>
                </c:pt>
                <c:pt idx="271">
                  <c:v>6.7430100000000003E-5</c:v>
                </c:pt>
                <c:pt idx="272">
                  <c:v>6.7662000000000004E-5</c:v>
                </c:pt>
                <c:pt idx="273">
                  <c:v>6.7885400000000006E-5</c:v>
                </c:pt>
                <c:pt idx="274">
                  <c:v>6.8101899999999999E-5</c:v>
                </c:pt>
                <c:pt idx="275">
                  <c:v>6.8312700000000001E-5</c:v>
                </c:pt>
                <c:pt idx="276">
                  <c:v>6.8513499999999994E-5</c:v>
                </c:pt>
                <c:pt idx="277">
                  <c:v>6.8702999999999996E-5</c:v>
                </c:pt>
                <c:pt idx="278">
                  <c:v>6.8882700000000004E-5</c:v>
                </c:pt>
                <c:pt idx="279">
                  <c:v>6.9054000000000007E-5</c:v>
                </c:pt>
                <c:pt idx="280">
                  <c:v>6.9218600000000002E-5</c:v>
                </c:pt>
                <c:pt idx="281">
                  <c:v>6.9373699999999996E-5</c:v>
                </c:pt>
                <c:pt idx="282">
                  <c:v>6.9517299999999999E-5</c:v>
                </c:pt>
                <c:pt idx="283">
                  <c:v>6.9651299999999995E-5</c:v>
                </c:pt>
                <c:pt idx="284">
                  <c:v>6.9777399999999994E-5</c:v>
                </c:pt>
                <c:pt idx="285">
                  <c:v>6.9896199999999997E-5</c:v>
                </c:pt>
                <c:pt idx="286">
                  <c:v>7.00059E-5</c:v>
                </c:pt>
                <c:pt idx="287">
                  <c:v>7.0104799999999993E-5</c:v>
                </c:pt>
                <c:pt idx="288">
                  <c:v>7.01944E-5</c:v>
                </c:pt>
                <c:pt idx="289">
                  <c:v>7.02777E-5</c:v>
                </c:pt>
                <c:pt idx="290">
                  <c:v>7.0353199999999996E-5</c:v>
                </c:pt>
                <c:pt idx="291">
                  <c:v>7.0417400000000001E-5</c:v>
                </c:pt>
                <c:pt idx="292">
                  <c:v>7.0472100000000006E-5</c:v>
                </c:pt>
                <c:pt idx="293">
                  <c:v>7.0518499999999999E-5</c:v>
                </c:pt>
                <c:pt idx="294">
                  <c:v>7.0557999999999998E-5</c:v>
                </c:pt>
                <c:pt idx="295">
                  <c:v>7.0591000000000002E-5</c:v>
                </c:pt>
                <c:pt idx="296">
                  <c:v>7.0613900000000005E-5</c:v>
                </c:pt>
                <c:pt idx="297">
                  <c:v>7.0625999999999998E-5</c:v>
                </c:pt>
                <c:pt idx="298">
                  <c:v>7.0629299999999998E-5</c:v>
                </c:pt>
                <c:pt idx="299">
                  <c:v>7.0627899999999995E-5</c:v>
                </c:pt>
                <c:pt idx="300">
                  <c:v>7.0621899999999995E-5</c:v>
                </c:pt>
                <c:pt idx="301">
                  <c:v>7.0604400000000005E-5</c:v>
                </c:pt>
                <c:pt idx="302">
                  <c:v>7.0577500000000007E-5</c:v>
                </c:pt>
                <c:pt idx="303">
                  <c:v>7.0543400000000006E-5</c:v>
                </c:pt>
                <c:pt idx="304">
                  <c:v>7.0505400000000004E-5</c:v>
                </c:pt>
                <c:pt idx="305">
                  <c:v>7.0461699999999997E-5</c:v>
                </c:pt>
                <c:pt idx="306">
                  <c:v>7.0409399999999997E-5</c:v>
                </c:pt>
                <c:pt idx="307">
                  <c:v>7.0348599999999999E-5</c:v>
                </c:pt>
                <c:pt idx="308">
                  <c:v>7.0281200000000001E-5</c:v>
                </c:pt>
                <c:pt idx="309">
                  <c:v>7.0209099999999998E-5</c:v>
                </c:pt>
                <c:pt idx="310">
                  <c:v>7.0129400000000007E-5</c:v>
                </c:pt>
                <c:pt idx="311">
                  <c:v>7.0042600000000006E-5</c:v>
                </c:pt>
                <c:pt idx="312">
                  <c:v>6.9949600000000005E-5</c:v>
                </c:pt>
                <c:pt idx="313">
                  <c:v>6.9851099999999999E-5</c:v>
                </c:pt>
                <c:pt idx="314">
                  <c:v>6.9749800000000001E-5</c:v>
                </c:pt>
                <c:pt idx="315">
                  <c:v>6.9643100000000004E-5</c:v>
                </c:pt>
                <c:pt idx="316">
                  <c:v>6.9529499999999999E-5</c:v>
                </c:pt>
                <c:pt idx="317">
                  <c:v>6.9411000000000003E-5</c:v>
                </c:pt>
                <c:pt idx="318">
                  <c:v>6.92887E-5</c:v>
                </c:pt>
                <c:pt idx="319">
                  <c:v>6.9163499999999996E-5</c:v>
                </c:pt>
                <c:pt idx="320">
                  <c:v>6.9033499999999996E-5</c:v>
                </c:pt>
                <c:pt idx="321">
                  <c:v>6.8897699999999996E-5</c:v>
                </c:pt>
                <c:pt idx="322">
                  <c:v>6.8757200000000006E-5</c:v>
                </c:pt>
                <c:pt idx="323">
                  <c:v>6.8614099999999998E-5</c:v>
                </c:pt>
                <c:pt idx="324">
                  <c:v>6.84702E-5</c:v>
                </c:pt>
                <c:pt idx="325">
                  <c:v>6.8322400000000002E-5</c:v>
                </c:pt>
                <c:pt idx="326">
                  <c:v>6.8169299999999998E-5</c:v>
                </c:pt>
                <c:pt idx="327">
                  <c:v>6.8011999999999999E-5</c:v>
                </c:pt>
                <c:pt idx="328">
                  <c:v>6.7853200000000003E-5</c:v>
                </c:pt>
                <c:pt idx="329">
                  <c:v>6.7693600000000005E-5</c:v>
                </c:pt>
                <c:pt idx="330">
                  <c:v>6.7529399999999998E-5</c:v>
                </c:pt>
                <c:pt idx="331">
                  <c:v>6.7360299999999999E-5</c:v>
                </c:pt>
                <c:pt idx="332">
                  <c:v>6.7188300000000002E-5</c:v>
                </c:pt>
                <c:pt idx="333">
                  <c:v>6.7016300000000004E-5</c:v>
                </c:pt>
                <c:pt idx="334">
                  <c:v>6.68444E-5</c:v>
                </c:pt>
                <c:pt idx="335">
                  <c:v>6.6669799999999997E-5</c:v>
                </c:pt>
                <c:pt idx="336">
                  <c:v>6.6493000000000002E-5</c:v>
                </c:pt>
                <c:pt idx="337">
                  <c:v>6.6314600000000004E-5</c:v>
                </c:pt>
                <c:pt idx="338">
                  <c:v>6.6137300000000001E-5</c:v>
                </c:pt>
                <c:pt idx="339">
                  <c:v>6.5959100000000003E-5</c:v>
                </c:pt>
                <c:pt idx="340">
                  <c:v>6.5777200000000004E-5</c:v>
                </c:pt>
                <c:pt idx="341">
                  <c:v>6.5593599999999995E-5</c:v>
                </c:pt>
                <c:pt idx="342">
                  <c:v>6.5410300000000006E-5</c:v>
                </c:pt>
                <c:pt idx="343">
                  <c:v>6.5228599999999994E-5</c:v>
                </c:pt>
                <c:pt idx="344">
                  <c:v>6.5047000000000002E-5</c:v>
                </c:pt>
                <c:pt idx="345">
                  <c:v>6.4863000000000006E-5</c:v>
                </c:pt>
                <c:pt idx="346">
                  <c:v>6.4678000000000007E-5</c:v>
                </c:pt>
                <c:pt idx="347">
                  <c:v>6.4493799999999996E-5</c:v>
                </c:pt>
                <c:pt idx="348">
                  <c:v>6.4311000000000001E-5</c:v>
                </c:pt>
                <c:pt idx="349">
                  <c:v>6.4127099999999998E-5</c:v>
                </c:pt>
                <c:pt idx="350">
                  <c:v>6.3941899999999998E-5</c:v>
                </c:pt>
                <c:pt idx="351">
                  <c:v>6.3757199999999993E-5</c:v>
                </c:pt>
                <c:pt idx="352">
                  <c:v>6.3572799999999996E-5</c:v>
                </c:pt>
                <c:pt idx="353">
                  <c:v>6.3390299999999995E-5</c:v>
                </c:pt>
                <c:pt idx="354">
                  <c:v>6.3208799999999997E-5</c:v>
                </c:pt>
                <c:pt idx="355">
                  <c:v>6.3027400000000006E-5</c:v>
                </c:pt>
                <c:pt idx="356">
                  <c:v>6.2846400000000002E-5</c:v>
                </c:pt>
                <c:pt idx="357">
                  <c:v>6.2665900000000006E-5</c:v>
                </c:pt>
                <c:pt idx="358">
                  <c:v>6.2486300000000005E-5</c:v>
                </c:pt>
                <c:pt idx="359">
                  <c:v>6.2306500000000004E-5</c:v>
                </c:pt>
                <c:pt idx="360">
                  <c:v>6.2127999999999999E-5</c:v>
                </c:pt>
                <c:pt idx="361">
                  <c:v>6.1950400000000002E-5</c:v>
                </c:pt>
                <c:pt idx="362">
                  <c:v>6.1773500000000001E-5</c:v>
                </c:pt>
                <c:pt idx="363">
                  <c:v>6.1599600000000006E-5</c:v>
                </c:pt>
                <c:pt idx="364">
                  <c:v>6.1426099999999998E-5</c:v>
                </c:pt>
                <c:pt idx="365">
                  <c:v>6.1252000000000002E-5</c:v>
                </c:pt>
                <c:pt idx="366">
                  <c:v>6.1079899999999998E-5</c:v>
                </c:pt>
                <c:pt idx="367">
                  <c:v>6.0910599999999999E-5</c:v>
                </c:pt>
                <c:pt idx="368">
                  <c:v>6.0743099999999998E-5</c:v>
                </c:pt>
                <c:pt idx="369">
                  <c:v>6.0574800000000002E-5</c:v>
                </c:pt>
                <c:pt idx="370">
                  <c:v>6.0405100000000002E-5</c:v>
                </c:pt>
                <c:pt idx="371">
                  <c:v>6.02372E-5</c:v>
                </c:pt>
                <c:pt idx="372">
                  <c:v>6.00737E-5</c:v>
                </c:pt>
                <c:pt idx="373">
                  <c:v>5.99129E-5</c:v>
                </c:pt>
                <c:pt idx="374">
                  <c:v>5.97519E-5</c:v>
                </c:pt>
                <c:pt idx="375">
                  <c:v>5.9592500000000002E-5</c:v>
                </c:pt>
                <c:pt idx="376">
                  <c:v>5.9438999999999998E-5</c:v>
                </c:pt>
                <c:pt idx="377">
                  <c:v>5.9290999999999999E-5</c:v>
                </c:pt>
                <c:pt idx="378">
                  <c:v>5.9142199999999998E-5</c:v>
                </c:pt>
                <c:pt idx="379">
                  <c:v>5.8990300000000003E-5</c:v>
                </c:pt>
                <c:pt idx="380">
                  <c:v>5.88375E-5</c:v>
                </c:pt>
                <c:pt idx="381">
                  <c:v>5.8685499999999999E-5</c:v>
                </c:pt>
                <c:pt idx="382">
                  <c:v>5.8535600000000002E-5</c:v>
                </c:pt>
                <c:pt idx="383">
                  <c:v>5.8387300000000003E-5</c:v>
                </c:pt>
                <c:pt idx="384">
                  <c:v>5.8239200000000003E-5</c:v>
                </c:pt>
                <c:pt idx="385">
                  <c:v>5.8091599999999998E-5</c:v>
                </c:pt>
                <c:pt idx="386">
                  <c:v>5.7944800000000001E-5</c:v>
                </c:pt>
                <c:pt idx="387">
                  <c:v>5.7799600000000001E-5</c:v>
                </c:pt>
                <c:pt idx="388">
                  <c:v>5.7655699999999998E-5</c:v>
                </c:pt>
                <c:pt idx="389">
                  <c:v>5.7512300000000002E-5</c:v>
                </c:pt>
                <c:pt idx="390">
                  <c:v>5.7369900000000001E-5</c:v>
                </c:pt>
                <c:pt idx="391">
                  <c:v>5.7229599999999998E-5</c:v>
                </c:pt>
                <c:pt idx="392">
                  <c:v>5.7092400000000002E-5</c:v>
                </c:pt>
                <c:pt idx="393">
                  <c:v>5.6956700000000003E-5</c:v>
                </c:pt>
                <c:pt idx="394">
                  <c:v>5.6821199999999997E-5</c:v>
                </c:pt>
                <c:pt idx="395">
                  <c:v>5.66865E-5</c:v>
                </c:pt>
                <c:pt idx="396">
                  <c:v>5.6554200000000001E-5</c:v>
                </c:pt>
                <c:pt idx="397">
                  <c:v>5.6424100000000001E-5</c:v>
                </c:pt>
                <c:pt idx="398">
                  <c:v>5.6295200000000003E-5</c:v>
                </c:pt>
                <c:pt idx="399">
                  <c:v>5.61674E-5</c:v>
                </c:pt>
                <c:pt idx="400">
                  <c:v>5.60404E-5</c:v>
                </c:pt>
                <c:pt idx="401">
                  <c:v>5.5915000000000003E-5</c:v>
                </c:pt>
                <c:pt idx="402">
                  <c:v>5.5792299999999998E-5</c:v>
                </c:pt>
                <c:pt idx="403">
                  <c:v>5.5671299999999997E-5</c:v>
                </c:pt>
                <c:pt idx="404">
                  <c:v>5.5550600000000003E-5</c:v>
                </c:pt>
                <c:pt idx="405">
                  <c:v>5.5430399999999997E-5</c:v>
                </c:pt>
                <c:pt idx="406">
                  <c:v>5.5312400000000003E-5</c:v>
                </c:pt>
                <c:pt idx="407">
                  <c:v>5.51968E-5</c:v>
                </c:pt>
                <c:pt idx="408">
                  <c:v>5.5081299999999997E-5</c:v>
                </c:pt>
                <c:pt idx="409">
                  <c:v>5.4966000000000002E-5</c:v>
                </c:pt>
                <c:pt idx="410">
                  <c:v>5.4852399999999997E-5</c:v>
                </c:pt>
                <c:pt idx="411">
                  <c:v>5.4741599999999998E-5</c:v>
                </c:pt>
                <c:pt idx="412">
                  <c:v>5.4632200000000002E-5</c:v>
                </c:pt>
                <c:pt idx="413">
                  <c:v>5.4522599999999999E-5</c:v>
                </c:pt>
                <c:pt idx="414">
                  <c:v>5.4414099999999998E-5</c:v>
                </c:pt>
                <c:pt idx="415">
                  <c:v>5.4307400000000001E-5</c:v>
                </c:pt>
                <c:pt idx="416">
                  <c:v>5.4202700000000002E-5</c:v>
                </c:pt>
                <c:pt idx="417">
                  <c:v>5.4099299999999999E-5</c:v>
                </c:pt>
                <c:pt idx="418">
                  <c:v>5.3997099999999998E-5</c:v>
                </c:pt>
                <c:pt idx="419">
                  <c:v>5.38957E-5</c:v>
                </c:pt>
                <c:pt idx="420">
                  <c:v>5.3794700000000002E-5</c:v>
                </c:pt>
                <c:pt idx="421">
                  <c:v>5.3695700000000002E-5</c:v>
                </c:pt>
                <c:pt idx="422">
                  <c:v>5.3597899999999997E-5</c:v>
                </c:pt>
                <c:pt idx="423">
                  <c:v>5.3500800000000001E-5</c:v>
                </c:pt>
                <c:pt idx="424">
                  <c:v>5.3405700000000003E-5</c:v>
                </c:pt>
                <c:pt idx="425">
                  <c:v>5.3312000000000001E-5</c:v>
                </c:pt>
                <c:pt idx="426">
                  <c:v>5.3219700000000001E-5</c:v>
                </c:pt>
                <c:pt idx="427">
                  <c:v>5.3127600000000003E-5</c:v>
                </c:pt>
                <c:pt idx="428">
                  <c:v>5.3035599999999998E-5</c:v>
                </c:pt>
                <c:pt idx="429">
                  <c:v>5.2944900000000002E-5</c:v>
                </c:pt>
                <c:pt idx="430">
                  <c:v>5.2855400000000002E-5</c:v>
                </c:pt>
                <c:pt idx="431">
                  <c:v>5.27679E-5</c:v>
                </c:pt>
                <c:pt idx="432">
                  <c:v>5.2681700000000001E-5</c:v>
                </c:pt>
                <c:pt idx="433">
                  <c:v>5.2596100000000003E-5</c:v>
                </c:pt>
                <c:pt idx="434">
                  <c:v>5.2511099999999999E-5</c:v>
                </c:pt>
                <c:pt idx="435">
                  <c:v>5.2427599999999999E-5</c:v>
                </c:pt>
                <c:pt idx="436">
                  <c:v>5.2345900000000003E-5</c:v>
                </c:pt>
                <c:pt idx="437">
                  <c:v>5.2264600000000001E-5</c:v>
                </c:pt>
                <c:pt idx="438">
                  <c:v>5.2183399999999999E-5</c:v>
                </c:pt>
                <c:pt idx="439">
                  <c:v>5.2102999999999999E-5</c:v>
                </c:pt>
                <c:pt idx="440">
                  <c:v>5.2024000000000002E-5</c:v>
                </c:pt>
                <c:pt idx="441">
                  <c:v>5.1946600000000002E-5</c:v>
                </c:pt>
                <c:pt idx="442">
                  <c:v>5.1870000000000003E-5</c:v>
                </c:pt>
                <c:pt idx="443">
                  <c:v>5.1794700000000001E-5</c:v>
                </c:pt>
                <c:pt idx="444">
                  <c:v>5.1719899999999999E-5</c:v>
                </c:pt>
                <c:pt idx="445">
                  <c:v>5.1645599999999999E-5</c:v>
                </c:pt>
                <c:pt idx="446">
                  <c:v>5.1573100000000003E-5</c:v>
                </c:pt>
                <c:pt idx="447">
                  <c:v>5.1501200000000001E-5</c:v>
                </c:pt>
                <c:pt idx="448">
                  <c:v>5.1430200000000001E-5</c:v>
                </c:pt>
                <c:pt idx="449">
                  <c:v>5.1360000000000003E-5</c:v>
                </c:pt>
                <c:pt idx="450">
                  <c:v>5.12905E-5</c:v>
                </c:pt>
                <c:pt idx="451">
                  <c:v>5.1222399999999999E-5</c:v>
                </c:pt>
                <c:pt idx="452">
                  <c:v>5.1155100000000001E-5</c:v>
                </c:pt>
                <c:pt idx="453">
                  <c:v>5.1088799999999998E-5</c:v>
                </c:pt>
                <c:pt idx="454">
                  <c:v>5.1022800000000002E-5</c:v>
                </c:pt>
                <c:pt idx="455">
                  <c:v>5.09568E-5</c:v>
                </c:pt>
                <c:pt idx="456">
                  <c:v>5.0891399999999999E-5</c:v>
                </c:pt>
                <c:pt idx="457">
                  <c:v>5.08269E-5</c:v>
                </c:pt>
                <c:pt idx="458">
                  <c:v>5.0764399999999998E-5</c:v>
                </c:pt>
                <c:pt idx="459">
                  <c:v>5.07035E-5</c:v>
                </c:pt>
                <c:pt idx="460">
                  <c:v>5.0642700000000002E-5</c:v>
                </c:pt>
                <c:pt idx="461">
                  <c:v>5.0581799999999997E-5</c:v>
                </c:pt>
                <c:pt idx="462">
                  <c:v>5.0521600000000001E-5</c:v>
                </c:pt>
                <c:pt idx="463">
                  <c:v>5.04625E-5</c:v>
                </c:pt>
                <c:pt idx="464">
                  <c:v>5.04039E-5</c:v>
                </c:pt>
                <c:pt idx="465">
                  <c:v>5.0346500000000003E-5</c:v>
                </c:pt>
                <c:pt idx="466">
                  <c:v>5.0290000000000001E-5</c:v>
                </c:pt>
                <c:pt idx="467">
                  <c:v>5.0233299999999999E-5</c:v>
                </c:pt>
                <c:pt idx="468">
                  <c:v>5.0176899999999997E-5</c:v>
                </c:pt>
                <c:pt idx="469">
                  <c:v>5.0121499999999998E-5</c:v>
                </c:pt>
                <c:pt idx="470">
                  <c:v>5.0067300000000001E-5</c:v>
                </c:pt>
                <c:pt idx="471">
                  <c:v>5.0013899999999999E-5</c:v>
                </c:pt>
                <c:pt idx="472">
                  <c:v>4.9960899999999998E-5</c:v>
                </c:pt>
                <c:pt idx="473">
                  <c:v>4.9908699999999999E-5</c:v>
                </c:pt>
                <c:pt idx="474">
                  <c:v>4.9857900000000003E-5</c:v>
                </c:pt>
                <c:pt idx="475">
                  <c:v>4.9807900000000001E-5</c:v>
                </c:pt>
                <c:pt idx="476">
                  <c:v>4.97578E-5</c:v>
                </c:pt>
                <c:pt idx="477">
                  <c:v>4.97082E-5</c:v>
                </c:pt>
                <c:pt idx="478">
                  <c:v>4.9659400000000001E-5</c:v>
                </c:pt>
                <c:pt idx="479">
                  <c:v>4.9611899999999998E-5</c:v>
                </c:pt>
                <c:pt idx="480">
                  <c:v>4.9565899999999999E-5</c:v>
                </c:pt>
                <c:pt idx="481">
                  <c:v>4.9519599999999999E-5</c:v>
                </c:pt>
                <c:pt idx="482">
                  <c:v>4.9473099999999999E-5</c:v>
                </c:pt>
                <c:pt idx="483">
                  <c:v>4.94273E-5</c:v>
                </c:pt>
                <c:pt idx="484">
                  <c:v>4.9381800000000002E-5</c:v>
                </c:pt>
                <c:pt idx="485">
                  <c:v>4.93376E-5</c:v>
                </c:pt>
                <c:pt idx="486">
                  <c:v>4.92943E-5</c:v>
                </c:pt>
                <c:pt idx="487">
                  <c:v>4.9250499999999999E-5</c:v>
                </c:pt>
                <c:pt idx="488">
                  <c:v>4.9206699999999998E-5</c:v>
                </c:pt>
                <c:pt idx="489">
                  <c:v>4.91646E-5</c:v>
                </c:pt>
                <c:pt idx="490">
                  <c:v>4.9123499999999998E-5</c:v>
                </c:pt>
                <c:pt idx="491">
                  <c:v>4.9082400000000003E-5</c:v>
                </c:pt>
                <c:pt idx="492">
                  <c:v>4.9041500000000001E-5</c:v>
                </c:pt>
                <c:pt idx="493">
                  <c:v>4.9001000000000001E-5</c:v>
                </c:pt>
                <c:pt idx="494">
                  <c:v>4.8961700000000003E-5</c:v>
                </c:pt>
                <c:pt idx="495">
                  <c:v>4.8923900000000001E-5</c:v>
                </c:pt>
                <c:pt idx="496">
                  <c:v>4.88862E-5</c:v>
                </c:pt>
                <c:pt idx="497">
                  <c:v>4.8848199999999998E-5</c:v>
                </c:pt>
                <c:pt idx="498">
                  <c:v>4.8810799999999997E-5</c:v>
                </c:pt>
                <c:pt idx="499">
                  <c:v>4.8773999999999998E-5</c:v>
                </c:pt>
                <c:pt idx="500">
                  <c:v>4.87379E-5</c:v>
                </c:pt>
                <c:pt idx="501">
                  <c:v>4.8702599999999997E-5</c:v>
                </c:pt>
                <c:pt idx="502">
                  <c:v>4.8667500000000001E-5</c:v>
                </c:pt>
                <c:pt idx="503">
                  <c:v>4.8632299999999999E-5</c:v>
                </c:pt>
                <c:pt idx="504">
                  <c:v>4.8597499999999997E-5</c:v>
                </c:pt>
                <c:pt idx="505">
                  <c:v>4.8562800000000002E-5</c:v>
                </c:pt>
                <c:pt idx="506">
                  <c:v>4.8529300000000003E-5</c:v>
                </c:pt>
                <c:pt idx="507">
                  <c:v>4.84971E-5</c:v>
                </c:pt>
                <c:pt idx="508">
                  <c:v>4.8464999999999998E-5</c:v>
                </c:pt>
                <c:pt idx="509">
                  <c:v>4.8433500000000003E-5</c:v>
                </c:pt>
                <c:pt idx="510">
                  <c:v>4.8402600000000003E-5</c:v>
                </c:pt>
                <c:pt idx="511">
                  <c:v>4.8371200000000002E-5</c:v>
                </c:pt>
                <c:pt idx="512">
                  <c:v>4.8339700000000001E-5</c:v>
                </c:pt>
                <c:pt idx="513">
                  <c:v>4.8309400000000002E-5</c:v>
                </c:pt>
                <c:pt idx="514">
                  <c:v>4.8280099999999999E-5</c:v>
                </c:pt>
                <c:pt idx="515">
                  <c:v>4.8252099999999998E-5</c:v>
                </c:pt>
                <c:pt idx="516">
                  <c:v>4.8223999999999998E-5</c:v>
                </c:pt>
                <c:pt idx="517">
                  <c:v>4.8194500000000001E-5</c:v>
                </c:pt>
                <c:pt idx="518">
                  <c:v>4.8165499999999998E-5</c:v>
                </c:pt>
                <c:pt idx="519">
                  <c:v>4.81387E-5</c:v>
                </c:pt>
                <c:pt idx="520">
                  <c:v>4.8112499999999997E-5</c:v>
                </c:pt>
                <c:pt idx="521">
                  <c:v>4.8085599999999999E-5</c:v>
                </c:pt>
                <c:pt idx="522">
                  <c:v>4.8058700000000001E-5</c:v>
                </c:pt>
                <c:pt idx="523">
                  <c:v>4.80334E-5</c:v>
                </c:pt>
                <c:pt idx="524">
                  <c:v>4.8010000000000003E-5</c:v>
                </c:pt>
                <c:pt idx="525">
                  <c:v>4.7986499999999999E-5</c:v>
                </c:pt>
                <c:pt idx="526">
                  <c:v>4.7961499999999998E-5</c:v>
                </c:pt>
                <c:pt idx="527">
                  <c:v>4.7936399999999997E-5</c:v>
                </c:pt>
                <c:pt idx="528">
                  <c:v>4.7912599999999999E-5</c:v>
                </c:pt>
                <c:pt idx="529">
                  <c:v>4.7888800000000001E-5</c:v>
                </c:pt>
                <c:pt idx="530">
                  <c:v>4.7865399999999997E-5</c:v>
                </c:pt>
                <c:pt idx="531">
                  <c:v>4.7842900000000002E-5</c:v>
                </c:pt>
                <c:pt idx="532">
                  <c:v>4.7820600000000001E-5</c:v>
                </c:pt>
                <c:pt idx="533">
                  <c:v>4.77984E-5</c:v>
                </c:pt>
                <c:pt idx="534">
                  <c:v>4.7776399999999999E-5</c:v>
                </c:pt>
                <c:pt idx="535">
                  <c:v>4.77555E-5</c:v>
                </c:pt>
                <c:pt idx="536">
                  <c:v>4.7735299999999997E-5</c:v>
                </c:pt>
                <c:pt idx="537">
                  <c:v>4.77151E-5</c:v>
                </c:pt>
                <c:pt idx="538">
                  <c:v>4.7695199999999997E-5</c:v>
                </c:pt>
                <c:pt idx="539">
                  <c:v>4.7676000000000002E-5</c:v>
                </c:pt>
                <c:pt idx="540">
                  <c:v>4.76564E-5</c:v>
                </c:pt>
                <c:pt idx="541">
                  <c:v>4.7637199999999999E-5</c:v>
                </c:pt>
                <c:pt idx="542">
                  <c:v>4.76192E-5</c:v>
                </c:pt>
                <c:pt idx="543">
                  <c:v>4.7602100000000003E-5</c:v>
                </c:pt>
                <c:pt idx="544">
                  <c:v>4.7584299999999998E-5</c:v>
                </c:pt>
                <c:pt idx="545">
                  <c:v>4.7566099999999998E-5</c:v>
                </c:pt>
                <c:pt idx="546">
                  <c:v>4.75484E-5</c:v>
                </c:pt>
                <c:pt idx="547">
                  <c:v>4.7531399999999997E-5</c:v>
                </c:pt>
                <c:pt idx="548">
                  <c:v>4.7515100000000002E-5</c:v>
                </c:pt>
                <c:pt idx="549">
                  <c:v>4.7498499999999999E-5</c:v>
                </c:pt>
                <c:pt idx="550">
                  <c:v>4.7481800000000003E-5</c:v>
                </c:pt>
                <c:pt idx="551">
                  <c:v>4.7466200000000003E-5</c:v>
                </c:pt>
                <c:pt idx="552">
                  <c:v>4.74523E-5</c:v>
                </c:pt>
                <c:pt idx="553">
                  <c:v>4.7438899999999997E-5</c:v>
                </c:pt>
                <c:pt idx="554">
                  <c:v>4.7424900000000001E-5</c:v>
                </c:pt>
                <c:pt idx="555">
                  <c:v>4.7410100000000002E-5</c:v>
                </c:pt>
                <c:pt idx="556">
                  <c:v>4.7395399999999997E-5</c:v>
                </c:pt>
                <c:pt idx="557">
                  <c:v>4.7381800000000001E-5</c:v>
                </c:pt>
                <c:pt idx="558">
                  <c:v>4.7369300000000001E-5</c:v>
                </c:pt>
                <c:pt idx="559">
                  <c:v>4.73568E-5</c:v>
                </c:pt>
                <c:pt idx="560">
                  <c:v>4.7344600000000001E-5</c:v>
                </c:pt>
                <c:pt idx="561">
                  <c:v>4.7332900000000002E-5</c:v>
                </c:pt>
                <c:pt idx="562">
                  <c:v>4.7321100000000003E-5</c:v>
                </c:pt>
                <c:pt idx="563">
                  <c:v>4.7309199999999998E-5</c:v>
                </c:pt>
                <c:pt idx="564">
                  <c:v>4.72978E-5</c:v>
                </c:pt>
                <c:pt idx="565">
                  <c:v>4.7287199999999997E-5</c:v>
                </c:pt>
                <c:pt idx="566">
                  <c:v>4.7276800000000001E-5</c:v>
                </c:pt>
                <c:pt idx="567">
                  <c:v>4.72669E-5</c:v>
                </c:pt>
                <c:pt idx="568">
                  <c:v>4.7258100000000001E-5</c:v>
                </c:pt>
                <c:pt idx="569">
                  <c:v>4.7249300000000002E-5</c:v>
                </c:pt>
                <c:pt idx="570">
                  <c:v>4.7240300000000002E-5</c:v>
                </c:pt>
                <c:pt idx="571">
                  <c:v>4.7231599999999997E-5</c:v>
                </c:pt>
                <c:pt idx="572">
                  <c:v>4.7223199999999999E-5</c:v>
                </c:pt>
                <c:pt idx="573">
                  <c:v>4.7215300000000002E-5</c:v>
                </c:pt>
                <c:pt idx="574">
                  <c:v>4.72082E-5</c:v>
                </c:pt>
                <c:pt idx="575">
                  <c:v>4.7201499999999999E-5</c:v>
                </c:pt>
                <c:pt idx="576">
                  <c:v>4.7194499999999997E-5</c:v>
                </c:pt>
                <c:pt idx="577">
                  <c:v>4.7187000000000001E-5</c:v>
                </c:pt>
                <c:pt idx="578">
                  <c:v>4.7179799999999998E-5</c:v>
                </c:pt>
                <c:pt idx="579">
                  <c:v>4.7173399999999998E-5</c:v>
                </c:pt>
                <c:pt idx="580">
                  <c:v>4.7166799999999997E-5</c:v>
                </c:pt>
                <c:pt idx="581">
                  <c:v>4.7160400000000003E-5</c:v>
                </c:pt>
                <c:pt idx="582">
                  <c:v>4.7154599999999997E-5</c:v>
                </c:pt>
                <c:pt idx="583">
                  <c:v>4.71495E-5</c:v>
                </c:pt>
                <c:pt idx="584">
                  <c:v>4.7144300000000002E-5</c:v>
                </c:pt>
                <c:pt idx="585">
                  <c:v>4.7138799999999997E-5</c:v>
                </c:pt>
                <c:pt idx="586">
                  <c:v>4.71341E-5</c:v>
                </c:pt>
                <c:pt idx="587">
                  <c:v>4.7129799999999997E-5</c:v>
                </c:pt>
                <c:pt idx="588">
                  <c:v>4.7125900000000002E-5</c:v>
                </c:pt>
                <c:pt idx="589">
                  <c:v>4.7122700000000002E-5</c:v>
                </c:pt>
                <c:pt idx="590">
                  <c:v>4.7119200000000001E-5</c:v>
                </c:pt>
                <c:pt idx="591">
                  <c:v>4.71157E-5</c:v>
                </c:pt>
                <c:pt idx="592">
                  <c:v>4.71126E-5</c:v>
                </c:pt>
                <c:pt idx="593">
                  <c:v>4.71096E-5</c:v>
                </c:pt>
                <c:pt idx="594">
                  <c:v>4.7107000000000001E-5</c:v>
                </c:pt>
                <c:pt idx="595">
                  <c:v>4.7104999999999997E-5</c:v>
                </c:pt>
                <c:pt idx="596">
                  <c:v>4.7103900000000001E-5</c:v>
                </c:pt>
                <c:pt idx="597">
                  <c:v>4.7103600000000001E-5</c:v>
                </c:pt>
                <c:pt idx="598">
                  <c:v>4.71033E-5</c:v>
                </c:pt>
                <c:pt idx="599">
                  <c:v>4.7102099999999997E-5</c:v>
                </c:pt>
                <c:pt idx="600">
                  <c:v>4.7101000000000002E-5</c:v>
                </c:pt>
                <c:pt idx="601">
                  <c:v>4.71002E-5</c:v>
                </c:pt>
                <c:pt idx="602">
                  <c:v>4.7100400000000001E-5</c:v>
                </c:pt>
                <c:pt idx="603">
                  <c:v>4.71003E-5</c:v>
                </c:pt>
                <c:pt idx="604">
                  <c:v>4.7100800000000001E-5</c:v>
                </c:pt>
                <c:pt idx="605">
                  <c:v>4.7101300000000003E-5</c:v>
                </c:pt>
                <c:pt idx="606">
                  <c:v>4.7101799999999997E-5</c:v>
                </c:pt>
                <c:pt idx="607">
                  <c:v>4.71031E-5</c:v>
                </c:pt>
                <c:pt idx="608">
                  <c:v>4.7104300000000002E-5</c:v>
                </c:pt>
                <c:pt idx="609">
                  <c:v>4.7104799999999997E-5</c:v>
                </c:pt>
                <c:pt idx="610">
                  <c:v>4.7106099999999999E-5</c:v>
                </c:pt>
                <c:pt idx="611">
                  <c:v>4.7108499999999998E-5</c:v>
                </c:pt>
                <c:pt idx="612">
                  <c:v>4.7110600000000003E-5</c:v>
                </c:pt>
                <c:pt idx="613">
                  <c:v>4.71126E-5</c:v>
                </c:pt>
                <c:pt idx="614">
                  <c:v>4.7115199999999999E-5</c:v>
                </c:pt>
                <c:pt idx="615">
                  <c:v>4.7117599999999998E-5</c:v>
                </c:pt>
                <c:pt idx="616">
                  <c:v>4.7120000000000003E-5</c:v>
                </c:pt>
                <c:pt idx="617">
                  <c:v>4.7124399999999999E-5</c:v>
                </c:pt>
                <c:pt idx="618">
                  <c:v>4.7128900000000002E-5</c:v>
                </c:pt>
                <c:pt idx="619">
                  <c:v>4.7132400000000003E-5</c:v>
                </c:pt>
                <c:pt idx="620">
                  <c:v>4.7136799999999999E-5</c:v>
                </c:pt>
                <c:pt idx="621">
                  <c:v>4.7141899999999997E-5</c:v>
                </c:pt>
                <c:pt idx="622">
                  <c:v>4.71465E-5</c:v>
                </c:pt>
                <c:pt idx="623">
                  <c:v>4.7150800000000003E-5</c:v>
                </c:pt>
                <c:pt idx="624">
                  <c:v>4.71557E-5</c:v>
                </c:pt>
                <c:pt idx="625">
                  <c:v>4.7161599999999999E-5</c:v>
                </c:pt>
                <c:pt idx="626">
                  <c:v>4.7168400000000001E-5</c:v>
                </c:pt>
                <c:pt idx="627">
                  <c:v>4.7174700000000001E-5</c:v>
                </c:pt>
                <c:pt idx="628">
                  <c:v>4.71805E-5</c:v>
                </c:pt>
                <c:pt idx="629">
                  <c:v>4.71868E-5</c:v>
                </c:pt>
                <c:pt idx="630">
                  <c:v>4.7194400000000003E-5</c:v>
                </c:pt>
                <c:pt idx="631">
                  <c:v>4.7202500000000001E-5</c:v>
                </c:pt>
                <c:pt idx="632">
                  <c:v>4.7210099999999997E-5</c:v>
                </c:pt>
                <c:pt idx="633">
                  <c:v>4.72178E-5</c:v>
                </c:pt>
                <c:pt idx="634">
                  <c:v>4.7226199999999999E-5</c:v>
                </c:pt>
                <c:pt idx="635">
                  <c:v>4.7234200000000003E-5</c:v>
                </c:pt>
                <c:pt idx="636">
                  <c:v>4.7241999999999999E-5</c:v>
                </c:pt>
                <c:pt idx="637">
                  <c:v>4.7250999999999999E-5</c:v>
                </c:pt>
                <c:pt idx="638">
                  <c:v>4.72608E-5</c:v>
                </c:pt>
                <c:pt idx="639">
                  <c:v>4.7270800000000001E-5</c:v>
                </c:pt>
                <c:pt idx="640">
                  <c:v>4.7280500000000002E-5</c:v>
                </c:pt>
                <c:pt idx="641">
                  <c:v>4.7290499999999997E-5</c:v>
                </c:pt>
                <c:pt idx="642">
                  <c:v>4.7300699999999999E-5</c:v>
                </c:pt>
                <c:pt idx="643">
                  <c:v>4.7311500000000003E-5</c:v>
                </c:pt>
                <c:pt idx="644">
                  <c:v>4.73227E-5</c:v>
                </c:pt>
                <c:pt idx="645">
                  <c:v>4.7334099999999998E-5</c:v>
                </c:pt>
                <c:pt idx="646">
                  <c:v>4.7346699999999999E-5</c:v>
                </c:pt>
                <c:pt idx="647">
                  <c:v>4.7358399999999997E-5</c:v>
                </c:pt>
                <c:pt idx="648">
                  <c:v>4.7368699999999999E-5</c:v>
                </c:pt>
                <c:pt idx="649">
                  <c:v>4.7379999999999997E-5</c:v>
                </c:pt>
                <c:pt idx="650">
                  <c:v>4.7393299999999999E-5</c:v>
                </c:pt>
                <c:pt idx="651">
                  <c:v>4.7407000000000002E-5</c:v>
                </c:pt>
                <c:pt idx="652">
                  <c:v>4.7420199999999997E-5</c:v>
                </c:pt>
                <c:pt idx="653">
                  <c:v>4.7433399999999999E-5</c:v>
                </c:pt>
                <c:pt idx="654">
                  <c:v>4.7446900000000001E-5</c:v>
                </c:pt>
                <c:pt idx="655">
                  <c:v>4.7461299999999999E-5</c:v>
                </c:pt>
                <c:pt idx="656">
                  <c:v>4.7475699999999997E-5</c:v>
                </c:pt>
                <c:pt idx="657">
                  <c:v>4.7489800000000001E-5</c:v>
                </c:pt>
                <c:pt idx="658">
                  <c:v>4.7504699999999999E-5</c:v>
                </c:pt>
                <c:pt idx="659">
                  <c:v>4.7519499999999998E-5</c:v>
                </c:pt>
                <c:pt idx="660">
                  <c:v>4.7534399999999997E-5</c:v>
                </c:pt>
                <c:pt idx="661">
                  <c:v>4.7549799999999997E-5</c:v>
                </c:pt>
                <c:pt idx="662">
                  <c:v>4.7565299999999997E-5</c:v>
                </c:pt>
                <c:pt idx="663">
                  <c:v>4.7581599999999999E-5</c:v>
                </c:pt>
                <c:pt idx="664">
                  <c:v>4.7598600000000002E-5</c:v>
                </c:pt>
                <c:pt idx="665">
                  <c:v>4.7615399999999998E-5</c:v>
                </c:pt>
                <c:pt idx="666">
                  <c:v>4.7632100000000001E-5</c:v>
                </c:pt>
                <c:pt idx="667">
                  <c:v>4.7649599999999999E-5</c:v>
                </c:pt>
                <c:pt idx="668">
                  <c:v>4.7667000000000003E-5</c:v>
                </c:pt>
                <c:pt idx="669">
                  <c:v>4.7685200000000002E-5</c:v>
                </c:pt>
                <c:pt idx="670">
                  <c:v>4.7704699999999997E-5</c:v>
                </c:pt>
                <c:pt idx="671">
                  <c:v>4.7724800000000001E-5</c:v>
                </c:pt>
                <c:pt idx="672">
                  <c:v>4.7744499999999997E-5</c:v>
                </c:pt>
                <c:pt idx="673">
                  <c:v>4.7764199999999999E-5</c:v>
                </c:pt>
                <c:pt idx="674">
                  <c:v>4.7784000000000002E-5</c:v>
                </c:pt>
                <c:pt idx="675">
                  <c:v>4.7803799999999998E-5</c:v>
                </c:pt>
                <c:pt idx="676">
                  <c:v>4.78235E-5</c:v>
                </c:pt>
                <c:pt idx="677">
                  <c:v>4.7843999999999998E-5</c:v>
                </c:pt>
                <c:pt idx="678">
                  <c:v>4.7865099999999997E-5</c:v>
                </c:pt>
                <c:pt idx="679">
                  <c:v>4.7886899999999997E-5</c:v>
                </c:pt>
                <c:pt idx="680">
                  <c:v>4.7908899999999998E-5</c:v>
                </c:pt>
                <c:pt idx="681">
                  <c:v>4.7930199999999997E-5</c:v>
                </c:pt>
                <c:pt idx="682">
                  <c:v>4.7951899999999997E-5</c:v>
                </c:pt>
                <c:pt idx="683">
                  <c:v>4.7973799999999998E-5</c:v>
                </c:pt>
                <c:pt idx="684">
                  <c:v>4.79963E-5</c:v>
                </c:pt>
                <c:pt idx="685">
                  <c:v>4.8019799999999997E-5</c:v>
                </c:pt>
                <c:pt idx="686">
                  <c:v>4.8043100000000001E-5</c:v>
                </c:pt>
                <c:pt idx="687">
                  <c:v>4.8066799999999999E-5</c:v>
                </c:pt>
                <c:pt idx="688">
                  <c:v>4.8091099999999998E-5</c:v>
                </c:pt>
                <c:pt idx="689">
                  <c:v>4.8115999999999998E-5</c:v>
                </c:pt>
                <c:pt idx="690">
                  <c:v>4.81417E-5</c:v>
                </c:pt>
                <c:pt idx="691">
                  <c:v>4.8167100000000002E-5</c:v>
                </c:pt>
                <c:pt idx="692">
                  <c:v>4.8191800000000002E-5</c:v>
                </c:pt>
                <c:pt idx="693">
                  <c:v>4.8217200000000003E-5</c:v>
                </c:pt>
                <c:pt idx="694">
                  <c:v>4.8243099999999999E-5</c:v>
                </c:pt>
                <c:pt idx="695">
                  <c:v>4.8269600000000003E-5</c:v>
                </c:pt>
                <c:pt idx="696">
                  <c:v>4.8296700000000001E-5</c:v>
                </c:pt>
                <c:pt idx="697">
                  <c:v>4.8324200000000001E-5</c:v>
                </c:pt>
                <c:pt idx="698">
                  <c:v>4.8352000000000001E-5</c:v>
                </c:pt>
                <c:pt idx="699">
                  <c:v>4.8380300000000002E-5</c:v>
                </c:pt>
                <c:pt idx="700">
                  <c:v>4.8408800000000003E-5</c:v>
                </c:pt>
                <c:pt idx="701">
                  <c:v>4.8437999999999999E-5</c:v>
                </c:pt>
                <c:pt idx="702">
                  <c:v>4.8467500000000003E-5</c:v>
                </c:pt>
                <c:pt idx="703">
                  <c:v>4.84968E-5</c:v>
                </c:pt>
                <c:pt idx="704">
                  <c:v>4.8526200000000003E-5</c:v>
                </c:pt>
                <c:pt idx="705">
                  <c:v>4.8556300000000001E-5</c:v>
                </c:pt>
                <c:pt idx="706">
                  <c:v>4.8587700000000002E-5</c:v>
                </c:pt>
                <c:pt idx="707">
                  <c:v>4.8619899999999998E-5</c:v>
                </c:pt>
                <c:pt idx="708">
                  <c:v>4.86515E-5</c:v>
                </c:pt>
                <c:pt idx="709">
                  <c:v>4.8683200000000002E-5</c:v>
                </c:pt>
                <c:pt idx="710">
                  <c:v>4.8715599999999998E-5</c:v>
                </c:pt>
                <c:pt idx="711">
                  <c:v>4.8747700000000001E-5</c:v>
                </c:pt>
                <c:pt idx="712">
                  <c:v>4.8780299999999998E-5</c:v>
                </c:pt>
                <c:pt idx="713">
                  <c:v>4.8813100000000002E-5</c:v>
                </c:pt>
                <c:pt idx="714">
                  <c:v>4.8847100000000002E-5</c:v>
                </c:pt>
                <c:pt idx="715">
                  <c:v>4.8882299999999998E-5</c:v>
                </c:pt>
                <c:pt idx="716">
                  <c:v>4.89171E-5</c:v>
                </c:pt>
                <c:pt idx="717">
                  <c:v>4.8951800000000001E-5</c:v>
                </c:pt>
                <c:pt idx="718">
                  <c:v>4.8986999999999997E-5</c:v>
                </c:pt>
                <c:pt idx="719">
                  <c:v>4.9023400000000002E-5</c:v>
                </c:pt>
                <c:pt idx="720">
                  <c:v>4.9059800000000001E-5</c:v>
                </c:pt>
                <c:pt idx="721">
                  <c:v>4.9096199999999999E-5</c:v>
                </c:pt>
                <c:pt idx="722">
                  <c:v>4.9132999999999999E-5</c:v>
                </c:pt>
                <c:pt idx="723">
                  <c:v>4.9170299999999999E-5</c:v>
                </c:pt>
                <c:pt idx="724">
                  <c:v>4.9209000000000003E-5</c:v>
                </c:pt>
                <c:pt idx="725">
                  <c:v>4.9248300000000001E-5</c:v>
                </c:pt>
                <c:pt idx="726">
                  <c:v>4.9286899999999997E-5</c:v>
                </c:pt>
                <c:pt idx="727">
                  <c:v>4.9325500000000001E-5</c:v>
                </c:pt>
                <c:pt idx="728">
                  <c:v>4.9366200000000002E-5</c:v>
                </c:pt>
                <c:pt idx="729">
                  <c:v>4.9407699999999998E-5</c:v>
                </c:pt>
                <c:pt idx="730">
                  <c:v>4.9448099999999998E-5</c:v>
                </c:pt>
                <c:pt idx="731">
                  <c:v>4.9488299999999998E-5</c:v>
                </c:pt>
                <c:pt idx="732">
                  <c:v>4.9528699999999999E-5</c:v>
                </c:pt>
                <c:pt idx="733">
                  <c:v>4.9570200000000002E-5</c:v>
                </c:pt>
                <c:pt idx="734">
                  <c:v>4.9613000000000001E-5</c:v>
                </c:pt>
                <c:pt idx="735">
                  <c:v>4.9656300000000001E-5</c:v>
                </c:pt>
                <c:pt idx="736">
                  <c:v>4.96993E-5</c:v>
                </c:pt>
                <c:pt idx="737">
                  <c:v>4.9743300000000002E-5</c:v>
                </c:pt>
                <c:pt idx="738">
                  <c:v>4.97889E-5</c:v>
                </c:pt>
                <c:pt idx="739">
                  <c:v>4.9835500000000001E-5</c:v>
                </c:pt>
                <c:pt idx="740">
                  <c:v>4.98816E-5</c:v>
                </c:pt>
                <c:pt idx="741">
                  <c:v>4.9926799999999998E-5</c:v>
                </c:pt>
                <c:pt idx="742">
                  <c:v>4.9972200000000002E-5</c:v>
                </c:pt>
                <c:pt idx="743">
                  <c:v>5.0019199999999997E-5</c:v>
                </c:pt>
                <c:pt idx="744">
                  <c:v>5.0066599999999999E-5</c:v>
                </c:pt>
                <c:pt idx="745">
                  <c:v>5.0114000000000002E-5</c:v>
                </c:pt>
                <c:pt idx="746">
                  <c:v>5.0161899999999998E-5</c:v>
                </c:pt>
                <c:pt idx="747">
                  <c:v>5.0210500000000003E-5</c:v>
                </c:pt>
                <c:pt idx="748">
                  <c:v>5.0260299999999997E-5</c:v>
                </c:pt>
                <c:pt idx="749">
                  <c:v>5.0310699999999999E-5</c:v>
                </c:pt>
                <c:pt idx="750">
                  <c:v>5.0361200000000002E-5</c:v>
                </c:pt>
                <c:pt idx="751">
                  <c:v>5.0412199999999998E-5</c:v>
                </c:pt>
                <c:pt idx="752">
                  <c:v>5.0463900000000003E-5</c:v>
                </c:pt>
                <c:pt idx="753">
                  <c:v>5.0516699999999997E-5</c:v>
                </c:pt>
                <c:pt idx="754">
                  <c:v>5.0569699999999998E-5</c:v>
                </c:pt>
                <c:pt idx="755">
                  <c:v>5.0622599999999999E-5</c:v>
                </c:pt>
                <c:pt idx="756">
                  <c:v>5.0676100000000001E-5</c:v>
                </c:pt>
                <c:pt idx="757">
                  <c:v>5.0730999999999999E-5</c:v>
                </c:pt>
                <c:pt idx="758">
                  <c:v>5.07869E-5</c:v>
                </c:pt>
                <c:pt idx="759">
                  <c:v>5.0842299999999999E-5</c:v>
                </c:pt>
                <c:pt idx="760">
                  <c:v>5.0897399999999998E-5</c:v>
                </c:pt>
                <c:pt idx="761">
                  <c:v>5.0952799999999998E-5</c:v>
                </c:pt>
                <c:pt idx="762">
                  <c:v>5.1008599999999998E-5</c:v>
                </c:pt>
                <c:pt idx="763">
                  <c:v>5.1066200000000002E-5</c:v>
                </c:pt>
                <c:pt idx="764">
                  <c:v>5.1125300000000003E-5</c:v>
                </c:pt>
                <c:pt idx="765">
                  <c:v>5.1183800000000003E-5</c:v>
                </c:pt>
                <c:pt idx="766">
                  <c:v>5.1242000000000002E-5</c:v>
                </c:pt>
                <c:pt idx="767">
                  <c:v>5.1301699999999997E-5</c:v>
                </c:pt>
                <c:pt idx="768">
                  <c:v>5.1362600000000002E-5</c:v>
                </c:pt>
                <c:pt idx="769">
                  <c:v>5.14234E-5</c:v>
                </c:pt>
                <c:pt idx="770">
                  <c:v>5.1484599999999998E-5</c:v>
                </c:pt>
                <c:pt idx="771">
                  <c:v>5.1546399999999998E-5</c:v>
                </c:pt>
                <c:pt idx="772">
                  <c:v>5.1608299999999999E-5</c:v>
                </c:pt>
                <c:pt idx="773">
                  <c:v>5.1671600000000002E-5</c:v>
                </c:pt>
                <c:pt idx="774">
                  <c:v>5.1736500000000002E-5</c:v>
                </c:pt>
                <c:pt idx="775">
                  <c:v>5.1801700000000002E-5</c:v>
                </c:pt>
                <c:pt idx="776">
                  <c:v>5.1866800000000003E-5</c:v>
                </c:pt>
                <c:pt idx="777">
                  <c:v>5.1932899999999999E-5</c:v>
                </c:pt>
                <c:pt idx="778">
                  <c:v>5.2000199999999997E-5</c:v>
                </c:pt>
                <c:pt idx="779">
                  <c:v>5.2067300000000002E-5</c:v>
                </c:pt>
                <c:pt idx="780">
                  <c:v>5.2133899999999999E-5</c:v>
                </c:pt>
                <c:pt idx="781">
                  <c:v>5.2201399999999998E-5</c:v>
                </c:pt>
                <c:pt idx="782">
                  <c:v>5.2269999999999999E-5</c:v>
                </c:pt>
                <c:pt idx="783">
                  <c:v>5.2339600000000003E-5</c:v>
                </c:pt>
                <c:pt idx="784">
                  <c:v>5.2410100000000002E-5</c:v>
                </c:pt>
                <c:pt idx="785">
                  <c:v>5.2481400000000002E-5</c:v>
                </c:pt>
                <c:pt idx="786">
                  <c:v>5.2553699999999998E-5</c:v>
                </c:pt>
                <c:pt idx="787">
                  <c:v>5.2627399999999997E-5</c:v>
                </c:pt>
                <c:pt idx="788">
                  <c:v>5.2701000000000002E-5</c:v>
                </c:pt>
                <c:pt idx="789">
                  <c:v>5.2773799999999999E-5</c:v>
                </c:pt>
                <c:pt idx="790">
                  <c:v>5.2847899999999999E-5</c:v>
                </c:pt>
                <c:pt idx="791">
                  <c:v>5.2923500000000002E-5</c:v>
                </c:pt>
                <c:pt idx="792">
                  <c:v>5.3000300000000001E-5</c:v>
                </c:pt>
                <c:pt idx="793">
                  <c:v>5.3078000000000002E-5</c:v>
                </c:pt>
                <c:pt idx="794">
                  <c:v>5.3155300000000002E-5</c:v>
                </c:pt>
                <c:pt idx="795">
                  <c:v>5.3232800000000003E-5</c:v>
                </c:pt>
                <c:pt idx="796">
                  <c:v>5.3311099999999999E-5</c:v>
                </c:pt>
                <c:pt idx="797">
                  <c:v>5.3391099999999998E-5</c:v>
                </c:pt>
                <c:pt idx="798">
                  <c:v>5.3472700000000001E-5</c:v>
                </c:pt>
                <c:pt idx="799">
                  <c:v>5.3554399999999997E-5</c:v>
                </c:pt>
                <c:pt idx="800">
                  <c:v>5.3635299999999998E-5</c:v>
                </c:pt>
                <c:pt idx="801">
                  <c:v>5.37167E-5</c:v>
                </c:pt>
                <c:pt idx="802">
                  <c:v>5.3800800000000002E-5</c:v>
                </c:pt>
                <c:pt idx="803">
                  <c:v>5.38866E-5</c:v>
                </c:pt>
                <c:pt idx="804">
                  <c:v>5.3971999999999998E-5</c:v>
                </c:pt>
                <c:pt idx="805">
                  <c:v>5.4057300000000002E-5</c:v>
                </c:pt>
                <c:pt idx="806">
                  <c:v>5.41431E-5</c:v>
                </c:pt>
                <c:pt idx="807">
                  <c:v>5.4230700000000002E-5</c:v>
                </c:pt>
                <c:pt idx="808">
                  <c:v>5.43194E-5</c:v>
                </c:pt>
                <c:pt idx="809">
                  <c:v>5.4407999999999998E-5</c:v>
                </c:pt>
                <c:pt idx="810">
                  <c:v>5.4497599999999998E-5</c:v>
                </c:pt>
                <c:pt idx="811">
                  <c:v>5.4588800000000002E-5</c:v>
                </c:pt>
                <c:pt idx="812">
                  <c:v>5.46806E-5</c:v>
                </c:pt>
                <c:pt idx="813">
                  <c:v>5.4772699999999998E-5</c:v>
                </c:pt>
                <c:pt idx="814">
                  <c:v>5.4865399999999998E-5</c:v>
                </c:pt>
                <c:pt idx="815">
                  <c:v>5.49589E-5</c:v>
                </c:pt>
                <c:pt idx="816">
                  <c:v>5.5053499999999997E-5</c:v>
                </c:pt>
                <c:pt idx="817">
                  <c:v>5.5148300000000002E-5</c:v>
                </c:pt>
                <c:pt idx="818">
                  <c:v>5.52431E-5</c:v>
                </c:pt>
                <c:pt idx="819">
                  <c:v>5.5339500000000001E-5</c:v>
                </c:pt>
                <c:pt idx="820">
                  <c:v>5.5437299999999999E-5</c:v>
                </c:pt>
                <c:pt idx="821">
                  <c:v>5.5536099999999998E-5</c:v>
                </c:pt>
                <c:pt idx="822">
                  <c:v>5.56359E-5</c:v>
                </c:pt>
                <c:pt idx="823">
                  <c:v>5.5736299999999997E-5</c:v>
                </c:pt>
                <c:pt idx="824">
                  <c:v>5.5837700000000002E-5</c:v>
                </c:pt>
                <c:pt idx="825">
                  <c:v>5.5939600000000002E-5</c:v>
                </c:pt>
                <c:pt idx="826">
                  <c:v>5.6042000000000003E-5</c:v>
                </c:pt>
                <c:pt idx="827">
                  <c:v>5.61458E-5</c:v>
                </c:pt>
                <c:pt idx="828">
                  <c:v>5.62505E-5</c:v>
                </c:pt>
                <c:pt idx="829">
                  <c:v>5.6355399999999999E-5</c:v>
                </c:pt>
                <c:pt idx="830">
                  <c:v>5.6461400000000001E-5</c:v>
                </c:pt>
                <c:pt idx="831">
                  <c:v>5.6568599999999999E-5</c:v>
                </c:pt>
                <c:pt idx="832">
                  <c:v>5.6677600000000001E-5</c:v>
                </c:pt>
                <c:pt idx="833">
                  <c:v>5.6787599999999998E-5</c:v>
                </c:pt>
                <c:pt idx="834">
                  <c:v>5.6897900000000003E-5</c:v>
                </c:pt>
                <c:pt idx="835">
                  <c:v>5.7009000000000003E-5</c:v>
                </c:pt>
                <c:pt idx="836">
                  <c:v>5.7121899999999999E-5</c:v>
                </c:pt>
                <c:pt idx="837">
                  <c:v>5.7235699999999998E-5</c:v>
                </c:pt>
                <c:pt idx="838">
                  <c:v>5.7349300000000003E-5</c:v>
                </c:pt>
                <c:pt idx="839">
                  <c:v>5.7463899999999997E-5</c:v>
                </c:pt>
                <c:pt idx="840">
                  <c:v>5.7579299999999999E-5</c:v>
                </c:pt>
                <c:pt idx="841">
                  <c:v>5.7696199999999998E-5</c:v>
                </c:pt>
                <c:pt idx="842">
                  <c:v>5.78146E-5</c:v>
                </c:pt>
                <c:pt idx="843">
                  <c:v>5.7933799999999997E-5</c:v>
                </c:pt>
                <c:pt idx="844">
                  <c:v>5.8053200000000002E-5</c:v>
                </c:pt>
                <c:pt idx="845">
                  <c:v>5.8172499999999999E-5</c:v>
                </c:pt>
                <c:pt idx="846">
                  <c:v>5.82934E-5</c:v>
                </c:pt>
                <c:pt idx="847">
                  <c:v>5.8416399999999999E-5</c:v>
                </c:pt>
                <c:pt idx="848">
                  <c:v>5.8541100000000001E-5</c:v>
                </c:pt>
                <c:pt idx="849">
                  <c:v>5.8666699999999999E-5</c:v>
                </c:pt>
                <c:pt idx="850">
                  <c:v>5.8792799999999997E-5</c:v>
                </c:pt>
                <c:pt idx="851">
                  <c:v>5.89208E-5</c:v>
                </c:pt>
                <c:pt idx="852">
                  <c:v>5.9049499999999998E-5</c:v>
                </c:pt>
                <c:pt idx="853">
                  <c:v>5.9178400000000002E-5</c:v>
                </c:pt>
                <c:pt idx="854">
                  <c:v>5.9308899999999997E-5</c:v>
                </c:pt>
                <c:pt idx="855">
                  <c:v>5.9440400000000001E-5</c:v>
                </c:pt>
                <c:pt idx="856">
                  <c:v>5.9573300000000001E-5</c:v>
                </c:pt>
                <c:pt idx="857">
                  <c:v>5.9707100000000003E-5</c:v>
                </c:pt>
                <c:pt idx="858">
                  <c:v>5.9840799999999998E-5</c:v>
                </c:pt>
                <c:pt idx="859">
                  <c:v>5.9975700000000002E-5</c:v>
                </c:pt>
                <c:pt idx="860">
                  <c:v>6.0111900000000003E-5</c:v>
                </c:pt>
                <c:pt idx="861">
                  <c:v>6.0250200000000001E-5</c:v>
                </c:pt>
                <c:pt idx="862">
                  <c:v>6.0390100000000003E-5</c:v>
                </c:pt>
                <c:pt idx="863">
                  <c:v>6.0531400000000001E-5</c:v>
                </c:pt>
                <c:pt idx="864">
                  <c:v>6.0673900000000002E-5</c:v>
                </c:pt>
                <c:pt idx="865">
                  <c:v>6.0816700000000003E-5</c:v>
                </c:pt>
                <c:pt idx="866">
                  <c:v>6.0960099999999999E-5</c:v>
                </c:pt>
                <c:pt idx="867">
                  <c:v>6.1105400000000006E-5</c:v>
                </c:pt>
                <c:pt idx="868">
                  <c:v>6.1251400000000001E-5</c:v>
                </c:pt>
                <c:pt idx="869">
                  <c:v>6.1398300000000005E-5</c:v>
                </c:pt>
                <c:pt idx="870">
                  <c:v>6.1547500000000007E-5</c:v>
                </c:pt>
                <c:pt idx="871">
                  <c:v>6.1698400000000005E-5</c:v>
                </c:pt>
                <c:pt idx="872">
                  <c:v>6.1849799999999999E-5</c:v>
                </c:pt>
                <c:pt idx="873">
                  <c:v>6.2001800000000007E-5</c:v>
                </c:pt>
                <c:pt idx="874">
                  <c:v>6.2155200000000004E-5</c:v>
                </c:pt>
                <c:pt idx="875">
                  <c:v>6.2310099999999998E-5</c:v>
                </c:pt>
                <c:pt idx="876">
                  <c:v>6.2466300000000002E-5</c:v>
                </c:pt>
                <c:pt idx="877">
                  <c:v>6.2623800000000002E-5</c:v>
                </c:pt>
                <c:pt idx="878">
                  <c:v>6.2781900000000003E-5</c:v>
                </c:pt>
                <c:pt idx="879">
                  <c:v>6.2940400000000005E-5</c:v>
                </c:pt>
                <c:pt idx="880">
                  <c:v>6.3101099999999998E-5</c:v>
                </c:pt>
                <c:pt idx="881">
                  <c:v>6.3264100000000003E-5</c:v>
                </c:pt>
                <c:pt idx="882">
                  <c:v>6.3427800000000003E-5</c:v>
                </c:pt>
                <c:pt idx="883">
                  <c:v>6.3592199999999997E-5</c:v>
                </c:pt>
                <c:pt idx="884">
                  <c:v>6.3758399999999996E-5</c:v>
                </c:pt>
                <c:pt idx="885">
                  <c:v>6.3926599999999999E-5</c:v>
                </c:pt>
                <c:pt idx="886">
                  <c:v>6.4095299999999996E-5</c:v>
                </c:pt>
                <c:pt idx="887">
                  <c:v>6.4264500000000001E-5</c:v>
                </c:pt>
                <c:pt idx="888">
                  <c:v>6.4435899999999997E-5</c:v>
                </c:pt>
                <c:pt idx="889">
                  <c:v>6.4609699999999999E-5</c:v>
                </c:pt>
                <c:pt idx="890">
                  <c:v>6.4784999999999997E-5</c:v>
                </c:pt>
                <c:pt idx="891">
                  <c:v>6.4961600000000005E-5</c:v>
                </c:pt>
                <c:pt idx="892">
                  <c:v>6.5139400000000002E-5</c:v>
                </c:pt>
                <c:pt idx="893">
                  <c:v>6.5318499999999995E-5</c:v>
                </c:pt>
                <c:pt idx="894">
                  <c:v>6.5499600000000006E-5</c:v>
                </c:pt>
                <c:pt idx="895">
                  <c:v>6.5682499999999993E-5</c:v>
                </c:pt>
                <c:pt idx="896">
                  <c:v>6.5865700000000002E-5</c:v>
                </c:pt>
                <c:pt idx="897">
                  <c:v>6.60501E-5</c:v>
                </c:pt>
                <c:pt idx="898">
                  <c:v>6.6236199999999994E-5</c:v>
                </c:pt>
                <c:pt idx="899">
                  <c:v>6.6424E-5</c:v>
                </c:pt>
                <c:pt idx="900">
                  <c:v>6.6614300000000004E-5</c:v>
                </c:pt>
                <c:pt idx="901">
                  <c:v>6.6805799999999997E-5</c:v>
                </c:pt>
                <c:pt idx="902">
                  <c:v>6.6998700000000006E-5</c:v>
                </c:pt>
                <c:pt idx="903">
                  <c:v>6.7192699999999998E-5</c:v>
                </c:pt>
                <c:pt idx="904">
                  <c:v>6.73882E-5</c:v>
                </c:pt>
                <c:pt idx="905">
                  <c:v>6.7585900000000006E-5</c:v>
                </c:pt>
                <c:pt idx="906">
                  <c:v>6.7784400000000001E-5</c:v>
                </c:pt>
                <c:pt idx="907">
                  <c:v>6.7984299999999999E-5</c:v>
                </c:pt>
                <c:pt idx="908">
                  <c:v>6.8185699999999993E-5</c:v>
                </c:pt>
                <c:pt idx="909">
                  <c:v>6.8389399999999999E-5</c:v>
                </c:pt>
                <c:pt idx="910">
                  <c:v>6.8596099999999999E-5</c:v>
                </c:pt>
                <c:pt idx="911">
                  <c:v>6.8804000000000001E-5</c:v>
                </c:pt>
                <c:pt idx="912">
                  <c:v>6.9012500000000004E-5</c:v>
                </c:pt>
                <c:pt idx="913">
                  <c:v>6.9222900000000004E-5</c:v>
                </c:pt>
                <c:pt idx="914">
                  <c:v>6.9435200000000002E-5</c:v>
                </c:pt>
                <c:pt idx="915">
                  <c:v>6.9649300000000004E-5</c:v>
                </c:pt>
                <c:pt idx="916">
                  <c:v>6.9864999999999996E-5</c:v>
                </c:pt>
                <c:pt idx="917">
                  <c:v>7.0081700000000004E-5</c:v>
                </c:pt>
                <c:pt idx="918">
                  <c:v>7.0298900000000006E-5</c:v>
                </c:pt>
                <c:pt idx="919">
                  <c:v>7.0518600000000006E-5</c:v>
                </c:pt>
                <c:pt idx="920">
                  <c:v>7.0741000000000006E-5</c:v>
                </c:pt>
                <c:pt idx="921">
                  <c:v>7.0964300000000001E-5</c:v>
                </c:pt>
                <c:pt idx="922">
                  <c:v>7.1189300000000006E-5</c:v>
                </c:pt>
                <c:pt idx="923">
                  <c:v>7.1415999999999995E-5</c:v>
                </c:pt>
                <c:pt idx="924">
                  <c:v>7.1645500000000004E-5</c:v>
                </c:pt>
                <c:pt idx="925">
                  <c:v>7.1877899999999998E-5</c:v>
                </c:pt>
                <c:pt idx="926">
                  <c:v>7.2111000000000001E-5</c:v>
                </c:pt>
                <c:pt idx="927">
                  <c:v>7.2344700000000005E-5</c:v>
                </c:pt>
                <c:pt idx="928">
                  <c:v>7.2579900000000006E-5</c:v>
                </c:pt>
                <c:pt idx="929">
                  <c:v>7.28179E-5</c:v>
                </c:pt>
                <c:pt idx="930">
                  <c:v>7.3058800000000006E-5</c:v>
                </c:pt>
                <c:pt idx="931">
                  <c:v>7.3301300000000002E-5</c:v>
                </c:pt>
                <c:pt idx="932">
                  <c:v>7.3545400000000002E-5</c:v>
                </c:pt>
                <c:pt idx="933">
                  <c:v>7.3790900000000005E-5</c:v>
                </c:pt>
                <c:pt idx="934">
                  <c:v>7.40386E-5</c:v>
                </c:pt>
                <c:pt idx="935">
                  <c:v>7.42891E-5</c:v>
                </c:pt>
                <c:pt idx="936">
                  <c:v>7.4541600000000005E-5</c:v>
                </c:pt>
                <c:pt idx="937">
                  <c:v>7.4794899999999998E-5</c:v>
                </c:pt>
                <c:pt idx="938">
                  <c:v>7.5049000000000006E-5</c:v>
                </c:pt>
                <c:pt idx="939">
                  <c:v>7.5306400000000001E-5</c:v>
                </c:pt>
                <c:pt idx="940">
                  <c:v>7.5566800000000003E-5</c:v>
                </c:pt>
                <c:pt idx="941">
                  <c:v>7.58283E-5</c:v>
                </c:pt>
                <c:pt idx="942">
                  <c:v>7.60906E-5</c:v>
                </c:pt>
                <c:pt idx="943">
                  <c:v>7.6355100000000004E-5</c:v>
                </c:pt>
                <c:pt idx="944">
                  <c:v>7.6623600000000003E-5</c:v>
                </c:pt>
                <c:pt idx="945">
                  <c:v>7.68942E-5</c:v>
                </c:pt>
                <c:pt idx="946">
                  <c:v>7.7165900000000006E-5</c:v>
                </c:pt>
                <c:pt idx="947">
                  <c:v>7.7439200000000002E-5</c:v>
                </c:pt>
                <c:pt idx="948">
                  <c:v>7.7714199999999995E-5</c:v>
                </c:pt>
                <c:pt idx="949">
                  <c:v>7.7991999999999995E-5</c:v>
                </c:pt>
                <c:pt idx="950">
                  <c:v>7.8272699999999993E-5</c:v>
                </c:pt>
                <c:pt idx="951">
                  <c:v>7.8554599999999995E-5</c:v>
                </c:pt>
                <c:pt idx="952">
                  <c:v>7.88381E-5</c:v>
                </c:pt>
                <c:pt idx="953">
                  <c:v>7.91256E-5</c:v>
                </c:pt>
                <c:pt idx="954">
                  <c:v>7.9416E-5</c:v>
                </c:pt>
                <c:pt idx="955">
                  <c:v>7.9707099999999994E-5</c:v>
                </c:pt>
                <c:pt idx="956">
                  <c:v>7.9999099999999998E-5</c:v>
                </c:pt>
                <c:pt idx="957">
                  <c:v>8.02938E-5</c:v>
                </c:pt>
                <c:pt idx="958">
                  <c:v>8.0591000000000001E-5</c:v>
                </c:pt>
                <c:pt idx="959">
                  <c:v>8.0889899999999999E-5</c:v>
                </c:pt>
                <c:pt idx="960">
                  <c:v>8.1190899999999995E-5</c:v>
                </c:pt>
                <c:pt idx="961">
                  <c:v>8.1494200000000003E-5</c:v>
                </c:pt>
                <c:pt idx="962">
                  <c:v>8.1800199999999997E-5</c:v>
                </c:pt>
                <c:pt idx="963">
                  <c:v>8.2109799999999998E-5</c:v>
                </c:pt>
                <c:pt idx="964">
                  <c:v>8.2421899999999998E-5</c:v>
                </c:pt>
                <c:pt idx="965">
                  <c:v>8.2734599999999999E-5</c:v>
                </c:pt>
                <c:pt idx="966">
                  <c:v>8.3048199999999995E-5</c:v>
                </c:pt>
                <c:pt idx="967">
                  <c:v>8.3365199999999999E-5</c:v>
                </c:pt>
                <c:pt idx="968">
                  <c:v>8.3687E-5</c:v>
                </c:pt>
                <c:pt idx="969">
                  <c:v>8.4010699999999998E-5</c:v>
                </c:pt>
                <c:pt idx="970">
                  <c:v>8.4336400000000001E-5</c:v>
                </c:pt>
                <c:pt idx="971">
                  <c:v>8.4664299999999995E-5</c:v>
                </c:pt>
                <c:pt idx="972">
                  <c:v>8.4992800000000004E-5</c:v>
                </c:pt>
                <c:pt idx="973">
                  <c:v>8.5324700000000007E-5</c:v>
                </c:pt>
                <c:pt idx="974">
                  <c:v>8.5660499999999997E-5</c:v>
                </c:pt>
                <c:pt idx="975">
                  <c:v>8.5997799999999998E-5</c:v>
                </c:pt>
                <c:pt idx="976">
                  <c:v>8.6335900000000001E-5</c:v>
                </c:pt>
                <c:pt idx="977">
                  <c:v>8.6676599999999996E-5</c:v>
                </c:pt>
                <c:pt idx="978">
                  <c:v>8.7022500000000002E-5</c:v>
                </c:pt>
                <c:pt idx="979">
                  <c:v>8.7371400000000002E-5</c:v>
                </c:pt>
                <c:pt idx="980">
                  <c:v>8.7721300000000003E-5</c:v>
                </c:pt>
                <c:pt idx="981">
                  <c:v>8.8073500000000003E-5</c:v>
                </c:pt>
                <c:pt idx="982">
                  <c:v>8.8428499999999995E-5</c:v>
                </c:pt>
                <c:pt idx="983">
                  <c:v>8.8787299999999996E-5</c:v>
                </c:pt>
                <c:pt idx="984">
                  <c:v>8.9148599999999995E-5</c:v>
                </c:pt>
                <c:pt idx="985">
                  <c:v>8.9511299999999998E-5</c:v>
                </c:pt>
                <c:pt idx="986">
                  <c:v>8.9875400000000004E-5</c:v>
                </c:pt>
                <c:pt idx="987">
                  <c:v>9.0242300000000002E-5</c:v>
                </c:pt>
                <c:pt idx="988">
                  <c:v>9.0613700000000003E-5</c:v>
                </c:pt>
                <c:pt idx="989">
                  <c:v>9.0987800000000003E-5</c:v>
                </c:pt>
                <c:pt idx="990">
                  <c:v>9.1365299999999997E-5</c:v>
                </c:pt>
                <c:pt idx="991">
                  <c:v>9.1744999999999997E-5</c:v>
                </c:pt>
                <c:pt idx="992">
                  <c:v>9.2127399999999995E-5</c:v>
                </c:pt>
                <c:pt idx="993">
                  <c:v>9.2513899999999995E-5</c:v>
                </c:pt>
                <c:pt idx="994">
                  <c:v>9.2901100000000004E-5</c:v>
                </c:pt>
                <c:pt idx="995">
                  <c:v>9.3289199999999994E-5</c:v>
                </c:pt>
                <c:pt idx="996">
                  <c:v>9.3680799999999999E-5</c:v>
                </c:pt>
                <c:pt idx="997">
                  <c:v>9.4076899999999994E-5</c:v>
                </c:pt>
                <c:pt idx="998">
                  <c:v>9.4476199999999995E-5</c:v>
                </c:pt>
                <c:pt idx="999">
                  <c:v>9.4877199999999993E-5</c:v>
                </c:pt>
                <c:pt idx="1000">
                  <c:v>9.5280700000000004E-5</c:v>
                </c:pt>
                <c:pt idx="1001">
                  <c:v>9.56869E-5</c:v>
                </c:pt>
                <c:pt idx="1002">
                  <c:v>9.6096500000000004E-5</c:v>
                </c:pt>
                <c:pt idx="1003">
                  <c:v>9.6509999999999996E-5</c:v>
                </c:pt>
                <c:pt idx="1004">
                  <c:v>9.6925700000000006E-5</c:v>
                </c:pt>
                <c:pt idx="1005">
                  <c:v>9.7343000000000006E-5</c:v>
                </c:pt>
                <c:pt idx="1006">
                  <c:v>9.77633E-5</c:v>
                </c:pt>
                <c:pt idx="1007">
                  <c:v>9.8188699999999997E-5</c:v>
                </c:pt>
                <c:pt idx="1008">
                  <c:v>9.8617399999999995E-5</c:v>
                </c:pt>
                <c:pt idx="1009">
                  <c:v>9.9048099999999998E-5</c:v>
                </c:pt>
                <c:pt idx="1010">
                  <c:v>9.9482199999999994E-5</c:v>
                </c:pt>
                <c:pt idx="1011">
                  <c:v>9.9919699999999998E-5</c:v>
                </c:pt>
                <c:pt idx="1012">
                  <c:v>1.00361E-4</c:v>
                </c:pt>
                <c:pt idx="1013">
                  <c:v>1.0080400000000001E-4</c:v>
                </c:pt>
                <c:pt idx="1014">
                  <c:v>1.0124999999999999E-4</c:v>
                </c:pt>
                <c:pt idx="1015">
                  <c:v>1.01697E-4</c:v>
                </c:pt>
                <c:pt idx="1016">
                  <c:v>1.02148E-4</c:v>
                </c:pt>
                <c:pt idx="1017">
                  <c:v>1.02604E-4</c:v>
                </c:pt>
                <c:pt idx="1018">
                  <c:v>1.03063E-4</c:v>
                </c:pt>
                <c:pt idx="1019">
                  <c:v>1.0352399999999999E-4</c:v>
                </c:pt>
                <c:pt idx="1020">
                  <c:v>1.0398799999999999E-4</c:v>
                </c:pt>
                <c:pt idx="1021">
                  <c:v>1.0445700000000001E-4</c:v>
                </c:pt>
                <c:pt idx="1022">
                  <c:v>1.0493E-4</c:v>
                </c:pt>
                <c:pt idx="1023">
                  <c:v>1.05404E-4</c:v>
                </c:pt>
                <c:pt idx="1024">
                  <c:v>1.05882E-4</c:v>
                </c:pt>
                <c:pt idx="1025">
                  <c:v>1.0636099999999999E-4</c:v>
                </c:pt>
                <c:pt idx="1026">
                  <c:v>1.06844E-4</c:v>
                </c:pt>
                <c:pt idx="1027">
                  <c:v>1.07334E-4</c:v>
                </c:pt>
                <c:pt idx="1028">
                  <c:v>1.0782599999999999E-4</c:v>
                </c:pt>
                <c:pt idx="1029">
                  <c:v>1.0832000000000001E-4</c:v>
                </c:pt>
                <c:pt idx="1030">
                  <c:v>1.08818E-4</c:v>
                </c:pt>
                <c:pt idx="1031">
                  <c:v>1.0932E-4</c:v>
                </c:pt>
                <c:pt idx="1032">
                  <c:v>1.09827E-4</c:v>
                </c:pt>
                <c:pt idx="1033">
                  <c:v>1.10334E-4</c:v>
                </c:pt>
                <c:pt idx="1034">
                  <c:v>1.10844E-4</c:v>
                </c:pt>
                <c:pt idx="1035">
                  <c:v>1.11356E-4</c:v>
                </c:pt>
                <c:pt idx="1036">
                  <c:v>1.11872E-4</c:v>
                </c:pt>
                <c:pt idx="1037">
                  <c:v>1.1239399999999999E-4</c:v>
                </c:pt>
                <c:pt idx="1038">
                  <c:v>1.1291800000000001E-4</c:v>
                </c:pt>
                <c:pt idx="1039">
                  <c:v>1.13445E-4</c:v>
                </c:pt>
                <c:pt idx="1040">
                  <c:v>1.1397599999999999E-4</c:v>
                </c:pt>
                <c:pt idx="1041">
                  <c:v>1.14511E-4</c:v>
                </c:pt>
                <c:pt idx="1042">
                  <c:v>1.1505E-4</c:v>
                </c:pt>
                <c:pt idx="1043">
                  <c:v>1.15592E-4</c:v>
                </c:pt>
                <c:pt idx="1044">
                  <c:v>1.16137E-4</c:v>
                </c:pt>
                <c:pt idx="1045">
                  <c:v>1.16685E-4</c:v>
                </c:pt>
                <c:pt idx="1046">
                  <c:v>1.17237E-4</c:v>
                </c:pt>
                <c:pt idx="1047">
                  <c:v>1.1779500000000001E-4</c:v>
                </c:pt>
                <c:pt idx="1048">
                  <c:v>1.18355E-4</c:v>
                </c:pt>
                <c:pt idx="1049">
                  <c:v>1.18918E-4</c:v>
                </c:pt>
                <c:pt idx="1050">
                  <c:v>1.19484E-4</c:v>
                </c:pt>
                <c:pt idx="1051">
                  <c:v>1.20056E-4</c:v>
                </c:pt>
                <c:pt idx="1052">
                  <c:v>1.2063200000000001E-4</c:v>
                </c:pt>
                <c:pt idx="1053">
                  <c:v>1.2121E-4</c:v>
                </c:pt>
                <c:pt idx="1054">
                  <c:v>1.2179E-4</c:v>
                </c:pt>
                <c:pt idx="1055">
                  <c:v>1.2237399999999999E-4</c:v>
                </c:pt>
                <c:pt idx="1056">
                  <c:v>1.2296400000000001E-4</c:v>
                </c:pt>
                <c:pt idx="1057">
                  <c:v>1.2355800000000001E-4</c:v>
                </c:pt>
                <c:pt idx="1058">
                  <c:v>1.2415500000000001E-4</c:v>
                </c:pt>
                <c:pt idx="1059">
                  <c:v>1.2475600000000001E-4</c:v>
                </c:pt>
                <c:pt idx="1060">
                  <c:v>1.2536000000000001E-4</c:v>
                </c:pt>
                <c:pt idx="1061">
                  <c:v>1.25969E-4</c:v>
                </c:pt>
                <c:pt idx="1062">
                  <c:v>1.2658299999999999E-4</c:v>
                </c:pt>
                <c:pt idx="1063">
                  <c:v>1.27198E-4</c:v>
                </c:pt>
                <c:pt idx="1064">
                  <c:v>1.27818E-4</c:v>
                </c:pt>
                <c:pt idx="1065">
                  <c:v>1.28441E-4</c:v>
                </c:pt>
                <c:pt idx="1066">
                  <c:v>1.29071E-4</c:v>
                </c:pt>
                <c:pt idx="1067">
                  <c:v>1.2970399999999999E-4</c:v>
                </c:pt>
                <c:pt idx="1068">
                  <c:v>1.3034099999999999E-4</c:v>
                </c:pt>
                <c:pt idx="1069">
                  <c:v>1.3098E-4</c:v>
                </c:pt>
                <c:pt idx="1070">
                  <c:v>1.31624E-4</c:v>
                </c:pt>
                <c:pt idx="1071">
                  <c:v>1.3227599999999999E-4</c:v>
                </c:pt>
                <c:pt idx="1072">
                  <c:v>1.32929E-4</c:v>
                </c:pt>
                <c:pt idx="1073">
                  <c:v>1.3358399999999999E-4</c:v>
                </c:pt>
                <c:pt idx="1074">
                  <c:v>1.3424199999999999E-4</c:v>
                </c:pt>
                <c:pt idx="1075">
                  <c:v>1.3490400000000001E-4</c:v>
                </c:pt>
                <c:pt idx="1076">
                  <c:v>1.3557200000000001E-4</c:v>
                </c:pt>
                <c:pt idx="1077">
                  <c:v>1.3624399999999999E-4</c:v>
                </c:pt>
                <c:pt idx="1078">
                  <c:v>1.3691800000000001E-4</c:v>
                </c:pt>
                <c:pt idx="1079">
                  <c:v>1.3759699999999999E-4</c:v>
                </c:pt>
                <c:pt idx="1080">
                  <c:v>1.38281E-4</c:v>
                </c:pt>
                <c:pt idx="1081">
                  <c:v>1.3897200000000001E-4</c:v>
                </c:pt>
                <c:pt idx="1082">
                  <c:v>1.3966599999999999E-4</c:v>
                </c:pt>
                <c:pt idx="1083">
                  <c:v>1.40362E-4</c:v>
                </c:pt>
                <c:pt idx="1084">
                  <c:v>1.41061E-4</c:v>
                </c:pt>
                <c:pt idx="1085">
                  <c:v>1.41765E-4</c:v>
                </c:pt>
                <c:pt idx="1086">
                  <c:v>1.42476E-4</c:v>
                </c:pt>
                <c:pt idx="1087">
                  <c:v>1.4318999999999999E-4</c:v>
                </c:pt>
                <c:pt idx="1088">
                  <c:v>1.43907E-4</c:v>
                </c:pt>
                <c:pt idx="1089">
                  <c:v>1.44628E-4</c:v>
                </c:pt>
                <c:pt idx="1090">
                  <c:v>1.45356E-4</c:v>
                </c:pt>
                <c:pt idx="1091">
                  <c:v>1.46086E-4</c:v>
                </c:pt>
                <c:pt idx="1092">
                  <c:v>1.4681699999999999E-4</c:v>
                </c:pt>
                <c:pt idx="1093">
                  <c:v>1.47553E-4</c:v>
                </c:pt>
                <c:pt idx="1094">
                  <c:v>1.48293E-4</c:v>
                </c:pt>
                <c:pt idx="1095">
                  <c:v>1.4904E-4</c:v>
                </c:pt>
                <c:pt idx="1096">
                  <c:v>1.4979199999999999E-4</c:v>
                </c:pt>
                <c:pt idx="1097">
                  <c:v>1.5054700000000001E-4</c:v>
                </c:pt>
                <c:pt idx="1098">
                  <c:v>1.51306E-4</c:v>
                </c:pt>
                <c:pt idx="1099">
                  <c:v>1.5206900000000001E-4</c:v>
                </c:pt>
                <c:pt idx="1100">
                  <c:v>1.5283899999999999E-4</c:v>
                </c:pt>
                <c:pt idx="1101">
                  <c:v>1.53614E-4</c:v>
                </c:pt>
                <c:pt idx="1102">
                  <c:v>1.5439199999999999E-4</c:v>
                </c:pt>
                <c:pt idx="1103">
                  <c:v>1.55172E-4</c:v>
                </c:pt>
                <c:pt idx="1104">
                  <c:v>1.5595600000000001E-4</c:v>
                </c:pt>
                <c:pt idx="1105">
                  <c:v>1.5674800000000001E-4</c:v>
                </c:pt>
                <c:pt idx="1106">
                  <c:v>1.57546E-4</c:v>
                </c:pt>
                <c:pt idx="1107">
                  <c:v>1.58348E-4</c:v>
                </c:pt>
                <c:pt idx="1108">
                  <c:v>1.5915300000000001E-4</c:v>
                </c:pt>
                <c:pt idx="1109">
                  <c:v>1.59963E-4</c:v>
                </c:pt>
                <c:pt idx="1110">
                  <c:v>1.6078199999999999E-4</c:v>
                </c:pt>
                <c:pt idx="1111">
                  <c:v>1.6160400000000001E-4</c:v>
                </c:pt>
                <c:pt idx="1112">
                  <c:v>1.6242399999999999E-4</c:v>
                </c:pt>
                <c:pt idx="1113">
                  <c:v>1.6324500000000001E-4</c:v>
                </c:pt>
                <c:pt idx="1114">
                  <c:v>1.6407300000000001E-4</c:v>
                </c:pt>
                <c:pt idx="1115">
                  <c:v>1.64909E-4</c:v>
                </c:pt>
                <c:pt idx="1116">
                  <c:v>1.6574999999999999E-4</c:v>
                </c:pt>
                <c:pt idx="1117">
                  <c:v>1.6659300000000001E-4</c:v>
                </c:pt>
                <c:pt idx="1118">
                  <c:v>1.67441E-4</c:v>
                </c:pt>
                <c:pt idx="1119">
                  <c:v>1.68295E-4</c:v>
                </c:pt>
                <c:pt idx="1120">
                  <c:v>1.6915499999999999E-4</c:v>
                </c:pt>
                <c:pt idx="1121">
                  <c:v>1.7001900000000001E-4</c:v>
                </c:pt>
                <c:pt idx="1122">
                  <c:v>1.70886E-4</c:v>
                </c:pt>
                <c:pt idx="1123">
                  <c:v>1.7175599999999999E-4</c:v>
                </c:pt>
                <c:pt idx="1124">
                  <c:v>1.72633E-4</c:v>
                </c:pt>
                <c:pt idx="1125">
                  <c:v>1.7351700000000001E-4</c:v>
                </c:pt>
                <c:pt idx="1126">
                  <c:v>1.74406E-4</c:v>
                </c:pt>
                <c:pt idx="1127">
                  <c:v>1.7529700000000001E-4</c:v>
                </c:pt>
                <c:pt idx="1128">
                  <c:v>1.7619200000000001E-4</c:v>
                </c:pt>
                <c:pt idx="1129">
                  <c:v>1.7709299999999999E-4</c:v>
                </c:pt>
                <c:pt idx="1130">
                  <c:v>1.7799999999999999E-4</c:v>
                </c:pt>
                <c:pt idx="1131">
                  <c:v>1.78908E-4</c:v>
                </c:pt>
                <c:pt idx="1132">
                  <c:v>1.7982100000000001E-4</c:v>
                </c:pt>
                <c:pt idx="1133">
                  <c:v>1.80738E-4</c:v>
                </c:pt>
                <c:pt idx="1134">
                  <c:v>1.81662E-4</c:v>
                </c:pt>
                <c:pt idx="1135">
                  <c:v>1.8259400000000001E-4</c:v>
                </c:pt>
                <c:pt idx="1136">
                  <c:v>1.8353099999999999E-4</c:v>
                </c:pt>
                <c:pt idx="1137">
                  <c:v>1.8446900000000001E-4</c:v>
                </c:pt>
                <c:pt idx="1138">
                  <c:v>1.8541E-4</c:v>
                </c:pt>
                <c:pt idx="1139">
                  <c:v>1.8636E-4</c:v>
                </c:pt>
                <c:pt idx="1140">
                  <c:v>1.87317E-4</c:v>
                </c:pt>
                <c:pt idx="1141">
                  <c:v>1.8827500000000001E-4</c:v>
                </c:pt>
                <c:pt idx="1142">
                  <c:v>1.8923599999999999E-4</c:v>
                </c:pt>
                <c:pt idx="1143">
                  <c:v>1.90201E-4</c:v>
                </c:pt>
                <c:pt idx="1144">
                  <c:v>1.9117400000000001E-4</c:v>
                </c:pt>
                <c:pt idx="1145">
                  <c:v>1.9215399999999999E-4</c:v>
                </c:pt>
                <c:pt idx="1146">
                  <c:v>1.9313699999999999E-4</c:v>
                </c:pt>
                <c:pt idx="1147">
                  <c:v>1.9412300000000001E-4</c:v>
                </c:pt>
                <c:pt idx="1148">
                  <c:v>1.95114E-4</c:v>
                </c:pt>
                <c:pt idx="1149">
                  <c:v>1.9611300000000001E-4</c:v>
                </c:pt>
                <c:pt idx="1150">
                  <c:v>1.9711699999999999E-4</c:v>
                </c:pt>
                <c:pt idx="1151">
                  <c:v>1.98121E-4</c:v>
                </c:pt>
                <c:pt idx="1152">
                  <c:v>1.9912900000000001E-4</c:v>
                </c:pt>
                <c:pt idx="1153">
                  <c:v>2.00142E-4</c:v>
                </c:pt>
                <c:pt idx="1154">
                  <c:v>2.01163E-4</c:v>
                </c:pt>
                <c:pt idx="1155">
                  <c:v>2.0218800000000001E-4</c:v>
                </c:pt>
                <c:pt idx="1156">
                  <c:v>2.0321599999999999E-4</c:v>
                </c:pt>
                <c:pt idx="1157">
                  <c:v>2.04248E-4</c:v>
                </c:pt>
                <c:pt idx="1158">
                  <c:v>2.0528699999999999E-4</c:v>
                </c:pt>
                <c:pt idx="1159">
                  <c:v>2.0633399999999999E-4</c:v>
                </c:pt>
                <c:pt idx="1160">
                  <c:v>2.0738399999999999E-4</c:v>
                </c:pt>
                <c:pt idx="1161">
                  <c:v>2.0843500000000001E-4</c:v>
                </c:pt>
                <c:pt idx="1162">
                  <c:v>2.0949099999999999E-4</c:v>
                </c:pt>
                <c:pt idx="1163">
                  <c:v>2.1055499999999999E-4</c:v>
                </c:pt>
                <c:pt idx="1164">
                  <c:v>2.11628E-4</c:v>
                </c:pt>
                <c:pt idx="1165">
                  <c:v>2.12704E-4</c:v>
                </c:pt>
                <c:pt idx="1166">
                  <c:v>2.1378200000000001E-4</c:v>
                </c:pt>
                <c:pt idx="1167">
                  <c:v>2.1486500000000001E-4</c:v>
                </c:pt>
                <c:pt idx="1168">
                  <c:v>2.15956E-4</c:v>
                </c:pt>
                <c:pt idx="1169">
                  <c:v>2.1705199999999999E-4</c:v>
                </c:pt>
                <c:pt idx="1170">
                  <c:v>2.1814800000000001E-4</c:v>
                </c:pt>
                <c:pt idx="1171">
                  <c:v>2.1924800000000001E-4</c:v>
                </c:pt>
                <c:pt idx="1172">
                  <c:v>2.2035199999999999E-4</c:v>
                </c:pt>
                <c:pt idx="1173">
                  <c:v>2.21463E-4</c:v>
                </c:pt>
                <c:pt idx="1174">
                  <c:v>2.22582E-4</c:v>
                </c:pt>
                <c:pt idx="1175">
                  <c:v>2.23706E-4</c:v>
                </c:pt>
                <c:pt idx="1176">
                  <c:v>2.2483400000000001E-4</c:v>
                </c:pt>
                <c:pt idx="1177">
                  <c:v>2.25966E-4</c:v>
                </c:pt>
                <c:pt idx="1178">
                  <c:v>2.2710499999999999E-4</c:v>
                </c:pt>
                <c:pt idx="1179">
                  <c:v>2.2824999999999999E-4</c:v>
                </c:pt>
                <c:pt idx="1180">
                  <c:v>2.2939799999999999E-4</c:v>
                </c:pt>
                <c:pt idx="1181">
                  <c:v>2.30547E-4</c:v>
                </c:pt>
                <c:pt idx="1182">
                  <c:v>2.3170100000000001E-4</c:v>
                </c:pt>
                <c:pt idx="1183">
                  <c:v>2.32864E-4</c:v>
                </c:pt>
                <c:pt idx="1184">
                  <c:v>2.3403399999999999E-4</c:v>
                </c:pt>
                <c:pt idx="1185">
                  <c:v>2.3520799999999999E-4</c:v>
                </c:pt>
                <c:pt idx="1186">
                  <c:v>2.36386E-4</c:v>
                </c:pt>
                <c:pt idx="1187">
                  <c:v>2.37569E-4</c:v>
                </c:pt>
                <c:pt idx="1188">
                  <c:v>2.38762E-4</c:v>
                </c:pt>
                <c:pt idx="1189">
                  <c:v>2.3995700000000001E-4</c:v>
                </c:pt>
                <c:pt idx="1190">
                  <c:v>2.4115200000000001E-4</c:v>
                </c:pt>
                <c:pt idx="1191">
                  <c:v>2.42348E-4</c:v>
                </c:pt>
                <c:pt idx="1192">
                  <c:v>2.43551E-4</c:v>
                </c:pt>
                <c:pt idx="1193">
                  <c:v>2.4476199999999999E-4</c:v>
                </c:pt>
                <c:pt idx="1194">
                  <c:v>2.45978E-4</c:v>
                </c:pt>
                <c:pt idx="1195">
                  <c:v>2.4719800000000001E-4</c:v>
                </c:pt>
                <c:pt idx="1196">
                  <c:v>2.4842199999999999E-4</c:v>
                </c:pt>
                <c:pt idx="1197">
                  <c:v>2.4965099999999999E-4</c:v>
                </c:pt>
                <c:pt idx="1198">
                  <c:v>2.50888E-4</c:v>
                </c:pt>
                <c:pt idx="1199">
                  <c:v>2.5212800000000001E-4</c:v>
                </c:pt>
                <c:pt idx="1200">
                  <c:v>2.5337100000000001E-4</c:v>
                </c:pt>
                <c:pt idx="1201">
                  <c:v>2.5461899999999998E-4</c:v>
                </c:pt>
                <c:pt idx="1202">
                  <c:v>2.5587299999999999E-4</c:v>
                </c:pt>
                <c:pt idx="1203">
                  <c:v>2.57137E-4</c:v>
                </c:pt>
                <c:pt idx="1204">
                  <c:v>2.5840500000000002E-4</c:v>
                </c:pt>
                <c:pt idx="1205">
                  <c:v>2.5967500000000001E-4</c:v>
                </c:pt>
                <c:pt idx="1206">
                  <c:v>2.60948E-4</c:v>
                </c:pt>
                <c:pt idx="1207">
                  <c:v>2.6222799999999998E-4</c:v>
                </c:pt>
                <c:pt idx="1208">
                  <c:v>2.6351400000000001E-4</c:v>
                </c:pt>
                <c:pt idx="1209">
                  <c:v>2.6480299999999998E-4</c:v>
                </c:pt>
                <c:pt idx="1210">
                  <c:v>2.6609399999999998E-4</c:v>
                </c:pt>
                <c:pt idx="1211">
                  <c:v>2.6738700000000001E-4</c:v>
                </c:pt>
                <c:pt idx="1212">
                  <c:v>2.68688E-4</c:v>
                </c:pt>
                <c:pt idx="1213">
                  <c:v>2.6999800000000003E-4</c:v>
                </c:pt>
                <c:pt idx="1214">
                  <c:v>2.7131200000000001E-4</c:v>
                </c:pt>
                <c:pt idx="1215">
                  <c:v>2.7262800000000002E-4</c:v>
                </c:pt>
                <c:pt idx="1216">
                  <c:v>2.7394700000000003E-4</c:v>
                </c:pt>
                <c:pt idx="1217">
                  <c:v>2.7527399999999999E-4</c:v>
                </c:pt>
                <c:pt idx="1218">
                  <c:v>2.76607E-4</c:v>
                </c:pt>
                <c:pt idx="1219">
                  <c:v>2.7794400000000002E-4</c:v>
                </c:pt>
                <c:pt idx="1220">
                  <c:v>2.7928399999999998E-4</c:v>
                </c:pt>
                <c:pt idx="1221">
                  <c:v>2.8062900000000001E-4</c:v>
                </c:pt>
                <c:pt idx="1222">
                  <c:v>2.8198299999999997E-4</c:v>
                </c:pt>
                <c:pt idx="1223">
                  <c:v>2.8334600000000002E-4</c:v>
                </c:pt>
                <c:pt idx="1224">
                  <c:v>2.8471099999999999E-4</c:v>
                </c:pt>
                <c:pt idx="1225">
                  <c:v>2.8607900000000001E-4</c:v>
                </c:pt>
                <c:pt idx="1226">
                  <c:v>2.8745099999999998E-4</c:v>
                </c:pt>
                <c:pt idx="1227">
                  <c:v>2.8883199999999999E-4</c:v>
                </c:pt>
                <c:pt idx="1228">
                  <c:v>2.90217E-4</c:v>
                </c:pt>
                <c:pt idx="1229">
                  <c:v>2.91601E-4</c:v>
                </c:pt>
                <c:pt idx="1230">
                  <c:v>2.9298600000000002E-4</c:v>
                </c:pt>
                <c:pt idx="1231">
                  <c:v>2.94376E-4</c:v>
                </c:pt>
                <c:pt idx="1232">
                  <c:v>2.9577500000000002E-4</c:v>
                </c:pt>
                <c:pt idx="1233">
                  <c:v>2.97182E-4</c:v>
                </c:pt>
                <c:pt idx="1234">
                  <c:v>2.9859199999999998E-4</c:v>
                </c:pt>
                <c:pt idx="1235">
                  <c:v>3.00005E-4</c:v>
                </c:pt>
                <c:pt idx="1236">
                  <c:v>3.0142299999999999E-4</c:v>
                </c:pt>
                <c:pt idx="1237">
                  <c:v>3.0284700000000002E-4</c:v>
                </c:pt>
                <c:pt idx="1238">
                  <c:v>3.0427600000000003E-4</c:v>
                </c:pt>
                <c:pt idx="1239">
                  <c:v>3.0570700000000001E-4</c:v>
                </c:pt>
                <c:pt idx="1240">
                  <c:v>3.0714300000000001E-4</c:v>
                </c:pt>
                <c:pt idx="1241">
                  <c:v>3.08585E-4</c:v>
                </c:pt>
                <c:pt idx="1242">
                  <c:v>3.1003600000000002E-4</c:v>
                </c:pt>
                <c:pt idx="1243">
                  <c:v>3.1149200000000002E-4</c:v>
                </c:pt>
                <c:pt idx="1244">
                  <c:v>3.1295200000000002E-4</c:v>
                </c:pt>
                <c:pt idx="1245">
                  <c:v>3.1441500000000002E-4</c:v>
                </c:pt>
                <c:pt idx="1246">
                  <c:v>3.15884E-4</c:v>
                </c:pt>
                <c:pt idx="1247">
                  <c:v>3.1735900000000002E-4</c:v>
                </c:pt>
                <c:pt idx="1248">
                  <c:v>3.1883600000000002E-4</c:v>
                </c:pt>
                <c:pt idx="1249">
                  <c:v>3.2031300000000002E-4</c:v>
                </c:pt>
                <c:pt idx="1250">
                  <c:v>3.21792E-4</c:v>
                </c:pt>
                <c:pt idx="1251">
                  <c:v>3.2327899999999999E-4</c:v>
                </c:pt>
                <c:pt idx="1252">
                  <c:v>3.2477599999999998E-4</c:v>
                </c:pt>
                <c:pt idx="1253">
                  <c:v>3.2627600000000002E-4</c:v>
                </c:pt>
                <c:pt idx="1254">
                  <c:v>3.2777899999999999E-4</c:v>
                </c:pt>
                <c:pt idx="1255">
                  <c:v>3.2928599999999998E-4</c:v>
                </c:pt>
                <c:pt idx="1256">
                  <c:v>3.3080099999999998E-4</c:v>
                </c:pt>
                <c:pt idx="1257">
                  <c:v>3.3232100000000001E-4</c:v>
                </c:pt>
                <c:pt idx="1258">
                  <c:v>3.3384199999999999E-4</c:v>
                </c:pt>
                <c:pt idx="1259">
                  <c:v>3.3536599999999997E-4</c:v>
                </c:pt>
                <c:pt idx="1260">
                  <c:v>3.3689400000000002E-4</c:v>
                </c:pt>
                <c:pt idx="1261">
                  <c:v>3.3843099999999999E-4</c:v>
                </c:pt>
                <c:pt idx="1262">
                  <c:v>3.3997500000000001E-4</c:v>
                </c:pt>
                <c:pt idx="1263">
                  <c:v>3.4152299999999999E-4</c:v>
                </c:pt>
                <c:pt idx="1264">
                  <c:v>3.4307400000000002E-4</c:v>
                </c:pt>
                <c:pt idx="1265">
                  <c:v>3.44629E-4</c:v>
                </c:pt>
                <c:pt idx="1266">
                  <c:v>3.4619400000000003E-4</c:v>
                </c:pt>
                <c:pt idx="1267">
                  <c:v>3.4776400000000003E-4</c:v>
                </c:pt>
                <c:pt idx="1268">
                  <c:v>3.49332E-4</c:v>
                </c:pt>
                <c:pt idx="1269">
                  <c:v>3.5090099999999998E-4</c:v>
                </c:pt>
                <c:pt idx="1270">
                  <c:v>3.5247499999999999E-4</c:v>
                </c:pt>
                <c:pt idx="1271">
                  <c:v>3.5405899999999999E-4</c:v>
                </c:pt>
                <c:pt idx="1272">
                  <c:v>3.5565E-4</c:v>
                </c:pt>
                <c:pt idx="1273">
                  <c:v>3.57244E-4</c:v>
                </c:pt>
                <c:pt idx="1274">
                  <c:v>3.5883900000000001E-4</c:v>
                </c:pt>
                <c:pt idx="1275">
                  <c:v>3.60439E-4</c:v>
                </c:pt>
                <c:pt idx="1276">
                  <c:v>3.6204999999999999E-4</c:v>
                </c:pt>
                <c:pt idx="1277">
                  <c:v>3.6366300000000002E-4</c:v>
                </c:pt>
                <c:pt idx="1278">
                  <c:v>3.6527499999999997E-4</c:v>
                </c:pt>
                <c:pt idx="1279">
                  <c:v>3.6688900000000002E-4</c:v>
                </c:pt>
                <c:pt idx="1280">
                  <c:v>3.6851100000000002E-4</c:v>
                </c:pt>
                <c:pt idx="1281">
                  <c:v>3.7014399999999999E-4</c:v>
                </c:pt>
                <c:pt idx="1282">
                  <c:v>3.7178200000000003E-4</c:v>
                </c:pt>
                <c:pt idx="1283">
                  <c:v>3.7342099999999997E-4</c:v>
                </c:pt>
                <c:pt idx="1284">
                  <c:v>3.7506200000000001E-4</c:v>
                </c:pt>
                <c:pt idx="1285">
                  <c:v>3.7670899999999997E-4</c:v>
                </c:pt>
                <c:pt idx="1286">
                  <c:v>3.7836199999999998E-4</c:v>
                </c:pt>
                <c:pt idx="1287">
                  <c:v>3.8001400000000002E-4</c:v>
                </c:pt>
                <c:pt idx="1288">
                  <c:v>3.81665E-4</c:v>
                </c:pt>
                <c:pt idx="1289">
                  <c:v>3.8331800000000001E-4</c:v>
                </c:pt>
                <c:pt idx="1290">
                  <c:v>3.8497599999999998E-4</c:v>
                </c:pt>
                <c:pt idx="1291">
                  <c:v>3.8664299999999999E-4</c:v>
                </c:pt>
                <c:pt idx="1292">
                  <c:v>3.8831500000000003E-4</c:v>
                </c:pt>
                <c:pt idx="1293">
                  <c:v>3.8998700000000001E-4</c:v>
                </c:pt>
                <c:pt idx="1294">
                  <c:v>3.9166100000000002E-4</c:v>
                </c:pt>
                <c:pt idx="1295">
                  <c:v>3.9334299999999999E-4</c:v>
                </c:pt>
                <c:pt idx="1296">
                  <c:v>3.9503100000000001E-4</c:v>
                </c:pt>
                <c:pt idx="1297">
                  <c:v>3.9671999999999998E-4</c:v>
                </c:pt>
                <c:pt idx="1298">
                  <c:v>3.9840999999999998E-4</c:v>
                </c:pt>
                <c:pt idx="1299">
                  <c:v>4.0010399999999998E-4</c:v>
                </c:pt>
                <c:pt idx="1300">
                  <c:v>4.0180700000000001E-4</c:v>
                </c:pt>
                <c:pt idx="1301">
                  <c:v>4.03521E-4</c:v>
                </c:pt>
                <c:pt idx="1302">
                  <c:v>4.0523700000000002E-4</c:v>
                </c:pt>
                <c:pt idx="1303">
                  <c:v>4.0695199999999998E-4</c:v>
                </c:pt>
                <c:pt idx="1304">
                  <c:v>4.0866900000000001E-4</c:v>
                </c:pt>
                <c:pt idx="1305">
                  <c:v>4.1039700000000001E-4</c:v>
                </c:pt>
                <c:pt idx="1306">
                  <c:v>4.1212900000000001E-4</c:v>
                </c:pt>
                <c:pt idx="1307">
                  <c:v>4.1385800000000002E-4</c:v>
                </c:pt>
                <c:pt idx="1308">
                  <c:v>4.1558600000000002E-4</c:v>
                </c:pt>
                <c:pt idx="1309">
                  <c:v>4.17317E-4</c:v>
                </c:pt>
                <c:pt idx="1310">
                  <c:v>4.1905700000000002E-4</c:v>
                </c:pt>
                <c:pt idx="1311">
                  <c:v>4.2080299999999998E-4</c:v>
                </c:pt>
                <c:pt idx="1312">
                  <c:v>4.2255E-4</c:v>
                </c:pt>
                <c:pt idx="1313">
                  <c:v>4.24299E-4</c:v>
                </c:pt>
                <c:pt idx="1314">
                  <c:v>4.2605200000000001E-4</c:v>
                </c:pt>
                <c:pt idx="1315">
                  <c:v>4.2781500000000001E-4</c:v>
                </c:pt>
                <c:pt idx="1316">
                  <c:v>4.2957999999999999E-4</c:v>
                </c:pt>
                <c:pt idx="1317">
                  <c:v>4.3134500000000002E-4</c:v>
                </c:pt>
                <c:pt idx="1318">
                  <c:v>4.33113E-4</c:v>
                </c:pt>
                <c:pt idx="1319">
                  <c:v>4.34886E-4</c:v>
                </c:pt>
                <c:pt idx="1320">
                  <c:v>4.3666799999999997E-4</c:v>
                </c:pt>
                <c:pt idx="1321">
                  <c:v>4.3845700000000001E-4</c:v>
                </c:pt>
                <c:pt idx="1322">
                  <c:v>4.4024500000000002E-4</c:v>
                </c:pt>
                <c:pt idx="1323">
                  <c:v>4.42034E-4</c:v>
                </c:pt>
                <c:pt idx="1324">
                  <c:v>4.4382800000000001E-4</c:v>
                </c:pt>
                <c:pt idx="1325">
                  <c:v>4.4562999999999997E-4</c:v>
                </c:pt>
                <c:pt idx="1326">
                  <c:v>4.4743199999999999E-4</c:v>
                </c:pt>
                <c:pt idx="1327">
                  <c:v>4.4923000000000001E-4</c:v>
                </c:pt>
                <c:pt idx="1328">
                  <c:v>4.5103E-4</c:v>
                </c:pt>
                <c:pt idx="1329">
                  <c:v>4.5283699999999999E-4</c:v>
                </c:pt>
                <c:pt idx="1330">
                  <c:v>4.5465399999999997E-4</c:v>
                </c:pt>
                <c:pt idx="1331">
                  <c:v>4.5647299999999999E-4</c:v>
                </c:pt>
                <c:pt idx="1332">
                  <c:v>4.5829399999999999E-4</c:v>
                </c:pt>
                <c:pt idx="1333">
                  <c:v>4.60116E-4</c:v>
                </c:pt>
                <c:pt idx="1334">
                  <c:v>4.6194500000000001E-4</c:v>
                </c:pt>
                <c:pt idx="1335">
                  <c:v>4.63783E-4</c:v>
                </c:pt>
                <c:pt idx="1336">
                  <c:v>4.6562099999999999E-4</c:v>
                </c:pt>
                <c:pt idx="1337">
                  <c:v>4.6745899999999998E-4</c:v>
                </c:pt>
                <c:pt idx="1338">
                  <c:v>4.6929900000000001E-4</c:v>
                </c:pt>
                <c:pt idx="1339">
                  <c:v>4.7114599999999998E-4</c:v>
                </c:pt>
                <c:pt idx="1340">
                  <c:v>4.7300100000000002E-4</c:v>
                </c:pt>
                <c:pt idx="1341">
                  <c:v>4.7485799999999999E-4</c:v>
                </c:pt>
                <c:pt idx="1342">
                  <c:v>4.7671699999999998E-4</c:v>
                </c:pt>
                <c:pt idx="1343">
                  <c:v>4.78577E-4</c:v>
                </c:pt>
                <c:pt idx="1344">
                  <c:v>4.8044E-4</c:v>
                </c:pt>
                <c:pt idx="1345">
                  <c:v>4.8230499999999998E-4</c:v>
                </c:pt>
                <c:pt idx="1346">
                  <c:v>4.8417000000000002E-4</c:v>
                </c:pt>
                <c:pt idx="1347">
                  <c:v>4.86038E-4</c:v>
                </c:pt>
                <c:pt idx="1348">
                  <c:v>4.87911E-4</c:v>
                </c:pt>
                <c:pt idx="1349">
                  <c:v>4.8979099999999995E-4</c:v>
                </c:pt>
                <c:pt idx="1350">
                  <c:v>4.9167600000000003E-4</c:v>
                </c:pt>
                <c:pt idx="1351">
                  <c:v>4.9356300000000003E-4</c:v>
                </c:pt>
                <c:pt idx="1352">
                  <c:v>4.9545299999999997E-4</c:v>
                </c:pt>
                <c:pt idx="1353">
                  <c:v>4.97348E-4</c:v>
                </c:pt>
                <c:pt idx="1354">
                  <c:v>4.9925000000000002E-4</c:v>
                </c:pt>
                <c:pt idx="1355">
                  <c:v>5.0115299999999995E-4</c:v>
                </c:pt>
                <c:pt idx="1356">
                  <c:v>5.0305399999999996E-4</c:v>
                </c:pt>
                <c:pt idx="1357">
                  <c:v>5.0495599999999998E-4</c:v>
                </c:pt>
                <c:pt idx="1358">
                  <c:v>5.0686399999999999E-4</c:v>
                </c:pt>
                <c:pt idx="1359">
                  <c:v>5.0878100000000003E-4</c:v>
                </c:pt>
                <c:pt idx="1360">
                  <c:v>5.1070200000000003E-4</c:v>
                </c:pt>
                <c:pt idx="1361">
                  <c:v>5.1262200000000001E-4</c:v>
                </c:pt>
                <c:pt idx="1362">
                  <c:v>5.1454300000000001E-4</c:v>
                </c:pt>
                <c:pt idx="1363">
                  <c:v>5.1646500000000002E-4</c:v>
                </c:pt>
                <c:pt idx="1364">
                  <c:v>5.1839200000000001E-4</c:v>
                </c:pt>
                <c:pt idx="1365">
                  <c:v>5.2031899999999999E-4</c:v>
                </c:pt>
                <c:pt idx="1366">
                  <c:v>5.2224400000000005E-4</c:v>
                </c:pt>
                <c:pt idx="1367">
                  <c:v>5.2417200000000005E-4</c:v>
                </c:pt>
                <c:pt idx="1368">
                  <c:v>5.2610600000000003E-4</c:v>
                </c:pt>
                <c:pt idx="1369">
                  <c:v>5.2804900000000005E-4</c:v>
                </c:pt>
                <c:pt idx="1370">
                  <c:v>5.2999700000000004E-4</c:v>
                </c:pt>
                <c:pt idx="1371">
                  <c:v>5.3194699999999995E-4</c:v>
                </c:pt>
                <c:pt idx="1372">
                  <c:v>5.3389799999999999E-4</c:v>
                </c:pt>
                <c:pt idx="1373">
                  <c:v>5.35854E-4</c:v>
                </c:pt>
                <c:pt idx="1374">
                  <c:v>5.3781900000000004E-4</c:v>
                </c:pt>
                <c:pt idx="1375">
                  <c:v>5.3978200000000004E-4</c:v>
                </c:pt>
                <c:pt idx="1376">
                  <c:v>5.4174400000000004E-4</c:v>
                </c:pt>
                <c:pt idx="1377">
                  <c:v>5.4370700000000004E-4</c:v>
                </c:pt>
                <c:pt idx="1378">
                  <c:v>5.4567500000000002E-4</c:v>
                </c:pt>
                <c:pt idx="1379">
                  <c:v>5.4764899999999999E-4</c:v>
                </c:pt>
                <c:pt idx="1380">
                  <c:v>5.4962399999999997E-4</c:v>
                </c:pt>
                <c:pt idx="1381">
                  <c:v>5.5159899999999995E-4</c:v>
                </c:pt>
                <c:pt idx="1382">
                  <c:v>5.5357699999999998E-4</c:v>
                </c:pt>
                <c:pt idx="1383">
                  <c:v>5.5556400000000004E-4</c:v>
                </c:pt>
                <c:pt idx="1384">
                  <c:v>5.5755500000000005E-4</c:v>
                </c:pt>
                <c:pt idx="1385">
                  <c:v>5.5954099999999999E-4</c:v>
                </c:pt>
                <c:pt idx="1386">
                  <c:v>5.6152199999999995E-4</c:v>
                </c:pt>
                <c:pt idx="1387">
                  <c:v>5.6350599999999997E-4</c:v>
                </c:pt>
                <c:pt idx="1388">
                  <c:v>5.65498E-4</c:v>
                </c:pt>
                <c:pt idx="1389">
                  <c:v>5.6749700000000003E-4</c:v>
                </c:pt>
                <c:pt idx="1390">
                  <c:v>5.6949699999999997E-4</c:v>
                </c:pt>
                <c:pt idx="1391">
                  <c:v>5.7149700000000002E-4</c:v>
                </c:pt>
                <c:pt idx="1392">
                  <c:v>5.7350000000000001E-4</c:v>
                </c:pt>
                <c:pt idx="1393">
                  <c:v>5.7551300000000004E-4</c:v>
                </c:pt>
                <c:pt idx="1394">
                  <c:v>5.7753000000000004E-4</c:v>
                </c:pt>
                <c:pt idx="1395">
                  <c:v>5.7954299999999996E-4</c:v>
                </c:pt>
                <c:pt idx="1396">
                  <c:v>5.8155700000000002E-4</c:v>
                </c:pt>
                <c:pt idx="1397">
                  <c:v>5.8357500000000002E-4</c:v>
                </c:pt>
                <c:pt idx="1398">
                  <c:v>5.8559900000000002E-4</c:v>
                </c:pt>
                <c:pt idx="1399">
                  <c:v>5.8762199999999999E-4</c:v>
                </c:pt>
                <c:pt idx="1400">
                  <c:v>5.8964E-4</c:v>
                </c:pt>
                <c:pt idx="1401">
                  <c:v>5.9166000000000004E-4</c:v>
                </c:pt>
                <c:pt idx="1402">
                  <c:v>5.9368500000000005E-4</c:v>
                </c:pt>
                <c:pt idx="1403">
                  <c:v>5.9571899999999998E-4</c:v>
                </c:pt>
                <c:pt idx="1404">
                  <c:v>5.9775300000000002E-4</c:v>
                </c:pt>
                <c:pt idx="1405">
                  <c:v>5.99783E-4</c:v>
                </c:pt>
                <c:pt idx="1406">
                  <c:v>6.0181199999999996E-4</c:v>
                </c:pt>
                <c:pt idx="1407">
                  <c:v>6.0385099999999998E-4</c:v>
                </c:pt>
                <c:pt idx="1408">
                  <c:v>6.0590399999999999E-4</c:v>
                </c:pt>
                <c:pt idx="1409">
                  <c:v>6.0796400000000001E-4</c:v>
                </c:pt>
                <c:pt idx="1410">
                  <c:v>6.1002500000000004E-4</c:v>
                </c:pt>
                <c:pt idx="1411">
                  <c:v>6.1208499999999995E-4</c:v>
                </c:pt>
                <c:pt idx="1412">
                  <c:v>6.1414900000000003E-4</c:v>
                </c:pt>
                <c:pt idx="1413">
                  <c:v>6.1622000000000001E-4</c:v>
                </c:pt>
                <c:pt idx="1414">
                  <c:v>6.1828800000000004E-4</c:v>
                </c:pt>
                <c:pt idx="1415">
                  <c:v>6.2034799999999995E-4</c:v>
                </c:pt>
                <c:pt idx="1416">
                  <c:v>6.2240099999999997E-4</c:v>
                </c:pt>
                <c:pt idx="1417">
                  <c:v>6.2445399999999998E-4</c:v>
                </c:pt>
                <c:pt idx="1418">
                  <c:v>6.2651500000000001E-4</c:v>
                </c:pt>
                <c:pt idx="1419">
                  <c:v>6.2857799999999997E-4</c:v>
                </c:pt>
                <c:pt idx="1420">
                  <c:v>6.3064299999999996E-4</c:v>
                </c:pt>
                <c:pt idx="1421">
                  <c:v>6.3271400000000004E-4</c:v>
                </c:pt>
                <c:pt idx="1422">
                  <c:v>6.3479699999999999E-4</c:v>
                </c:pt>
                <c:pt idx="1423">
                  <c:v>6.3688799999999995E-4</c:v>
                </c:pt>
                <c:pt idx="1424">
                  <c:v>6.3897599999999998E-4</c:v>
                </c:pt>
                <c:pt idx="1425">
                  <c:v>6.4106099999999995E-4</c:v>
                </c:pt>
                <c:pt idx="1426">
                  <c:v>6.4314899999999998E-4</c:v>
                </c:pt>
                <c:pt idx="1427">
                  <c:v>6.4524700000000005E-4</c:v>
                </c:pt>
                <c:pt idx="1428">
                  <c:v>6.4734899999999997E-4</c:v>
                </c:pt>
                <c:pt idx="1429">
                  <c:v>6.4944899999999997E-4</c:v>
                </c:pt>
                <c:pt idx="1430">
                  <c:v>6.5154700000000004E-4</c:v>
                </c:pt>
                <c:pt idx="1431">
                  <c:v>6.5364500000000001E-4</c:v>
                </c:pt>
                <c:pt idx="1432">
                  <c:v>6.5575300000000002E-4</c:v>
                </c:pt>
                <c:pt idx="1433">
                  <c:v>6.5786600000000001E-4</c:v>
                </c:pt>
                <c:pt idx="1434">
                  <c:v>6.5997500000000004E-4</c:v>
                </c:pt>
                <c:pt idx="1435">
                  <c:v>6.6208200000000004E-4</c:v>
                </c:pt>
                <c:pt idx="1436">
                  <c:v>6.6419099999999996E-4</c:v>
                </c:pt>
                <c:pt idx="1437">
                  <c:v>6.6631000000000004E-4</c:v>
                </c:pt>
                <c:pt idx="1438">
                  <c:v>6.6843200000000005E-4</c:v>
                </c:pt>
                <c:pt idx="1439">
                  <c:v>6.7055000000000001E-4</c:v>
                </c:pt>
                <c:pt idx="1440">
                  <c:v>6.7266600000000004E-4</c:v>
                </c:pt>
                <c:pt idx="1441">
                  <c:v>6.7478799999999995E-4</c:v>
                </c:pt>
                <c:pt idx="1442">
                  <c:v>6.7691599999999995E-4</c:v>
                </c:pt>
                <c:pt idx="1443">
                  <c:v>6.7904200000000004E-4</c:v>
                </c:pt>
                <c:pt idx="1444">
                  <c:v>6.8116300000000004E-4</c:v>
                </c:pt>
                <c:pt idx="1445">
                  <c:v>6.8328499999999995E-4</c:v>
                </c:pt>
                <c:pt idx="1446">
                  <c:v>6.8541100000000003E-4</c:v>
                </c:pt>
                <c:pt idx="1447">
                  <c:v>6.87551E-4</c:v>
                </c:pt>
                <c:pt idx="1448">
                  <c:v>6.8969300000000001E-4</c:v>
                </c:pt>
                <c:pt idx="1449">
                  <c:v>6.9183000000000005E-4</c:v>
                </c:pt>
                <c:pt idx="1450">
                  <c:v>6.9396200000000001E-4</c:v>
                </c:pt>
                <c:pt idx="1451">
                  <c:v>6.9610099999999997E-4</c:v>
                </c:pt>
                <c:pt idx="1452">
                  <c:v>6.9824999999999998E-4</c:v>
                </c:pt>
                <c:pt idx="1453">
                  <c:v>7.0039899999999999E-4</c:v>
                </c:pt>
                <c:pt idx="1454">
                  <c:v>7.0254400000000004E-4</c:v>
                </c:pt>
                <c:pt idx="1455">
                  <c:v>7.0468899999999999E-4</c:v>
                </c:pt>
                <c:pt idx="1456">
                  <c:v>7.0683900000000001E-4</c:v>
                </c:pt>
                <c:pt idx="1457">
                  <c:v>7.0899799999999996E-4</c:v>
                </c:pt>
                <c:pt idx="1458">
                  <c:v>7.1115700000000002E-4</c:v>
                </c:pt>
                <c:pt idx="1459">
                  <c:v>7.1331499999999996E-4</c:v>
                </c:pt>
                <c:pt idx="1460">
                  <c:v>7.1547500000000003E-4</c:v>
                </c:pt>
                <c:pt idx="1461">
                  <c:v>7.17642E-4</c:v>
                </c:pt>
                <c:pt idx="1462">
                  <c:v>7.1981200000000001E-4</c:v>
                </c:pt>
                <c:pt idx="1463">
                  <c:v>7.2197400000000001E-4</c:v>
                </c:pt>
                <c:pt idx="1464">
                  <c:v>7.2413000000000002E-4</c:v>
                </c:pt>
                <c:pt idx="1465">
                  <c:v>7.2628700000000005E-4</c:v>
                </c:pt>
                <c:pt idx="1466">
                  <c:v>7.2845500000000003E-4</c:v>
                </c:pt>
                <c:pt idx="1467">
                  <c:v>7.3063399999999997E-4</c:v>
                </c:pt>
                <c:pt idx="1468">
                  <c:v>7.3280999999999997E-4</c:v>
                </c:pt>
                <c:pt idx="1469">
                  <c:v>7.3497299999999998E-4</c:v>
                </c:pt>
                <c:pt idx="1470">
                  <c:v>7.3720800000000005E-4</c:v>
                </c:pt>
                <c:pt idx="1471">
                  <c:v>7.3976499999999998E-4</c:v>
                </c:pt>
                <c:pt idx="1472">
                  <c:v>7.4250300000000004E-4</c:v>
                </c:pt>
                <c:pt idx="1473">
                  <c:v>7.4509299999999995E-4</c:v>
                </c:pt>
                <c:pt idx="1474">
                  <c:v>7.4755299999999998E-4</c:v>
                </c:pt>
                <c:pt idx="1475">
                  <c:v>7.4994000000000005E-4</c:v>
                </c:pt>
                <c:pt idx="1476">
                  <c:v>7.5229400000000003E-4</c:v>
                </c:pt>
                <c:pt idx="1477">
                  <c:v>7.5462800000000003E-4</c:v>
                </c:pt>
                <c:pt idx="1478">
                  <c:v>7.5694200000000003E-4</c:v>
                </c:pt>
                <c:pt idx="1479">
                  <c:v>7.5924300000000005E-4</c:v>
                </c:pt>
                <c:pt idx="1480">
                  <c:v>7.6153899999999999E-4</c:v>
                </c:pt>
                <c:pt idx="1481">
                  <c:v>7.6382800000000003E-4</c:v>
                </c:pt>
                <c:pt idx="1482">
                  <c:v>7.6609699999999998E-4</c:v>
                </c:pt>
                <c:pt idx="1483">
                  <c:v>7.6834699999999995E-4</c:v>
                </c:pt>
                <c:pt idx="1484">
                  <c:v>7.7058699999999999E-4</c:v>
                </c:pt>
                <c:pt idx="1485">
                  <c:v>7.7282900000000005E-4</c:v>
                </c:pt>
                <c:pt idx="1486">
                  <c:v>7.7508799999999995E-4</c:v>
                </c:pt>
                <c:pt idx="1487">
                  <c:v>7.7736400000000001E-4</c:v>
                </c:pt>
                <c:pt idx="1488">
                  <c:v>7.79643E-4</c:v>
                </c:pt>
                <c:pt idx="1489">
                  <c:v>7.8191199999999995E-4</c:v>
                </c:pt>
                <c:pt idx="1490">
                  <c:v>7.8417099999999996E-4</c:v>
                </c:pt>
                <c:pt idx="1491">
                  <c:v>7.8642700000000002E-4</c:v>
                </c:pt>
                <c:pt idx="1492">
                  <c:v>7.8867499999999997E-4</c:v>
                </c:pt>
                <c:pt idx="1493">
                  <c:v>7.9091800000000005E-4</c:v>
                </c:pt>
                <c:pt idx="1494">
                  <c:v>7.9316399999999996E-4</c:v>
                </c:pt>
                <c:pt idx="1495">
                  <c:v>7.9541099999999999E-4</c:v>
                </c:pt>
                <c:pt idx="1496">
                  <c:v>7.9766500000000003E-4</c:v>
                </c:pt>
                <c:pt idx="1497">
                  <c:v>7.9991999999999997E-4</c:v>
                </c:pt>
                <c:pt idx="1498">
                  <c:v>8.0216800000000002E-4</c:v>
                </c:pt>
                <c:pt idx="1499">
                  <c:v>8.0441499999999995E-4</c:v>
                </c:pt>
                <c:pt idx="1500">
                  <c:v>8.0666099999999997E-4</c:v>
                </c:pt>
                <c:pt idx="1501">
                  <c:v>8.08887E-4</c:v>
                </c:pt>
                <c:pt idx="1502">
                  <c:v>8.1110399999999999E-4</c:v>
                </c:pt>
                <c:pt idx="1503">
                  <c:v>8.1333499999999999E-4</c:v>
                </c:pt>
                <c:pt idx="1504">
                  <c:v>8.1559600000000003E-4</c:v>
                </c:pt>
                <c:pt idx="1505">
                  <c:v>8.1828800000000002E-4</c:v>
                </c:pt>
                <c:pt idx="1506">
                  <c:v>8.2159900000000001E-4</c:v>
                </c:pt>
                <c:pt idx="1507">
                  <c:v>8.2487999999999995E-4</c:v>
                </c:pt>
                <c:pt idx="1508">
                  <c:v>8.2775600000000002E-4</c:v>
                </c:pt>
                <c:pt idx="1509">
                  <c:v>8.3038600000000001E-4</c:v>
                </c:pt>
                <c:pt idx="1510">
                  <c:v>8.3288399999999999E-4</c:v>
                </c:pt>
                <c:pt idx="1511">
                  <c:v>8.3530500000000005E-4</c:v>
                </c:pt>
                <c:pt idx="1512">
                  <c:v>8.3767200000000003E-4</c:v>
                </c:pt>
                <c:pt idx="1513">
                  <c:v>8.4000600000000002E-4</c:v>
                </c:pt>
                <c:pt idx="1514">
                  <c:v>8.4232399999999998E-4</c:v>
                </c:pt>
                <c:pt idx="1515">
                  <c:v>8.4464200000000005E-4</c:v>
                </c:pt>
                <c:pt idx="1516">
                  <c:v>8.4695799999999998E-4</c:v>
                </c:pt>
                <c:pt idx="1517">
                  <c:v>8.4926200000000004E-4</c:v>
                </c:pt>
                <c:pt idx="1518">
                  <c:v>8.5155500000000004E-4</c:v>
                </c:pt>
                <c:pt idx="1519">
                  <c:v>8.5384199999999995E-4</c:v>
                </c:pt>
                <c:pt idx="1520">
                  <c:v>8.5612899999999996E-4</c:v>
                </c:pt>
                <c:pt idx="1521">
                  <c:v>8.5841200000000002E-4</c:v>
                </c:pt>
                <c:pt idx="1522">
                  <c:v>8.6068400000000002E-4</c:v>
                </c:pt>
                <c:pt idx="1523">
                  <c:v>8.6294799999999999E-4</c:v>
                </c:pt>
                <c:pt idx="1524">
                  <c:v>8.65207E-4</c:v>
                </c:pt>
                <c:pt idx="1525">
                  <c:v>8.6746900000000005E-4</c:v>
                </c:pt>
                <c:pt idx="1526">
                  <c:v>8.6975500000000005E-4</c:v>
                </c:pt>
                <c:pt idx="1527">
                  <c:v>8.7227599999999995E-4</c:v>
                </c:pt>
                <c:pt idx="1528">
                  <c:v>8.7503500000000003E-4</c:v>
                </c:pt>
                <c:pt idx="1529">
                  <c:v>8.7772299999999996E-4</c:v>
                </c:pt>
                <c:pt idx="1530">
                  <c:v>8.8027299999999999E-4</c:v>
                </c:pt>
                <c:pt idx="1531">
                  <c:v>8.8275400000000003E-4</c:v>
                </c:pt>
                <c:pt idx="1532">
                  <c:v>8.85183E-4</c:v>
                </c:pt>
                <c:pt idx="1533">
                  <c:v>8.8758100000000003E-4</c:v>
                </c:pt>
                <c:pt idx="1534">
                  <c:v>8.8996500000000005E-4</c:v>
                </c:pt>
                <c:pt idx="1535">
                  <c:v>8.9234700000000004E-4</c:v>
                </c:pt>
                <c:pt idx="1536">
                  <c:v>8.9474599999999997E-4</c:v>
                </c:pt>
                <c:pt idx="1537">
                  <c:v>8.9715599999999997E-4</c:v>
                </c:pt>
                <c:pt idx="1538">
                  <c:v>8.9954599999999998E-4</c:v>
                </c:pt>
                <c:pt idx="1539">
                  <c:v>9.0191700000000002E-4</c:v>
                </c:pt>
                <c:pt idx="1540">
                  <c:v>9.0427900000000002E-4</c:v>
                </c:pt>
                <c:pt idx="1541">
                  <c:v>9.0662700000000002E-4</c:v>
                </c:pt>
                <c:pt idx="1542">
                  <c:v>9.08967E-4</c:v>
                </c:pt>
                <c:pt idx="1543">
                  <c:v>9.1129899999999996E-4</c:v>
                </c:pt>
                <c:pt idx="1544">
                  <c:v>9.1362400000000003E-4</c:v>
                </c:pt>
                <c:pt idx="1545">
                  <c:v>9.1594199999999999E-4</c:v>
                </c:pt>
                <c:pt idx="1546">
                  <c:v>9.1825499999999998E-4</c:v>
                </c:pt>
                <c:pt idx="1547">
                  <c:v>9.2055800000000003E-4</c:v>
                </c:pt>
                <c:pt idx="1548">
                  <c:v>9.2284699999999997E-4</c:v>
                </c:pt>
                <c:pt idx="1549">
                  <c:v>9.2519E-4</c:v>
                </c:pt>
                <c:pt idx="1550">
                  <c:v>9.2807800000000004E-4</c:v>
                </c:pt>
                <c:pt idx="1551">
                  <c:v>9.3153099999999998E-4</c:v>
                </c:pt>
                <c:pt idx="1552">
                  <c:v>9.3483100000000001E-4</c:v>
                </c:pt>
                <c:pt idx="1553">
                  <c:v>9.3776700000000005E-4</c:v>
                </c:pt>
                <c:pt idx="1554">
                  <c:v>9.4050600000000002E-4</c:v>
                </c:pt>
                <c:pt idx="1555">
                  <c:v>9.4313100000000005E-4</c:v>
                </c:pt>
                <c:pt idx="1556">
                  <c:v>9.4567900000000005E-4</c:v>
                </c:pt>
                <c:pt idx="1557">
                  <c:v>9.48189E-4</c:v>
                </c:pt>
                <c:pt idx="1558">
                  <c:v>9.5069000000000002E-4</c:v>
                </c:pt>
                <c:pt idx="1559">
                  <c:v>9.5317500000000001E-4</c:v>
                </c:pt>
                <c:pt idx="1560">
                  <c:v>9.5560100000000004E-4</c:v>
                </c:pt>
                <c:pt idx="1561">
                  <c:v>9.5796499999999997E-4</c:v>
                </c:pt>
                <c:pt idx="1562">
                  <c:v>9.6030799999999999E-4</c:v>
                </c:pt>
                <c:pt idx="1563">
                  <c:v>9.6266799999999997E-4</c:v>
                </c:pt>
                <c:pt idx="1564">
                  <c:v>9.6506700000000001E-4</c:v>
                </c:pt>
                <c:pt idx="1565">
                  <c:v>9.6745999999999996E-4</c:v>
                </c:pt>
                <c:pt idx="1566">
                  <c:v>9.6981300000000003E-4</c:v>
                </c:pt>
                <c:pt idx="1567">
                  <c:v>9.7214299999999997E-4</c:v>
                </c:pt>
                <c:pt idx="1568">
                  <c:v>9.7447899999999999E-4</c:v>
                </c:pt>
                <c:pt idx="1569">
                  <c:v>9.76848E-4</c:v>
                </c:pt>
                <c:pt idx="1570">
                  <c:v>9.7920499999999992E-4</c:v>
                </c:pt>
                <c:pt idx="1571">
                  <c:v>9.8151800000000002E-4</c:v>
                </c:pt>
                <c:pt idx="1572">
                  <c:v>9.8381500000000008E-4</c:v>
                </c:pt>
                <c:pt idx="1573">
                  <c:v>9.861379999999999E-4</c:v>
                </c:pt>
                <c:pt idx="1574">
                  <c:v>9.8849900000000011E-4</c:v>
                </c:pt>
                <c:pt idx="1575">
                  <c:v>9.9084299999999993E-4</c:v>
                </c:pt>
                <c:pt idx="1576">
                  <c:v>9.9314600000000009E-4</c:v>
                </c:pt>
                <c:pt idx="1577">
                  <c:v>9.9549300000000007E-4</c:v>
                </c:pt>
                <c:pt idx="1578">
                  <c:v>9.9852500000000011E-4</c:v>
                </c:pt>
                <c:pt idx="1579">
                  <c:v>1.00227E-3</c:v>
                </c:pt>
                <c:pt idx="1580">
                  <c:v>1.0057200000000001E-3</c:v>
                </c:pt>
                <c:pt idx="1581">
                  <c:v>1.0086400000000001E-3</c:v>
                </c:pt>
                <c:pt idx="1582">
                  <c:v>1.0113399999999999E-3</c:v>
                </c:pt>
                <c:pt idx="1583">
                  <c:v>1.01398E-3</c:v>
                </c:pt>
                <c:pt idx="1584">
                  <c:v>1.01655E-3</c:v>
                </c:pt>
                <c:pt idx="1585">
                  <c:v>1.01907E-3</c:v>
                </c:pt>
                <c:pt idx="1586">
                  <c:v>1.0215599999999999E-3</c:v>
                </c:pt>
                <c:pt idx="1587">
                  <c:v>1.0240399999999999E-3</c:v>
                </c:pt>
                <c:pt idx="1588">
                  <c:v>1.0265599999999999E-3</c:v>
                </c:pt>
                <c:pt idx="1589">
                  <c:v>1.02914E-3</c:v>
                </c:pt>
                <c:pt idx="1590">
                  <c:v>1.03173E-3</c:v>
                </c:pt>
                <c:pt idx="1591">
                  <c:v>1.0342699999999999E-3</c:v>
                </c:pt>
                <c:pt idx="1592">
                  <c:v>1.03677E-3</c:v>
                </c:pt>
                <c:pt idx="1593">
                  <c:v>1.0396299999999999E-3</c:v>
                </c:pt>
                <c:pt idx="1594">
                  <c:v>1.0437700000000001E-3</c:v>
                </c:pt>
                <c:pt idx="1595">
                  <c:v>1.0498899999999999E-3</c:v>
                </c:pt>
                <c:pt idx="1596">
                  <c:v>1.0563199999999999E-3</c:v>
                </c:pt>
                <c:pt idx="1597">
                  <c:v>1.06131E-3</c:v>
                </c:pt>
                <c:pt idx="1598">
                  <c:v>1.06532E-3</c:v>
                </c:pt>
                <c:pt idx="1599">
                  <c:v>1.0688200000000001E-3</c:v>
                </c:pt>
                <c:pt idx="1600">
                  <c:v>1.0720300000000001E-3</c:v>
                </c:pt>
                <c:pt idx="1601">
                  <c:v>1.0751300000000001E-3</c:v>
                </c:pt>
                <c:pt idx="1602">
                  <c:v>1.0781600000000001E-3</c:v>
                </c:pt>
                <c:pt idx="1603">
                  <c:v>1.0811099999999999E-3</c:v>
                </c:pt>
                <c:pt idx="1604">
                  <c:v>1.0841900000000001E-3</c:v>
                </c:pt>
                <c:pt idx="1605">
                  <c:v>1.08778E-3</c:v>
                </c:pt>
                <c:pt idx="1606">
                  <c:v>1.0914900000000001E-3</c:v>
                </c:pt>
                <c:pt idx="1607">
                  <c:v>1.09479E-3</c:v>
                </c:pt>
                <c:pt idx="1608">
                  <c:v>1.0979099999999999E-3</c:v>
                </c:pt>
                <c:pt idx="1609">
                  <c:v>1.1010799999999999E-3</c:v>
                </c:pt>
                <c:pt idx="1610">
                  <c:v>1.10429E-3</c:v>
                </c:pt>
                <c:pt idx="1611">
                  <c:v>1.1074100000000001E-3</c:v>
                </c:pt>
                <c:pt idx="1612">
                  <c:v>1.1103899999999999E-3</c:v>
                </c:pt>
                <c:pt idx="1613">
                  <c:v>1.1132799999999999E-3</c:v>
                </c:pt>
                <c:pt idx="1614">
                  <c:v>1.11612E-3</c:v>
                </c:pt>
                <c:pt idx="1615">
                  <c:v>1.119E-3</c:v>
                </c:pt>
                <c:pt idx="1616">
                  <c:v>1.12189E-3</c:v>
                </c:pt>
                <c:pt idx="1617">
                  <c:v>1.1247E-3</c:v>
                </c:pt>
                <c:pt idx="1618">
                  <c:v>1.12744E-3</c:v>
                </c:pt>
                <c:pt idx="1619">
                  <c:v>1.1300800000000001E-3</c:v>
                </c:pt>
                <c:pt idx="1620">
                  <c:v>1.13266E-3</c:v>
                </c:pt>
                <c:pt idx="1621">
                  <c:v>1.13525E-3</c:v>
                </c:pt>
                <c:pt idx="1622">
                  <c:v>1.1379000000000001E-3</c:v>
                </c:pt>
                <c:pt idx="1623">
                  <c:v>1.1405300000000001E-3</c:v>
                </c:pt>
                <c:pt idx="1624">
                  <c:v>1.14306E-3</c:v>
                </c:pt>
                <c:pt idx="1625">
                  <c:v>1.1455300000000001E-3</c:v>
                </c:pt>
                <c:pt idx="1626">
                  <c:v>1.1479400000000001E-3</c:v>
                </c:pt>
                <c:pt idx="1627">
                  <c:v>1.15033E-3</c:v>
                </c:pt>
                <c:pt idx="1628">
                  <c:v>1.1528700000000001E-3</c:v>
                </c:pt>
                <c:pt idx="1629">
                  <c:v>1.15562E-3</c:v>
                </c:pt>
                <c:pt idx="1630">
                  <c:v>1.15851E-3</c:v>
                </c:pt>
                <c:pt idx="1631">
                  <c:v>1.1617800000000001E-3</c:v>
                </c:pt>
                <c:pt idx="1632">
                  <c:v>1.1652399999999999E-3</c:v>
                </c:pt>
                <c:pt idx="1633">
                  <c:v>1.1683799999999999E-3</c:v>
                </c:pt>
                <c:pt idx="1634">
                  <c:v>1.1712599999999999E-3</c:v>
                </c:pt>
                <c:pt idx="1635">
                  <c:v>1.1740399999999999E-3</c:v>
                </c:pt>
                <c:pt idx="1636">
                  <c:v>1.17676E-3</c:v>
                </c:pt>
                <c:pt idx="1637">
                  <c:v>1.17939E-3</c:v>
                </c:pt>
                <c:pt idx="1638">
                  <c:v>1.1819599999999999E-3</c:v>
                </c:pt>
                <c:pt idx="1639">
                  <c:v>1.18447E-3</c:v>
                </c:pt>
                <c:pt idx="1640">
                  <c:v>1.1869599999999999E-3</c:v>
                </c:pt>
                <c:pt idx="1641">
                  <c:v>1.1894799999999999E-3</c:v>
                </c:pt>
                <c:pt idx="1642">
                  <c:v>1.1920699999999999E-3</c:v>
                </c:pt>
                <c:pt idx="1643">
                  <c:v>1.1946299999999999E-3</c:v>
                </c:pt>
                <c:pt idx="1644">
                  <c:v>1.1971200000000001E-3</c:v>
                </c:pt>
                <c:pt idx="1645">
                  <c:v>1.1996999999999999E-3</c:v>
                </c:pt>
                <c:pt idx="1646">
                  <c:v>1.2023800000000001E-3</c:v>
                </c:pt>
                <c:pt idx="1647">
                  <c:v>1.2050400000000001E-3</c:v>
                </c:pt>
                <c:pt idx="1648">
                  <c:v>1.20769E-3</c:v>
                </c:pt>
                <c:pt idx="1649">
                  <c:v>1.2103299999999999E-3</c:v>
                </c:pt>
                <c:pt idx="1650">
                  <c:v>1.2129E-3</c:v>
                </c:pt>
                <c:pt idx="1651">
                  <c:v>1.21542E-3</c:v>
                </c:pt>
                <c:pt idx="1652">
                  <c:v>1.2179300000000001E-3</c:v>
                </c:pt>
                <c:pt idx="1653">
                  <c:v>1.2204099999999999E-3</c:v>
                </c:pt>
                <c:pt idx="1654">
                  <c:v>1.22288E-3</c:v>
                </c:pt>
                <c:pt idx="1655">
                  <c:v>1.2254099999999999E-3</c:v>
                </c:pt>
                <c:pt idx="1656">
                  <c:v>1.22792E-3</c:v>
                </c:pt>
                <c:pt idx="1657">
                  <c:v>1.2303699999999999E-3</c:v>
                </c:pt>
                <c:pt idx="1658">
                  <c:v>1.2327600000000001E-3</c:v>
                </c:pt>
                <c:pt idx="1659">
                  <c:v>1.2351300000000001E-3</c:v>
                </c:pt>
                <c:pt idx="1660">
                  <c:v>1.2375000000000001E-3</c:v>
                </c:pt>
                <c:pt idx="1661">
                  <c:v>1.24003E-3</c:v>
                </c:pt>
                <c:pt idx="1662">
                  <c:v>1.2427E-3</c:v>
                </c:pt>
                <c:pt idx="1663">
                  <c:v>1.2452800000000001E-3</c:v>
                </c:pt>
                <c:pt idx="1664">
                  <c:v>1.2477600000000001E-3</c:v>
                </c:pt>
                <c:pt idx="1665">
                  <c:v>1.2502399999999999E-3</c:v>
                </c:pt>
                <c:pt idx="1666">
                  <c:v>1.25321E-3</c:v>
                </c:pt>
                <c:pt idx="1667">
                  <c:v>1.25691E-3</c:v>
                </c:pt>
                <c:pt idx="1668">
                  <c:v>1.2605400000000001E-3</c:v>
                </c:pt>
                <c:pt idx="1669">
                  <c:v>1.26373E-3</c:v>
                </c:pt>
                <c:pt idx="1670">
                  <c:v>1.2666299999999999E-3</c:v>
                </c:pt>
                <c:pt idx="1671">
                  <c:v>1.2693100000000001E-3</c:v>
                </c:pt>
                <c:pt idx="1672">
                  <c:v>1.27188E-3</c:v>
                </c:pt>
                <c:pt idx="1673">
                  <c:v>1.2743699999999999E-3</c:v>
                </c:pt>
                <c:pt idx="1674">
                  <c:v>1.2768E-3</c:v>
                </c:pt>
                <c:pt idx="1675">
                  <c:v>1.2792299999999999E-3</c:v>
                </c:pt>
                <c:pt idx="1676">
                  <c:v>1.2817499999999999E-3</c:v>
                </c:pt>
                <c:pt idx="1677">
                  <c:v>1.28437E-3</c:v>
                </c:pt>
                <c:pt idx="1678">
                  <c:v>1.2870399999999999E-3</c:v>
                </c:pt>
                <c:pt idx="1679">
                  <c:v>1.28962E-3</c:v>
                </c:pt>
                <c:pt idx="1680">
                  <c:v>1.2921E-3</c:v>
                </c:pt>
                <c:pt idx="1681">
                  <c:v>1.2945599999999999E-3</c:v>
                </c:pt>
                <c:pt idx="1682">
                  <c:v>1.2970799999999999E-3</c:v>
                </c:pt>
                <c:pt idx="1683">
                  <c:v>1.29966E-3</c:v>
                </c:pt>
                <c:pt idx="1684">
                  <c:v>1.3024E-3</c:v>
                </c:pt>
                <c:pt idx="1685">
                  <c:v>1.30598E-3</c:v>
                </c:pt>
                <c:pt idx="1686">
                  <c:v>1.31003E-3</c:v>
                </c:pt>
                <c:pt idx="1687">
                  <c:v>1.3135E-3</c:v>
                </c:pt>
                <c:pt idx="1688">
                  <c:v>1.31646E-3</c:v>
                </c:pt>
                <c:pt idx="1689">
                  <c:v>1.31923E-3</c:v>
                </c:pt>
                <c:pt idx="1690">
                  <c:v>1.32227E-3</c:v>
                </c:pt>
                <c:pt idx="1691">
                  <c:v>1.3260399999999999E-3</c:v>
                </c:pt>
                <c:pt idx="1692">
                  <c:v>1.32989E-3</c:v>
                </c:pt>
                <c:pt idx="1693">
                  <c:v>1.33318E-3</c:v>
                </c:pt>
                <c:pt idx="1694">
                  <c:v>1.3363299999999999E-3</c:v>
                </c:pt>
                <c:pt idx="1695">
                  <c:v>1.3395099999999999E-3</c:v>
                </c:pt>
                <c:pt idx="1696">
                  <c:v>1.3425799999999999E-3</c:v>
                </c:pt>
                <c:pt idx="1697">
                  <c:v>1.34549E-3</c:v>
                </c:pt>
                <c:pt idx="1698">
                  <c:v>1.3482399999999999E-3</c:v>
                </c:pt>
                <c:pt idx="1699">
                  <c:v>1.3508999999999999E-3</c:v>
                </c:pt>
                <c:pt idx="1700">
                  <c:v>1.35351E-3</c:v>
                </c:pt>
                <c:pt idx="1701">
                  <c:v>1.3560600000000001E-3</c:v>
                </c:pt>
                <c:pt idx="1702">
                  <c:v>1.3586E-3</c:v>
                </c:pt>
                <c:pt idx="1703">
                  <c:v>1.36118E-3</c:v>
                </c:pt>
                <c:pt idx="1704">
                  <c:v>1.3637199999999999E-3</c:v>
                </c:pt>
                <c:pt idx="1705">
                  <c:v>1.3661700000000001E-3</c:v>
                </c:pt>
                <c:pt idx="1706">
                  <c:v>1.36856E-3</c:v>
                </c:pt>
                <c:pt idx="1707">
                  <c:v>1.3709E-3</c:v>
                </c:pt>
                <c:pt idx="1708">
                  <c:v>1.3732E-3</c:v>
                </c:pt>
                <c:pt idx="1709">
                  <c:v>1.3756199999999999E-3</c:v>
                </c:pt>
                <c:pt idx="1710">
                  <c:v>1.3782499999999999E-3</c:v>
                </c:pt>
                <c:pt idx="1711">
                  <c:v>1.3808500000000001E-3</c:v>
                </c:pt>
                <c:pt idx="1712">
                  <c:v>1.3832899999999999E-3</c:v>
                </c:pt>
                <c:pt idx="1713">
                  <c:v>1.3856599999999999E-3</c:v>
                </c:pt>
                <c:pt idx="1714">
                  <c:v>1.38799E-3</c:v>
                </c:pt>
                <c:pt idx="1715">
                  <c:v>1.39029E-3</c:v>
                </c:pt>
                <c:pt idx="1716">
                  <c:v>1.39262E-3</c:v>
                </c:pt>
                <c:pt idx="1717">
                  <c:v>1.39496E-3</c:v>
                </c:pt>
                <c:pt idx="1718">
                  <c:v>1.3973099999999999E-3</c:v>
                </c:pt>
                <c:pt idx="1719">
                  <c:v>1.4002999999999999E-3</c:v>
                </c:pt>
                <c:pt idx="1720">
                  <c:v>1.4038900000000001E-3</c:v>
                </c:pt>
                <c:pt idx="1721">
                  <c:v>1.40711E-3</c:v>
                </c:pt>
                <c:pt idx="1722">
                  <c:v>1.40978E-3</c:v>
                </c:pt>
                <c:pt idx="1723">
                  <c:v>1.41223E-3</c:v>
                </c:pt>
                <c:pt idx="1724">
                  <c:v>1.4145900000000001E-3</c:v>
                </c:pt>
                <c:pt idx="1725">
                  <c:v>1.4170000000000001E-3</c:v>
                </c:pt>
                <c:pt idx="1726">
                  <c:v>1.4197999999999999E-3</c:v>
                </c:pt>
                <c:pt idx="1727">
                  <c:v>1.42292E-3</c:v>
                </c:pt>
                <c:pt idx="1728">
                  <c:v>1.4259400000000001E-3</c:v>
                </c:pt>
                <c:pt idx="1729">
                  <c:v>1.4287799999999999E-3</c:v>
                </c:pt>
                <c:pt idx="1730">
                  <c:v>1.4315899999999999E-3</c:v>
                </c:pt>
                <c:pt idx="1731">
                  <c:v>1.4348500000000001E-3</c:v>
                </c:pt>
                <c:pt idx="1732">
                  <c:v>1.4391499999999999E-3</c:v>
                </c:pt>
                <c:pt idx="1733">
                  <c:v>1.44359E-3</c:v>
                </c:pt>
                <c:pt idx="1734">
                  <c:v>1.44731E-3</c:v>
                </c:pt>
                <c:pt idx="1735">
                  <c:v>1.4506300000000001E-3</c:v>
                </c:pt>
                <c:pt idx="1736">
                  <c:v>1.4537700000000001E-3</c:v>
                </c:pt>
                <c:pt idx="1737">
                  <c:v>1.4567E-3</c:v>
                </c:pt>
                <c:pt idx="1738">
                  <c:v>1.4594199999999999E-3</c:v>
                </c:pt>
                <c:pt idx="1739">
                  <c:v>1.46203E-3</c:v>
                </c:pt>
                <c:pt idx="1740">
                  <c:v>1.46466E-3</c:v>
                </c:pt>
                <c:pt idx="1741">
                  <c:v>1.4674600000000001E-3</c:v>
                </c:pt>
                <c:pt idx="1742">
                  <c:v>1.4704900000000001E-3</c:v>
                </c:pt>
                <c:pt idx="1743">
                  <c:v>1.4735099999999999E-3</c:v>
                </c:pt>
                <c:pt idx="1744">
                  <c:v>1.47623E-3</c:v>
                </c:pt>
                <c:pt idx="1745">
                  <c:v>1.4787400000000001E-3</c:v>
                </c:pt>
                <c:pt idx="1746">
                  <c:v>1.4811399999999999E-3</c:v>
                </c:pt>
                <c:pt idx="1747">
                  <c:v>1.4834900000000001E-3</c:v>
                </c:pt>
                <c:pt idx="1748">
                  <c:v>1.48587E-3</c:v>
                </c:pt>
                <c:pt idx="1749">
                  <c:v>1.48829E-3</c:v>
                </c:pt>
                <c:pt idx="1750">
                  <c:v>1.4906800000000001E-3</c:v>
                </c:pt>
                <c:pt idx="1751">
                  <c:v>1.49306E-3</c:v>
                </c:pt>
                <c:pt idx="1752">
                  <c:v>1.4953900000000001E-3</c:v>
                </c:pt>
                <c:pt idx="1753">
                  <c:v>1.4976600000000001E-3</c:v>
                </c:pt>
                <c:pt idx="1754">
                  <c:v>1.4999600000000001E-3</c:v>
                </c:pt>
                <c:pt idx="1755">
                  <c:v>1.5026900000000001E-3</c:v>
                </c:pt>
                <c:pt idx="1756">
                  <c:v>1.5060399999999999E-3</c:v>
                </c:pt>
                <c:pt idx="1757">
                  <c:v>1.5094399999999999E-3</c:v>
                </c:pt>
                <c:pt idx="1758">
                  <c:v>1.5124800000000001E-3</c:v>
                </c:pt>
                <c:pt idx="1759">
                  <c:v>1.51527E-3</c:v>
                </c:pt>
                <c:pt idx="1760">
                  <c:v>1.5179499999999999E-3</c:v>
                </c:pt>
                <c:pt idx="1761">
                  <c:v>1.5206E-3</c:v>
                </c:pt>
                <c:pt idx="1762">
                  <c:v>1.52341E-3</c:v>
                </c:pt>
                <c:pt idx="1763">
                  <c:v>1.5268599999999999E-3</c:v>
                </c:pt>
                <c:pt idx="1764">
                  <c:v>1.53093E-3</c:v>
                </c:pt>
                <c:pt idx="1765">
                  <c:v>1.53538E-3</c:v>
                </c:pt>
                <c:pt idx="1766">
                  <c:v>1.5397200000000001E-3</c:v>
                </c:pt>
                <c:pt idx="1767">
                  <c:v>1.54352E-3</c:v>
                </c:pt>
                <c:pt idx="1768">
                  <c:v>1.5470200000000001E-3</c:v>
                </c:pt>
                <c:pt idx="1769">
                  <c:v>1.5502999999999999E-3</c:v>
                </c:pt>
                <c:pt idx="1770">
                  <c:v>1.5533000000000001E-3</c:v>
                </c:pt>
                <c:pt idx="1771">
                  <c:v>1.5560299999999999E-3</c:v>
                </c:pt>
                <c:pt idx="1772">
                  <c:v>1.5585900000000001E-3</c:v>
                </c:pt>
                <c:pt idx="1773">
                  <c:v>1.56109E-3</c:v>
                </c:pt>
                <c:pt idx="1774">
                  <c:v>1.56408E-3</c:v>
                </c:pt>
                <c:pt idx="1775">
                  <c:v>1.5696799999999999E-3</c:v>
                </c:pt>
                <c:pt idx="1776">
                  <c:v>1.57698E-3</c:v>
                </c:pt>
                <c:pt idx="1777">
                  <c:v>1.58285E-3</c:v>
                </c:pt>
                <c:pt idx="1778">
                  <c:v>1.5872600000000001E-3</c:v>
                </c:pt>
                <c:pt idx="1779">
                  <c:v>1.5910099999999999E-3</c:v>
                </c:pt>
                <c:pt idx="1780">
                  <c:v>1.5948500000000001E-3</c:v>
                </c:pt>
                <c:pt idx="1781">
                  <c:v>1.5996300000000001E-3</c:v>
                </c:pt>
                <c:pt idx="1782">
                  <c:v>1.60472E-3</c:v>
                </c:pt>
                <c:pt idx="1783">
                  <c:v>1.6091199999999999E-3</c:v>
                </c:pt>
                <c:pt idx="1784">
                  <c:v>1.6129499999999999E-3</c:v>
                </c:pt>
                <c:pt idx="1785">
                  <c:v>1.6164E-3</c:v>
                </c:pt>
                <c:pt idx="1786">
                  <c:v>1.61966E-3</c:v>
                </c:pt>
                <c:pt idx="1787">
                  <c:v>1.6228200000000001E-3</c:v>
                </c:pt>
                <c:pt idx="1788">
                  <c:v>1.6259200000000001E-3</c:v>
                </c:pt>
                <c:pt idx="1789">
                  <c:v>1.6290499999999999E-3</c:v>
                </c:pt>
                <c:pt idx="1790">
                  <c:v>1.6323500000000001E-3</c:v>
                </c:pt>
                <c:pt idx="1791">
                  <c:v>1.63562E-3</c:v>
                </c:pt>
                <c:pt idx="1792">
                  <c:v>1.6387400000000001E-3</c:v>
                </c:pt>
                <c:pt idx="1793">
                  <c:v>1.6418400000000001E-3</c:v>
                </c:pt>
                <c:pt idx="1794">
                  <c:v>1.64481E-3</c:v>
                </c:pt>
                <c:pt idx="1795">
                  <c:v>1.6475999999999999E-3</c:v>
                </c:pt>
                <c:pt idx="1796">
                  <c:v>1.65037E-3</c:v>
                </c:pt>
                <c:pt idx="1797">
                  <c:v>1.6530500000000001E-3</c:v>
                </c:pt>
                <c:pt idx="1798">
                  <c:v>1.6556400000000001E-3</c:v>
                </c:pt>
                <c:pt idx="1799">
                  <c:v>1.6582000000000001E-3</c:v>
                </c:pt>
                <c:pt idx="1800">
                  <c:v>1.6606699999999999E-3</c:v>
                </c:pt>
                <c:pt idx="1801">
                  <c:v>1.6630900000000001E-3</c:v>
                </c:pt>
                <c:pt idx="1802">
                  <c:v>1.66544E-3</c:v>
                </c:pt>
                <c:pt idx="1803">
                  <c:v>1.6677199999999999E-3</c:v>
                </c:pt>
                <c:pt idx="1804">
                  <c:v>1.6700700000000001E-3</c:v>
                </c:pt>
                <c:pt idx="1805">
                  <c:v>1.67238E-3</c:v>
                </c:pt>
                <c:pt idx="1806">
                  <c:v>1.67446E-3</c:v>
                </c:pt>
                <c:pt idx="1807">
                  <c:v>1.67636E-3</c:v>
                </c:pt>
                <c:pt idx="1808">
                  <c:v>1.6783099999999999E-3</c:v>
                </c:pt>
                <c:pt idx="1809">
                  <c:v>1.6804599999999999E-3</c:v>
                </c:pt>
                <c:pt idx="1810">
                  <c:v>1.6827400000000001E-3</c:v>
                </c:pt>
                <c:pt idx="1811">
                  <c:v>1.6850000000000001E-3</c:v>
                </c:pt>
                <c:pt idx="1812">
                  <c:v>1.6871900000000001E-3</c:v>
                </c:pt>
                <c:pt idx="1813">
                  <c:v>1.68973E-3</c:v>
                </c:pt>
                <c:pt idx="1814">
                  <c:v>1.69359E-3</c:v>
                </c:pt>
                <c:pt idx="1815">
                  <c:v>1.69878E-3</c:v>
                </c:pt>
                <c:pt idx="1816">
                  <c:v>1.7048199999999999E-3</c:v>
                </c:pt>
                <c:pt idx="1817">
                  <c:v>1.7105899999999999E-3</c:v>
                </c:pt>
                <c:pt idx="1818">
                  <c:v>1.7149800000000001E-3</c:v>
                </c:pt>
                <c:pt idx="1819">
                  <c:v>1.7183400000000001E-3</c:v>
                </c:pt>
                <c:pt idx="1820">
                  <c:v>1.7212E-3</c:v>
                </c:pt>
                <c:pt idx="1821">
                  <c:v>1.72382E-3</c:v>
                </c:pt>
                <c:pt idx="1822">
                  <c:v>1.7269399999999999E-3</c:v>
                </c:pt>
                <c:pt idx="1823">
                  <c:v>1.7313599999999999E-3</c:v>
                </c:pt>
                <c:pt idx="1824">
                  <c:v>1.73609E-3</c:v>
                </c:pt>
                <c:pt idx="1825">
                  <c:v>1.73996E-3</c:v>
                </c:pt>
                <c:pt idx="1826">
                  <c:v>1.74315E-3</c:v>
                </c:pt>
                <c:pt idx="1827">
                  <c:v>1.7459299999999999E-3</c:v>
                </c:pt>
                <c:pt idx="1828">
                  <c:v>1.74847E-3</c:v>
                </c:pt>
                <c:pt idx="1829">
                  <c:v>1.7509400000000001E-3</c:v>
                </c:pt>
                <c:pt idx="1830">
                  <c:v>1.7533200000000001E-3</c:v>
                </c:pt>
                <c:pt idx="1831">
                  <c:v>1.75552E-3</c:v>
                </c:pt>
                <c:pt idx="1832">
                  <c:v>1.7575799999999999E-3</c:v>
                </c:pt>
                <c:pt idx="1833">
                  <c:v>1.7596000000000001E-3</c:v>
                </c:pt>
                <c:pt idx="1834">
                  <c:v>1.7616999999999999E-3</c:v>
                </c:pt>
                <c:pt idx="1835">
                  <c:v>1.76403E-3</c:v>
                </c:pt>
                <c:pt idx="1836">
                  <c:v>1.7665000000000001E-3</c:v>
                </c:pt>
                <c:pt idx="1837">
                  <c:v>1.76881E-3</c:v>
                </c:pt>
                <c:pt idx="1838">
                  <c:v>1.77103E-3</c:v>
                </c:pt>
                <c:pt idx="1839">
                  <c:v>1.7745E-3</c:v>
                </c:pt>
                <c:pt idx="1840">
                  <c:v>1.77937E-3</c:v>
                </c:pt>
                <c:pt idx="1841">
                  <c:v>1.78392E-3</c:v>
                </c:pt>
                <c:pt idx="1842">
                  <c:v>1.7875899999999999E-3</c:v>
                </c:pt>
                <c:pt idx="1843">
                  <c:v>1.79104E-3</c:v>
                </c:pt>
                <c:pt idx="1844">
                  <c:v>1.79513E-3</c:v>
                </c:pt>
                <c:pt idx="1845">
                  <c:v>1.7992800000000001E-3</c:v>
                </c:pt>
                <c:pt idx="1846">
                  <c:v>1.8026100000000001E-3</c:v>
                </c:pt>
                <c:pt idx="1847">
                  <c:v>1.8058600000000001E-3</c:v>
                </c:pt>
                <c:pt idx="1848">
                  <c:v>1.8097E-3</c:v>
                </c:pt>
                <c:pt idx="1849">
                  <c:v>1.81353E-3</c:v>
                </c:pt>
                <c:pt idx="1850">
                  <c:v>1.81671E-3</c:v>
                </c:pt>
                <c:pt idx="1851">
                  <c:v>1.8194400000000001E-3</c:v>
                </c:pt>
                <c:pt idx="1852">
                  <c:v>1.8219499999999999E-3</c:v>
                </c:pt>
                <c:pt idx="1853">
                  <c:v>1.8248400000000001E-3</c:v>
                </c:pt>
                <c:pt idx="1854">
                  <c:v>1.8286699999999999E-3</c:v>
                </c:pt>
                <c:pt idx="1855">
                  <c:v>1.8324999999999999E-3</c:v>
                </c:pt>
                <c:pt idx="1856">
                  <c:v>1.83574E-3</c:v>
                </c:pt>
                <c:pt idx="1857">
                  <c:v>1.83873E-3</c:v>
                </c:pt>
                <c:pt idx="1858">
                  <c:v>1.84147E-3</c:v>
                </c:pt>
                <c:pt idx="1859">
                  <c:v>1.8439299999999999E-3</c:v>
                </c:pt>
                <c:pt idx="1860">
                  <c:v>1.84621E-3</c:v>
                </c:pt>
                <c:pt idx="1861">
                  <c:v>1.84834E-3</c:v>
                </c:pt>
                <c:pt idx="1862">
                  <c:v>1.8510099999999999E-3</c:v>
                </c:pt>
                <c:pt idx="1863">
                  <c:v>1.8548E-3</c:v>
                </c:pt>
                <c:pt idx="1864">
                  <c:v>1.8587600000000001E-3</c:v>
                </c:pt>
                <c:pt idx="1865">
                  <c:v>1.8621099999999999E-3</c:v>
                </c:pt>
                <c:pt idx="1866">
                  <c:v>1.86502E-3</c:v>
                </c:pt>
                <c:pt idx="1867">
                  <c:v>1.86757E-3</c:v>
                </c:pt>
                <c:pt idx="1868">
                  <c:v>1.8701099999999999E-3</c:v>
                </c:pt>
                <c:pt idx="1869">
                  <c:v>1.87335E-3</c:v>
                </c:pt>
                <c:pt idx="1870">
                  <c:v>1.8772000000000001E-3</c:v>
                </c:pt>
                <c:pt idx="1871">
                  <c:v>1.8817700000000001E-3</c:v>
                </c:pt>
                <c:pt idx="1872">
                  <c:v>1.8869900000000001E-3</c:v>
                </c:pt>
                <c:pt idx="1873">
                  <c:v>1.8924600000000001E-3</c:v>
                </c:pt>
                <c:pt idx="1874">
                  <c:v>1.8975699999999999E-3</c:v>
                </c:pt>
                <c:pt idx="1875">
                  <c:v>1.9015200000000001E-3</c:v>
                </c:pt>
                <c:pt idx="1876">
                  <c:v>1.9046600000000001E-3</c:v>
                </c:pt>
                <c:pt idx="1877">
                  <c:v>1.90745E-3</c:v>
                </c:pt>
                <c:pt idx="1878">
                  <c:v>1.91E-3</c:v>
                </c:pt>
                <c:pt idx="1879">
                  <c:v>1.91226E-3</c:v>
                </c:pt>
                <c:pt idx="1880">
                  <c:v>1.91453E-3</c:v>
                </c:pt>
                <c:pt idx="1881">
                  <c:v>1.9171399999999999E-3</c:v>
                </c:pt>
                <c:pt idx="1882">
                  <c:v>1.91971E-3</c:v>
                </c:pt>
                <c:pt idx="1883">
                  <c:v>1.92194E-3</c:v>
                </c:pt>
                <c:pt idx="1884">
                  <c:v>1.92395E-3</c:v>
                </c:pt>
                <c:pt idx="1885">
                  <c:v>1.9258599999999999E-3</c:v>
                </c:pt>
                <c:pt idx="1886">
                  <c:v>1.92811E-3</c:v>
                </c:pt>
                <c:pt idx="1887">
                  <c:v>1.9307E-3</c:v>
                </c:pt>
                <c:pt idx="1888">
                  <c:v>1.9331299999999999E-3</c:v>
                </c:pt>
                <c:pt idx="1889">
                  <c:v>1.9355500000000001E-3</c:v>
                </c:pt>
                <c:pt idx="1890">
                  <c:v>1.9384599999999999E-3</c:v>
                </c:pt>
                <c:pt idx="1891">
                  <c:v>1.94144E-3</c:v>
                </c:pt>
                <c:pt idx="1892">
                  <c:v>1.94392E-3</c:v>
                </c:pt>
                <c:pt idx="1893">
                  <c:v>1.94605E-3</c:v>
                </c:pt>
                <c:pt idx="1894">
                  <c:v>1.94797E-3</c:v>
                </c:pt>
                <c:pt idx="1895">
                  <c:v>1.94984E-3</c:v>
                </c:pt>
                <c:pt idx="1896">
                  <c:v>1.9516399999999999E-3</c:v>
                </c:pt>
                <c:pt idx="1897">
                  <c:v>1.9534000000000001E-3</c:v>
                </c:pt>
                <c:pt idx="1898">
                  <c:v>1.9553600000000002E-3</c:v>
                </c:pt>
                <c:pt idx="1899">
                  <c:v>1.95765E-3</c:v>
                </c:pt>
                <c:pt idx="1900">
                  <c:v>1.96109E-3</c:v>
                </c:pt>
                <c:pt idx="1901">
                  <c:v>1.9656600000000002E-3</c:v>
                </c:pt>
                <c:pt idx="1902">
                  <c:v>1.9699100000000001E-3</c:v>
                </c:pt>
                <c:pt idx="1903">
                  <c:v>1.9732700000000001E-3</c:v>
                </c:pt>
                <c:pt idx="1904">
                  <c:v>1.9759000000000001E-3</c:v>
                </c:pt>
                <c:pt idx="1905">
                  <c:v>1.9779899999999998E-3</c:v>
                </c:pt>
                <c:pt idx="1906">
                  <c:v>1.9797199999999999E-3</c:v>
                </c:pt>
                <c:pt idx="1907">
                  <c:v>1.9820300000000001E-3</c:v>
                </c:pt>
                <c:pt idx="1908">
                  <c:v>1.9859600000000002E-3</c:v>
                </c:pt>
                <c:pt idx="1909">
                  <c:v>1.9901400000000001E-3</c:v>
                </c:pt>
                <c:pt idx="1910">
                  <c:v>1.9931200000000001E-3</c:v>
                </c:pt>
                <c:pt idx="1911">
                  <c:v>1.9955300000000001E-3</c:v>
                </c:pt>
                <c:pt idx="1912">
                  <c:v>1.9977800000000002E-3</c:v>
                </c:pt>
                <c:pt idx="1913">
                  <c:v>2.00037E-3</c:v>
                </c:pt>
                <c:pt idx="1914">
                  <c:v>2.0045900000000001E-3</c:v>
                </c:pt>
                <c:pt idx="1915">
                  <c:v>2.0094700000000002E-3</c:v>
                </c:pt>
                <c:pt idx="1916">
                  <c:v>2.0133099999999999E-3</c:v>
                </c:pt>
                <c:pt idx="1917">
                  <c:v>2.0169900000000002E-3</c:v>
                </c:pt>
                <c:pt idx="1918">
                  <c:v>2.0215900000000002E-3</c:v>
                </c:pt>
                <c:pt idx="1919">
                  <c:v>2.0261200000000002E-3</c:v>
                </c:pt>
                <c:pt idx="1920">
                  <c:v>2.0295000000000001E-3</c:v>
                </c:pt>
                <c:pt idx="1921">
                  <c:v>2.0321699999999998E-3</c:v>
                </c:pt>
                <c:pt idx="1922">
                  <c:v>2.0355799999999999E-3</c:v>
                </c:pt>
                <c:pt idx="1923">
                  <c:v>2.0398899999999999E-3</c:v>
                </c:pt>
                <c:pt idx="1924">
                  <c:v>2.0435499999999999E-3</c:v>
                </c:pt>
                <c:pt idx="1925">
                  <c:v>2.0464900000000002E-3</c:v>
                </c:pt>
                <c:pt idx="1926">
                  <c:v>2.0499099999999998E-3</c:v>
                </c:pt>
                <c:pt idx="1927">
                  <c:v>2.0542899999999998E-3</c:v>
                </c:pt>
                <c:pt idx="1928">
                  <c:v>2.0583899999999998E-3</c:v>
                </c:pt>
                <c:pt idx="1929">
                  <c:v>2.0616200000000001E-3</c:v>
                </c:pt>
                <c:pt idx="1930">
                  <c:v>2.06442E-3</c:v>
                </c:pt>
                <c:pt idx="1931">
                  <c:v>2.0668499999999999E-3</c:v>
                </c:pt>
                <c:pt idx="1932">
                  <c:v>2.0689200000000001E-3</c:v>
                </c:pt>
                <c:pt idx="1933">
                  <c:v>2.0711900000000001E-3</c:v>
                </c:pt>
                <c:pt idx="1934">
                  <c:v>2.0751400000000001E-3</c:v>
                </c:pt>
                <c:pt idx="1935">
                  <c:v>2.0804399999999998E-3</c:v>
                </c:pt>
                <c:pt idx="1936">
                  <c:v>2.0867199999999998E-3</c:v>
                </c:pt>
                <c:pt idx="1937">
                  <c:v>2.0935699999999999E-3</c:v>
                </c:pt>
                <c:pt idx="1938">
                  <c:v>2.09918E-3</c:v>
                </c:pt>
                <c:pt idx="1939">
                  <c:v>2.1033499999999999E-3</c:v>
                </c:pt>
                <c:pt idx="1940">
                  <c:v>2.1065200000000002E-3</c:v>
                </c:pt>
                <c:pt idx="1941">
                  <c:v>2.1089899999999998E-3</c:v>
                </c:pt>
                <c:pt idx="1942">
                  <c:v>2.11107E-3</c:v>
                </c:pt>
                <c:pt idx="1943">
                  <c:v>2.1131499999999998E-3</c:v>
                </c:pt>
                <c:pt idx="1944">
                  <c:v>2.1153999999999999E-3</c:v>
                </c:pt>
                <c:pt idx="1945">
                  <c:v>2.1174399999999999E-3</c:v>
                </c:pt>
                <c:pt idx="1946">
                  <c:v>2.1190499999999999E-3</c:v>
                </c:pt>
                <c:pt idx="1947">
                  <c:v>2.1206200000000001E-3</c:v>
                </c:pt>
                <c:pt idx="1948">
                  <c:v>2.1226000000000001E-3</c:v>
                </c:pt>
                <c:pt idx="1949">
                  <c:v>2.1246199999999998E-3</c:v>
                </c:pt>
                <c:pt idx="1950">
                  <c:v>2.1261100000000001E-3</c:v>
                </c:pt>
                <c:pt idx="1951">
                  <c:v>2.1271300000000001E-3</c:v>
                </c:pt>
                <c:pt idx="1952">
                  <c:v>2.1279200000000002E-3</c:v>
                </c:pt>
                <c:pt idx="1953">
                  <c:v>2.1287900000000002E-3</c:v>
                </c:pt>
                <c:pt idx="1954">
                  <c:v>2.1297400000000002E-3</c:v>
                </c:pt>
                <c:pt idx="1955">
                  <c:v>2.1305999999999999E-3</c:v>
                </c:pt>
                <c:pt idx="1956">
                  <c:v>2.1313600000000001E-3</c:v>
                </c:pt>
                <c:pt idx="1957">
                  <c:v>2.1324400000000002E-3</c:v>
                </c:pt>
                <c:pt idx="1958">
                  <c:v>2.1353700000000001E-3</c:v>
                </c:pt>
                <c:pt idx="1959">
                  <c:v>2.1394700000000001E-3</c:v>
                </c:pt>
                <c:pt idx="1960">
                  <c:v>2.1424399999999998E-3</c:v>
                </c:pt>
                <c:pt idx="1961">
                  <c:v>2.1451299999999999E-3</c:v>
                </c:pt>
                <c:pt idx="1962">
                  <c:v>2.1495500000000001E-3</c:v>
                </c:pt>
                <c:pt idx="1963">
                  <c:v>2.15533E-3</c:v>
                </c:pt>
                <c:pt idx="1964">
                  <c:v>2.16125E-3</c:v>
                </c:pt>
                <c:pt idx="1965">
                  <c:v>2.16621E-3</c:v>
                </c:pt>
                <c:pt idx="1966">
                  <c:v>2.1695799999999999E-3</c:v>
                </c:pt>
                <c:pt idx="1967">
                  <c:v>2.17198E-3</c:v>
                </c:pt>
                <c:pt idx="1968">
                  <c:v>2.1739300000000001E-3</c:v>
                </c:pt>
                <c:pt idx="1969">
                  <c:v>2.1755199999999998E-3</c:v>
                </c:pt>
                <c:pt idx="1970">
                  <c:v>2.17694E-3</c:v>
                </c:pt>
                <c:pt idx="1971">
                  <c:v>2.1788100000000002E-3</c:v>
                </c:pt>
                <c:pt idx="1972">
                  <c:v>2.18148E-3</c:v>
                </c:pt>
                <c:pt idx="1973">
                  <c:v>2.1844299999999998E-3</c:v>
                </c:pt>
                <c:pt idx="1974">
                  <c:v>2.1868500000000002E-3</c:v>
                </c:pt>
                <c:pt idx="1975">
                  <c:v>2.1886800000000001E-3</c:v>
                </c:pt>
                <c:pt idx="1976">
                  <c:v>2.1901300000000002E-3</c:v>
                </c:pt>
                <c:pt idx="1977">
                  <c:v>2.1912699999999999E-3</c:v>
                </c:pt>
                <c:pt idx="1978">
                  <c:v>2.1921499999999999E-3</c:v>
                </c:pt>
                <c:pt idx="1979">
                  <c:v>2.1929100000000002E-3</c:v>
                </c:pt>
                <c:pt idx="1980">
                  <c:v>2.1938399999999999E-3</c:v>
                </c:pt>
                <c:pt idx="1981">
                  <c:v>2.1955199999999999E-3</c:v>
                </c:pt>
                <c:pt idx="1982">
                  <c:v>2.19959E-3</c:v>
                </c:pt>
                <c:pt idx="1983">
                  <c:v>2.20498E-3</c:v>
                </c:pt>
                <c:pt idx="1984">
                  <c:v>2.2090399999999998E-3</c:v>
                </c:pt>
                <c:pt idx="1985">
                  <c:v>2.2120999999999998E-3</c:v>
                </c:pt>
                <c:pt idx="1986">
                  <c:v>2.2144999999999999E-3</c:v>
                </c:pt>
                <c:pt idx="1987">
                  <c:v>2.2160499999999998E-3</c:v>
                </c:pt>
                <c:pt idx="1988">
                  <c:v>2.2172099999999998E-3</c:v>
                </c:pt>
                <c:pt idx="1989">
                  <c:v>2.2189800000000002E-3</c:v>
                </c:pt>
                <c:pt idx="1990">
                  <c:v>2.22163E-3</c:v>
                </c:pt>
                <c:pt idx="1991">
                  <c:v>2.2239600000000001E-3</c:v>
                </c:pt>
                <c:pt idx="1992">
                  <c:v>2.2257000000000002E-3</c:v>
                </c:pt>
                <c:pt idx="1993">
                  <c:v>2.2275300000000001E-3</c:v>
                </c:pt>
                <c:pt idx="1994">
                  <c:v>2.2294599999999999E-3</c:v>
                </c:pt>
                <c:pt idx="1995">
                  <c:v>2.2327200000000001E-3</c:v>
                </c:pt>
                <c:pt idx="1996">
                  <c:v>2.2377600000000001E-3</c:v>
                </c:pt>
                <c:pt idx="1997">
                  <c:v>2.24201E-3</c:v>
                </c:pt>
                <c:pt idx="1998">
                  <c:v>2.2447299999999999E-3</c:v>
                </c:pt>
                <c:pt idx="1999">
                  <c:v>2.2468200000000001E-3</c:v>
                </c:pt>
                <c:pt idx="2000">
                  <c:v>2.2472799999999999E-3</c:v>
                </c:pt>
                <c:pt idx="2001">
                  <c:v>2.2468200000000001E-3</c:v>
                </c:pt>
                <c:pt idx="2002">
                  <c:v>2.2456500000000001E-3</c:v>
                </c:pt>
                <c:pt idx="2003">
                  <c:v>2.2426299999999998E-3</c:v>
                </c:pt>
                <c:pt idx="2004">
                  <c:v>2.2375199999999998E-3</c:v>
                </c:pt>
                <c:pt idx="2005">
                  <c:v>2.2311700000000002E-3</c:v>
                </c:pt>
                <c:pt idx="2006">
                  <c:v>2.2262200000000001E-3</c:v>
                </c:pt>
                <c:pt idx="2007">
                  <c:v>2.2238700000000002E-3</c:v>
                </c:pt>
                <c:pt idx="2008">
                  <c:v>2.2222100000000001E-3</c:v>
                </c:pt>
                <c:pt idx="2009">
                  <c:v>2.2190000000000001E-3</c:v>
                </c:pt>
                <c:pt idx="2010">
                  <c:v>2.21579E-3</c:v>
                </c:pt>
                <c:pt idx="2011">
                  <c:v>2.2132300000000001E-3</c:v>
                </c:pt>
                <c:pt idx="2012">
                  <c:v>2.2095499999999998E-3</c:v>
                </c:pt>
                <c:pt idx="2013">
                  <c:v>2.2044E-3</c:v>
                </c:pt>
                <c:pt idx="2014">
                  <c:v>2.1984600000000002E-3</c:v>
                </c:pt>
                <c:pt idx="2015">
                  <c:v>2.1947899999999998E-3</c:v>
                </c:pt>
                <c:pt idx="2016">
                  <c:v>2.1934099999999998E-3</c:v>
                </c:pt>
                <c:pt idx="2017">
                  <c:v>2.1921200000000001E-3</c:v>
                </c:pt>
                <c:pt idx="2018">
                  <c:v>2.1884700000000001E-3</c:v>
                </c:pt>
                <c:pt idx="2019">
                  <c:v>2.1838299999999999E-3</c:v>
                </c:pt>
                <c:pt idx="2020">
                  <c:v>2.18024E-3</c:v>
                </c:pt>
                <c:pt idx="2021">
                  <c:v>2.1775000000000002E-3</c:v>
                </c:pt>
                <c:pt idx="2022">
                  <c:v>2.1735000000000001E-3</c:v>
                </c:pt>
                <c:pt idx="2023">
                  <c:v>2.1680499999999999E-3</c:v>
                </c:pt>
                <c:pt idx="2024">
                  <c:v>2.1626699999999998E-3</c:v>
                </c:pt>
                <c:pt idx="2025">
                  <c:v>2.1592600000000001E-3</c:v>
                </c:pt>
                <c:pt idx="2026">
                  <c:v>2.1569699999999998E-3</c:v>
                </c:pt>
                <c:pt idx="2027">
                  <c:v>2.1536300000000001E-3</c:v>
                </c:pt>
                <c:pt idx="2028">
                  <c:v>2.1491499999999998E-3</c:v>
                </c:pt>
                <c:pt idx="2029">
                  <c:v>2.1439699999999998E-3</c:v>
                </c:pt>
                <c:pt idx="2030">
                  <c:v>2.1388100000000001E-3</c:v>
                </c:pt>
                <c:pt idx="2031">
                  <c:v>2.1339699999999998E-3</c:v>
                </c:pt>
                <c:pt idx="2032">
                  <c:v>2.1285499999999999E-3</c:v>
                </c:pt>
                <c:pt idx="2033">
                  <c:v>2.1223000000000001E-3</c:v>
                </c:pt>
                <c:pt idx="2034">
                  <c:v>2.1155700000000002E-3</c:v>
                </c:pt>
                <c:pt idx="2035">
                  <c:v>2.1086999999999998E-3</c:v>
                </c:pt>
                <c:pt idx="2036">
                  <c:v>2.1023999999999999E-3</c:v>
                </c:pt>
                <c:pt idx="2037">
                  <c:v>2.0964500000000001E-3</c:v>
                </c:pt>
                <c:pt idx="2038">
                  <c:v>2.0902099999999999E-3</c:v>
                </c:pt>
                <c:pt idx="2039">
                  <c:v>2.08369E-3</c:v>
                </c:pt>
                <c:pt idx="2040">
                  <c:v>2.07698E-3</c:v>
                </c:pt>
                <c:pt idx="2041">
                  <c:v>2.07011E-3</c:v>
                </c:pt>
                <c:pt idx="2042">
                  <c:v>2.0631299999999998E-3</c:v>
                </c:pt>
                <c:pt idx="2043">
                  <c:v>2.0560700000000001E-3</c:v>
                </c:pt>
                <c:pt idx="2044">
                  <c:v>2.04894E-3</c:v>
                </c:pt>
                <c:pt idx="2045">
                  <c:v>2.04185E-3</c:v>
                </c:pt>
                <c:pt idx="2046">
                  <c:v>2.0353099999999998E-3</c:v>
                </c:pt>
                <c:pt idx="2047">
                  <c:v>2.0292399999999999E-3</c:v>
                </c:pt>
                <c:pt idx="2048">
                  <c:v>2.0230299999999999E-3</c:v>
                </c:pt>
                <c:pt idx="2049">
                  <c:v>2.0167399999999999E-3</c:v>
                </c:pt>
                <c:pt idx="2050">
                  <c:v>2.0116800000000001E-3</c:v>
                </c:pt>
                <c:pt idx="2051">
                  <c:v>2.0078800000000001E-3</c:v>
                </c:pt>
                <c:pt idx="2052">
                  <c:v>2.0035399999999998E-3</c:v>
                </c:pt>
                <c:pt idx="2053">
                  <c:v>1.99891E-3</c:v>
                </c:pt>
                <c:pt idx="2054">
                  <c:v>1.9957500000000001E-3</c:v>
                </c:pt>
                <c:pt idx="2055">
                  <c:v>1.9941999999999998E-3</c:v>
                </c:pt>
                <c:pt idx="2056">
                  <c:v>1.9914099999999999E-3</c:v>
                </c:pt>
                <c:pt idx="2057">
                  <c:v>1.98796E-3</c:v>
                </c:pt>
                <c:pt idx="2058">
                  <c:v>1.9842800000000002E-3</c:v>
                </c:pt>
                <c:pt idx="2059">
                  <c:v>1.9799700000000002E-3</c:v>
                </c:pt>
                <c:pt idx="2060">
                  <c:v>1.9753700000000002E-3</c:v>
                </c:pt>
                <c:pt idx="2061">
                  <c:v>1.9705E-3</c:v>
                </c:pt>
                <c:pt idx="2062">
                  <c:v>1.9652200000000002E-3</c:v>
                </c:pt>
                <c:pt idx="2063">
                  <c:v>1.9596399999999999E-3</c:v>
                </c:pt>
                <c:pt idx="2064">
                  <c:v>1.95386E-3</c:v>
                </c:pt>
                <c:pt idx="2065">
                  <c:v>1.94794E-3</c:v>
                </c:pt>
                <c:pt idx="2066">
                  <c:v>1.9418899999999999E-3</c:v>
                </c:pt>
                <c:pt idx="2067">
                  <c:v>1.9357199999999999E-3</c:v>
                </c:pt>
                <c:pt idx="2068">
                  <c:v>1.9295200000000001E-3</c:v>
                </c:pt>
                <c:pt idx="2069">
                  <c:v>1.9235700000000001E-3</c:v>
                </c:pt>
                <c:pt idx="2070">
                  <c:v>1.91789E-3</c:v>
                </c:pt>
                <c:pt idx="2071">
                  <c:v>1.9123E-3</c:v>
                </c:pt>
                <c:pt idx="2072">
                  <c:v>1.90733E-3</c:v>
                </c:pt>
                <c:pt idx="2073">
                  <c:v>1.9030399999999999E-3</c:v>
                </c:pt>
                <c:pt idx="2074">
                  <c:v>1.8993700000000001E-3</c:v>
                </c:pt>
                <c:pt idx="2075">
                  <c:v>1.8959300000000001E-3</c:v>
                </c:pt>
                <c:pt idx="2076">
                  <c:v>1.89174E-3</c:v>
                </c:pt>
                <c:pt idx="2077">
                  <c:v>1.8868299999999999E-3</c:v>
                </c:pt>
                <c:pt idx="2078">
                  <c:v>1.88153E-3</c:v>
                </c:pt>
                <c:pt idx="2079">
                  <c:v>1.87598E-3</c:v>
                </c:pt>
                <c:pt idx="2080">
                  <c:v>1.8702300000000001E-3</c:v>
                </c:pt>
                <c:pt idx="2081">
                  <c:v>1.86437E-3</c:v>
                </c:pt>
                <c:pt idx="2082">
                  <c:v>1.8584700000000001E-3</c:v>
                </c:pt>
                <c:pt idx="2083">
                  <c:v>1.85304E-3</c:v>
                </c:pt>
                <c:pt idx="2084">
                  <c:v>1.8483499999999999E-3</c:v>
                </c:pt>
                <c:pt idx="2085">
                  <c:v>1.84358E-3</c:v>
                </c:pt>
                <c:pt idx="2086">
                  <c:v>1.8381700000000001E-3</c:v>
                </c:pt>
                <c:pt idx="2087">
                  <c:v>1.83237E-3</c:v>
                </c:pt>
                <c:pt idx="2088">
                  <c:v>1.8263999999999999E-3</c:v>
                </c:pt>
                <c:pt idx="2089">
                  <c:v>1.8205000000000001E-3</c:v>
                </c:pt>
                <c:pt idx="2090">
                  <c:v>1.81485E-3</c:v>
                </c:pt>
                <c:pt idx="2091">
                  <c:v>1.81066E-3</c:v>
                </c:pt>
                <c:pt idx="2092">
                  <c:v>1.8087400000000001E-3</c:v>
                </c:pt>
                <c:pt idx="2093">
                  <c:v>1.8073E-3</c:v>
                </c:pt>
                <c:pt idx="2094">
                  <c:v>1.8046900000000001E-3</c:v>
                </c:pt>
                <c:pt idx="2095">
                  <c:v>1.8012E-3</c:v>
                </c:pt>
                <c:pt idx="2096">
                  <c:v>1.7974600000000001E-3</c:v>
                </c:pt>
                <c:pt idx="2097">
                  <c:v>1.79349E-3</c:v>
                </c:pt>
                <c:pt idx="2098">
                  <c:v>1.78915E-3</c:v>
                </c:pt>
                <c:pt idx="2099">
                  <c:v>1.78443E-3</c:v>
                </c:pt>
                <c:pt idx="2100">
                  <c:v>1.77937E-3</c:v>
                </c:pt>
                <c:pt idx="2101">
                  <c:v>1.7741499999999999E-3</c:v>
                </c:pt>
                <c:pt idx="2102">
                  <c:v>1.76965E-3</c:v>
                </c:pt>
                <c:pt idx="2103">
                  <c:v>1.7656799999999999E-3</c:v>
                </c:pt>
                <c:pt idx="2104">
                  <c:v>1.76099E-3</c:v>
                </c:pt>
                <c:pt idx="2105">
                  <c:v>1.7556799999999999E-3</c:v>
                </c:pt>
                <c:pt idx="2106">
                  <c:v>1.75019E-3</c:v>
                </c:pt>
                <c:pt idx="2107">
                  <c:v>1.7447299999999999E-3</c:v>
                </c:pt>
                <c:pt idx="2108">
                  <c:v>1.7394699999999999E-3</c:v>
                </c:pt>
                <c:pt idx="2109">
                  <c:v>1.73649E-3</c:v>
                </c:pt>
                <c:pt idx="2110">
                  <c:v>1.7357500000000001E-3</c:v>
                </c:pt>
                <c:pt idx="2111">
                  <c:v>1.7355000000000001E-3</c:v>
                </c:pt>
                <c:pt idx="2112">
                  <c:v>1.7338799999999999E-3</c:v>
                </c:pt>
                <c:pt idx="2113">
                  <c:v>1.7310400000000001E-3</c:v>
                </c:pt>
                <c:pt idx="2114">
                  <c:v>1.7286599999999999E-3</c:v>
                </c:pt>
                <c:pt idx="2115">
                  <c:v>1.72616E-3</c:v>
                </c:pt>
                <c:pt idx="2116">
                  <c:v>1.72259E-3</c:v>
                </c:pt>
                <c:pt idx="2117">
                  <c:v>1.7182E-3</c:v>
                </c:pt>
                <c:pt idx="2118">
                  <c:v>1.7132899999999999E-3</c:v>
                </c:pt>
                <c:pt idx="2119">
                  <c:v>1.7080699999999999E-3</c:v>
                </c:pt>
                <c:pt idx="2120">
                  <c:v>1.70297E-3</c:v>
                </c:pt>
                <c:pt idx="2121">
                  <c:v>1.6981699999999999E-3</c:v>
                </c:pt>
                <c:pt idx="2122">
                  <c:v>1.69342E-3</c:v>
                </c:pt>
                <c:pt idx="2123">
                  <c:v>1.6884700000000001E-3</c:v>
                </c:pt>
                <c:pt idx="2124">
                  <c:v>1.6832699999999999E-3</c:v>
                </c:pt>
                <c:pt idx="2125">
                  <c:v>1.67807E-3</c:v>
                </c:pt>
                <c:pt idx="2126">
                  <c:v>1.67347E-3</c:v>
                </c:pt>
                <c:pt idx="2127">
                  <c:v>1.6692199999999999E-3</c:v>
                </c:pt>
                <c:pt idx="2128">
                  <c:v>1.6645799999999999E-3</c:v>
                </c:pt>
                <c:pt idx="2129">
                  <c:v>1.65964E-3</c:v>
                </c:pt>
                <c:pt idx="2130">
                  <c:v>1.65456E-3</c:v>
                </c:pt>
                <c:pt idx="2131">
                  <c:v>1.64938E-3</c:v>
                </c:pt>
                <c:pt idx="2132">
                  <c:v>1.64412E-3</c:v>
                </c:pt>
                <c:pt idx="2133">
                  <c:v>1.6387999999999999E-3</c:v>
                </c:pt>
                <c:pt idx="2134">
                  <c:v>1.63349E-3</c:v>
                </c:pt>
                <c:pt idx="2135">
                  <c:v>1.62823E-3</c:v>
                </c:pt>
                <c:pt idx="2136">
                  <c:v>1.6229599999999999E-3</c:v>
                </c:pt>
                <c:pt idx="2137">
                  <c:v>1.61765E-3</c:v>
                </c:pt>
                <c:pt idx="2138">
                  <c:v>1.61247E-3</c:v>
                </c:pt>
                <c:pt idx="2139">
                  <c:v>1.60732E-3</c:v>
                </c:pt>
                <c:pt idx="2140">
                  <c:v>1.60202E-3</c:v>
                </c:pt>
                <c:pt idx="2141">
                  <c:v>1.59665E-3</c:v>
                </c:pt>
                <c:pt idx="2142">
                  <c:v>1.5912599999999999E-3</c:v>
                </c:pt>
                <c:pt idx="2143">
                  <c:v>1.58585E-3</c:v>
                </c:pt>
                <c:pt idx="2144">
                  <c:v>1.5804199999999999E-3</c:v>
                </c:pt>
                <c:pt idx="2145">
                  <c:v>1.57501E-3</c:v>
                </c:pt>
                <c:pt idx="2146">
                  <c:v>1.5696600000000001E-3</c:v>
                </c:pt>
                <c:pt idx="2147">
                  <c:v>1.56434E-3</c:v>
                </c:pt>
                <c:pt idx="2148">
                  <c:v>1.5594000000000001E-3</c:v>
                </c:pt>
                <c:pt idx="2149">
                  <c:v>1.55489E-3</c:v>
                </c:pt>
                <c:pt idx="2150">
                  <c:v>1.5502599999999999E-3</c:v>
                </c:pt>
                <c:pt idx="2151">
                  <c:v>1.5456199999999999E-3</c:v>
                </c:pt>
                <c:pt idx="2152">
                  <c:v>1.54171E-3</c:v>
                </c:pt>
                <c:pt idx="2153">
                  <c:v>1.5384000000000001E-3</c:v>
                </c:pt>
                <c:pt idx="2154">
                  <c:v>1.53578E-3</c:v>
                </c:pt>
                <c:pt idx="2155">
                  <c:v>1.53345E-3</c:v>
                </c:pt>
                <c:pt idx="2156">
                  <c:v>1.5302099999999999E-3</c:v>
                </c:pt>
                <c:pt idx="2157">
                  <c:v>1.5262100000000001E-3</c:v>
                </c:pt>
                <c:pt idx="2158">
                  <c:v>1.52184E-3</c:v>
                </c:pt>
                <c:pt idx="2159">
                  <c:v>1.5172600000000001E-3</c:v>
                </c:pt>
                <c:pt idx="2160">
                  <c:v>1.51257E-3</c:v>
                </c:pt>
                <c:pt idx="2161">
                  <c:v>1.50789E-3</c:v>
                </c:pt>
                <c:pt idx="2162">
                  <c:v>1.5032400000000001E-3</c:v>
                </c:pt>
                <c:pt idx="2163">
                  <c:v>1.49855E-3</c:v>
                </c:pt>
                <c:pt idx="2164">
                  <c:v>1.49412E-3</c:v>
                </c:pt>
                <c:pt idx="2165">
                  <c:v>1.49036E-3</c:v>
                </c:pt>
                <c:pt idx="2166">
                  <c:v>1.4867000000000001E-3</c:v>
                </c:pt>
                <c:pt idx="2167">
                  <c:v>1.4825400000000001E-3</c:v>
                </c:pt>
                <c:pt idx="2168">
                  <c:v>1.4781200000000001E-3</c:v>
                </c:pt>
                <c:pt idx="2169">
                  <c:v>1.4735600000000001E-3</c:v>
                </c:pt>
                <c:pt idx="2170">
                  <c:v>1.4689099999999999E-3</c:v>
                </c:pt>
                <c:pt idx="2171">
                  <c:v>1.4643499999999999E-3</c:v>
                </c:pt>
                <c:pt idx="2172">
                  <c:v>1.4599299999999999E-3</c:v>
                </c:pt>
                <c:pt idx="2173">
                  <c:v>1.45546E-3</c:v>
                </c:pt>
                <c:pt idx="2174">
                  <c:v>1.45086E-3</c:v>
                </c:pt>
                <c:pt idx="2175">
                  <c:v>1.4462100000000001E-3</c:v>
                </c:pt>
                <c:pt idx="2176">
                  <c:v>1.4415299999999999E-3</c:v>
                </c:pt>
                <c:pt idx="2177">
                  <c:v>1.4368499999999999E-3</c:v>
                </c:pt>
                <c:pt idx="2178">
                  <c:v>1.43216E-3</c:v>
                </c:pt>
                <c:pt idx="2179">
                  <c:v>1.42746E-3</c:v>
                </c:pt>
                <c:pt idx="2180">
                  <c:v>1.4227599999999999E-3</c:v>
                </c:pt>
                <c:pt idx="2181">
                  <c:v>1.41807E-3</c:v>
                </c:pt>
                <c:pt idx="2182">
                  <c:v>1.4133800000000001E-3</c:v>
                </c:pt>
                <c:pt idx="2183">
                  <c:v>1.40869E-3</c:v>
                </c:pt>
                <c:pt idx="2184">
                  <c:v>1.4039899999999999E-3</c:v>
                </c:pt>
                <c:pt idx="2185">
                  <c:v>1.3992799999999999E-3</c:v>
                </c:pt>
                <c:pt idx="2186">
                  <c:v>1.39459E-3</c:v>
                </c:pt>
                <c:pt idx="2187">
                  <c:v>1.3898999999999999E-3</c:v>
                </c:pt>
                <c:pt idx="2188">
                  <c:v>1.3852599999999999E-3</c:v>
                </c:pt>
                <c:pt idx="2189">
                  <c:v>1.3808099999999999E-3</c:v>
                </c:pt>
                <c:pt idx="2190">
                  <c:v>1.3764599999999999E-3</c:v>
                </c:pt>
                <c:pt idx="2191">
                  <c:v>1.3725300000000001E-3</c:v>
                </c:pt>
                <c:pt idx="2192">
                  <c:v>1.3700699999999999E-3</c:v>
                </c:pt>
                <c:pt idx="2193">
                  <c:v>1.369E-3</c:v>
                </c:pt>
                <c:pt idx="2194">
                  <c:v>1.3673100000000001E-3</c:v>
                </c:pt>
                <c:pt idx="2195">
                  <c:v>1.36517E-3</c:v>
                </c:pt>
                <c:pt idx="2196">
                  <c:v>1.3630700000000001E-3</c:v>
                </c:pt>
                <c:pt idx="2197">
                  <c:v>1.36082E-3</c:v>
                </c:pt>
                <c:pt idx="2198">
                  <c:v>1.3583600000000001E-3</c:v>
                </c:pt>
                <c:pt idx="2199">
                  <c:v>1.3554999999999999E-3</c:v>
                </c:pt>
                <c:pt idx="2200">
                  <c:v>1.35216E-3</c:v>
                </c:pt>
                <c:pt idx="2201">
                  <c:v>1.3485700000000001E-3</c:v>
                </c:pt>
                <c:pt idx="2202">
                  <c:v>1.3448399999999999E-3</c:v>
                </c:pt>
                <c:pt idx="2203">
                  <c:v>1.3410099999999999E-3</c:v>
                </c:pt>
                <c:pt idx="2204">
                  <c:v>1.33709E-3</c:v>
                </c:pt>
                <c:pt idx="2205">
                  <c:v>1.33311E-3</c:v>
                </c:pt>
                <c:pt idx="2206">
                  <c:v>1.3290699999999999E-3</c:v>
                </c:pt>
                <c:pt idx="2207">
                  <c:v>1.325E-3</c:v>
                </c:pt>
                <c:pt idx="2208">
                  <c:v>1.3209700000000001E-3</c:v>
                </c:pt>
                <c:pt idx="2209">
                  <c:v>1.3171000000000001E-3</c:v>
                </c:pt>
                <c:pt idx="2210">
                  <c:v>1.3132899999999999E-3</c:v>
                </c:pt>
                <c:pt idx="2211">
                  <c:v>1.3093600000000001E-3</c:v>
                </c:pt>
                <c:pt idx="2212">
                  <c:v>1.30535E-3</c:v>
                </c:pt>
                <c:pt idx="2213">
                  <c:v>1.3012799999999999E-3</c:v>
                </c:pt>
                <c:pt idx="2214">
                  <c:v>1.29715E-3</c:v>
                </c:pt>
                <c:pt idx="2215">
                  <c:v>1.2930000000000001E-3</c:v>
                </c:pt>
                <c:pt idx="2216">
                  <c:v>1.2888400000000001E-3</c:v>
                </c:pt>
                <c:pt idx="2217">
                  <c:v>1.2846800000000001E-3</c:v>
                </c:pt>
                <c:pt idx="2218">
                  <c:v>1.2805E-3</c:v>
                </c:pt>
                <c:pt idx="2219">
                  <c:v>1.2763E-3</c:v>
                </c:pt>
                <c:pt idx="2220">
                  <c:v>1.27232E-3</c:v>
                </c:pt>
                <c:pt idx="2221">
                  <c:v>1.2687200000000001E-3</c:v>
                </c:pt>
                <c:pt idx="2222">
                  <c:v>1.26516E-3</c:v>
                </c:pt>
                <c:pt idx="2223">
                  <c:v>1.26136E-3</c:v>
                </c:pt>
                <c:pt idx="2224">
                  <c:v>1.25757E-3</c:v>
                </c:pt>
                <c:pt idx="2225">
                  <c:v>1.2541799999999999E-3</c:v>
                </c:pt>
                <c:pt idx="2226">
                  <c:v>1.2510399999999999E-3</c:v>
                </c:pt>
                <c:pt idx="2227">
                  <c:v>1.2476399999999999E-3</c:v>
                </c:pt>
                <c:pt idx="2228">
                  <c:v>1.24398E-3</c:v>
                </c:pt>
                <c:pt idx="2229">
                  <c:v>1.24018E-3</c:v>
                </c:pt>
                <c:pt idx="2230">
                  <c:v>1.23632E-3</c:v>
                </c:pt>
                <c:pt idx="2231">
                  <c:v>1.2324300000000001E-3</c:v>
                </c:pt>
                <c:pt idx="2232">
                  <c:v>1.2285200000000001E-3</c:v>
                </c:pt>
                <c:pt idx="2233">
                  <c:v>1.22459E-3</c:v>
                </c:pt>
                <c:pt idx="2234">
                  <c:v>1.2206599999999999E-3</c:v>
                </c:pt>
                <c:pt idx="2235">
                  <c:v>1.2167300000000001E-3</c:v>
                </c:pt>
                <c:pt idx="2236">
                  <c:v>1.2128099999999999E-3</c:v>
                </c:pt>
                <c:pt idx="2237">
                  <c:v>1.2088800000000001E-3</c:v>
                </c:pt>
                <c:pt idx="2238">
                  <c:v>1.2049300000000001E-3</c:v>
                </c:pt>
                <c:pt idx="2239">
                  <c:v>1.2009900000000001E-3</c:v>
                </c:pt>
                <c:pt idx="2240">
                  <c:v>1.1970500000000001E-3</c:v>
                </c:pt>
                <c:pt idx="2241">
                  <c:v>1.19311E-3</c:v>
                </c:pt>
                <c:pt idx="2242">
                  <c:v>1.1891600000000001E-3</c:v>
                </c:pt>
                <c:pt idx="2243">
                  <c:v>1.1852099999999999E-3</c:v>
                </c:pt>
                <c:pt idx="2244">
                  <c:v>1.1812700000000001E-3</c:v>
                </c:pt>
                <c:pt idx="2245">
                  <c:v>1.17735E-3</c:v>
                </c:pt>
                <c:pt idx="2246">
                  <c:v>1.17344E-3</c:v>
                </c:pt>
                <c:pt idx="2247">
                  <c:v>1.16953E-3</c:v>
                </c:pt>
                <c:pt idx="2248">
                  <c:v>1.16562E-3</c:v>
                </c:pt>
                <c:pt idx="2249">
                  <c:v>1.16171E-3</c:v>
                </c:pt>
                <c:pt idx="2250">
                  <c:v>1.15781E-3</c:v>
                </c:pt>
                <c:pt idx="2251">
                  <c:v>1.1539199999999999E-3</c:v>
                </c:pt>
                <c:pt idx="2252">
                  <c:v>1.1500200000000001E-3</c:v>
                </c:pt>
                <c:pt idx="2253">
                  <c:v>1.14613E-3</c:v>
                </c:pt>
                <c:pt idx="2254">
                  <c:v>1.14226E-3</c:v>
                </c:pt>
                <c:pt idx="2255">
                  <c:v>1.1384100000000001E-3</c:v>
                </c:pt>
                <c:pt idx="2256">
                  <c:v>1.1345699999999999E-3</c:v>
                </c:pt>
                <c:pt idx="2257">
                  <c:v>1.1307299999999999E-3</c:v>
                </c:pt>
                <c:pt idx="2258">
                  <c:v>1.12689E-3</c:v>
                </c:pt>
                <c:pt idx="2259">
                  <c:v>1.1230599999999999E-3</c:v>
                </c:pt>
                <c:pt idx="2260">
                  <c:v>1.1192400000000001E-3</c:v>
                </c:pt>
                <c:pt idx="2261">
                  <c:v>1.11542E-3</c:v>
                </c:pt>
                <c:pt idx="2262">
                  <c:v>1.1116100000000001E-3</c:v>
                </c:pt>
                <c:pt idx="2263">
                  <c:v>1.1077999999999999E-3</c:v>
                </c:pt>
                <c:pt idx="2264">
                  <c:v>1.1040100000000001E-3</c:v>
                </c:pt>
                <c:pt idx="2265">
                  <c:v>1.1002399999999999E-3</c:v>
                </c:pt>
                <c:pt idx="2266">
                  <c:v>1.0964600000000001E-3</c:v>
                </c:pt>
                <c:pt idx="2267">
                  <c:v>1.09268E-3</c:v>
                </c:pt>
                <c:pt idx="2268">
                  <c:v>1.08891E-3</c:v>
                </c:pt>
                <c:pt idx="2269">
                  <c:v>1.08569E-3</c:v>
                </c:pt>
                <c:pt idx="2270">
                  <c:v>1.08377E-3</c:v>
                </c:pt>
                <c:pt idx="2271">
                  <c:v>1.0830099999999999E-3</c:v>
                </c:pt>
                <c:pt idx="2272">
                  <c:v>1.0818399999999999E-3</c:v>
                </c:pt>
                <c:pt idx="2273">
                  <c:v>1.08E-3</c:v>
                </c:pt>
                <c:pt idx="2274">
                  <c:v>1.07766E-3</c:v>
                </c:pt>
                <c:pt idx="2275">
                  <c:v>1.0749900000000001E-3</c:v>
                </c:pt>
                <c:pt idx="2276">
                  <c:v>1.07211E-3</c:v>
                </c:pt>
                <c:pt idx="2277">
                  <c:v>1.0690599999999999E-3</c:v>
                </c:pt>
                <c:pt idx="2278">
                  <c:v>1.0659000000000001E-3</c:v>
                </c:pt>
                <c:pt idx="2279">
                  <c:v>1.0626500000000001E-3</c:v>
                </c:pt>
                <c:pt idx="2280">
                  <c:v>1.05934E-3</c:v>
                </c:pt>
                <c:pt idx="2281">
                  <c:v>1.05601E-3</c:v>
                </c:pt>
                <c:pt idx="2282">
                  <c:v>1.0529199999999999E-3</c:v>
                </c:pt>
                <c:pt idx="2283">
                  <c:v>1.0503299999999999E-3</c:v>
                </c:pt>
                <c:pt idx="2284">
                  <c:v>1.04776E-3</c:v>
                </c:pt>
                <c:pt idx="2285">
                  <c:v>1.0448600000000001E-3</c:v>
                </c:pt>
                <c:pt idx="2286">
                  <c:v>1.0417600000000001E-3</c:v>
                </c:pt>
                <c:pt idx="2287">
                  <c:v>1.03853E-3</c:v>
                </c:pt>
                <c:pt idx="2288">
                  <c:v>1.0352200000000001E-3</c:v>
                </c:pt>
                <c:pt idx="2289">
                  <c:v>1.0318700000000001E-3</c:v>
                </c:pt>
                <c:pt idx="2290">
                  <c:v>1.02849E-3</c:v>
                </c:pt>
                <c:pt idx="2291">
                  <c:v>1.02508E-3</c:v>
                </c:pt>
                <c:pt idx="2292">
                  <c:v>1.02166E-3</c:v>
                </c:pt>
                <c:pt idx="2293">
                  <c:v>1.01823E-3</c:v>
                </c:pt>
                <c:pt idx="2294">
                  <c:v>1.0147999999999999E-3</c:v>
                </c:pt>
                <c:pt idx="2295">
                  <c:v>1.0113800000000001E-3</c:v>
                </c:pt>
                <c:pt idx="2296">
                  <c:v>1.0079399999999999E-3</c:v>
                </c:pt>
                <c:pt idx="2297">
                  <c:v>1.0045E-3</c:v>
                </c:pt>
                <c:pt idx="2298">
                  <c:v>1.0013699999999999E-3</c:v>
                </c:pt>
                <c:pt idx="2299">
                  <c:v>9.98945E-4</c:v>
                </c:pt>
                <c:pt idx="2300">
                  <c:v>9.9669899999999998E-4</c:v>
                </c:pt>
                <c:pt idx="2301">
                  <c:v>9.9399199999999997E-4</c:v>
                </c:pt>
                <c:pt idx="2302">
                  <c:v>9.9094500000000002E-4</c:v>
                </c:pt>
                <c:pt idx="2303">
                  <c:v>9.8772300000000003E-4</c:v>
                </c:pt>
                <c:pt idx="2304">
                  <c:v>9.8441499999999999E-4</c:v>
                </c:pt>
                <c:pt idx="2305">
                  <c:v>9.8105999999999996E-4</c:v>
                </c:pt>
                <c:pt idx="2306">
                  <c:v>9.776679999999999E-4</c:v>
                </c:pt>
                <c:pt idx="2307">
                  <c:v>9.7425099999999998E-4</c:v>
                </c:pt>
                <c:pt idx="2308">
                  <c:v>9.7082799999999997E-4</c:v>
                </c:pt>
                <c:pt idx="2309">
                  <c:v>9.6740400000000005E-4</c:v>
                </c:pt>
                <c:pt idx="2310">
                  <c:v>9.6397300000000002E-4</c:v>
                </c:pt>
                <c:pt idx="2311">
                  <c:v>9.6053100000000004E-4</c:v>
                </c:pt>
                <c:pt idx="2312">
                  <c:v>9.57086E-4</c:v>
                </c:pt>
                <c:pt idx="2313">
                  <c:v>9.5364799999999997E-4</c:v>
                </c:pt>
                <c:pt idx="2314">
                  <c:v>9.5021299999999999E-4</c:v>
                </c:pt>
                <c:pt idx="2315">
                  <c:v>9.4677400000000005E-4</c:v>
                </c:pt>
                <c:pt idx="2316">
                  <c:v>9.4332800000000001E-4</c:v>
                </c:pt>
                <c:pt idx="2317">
                  <c:v>9.3987900000000002E-4</c:v>
                </c:pt>
                <c:pt idx="2318">
                  <c:v>9.3643700000000003E-4</c:v>
                </c:pt>
                <c:pt idx="2319">
                  <c:v>9.32999E-4</c:v>
                </c:pt>
                <c:pt idx="2320">
                  <c:v>9.2956699999999996E-4</c:v>
                </c:pt>
                <c:pt idx="2321">
                  <c:v>9.2620699999999996E-4</c:v>
                </c:pt>
                <c:pt idx="2322">
                  <c:v>9.2332199999999997E-4</c:v>
                </c:pt>
                <c:pt idx="2323">
                  <c:v>9.2094200000000001E-4</c:v>
                </c:pt>
                <c:pt idx="2324">
                  <c:v>9.1844300000000002E-4</c:v>
                </c:pt>
                <c:pt idx="2325">
                  <c:v>9.15619E-4</c:v>
                </c:pt>
                <c:pt idx="2326">
                  <c:v>9.1261200000000004E-4</c:v>
                </c:pt>
                <c:pt idx="2327">
                  <c:v>9.0950299999999998E-4</c:v>
                </c:pt>
                <c:pt idx="2328">
                  <c:v>9.0634000000000005E-4</c:v>
                </c:pt>
                <c:pt idx="2329">
                  <c:v>9.0314099999999999E-4</c:v>
                </c:pt>
                <c:pt idx="2330">
                  <c:v>8.99912E-4</c:v>
                </c:pt>
                <c:pt idx="2331">
                  <c:v>8.9665800000000005E-4</c:v>
                </c:pt>
                <c:pt idx="2332">
                  <c:v>8.93391E-4</c:v>
                </c:pt>
                <c:pt idx="2333">
                  <c:v>8.9011799999999996E-4</c:v>
                </c:pt>
                <c:pt idx="2334">
                  <c:v>8.8683499999999999E-4</c:v>
                </c:pt>
                <c:pt idx="2335">
                  <c:v>8.8354000000000004E-4</c:v>
                </c:pt>
                <c:pt idx="2336">
                  <c:v>8.8022999999999997E-4</c:v>
                </c:pt>
                <c:pt idx="2337">
                  <c:v>8.7691400000000001E-4</c:v>
                </c:pt>
                <c:pt idx="2338">
                  <c:v>8.7359799999999995E-4</c:v>
                </c:pt>
                <c:pt idx="2339">
                  <c:v>8.7027700000000003E-4</c:v>
                </c:pt>
                <c:pt idx="2340">
                  <c:v>8.66949E-4</c:v>
                </c:pt>
                <c:pt idx="2341">
                  <c:v>8.6361800000000002E-4</c:v>
                </c:pt>
                <c:pt idx="2342">
                  <c:v>8.6028799999999996E-4</c:v>
                </c:pt>
                <c:pt idx="2343">
                  <c:v>8.5695599999999997E-4</c:v>
                </c:pt>
                <c:pt idx="2344">
                  <c:v>8.5362199999999995E-4</c:v>
                </c:pt>
                <c:pt idx="2345">
                  <c:v>8.5028100000000004E-4</c:v>
                </c:pt>
                <c:pt idx="2346">
                  <c:v>8.46932E-4</c:v>
                </c:pt>
                <c:pt idx="2347">
                  <c:v>8.4358399999999998E-4</c:v>
                </c:pt>
                <c:pt idx="2348">
                  <c:v>8.4024299999999996E-4</c:v>
                </c:pt>
                <c:pt idx="2349">
                  <c:v>8.3690299999999995E-4</c:v>
                </c:pt>
                <c:pt idx="2350">
                  <c:v>8.3356000000000001E-4</c:v>
                </c:pt>
                <c:pt idx="2351">
                  <c:v>8.3021699999999996E-4</c:v>
                </c:pt>
                <c:pt idx="2352">
                  <c:v>8.2688100000000001E-4</c:v>
                </c:pt>
                <c:pt idx="2353">
                  <c:v>8.2354699999999999E-4</c:v>
                </c:pt>
                <c:pt idx="2354">
                  <c:v>8.2021999999999998E-4</c:v>
                </c:pt>
                <c:pt idx="2355">
                  <c:v>8.1689399999999998E-4</c:v>
                </c:pt>
                <c:pt idx="2356">
                  <c:v>8.1356799999999997E-4</c:v>
                </c:pt>
                <c:pt idx="2357">
                  <c:v>8.1024799999999996E-4</c:v>
                </c:pt>
                <c:pt idx="2358">
                  <c:v>8.0693200000000001E-4</c:v>
                </c:pt>
                <c:pt idx="2359">
                  <c:v>8.0361799999999998E-4</c:v>
                </c:pt>
                <c:pt idx="2360">
                  <c:v>8.0030399999999995E-4</c:v>
                </c:pt>
                <c:pt idx="2361">
                  <c:v>7.9699399999999998E-4</c:v>
                </c:pt>
                <c:pt idx="2362">
                  <c:v>7.9369300000000005E-4</c:v>
                </c:pt>
                <c:pt idx="2363">
                  <c:v>7.9040000000000002E-4</c:v>
                </c:pt>
                <c:pt idx="2364">
                  <c:v>7.8711199999999997E-4</c:v>
                </c:pt>
                <c:pt idx="2365">
                  <c:v>7.8382300000000001E-4</c:v>
                </c:pt>
                <c:pt idx="2366">
                  <c:v>7.8053400000000005E-4</c:v>
                </c:pt>
                <c:pt idx="2367">
                  <c:v>7.7725099999999996E-4</c:v>
                </c:pt>
                <c:pt idx="2368">
                  <c:v>7.73976E-4</c:v>
                </c:pt>
                <c:pt idx="2369">
                  <c:v>7.70705E-4</c:v>
                </c:pt>
                <c:pt idx="2370">
                  <c:v>7.6743199999999997E-4</c:v>
                </c:pt>
                <c:pt idx="2371">
                  <c:v>7.6416699999999995E-4</c:v>
                </c:pt>
                <c:pt idx="2372">
                  <c:v>7.60913E-4</c:v>
                </c:pt>
                <c:pt idx="2373">
                  <c:v>7.5766600000000005E-4</c:v>
                </c:pt>
                <c:pt idx="2374">
                  <c:v>7.5442399999999996E-4</c:v>
                </c:pt>
                <c:pt idx="2375">
                  <c:v>7.5118099999999996E-4</c:v>
                </c:pt>
                <c:pt idx="2376">
                  <c:v>7.4794499999999997E-4</c:v>
                </c:pt>
                <c:pt idx="2377">
                  <c:v>7.4472299999999998E-4</c:v>
                </c:pt>
                <c:pt idx="2378">
                  <c:v>7.4151000000000002E-4</c:v>
                </c:pt>
                <c:pt idx="2379">
                  <c:v>7.3829600000000005E-4</c:v>
                </c:pt>
                <c:pt idx="2380">
                  <c:v>7.35084E-4</c:v>
                </c:pt>
                <c:pt idx="2381">
                  <c:v>7.3188599999999995E-4</c:v>
                </c:pt>
                <c:pt idx="2382">
                  <c:v>7.28701E-4</c:v>
                </c:pt>
                <c:pt idx="2383">
                  <c:v>7.2552399999999996E-4</c:v>
                </c:pt>
                <c:pt idx="2384">
                  <c:v>7.2234800000000004E-4</c:v>
                </c:pt>
                <c:pt idx="2385">
                  <c:v>7.1916899999999997E-4</c:v>
                </c:pt>
                <c:pt idx="2386">
                  <c:v>7.16003E-4</c:v>
                </c:pt>
                <c:pt idx="2387">
                  <c:v>7.1285100000000002E-4</c:v>
                </c:pt>
                <c:pt idx="2388">
                  <c:v>7.0970600000000005E-4</c:v>
                </c:pt>
                <c:pt idx="2389">
                  <c:v>7.0656099999999997E-4</c:v>
                </c:pt>
                <c:pt idx="2390">
                  <c:v>7.0341999999999996E-4</c:v>
                </c:pt>
                <c:pt idx="2391">
                  <c:v>7.0029200000000004E-4</c:v>
                </c:pt>
                <c:pt idx="2392">
                  <c:v>6.9717599999999998E-4</c:v>
                </c:pt>
                <c:pt idx="2393">
                  <c:v>6.9406999999999997E-4</c:v>
                </c:pt>
                <c:pt idx="2394">
                  <c:v>6.9096700000000001E-4</c:v>
                </c:pt>
                <c:pt idx="2395">
                  <c:v>6.8786800000000001E-4</c:v>
                </c:pt>
                <c:pt idx="2396">
                  <c:v>6.8477999999999996E-4</c:v>
                </c:pt>
                <c:pt idx="2397">
                  <c:v>6.8170399999999999E-4</c:v>
                </c:pt>
                <c:pt idx="2398">
                  <c:v>6.7863600000000004E-4</c:v>
                </c:pt>
                <c:pt idx="2399">
                  <c:v>6.7557299999999995E-4</c:v>
                </c:pt>
                <c:pt idx="2400">
                  <c:v>6.7252000000000002E-4</c:v>
                </c:pt>
                <c:pt idx="2401">
                  <c:v>6.69482E-4</c:v>
                </c:pt>
                <c:pt idx="2402">
                  <c:v>6.6645599999999995E-4</c:v>
                </c:pt>
                <c:pt idx="2403">
                  <c:v>6.63436E-4</c:v>
                </c:pt>
                <c:pt idx="2404">
                  <c:v>6.6041799999999996E-4</c:v>
                </c:pt>
                <c:pt idx="2405">
                  <c:v>6.5740799999999995E-4</c:v>
                </c:pt>
                <c:pt idx="2406">
                  <c:v>6.5441100000000003E-4</c:v>
                </c:pt>
                <c:pt idx="2407">
                  <c:v>6.5142399999999995E-4</c:v>
                </c:pt>
                <c:pt idx="2408">
                  <c:v>6.4844600000000001E-4</c:v>
                </c:pt>
                <c:pt idx="2409">
                  <c:v>6.4547300000000003E-4</c:v>
                </c:pt>
                <c:pt idx="2410">
                  <c:v>6.4251200000000003E-4</c:v>
                </c:pt>
                <c:pt idx="2411">
                  <c:v>6.3956799999999997E-4</c:v>
                </c:pt>
                <c:pt idx="2412">
                  <c:v>6.3663599999999999E-4</c:v>
                </c:pt>
                <c:pt idx="2413">
                  <c:v>6.3371E-4</c:v>
                </c:pt>
                <c:pt idx="2414">
                  <c:v>6.3078799999999997E-4</c:v>
                </c:pt>
                <c:pt idx="2415">
                  <c:v>6.2787599999999998E-4</c:v>
                </c:pt>
                <c:pt idx="2416">
                  <c:v>6.2497699999999998E-4</c:v>
                </c:pt>
                <c:pt idx="2417">
                  <c:v>6.2208900000000004E-4</c:v>
                </c:pt>
                <c:pt idx="2418">
                  <c:v>6.1920699999999998E-4</c:v>
                </c:pt>
                <c:pt idx="2419">
                  <c:v>6.1633200000000003E-4</c:v>
                </c:pt>
                <c:pt idx="2420">
                  <c:v>6.1346999999999997E-4</c:v>
                </c:pt>
                <c:pt idx="2421">
                  <c:v>6.1062200000000001E-4</c:v>
                </c:pt>
                <c:pt idx="2422">
                  <c:v>6.0778500000000001E-4</c:v>
                </c:pt>
                <c:pt idx="2423">
                  <c:v>6.04954E-4</c:v>
                </c:pt>
                <c:pt idx="2424">
                  <c:v>6.0212700000000004E-4</c:v>
                </c:pt>
                <c:pt idx="2425">
                  <c:v>5.9931100000000005E-4</c:v>
                </c:pt>
                <c:pt idx="2426">
                  <c:v>5.9650999999999997E-4</c:v>
                </c:pt>
                <c:pt idx="2427">
                  <c:v>5.9372199999999998E-4</c:v>
                </c:pt>
                <c:pt idx="2428">
                  <c:v>5.9094200000000001E-4</c:v>
                </c:pt>
                <c:pt idx="2429">
                  <c:v>5.8816800000000002E-4</c:v>
                </c:pt>
                <c:pt idx="2430">
                  <c:v>5.8540999999999997E-4</c:v>
                </c:pt>
                <c:pt idx="2431">
                  <c:v>5.8266899999999996E-4</c:v>
                </c:pt>
                <c:pt idx="2432">
                  <c:v>5.7994000000000003E-4</c:v>
                </c:pt>
                <c:pt idx="2433">
                  <c:v>5.77218E-4</c:v>
                </c:pt>
                <c:pt idx="2434">
                  <c:v>5.7450399999999999E-4</c:v>
                </c:pt>
                <c:pt idx="2435">
                  <c:v>5.7180600000000001E-4</c:v>
                </c:pt>
                <c:pt idx="2436">
                  <c:v>5.6912599999999999E-4</c:v>
                </c:pt>
                <c:pt idx="2437">
                  <c:v>5.6645800000000004E-4</c:v>
                </c:pt>
                <c:pt idx="2438">
                  <c:v>5.6379499999999996E-4</c:v>
                </c:pt>
                <c:pt idx="2439">
                  <c:v>5.6114000000000001E-4</c:v>
                </c:pt>
                <c:pt idx="2440">
                  <c:v>5.5850099999999998E-4</c:v>
                </c:pt>
                <c:pt idx="2441">
                  <c:v>5.5588100000000004E-4</c:v>
                </c:pt>
                <c:pt idx="2442">
                  <c:v>5.5327299999999996E-4</c:v>
                </c:pt>
                <c:pt idx="2443">
                  <c:v>5.5066700000000002E-4</c:v>
                </c:pt>
                <c:pt idx="2444">
                  <c:v>5.4806199999999998E-4</c:v>
                </c:pt>
                <c:pt idx="2445">
                  <c:v>5.4547099999999996E-4</c:v>
                </c:pt>
                <c:pt idx="2446">
                  <c:v>5.4289300000000002E-4</c:v>
                </c:pt>
                <c:pt idx="2447">
                  <c:v>5.4032600000000004E-4</c:v>
                </c:pt>
                <c:pt idx="2448">
                  <c:v>5.3777800000000004E-4</c:v>
                </c:pt>
                <c:pt idx="2449">
                  <c:v>5.3525899999999995E-4</c:v>
                </c:pt>
                <c:pt idx="2450">
                  <c:v>5.3275999999999996E-4</c:v>
                </c:pt>
                <c:pt idx="2451">
                  <c:v>5.3026600000000005E-4</c:v>
                </c:pt>
                <c:pt idx="2452">
                  <c:v>5.2777300000000004E-4</c:v>
                </c:pt>
                <c:pt idx="2453">
                  <c:v>5.2528099999999995E-4</c:v>
                </c:pt>
                <c:pt idx="2454">
                  <c:v>5.2279900000000001E-4</c:v>
                </c:pt>
                <c:pt idx="2455">
                  <c:v>5.2033199999999998E-4</c:v>
                </c:pt>
                <c:pt idx="2456">
                  <c:v>5.1787700000000003E-4</c:v>
                </c:pt>
                <c:pt idx="2457">
                  <c:v>5.1542600000000004E-4</c:v>
                </c:pt>
                <c:pt idx="2458">
                  <c:v>5.1298000000000001E-4</c:v>
                </c:pt>
                <c:pt idx="2459">
                  <c:v>5.1054699999999998E-4</c:v>
                </c:pt>
                <c:pt idx="2460">
                  <c:v>5.0812800000000005E-4</c:v>
                </c:pt>
                <c:pt idx="2461">
                  <c:v>5.0571800000000005E-4</c:v>
                </c:pt>
                <c:pt idx="2462">
                  <c:v>5.0331099999999999E-4</c:v>
                </c:pt>
                <c:pt idx="2463">
                  <c:v>5.0091100000000004E-4</c:v>
                </c:pt>
                <c:pt idx="2464">
                  <c:v>4.9852800000000004E-4</c:v>
                </c:pt>
                <c:pt idx="2465">
                  <c:v>4.9616299999999999E-4</c:v>
                </c:pt>
                <c:pt idx="2466">
                  <c:v>4.9380500000000005E-4</c:v>
                </c:pt>
                <c:pt idx="2467">
                  <c:v>4.9145299999999999E-4</c:v>
                </c:pt>
                <c:pt idx="2468">
                  <c:v>4.8910999999999996E-4</c:v>
                </c:pt>
                <c:pt idx="2469">
                  <c:v>4.8678300000000002E-4</c:v>
                </c:pt>
                <c:pt idx="2470">
                  <c:v>4.8446900000000001E-4</c:v>
                </c:pt>
                <c:pt idx="2471">
                  <c:v>4.8216399999999999E-4</c:v>
                </c:pt>
                <c:pt idx="2472">
                  <c:v>4.7986600000000002E-4</c:v>
                </c:pt>
                <c:pt idx="2473">
                  <c:v>4.7757499999999999E-4</c:v>
                </c:pt>
                <c:pt idx="2474">
                  <c:v>4.7529700000000001E-4</c:v>
                </c:pt>
                <c:pt idx="2475">
                  <c:v>4.73031E-4</c:v>
                </c:pt>
                <c:pt idx="2476">
                  <c:v>4.7077099999999998E-4</c:v>
                </c:pt>
                <c:pt idx="2477">
                  <c:v>4.68517E-4</c:v>
                </c:pt>
                <c:pt idx="2478">
                  <c:v>4.6627300000000001E-4</c:v>
                </c:pt>
                <c:pt idx="2479">
                  <c:v>4.64041E-4</c:v>
                </c:pt>
                <c:pt idx="2480">
                  <c:v>4.6181999999999999E-4</c:v>
                </c:pt>
                <c:pt idx="2481">
                  <c:v>4.5960800000000002E-4</c:v>
                </c:pt>
                <c:pt idx="2482">
                  <c:v>4.5740199999999998E-4</c:v>
                </c:pt>
                <c:pt idx="2483">
                  <c:v>4.5520499999999998E-4</c:v>
                </c:pt>
                <c:pt idx="2484">
                  <c:v>4.5302199999999997E-4</c:v>
                </c:pt>
                <c:pt idx="2485">
                  <c:v>4.50848E-4</c:v>
                </c:pt>
                <c:pt idx="2486">
                  <c:v>4.48682E-4</c:v>
                </c:pt>
                <c:pt idx="2487">
                  <c:v>4.4652199999999998E-4</c:v>
                </c:pt>
                <c:pt idx="2488">
                  <c:v>4.4437300000000002E-4</c:v>
                </c:pt>
                <c:pt idx="2489">
                  <c:v>4.4224100000000001E-4</c:v>
                </c:pt>
                <c:pt idx="2490">
                  <c:v>4.4012199999999999E-4</c:v>
                </c:pt>
                <c:pt idx="2491">
                  <c:v>4.3801199999999999E-4</c:v>
                </c:pt>
                <c:pt idx="2492">
                  <c:v>4.3590799999999999E-4</c:v>
                </c:pt>
                <c:pt idx="2493">
                  <c:v>4.3382000000000002E-4</c:v>
                </c:pt>
                <c:pt idx="2494">
                  <c:v>4.3175599999999999E-4</c:v>
                </c:pt>
                <c:pt idx="2495">
                  <c:v>4.2970500000000001E-4</c:v>
                </c:pt>
                <c:pt idx="2496">
                  <c:v>4.2765799999999998E-4</c:v>
                </c:pt>
                <c:pt idx="2497">
                  <c:v>4.2561399999999999E-4</c:v>
                </c:pt>
                <c:pt idx="2498">
                  <c:v>4.2358000000000001E-4</c:v>
                </c:pt>
                <c:pt idx="2499">
                  <c:v>4.2155799999999999E-4</c:v>
                </c:pt>
                <c:pt idx="2500">
                  <c:v>4.1954900000000002E-4</c:v>
                </c:pt>
                <c:pt idx="2501">
                  <c:v>4.1755699999999999E-4</c:v>
                </c:pt>
                <c:pt idx="2502">
                  <c:v>4.15568E-4</c:v>
                </c:pt>
                <c:pt idx="2503">
                  <c:v>4.1357399999999999E-4</c:v>
                </c:pt>
                <c:pt idx="2504">
                  <c:v>4.1158299999999998E-4</c:v>
                </c:pt>
                <c:pt idx="2505">
                  <c:v>4.0959900000000002E-4</c:v>
                </c:pt>
                <c:pt idx="2506">
                  <c:v>4.0762300000000002E-4</c:v>
                </c:pt>
                <c:pt idx="2507">
                  <c:v>4.0565399999999998E-4</c:v>
                </c:pt>
                <c:pt idx="2508">
                  <c:v>4.0369499999999998E-4</c:v>
                </c:pt>
                <c:pt idx="2509">
                  <c:v>4.01748E-4</c:v>
                </c:pt>
                <c:pt idx="2510">
                  <c:v>3.99813E-4</c:v>
                </c:pt>
                <c:pt idx="2511">
                  <c:v>3.9788399999999999E-4</c:v>
                </c:pt>
                <c:pt idx="2512">
                  <c:v>3.9596E-4</c:v>
                </c:pt>
                <c:pt idx="2513">
                  <c:v>3.9404700000000002E-4</c:v>
                </c:pt>
                <c:pt idx="2514">
                  <c:v>3.9214600000000001E-4</c:v>
                </c:pt>
                <c:pt idx="2515">
                  <c:v>3.9025300000000002E-4</c:v>
                </c:pt>
                <c:pt idx="2516">
                  <c:v>3.88365E-4</c:v>
                </c:pt>
                <c:pt idx="2517">
                  <c:v>3.8648600000000001E-4</c:v>
                </c:pt>
                <c:pt idx="2518">
                  <c:v>3.8462499999999998E-4</c:v>
                </c:pt>
                <c:pt idx="2519">
                  <c:v>3.8277899999999998E-4</c:v>
                </c:pt>
                <c:pt idx="2520">
                  <c:v>3.8094300000000002E-4</c:v>
                </c:pt>
                <c:pt idx="2521">
                  <c:v>3.7910899999999998E-4</c:v>
                </c:pt>
                <c:pt idx="2522">
                  <c:v>3.7727300000000002E-4</c:v>
                </c:pt>
                <c:pt idx="2523">
                  <c:v>3.7544500000000002E-4</c:v>
                </c:pt>
                <c:pt idx="2524">
                  <c:v>3.7362700000000002E-4</c:v>
                </c:pt>
                <c:pt idx="2525">
                  <c:v>3.7181900000000001E-4</c:v>
                </c:pt>
                <c:pt idx="2526">
                  <c:v>3.70014E-4</c:v>
                </c:pt>
                <c:pt idx="2527">
                  <c:v>3.6821199999999998E-4</c:v>
                </c:pt>
                <c:pt idx="2528">
                  <c:v>3.66423E-4</c:v>
                </c:pt>
                <c:pt idx="2529">
                  <c:v>3.6464899999999998E-4</c:v>
                </c:pt>
                <c:pt idx="2530">
                  <c:v>3.62884E-4</c:v>
                </c:pt>
                <c:pt idx="2531">
                  <c:v>3.6111999999999998E-4</c:v>
                </c:pt>
                <c:pt idx="2532">
                  <c:v>3.5936099999999999E-4</c:v>
                </c:pt>
                <c:pt idx="2533">
                  <c:v>3.5761400000000002E-4</c:v>
                </c:pt>
                <c:pt idx="2534">
                  <c:v>3.5587999999999999E-4</c:v>
                </c:pt>
                <c:pt idx="2535">
                  <c:v>3.5415300000000001E-4</c:v>
                </c:pt>
                <c:pt idx="2536">
                  <c:v>3.52431E-4</c:v>
                </c:pt>
                <c:pt idx="2537">
                  <c:v>3.5072E-4</c:v>
                </c:pt>
                <c:pt idx="2538">
                  <c:v>3.49019E-4</c:v>
                </c:pt>
                <c:pt idx="2539">
                  <c:v>3.47325E-4</c:v>
                </c:pt>
                <c:pt idx="2540">
                  <c:v>3.4563399999999999E-4</c:v>
                </c:pt>
                <c:pt idx="2541">
                  <c:v>3.4394599999999998E-4</c:v>
                </c:pt>
                <c:pt idx="2542">
                  <c:v>3.4226599999999998E-4</c:v>
                </c:pt>
                <c:pt idx="2543">
                  <c:v>3.4059599999999998E-4</c:v>
                </c:pt>
                <c:pt idx="2544">
                  <c:v>3.3893500000000001E-4</c:v>
                </c:pt>
                <c:pt idx="2545">
                  <c:v>3.3728000000000002E-4</c:v>
                </c:pt>
                <c:pt idx="2546">
                  <c:v>3.3563199999999999E-4</c:v>
                </c:pt>
                <c:pt idx="2547">
                  <c:v>3.3399699999999999E-4</c:v>
                </c:pt>
                <c:pt idx="2548">
                  <c:v>3.32379E-4</c:v>
                </c:pt>
                <c:pt idx="2549">
                  <c:v>3.3078399999999998E-4</c:v>
                </c:pt>
                <c:pt idx="2550">
                  <c:v>3.29205E-4</c:v>
                </c:pt>
                <c:pt idx="2551">
                  <c:v>3.2762900000000002E-4</c:v>
                </c:pt>
                <c:pt idx="2552">
                  <c:v>3.2605500000000001E-4</c:v>
                </c:pt>
                <c:pt idx="2553">
                  <c:v>3.2447999999999998E-4</c:v>
                </c:pt>
                <c:pt idx="2554">
                  <c:v>3.2290900000000002E-4</c:v>
                </c:pt>
                <c:pt idx="2555">
                  <c:v>3.2134200000000001E-4</c:v>
                </c:pt>
                <c:pt idx="2556">
                  <c:v>3.1977999999999998E-4</c:v>
                </c:pt>
                <c:pt idx="2557">
                  <c:v>3.1823700000000002E-4</c:v>
                </c:pt>
                <c:pt idx="2558">
                  <c:v>3.16724E-4</c:v>
                </c:pt>
                <c:pt idx="2559">
                  <c:v>3.1523100000000002E-4</c:v>
                </c:pt>
                <c:pt idx="2560">
                  <c:v>3.1373399999999997E-4</c:v>
                </c:pt>
                <c:pt idx="2561">
                  <c:v>3.1222900000000002E-4</c:v>
                </c:pt>
                <c:pt idx="2562">
                  <c:v>3.1072599999999999E-4</c:v>
                </c:pt>
                <c:pt idx="2563">
                  <c:v>3.0922700000000003E-4</c:v>
                </c:pt>
                <c:pt idx="2564">
                  <c:v>3.0773200000000001E-4</c:v>
                </c:pt>
                <c:pt idx="2565">
                  <c:v>3.0624E-4</c:v>
                </c:pt>
                <c:pt idx="2566">
                  <c:v>3.0475599999999999E-4</c:v>
                </c:pt>
                <c:pt idx="2567">
                  <c:v>3.0328000000000001E-4</c:v>
                </c:pt>
                <c:pt idx="2568">
                  <c:v>3.0181099999999997E-4</c:v>
                </c:pt>
                <c:pt idx="2569">
                  <c:v>3.0034700000000002E-4</c:v>
                </c:pt>
                <c:pt idx="2570">
                  <c:v>2.98886E-4</c:v>
                </c:pt>
                <c:pt idx="2571">
                  <c:v>2.9742899999999999E-4</c:v>
                </c:pt>
                <c:pt idx="2572">
                  <c:v>2.95984E-4</c:v>
                </c:pt>
                <c:pt idx="2573">
                  <c:v>2.94548E-4</c:v>
                </c:pt>
                <c:pt idx="2574">
                  <c:v>2.9311799999999998E-4</c:v>
                </c:pt>
                <c:pt idx="2575">
                  <c:v>2.91694E-4</c:v>
                </c:pt>
                <c:pt idx="2576">
                  <c:v>2.90279E-4</c:v>
                </c:pt>
                <c:pt idx="2577">
                  <c:v>2.8887500000000002E-4</c:v>
                </c:pt>
                <c:pt idx="2578">
                  <c:v>2.8747700000000001E-4</c:v>
                </c:pt>
                <c:pt idx="2579">
                  <c:v>2.8608000000000003E-4</c:v>
                </c:pt>
                <c:pt idx="2580">
                  <c:v>2.8468500000000002E-4</c:v>
                </c:pt>
                <c:pt idx="2581">
                  <c:v>2.8329700000000001E-4</c:v>
                </c:pt>
                <c:pt idx="2582">
                  <c:v>2.8191400000000003E-4</c:v>
                </c:pt>
                <c:pt idx="2583">
                  <c:v>2.8053699999999997E-4</c:v>
                </c:pt>
                <c:pt idx="2584">
                  <c:v>2.79165E-4</c:v>
                </c:pt>
                <c:pt idx="2585">
                  <c:v>2.7780099999999999E-4</c:v>
                </c:pt>
                <c:pt idx="2586">
                  <c:v>2.7644699999999998E-4</c:v>
                </c:pt>
                <c:pt idx="2587">
                  <c:v>2.7510300000000001E-4</c:v>
                </c:pt>
                <c:pt idx="2588">
                  <c:v>2.7376800000000003E-4</c:v>
                </c:pt>
                <c:pt idx="2589">
                  <c:v>2.7243699999999999E-4</c:v>
                </c:pt>
                <c:pt idx="2590">
                  <c:v>2.7110900000000001E-4</c:v>
                </c:pt>
                <c:pt idx="2591">
                  <c:v>2.6979E-4</c:v>
                </c:pt>
                <c:pt idx="2592">
                  <c:v>2.68478E-4</c:v>
                </c:pt>
                <c:pt idx="2593">
                  <c:v>2.6717100000000002E-4</c:v>
                </c:pt>
                <c:pt idx="2594">
                  <c:v>2.6586900000000001E-4</c:v>
                </c:pt>
                <c:pt idx="2595">
                  <c:v>2.64577E-4</c:v>
                </c:pt>
                <c:pt idx="2596">
                  <c:v>2.6329599999999999E-4</c:v>
                </c:pt>
                <c:pt idx="2597">
                  <c:v>2.6202199999999999E-4</c:v>
                </c:pt>
                <c:pt idx="2598">
                  <c:v>2.6075399999999998E-4</c:v>
                </c:pt>
                <c:pt idx="2599">
                  <c:v>2.59492E-4</c:v>
                </c:pt>
                <c:pt idx="2600">
                  <c:v>2.5823399999999998E-4</c:v>
                </c:pt>
                <c:pt idx="2601">
                  <c:v>2.5698300000000002E-4</c:v>
                </c:pt>
                <c:pt idx="2602">
                  <c:v>2.5574000000000001E-4</c:v>
                </c:pt>
                <c:pt idx="2603">
                  <c:v>2.5450499999999998E-4</c:v>
                </c:pt>
                <c:pt idx="2604">
                  <c:v>2.5327299999999999E-4</c:v>
                </c:pt>
                <c:pt idx="2605">
                  <c:v>2.5204699999999998E-4</c:v>
                </c:pt>
                <c:pt idx="2606">
                  <c:v>2.5083000000000001E-4</c:v>
                </c:pt>
                <c:pt idx="2607">
                  <c:v>2.4961999999999999E-4</c:v>
                </c:pt>
                <c:pt idx="2608">
                  <c:v>2.4841700000000002E-4</c:v>
                </c:pt>
                <c:pt idx="2609">
                  <c:v>2.4721999999999998E-4</c:v>
                </c:pt>
                <c:pt idx="2610">
                  <c:v>2.4602899999999999E-4</c:v>
                </c:pt>
                <c:pt idx="2611">
                  <c:v>2.4484300000000001E-4</c:v>
                </c:pt>
                <c:pt idx="2612">
                  <c:v>2.4365699999999999E-4</c:v>
                </c:pt>
                <c:pt idx="2613">
                  <c:v>2.4247599999999999E-4</c:v>
                </c:pt>
                <c:pt idx="2614">
                  <c:v>2.41301E-4</c:v>
                </c:pt>
                <c:pt idx="2615">
                  <c:v>2.4013600000000001E-4</c:v>
                </c:pt>
                <c:pt idx="2616">
                  <c:v>2.3898300000000001E-4</c:v>
                </c:pt>
                <c:pt idx="2617">
                  <c:v>2.3783800000000001E-4</c:v>
                </c:pt>
                <c:pt idx="2618">
                  <c:v>2.36696E-4</c:v>
                </c:pt>
                <c:pt idx="2619">
                  <c:v>2.35555E-4</c:v>
                </c:pt>
                <c:pt idx="2620">
                  <c:v>2.3441799999999999E-4</c:v>
                </c:pt>
                <c:pt idx="2621">
                  <c:v>2.3328800000000001E-4</c:v>
                </c:pt>
                <c:pt idx="2622">
                  <c:v>2.3216299999999999E-4</c:v>
                </c:pt>
                <c:pt idx="2623">
                  <c:v>2.3104199999999999E-4</c:v>
                </c:pt>
                <c:pt idx="2624">
                  <c:v>2.2992499999999999E-4</c:v>
                </c:pt>
                <c:pt idx="2625">
                  <c:v>2.2881400000000001E-4</c:v>
                </c:pt>
                <c:pt idx="2626">
                  <c:v>2.27712E-4</c:v>
                </c:pt>
                <c:pt idx="2627">
                  <c:v>2.2662E-4</c:v>
                </c:pt>
                <c:pt idx="2628">
                  <c:v>2.2553499999999999E-4</c:v>
                </c:pt>
                <c:pt idx="2629">
                  <c:v>2.2445399999999999E-4</c:v>
                </c:pt>
                <c:pt idx="2630">
                  <c:v>2.23379E-4</c:v>
                </c:pt>
                <c:pt idx="2631">
                  <c:v>2.2231099999999999E-4</c:v>
                </c:pt>
                <c:pt idx="2632">
                  <c:v>2.21249E-4</c:v>
                </c:pt>
                <c:pt idx="2633">
                  <c:v>2.2018999999999999E-4</c:v>
                </c:pt>
                <c:pt idx="2634">
                  <c:v>2.19137E-4</c:v>
                </c:pt>
                <c:pt idx="2635">
                  <c:v>2.18094E-4</c:v>
                </c:pt>
                <c:pt idx="2636">
                  <c:v>2.1705800000000001E-4</c:v>
                </c:pt>
                <c:pt idx="2637">
                  <c:v>2.1602599999999999E-4</c:v>
                </c:pt>
                <c:pt idx="2638">
                  <c:v>2.14997E-4</c:v>
                </c:pt>
                <c:pt idx="2639">
                  <c:v>2.1397199999999999E-4</c:v>
                </c:pt>
                <c:pt idx="2640">
                  <c:v>2.12955E-4</c:v>
                </c:pt>
                <c:pt idx="2641">
                  <c:v>2.11943E-4</c:v>
                </c:pt>
                <c:pt idx="2642">
                  <c:v>2.1093500000000001E-4</c:v>
                </c:pt>
                <c:pt idx="2643">
                  <c:v>2.0992999999999999E-4</c:v>
                </c:pt>
                <c:pt idx="2644">
                  <c:v>2.0893100000000001E-4</c:v>
                </c:pt>
                <c:pt idx="2645">
                  <c:v>2.07939E-4</c:v>
                </c:pt>
                <c:pt idx="2646">
                  <c:v>2.0695300000000001E-4</c:v>
                </c:pt>
                <c:pt idx="2647">
                  <c:v>2.05973E-4</c:v>
                </c:pt>
                <c:pt idx="2648">
                  <c:v>2.0499900000000001E-4</c:v>
                </c:pt>
                <c:pt idx="2649">
                  <c:v>2.0403199999999999E-4</c:v>
                </c:pt>
                <c:pt idx="2650">
                  <c:v>2.03074E-4</c:v>
                </c:pt>
                <c:pt idx="2651">
                  <c:v>2.0212299999999999E-4</c:v>
                </c:pt>
                <c:pt idx="2652">
                  <c:v>2.0117799999999999E-4</c:v>
                </c:pt>
                <c:pt idx="2653">
                  <c:v>2.00237E-4</c:v>
                </c:pt>
                <c:pt idx="2654">
                  <c:v>1.9930300000000001E-4</c:v>
                </c:pt>
                <c:pt idx="2655">
                  <c:v>1.98378E-4</c:v>
                </c:pt>
                <c:pt idx="2656">
                  <c:v>1.97462E-4</c:v>
                </c:pt>
                <c:pt idx="2657">
                  <c:v>1.96551E-4</c:v>
                </c:pt>
                <c:pt idx="2658">
                  <c:v>1.9564199999999999E-4</c:v>
                </c:pt>
                <c:pt idx="2659">
                  <c:v>1.9473900000000001E-4</c:v>
                </c:pt>
                <c:pt idx="2660">
                  <c:v>1.9384400000000001E-4</c:v>
                </c:pt>
                <c:pt idx="2661">
                  <c:v>1.9295299999999999E-4</c:v>
                </c:pt>
                <c:pt idx="2662">
                  <c:v>1.9206400000000001E-4</c:v>
                </c:pt>
                <c:pt idx="2663">
                  <c:v>1.91175E-4</c:v>
                </c:pt>
                <c:pt idx="2664">
                  <c:v>1.90292E-4</c:v>
                </c:pt>
                <c:pt idx="2665">
                  <c:v>1.8941499999999999E-4</c:v>
                </c:pt>
                <c:pt idx="2666">
                  <c:v>1.8853899999999999E-4</c:v>
                </c:pt>
                <c:pt idx="2667">
                  <c:v>1.8766400000000001E-4</c:v>
                </c:pt>
                <c:pt idx="2668">
                  <c:v>1.8678799999999999E-4</c:v>
                </c:pt>
                <c:pt idx="2669">
                  <c:v>1.8591500000000001E-4</c:v>
                </c:pt>
                <c:pt idx="2670">
                  <c:v>1.85045E-4</c:v>
                </c:pt>
                <c:pt idx="2671">
                  <c:v>1.8417999999999999E-4</c:v>
                </c:pt>
                <c:pt idx="2672">
                  <c:v>1.8331599999999999E-4</c:v>
                </c:pt>
                <c:pt idx="2673">
                  <c:v>1.8245499999999999E-4</c:v>
                </c:pt>
                <c:pt idx="2674">
                  <c:v>1.8159900000000001E-4</c:v>
                </c:pt>
                <c:pt idx="2675">
                  <c:v>1.8075099999999999E-4</c:v>
                </c:pt>
                <c:pt idx="2676">
                  <c:v>1.79908E-4</c:v>
                </c:pt>
                <c:pt idx="2677">
                  <c:v>1.7906899999999999E-4</c:v>
                </c:pt>
                <c:pt idx="2678">
                  <c:v>1.78235E-4</c:v>
                </c:pt>
                <c:pt idx="2679">
                  <c:v>1.7740900000000001E-4</c:v>
                </c:pt>
                <c:pt idx="2680">
                  <c:v>1.76587E-4</c:v>
                </c:pt>
                <c:pt idx="2681">
                  <c:v>1.75766E-4</c:v>
                </c:pt>
                <c:pt idx="2682">
                  <c:v>1.7494599999999999E-4</c:v>
                </c:pt>
                <c:pt idx="2683">
                  <c:v>1.74129E-4</c:v>
                </c:pt>
                <c:pt idx="2684">
                  <c:v>1.7332E-4</c:v>
                </c:pt>
                <c:pt idx="2685">
                  <c:v>1.7251699999999999E-4</c:v>
                </c:pt>
                <c:pt idx="2686">
                  <c:v>1.71719E-4</c:v>
                </c:pt>
                <c:pt idx="2687">
                  <c:v>1.7092299999999999E-4</c:v>
                </c:pt>
                <c:pt idx="2688">
                  <c:v>1.7013299999999999E-4</c:v>
                </c:pt>
                <c:pt idx="2689">
                  <c:v>1.6935400000000001E-4</c:v>
                </c:pt>
                <c:pt idx="2690">
                  <c:v>1.6858300000000001E-4</c:v>
                </c:pt>
                <c:pt idx="2691">
                  <c:v>1.67818E-4</c:v>
                </c:pt>
                <c:pt idx="2692">
                  <c:v>1.6705600000000001E-4</c:v>
                </c:pt>
                <c:pt idx="2693">
                  <c:v>1.66298E-4</c:v>
                </c:pt>
                <c:pt idx="2694">
                  <c:v>1.6554699999999999E-4</c:v>
                </c:pt>
                <c:pt idx="2695">
                  <c:v>1.6479799999999999E-4</c:v>
                </c:pt>
                <c:pt idx="2696">
                  <c:v>1.6404899999999999E-4</c:v>
                </c:pt>
                <c:pt idx="2697">
                  <c:v>1.63301E-4</c:v>
                </c:pt>
                <c:pt idx="2698">
                  <c:v>1.6255600000000001E-4</c:v>
                </c:pt>
                <c:pt idx="2699">
                  <c:v>1.6181799999999999E-4</c:v>
                </c:pt>
                <c:pt idx="2700">
                  <c:v>1.61087E-4</c:v>
                </c:pt>
                <c:pt idx="2701">
                  <c:v>1.60357E-4</c:v>
                </c:pt>
                <c:pt idx="2702">
                  <c:v>1.59629E-4</c:v>
                </c:pt>
                <c:pt idx="2703">
                  <c:v>1.5890500000000001E-4</c:v>
                </c:pt>
                <c:pt idx="2704">
                  <c:v>1.58188E-4</c:v>
                </c:pt>
                <c:pt idx="2705">
                  <c:v>1.5747499999999999E-4</c:v>
                </c:pt>
                <c:pt idx="2706">
                  <c:v>1.5676500000000001E-4</c:v>
                </c:pt>
                <c:pt idx="2707">
                  <c:v>1.56059E-4</c:v>
                </c:pt>
                <c:pt idx="2708">
                  <c:v>1.5535599999999999E-4</c:v>
                </c:pt>
                <c:pt idx="2709">
                  <c:v>1.5465699999999999E-4</c:v>
                </c:pt>
                <c:pt idx="2710">
                  <c:v>1.5396299999999999E-4</c:v>
                </c:pt>
                <c:pt idx="2711">
                  <c:v>1.5327400000000001E-4</c:v>
                </c:pt>
                <c:pt idx="2712">
                  <c:v>1.5258700000000001E-4</c:v>
                </c:pt>
                <c:pt idx="2713">
                  <c:v>1.51905E-4</c:v>
                </c:pt>
                <c:pt idx="2714">
                  <c:v>1.5123E-4</c:v>
                </c:pt>
                <c:pt idx="2715">
                  <c:v>1.5056E-4</c:v>
                </c:pt>
                <c:pt idx="2716">
                  <c:v>1.4989199999999999E-4</c:v>
                </c:pt>
                <c:pt idx="2717">
                  <c:v>1.4922700000000001E-4</c:v>
                </c:pt>
                <c:pt idx="2718">
                  <c:v>1.48567E-4</c:v>
                </c:pt>
                <c:pt idx="2719">
                  <c:v>1.47913E-4</c:v>
                </c:pt>
                <c:pt idx="2720">
                  <c:v>1.4726299999999999E-4</c:v>
                </c:pt>
                <c:pt idx="2721">
                  <c:v>1.4661599999999999E-4</c:v>
                </c:pt>
                <c:pt idx="2722">
                  <c:v>1.45974E-4</c:v>
                </c:pt>
                <c:pt idx="2723">
                  <c:v>1.4534199999999999E-4</c:v>
                </c:pt>
                <c:pt idx="2724">
                  <c:v>1.44716E-4</c:v>
                </c:pt>
                <c:pt idx="2725">
                  <c:v>1.4409399999999999E-4</c:v>
                </c:pt>
                <c:pt idx="2726">
                  <c:v>1.4347399999999999E-4</c:v>
                </c:pt>
                <c:pt idx="2727">
                  <c:v>1.42857E-4</c:v>
                </c:pt>
                <c:pt idx="2728">
                  <c:v>1.42244E-4</c:v>
                </c:pt>
                <c:pt idx="2729">
                  <c:v>1.4163700000000001E-4</c:v>
                </c:pt>
                <c:pt idx="2730">
                  <c:v>1.4103299999999999E-4</c:v>
                </c:pt>
                <c:pt idx="2731">
                  <c:v>1.4043200000000001E-4</c:v>
                </c:pt>
                <c:pt idx="2732">
                  <c:v>1.3983299999999999E-4</c:v>
                </c:pt>
                <c:pt idx="2733">
                  <c:v>1.3923900000000001E-4</c:v>
                </c:pt>
                <c:pt idx="2734">
                  <c:v>1.38648E-4</c:v>
                </c:pt>
                <c:pt idx="2735">
                  <c:v>1.3805999999999999E-4</c:v>
                </c:pt>
                <c:pt idx="2736">
                  <c:v>1.3747299999999999E-4</c:v>
                </c:pt>
                <c:pt idx="2737">
                  <c:v>1.3688799999999999E-4</c:v>
                </c:pt>
                <c:pt idx="2738">
                  <c:v>1.3630900000000001E-4</c:v>
                </c:pt>
                <c:pt idx="2739">
                  <c:v>1.35735E-4</c:v>
                </c:pt>
                <c:pt idx="2740">
                  <c:v>1.3516600000000001E-4</c:v>
                </c:pt>
                <c:pt idx="2741">
                  <c:v>1.3459999999999999E-4</c:v>
                </c:pt>
                <c:pt idx="2742">
                  <c:v>1.34039E-4</c:v>
                </c:pt>
                <c:pt idx="2743">
                  <c:v>1.3348200000000001E-4</c:v>
                </c:pt>
                <c:pt idx="2744">
                  <c:v>1.3292600000000001E-4</c:v>
                </c:pt>
                <c:pt idx="2745">
                  <c:v>1.3237200000000001E-4</c:v>
                </c:pt>
                <c:pt idx="2746">
                  <c:v>1.3181999999999999E-4</c:v>
                </c:pt>
                <c:pt idx="2747">
                  <c:v>1.31271E-4</c:v>
                </c:pt>
                <c:pt idx="2748">
                  <c:v>1.3072600000000001E-4</c:v>
                </c:pt>
                <c:pt idx="2749">
                  <c:v>1.30185E-4</c:v>
                </c:pt>
                <c:pt idx="2750">
                  <c:v>1.29646E-4</c:v>
                </c:pt>
                <c:pt idx="2751">
                  <c:v>1.29109E-4</c:v>
                </c:pt>
                <c:pt idx="2752">
                  <c:v>1.2857600000000001E-4</c:v>
                </c:pt>
                <c:pt idx="2753">
                  <c:v>1.2804900000000001E-4</c:v>
                </c:pt>
                <c:pt idx="2754">
                  <c:v>1.2752600000000001E-4</c:v>
                </c:pt>
                <c:pt idx="2755">
                  <c:v>1.27007E-4</c:v>
                </c:pt>
                <c:pt idx="2756">
                  <c:v>1.2648999999999999E-4</c:v>
                </c:pt>
                <c:pt idx="2757">
                  <c:v>1.25976E-4</c:v>
                </c:pt>
                <c:pt idx="2758">
                  <c:v>1.2546700000000001E-4</c:v>
                </c:pt>
                <c:pt idx="2759">
                  <c:v>1.24962E-4</c:v>
                </c:pt>
                <c:pt idx="2760">
                  <c:v>1.24459E-4</c:v>
                </c:pt>
                <c:pt idx="2761">
                  <c:v>1.2395900000000001E-4</c:v>
                </c:pt>
                <c:pt idx="2762">
                  <c:v>1.2346199999999999E-4</c:v>
                </c:pt>
                <c:pt idx="2763">
                  <c:v>1.2296799999999999E-4</c:v>
                </c:pt>
                <c:pt idx="2764">
                  <c:v>1.22478E-4</c:v>
                </c:pt>
                <c:pt idx="2765">
                  <c:v>1.21991E-4</c:v>
                </c:pt>
                <c:pt idx="2766">
                  <c:v>1.21508E-4</c:v>
                </c:pt>
                <c:pt idx="2767">
                  <c:v>1.2102799999999999E-4</c:v>
                </c:pt>
                <c:pt idx="2768">
                  <c:v>1.2055100000000001E-4</c:v>
                </c:pt>
                <c:pt idx="2769">
                  <c:v>1.20077E-4</c:v>
                </c:pt>
                <c:pt idx="2770">
                  <c:v>1.1960600000000001E-4</c:v>
                </c:pt>
                <c:pt idx="2771">
                  <c:v>1.19138E-4</c:v>
                </c:pt>
                <c:pt idx="2772">
                  <c:v>1.18674E-4</c:v>
                </c:pt>
                <c:pt idx="2773">
                  <c:v>1.18213E-4</c:v>
                </c:pt>
                <c:pt idx="2774">
                  <c:v>1.17755E-4</c:v>
                </c:pt>
                <c:pt idx="2775">
                  <c:v>1.17298E-4</c:v>
                </c:pt>
                <c:pt idx="2776">
                  <c:v>1.1684399999999999E-4</c:v>
                </c:pt>
                <c:pt idx="2777">
                  <c:v>1.16393E-4</c:v>
                </c:pt>
                <c:pt idx="2778">
                  <c:v>1.15946E-4</c:v>
                </c:pt>
                <c:pt idx="2779">
                  <c:v>1.15503E-4</c:v>
                </c:pt>
                <c:pt idx="2780">
                  <c:v>1.15061E-4</c:v>
                </c:pt>
                <c:pt idx="2781">
                  <c:v>1.14623E-4</c:v>
                </c:pt>
                <c:pt idx="2782">
                  <c:v>1.14189E-4</c:v>
                </c:pt>
                <c:pt idx="2783">
                  <c:v>1.13758E-4</c:v>
                </c:pt>
                <c:pt idx="2784">
                  <c:v>1.13328E-4</c:v>
                </c:pt>
                <c:pt idx="2785">
                  <c:v>1.12899E-4</c:v>
                </c:pt>
                <c:pt idx="2786">
                  <c:v>1.12475E-4</c:v>
                </c:pt>
                <c:pt idx="2787">
                  <c:v>1.1205399999999999E-4</c:v>
                </c:pt>
                <c:pt idx="2788">
                  <c:v>1.11636E-4</c:v>
                </c:pt>
                <c:pt idx="2789">
                  <c:v>1.11221E-4</c:v>
                </c:pt>
                <c:pt idx="2790">
                  <c:v>1.10808E-4</c:v>
                </c:pt>
                <c:pt idx="2791">
                  <c:v>1.10399E-4</c:v>
                </c:pt>
                <c:pt idx="2792">
                  <c:v>1.09994E-4</c:v>
                </c:pt>
                <c:pt idx="2793">
                  <c:v>1.09591E-4</c:v>
                </c:pt>
                <c:pt idx="2794">
                  <c:v>1.0919100000000001E-4</c:v>
                </c:pt>
                <c:pt idx="2795">
                  <c:v>1.08794E-4</c:v>
                </c:pt>
                <c:pt idx="2796">
                  <c:v>1.08399E-4</c:v>
                </c:pt>
                <c:pt idx="2797">
                  <c:v>1.08007E-4</c:v>
                </c:pt>
                <c:pt idx="2798">
                  <c:v>1.07619E-4</c:v>
                </c:pt>
                <c:pt idx="2799">
                  <c:v>1.0723200000000001E-4</c:v>
                </c:pt>
                <c:pt idx="2800">
                  <c:v>1.06847E-4</c:v>
                </c:pt>
                <c:pt idx="2801">
                  <c:v>1.0646599999999999E-4</c:v>
                </c:pt>
                <c:pt idx="2802">
                  <c:v>1.0608899999999999E-4</c:v>
                </c:pt>
                <c:pt idx="2803">
                  <c:v>1.05714E-4</c:v>
                </c:pt>
                <c:pt idx="2804">
                  <c:v>1.0534100000000001E-4</c:v>
                </c:pt>
                <c:pt idx="2805">
                  <c:v>1.0497099999999999E-4</c:v>
                </c:pt>
                <c:pt idx="2806">
                  <c:v>1.0460500000000001E-4</c:v>
                </c:pt>
                <c:pt idx="2807">
                  <c:v>1.04243E-4</c:v>
                </c:pt>
                <c:pt idx="2808">
                  <c:v>1.0388200000000001E-4</c:v>
                </c:pt>
                <c:pt idx="2809">
                  <c:v>1.0352399999999999E-4</c:v>
                </c:pt>
                <c:pt idx="2810">
                  <c:v>1.03168E-4</c:v>
                </c:pt>
                <c:pt idx="2811">
                  <c:v>1.02817E-4</c:v>
                </c:pt>
                <c:pt idx="2812">
                  <c:v>1.02469E-4</c:v>
                </c:pt>
                <c:pt idx="2813">
                  <c:v>1.02123E-4</c:v>
                </c:pt>
                <c:pt idx="2814">
                  <c:v>1.01777E-4</c:v>
                </c:pt>
                <c:pt idx="2815">
                  <c:v>1.01433E-4</c:v>
                </c:pt>
                <c:pt idx="2816">
                  <c:v>1.01094E-4</c:v>
                </c:pt>
                <c:pt idx="2817">
                  <c:v>1.00758E-4</c:v>
                </c:pt>
                <c:pt idx="2818">
                  <c:v>1.00424E-4</c:v>
                </c:pt>
                <c:pt idx="2819">
                  <c:v>1.0009300000000001E-4</c:v>
                </c:pt>
                <c:pt idx="2820">
                  <c:v>9.9765499999999999E-5</c:v>
                </c:pt>
                <c:pt idx="2821">
                  <c:v>9.9440300000000004E-5</c:v>
                </c:pt>
                <c:pt idx="2822">
                  <c:v>9.9116699999999999E-5</c:v>
                </c:pt>
                <c:pt idx="2823">
                  <c:v>9.8794000000000003E-5</c:v>
                </c:pt>
                <c:pt idx="2824">
                  <c:v>9.8472699999999997E-5</c:v>
                </c:pt>
                <c:pt idx="2825">
                  <c:v>9.8154999999999998E-5</c:v>
                </c:pt>
                <c:pt idx="2826">
                  <c:v>9.78406E-5</c:v>
                </c:pt>
                <c:pt idx="2827">
                  <c:v>9.7528099999999999E-5</c:v>
                </c:pt>
                <c:pt idx="2828">
                  <c:v>9.7217299999999995E-5</c:v>
                </c:pt>
                <c:pt idx="2829">
                  <c:v>9.6907100000000006E-5</c:v>
                </c:pt>
                <c:pt idx="2830">
                  <c:v>9.6598800000000001E-5</c:v>
                </c:pt>
                <c:pt idx="2831">
                  <c:v>9.6293999999999997E-5</c:v>
                </c:pt>
                <c:pt idx="2832">
                  <c:v>9.5991399999999997E-5</c:v>
                </c:pt>
                <c:pt idx="2833">
                  <c:v>9.5690699999999995E-5</c:v>
                </c:pt>
                <c:pt idx="2834">
                  <c:v>9.5391799999999997E-5</c:v>
                </c:pt>
                <c:pt idx="2835">
                  <c:v>9.5094900000000003E-5</c:v>
                </c:pt>
                <c:pt idx="2836">
                  <c:v>9.4800499999999995E-5</c:v>
                </c:pt>
                <c:pt idx="2837">
                  <c:v>9.4507700000000003E-5</c:v>
                </c:pt>
                <c:pt idx="2838">
                  <c:v>9.4215499999999999E-5</c:v>
                </c:pt>
                <c:pt idx="2839">
                  <c:v>9.39251E-5</c:v>
                </c:pt>
                <c:pt idx="2840">
                  <c:v>9.36378E-5</c:v>
                </c:pt>
                <c:pt idx="2841">
                  <c:v>9.3352999999999999E-5</c:v>
                </c:pt>
                <c:pt idx="2842">
                  <c:v>9.30725E-5</c:v>
                </c:pt>
                <c:pt idx="2843">
                  <c:v>9.2794700000000001E-5</c:v>
                </c:pt>
                <c:pt idx="2844">
                  <c:v>9.2516300000000001E-5</c:v>
                </c:pt>
                <c:pt idx="2845">
                  <c:v>9.2238300000000001E-5</c:v>
                </c:pt>
                <c:pt idx="2846">
                  <c:v>9.1961399999999997E-5</c:v>
                </c:pt>
                <c:pt idx="2847">
                  <c:v>9.1686000000000003E-5</c:v>
                </c:pt>
                <c:pt idx="2848">
                  <c:v>9.1414499999999997E-5</c:v>
                </c:pt>
                <c:pt idx="2849">
                  <c:v>9.1148499999999996E-5</c:v>
                </c:pt>
                <c:pt idx="2850">
                  <c:v>9.0885900000000003E-5</c:v>
                </c:pt>
                <c:pt idx="2851">
                  <c:v>9.0623499999999997E-5</c:v>
                </c:pt>
                <c:pt idx="2852">
                  <c:v>9.0360999999999998E-5</c:v>
                </c:pt>
                <c:pt idx="2853">
                  <c:v>9.0097600000000003E-5</c:v>
                </c:pt>
                <c:pt idx="2854">
                  <c:v>8.9835399999999997E-5</c:v>
                </c:pt>
                <c:pt idx="2855">
                  <c:v>8.9576100000000005E-5</c:v>
                </c:pt>
                <c:pt idx="2856">
                  <c:v>8.9318299999999995E-5</c:v>
                </c:pt>
                <c:pt idx="2857">
                  <c:v>8.9062100000000002E-5</c:v>
                </c:pt>
                <c:pt idx="2858">
                  <c:v>8.8807600000000007E-5</c:v>
                </c:pt>
                <c:pt idx="2859">
                  <c:v>8.8554799999999995E-5</c:v>
                </c:pt>
                <c:pt idx="2860">
                  <c:v>8.8304200000000001E-5</c:v>
                </c:pt>
                <c:pt idx="2861">
                  <c:v>8.8055500000000004E-5</c:v>
                </c:pt>
                <c:pt idx="2862">
                  <c:v>8.7808199999999997E-5</c:v>
                </c:pt>
                <c:pt idx="2863">
                  <c:v>8.7562499999999994E-5</c:v>
                </c:pt>
                <c:pt idx="2864">
                  <c:v>8.7319399999999996E-5</c:v>
                </c:pt>
                <c:pt idx="2865">
                  <c:v>8.7077999999999995E-5</c:v>
                </c:pt>
                <c:pt idx="2866">
                  <c:v>8.6838399999999999E-5</c:v>
                </c:pt>
                <c:pt idx="2867">
                  <c:v>8.66009E-5</c:v>
                </c:pt>
                <c:pt idx="2868">
                  <c:v>8.6364600000000003E-5</c:v>
                </c:pt>
                <c:pt idx="2869">
                  <c:v>8.6129800000000003E-5</c:v>
                </c:pt>
                <c:pt idx="2870">
                  <c:v>8.5897500000000002E-5</c:v>
                </c:pt>
                <c:pt idx="2871">
                  <c:v>8.5667600000000006E-5</c:v>
                </c:pt>
                <c:pt idx="2872">
                  <c:v>8.5438600000000006E-5</c:v>
                </c:pt>
                <c:pt idx="2873">
                  <c:v>8.5210799999999994E-5</c:v>
                </c:pt>
                <c:pt idx="2874">
                  <c:v>8.49848E-5</c:v>
                </c:pt>
                <c:pt idx="2875">
                  <c:v>8.4759700000000001E-5</c:v>
                </c:pt>
                <c:pt idx="2876">
                  <c:v>8.4536200000000006E-5</c:v>
                </c:pt>
                <c:pt idx="2877">
                  <c:v>8.4314999999999995E-5</c:v>
                </c:pt>
                <c:pt idx="2878">
                  <c:v>8.4095600000000002E-5</c:v>
                </c:pt>
                <c:pt idx="2879">
                  <c:v>8.3877900000000005E-5</c:v>
                </c:pt>
                <c:pt idx="2880">
                  <c:v>8.3661599999999999E-5</c:v>
                </c:pt>
                <c:pt idx="2881">
                  <c:v>8.3447000000000003E-5</c:v>
                </c:pt>
                <c:pt idx="2882">
                  <c:v>8.3233500000000002E-5</c:v>
                </c:pt>
                <c:pt idx="2883">
                  <c:v>8.3021200000000004E-5</c:v>
                </c:pt>
                <c:pt idx="2884">
                  <c:v>8.2811099999999997E-5</c:v>
                </c:pt>
                <c:pt idx="2885">
                  <c:v>8.2602599999999994E-5</c:v>
                </c:pt>
                <c:pt idx="2886">
                  <c:v>8.2394900000000006E-5</c:v>
                </c:pt>
                <c:pt idx="2887">
                  <c:v>8.2188700000000001E-5</c:v>
                </c:pt>
                <c:pt idx="2888">
                  <c:v>8.1985100000000002E-5</c:v>
                </c:pt>
                <c:pt idx="2889">
                  <c:v>8.1783800000000001E-5</c:v>
                </c:pt>
                <c:pt idx="2890">
                  <c:v>8.1583799999999996E-5</c:v>
                </c:pt>
                <c:pt idx="2891">
                  <c:v>8.1384299999999999E-5</c:v>
                </c:pt>
                <c:pt idx="2892">
                  <c:v>8.1185400000000004E-5</c:v>
                </c:pt>
                <c:pt idx="2893">
                  <c:v>8.0988600000000006E-5</c:v>
                </c:pt>
                <c:pt idx="2894">
                  <c:v>8.0793900000000006E-5</c:v>
                </c:pt>
                <c:pt idx="2895">
                  <c:v>8.0600100000000001E-5</c:v>
                </c:pt>
                <c:pt idx="2896">
                  <c:v>8.0407699999999999E-5</c:v>
                </c:pt>
                <c:pt idx="2897">
                  <c:v>8.0216900000000001E-5</c:v>
                </c:pt>
                <c:pt idx="2898">
                  <c:v>8.0026799999999998E-5</c:v>
                </c:pt>
                <c:pt idx="2899">
                  <c:v>7.9838499999999998E-5</c:v>
                </c:pt>
                <c:pt idx="2900">
                  <c:v>7.9651600000000002E-5</c:v>
                </c:pt>
                <c:pt idx="2901">
                  <c:v>7.9465699999999994E-5</c:v>
                </c:pt>
                <c:pt idx="2902">
                  <c:v>7.9281499999999996E-5</c:v>
                </c:pt>
                <c:pt idx="2903">
                  <c:v>7.9098599999999995E-5</c:v>
                </c:pt>
                <c:pt idx="2904">
                  <c:v>7.8918200000000006E-5</c:v>
                </c:pt>
                <c:pt idx="2905">
                  <c:v>7.8739500000000001E-5</c:v>
                </c:pt>
                <c:pt idx="2906">
                  <c:v>7.8561900000000004E-5</c:v>
                </c:pt>
                <c:pt idx="2907">
                  <c:v>7.8386000000000005E-5</c:v>
                </c:pt>
                <c:pt idx="2908">
                  <c:v>7.8211499999999995E-5</c:v>
                </c:pt>
                <c:pt idx="2909">
                  <c:v>7.8039699999999998E-5</c:v>
                </c:pt>
                <c:pt idx="2910">
                  <c:v>7.7870599999999999E-5</c:v>
                </c:pt>
                <c:pt idx="2911">
                  <c:v>7.7702300000000003E-5</c:v>
                </c:pt>
                <c:pt idx="2912">
                  <c:v>7.7532600000000004E-5</c:v>
                </c:pt>
                <c:pt idx="2913">
                  <c:v>7.7363199999999998E-5</c:v>
                </c:pt>
                <c:pt idx="2914">
                  <c:v>7.7195399999999996E-5</c:v>
                </c:pt>
                <c:pt idx="2915">
                  <c:v>7.7027900000000002E-5</c:v>
                </c:pt>
                <c:pt idx="2916">
                  <c:v>7.68605E-5</c:v>
                </c:pt>
                <c:pt idx="2917">
                  <c:v>7.6694500000000002E-5</c:v>
                </c:pt>
                <c:pt idx="2918">
                  <c:v>7.6530600000000002E-5</c:v>
                </c:pt>
                <c:pt idx="2919">
                  <c:v>7.6368599999999999E-5</c:v>
                </c:pt>
                <c:pt idx="2920">
                  <c:v>7.6207999999999999E-5</c:v>
                </c:pt>
                <c:pt idx="2921">
                  <c:v>7.6048099999999994E-5</c:v>
                </c:pt>
                <c:pt idx="2922">
                  <c:v>7.5889699999999999E-5</c:v>
                </c:pt>
                <c:pt idx="2923">
                  <c:v>7.5732800000000001E-5</c:v>
                </c:pt>
                <c:pt idx="2924">
                  <c:v>7.5577700000000007E-5</c:v>
                </c:pt>
                <c:pt idx="2925">
                  <c:v>7.5428900000000006E-5</c:v>
                </c:pt>
                <c:pt idx="2926">
                  <c:v>7.5290099999999999E-5</c:v>
                </c:pt>
                <c:pt idx="2927">
                  <c:v>7.5158600000000002E-5</c:v>
                </c:pt>
                <c:pt idx="2928">
                  <c:v>7.5029600000000004E-5</c:v>
                </c:pt>
                <c:pt idx="2929">
                  <c:v>7.4899600000000004E-5</c:v>
                </c:pt>
                <c:pt idx="2930">
                  <c:v>7.4765599999999994E-5</c:v>
                </c:pt>
                <c:pt idx="2931">
                  <c:v>7.4628099999999998E-5</c:v>
                </c:pt>
                <c:pt idx="2932">
                  <c:v>7.4488700000000004E-5</c:v>
                </c:pt>
                <c:pt idx="2933">
                  <c:v>7.4348899999999996E-5</c:v>
                </c:pt>
                <c:pt idx="2934">
                  <c:v>7.4209100000000001E-5</c:v>
                </c:pt>
                <c:pt idx="2935">
                  <c:v>7.4068999999999998E-5</c:v>
                </c:pt>
                <c:pt idx="2936">
                  <c:v>7.3928400000000002E-5</c:v>
                </c:pt>
                <c:pt idx="2937">
                  <c:v>7.3787899999999999E-5</c:v>
                </c:pt>
                <c:pt idx="2938">
                  <c:v>7.3647900000000003E-5</c:v>
                </c:pt>
                <c:pt idx="2939">
                  <c:v>7.3508699999999996E-5</c:v>
                </c:pt>
                <c:pt idx="2940">
                  <c:v>7.3370599999999998E-5</c:v>
                </c:pt>
                <c:pt idx="2941">
                  <c:v>7.3233700000000003E-5</c:v>
                </c:pt>
                <c:pt idx="2942">
                  <c:v>7.3097100000000002E-5</c:v>
                </c:pt>
                <c:pt idx="2943">
                  <c:v>7.2960000000000006E-5</c:v>
                </c:pt>
                <c:pt idx="2944">
                  <c:v>7.2823499999999998E-5</c:v>
                </c:pt>
                <c:pt idx="2945">
                  <c:v>7.2687600000000005E-5</c:v>
                </c:pt>
                <c:pt idx="2946">
                  <c:v>7.2552000000000006E-5</c:v>
                </c:pt>
                <c:pt idx="2947">
                  <c:v>7.2417700000000003E-5</c:v>
                </c:pt>
                <c:pt idx="2948">
                  <c:v>7.2285400000000004E-5</c:v>
                </c:pt>
                <c:pt idx="2949">
                  <c:v>7.2154200000000001E-5</c:v>
                </c:pt>
                <c:pt idx="2950">
                  <c:v>7.2022999999999998E-5</c:v>
                </c:pt>
                <c:pt idx="2951">
                  <c:v>7.1891700000000002E-5</c:v>
                </c:pt>
                <c:pt idx="2952">
                  <c:v>7.17611E-5</c:v>
                </c:pt>
                <c:pt idx="2953">
                  <c:v>7.1632700000000003E-5</c:v>
                </c:pt>
                <c:pt idx="2954">
                  <c:v>7.1505499999999995E-5</c:v>
                </c:pt>
                <c:pt idx="2955">
                  <c:v>7.1377600000000006E-5</c:v>
                </c:pt>
                <c:pt idx="2956">
                  <c:v>7.1249900000000004E-5</c:v>
                </c:pt>
                <c:pt idx="2957">
                  <c:v>7.1124000000000005E-5</c:v>
                </c:pt>
                <c:pt idx="2958">
                  <c:v>7.0999400000000003E-5</c:v>
                </c:pt>
                <c:pt idx="2959">
                  <c:v>7.0875400000000002E-5</c:v>
                </c:pt>
                <c:pt idx="2960">
                  <c:v>7.0752099999999996E-5</c:v>
                </c:pt>
                <c:pt idx="2961">
                  <c:v>7.0628200000000003E-5</c:v>
                </c:pt>
                <c:pt idx="2962">
                  <c:v>7.05063E-5</c:v>
                </c:pt>
                <c:pt idx="2963">
                  <c:v>7.0387099999999996E-5</c:v>
                </c:pt>
                <c:pt idx="2964">
                  <c:v>7.0268199999999999E-5</c:v>
                </c:pt>
                <c:pt idx="2965">
                  <c:v>7.0148300000000001E-5</c:v>
                </c:pt>
                <c:pt idx="2966">
                  <c:v>7.0028600000000002E-5</c:v>
                </c:pt>
                <c:pt idx="2967">
                  <c:v>6.9909799999999999E-5</c:v>
                </c:pt>
                <c:pt idx="2968">
                  <c:v>6.9791599999999998E-5</c:v>
                </c:pt>
                <c:pt idx="2969">
                  <c:v>6.9674599999999999E-5</c:v>
                </c:pt>
                <c:pt idx="2970">
                  <c:v>6.9558800000000002E-5</c:v>
                </c:pt>
                <c:pt idx="2971">
                  <c:v>6.9443700000000001E-5</c:v>
                </c:pt>
                <c:pt idx="2972">
                  <c:v>6.9329299999999994E-5</c:v>
                </c:pt>
                <c:pt idx="2973">
                  <c:v>6.9214799999999993E-5</c:v>
                </c:pt>
                <c:pt idx="2974">
                  <c:v>6.9101000000000001E-5</c:v>
                </c:pt>
                <c:pt idx="2975">
                  <c:v>6.8988799999999999E-5</c:v>
                </c:pt>
                <c:pt idx="2976">
                  <c:v>6.8878E-5</c:v>
                </c:pt>
                <c:pt idx="2977">
                  <c:v>6.8767499999999995E-5</c:v>
                </c:pt>
                <c:pt idx="2978">
                  <c:v>6.8657099999999997E-5</c:v>
                </c:pt>
                <c:pt idx="2979">
                  <c:v>6.8548199999999995E-5</c:v>
                </c:pt>
                <c:pt idx="2980">
                  <c:v>6.8439E-5</c:v>
                </c:pt>
                <c:pt idx="2981">
                  <c:v>6.8329400000000003E-5</c:v>
                </c:pt>
                <c:pt idx="2982">
                  <c:v>6.8220599999999995E-5</c:v>
                </c:pt>
                <c:pt idx="2983">
                  <c:v>6.8112600000000002E-5</c:v>
                </c:pt>
                <c:pt idx="2984">
                  <c:v>6.8005300000000004E-5</c:v>
                </c:pt>
                <c:pt idx="2985">
                  <c:v>6.7897499999999998E-5</c:v>
                </c:pt>
                <c:pt idx="2986">
                  <c:v>6.7790699999999995E-5</c:v>
                </c:pt>
                <c:pt idx="2987">
                  <c:v>6.7685800000000002E-5</c:v>
                </c:pt>
                <c:pt idx="2988">
                  <c:v>6.7580899999999995E-5</c:v>
                </c:pt>
                <c:pt idx="2989">
                  <c:v>6.7475899999999995E-5</c:v>
                </c:pt>
                <c:pt idx="2990">
                  <c:v>6.7371699999999997E-5</c:v>
                </c:pt>
                <c:pt idx="2991">
                  <c:v>6.7268900000000002E-5</c:v>
                </c:pt>
                <c:pt idx="2992">
                  <c:v>6.7167200000000003E-5</c:v>
                </c:pt>
                <c:pt idx="2993">
                  <c:v>6.7066199999999998E-5</c:v>
                </c:pt>
                <c:pt idx="2994">
                  <c:v>6.6965399999999994E-5</c:v>
                </c:pt>
                <c:pt idx="2995">
                  <c:v>6.6864499999999997E-5</c:v>
                </c:pt>
                <c:pt idx="2996">
                  <c:v>6.6764800000000002E-5</c:v>
                </c:pt>
                <c:pt idx="2997">
                  <c:v>6.6666200000000002E-5</c:v>
                </c:pt>
                <c:pt idx="2998">
                  <c:v>6.6568499999999998E-5</c:v>
                </c:pt>
                <c:pt idx="2999">
                  <c:v>6.64707E-5</c:v>
                </c:pt>
                <c:pt idx="3000">
                  <c:v>6.6372799999999996E-5</c:v>
                </c:pt>
                <c:pt idx="3001">
                  <c:v>6.6275700000000007E-5</c:v>
                </c:pt>
                <c:pt idx="3002">
                  <c:v>6.6178899999999998E-5</c:v>
                </c:pt>
                <c:pt idx="3003">
                  <c:v>6.6083300000000005E-5</c:v>
                </c:pt>
                <c:pt idx="3004">
                  <c:v>6.5988200000000006E-5</c:v>
                </c:pt>
                <c:pt idx="3005">
                  <c:v>6.5893299999999995E-5</c:v>
                </c:pt>
                <c:pt idx="3006">
                  <c:v>6.5799900000000007E-5</c:v>
                </c:pt>
                <c:pt idx="3007">
                  <c:v>6.5707E-5</c:v>
                </c:pt>
                <c:pt idx="3008">
                  <c:v>6.56144E-5</c:v>
                </c:pt>
                <c:pt idx="3009">
                  <c:v>6.5522200000000001E-5</c:v>
                </c:pt>
                <c:pt idx="3010">
                  <c:v>6.5429899999999995E-5</c:v>
                </c:pt>
                <c:pt idx="3011">
                  <c:v>6.5337899999999997E-5</c:v>
                </c:pt>
                <c:pt idx="3012">
                  <c:v>6.5246600000000006E-5</c:v>
                </c:pt>
                <c:pt idx="3013">
                  <c:v>6.5155300000000003E-5</c:v>
                </c:pt>
                <c:pt idx="3014">
                  <c:v>6.5064100000000006E-5</c:v>
                </c:pt>
                <c:pt idx="3015">
                  <c:v>6.4974299999999999E-5</c:v>
                </c:pt>
                <c:pt idx="3016">
                  <c:v>6.4885400000000001E-5</c:v>
                </c:pt>
                <c:pt idx="3017">
                  <c:v>6.4797399999999997E-5</c:v>
                </c:pt>
                <c:pt idx="3018">
                  <c:v>6.4710700000000004E-5</c:v>
                </c:pt>
                <c:pt idx="3019">
                  <c:v>6.4624399999999997E-5</c:v>
                </c:pt>
                <c:pt idx="3020">
                  <c:v>6.4538100000000005E-5</c:v>
                </c:pt>
                <c:pt idx="3021">
                  <c:v>6.4451599999999998E-5</c:v>
                </c:pt>
                <c:pt idx="3022">
                  <c:v>6.43662E-5</c:v>
                </c:pt>
                <c:pt idx="3023">
                  <c:v>6.4281200000000004E-5</c:v>
                </c:pt>
                <c:pt idx="3024">
                  <c:v>6.4196399999999994E-5</c:v>
                </c:pt>
                <c:pt idx="3025">
                  <c:v>6.41128E-5</c:v>
                </c:pt>
                <c:pt idx="3026">
                  <c:v>6.4029199999999993E-5</c:v>
                </c:pt>
                <c:pt idx="3027">
                  <c:v>6.3945300000000006E-5</c:v>
                </c:pt>
                <c:pt idx="3028">
                  <c:v>6.3862000000000006E-5</c:v>
                </c:pt>
                <c:pt idx="3029">
                  <c:v>6.3779299999999994E-5</c:v>
                </c:pt>
                <c:pt idx="3030">
                  <c:v>6.3697599999999998E-5</c:v>
                </c:pt>
                <c:pt idx="3031">
                  <c:v>6.3617100000000005E-5</c:v>
                </c:pt>
                <c:pt idx="3032">
                  <c:v>6.3536500000000004E-5</c:v>
                </c:pt>
                <c:pt idx="3033">
                  <c:v>6.3455100000000002E-5</c:v>
                </c:pt>
                <c:pt idx="3034">
                  <c:v>6.3373400000000006E-5</c:v>
                </c:pt>
                <c:pt idx="3035">
                  <c:v>6.3291600000000002E-5</c:v>
                </c:pt>
                <c:pt idx="3036">
                  <c:v>6.3211000000000002E-5</c:v>
                </c:pt>
                <c:pt idx="3037">
                  <c:v>6.3131899999999998E-5</c:v>
                </c:pt>
                <c:pt idx="3038">
                  <c:v>6.3052999999999994E-5</c:v>
                </c:pt>
                <c:pt idx="3039">
                  <c:v>6.2974199999999998E-5</c:v>
                </c:pt>
                <c:pt idx="3040">
                  <c:v>6.2895499999999994E-5</c:v>
                </c:pt>
                <c:pt idx="3041">
                  <c:v>6.2817200000000006E-5</c:v>
                </c:pt>
                <c:pt idx="3042">
                  <c:v>6.2740199999999999E-5</c:v>
                </c:pt>
                <c:pt idx="3043">
                  <c:v>6.2664399999999996E-5</c:v>
                </c:pt>
                <c:pt idx="3044">
                  <c:v>6.25889E-5</c:v>
                </c:pt>
                <c:pt idx="3045">
                  <c:v>6.2513899999999998E-5</c:v>
                </c:pt>
                <c:pt idx="3046">
                  <c:v>6.2438699999999996E-5</c:v>
                </c:pt>
                <c:pt idx="3047">
                  <c:v>6.2362799999999999E-5</c:v>
                </c:pt>
                <c:pt idx="3048">
                  <c:v>6.2286700000000001E-5</c:v>
                </c:pt>
                <c:pt idx="3049">
                  <c:v>6.2210800000000004E-5</c:v>
                </c:pt>
                <c:pt idx="3050">
                  <c:v>6.2136000000000003E-5</c:v>
                </c:pt>
                <c:pt idx="3051">
                  <c:v>6.2062099999999997E-5</c:v>
                </c:pt>
                <c:pt idx="3052">
                  <c:v>6.1988600000000005E-5</c:v>
                </c:pt>
                <c:pt idx="3053">
                  <c:v>6.19155E-5</c:v>
                </c:pt>
                <c:pt idx="3054">
                  <c:v>6.1842700000000003E-5</c:v>
                </c:pt>
                <c:pt idx="3055">
                  <c:v>6.1770499999999994E-5</c:v>
                </c:pt>
                <c:pt idx="3056">
                  <c:v>6.1698699999999999E-5</c:v>
                </c:pt>
                <c:pt idx="3057">
                  <c:v>6.1627199999999998E-5</c:v>
                </c:pt>
                <c:pt idx="3058">
                  <c:v>6.1556200000000005E-5</c:v>
                </c:pt>
                <c:pt idx="3059">
                  <c:v>6.1485199999999999E-5</c:v>
                </c:pt>
                <c:pt idx="3060">
                  <c:v>6.1414200000000006E-5</c:v>
                </c:pt>
                <c:pt idx="3061">
                  <c:v>6.1344000000000001E-5</c:v>
                </c:pt>
                <c:pt idx="3062">
                  <c:v>6.1274100000000003E-5</c:v>
                </c:pt>
                <c:pt idx="3063">
                  <c:v>6.12045E-5</c:v>
                </c:pt>
                <c:pt idx="3064">
                  <c:v>6.1135899999999999E-5</c:v>
                </c:pt>
                <c:pt idx="3065">
                  <c:v>6.1067299999999997E-5</c:v>
                </c:pt>
                <c:pt idx="3066">
                  <c:v>6.0999099999999997E-5</c:v>
                </c:pt>
                <c:pt idx="3067">
                  <c:v>6.0930900000000003E-5</c:v>
                </c:pt>
                <c:pt idx="3068">
                  <c:v>6.0862500000000002E-5</c:v>
                </c:pt>
                <c:pt idx="3069">
                  <c:v>6.0794700000000003E-5</c:v>
                </c:pt>
                <c:pt idx="3070">
                  <c:v>6.0727599999999998E-5</c:v>
                </c:pt>
                <c:pt idx="3071">
                  <c:v>6.06606E-5</c:v>
                </c:pt>
                <c:pt idx="3072">
                  <c:v>6.0594000000000003E-5</c:v>
                </c:pt>
                <c:pt idx="3073">
                  <c:v>6.0527399999999999E-5</c:v>
                </c:pt>
                <c:pt idx="3074">
                  <c:v>6.0460700000000002E-5</c:v>
                </c:pt>
                <c:pt idx="3075">
                  <c:v>6.0395E-5</c:v>
                </c:pt>
                <c:pt idx="3076">
                  <c:v>6.0330600000000001E-5</c:v>
                </c:pt>
                <c:pt idx="3077">
                  <c:v>6.0265700000000001E-5</c:v>
                </c:pt>
                <c:pt idx="3078">
                  <c:v>6.0199799999999999E-5</c:v>
                </c:pt>
                <c:pt idx="3079">
                  <c:v>6.0134399999999998E-5</c:v>
                </c:pt>
                <c:pt idx="3080">
                  <c:v>6.0069999999999999E-5</c:v>
                </c:pt>
                <c:pt idx="3081">
                  <c:v>6.0006100000000001E-5</c:v>
                </c:pt>
                <c:pt idx="3082">
                  <c:v>5.9942299999999997E-5</c:v>
                </c:pt>
                <c:pt idx="3083">
                  <c:v>5.9879100000000001E-5</c:v>
                </c:pt>
                <c:pt idx="3084">
                  <c:v>5.9815899999999998E-5</c:v>
                </c:pt>
                <c:pt idx="3085">
                  <c:v>5.97523E-5</c:v>
                </c:pt>
                <c:pt idx="3086">
                  <c:v>5.9689199999999998E-5</c:v>
                </c:pt>
                <c:pt idx="3087">
                  <c:v>5.9626800000000003E-5</c:v>
                </c:pt>
                <c:pt idx="3088">
                  <c:v>5.9564700000000002E-5</c:v>
                </c:pt>
                <c:pt idx="3089">
                  <c:v>5.9502200000000001E-5</c:v>
                </c:pt>
                <c:pt idx="3090">
                  <c:v>5.94399E-5</c:v>
                </c:pt>
                <c:pt idx="3091">
                  <c:v>5.9378500000000001E-5</c:v>
                </c:pt>
                <c:pt idx="3092">
                  <c:v>5.9317400000000002E-5</c:v>
                </c:pt>
                <c:pt idx="3093">
                  <c:v>5.9256499999999998E-5</c:v>
                </c:pt>
                <c:pt idx="3094">
                  <c:v>5.9196E-5</c:v>
                </c:pt>
                <c:pt idx="3095">
                  <c:v>5.9136099999999998E-5</c:v>
                </c:pt>
                <c:pt idx="3096">
                  <c:v>5.9076300000000002E-5</c:v>
                </c:pt>
                <c:pt idx="3097">
                  <c:v>5.9016199999999999E-5</c:v>
                </c:pt>
                <c:pt idx="3098">
                  <c:v>5.8955600000000002E-5</c:v>
                </c:pt>
                <c:pt idx="3099">
                  <c:v>5.8895199999999998E-5</c:v>
                </c:pt>
                <c:pt idx="3100">
                  <c:v>5.8835300000000002E-5</c:v>
                </c:pt>
                <c:pt idx="3101">
                  <c:v>5.87755E-5</c:v>
                </c:pt>
                <c:pt idx="3102">
                  <c:v>5.8715699999999998E-5</c:v>
                </c:pt>
                <c:pt idx="3103">
                  <c:v>5.8656100000000002E-5</c:v>
                </c:pt>
                <c:pt idx="3104">
                  <c:v>5.8597700000000003E-5</c:v>
                </c:pt>
                <c:pt idx="3105">
                  <c:v>5.8540399999999999E-5</c:v>
                </c:pt>
                <c:pt idx="3106">
                  <c:v>5.8482500000000001E-5</c:v>
                </c:pt>
                <c:pt idx="3107">
                  <c:v>5.8423800000000001E-5</c:v>
                </c:pt>
                <c:pt idx="3108">
                  <c:v>5.8365200000000002E-5</c:v>
                </c:pt>
                <c:pt idx="3109">
                  <c:v>5.8307200000000003E-5</c:v>
                </c:pt>
                <c:pt idx="3110">
                  <c:v>5.8249599999999999E-5</c:v>
                </c:pt>
                <c:pt idx="3111">
                  <c:v>5.8192600000000003E-5</c:v>
                </c:pt>
                <c:pt idx="3112">
                  <c:v>5.8135499999999999E-5</c:v>
                </c:pt>
                <c:pt idx="3113">
                  <c:v>5.8078300000000003E-5</c:v>
                </c:pt>
                <c:pt idx="3114">
                  <c:v>5.8020999999999999E-5</c:v>
                </c:pt>
                <c:pt idx="3115">
                  <c:v>5.7964399999999997E-5</c:v>
                </c:pt>
                <c:pt idx="3116">
                  <c:v>5.7908100000000002E-5</c:v>
                </c:pt>
                <c:pt idx="3117">
                  <c:v>5.7852300000000002E-5</c:v>
                </c:pt>
                <c:pt idx="3118">
                  <c:v>5.7796700000000002E-5</c:v>
                </c:pt>
                <c:pt idx="3119">
                  <c:v>5.7740500000000001E-5</c:v>
                </c:pt>
                <c:pt idx="3120">
                  <c:v>5.7685400000000002E-5</c:v>
                </c:pt>
                <c:pt idx="3121">
                  <c:v>5.7631199999999998E-5</c:v>
                </c:pt>
                <c:pt idx="3122">
                  <c:v>5.75766E-5</c:v>
                </c:pt>
                <c:pt idx="3123">
                  <c:v>5.7522200000000003E-5</c:v>
                </c:pt>
                <c:pt idx="3124">
                  <c:v>5.7467799999999999E-5</c:v>
                </c:pt>
                <c:pt idx="3125">
                  <c:v>5.7413500000000002E-5</c:v>
                </c:pt>
                <c:pt idx="3126">
                  <c:v>5.7359799999999999E-5</c:v>
                </c:pt>
                <c:pt idx="3127">
                  <c:v>5.7306099999999997E-5</c:v>
                </c:pt>
                <c:pt idx="3128">
                  <c:v>5.72521E-5</c:v>
                </c:pt>
                <c:pt idx="3129">
                  <c:v>5.7198699999999998E-5</c:v>
                </c:pt>
                <c:pt idx="3130">
                  <c:v>5.7145399999999997E-5</c:v>
                </c:pt>
                <c:pt idx="3131">
                  <c:v>5.7091900000000001E-5</c:v>
                </c:pt>
                <c:pt idx="3132">
                  <c:v>5.7039000000000001E-5</c:v>
                </c:pt>
                <c:pt idx="3133">
                  <c:v>5.6987100000000002E-5</c:v>
                </c:pt>
                <c:pt idx="3134">
                  <c:v>5.6934800000000002E-5</c:v>
                </c:pt>
                <c:pt idx="3135">
                  <c:v>5.68811E-5</c:v>
                </c:pt>
                <c:pt idx="3136">
                  <c:v>5.6827399999999997E-5</c:v>
                </c:pt>
                <c:pt idx="3137">
                  <c:v>5.6774599999999997E-5</c:v>
                </c:pt>
                <c:pt idx="3138">
                  <c:v>5.6722299999999997E-5</c:v>
                </c:pt>
                <c:pt idx="3139">
                  <c:v>5.6669499999999997E-5</c:v>
                </c:pt>
                <c:pt idx="3140">
                  <c:v>5.6616900000000003E-5</c:v>
                </c:pt>
                <c:pt idx="3141">
                  <c:v>5.6565399999999999E-5</c:v>
                </c:pt>
                <c:pt idx="3142">
                  <c:v>5.65133E-5</c:v>
                </c:pt>
                <c:pt idx="3143">
                  <c:v>5.6461100000000001E-5</c:v>
                </c:pt>
                <c:pt idx="3144">
                  <c:v>5.6410199999999997E-5</c:v>
                </c:pt>
                <c:pt idx="3145">
                  <c:v>5.6360200000000003E-5</c:v>
                </c:pt>
                <c:pt idx="3146">
                  <c:v>5.6309700000000001E-5</c:v>
                </c:pt>
                <c:pt idx="3147">
                  <c:v>5.6258999999999998E-5</c:v>
                </c:pt>
                <c:pt idx="3148">
                  <c:v>5.6207800000000001E-5</c:v>
                </c:pt>
                <c:pt idx="3149">
                  <c:v>5.6156699999999997E-5</c:v>
                </c:pt>
                <c:pt idx="3150">
                  <c:v>5.6106100000000001E-5</c:v>
                </c:pt>
                <c:pt idx="3151">
                  <c:v>5.6055299999999998E-5</c:v>
                </c:pt>
                <c:pt idx="3152">
                  <c:v>5.6004500000000002E-5</c:v>
                </c:pt>
                <c:pt idx="3153">
                  <c:v>5.5954600000000001E-5</c:v>
                </c:pt>
                <c:pt idx="3154">
                  <c:v>5.59045E-5</c:v>
                </c:pt>
                <c:pt idx="3155">
                  <c:v>5.5854499999999999E-5</c:v>
                </c:pt>
                <c:pt idx="3156">
                  <c:v>5.5804499999999997E-5</c:v>
                </c:pt>
                <c:pt idx="3157">
                  <c:v>5.5754300000000003E-5</c:v>
                </c:pt>
                <c:pt idx="3158">
                  <c:v>5.5704500000000002E-5</c:v>
                </c:pt>
                <c:pt idx="3159">
                  <c:v>5.5654600000000001E-5</c:v>
                </c:pt>
                <c:pt idx="3160">
                  <c:v>5.56048E-5</c:v>
                </c:pt>
                <c:pt idx="3161">
                  <c:v>5.55552E-5</c:v>
                </c:pt>
                <c:pt idx="3162">
                  <c:v>5.5506E-5</c:v>
                </c:pt>
                <c:pt idx="3163">
                  <c:v>5.5457400000000002E-5</c:v>
                </c:pt>
                <c:pt idx="3164">
                  <c:v>5.5409399999999998E-5</c:v>
                </c:pt>
                <c:pt idx="3165">
                  <c:v>5.53606E-5</c:v>
                </c:pt>
                <c:pt idx="3166">
                  <c:v>5.5310499999999998E-5</c:v>
                </c:pt>
                <c:pt idx="3167">
                  <c:v>5.52616E-5</c:v>
                </c:pt>
                <c:pt idx="3168">
                  <c:v>5.5213500000000003E-5</c:v>
                </c:pt>
                <c:pt idx="3169">
                  <c:v>5.5165199999999998E-5</c:v>
                </c:pt>
                <c:pt idx="3170">
                  <c:v>5.5117600000000002E-5</c:v>
                </c:pt>
                <c:pt idx="3171">
                  <c:v>5.507E-5</c:v>
                </c:pt>
                <c:pt idx="3172">
                  <c:v>5.5022200000000003E-5</c:v>
                </c:pt>
                <c:pt idx="3173">
                  <c:v>5.4975000000000001E-5</c:v>
                </c:pt>
                <c:pt idx="3174">
                  <c:v>5.4927799999999999E-5</c:v>
                </c:pt>
                <c:pt idx="3175">
                  <c:v>5.4881299999999999E-5</c:v>
                </c:pt>
                <c:pt idx="3176">
                  <c:v>5.4834799999999999E-5</c:v>
                </c:pt>
                <c:pt idx="3177">
                  <c:v>5.4787400000000003E-5</c:v>
                </c:pt>
                <c:pt idx="3178">
                  <c:v>5.4740200000000001E-5</c:v>
                </c:pt>
                <c:pt idx="3179">
                  <c:v>5.4693500000000001E-5</c:v>
                </c:pt>
                <c:pt idx="3180">
                  <c:v>5.4646499999999999E-5</c:v>
                </c:pt>
                <c:pt idx="3181">
                  <c:v>5.4599399999999998E-5</c:v>
                </c:pt>
                <c:pt idx="3182">
                  <c:v>5.4553099999999998E-5</c:v>
                </c:pt>
                <c:pt idx="3183">
                  <c:v>5.45077E-5</c:v>
                </c:pt>
                <c:pt idx="3184">
                  <c:v>5.4462300000000002E-5</c:v>
                </c:pt>
                <c:pt idx="3185">
                  <c:v>5.4416100000000002E-5</c:v>
                </c:pt>
                <c:pt idx="3186">
                  <c:v>5.4369800000000002E-5</c:v>
                </c:pt>
                <c:pt idx="3187">
                  <c:v>5.4324199999999997E-5</c:v>
                </c:pt>
                <c:pt idx="3188">
                  <c:v>5.42791E-5</c:v>
                </c:pt>
                <c:pt idx="3189">
                  <c:v>5.4233700000000002E-5</c:v>
                </c:pt>
                <c:pt idx="3190">
                  <c:v>5.4187999999999997E-5</c:v>
                </c:pt>
                <c:pt idx="3191">
                  <c:v>5.41433E-5</c:v>
                </c:pt>
                <c:pt idx="3192">
                  <c:v>5.4100100000000001E-5</c:v>
                </c:pt>
                <c:pt idx="3193">
                  <c:v>5.4056199999999999E-5</c:v>
                </c:pt>
                <c:pt idx="3194">
                  <c:v>5.4011100000000002E-5</c:v>
                </c:pt>
                <c:pt idx="3195">
                  <c:v>5.3965899999999998E-5</c:v>
                </c:pt>
                <c:pt idx="3196">
                  <c:v>5.3921200000000001E-5</c:v>
                </c:pt>
                <c:pt idx="3197">
                  <c:v>5.38772E-5</c:v>
                </c:pt>
                <c:pt idx="3198">
                  <c:v>5.38339E-5</c:v>
                </c:pt>
                <c:pt idx="3199">
                  <c:v>5.3790499999999999E-5</c:v>
                </c:pt>
                <c:pt idx="3200">
                  <c:v>5.3745900000000003E-5</c:v>
                </c:pt>
                <c:pt idx="3201">
                  <c:v>5.37012E-5</c:v>
                </c:pt>
                <c:pt idx="3202">
                  <c:v>5.3657599999999999E-5</c:v>
                </c:pt>
                <c:pt idx="3203">
                  <c:v>5.3613999999999999E-5</c:v>
                </c:pt>
                <c:pt idx="3204">
                  <c:v>5.3570899999999999E-5</c:v>
                </c:pt>
                <c:pt idx="3205">
                  <c:v>5.3527799999999999E-5</c:v>
                </c:pt>
                <c:pt idx="3206">
                  <c:v>5.3485200000000001E-5</c:v>
                </c:pt>
                <c:pt idx="3207">
                  <c:v>5.3442200000000001E-5</c:v>
                </c:pt>
                <c:pt idx="3208">
                  <c:v>5.3397599999999998E-5</c:v>
                </c:pt>
                <c:pt idx="3209">
                  <c:v>5.3353000000000002E-5</c:v>
                </c:pt>
                <c:pt idx="3210">
                  <c:v>5.3309100000000001E-5</c:v>
                </c:pt>
                <c:pt idx="3211">
                  <c:v>5.3266600000000003E-5</c:v>
                </c:pt>
                <c:pt idx="3212">
                  <c:v>5.3223999999999997E-5</c:v>
                </c:pt>
                <c:pt idx="3213">
                  <c:v>5.3180499999999997E-5</c:v>
                </c:pt>
                <c:pt idx="3214">
                  <c:v>5.3136900000000003E-5</c:v>
                </c:pt>
                <c:pt idx="3215">
                  <c:v>5.3093999999999997E-5</c:v>
                </c:pt>
                <c:pt idx="3216">
                  <c:v>5.3051599999999999E-5</c:v>
                </c:pt>
                <c:pt idx="3217">
                  <c:v>5.30089E-5</c:v>
                </c:pt>
                <c:pt idx="3218">
                  <c:v>5.2966700000000002E-5</c:v>
                </c:pt>
                <c:pt idx="3219">
                  <c:v>5.2924699999999998E-5</c:v>
                </c:pt>
                <c:pt idx="3220">
                  <c:v>5.28821E-5</c:v>
                </c:pt>
                <c:pt idx="3221">
                  <c:v>5.2839300000000001E-5</c:v>
                </c:pt>
                <c:pt idx="3222">
                  <c:v>5.27959E-5</c:v>
                </c:pt>
                <c:pt idx="3223">
                  <c:v>5.27524E-5</c:v>
                </c:pt>
                <c:pt idx="3224">
                  <c:v>5.27093E-5</c:v>
                </c:pt>
                <c:pt idx="3225">
                  <c:v>5.2666400000000001E-5</c:v>
                </c:pt>
                <c:pt idx="3226">
                  <c:v>5.2624100000000003E-5</c:v>
                </c:pt>
                <c:pt idx="3227">
                  <c:v>5.25825E-5</c:v>
                </c:pt>
                <c:pt idx="3228">
                  <c:v>5.2541199999999998E-5</c:v>
                </c:pt>
                <c:pt idx="3229">
                  <c:v>5.2500300000000003E-5</c:v>
                </c:pt>
                <c:pt idx="3230">
                  <c:v>5.2459300000000001E-5</c:v>
                </c:pt>
                <c:pt idx="3231">
                  <c:v>5.2418299999999999E-5</c:v>
                </c:pt>
                <c:pt idx="3232">
                  <c:v>5.2376999999999997E-5</c:v>
                </c:pt>
                <c:pt idx="3233">
                  <c:v>5.2335E-5</c:v>
                </c:pt>
                <c:pt idx="3234">
                  <c:v>5.2293599999999997E-5</c:v>
                </c:pt>
                <c:pt idx="3235">
                  <c:v>5.2253399999999997E-5</c:v>
                </c:pt>
                <c:pt idx="3236">
                  <c:v>5.2212900000000003E-5</c:v>
                </c:pt>
                <c:pt idx="3237">
                  <c:v>5.2171700000000001E-5</c:v>
                </c:pt>
                <c:pt idx="3238">
                  <c:v>5.2130199999999998E-5</c:v>
                </c:pt>
                <c:pt idx="3239">
                  <c:v>5.2088500000000001E-5</c:v>
                </c:pt>
                <c:pt idx="3240">
                  <c:v>5.2047499999999999E-5</c:v>
                </c:pt>
                <c:pt idx="3241">
                  <c:v>5.2007199999999999E-5</c:v>
                </c:pt>
                <c:pt idx="3242">
                  <c:v>5.1966699999999998E-5</c:v>
                </c:pt>
                <c:pt idx="3243">
                  <c:v>5.1926099999999997E-5</c:v>
                </c:pt>
                <c:pt idx="3244">
                  <c:v>5.1885500000000003E-5</c:v>
                </c:pt>
                <c:pt idx="3245">
                  <c:v>5.1844700000000002E-5</c:v>
                </c:pt>
                <c:pt idx="3246">
                  <c:v>5.1804200000000001E-5</c:v>
                </c:pt>
                <c:pt idx="3247">
                  <c:v>5.1764000000000001E-5</c:v>
                </c:pt>
                <c:pt idx="3248">
                  <c:v>5.1724000000000001E-5</c:v>
                </c:pt>
                <c:pt idx="3249">
                  <c:v>5.1684000000000002E-5</c:v>
                </c:pt>
                <c:pt idx="3250">
                  <c:v>5.1644300000000003E-5</c:v>
                </c:pt>
                <c:pt idx="3251">
                  <c:v>5.1604399999999997E-5</c:v>
                </c:pt>
                <c:pt idx="3252">
                  <c:v>5.1564899999999998E-5</c:v>
                </c:pt>
                <c:pt idx="3253">
                  <c:v>5.15255E-5</c:v>
                </c:pt>
                <c:pt idx="3254">
                  <c:v>5.14853E-5</c:v>
                </c:pt>
                <c:pt idx="3255">
                  <c:v>5.14453E-5</c:v>
                </c:pt>
                <c:pt idx="3256">
                  <c:v>5.1406400000000003E-5</c:v>
                </c:pt>
                <c:pt idx="3257">
                  <c:v>5.1367199999999998E-5</c:v>
                </c:pt>
                <c:pt idx="3258">
                  <c:v>5.1327399999999999E-5</c:v>
                </c:pt>
                <c:pt idx="3259">
                  <c:v>5.1288300000000002E-5</c:v>
                </c:pt>
                <c:pt idx="3260">
                  <c:v>5.1249899999999999E-5</c:v>
                </c:pt>
                <c:pt idx="3261">
                  <c:v>5.1211999999999997E-5</c:v>
                </c:pt>
                <c:pt idx="3262">
                  <c:v>5.1173900000000001E-5</c:v>
                </c:pt>
                <c:pt idx="3263">
                  <c:v>5.1135699999999999E-5</c:v>
                </c:pt>
                <c:pt idx="3264">
                  <c:v>5.1097400000000003E-5</c:v>
                </c:pt>
                <c:pt idx="3265">
                  <c:v>5.10588E-5</c:v>
                </c:pt>
                <c:pt idx="3266">
                  <c:v>5.1020499999999997E-5</c:v>
                </c:pt>
                <c:pt idx="3267">
                  <c:v>5.0982300000000001E-5</c:v>
                </c:pt>
                <c:pt idx="3268">
                  <c:v>5.0942900000000003E-5</c:v>
                </c:pt>
                <c:pt idx="3269">
                  <c:v>5.0903899999999999E-5</c:v>
                </c:pt>
                <c:pt idx="3270">
                  <c:v>5.0866099999999997E-5</c:v>
                </c:pt>
                <c:pt idx="3271">
                  <c:v>5.0828000000000002E-5</c:v>
                </c:pt>
                <c:pt idx="3272">
                  <c:v>5.0789799999999999E-5</c:v>
                </c:pt>
                <c:pt idx="3273">
                  <c:v>5.0752199999999998E-5</c:v>
                </c:pt>
                <c:pt idx="3274">
                  <c:v>5.0714499999999997E-5</c:v>
                </c:pt>
                <c:pt idx="3275">
                  <c:v>5.0677200000000003E-5</c:v>
                </c:pt>
                <c:pt idx="3276">
                  <c:v>5.0640100000000003E-5</c:v>
                </c:pt>
                <c:pt idx="3277">
                  <c:v>5.0602700000000003E-5</c:v>
                </c:pt>
                <c:pt idx="3278">
                  <c:v>5.0565200000000002E-5</c:v>
                </c:pt>
                <c:pt idx="3279">
                  <c:v>5.0527900000000001E-5</c:v>
                </c:pt>
                <c:pt idx="3280">
                  <c:v>5.0491200000000002E-5</c:v>
                </c:pt>
                <c:pt idx="3281">
                  <c:v>5.0454400000000003E-5</c:v>
                </c:pt>
                <c:pt idx="3282">
                  <c:v>5.0416400000000001E-5</c:v>
                </c:pt>
                <c:pt idx="3283">
                  <c:v>5.03789E-5</c:v>
                </c:pt>
                <c:pt idx="3284">
                  <c:v>5.0342200000000001E-5</c:v>
                </c:pt>
                <c:pt idx="3285">
                  <c:v>5.03049E-5</c:v>
                </c:pt>
                <c:pt idx="3286">
                  <c:v>5.0267199999999999E-5</c:v>
                </c:pt>
                <c:pt idx="3287">
                  <c:v>5.0229299999999997E-5</c:v>
                </c:pt>
                <c:pt idx="3288">
                  <c:v>5.0191200000000002E-5</c:v>
                </c:pt>
                <c:pt idx="3289">
                  <c:v>5.0152999999999999E-5</c:v>
                </c:pt>
                <c:pt idx="3290">
                  <c:v>5.0114700000000003E-5</c:v>
                </c:pt>
                <c:pt idx="3291">
                  <c:v>5.0076900000000002E-5</c:v>
                </c:pt>
                <c:pt idx="3292">
                  <c:v>5.0039700000000001E-5</c:v>
                </c:pt>
                <c:pt idx="3293">
                  <c:v>5.0002400000000001E-5</c:v>
                </c:pt>
                <c:pt idx="3294">
                  <c:v>4.99651E-5</c:v>
                </c:pt>
                <c:pt idx="3295">
                  <c:v>4.9928800000000002E-5</c:v>
                </c:pt>
                <c:pt idx="3296">
                  <c:v>4.9892399999999997E-5</c:v>
                </c:pt>
                <c:pt idx="3297">
                  <c:v>4.9855100000000003E-5</c:v>
                </c:pt>
                <c:pt idx="3298">
                  <c:v>4.9818199999999997E-5</c:v>
                </c:pt>
                <c:pt idx="3299">
                  <c:v>4.97824E-5</c:v>
                </c:pt>
                <c:pt idx="3300">
                  <c:v>4.9746200000000002E-5</c:v>
                </c:pt>
                <c:pt idx="3301">
                  <c:v>4.9709400000000002E-5</c:v>
                </c:pt>
                <c:pt idx="3302">
                  <c:v>4.9673199999999997E-5</c:v>
                </c:pt>
                <c:pt idx="3303">
                  <c:v>4.9636499999999998E-5</c:v>
                </c:pt>
                <c:pt idx="3304">
                  <c:v>4.9599299999999998E-5</c:v>
                </c:pt>
                <c:pt idx="3305">
                  <c:v>4.9562699999999999E-5</c:v>
                </c:pt>
                <c:pt idx="3306">
                  <c:v>4.9527300000000003E-5</c:v>
                </c:pt>
                <c:pt idx="3307">
                  <c:v>4.9491599999999999E-5</c:v>
                </c:pt>
                <c:pt idx="3308">
                  <c:v>4.9455800000000002E-5</c:v>
                </c:pt>
                <c:pt idx="3309">
                  <c:v>4.9421900000000002E-5</c:v>
                </c:pt>
                <c:pt idx="3310">
                  <c:v>4.9388000000000002E-5</c:v>
                </c:pt>
                <c:pt idx="3311">
                  <c:v>4.9354500000000003E-5</c:v>
                </c:pt>
                <c:pt idx="3312">
                  <c:v>4.9324699999999999E-5</c:v>
                </c:pt>
                <c:pt idx="3313">
                  <c:v>4.9295999999999997E-5</c:v>
                </c:pt>
                <c:pt idx="3314">
                  <c:v>4.9264999999999997E-5</c:v>
                </c:pt>
                <c:pt idx="3315">
                  <c:v>4.9231899999999999E-5</c:v>
                </c:pt>
                <c:pt idx="3316">
                  <c:v>4.9197299999999997E-5</c:v>
                </c:pt>
                <c:pt idx="3317">
                  <c:v>4.91615E-5</c:v>
                </c:pt>
                <c:pt idx="3318">
                  <c:v>4.9125400000000002E-5</c:v>
                </c:pt>
                <c:pt idx="3319">
                  <c:v>4.9089099999999997E-5</c:v>
                </c:pt>
                <c:pt idx="3320">
                  <c:v>4.9052299999999998E-5</c:v>
                </c:pt>
                <c:pt idx="3321">
                  <c:v>4.90161E-5</c:v>
                </c:pt>
                <c:pt idx="3322">
                  <c:v>4.8980500000000003E-5</c:v>
                </c:pt>
                <c:pt idx="3323">
                  <c:v>4.89452E-5</c:v>
                </c:pt>
                <c:pt idx="3324">
                  <c:v>4.8909799999999997E-5</c:v>
                </c:pt>
                <c:pt idx="3325">
                  <c:v>4.8873399999999999E-5</c:v>
                </c:pt>
                <c:pt idx="3326">
                  <c:v>4.8835399999999997E-5</c:v>
                </c:pt>
                <c:pt idx="3327">
                  <c:v>4.87969E-5</c:v>
                </c:pt>
                <c:pt idx="3328">
                  <c:v>4.8760300000000001E-5</c:v>
                </c:pt>
                <c:pt idx="3329">
                  <c:v>4.8724199999999997E-5</c:v>
                </c:pt>
                <c:pt idx="3330">
                  <c:v>4.8686500000000002E-5</c:v>
                </c:pt>
                <c:pt idx="3331">
                  <c:v>4.8649000000000001E-5</c:v>
                </c:pt>
                <c:pt idx="3332">
                  <c:v>4.8611800000000001E-5</c:v>
                </c:pt>
                <c:pt idx="3333">
                  <c:v>4.8575100000000002E-5</c:v>
                </c:pt>
                <c:pt idx="3334">
                  <c:v>4.8538100000000002E-5</c:v>
                </c:pt>
                <c:pt idx="3335">
                  <c:v>4.8500500000000001E-5</c:v>
                </c:pt>
                <c:pt idx="3336">
                  <c:v>4.84629E-5</c:v>
                </c:pt>
                <c:pt idx="3337">
                  <c:v>4.8425599999999999E-5</c:v>
                </c:pt>
                <c:pt idx="3338">
                  <c:v>4.8388399999999999E-5</c:v>
                </c:pt>
                <c:pt idx="3339">
                  <c:v>4.8350699999999998E-5</c:v>
                </c:pt>
                <c:pt idx="3340">
                  <c:v>4.8312600000000002E-5</c:v>
                </c:pt>
                <c:pt idx="3341">
                  <c:v>4.8275100000000001E-5</c:v>
                </c:pt>
                <c:pt idx="3342">
                  <c:v>4.8238100000000002E-5</c:v>
                </c:pt>
                <c:pt idx="3343">
                  <c:v>4.8200800000000001E-5</c:v>
                </c:pt>
                <c:pt idx="3344">
                  <c:v>4.8162399999999998E-5</c:v>
                </c:pt>
                <c:pt idx="3345">
                  <c:v>4.8125299999999998E-5</c:v>
                </c:pt>
                <c:pt idx="3346">
                  <c:v>4.8088599999999999E-5</c:v>
                </c:pt>
                <c:pt idx="3347">
                  <c:v>4.8051499999999999E-5</c:v>
                </c:pt>
                <c:pt idx="3348">
                  <c:v>4.80148E-5</c:v>
                </c:pt>
                <c:pt idx="3349">
                  <c:v>4.79779E-5</c:v>
                </c:pt>
                <c:pt idx="3350">
                  <c:v>4.7940499999999999E-5</c:v>
                </c:pt>
                <c:pt idx="3351">
                  <c:v>4.7903299999999999E-5</c:v>
                </c:pt>
                <c:pt idx="3352">
                  <c:v>4.7866099999999999E-5</c:v>
                </c:pt>
                <c:pt idx="3353">
                  <c:v>4.7828199999999997E-5</c:v>
                </c:pt>
                <c:pt idx="3354">
                  <c:v>4.7790500000000003E-5</c:v>
                </c:pt>
                <c:pt idx="3355">
                  <c:v>4.7753700000000003E-5</c:v>
                </c:pt>
                <c:pt idx="3356">
                  <c:v>4.7716400000000003E-5</c:v>
                </c:pt>
                <c:pt idx="3357">
                  <c:v>4.7679100000000002E-5</c:v>
                </c:pt>
                <c:pt idx="3358">
                  <c:v>4.7642599999999997E-5</c:v>
                </c:pt>
                <c:pt idx="3359">
                  <c:v>4.7605300000000003E-5</c:v>
                </c:pt>
                <c:pt idx="3360">
                  <c:v>4.7567100000000001E-5</c:v>
                </c:pt>
                <c:pt idx="3361">
                  <c:v>4.7528599999999998E-5</c:v>
                </c:pt>
                <c:pt idx="3362">
                  <c:v>4.7490200000000001E-5</c:v>
                </c:pt>
                <c:pt idx="3363">
                  <c:v>4.7452700000000001E-5</c:v>
                </c:pt>
                <c:pt idx="3364">
                  <c:v>4.7415600000000001E-5</c:v>
                </c:pt>
                <c:pt idx="3365">
                  <c:v>4.73781E-5</c:v>
                </c:pt>
                <c:pt idx="3366">
                  <c:v>4.7340099999999998E-5</c:v>
                </c:pt>
                <c:pt idx="3367">
                  <c:v>4.7302000000000002E-5</c:v>
                </c:pt>
                <c:pt idx="3368">
                  <c:v>4.72641E-5</c:v>
                </c:pt>
                <c:pt idx="3369">
                  <c:v>4.7226499999999999E-5</c:v>
                </c:pt>
                <c:pt idx="3370">
                  <c:v>4.7188899999999998E-5</c:v>
                </c:pt>
                <c:pt idx="3371">
                  <c:v>4.7151299999999997E-5</c:v>
                </c:pt>
                <c:pt idx="3372">
                  <c:v>4.7113800000000003E-5</c:v>
                </c:pt>
                <c:pt idx="3373">
                  <c:v>4.7076500000000002E-5</c:v>
                </c:pt>
                <c:pt idx="3374">
                  <c:v>4.70382E-5</c:v>
                </c:pt>
                <c:pt idx="3375">
                  <c:v>4.6999999999999997E-5</c:v>
                </c:pt>
                <c:pt idx="3376">
                  <c:v>4.6963299999999998E-5</c:v>
                </c:pt>
                <c:pt idx="3377">
                  <c:v>4.69269E-5</c:v>
                </c:pt>
                <c:pt idx="3378">
                  <c:v>4.689E-5</c:v>
                </c:pt>
                <c:pt idx="3379">
                  <c:v>4.6852599999999999E-5</c:v>
                </c:pt>
                <c:pt idx="3380">
                  <c:v>4.6814399999999997E-5</c:v>
                </c:pt>
                <c:pt idx="3381">
                  <c:v>4.6776200000000001E-5</c:v>
                </c:pt>
                <c:pt idx="3382">
                  <c:v>4.67385E-5</c:v>
                </c:pt>
                <c:pt idx="3383">
                  <c:v>4.6700699999999998E-5</c:v>
                </c:pt>
                <c:pt idx="3384">
                  <c:v>4.6662600000000003E-5</c:v>
                </c:pt>
                <c:pt idx="3385">
                  <c:v>4.6624500000000001E-5</c:v>
                </c:pt>
                <c:pt idx="3386">
                  <c:v>4.6586599999999999E-5</c:v>
                </c:pt>
                <c:pt idx="3387">
                  <c:v>4.6548899999999997E-5</c:v>
                </c:pt>
                <c:pt idx="3388">
                  <c:v>4.6511599999999997E-5</c:v>
                </c:pt>
                <c:pt idx="3389">
                  <c:v>4.6473800000000002E-5</c:v>
                </c:pt>
                <c:pt idx="3390">
                  <c:v>4.6434899999999998E-5</c:v>
                </c:pt>
                <c:pt idx="3391">
                  <c:v>4.6396000000000001E-5</c:v>
                </c:pt>
                <c:pt idx="3392">
                  <c:v>4.6357699999999998E-5</c:v>
                </c:pt>
                <c:pt idx="3393">
                  <c:v>4.6319200000000002E-5</c:v>
                </c:pt>
                <c:pt idx="3394">
                  <c:v>4.6280799999999999E-5</c:v>
                </c:pt>
                <c:pt idx="3395">
                  <c:v>4.6242899999999997E-5</c:v>
                </c:pt>
                <c:pt idx="3396">
                  <c:v>4.6204900000000002E-5</c:v>
                </c:pt>
                <c:pt idx="3397">
                  <c:v>4.61667E-5</c:v>
                </c:pt>
                <c:pt idx="3398">
                  <c:v>4.6128000000000003E-5</c:v>
                </c:pt>
                <c:pt idx="3399">
                  <c:v>4.60897E-5</c:v>
                </c:pt>
                <c:pt idx="3400">
                  <c:v>4.6051399999999998E-5</c:v>
                </c:pt>
                <c:pt idx="3401">
                  <c:v>4.60123E-5</c:v>
                </c:pt>
                <c:pt idx="3402">
                  <c:v>4.5973500000000003E-5</c:v>
                </c:pt>
                <c:pt idx="3403">
                  <c:v>4.5934399999999998E-5</c:v>
                </c:pt>
                <c:pt idx="3404">
                  <c:v>4.58947E-5</c:v>
                </c:pt>
                <c:pt idx="3405">
                  <c:v>4.5855600000000002E-5</c:v>
                </c:pt>
                <c:pt idx="3406">
                  <c:v>4.5816699999999998E-5</c:v>
                </c:pt>
                <c:pt idx="3407">
                  <c:v>4.5777800000000001E-5</c:v>
                </c:pt>
                <c:pt idx="3408">
                  <c:v>4.5738999999999997E-5</c:v>
                </c:pt>
                <c:pt idx="3409">
                  <c:v>4.5699799999999999E-5</c:v>
                </c:pt>
                <c:pt idx="3410">
                  <c:v>4.5660400000000001E-5</c:v>
                </c:pt>
                <c:pt idx="3411">
                  <c:v>4.5620600000000002E-5</c:v>
                </c:pt>
                <c:pt idx="3412">
                  <c:v>4.5580300000000001E-5</c:v>
                </c:pt>
                <c:pt idx="3413">
                  <c:v>4.5540500000000002E-5</c:v>
                </c:pt>
                <c:pt idx="3414">
                  <c:v>4.5501099999999997E-5</c:v>
                </c:pt>
                <c:pt idx="3415">
                  <c:v>4.5461299999999998E-5</c:v>
                </c:pt>
                <c:pt idx="3416">
                  <c:v>4.5421299999999998E-5</c:v>
                </c:pt>
                <c:pt idx="3417">
                  <c:v>4.5380699999999997E-5</c:v>
                </c:pt>
                <c:pt idx="3418">
                  <c:v>4.5340000000000003E-5</c:v>
                </c:pt>
                <c:pt idx="3419">
                  <c:v>4.5299800000000003E-5</c:v>
                </c:pt>
                <c:pt idx="3420">
                  <c:v>4.5258900000000001E-5</c:v>
                </c:pt>
                <c:pt idx="3421">
                  <c:v>4.5217399999999998E-5</c:v>
                </c:pt>
                <c:pt idx="3422">
                  <c:v>4.5176100000000003E-5</c:v>
                </c:pt>
                <c:pt idx="3423">
                  <c:v>4.5134399999999999E-5</c:v>
                </c:pt>
                <c:pt idx="3424">
                  <c:v>4.5092300000000002E-5</c:v>
                </c:pt>
                <c:pt idx="3425">
                  <c:v>4.5050299999999998E-5</c:v>
                </c:pt>
                <c:pt idx="3426">
                  <c:v>4.5008600000000001E-5</c:v>
                </c:pt>
                <c:pt idx="3427">
                  <c:v>4.4967199999999999E-5</c:v>
                </c:pt>
                <c:pt idx="3428">
                  <c:v>4.4925000000000001E-5</c:v>
                </c:pt>
                <c:pt idx="3429">
                  <c:v>4.4881900000000001E-5</c:v>
                </c:pt>
                <c:pt idx="3430">
                  <c:v>4.4839300000000003E-5</c:v>
                </c:pt>
                <c:pt idx="3431">
                  <c:v>4.4796799999999998E-5</c:v>
                </c:pt>
                <c:pt idx="3432">
                  <c:v>4.4754099999999999E-5</c:v>
                </c:pt>
                <c:pt idx="3433">
                  <c:v>4.4710799999999999E-5</c:v>
                </c:pt>
                <c:pt idx="3434">
                  <c:v>4.4666899999999998E-5</c:v>
                </c:pt>
                <c:pt idx="3435">
                  <c:v>4.4622900000000003E-5</c:v>
                </c:pt>
                <c:pt idx="3436">
                  <c:v>4.4578800000000001E-5</c:v>
                </c:pt>
                <c:pt idx="3437">
                  <c:v>4.4534599999999999E-5</c:v>
                </c:pt>
                <c:pt idx="3438">
                  <c:v>4.4489600000000002E-5</c:v>
                </c:pt>
                <c:pt idx="3439">
                  <c:v>4.4444399999999998E-5</c:v>
                </c:pt>
                <c:pt idx="3440">
                  <c:v>4.43994E-5</c:v>
                </c:pt>
                <c:pt idx="3441">
                  <c:v>4.4354200000000003E-5</c:v>
                </c:pt>
                <c:pt idx="3442">
                  <c:v>4.4308999999999999E-5</c:v>
                </c:pt>
                <c:pt idx="3443">
                  <c:v>4.42633E-5</c:v>
                </c:pt>
                <c:pt idx="3444">
                  <c:v>4.4217700000000002E-5</c:v>
                </c:pt>
                <c:pt idx="3445">
                  <c:v>4.4172999999999999E-5</c:v>
                </c:pt>
                <c:pt idx="3446">
                  <c:v>4.4127800000000001E-5</c:v>
                </c:pt>
                <c:pt idx="3447">
                  <c:v>4.4081800000000002E-5</c:v>
                </c:pt>
                <c:pt idx="3448">
                  <c:v>4.4035800000000003E-5</c:v>
                </c:pt>
                <c:pt idx="3449">
                  <c:v>4.3989799999999997E-5</c:v>
                </c:pt>
                <c:pt idx="3450">
                  <c:v>4.3943399999999997E-5</c:v>
                </c:pt>
                <c:pt idx="3451">
                  <c:v>4.3896500000000002E-5</c:v>
                </c:pt>
                <c:pt idx="3452">
                  <c:v>4.3849E-5</c:v>
                </c:pt>
                <c:pt idx="3453">
                  <c:v>4.3801699999999998E-5</c:v>
                </c:pt>
                <c:pt idx="3454">
                  <c:v>4.3754500000000003E-5</c:v>
                </c:pt>
                <c:pt idx="3455">
                  <c:v>4.3707500000000001E-5</c:v>
                </c:pt>
                <c:pt idx="3456">
                  <c:v>4.36608E-5</c:v>
                </c:pt>
                <c:pt idx="3457">
                  <c:v>4.3613499999999998E-5</c:v>
                </c:pt>
                <c:pt idx="3458">
                  <c:v>4.35646E-5</c:v>
                </c:pt>
                <c:pt idx="3459">
                  <c:v>4.35153E-5</c:v>
                </c:pt>
                <c:pt idx="3460">
                  <c:v>4.3466600000000002E-5</c:v>
                </c:pt>
                <c:pt idx="3461">
                  <c:v>4.3418099999999997E-5</c:v>
                </c:pt>
                <c:pt idx="3462">
                  <c:v>4.3368899999999997E-5</c:v>
                </c:pt>
                <c:pt idx="3463">
                  <c:v>4.3318500000000002E-5</c:v>
                </c:pt>
                <c:pt idx="3464">
                  <c:v>4.3268E-5</c:v>
                </c:pt>
                <c:pt idx="3465">
                  <c:v>4.3217799999999998E-5</c:v>
                </c:pt>
                <c:pt idx="3466">
                  <c:v>4.3167200000000002E-5</c:v>
                </c:pt>
                <c:pt idx="3467">
                  <c:v>4.31166E-5</c:v>
                </c:pt>
                <c:pt idx="3468">
                  <c:v>4.3065400000000003E-5</c:v>
                </c:pt>
                <c:pt idx="3469">
                  <c:v>4.3013699999999998E-5</c:v>
                </c:pt>
                <c:pt idx="3470">
                  <c:v>4.29623E-5</c:v>
                </c:pt>
                <c:pt idx="3471">
                  <c:v>4.2910100000000001E-5</c:v>
                </c:pt>
                <c:pt idx="3472">
                  <c:v>4.2857E-5</c:v>
                </c:pt>
                <c:pt idx="3473">
                  <c:v>4.2803799999999998E-5</c:v>
                </c:pt>
                <c:pt idx="3474">
                  <c:v>4.2750200000000003E-5</c:v>
                </c:pt>
                <c:pt idx="3475">
                  <c:v>4.2696700000000001E-5</c:v>
                </c:pt>
                <c:pt idx="3476">
                  <c:v>4.26438E-5</c:v>
                </c:pt>
                <c:pt idx="3477">
                  <c:v>4.2590199999999998E-5</c:v>
                </c:pt>
                <c:pt idx="3478">
                  <c:v>4.2534999999999998E-5</c:v>
                </c:pt>
                <c:pt idx="3479">
                  <c:v>4.2479499999999999E-5</c:v>
                </c:pt>
                <c:pt idx="3480">
                  <c:v>4.24245E-5</c:v>
                </c:pt>
                <c:pt idx="3481">
                  <c:v>4.23688E-5</c:v>
                </c:pt>
                <c:pt idx="3482">
                  <c:v>4.2312299999999998E-5</c:v>
                </c:pt>
                <c:pt idx="3483">
                  <c:v>4.2255200000000002E-5</c:v>
                </c:pt>
                <c:pt idx="3484">
                  <c:v>4.2197999999999998E-5</c:v>
                </c:pt>
                <c:pt idx="3485">
                  <c:v>4.2140800000000001E-5</c:v>
                </c:pt>
                <c:pt idx="3486">
                  <c:v>4.2083099999999997E-5</c:v>
                </c:pt>
                <c:pt idx="3487">
                  <c:v>4.2024599999999997E-5</c:v>
                </c:pt>
                <c:pt idx="3488">
                  <c:v>4.1964800000000002E-5</c:v>
                </c:pt>
                <c:pt idx="3489">
                  <c:v>4.1904899999999999E-5</c:v>
                </c:pt>
                <c:pt idx="3490">
                  <c:v>4.1846099999999999E-5</c:v>
                </c:pt>
                <c:pt idx="3491">
                  <c:v>4.1787199999999999E-5</c:v>
                </c:pt>
                <c:pt idx="3492">
                  <c:v>4.1727400000000003E-5</c:v>
                </c:pt>
                <c:pt idx="3493">
                  <c:v>4.16671E-5</c:v>
                </c:pt>
                <c:pt idx="3494">
                  <c:v>4.1606700000000003E-5</c:v>
                </c:pt>
                <c:pt idx="3495">
                  <c:v>4.1546099999999999E-5</c:v>
                </c:pt>
                <c:pt idx="3496">
                  <c:v>4.1485300000000001E-5</c:v>
                </c:pt>
                <c:pt idx="3497">
                  <c:v>4.1424100000000002E-5</c:v>
                </c:pt>
                <c:pt idx="3498">
                  <c:v>4.1361600000000001E-5</c:v>
                </c:pt>
                <c:pt idx="3499">
                  <c:v>4.1298099999999997E-5</c:v>
                </c:pt>
                <c:pt idx="3500">
                  <c:v>4.1233899999999998E-5</c:v>
                </c:pt>
                <c:pt idx="3501">
                  <c:v>4.1169499999999999E-5</c:v>
                </c:pt>
                <c:pt idx="3502">
                  <c:v>4.1105E-5</c:v>
                </c:pt>
                <c:pt idx="3503">
                  <c:v>4.1040200000000001E-5</c:v>
                </c:pt>
                <c:pt idx="3504">
                  <c:v>4.0975300000000001E-5</c:v>
                </c:pt>
                <c:pt idx="3505">
                  <c:v>4.0909099999999998E-5</c:v>
                </c:pt>
                <c:pt idx="3506">
                  <c:v>4.08424E-5</c:v>
                </c:pt>
                <c:pt idx="3507">
                  <c:v>4.0775200000000002E-5</c:v>
                </c:pt>
                <c:pt idx="3508">
                  <c:v>4.0707799999999997E-5</c:v>
                </c:pt>
                <c:pt idx="3509">
                  <c:v>4.0640399999999998E-5</c:v>
                </c:pt>
                <c:pt idx="3510">
                  <c:v>4.0572499999999998E-5</c:v>
                </c:pt>
                <c:pt idx="3511">
                  <c:v>4.0504799999999999E-5</c:v>
                </c:pt>
                <c:pt idx="3512">
                  <c:v>4.0435700000000003E-5</c:v>
                </c:pt>
                <c:pt idx="3513">
                  <c:v>4.03662E-5</c:v>
                </c:pt>
                <c:pt idx="3514">
                  <c:v>4.0297299999999998E-5</c:v>
                </c:pt>
                <c:pt idx="3515">
                  <c:v>4.02273E-5</c:v>
                </c:pt>
                <c:pt idx="3516">
                  <c:v>4.01563E-5</c:v>
                </c:pt>
                <c:pt idx="3517">
                  <c:v>4.0083899999999998E-5</c:v>
                </c:pt>
                <c:pt idx="3518">
                  <c:v>4.00109E-5</c:v>
                </c:pt>
                <c:pt idx="3519">
                  <c:v>3.9938000000000003E-5</c:v>
                </c:pt>
                <c:pt idx="3520">
                  <c:v>3.9864399999999997E-5</c:v>
                </c:pt>
                <c:pt idx="3521">
                  <c:v>3.9790599999999998E-5</c:v>
                </c:pt>
                <c:pt idx="3522">
                  <c:v>3.9716099999999997E-5</c:v>
                </c:pt>
                <c:pt idx="3523">
                  <c:v>3.9640700000000001E-5</c:v>
                </c:pt>
                <c:pt idx="3524">
                  <c:v>3.9565599999999999E-5</c:v>
                </c:pt>
                <c:pt idx="3525">
                  <c:v>3.9490399999999997E-5</c:v>
                </c:pt>
                <c:pt idx="3526">
                  <c:v>3.94143E-5</c:v>
                </c:pt>
                <c:pt idx="3527">
                  <c:v>3.9336799999999999E-5</c:v>
                </c:pt>
                <c:pt idx="3528">
                  <c:v>3.9258399999999997E-5</c:v>
                </c:pt>
                <c:pt idx="3529">
                  <c:v>3.91794E-5</c:v>
                </c:pt>
                <c:pt idx="3530">
                  <c:v>3.9100200000000002E-5</c:v>
                </c:pt>
                <c:pt idx="3531">
                  <c:v>3.9020000000000002E-5</c:v>
                </c:pt>
                <c:pt idx="3532">
                  <c:v>3.8938800000000001E-5</c:v>
                </c:pt>
                <c:pt idx="3533">
                  <c:v>3.8857199999999998E-5</c:v>
                </c:pt>
                <c:pt idx="3534">
                  <c:v>3.8775200000000001E-5</c:v>
                </c:pt>
                <c:pt idx="3535">
                  <c:v>3.8692400000000002E-5</c:v>
                </c:pt>
                <c:pt idx="3536">
                  <c:v>3.8609100000000003E-5</c:v>
                </c:pt>
                <c:pt idx="3537">
                  <c:v>3.8524900000000001E-5</c:v>
                </c:pt>
                <c:pt idx="3538">
                  <c:v>3.8439799999999997E-5</c:v>
                </c:pt>
                <c:pt idx="3539">
                  <c:v>3.83546E-5</c:v>
                </c:pt>
                <c:pt idx="3540">
                  <c:v>3.8268900000000002E-5</c:v>
                </c:pt>
                <c:pt idx="3541">
                  <c:v>3.8182100000000002E-5</c:v>
                </c:pt>
                <c:pt idx="3542">
                  <c:v>3.8093999999999998E-5</c:v>
                </c:pt>
                <c:pt idx="3543">
                  <c:v>3.8005700000000001E-5</c:v>
                </c:pt>
                <c:pt idx="3544">
                  <c:v>3.7917399999999997E-5</c:v>
                </c:pt>
                <c:pt idx="3545">
                  <c:v>3.7828399999999999E-5</c:v>
                </c:pt>
                <c:pt idx="3546">
                  <c:v>3.7737800000000003E-5</c:v>
                </c:pt>
                <c:pt idx="3547">
                  <c:v>3.7645499999999997E-5</c:v>
                </c:pt>
                <c:pt idx="3548">
                  <c:v>3.7553499999999999E-5</c:v>
                </c:pt>
                <c:pt idx="3549">
                  <c:v>3.74615E-5</c:v>
                </c:pt>
                <c:pt idx="3550">
                  <c:v>3.73684E-5</c:v>
                </c:pt>
                <c:pt idx="3551">
                  <c:v>3.7273300000000001E-5</c:v>
                </c:pt>
                <c:pt idx="3552">
                  <c:v>3.7177500000000001E-5</c:v>
                </c:pt>
                <c:pt idx="3553">
                  <c:v>3.7082700000000003E-5</c:v>
                </c:pt>
                <c:pt idx="3554">
                  <c:v>3.6986600000000003E-5</c:v>
                </c:pt>
                <c:pt idx="3555">
                  <c:v>3.6888799999999998E-5</c:v>
                </c:pt>
                <c:pt idx="3556">
                  <c:v>3.6789799999999998E-5</c:v>
                </c:pt>
                <c:pt idx="3557">
                  <c:v>3.6690000000000003E-5</c:v>
                </c:pt>
                <c:pt idx="3558">
                  <c:v>3.65899E-5</c:v>
                </c:pt>
                <c:pt idx="3559">
                  <c:v>3.6488300000000001E-5</c:v>
                </c:pt>
                <c:pt idx="3560">
                  <c:v>3.6385599999999999E-5</c:v>
                </c:pt>
                <c:pt idx="3561">
                  <c:v>3.6281800000000002E-5</c:v>
                </c:pt>
                <c:pt idx="3562">
                  <c:v>3.6177100000000003E-5</c:v>
                </c:pt>
                <c:pt idx="3563">
                  <c:v>3.6072299999999997E-5</c:v>
                </c:pt>
                <c:pt idx="3564">
                  <c:v>3.5967699999999998E-5</c:v>
                </c:pt>
                <c:pt idx="3565">
                  <c:v>3.5862299999999997E-5</c:v>
                </c:pt>
                <c:pt idx="3566">
                  <c:v>3.5754599999999998E-5</c:v>
                </c:pt>
                <c:pt idx="3567">
                  <c:v>3.5645600000000003E-5</c:v>
                </c:pt>
                <c:pt idx="3568">
                  <c:v>3.5536400000000001E-5</c:v>
                </c:pt>
                <c:pt idx="3569">
                  <c:v>3.5426799999999998E-5</c:v>
                </c:pt>
                <c:pt idx="3570">
                  <c:v>3.5315899999999998E-5</c:v>
                </c:pt>
                <c:pt idx="3571">
                  <c:v>3.5203600000000003E-5</c:v>
                </c:pt>
                <c:pt idx="3572">
                  <c:v>3.50909E-5</c:v>
                </c:pt>
                <c:pt idx="3573">
                  <c:v>3.4978499999999997E-5</c:v>
                </c:pt>
                <c:pt idx="3574">
                  <c:v>3.48656E-5</c:v>
                </c:pt>
                <c:pt idx="3575">
                  <c:v>3.47512E-5</c:v>
                </c:pt>
                <c:pt idx="3576">
                  <c:v>3.4635100000000003E-5</c:v>
                </c:pt>
                <c:pt idx="3577">
                  <c:v>3.4518699999999999E-5</c:v>
                </c:pt>
                <c:pt idx="3578">
                  <c:v>3.4401399999999999E-5</c:v>
                </c:pt>
                <c:pt idx="3579">
                  <c:v>3.4282000000000001E-5</c:v>
                </c:pt>
                <c:pt idx="3580">
                  <c:v>3.4161500000000001E-5</c:v>
                </c:pt>
                <c:pt idx="3581">
                  <c:v>3.4039799999999999E-5</c:v>
                </c:pt>
                <c:pt idx="3582">
                  <c:v>3.3917900000000003E-5</c:v>
                </c:pt>
                <c:pt idx="3583">
                  <c:v>3.3796E-5</c:v>
                </c:pt>
                <c:pt idx="3584">
                  <c:v>3.3673500000000002E-5</c:v>
                </c:pt>
                <c:pt idx="3585">
                  <c:v>3.3549600000000001E-5</c:v>
                </c:pt>
                <c:pt idx="3586">
                  <c:v>3.3424299999999998E-5</c:v>
                </c:pt>
                <c:pt idx="3587">
                  <c:v>3.32988E-5</c:v>
                </c:pt>
                <c:pt idx="3588">
                  <c:v>3.3172700000000002E-5</c:v>
                </c:pt>
                <c:pt idx="3589">
                  <c:v>3.3045800000000001E-5</c:v>
                </c:pt>
                <c:pt idx="3590">
                  <c:v>3.29183E-5</c:v>
                </c:pt>
                <c:pt idx="3591">
                  <c:v>3.2789800000000002E-5</c:v>
                </c:pt>
                <c:pt idx="3592">
                  <c:v>3.2660699999999997E-5</c:v>
                </c:pt>
                <c:pt idx="3593">
                  <c:v>3.2530999999999997E-5</c:v>
                </c:pt>
                <c:pt idx="3594">
                  <c:v>3.2400400000000002E-5</c:v>
                </c:pt>
                <c:pt idx="3595">
                  <c:v>3.2268299999999997E-5</c:v>
                </c:pt>
                <c:pt idx="3596">
                  <c:v>3.2134300000000002E-5</c:v>
                </c:pt>
                <c:pt idx="3597">
                  <c:v>3.1999999999999999E-5</c:v>
                </c:pt>
                <c:pt idx="3598">
                  <c:v>3.1866200000000003E-5</c:v>
                </c:pt>
                <c:pt idx="3599">
                  <c:v>3.17316E-5</c:v>
                </c:pt>
                <c:pt idx="3600">
                  <c:v>3.1595299999999999E-5</c:v>
                </c:pt>
                <c:pt idx="3601">
                  <c:v>3.1458399999999997E-5</c:v>
                </c:pt>
                <c:pt idx="3602">
                  <c:v>3.1321600000000002E-5</c:v>
                </c:pt>
                <c:pt idx="3603">
                  <c:v>3.11848E-5</c:v>
                </c:pt>
                <c:pt idx="3604">
                  <c:v>3.1047100000000003E-5</c:v>
                </c:pt>
                <c:pt idx="3605">
                  <c:v>3.0907000000000001E-5</c:v>
                </c:pt>
                <c:pt idx="3606">
                  <c:v>3.0766099999999997E-5</c:v>
                </c:pt>
                <c:pt idx="3607">
                  <c:v>3.0625199999999999E-5</c:v>
                </c:pt>
                <c:pt idx="3608">
                  <c:v>3.0483900000000001E-5</c:v>
                </c:pt>
                <c:pt idx="3609">
                  <c:v>3.0341600000000001E-5</c:v>
                </c:pt>
                <c:pt idx="3610">
                  <c:v>3.01975E-5</c:v>
                </c:pt>
                <c:pt idx="3611">
                  <c:v>3.0052600000000001E-5</c:v>
                </c:pt>
                <c:pt idx="3612">
                  <c:v>2.99086E-5</c:v>
                </c:pt>
                <c:pt idx="3613">
                  <c:v>2.97647E-5</c:v>
                </c:pt>
                <c:pt idx="3614">
                  <c:v>2.9620100000000001E-5</c:v>
                </c:pt>
                <c:pt idx="3615">
                  <c:v>2.9473100000000001E-5</c:v>
                </c:pt>
                <c:pt idx="3616">
                  <c:v>2.9325100000000002E-5</c:v>
                </c:pt>
                <c:pt idx="3617">
                  <c:v>2.91778E-5</c:v>
                </c:pt>
                <c:pt idx="3618">
                  <c:v>2.9030299999999999E-5</c:v>
                </c:pt>
                <c:pt idx="3619">
                  <c:v>2.8881999999999999E-5</c:v>
                </c:pt>
                <c:pt idx="3620">
                  <c:v>2.87324E-5</c:v>
                </c:pt>
                <c:pt idx="3621">
                  <c:v>2.85826E-5</c:v>
                </c:pt>
                <c:pt idx="3622">
                  <c:v>2.8433200000000001E-5</c:v>
                </c:pt>
                <c:pt idx="3623">
                  <c:v>2.8283600000000001E-5</c:v>
                </c:pt>
                <c:pt idx="3624">
                  <c:v>2.81329E-5</c:v>
                </c:pt>
                <c:pt idx="3625">
                  <c:v>2.7980700000000001E-5</c:v>
                </c:pt>
                <c:pt idx="3626">
                  <c:v>2.78286E-5</c:v>
                </c:pt>
                <c:pt idx="3627">
                  <c:v>2.7676400000000002E-5</c:v>
                </c:pt>
                <c:pt idx="3628">
                  <c:v>2.7523799999999999E-5</c:v>
                </c:pt>
                <c:pt idx="3629">
                  <c:v>2.7370699999999999E-5</c:v>
                </c:pt>
                <c:pt idx="3630">
                  <c:v>2.7217E-5</c:v>
                </c:pt>
                <c:pt idx="3631">
                  <c:v>2.7064300000000001E-5</c:v>
                </c:pt>
                <c:pt idx="3632">
                  <c:v>2.69123E-5</c:v>
                </c:pt>
                <c:pt idx="3633">
                  <c:v>2.67592E-5</c:v>
                </c:pt>
                <c:pt idx="3634">
                  <c:v>2.6603900000000001E-5</c:v>
                </c:pt>
                <c:pt idx="3635">
                  <c:v>2.6447600000000001E-5</c:v>
                </c:pt>
                <c:pt idx="3636">
                  <c:v>2.6292399999999999E-5</c:v>
                </c:pt>
                <c:pt idx="3637">
                  <c:v>2.6137599999999999E-5</c:v>
                </c:pt>
                <c:pt idx="3638">
                  <c:v>2.5981799999999999E-5</c:v>
                </c:pt>
                <c:pt idx="3639">
                  <c:v>2.5824900000000001E-5</c:v>
                </c:pt>
                <c:pt idx="3640">
                  <c:v>2.5669000000000001E-5</c:v>
                </c:pt>
                <c:pt idx="3641">
                  <c:v>2.5514600000000001E-5</c:v>
                </c:pt>
                <c:pt idx="3642">
                  <c:v>2.53597E-5</c:v>
                </c:pt>
                <c:pt idx="3643">
                  <c:v>2.5204299999999999E-5</c:v>
                </c:pt>
                <c:pt idx="3644">
                  <c:v>2.5049E-5</c:v>
                </c:pt>
                <c:pt idx="3645">
                  <c:v>2.4893400000000001E-5</c:v>
                </c:pt>
                <c:pt idx="3646">
                  <c:v>2.4737999999999999E-5</c:v>
                </c:pt>
                <c:pt idx="3647">
                  <c:v>2.4583199999999999E-5</c:v>
                </c:pt>
                <c:pt idx="3648">
                  <c:v>2.4428500000000002E-5</c:v>
                </c:pt>
                <c:pt idx="3649">
                  <c:v>2.4272699999999999E-5</c:v>
                </c:pt>
                <c:pt idx="3650">
                  <c:v>2.4116100000000001E-5</c:v>
                </c:pt>
                <c:pt idx="3651">
                  <c:v>2.39613E-5</c:v>
                </c:pt>
                <c:pt idx="3652">
                  <c:v>2.3807699999999999E-5</c:v>
                </c:pt>
                <c:pt idx="3653">
                  <c:v>2.3654200000000001E-5</c:v>
                </c:pt>
                <c:pt idx="3654">
                  <c:v>2.3499999999999999E-5</c:v>
                </c:pt>
                <c:pt idx="3655">
                  <c:v>2.3345000000000001E-5</c:v>
                </c:pt>
                <c:pt idx="3656">
                  <c:v>2.319E-5</c:v>
                </c:pt>
                <c:pt idx="3657">
                  <c:v>2.3036100000000001E-5</c:v>
                </c:pt>
                <c:pt idx="3658">
                  <c:v>2.2883300000000002E-5</c:v>
                </c:pt>
                <c:pt idx="3659">
                  <c:v>2.27296E-5</c:v>
                </c:pt>
                <c:pt idx="3660">
                  <c:v>2.2576199999999999E-5</c:v>
                </c:pt>
                <c:pt idx="3661">
                  <c:v>2.2423900000000001E-5</c:v>
                </c:pt>
                <c:pt idx="3662">
                  <c:v>2.22721E-5</c:v>
                </c:pt>
                <c:pt idx="3663">
                  <c:v>2.21208E-5</c:v>
                </c:pt>
                <c:pt idx="3664">
                  <c:v>2.19692E-5</c:v>
                </c:pt>
                <c:pt idx="3665">
                  <c:v>2.1817599999999999E-5</c:v>
                </c:pt>
                <c:pt idx="3666">
                  <c:v>2.1666900000000001E-5</c:v>
                </c:pt>
                <c:pt idx="3667">
                  <c:v>2.1517200000000001E-5</c:v>
                </c:pt>
                <c:pt idx="3668">
                  <c:v>2.13681E-5</c:v>
                </c:pt>
                <c:pt idx="3669">
                  <c:v>2.1219199999999998E-5</c:v>
                </c:pt>
                <c:pt idx="3670">
                  <c:v>2.1070500000000001E-5</c:v>
                </c:pt>
                <c:pt idx="3671">
                  <c:v>2.09218E-5</c:v>
                </c:pt>
                <c:pt idx="3672">
                  <c:v>2.0773700000000001E-5</c:v>
                </c:pt>
                <c:pt idx="3673">
                  <c:v>2.0625700000000001E-5</c:v>
                </c:pt>
                <c:pt idx="3674">
                  <c:v>2.0477599999999999E-5</c:v>
                </c:pt>
                <c:pt idx="3675">
                  <c:v>2.0330600000000001E-5</c:v>
                </c:pt>
                <c:pt idx="3676">
                  <c:v>2.0185300000000001E-5</c:v>
                </c:pt>
                <c:pt idx="3677">
                  <c:v>2.0039900000000001E-5</c:v>
                </c:pt>
                <c:pt idx="3678">
                  <c:v>1.9893899999999999E-5</c:v>
                </c:pt>
                <c:pt idx="3679">
                  <c:v>1.9749200000000001E-5</c:v>
                </c:pt>
                <c:pt idx="3680">
                  <c:v>1.96068E-5</c:v>
                </c:pt>
                <c:pt idx="3681">
                  <c:v>1.9465000000000001E-5</c:v>
                </c:pt>
                <c:pt idx="3682">
                  <c:v>1.9323699999999999E-5</c:v>
                </c:pt>
                <c:pt idx="3683">
                  <c:v>1.9183099999999999E-5</c:v>
                </c:pt>
                <c:pt idx="3684">
                  <c:v>1.9043100000000001E-5</c:v>
                </c:pt>
                <c:pt idx="3685">
                  <c:v>1.89038E-5</c:v>
                </c:pt>
                <c:pt idx="3686">
                  <c:v>1.87646E-5</c:v>
                </c:pt>
                <c:pt idx="3687">
                  <c:v>1.8627E-5</c:v>
                </c:pt>
                <c:pt idx="3688">
                  <c:v>1.84897E-5</c:v>
                </c:pt>
                <c:pt idx="3689">
                  <c:v>1.8352400000000001E-5</c:v>
                </c:pt>
                <c:pt idx="3690">
                  <c:v>1.8217099999999999E-5</c:v>
                </c:pt>
                <c:pt idx="3691">
                  <c:v>1.8082799999999999E-5</c:v>
                </c:pt>
                <c:pt idx="3692">
                  <c:v>1.7949300000000001E-5</c:v>
                </c:pt>
                <c:pt idx="3693">
                  <c:v>1.78157E-5</c:v>
                </c:pt>
                <c:pt idx="3694">
                  <c:v>1.7682799999999999E-5</c:v>
                </c:pt>
                <c:pt idx="3695">
                  <c:v>1.7551399999999999E-5</c:v>
                </c:pt>
                <c:pt idx="3696">
                  <c:v>1.7421199999999998E-5</c:v>
                </c:pt>
                <c:pt idx="3697">
                  <c:v>1.72921E-5</c:v>
                </c:pt>
                <c:pt idx="3698">
                  <c:v>1.7163099999999998E-5</c:v>
                </c:pt>
                <c:pt idx="3699">
                  <c:v>1.7034700000000001E-5</c:v>
                </c:pt>
                <c:pt idx="3700">
                  <c:v>1.6907600000000001E-5</c:v>
                </c:pt>
                <c:pt idx="3701">
                  <c:v>1.67821E-5</c:v>
                </c:pt>
                <c:pt idx="3702">
                  <c:v>1.66569E-5</c:v>
                </c:pt>
                <c:pt idx="3703">
                  <c:v>1.6532E-5</c:v>
                </c:pt>
                <c:pt idx="3704">
                  <c:v>1.64083E-5</c:v>
                </c:pt>
                <c:pt idx="3705">
                  <c:v>1.62863E-5</c:v>
                </c:pt>
                <c:pt idx="3706">
                  <c:v>1.6165399999999999E-5</c:v>
                </c:pt>
                <c:pt idx="3707">
                  <c:v>1.6044399999999998E-5</c:v>
                </c:pt>
                <c:pt idx="3708">
                  <c:v>1.5923899999999998E-5</c:v>
                </c:pt>
                <c:pt idx="3709">
                  <c:v>1.58057E-5</c:v>
                </c:pt>
                <c:pt idx="3710">
                  <c:v>1.56884E-5</c:v>
                </c:pt>
                <c:pt idx="3711">
                  <c:v>1.5571300000000001E-5</c:v>
                </c:pt>
                <c:pt idx="3712">
                  <c:v>1.54549E-5</c:v>
                </c:pt>
                <c:pt idx="3713">
                  <c:v>1.5338499999999999E-5</c:v>
                </c:pt>
                <c:pt idx="3714">
                  <c:v>1.5223E-5</c:v>
                </c:pt>
                <c:pt idx="3715">
                  <c:v>1.51094E-5</c:v>
                </c:pt>
                <c:pt idx="3716">
                  <c:v>1.4997100000000001E-5</c:v>
                </c:pt>
                <c:pt idx="3717">
                  <c:v>1.4885199999999999E-5</c:v>
                </c:pt>
                <c:pt idx="3718">
                  <c:v>1.47742E-5</c:v>
                </c:pt>
                <c:pt idx="3719">
                  <c:v>1.4664900000000001E-5</c:v>
                </c:pt>
                <c:pt idx="3720">
                  <c:v>1.45565E-5</c:v>
                </c:pt>
                <c:pt idx="3721">
                  <c:v>1.44491E-5</c:v>
                </c:pt>
                <c:pt idx="3722">
                  <c:v>1.43424E-5</c:v>
                </c:pt>
                <c:pt idx="3723">
                  <c:v>1.42364E-5</c:v>
                </c:pt>
                <c:pt idx="3724">
                  <c:v>1.41316E-5</c:v>
                </c:pt>
                <c:pt idx="3725">
                  <c:v>1.40279E-5</c:v>
                </c:pt>
                <c:pt idx="3726">
                  <c:v>1.39245E-5</c:v>
                </c:pt>
                <c:pt idx="3727">
                  <c:v>1.38224E-5</c:v>
                </c:pt>
                <c:pt idx="3728">
                  <c:v>1.3722399999999999E-5</c:v>
                </c:pt>
                <c:pt idx="3729">
                  <c:v>1.36237E-5</c:v>
                </c:pt>
                <c:pt idx="3730">
                  <c:v>1.3526000000000001E-5</c:v>
                </c:pt>
                <c:pt idx="3731">
                  <c:v>1.3428799999999999E-5</c:v>
                </c:pt>
                <c:pt idx="3732">
                  <c:v>1.33317E-5</c:v>
                </c:pt>
                <c:pt idx="3733">
                  <c:v>1.32352E-5</c:v>
                </c:pt>
                <c:pt idx="3734">
                  <c:v>1.31401E-5</c:v>
                </c:pt>
                <c:pt idx="3735">
                  <c:v>1.3045599999999999E-5</c:v>
                </c:pt>
                <c:pt idx="3736">
                  <c:v>1.2952000000000001E-5</c:v>
                </c:pt>
                <c:pt idx="3737">
                  <c:v>1.28599E-5</c:v>
                </c:pt>
                <c:pt idx="3738">
                  <c:v>1.2769700000000001E-5</c:v>
                </c:pt>
                <c:pt idx="3739">
                  <c:v>1.26807E-5</c:v>
                </c:pt>
                <c:pt idx="3740">
                  <c:v>1.25917E-5</c:v>
                </c:pt>
                <c:pt idx="3741">
                  <c:v>1.2503E-5</c:v>
                </c:pt>
                <c:pt idx="3742">
                  <c:v>1.24153E-5</c:v>
                </c:pt>
                <c:pt idx="3743">
                  <c:v>1.23288E-5</c:v>
                </c:pt>
                <c:pt idx="3744">
                  <c:v>1.22439E-5</c:v>
                </c:pt>
                <c:pt idx="3745">
                  <c:v>1.21599E-5</c:v>
                </c:pt>
                <c:pt idx="3746">
                  <c:v>1.20769E-5</c:v>
                </c:pt>
                <c:pt idx="3747">
                  <c:v>1.1994000000000001E-5</c:v>
                </c:pt>
                <c:pt idx="3748">
                  <c:v>1.1911399999999999E-5</c:v>
                </c:pt>
                <c:pt idx="3749">
                  <c:v>1.18306E-5</c:v>
                </c:pt>
                <c:pt idx="3750">
                  <c:v>1.1750799999999999E-5</c:v>
                </c:pt>
                <c:pt idx="3751">
                  <c:v>1.16713E-5</c:v>
                </c:pt>
                <c:pt idx="3752">
                  <c:v>1.15925E-5</c:v>
                </c:pt>
                <c:pt idx="3753">
                  <c:v>1.1515199999999999E-5</c:v>
                </c:pt>
                <c:pt idx="3754">
                  <c:v>1.1439300000000001E-5</c:v>
                </c:pt>
                <c:pt idx="3755">
                  <c:v>1.1364300000000001E-5</c:v>
                </c:pt>
                <c:pt idx="3756">
                  <c:v>1.12884E-5</c:v>
                </c:pt>
                <c:pt idx="3757">
                  <c:v>1.1212999999999999E-5</c:v>
                </c:pt>
                <c:pt idx="3758">
                  <c:v>1.1139699999999999E-5</c:v>
                </c:pt>
                <c:pt idx="3759">
                  <c:v>1.10683E-5</c:v>
                </c:pt>
                <c:pt idx="3760">
                  <c:v>1.0997499999999999E-5</c:v>
                </c:pt>
                <c:pt idx="3761">
                  <c:v>1.0926200000000001E-5</c:v>
                </c:pt>
                <c:pt idx="3762">
                  <c:v>1.0856000000000001E-5</c:v>
                </c:pt>
                <c:pt idx="3763">
                  <c:v>1.0787200000000001E-5</c:v>
                </c:pt>
                <c:pt idx="3764">
                  <c:v>1.0719299999999999E-5</c:v>
                </c:pt>
                <c:pt idx="3765">
                  <c:v>1.0652099999999999E-5</c:v>
                </c:pt>
                <c:pt idx="3766">
                  <c:v>1.05859E-5</c:v>
                </c:pt>
                <c:pt idx="3767">
                  <c:v>1.05204E-5</c:v>
                </c:pt>
                <c:pt idx="3768">
                  <c:v>1.0455000000000001E-5</c:v>
                </c:pt>
                <c:pt idx="3769">
                  <c:v>1.0390800000000001E-5</c:v>
                </c:pt>
                <c:pt idx="3770">
                  <c:v>1.0327599999999999E-5</c:v>
                </c:pt>
                <c:pt idx="3771">
                  <c:v>1.0265000000000001E-5</c:v>
                </c:pt>
                <c:pt idx="3772">
                  <c:v>1.0203200000000001E-5</c:v>
                </c:pt>
                <c:pt idx="3773">
                  <c:v>1.0141300000000001E-5</c:v>
                </c:pt>
                <c:pt idx="3774">
                  <c:v>1.00794E-5</c:v>
                </c:pt>
                <c:pt idx="3775">
                  <c:v>1.00188E-5</c:v>
                </c:pt>
                <c:pt idx="3776">
                  <c:v>9.9595399999999995E-6</c:v>
                </c:pt>
                <c:pt idx="3777">
                  <c:v>9.90167E-6</c:v>
                </c:pt>
                <c:pt idx="3778">
                  <c:v>9.8449699999999994E-6</c:v>
                </c:pt>
                <c:pt idx="3779">
                  <c:v>9.7877699999999993E-6</c:v>
                </c:pt>
                <c:pt idx="3780">
                  <c:v>9.7312900000000005E-6</c:v>
                </c:pt>
                <c:pt idx="3781">
                  <c:v>9.6754599999999997E-6</c:v>
                </c:pt>
                <c:pt idx="3782">
                  <c:v>9.61984E-6</c:v>
                </c:pt>
                <c:pt idx="3783">
                  <c:v>9.5654800000000004E-6</c:v>
                </c:pt>
                <c:pt idx="3784">
                  <c:v>9.51164E-6</c:v>
                </c:pt>
                <c:pt idx="3785">
                  <c:v>9.4590700000000002E-6</c:v>
                </c:pt>
                <c:pt idx="3786">
                  <c:v>9.4064300000000007E-6</c:v>
                </c:pt>
                <c:pt idx="3787">
                  <c:v>9.3534600000000001E-6</c:v>
                </c:pt>
                <c:pt idx="3788">
                  <c:v>9.3023799999999995E-6</c:v>
                </c:pt>
                <c:pt idx="3789">
                  <c:v>9.2527200000000001E-6</c:v>
                </c:pt>
                <c:pt idx="3790">
                  <c:v>9.2031300000000004E-6</c:v>
                </c:pt>
                <c:pt idx="3791">
                  <c:v>9.1535699999999995E-6</c:v>
                </c:pt>
                <c:pt idx="3792">
                  <c:v>9.1045200000000004E-6</c:v>
                </c:pt>
                <c:pt idx="3793">
                  <c:v>9.0555300000000004E-6</c:v>
                </c:pt>
                <c:pt idx="3794">
                  <c:v>9.0076699999999998E-6</c:v>
                </c:pt>
                <c:pt idx="3795">
                  <c:v>8.96067E-6</c:v>
                </c:pt>
                <c:pt idx="3796">
                  <c:v>8.9136599999999996E-6</c:v>
                </c:pt>
                <c:pt idx="3797">
                  <c:v>8.8677499999999999E-6</c:v>
                </c:pt>
                <c:pt idx="3798">
                  <c:v>8.8228999999999998E-6</c:v>
                </c:pt>
                <c:pt idx="3799">
                  <c:v>8.7785000000000007E-6</c:v>
                </c:pt>
                <c:pt idx="3800">
                  <c:v>8.7342500000000003E-6</c:v>
                </c:pt>
                <c:pt idx="3801">
                  <c:v>8.6900499999999999E-6</c:v>
                </c:pt>
                <c:pt idx="3802">
                  <c:v>8.6459600000000005E-6</c:v>
                </c:pt>
                <c:pt idx="3803">
                  <c:v>8.6030099999999995E-6</c:v>
                </c:pt>
                <c:pt idx="3804">
                  <c:v>8.5612399999999997E-6</c:v>
                </c:pt>
                <c:pt idx="3805">
                  <c:v>8.5195500000000004E-6</c:v>
                </c:pt>
                <c:pt idx="3806">
                  <c:v>8.4780999999999993E-6</c:v>
                </c:pt>
                <c:pt idx="3807">
                  <c:v>8.4375199999999998E-6</c:v>
                </c:pt>
                <c:pt idx="3808">
                  <c:v>8.3974300000000007E-6</c:v>
                </c:pt>
                <c:pt idx="3809">
                  <c:v>8.3574000000000007E-6</c:v>
                </c:pt>
                <c:pt idx="3810">
                  <c:v>8.3180900000000002E-6</c:v>
                </c:pt>
                <c:pt idx="3811">
                  <c:v>8.27922E-6</c:v>
                </c:pt>
                <c:pt idx="3812">
                  <c:v>8.2400999999999993E-6</c:v>
                </c:pt>
                <c:pt idx="3813">
                  <c:v>8.2023799999999999E-6</c:v>
                </c:pt>
                <c:pt idx="3814">
                  <c:v>8.1655300000000004E-6</c:v>
                </c:pt>
                <c:pt idx="3815">
                  <c:v>8.1285800000000007E-6</c:v>
                </c:pt>
                <c:pt idx="3816">
                  <c:v>8.0922800000000007E-6</c:v>
                </c:pt>
                <c:pt idx="3817">
                  <c:v>8.0562999999999994E-6</c:v>
                </c:pt>
                <c:pt idx="3818">
                  <c:v>8.02163E-6</c:v>
                </c:pt>
                <c:pt idx="3819">
                  <c:v>7.9876800000000001E-6</c:v>
                </c:pt>
                <c:pt idx="3820">
                  <c:v>7.9524899999999998E-6</c:v>
                </c:pt>
                <c:pt idx="3821">
                  <c:v>7.9172799999999999E-6</c:v>
                </c:pt>
                <c:pt idx="3822">
                  <c:v>7.8833600000000004E-6</c:v>
                </c:pt>
                <c:pt idx="3823">
                  <c:v>7.8494600000000006E-6</c:v>
                </c:pt>
                <c:pt idx="3824">
                  <c:v>7.8154800000000003E-6</c:v>
                </c:pt>
                <c:pt idx="3825">
                  <c:v>7.7826599999999998E-6</c:v>
                </c:pt>
                <c:pt idx="3826">
                  <c:v>7.7505300000000001E-6</c:v>
                </c:pt>
                <c:pt idx="3827">
                  <c:v>7.7186299999999997E-6</c:v>
                </c:pt>
                <c:pt idx="3828">
                  <c:v>7.6874000000000003E-6</c:v>
                </c:pt>
                <c:pt idx="3829">
                  <c:v>7.6556E-6</c:v>
                </c:pt>
                <c:pt idx="3830">
                  <c:v>7.6235099999999998E-6</c:v>
                </c:pt>
                <c:pt idx="3831">
                  <c:v>7.5925200000000003E-6</c:v>
                </c:pt>
                <c:pt idx="3832">
                  <c:v>7.5622899999999997E-6</c:v>
                </c:pt>
                <c:pt idx="3833">
                  <c:v>7.5326100000000004E-6</c:v>
                </c:pt>
                <c:pt idx="3834">
                  <c:v>7.5028200000000001E-6</c:v>
                </c:pt>
                <c:pt idx="3835">
                  <c:v>7.4726999999999996E-6</c:v>
                </c:pt>
                <c:pt idx="3836">
                  <c:v>7.4438499999999999E-6</c:v>
                </c:pt>
                <c:pt idx="3837">
                  <c:v>7.4158299999999998E-6</c:v>
                </c:pt>
                <c:pt idx="3838">
                  <c:v>7.3881800000000001E-6</c:v>
                </c:pt>
                <c:pt idx="3839">
                  <c:v>7.3606600000000003E-6</c:v>
                </c:pt>
                <c:pt idx="3840">
                  <c:v>7.3327799999999998E-6</c:v>
                </c:pt>
                <c:pt idx="3841">
                  <c:v>7.3051800000000002E-6</c:v>
                </c:pt>
                <c:pt idx="3842">
                  <c:v>7.2780700000000003E-6</c:v>
                </c:pt>
                <c:pt idx="3843">
                  <c:v>7.2508299999999997E-6</c:v>
                </c:pt>
                <c:pt idx="3844">
                  <c:v>7.2227499999999996E-6</c:v>
                </c:pt>
                <c:pt idx="3845">
                  <c:v>7.1954800000000003E-6</c:v>
                </c:pt>
                <c:pt idx="3846">
                  <c:v>7.1696699999999997E-6</c:v>
                </c:pt>
                <c:pt idx="3847">
                  <c:v>7.1439600000000003E-6</c:v>
                </c:pt>
                <c:pt idx="3848">
                  <c:v>7.1190699999999998E-6</c:v>
                </c:pt>
                <c:pt idx="3849">
                  <c:v>7.0944600000000002E-6</c:v>
                </c:pt>
                <c:pt idx="3850">
                  <c:v>7.0695400000000001E-6</c:v>
                </c:pt>
                <c:pt idx="3851">
                  <c:v>7.04531E-6</c:v>
                </c:pt>
                <c:pt idx="3852">
                  <c:v>7.0212200000000003E-6</c:v>
                </c:pt>
                <c:pt idx="3853">
                  <c:v>6.9971700000000001E-6</c:v>
                </c:pt>
                <c:pt idx="3854">
                  <c:v>6.9733400000000001E-6</c:v>
                </c:pt>
                <c:pt idx="3855">
                  <c:v>6.94997E-6</c:v>
                </c:pt>
                <c:pt idx="3856">
                  <c:v>6.9270599999999999E-6</c:v>
                </c:pt>
                <c:pt idx="3857">
                  <c:v>6.9039000000000001E-6</c:v>
                </c:pt>
                <c:pt idx="3858">
                  <c:v>6.8806599999999998E-6</c:v>
                </c:pt>
                <c:pt idx="3859">
                  <c:v>6.8577899999999999E-6</c:v>
                </c:pt>
                <c:pt idx="3860">
                  <c:v>6.8353399999999998E-6</c:v>
                </c:pt>
                <c:pt idx="3861">
                  <c:v>6.8130400000000001E-6</c:v>
                </c:pt>
                <c:pt idx="3862">
                  <c:v>6.7904799999999999E-6</c:v>
                </c:pt>
                <c:pt idx="3863">
                  <c:v>6.7683299999999996E-6</c:v>
                </c:pt>
                <c:pt idx="3864">
                  <c:v>6.7471199999999999E-6</c:v>
                </c:pt>
                <c:pt idx="3865">
                  <c:v>6.7265199999999996E-6</c:v>
                </c:pt>
                <c:pt idx="3866">
                  <c:v>6.7064200000000004E-6</c:v>
                </c:pt>
                <c:pt idx="3867">
                  <c:v>6.6857899999999997E-6</c:v>
                </c:pt>
                <c:pt idx="3868">
                  <c:v>6.6646900000000001E-6</c:v>
                </c:pt>
                <c:pt idx="3869">
                  <c:v>6.6440299999999998E-6</c:v>
                </c:pt>
                <c:pt idx="3870">
                  <c:v>6.6236100000000003E-6</c:v>
                </c:pt>
                <c:pt idx="3871">
                  <c:v>6.6032700000000004E-6</c:v>
                </c:pt>
                <c:pt idx="3872">
                  <c:v>6.5833600000000001E-6</c:v>
                </c:pt>
                <c:pt idx="3873">
                  <c:v>6.5639900000000003E-6</c:v>
                </c:pt>
                <c:pt idx="3874">
                  <c:v>6.5440000000000004E-6</c:v>
                </c:pt>
                <c:pt idx="3875">
                  <c:v>6.5243000000000004E-6</c:v>
                </c:pt>
                <c:pt idx="3876">
                  <c:v>6.5057999999999996E-6</c:v>
                </c:pt>
                <c:pt idx="3877">
                  <c:v>6.4864999999999996E-6</c:v>
                </c:pt>
                <c:pt idx="3878">
                  <c:v>6.4672300000000001E-6</c:v>
                </c:pt>
                <c:pt idx="3879">
                  <c:v>6.4488699999999998E-6</c:v>
                </c:pt>
                <c:pt idx="3880">
                  <c:v>6.4304100000000002E-6</c:v>
                </c:pt>
                <c:pt idx="3881">
                  <c:v>6.4122199999999999E-6</c:v>
                </c:pt>
                <c:pt idx="3882">
                  <c:v>6.3946099999999996E-6</c:v>
                </c:pt>
                <c:pt idx="3883">
                  <c:v>6.3768999999999999E-6</c:v>
                </c:pt>
                <c:pt idx="3884">
                  <c:v>6.3587599999999997E-6</c:v>
                </c:pt>
                <c:pt idx="3885">
                  <c:v>6.3411799999999998E-6</c:v>
                </c:pt>
                <c:pt idx="3886">
                  <c:v>6.32417E-6</c:v>
                </c:pt>
                <c:pt idx="3887">
                  <c:v>6.3073599999999997E-6</c:v>
                </c:pt>
                <c:pt idx="3888">
                  <c:v>6.29051E-6</c:v>
                </c:pt>
                <c:pt idx="3889">
                  <c:v>6.2728600000000003E-6</c:v>
                </c:pt>
                <c:pt idx="3890">
                  <c:v>6.2554299999999998E-6</c:v>
                </c:pt>
                <c:pt idx="3891">
                  <c:v>6.2385800000000002E-6</c:v>
                </c:pt>
                <c:pt idx="3892">
                  <c:v>6.2215200000000002E-6</c:v>
                </c:pt>
                <c:pt idx="3893">
                  <c:v>6.20499E-6</c:v>
                </c:pt>
                <c:pt idx="3894">
                  <c:v>6.18874E-6</c:v>
                </c:pt>
                <c:pt idx="3895">
                  <c:v>6.1718799999999996E-6</c:v>
                </c:pt>
                <c:pt idx="3896">
                  <c:v>6.1547200000000003E-6</c:v>
                </c:pt>
                <c:pt idx="3897">
                  <c:v>6.1389499999999999E-6</c:v>
                </c:pt>
                <c:pt idx="3898">
                  <c:v>6.1240400000000004E-6</c:v>
                </c:pt>
                <c:pt idx="3899">
                  <c:v>6.1084300000000002E-6</c:v>
                </c:pt>
                <c:pt idx="3900">
                  <c:v>6.0921800000000002E-6</c:v>
                </c:pt>
                <c:pt idx="3901">
                  <c:v>6.0763099999999996E-6</c:v>
                </c:pt>
                <c:pt idx="3902">
                  <c:v>6.0613800000000004E-6</c:v>
                </c:pt>
                <c:pt idx="3903">
                  <c:v>6.0461499999999997E-6</c:v>
                </c:pt>
                <c:pt idx="3904">
                  <c:v>6.0312199999999997E-6</c:v>
                </c:pt>
                <c:pt idx="3905">
                  <c:v>6.0166000000000001E-6</c:v>
                </c:pt>
                <c:pt idx="3906">
                  <c:v>6.0012799999999999E-6</c:v>
                </c:pt>
                <c:pt idx="3907">
                  <c:v>5.9862200000000001E-6</c:v>
                </c:pt>
                <c:pt idx="3908">
                  <c:v>5.9716499999999998E-6</c:v>
                </c:pt>
                <c:pt idx="3909">
                  <c:v>5.9576399999999998E-6</c:v>
                </c:pt>
                <c:pt idx="3910">
                  <c:v>5.9430200000000002E-6</c:v>
                </c:pt>
                <c:pt idx="3911">
                  <c:v>5.9271000000000004E-6</c:v>
                </c:pt>
                <c:pt idx="3912">
                  <c:v>5.9115500000000002E-6</c:v>
                </c:pt>
                <c:pt idx="3913">
                  <c:v>5.8976099999999999E-6</c:v>
                </c:pt>
                <c:pt idx="3914">
                  <c:v>5.8846100000000002E-6</c:v>
                </c:pt>
                <c:pt idx="3915">
                  <c:v>5.8711200000000001E-6</c:v>
                </c:pt>
                <c:pt idx="3916">
                  <c:v>5.8573699999999996E-6</c:v>
                </c:pt>
                <c:pt idx="3917">
                  <c:v>5.8432399999999996E-6</c:v>
                </c:pt>
                <c:pt idx="3918">
                  <c:v>5.8286800000000001E-6</c:v>
                </c:pt>
                <c:pt idx="3919">
                  <c:v>5.81427E-6</c:v>
                </c:pt>
                <c:pt idx="3920">
                  <c:v>5.8002199999999997E-6</c:v>
                </c:pt>
                <c:pt idx="3921">
                  <c:v>5.7866800000000003E-6</c:v>
                </c:pt>
                <c:pt idx="3922">
                  <c:v>5.7731099999999997E-6</c:v>
                </c:pt>
                <c:pt idx="3923">
                  <c:v>5.7594299999999998E-6</c:v>
                </c:pt>
                <c:pt idx="3924">
                  <c:v>5.7461199999999996E-6</c:v>
                </c:pt>
                <c:pt idx="3925">
                  <c:v>5.7330300000000004E-6</c:v>
                </c:pt>
                <c:pt idx="3926">
                  <c:v>5.7205999999999999E-6</c:v>
                </c:pt>
                <c:pt idx="3927">
                  <c:v>5.7084000000000003E-6</c:v>
                </c:pt>
                <c:pt idx="3928">
                  <c:v>5.6955799999999996E-6</c:v>
                </c:pt>
                <c:pt idx="3929">
                  <c:v>5.6825500000000003E-6</c:v>
                </c:pt>
                <c:pt idx="3930">
                  <c:v>5.6694500000000004E-6</c:v>
                </c:pt>
                <c:pt idx="3931">
                  <c:v>5.6563299999999999E-6</c:v>
                </c:pt>
                <c:pt idx="3932">
                  <c:v>5.6431999999999996E-6</c:v>
                </c:pt>
                <c:pt idx="3933">
                  <c:v>5.6300700000000001E-6</c:v>
                </c:pt>
                <c:pt idx="3934">
                  <c:v>5.61704E-6</c:v>
                </c:pt>
                <c:pt idx="3935">
                  <c:v>5.6044400000000003E-6</c:v>
                </c:pt>
                <c:pt idx="3936">
                  <c:v>5.5925799999999999E-6</c:v>
                </c:pt>
                <c:pt idx="3937">
                  <c:v>5.5801600000000001E-6</c:v>
                </c:pt>
                <c:pt idx="3938">
                  <c:v>5.5668699999999996E-6</c:v>
                </c:pt>
                <c:pt idx="3939">
                  <c:v>5.5537900000000002E-6</c:v>
                </c:pt>
                <c:pt idx="3940">
                  <c:v>5.5410699999999998E-6</c:v>
                </c:pt>
                <c:pt idx="3941">
                  <c:v>5.5288700000000001E-6</c:v>
                </c:pt>
                <c:pt idx="3942">
                  <c:v>5.5169399999999999E-6</c:v>
                </c:pt>
                <c:pt idx="3943">
                  <c:v>5.5053100000000003E-6</c:v>
                </c:pt>
                <c:pt idx="3944">
                  <c:v>5.4934699999999996E-6</c:v>
                </c:pt>
                <c:pt idx="3945">
                  <c:v>5.4815599999999999E-6</c:v>
                </c:pt>
                <c:pt idx="3946">
                  <c:v>5.4699400000000002E-6</c:v>
                </c:pt>
                <c:pt idx="3947">
                  <c:v>5.4581000000000003E-6</c:v>
                </c:pt>
                <c:pt idx="3948">
                  <c:v>5.44629E-6</c:v>
                </c:pt>
                <c:pt idx="3949">
                  <c:v>5.4344E-6</c:v>
                </c:pt>
                <c:pt idx="3950">
                  <c:v>5.4216800000000004E-6</c:v>
                </c:pt>
                <c:pt idx="3951">
                  <c:v>5.4083899999999999E-6</c:v>
                </c:pt>
                <c:pt idx="3952">
                  <c:v>5.3962899999999996E-6</c:v>
                </c:pt>
                <c:pt idx="3953">
                  <c:v>5.3851000000000003E-6</c:v>
                </c:pt>
                <c:pt idx="3954">
                  <c:v>5.37381E-6</c:v>
                </c:pt>
                <c:pt idx="3955">
                  <c:v>5.3624800000000002E-6</c:v>
                </c:pt>
                <c:pt idx="3956">
                  <c:v>5.3512499999999998E-6</c:v>
                </c:pt>
                <c:pt idx="3957">
                  <c:v>5.3399399999999997E-6</c:v>
                </c:pt>
                <c:pt idx="3958">
                  <c:v>5.32861E-6</c:v>
                </c:pt>
                <c:pt idx="3959">
                  <c:v>5.3172700000000003E-6</c:v>
                </c:pt>
                <c:pt idx="3960">
                  <c:v>5.3062299999999997E-6</c:v>
                </c:pt>
                <c:pt idx="3961">
                  <c:v>5.2949900000000003E-6</c:v>
                </c:pt>
                <c:pt idx="3962">
                  <c:v>5.2837799999999996E-6</c:v>
                </c:pt>
                <c:pt idx="3963">
                  <c:v>5.2724800000000002E-6</c:v>
                </c:pt>
                <c:pt idx="3964">
                  <c:v>5.2610500000000002E-6</c:v>
                </c:pt>
                <c:pt idx="3965">
                  <c:v>5.25038E-6</c:v>
                </c:pt>
                <c:pt idx="3966">
                  <c:v>5.2389599999999999E-6</c:v>
                </c:pt>
                <c:pt idx="3967">
                  <c:v>5.2272900000000001E-6</c:v>
                </c:pt>
                <c:pt idx="3968">
                  <c:v>5.2162400000000004E-6</c:v>
                </c:pt>
                <c:pt idx="3969">
                  <c:v>5.2056900000000001E-6</c:v>
                </c:pt>
                <c:pt idx="3970">
                  <c:v>5.1953099999999999E-6</c:v>
                </c:pt>
                <c:pt idx="3971">
                  <c:v>5.1846899999999998E-6</c:v>
                </c:pt>
                <c:pt idx="3972">
                  <c:v>5.1736800000000004E-6</c:v>
                </c:pt>
                <c:pt idx="3973">
                  <c:v>5.1621600000000001E-6</c:v>
                </c:pt>
                <c:pt idx="3974">
                  <c:v>5.1510499999999996E-6</c:v>
                </c:pt>
                <c:pt idx="3975">
                  <c:v>5.1404900000000003E-6</c:v>
                </c:pt>
                <c:pt idx="3976">
                  <c:v>5.1301999999999996E-6</c:v>
                </c:pt>
                <c:pt idx="3977">
                  <c:v>5.1200000000000001E-6</c:v>
                </c:pt>
                <c:pt idx="3978">
                  <c:v>5.10944E-6</c:v>
                </c:pt>
                <c:pt idx="3979">
                  <c:v>5.09916E-6</c:v>
                </c:pt>
                <c:pt idx="3980">
                  <c:v>5.0894599999999999E-6</c:v>
                </c:pt>
                <c:pt idx="3981">
                  <c:v>5.07986E-6</c:v>
                </c:pt>
                <c:pt idx="3982">
                  <c:v>5.0691000000000003E-6</c:v>
                </c:pt>
                <c:pt idx="3983">
                  <c:v>5.0576499999999998E-6</c:v>
                </c:pt>
                <c:pt idx="3984">
                  <c:v>5.0470699999999999E-6</c:v>
                </c:pt>
                <c:pt idx="3985">
                  <c:v>5.0367800000000001E-6</c:v>
                </c:pt>
                <c:pt idx="3986">
                  <c:v>5.0260800000000003E-6</c:v>
                </c:pt>
                <c:pt idx="3987">
                  <c:v>5.01456E-6</c:v>
                </c:pt>
                <c:pt idx="3988">
                  <c:v>5.0035600000000004E-6</c:v>
                </c:pt>
                <c:pt idx="3989">
                  <c:v>4.99342E-6</c:v>
                </c:pt>
                <c:pt idx="3990">
                  <c:v>4.9829799999999999E-6</c:v>
                </c:pt>
                <c:pt idx="3991">
                  <c:v>4.9727300000000002E-6</c:v>
                </c:pt>
                <c:pt idx="3992">
                  <c:v>4.9624500000000002E-6</c:v>
                </c:pt>
                <c:pt idx="3993">
                  <c:v>4.9518599999999997E-6</c:v>
                </c:pt>
                <c:pt idx="3994">
                  <c:v>4.9415699999999999E-6</c:v>
                </c:pt>
                <c:pt idx="3995">
                  <c:v>4.9317700000000004E-6</c:v>
                </c:pt>
                <c:pt idx="3996">
                  <c:v>4.9218299999999996E-6</c:v>
                </c:pt>
                <c:pt idx="3997">
                  <c:v>4.9118600000000001E-6</c:v>
                </c:pt>
                <c:pt idx="3998">
                  <c:v>4.9020900000000002E-6</c:v>
                </c:pt>
                <c:pt idx="3999">
                  <c:v>4.8922399999999998E-6</c:v>
                </c:pt>
              </c:numCache>
            </c:numRef>
          </c:xVal>
          <c:yVal>
            <c:numRef>
              <c:f>'0.6M 15%KCl-3'!$J$26:$J$4025</c:f>
              <c:numCache>
                <c:formatCode>0.00</c:formatCode>
                <c:ptCount val="4000"/>
                <c:pt idx="0">
                  <c:v>0.49945800000000001</c:v>
                </c:pt>
                <c:pt idx="1">
                  <c:v>0.49947900000000001</c:v>
                </c:pt>
                <c:pt idx="2">
                  <c:v>0.499809</c:v>
                </c:pt>
                <c:pt idx="3">
                  <c:v>0.50024800000000003</c:v>
                </c:pt>
                <c:pt idx="4">
                  <c:v>0.500726</c:v>
                </c:pt>
                <c:pt idx="5">
                  <c:v>0.50121800000000005</c:v>
                </c:pt>
                <c:pt idx="6">
                  <c:v>0.50171399999999999</c:v>
                </c:pt>
                <c:pt idx="7">
                  <c:v>0.50221400000000005</c:v>
                </c:pt>
                <c:pt idx="8">
                  <c:v>0.50271299999999997</c:v>
                </c:pt>
                <c:pt idx="9">
                  <c:v>0.50321300000000002</c:v>
                </c:pt>
                <c:pt idx="10">
                  <c:v>0.50371299999999997</c:v>
                </c:pt>
                <c:pt idx="11">
                  <c:v>0.50421400000000005</c:v>
                </c:pt>
                <c:pt idx="12">
                  <c:v>0.50471500000000002</c:v>
                </c:pt>
                <c:pt idx="13">
                  <c:v>0.50521499999999997</c:v>
                </c:pt>
                <c:pt idx="14">
                  <c:v>0.50571600000000005</c:v>
                </c:pt>
                <c:pt idx="15">
                  <c:v>0.506216</c:v>
                </c:pt>
                <c:pt idx="16">
                  <c:v>0.506718</c:v>
                </c:pt>
                <c:pt idx="17">
                  <c:v>0.50722</c:v>
                </c:pt>
                <c:pt idx="18">
                  <c:v>0.50772099999999998</c:v>
                </c:pt>
                <c:pt idx="19">
                  <c:v>0.50822000000000001</c:v>
                </c:pt>
                <c:pt idx="20">
                  <c:v>0.50871900000000003</c:v>
                </c:pt>
                <c:pt idx="21">
                  <c:v>0.50922000000000001</c:v>
                </c:pt>
                <c:pt idx="22">
                  <c:v>0.50971999999999995</c:v>
                </c:pt>
                <c:pt idx="23">
                  <c:v>0.51022000000000001</c:v>
                </c:pt>
                <c:pt idx="24">
                  <c:v>0.51071999999999995</c:v>
                </c:pt>
                <c:pt idx="25">
                  <c:v>0.51121899999999998</c:v>
                </c:pt>
                <c:pt idx="26">
                  <c:v>0.51171999999999995</c:v>
                </c:pt>
                <c:pt idx="27">
                  <c:v>0.51222000000000001</c:v>
                </c:pt>
                <c:pt idx="28">
                  <c:v>0.51271900000000004</c:v>
                </c:pt>
                <c:pt idx="29">
                  <c:v>0.51321600000000001</c:v>
                </c:pt>
                <c:pt idx="30">
                  <c:v>0.513714</c:v>
                </c:pt>
                <c:pt idx="31">
                  <c:v>0.51421399999999995</c:v>
                </c:pt>
                <c:pt idx="32">
                  <c:v>0.51471500000000003</c:v>
                </c:pt>
                <c:pt idx="33">
                  <c:v>0.51521399999999995</c:v>
                </c:pt>
                <c:pt idx="34">
                  <c:v>0.51571400000000001</c:v>
                </c:pt>
                <c:pt idx="35">
                  <c:v>0.51621499999999998</c:v>
                </c:pt>
                <c:pt idx="36">
                  <c:v>0.51671699999999998</c:v>
                </c:pt>
                <c:pt idx="37">
                  <c:v>0.51721799999999996</c:v>
                </c:pt>
                <c:pt idx="38">
                  <c:v>0.51771800000000001</c:v>
                </c:pt>
                <c:pt idx="39">
                  <c:v>0.51821700000000004</c:v>
                </c:pt>
                <c:pt idx="40">
                  <c:v>0.51871599999999995</c:v>
                </c:pt>
                <c:pt idx="41">
                  <c:v>0.51921600000000001</c:v>
                </c:pt>
                <c:pt idx="42">
                  <c:v>0.51971699999999998</c:v>
                </c:pt>
                <c:pt idx="43">
                  <c:v>0.52021499999999998</c:v>
                </c:pt>
                <c:pt idx="44">
                  <c:v>0.52071400000000001</c:v>
                </c:pt>
                <c:pt idx="45">
                  <c:v>0.52121300000000004</c:v>
                </c:pt>
                <c:pt idx="46">
                  <c:v>0.52171299999999998</c:v>
                </c:pt>
                <c:pt idx="47">
                  <c:v>0.52221300000000004</c:v>
                </c:pt>
                <c:pt idx="48">
                  <c:v>0.52271199999999995</c:v>
                </c:pt>
                <c:pt idx="49">
                  <c:v>0.52320999999999995</c:v>
                </c:pt>
                <c:pt idx="50">
                  <c:v>0.52370899999999998</c:v>
                </c:pt>
                <c:pt idx="51">
                  <c:v>0.52420999999999995</c:v>
                </c:pt>
                <c:pt idx="52">
                  <c:v>0.52471000000000001</c:v>
                </c:pt>
                <c:pt idx="53">
                  <c:v>0.52521099999999998</c:v>
                </c:pt>
                <c:pt idx="54">
                  <c:v>0.52571199999999996</c:v>
                </c:pt>
                <c:pt idx="55">
                  <c:v>0.52621399999999996</c:v>
                </c:pt>
                <c:pt idx="56">
                  <c:v>0.52671599999999996</c:v>
                </c:pt>
                <c:pt idx="57">
                  <c:v>0.52721700000000005</c:v>
                </c:pt>
                <c:pt idx="58">
                  <c:v>0.52771500000000005</c:v>
                </c:pt>
                <c:pt idx="59">
                  <c:v>0.52821399999999996</c:v>
                </c:pt>
                <c:pt idx="60">
                  <c:v>0.52871400000000002</c:v>
                </c:pt>
                <c:pt idx="61">
                  <c:v>0.52921399999999996</c:v>
                </c:pt>
                <c:pt idx="62">
                  <c:v>0.52971400000000002</c:v>
                </c:pt>
                <c:pt idx="63">
                  <c:v>0.53021399999999996</c:v>
                </c:pt>
                <c:pt idx="64">
                  <c:v>0.53071400000000002</c:v>
                </c:pt>
                <c:pt idx="65">
                  <c:v>0.53121399999999996</c:v>
                </c:pt>
                <c:pt idx="66">
                  <c:v>0.53171299999999999</c:v>
                </c:pt>
                <c:pt idx="67">
                  <c:v>0.53221200000000002</c:v>
                </c:pt>
                <c:pt idx="68">
                  <c:v>0.53271100000000005</c:v>
                </c:pt>
                <c:pt idx="69">
                  <c:v>0.53320999999999996</c:v>
                </c:pt>
                <c:pt idx="70">
                  <c:v>0.53371000000000002</c:v>
                </c:pt>
                <c:pt idx="71">
                  <c:v>0.53421099999999999</c:v>
                </c:pt>
                <c:pt idx="72">
                  <c:v>0.53471199999999997</c:v>
                </c:pt>
                <c:pt idx="73">
                  <c:v>0.53521200000000002</c:v>
                </c:pt>
                <c:pt idx="74">
                  <c:v>0.53571199999999997</c:v>
                </c:pt>
                <c:pt idx="75">
                  <c:v>0.53621300000000005</c:v>
                </c:pt>
                <c:pt idx="76">
                  <c:v>0.536713</c:v>
                </c:pt>
                <c:pt idx="77">
                  <c:v>0.53721200000000002</c:v>
                </c:pt>
                <c:pt idx="78">
                  <c:v>0.53770899999999999</c:v>
                </c:pt>
                <c:pt idx="79">
                  <c:v>0.53820800000000002</c:v>
                </c:pt>
                <c:pt idx="80">
                  <c:v>0.53870799999999996</c:v>
                </c:pt>
                <c:pt idx="81">
                  <c:v>0.53920900000000005</c:v>
                </c:pt>
                <c:pt idx="82">
                  <c:v>0.53970799999999997</c:v>
                </c:pt>
                <c:pt idx="83">
                  <c:v>0.54020699999999999</c:v>
                </c:pt>
                <c:pt idx="84">
                  <c:v>0.54070700000000005</c:v>
                </c:pt>
                <c:pt idx="85">
                  <c:v>0.54120699999999999</c:v>
                </c:pt>
                <c:pt idx="86">
                  <c:v>0.54170799999999997</c:v>
                </c:pt>
                <c:pt idx="87">
                  <c:v>0.54220800000000002</c:v>
                </c:pt>
                <c:pt idx="88">
                  <c:v>0.54270600000000002</c:v>
                </c:pt>
                <c:pt idx="89">
                  <c:v>0.54320599999999997</c:v>
                </c:pt>
                <c:pt idx="90">
                  <c:v>0.54370600000000002</c:v>
                </c:pt>
                <c:pt idx="91">
                  <c:v>0.54420599999999997</c:v>
                </c:pt>
                <c:pt idx="92">
                  <c:v>0.54470700000000005</c:v>
                </c:pt>
                <c:pt idx="93">
                  <c:v>0.545207</c:v>
                </c:pt>
                <c:pt idx="94">
                  <c:v>0.545709</c:v>
                </c:pt>
                <c:pt idx="95">
                  <c:v>0.54620999999999997</c:v>
                </c:pt>
                <c:pt idx="96">
                  <c:v>0.54671000000000003</c:v>
                </c:pt>
                <c:pt idx="97">
                  <c:v>0.54720899999999995</c:v>
                </c:pt>
                <c:pt idx="98">
                  <c:v>0.54770799999999997</c:v>
                </c:pt>
                <c:pt idx="99">
                  <c:v>0.548207</c:v>
                </c:pt>
                <c:pt idx="100">
                  <c:v>0.54870799999999997</c:v>
                </c:pt>
                <c:pt idx="101">
                  <c:v>0.54920800000000003</c:v>
                </c:pt>
                <c:pt idx="102">
                  <c:v>0.54970799999999997</c:v>
                </c:pt>
                <c:pt idx="103">
                  <c:v>0.55020800000000003</c:v>
                </c:pt>
                <c:pt idx="104">
                  <c:v>0.55070799999999998</c:v>
                </c:pt>
                <c:pt idx="105">
                  <c:v>0.55120800000000003</c:v>
                </c:pt>
                <c:pt idx="106">
                  <c:v>0.55170600000000003</c:v>
                </c:pt>
                <c:pt idx="107">
                  <c:v>0.552203</c:v>
                </c:pt>
                <c:pt idx="108">
                  <c:v>0.552701</c:v>
                </c:pt>
                <c:pt idx="109">
                  <c:v>0.55320100000000005</c:v>
                </c:pt>
                <c:pt idx="110">
                  <c:v>0.55370200000000003</c:v>
                </c:pt>
                <c:pt idx="111">
                  <c:v>0.554203</c:v>
                </c:pt>
                <c:pt idx="112">
                  <c:v>0.55470299999999995</c:v>
                </c:pt>
                <c:pt idx="113">
                  <c:v>0.555203</c:v>
                </c:pt>
                <c:pt idx="114">
                  <c:v>0.55570399999999998</c:v>
                </c:pt>
                <c:pt idx="115">
                  <c:v>0.55620400000000003</c:v>
                </c:pt>
                <c:pt idx="116">
                  <c:v>0.55670500000000001</c:v>
                </c:pt>
                <c:pt idx="117">
                  <c:v>0.55720400000000003</c:v>
                </c:pt>
                <c:pt idx="118">
                  <c:v>0.55770200000000003</c:v>
                </c:pt>
                <c:pt idx="119">
                  <c:v>0.558203</c:v>
                </c:pt>
                <c:pt idx="120">
                  <c:v>0.55870299999999995</c:v>
                </c:pt>
                <c:pt idx="121">
                  <c:v>0.55920300000000001</c:v>
                </c:pt>
                <c:pt idx="122">
                  <c:v>0.55970200000000003</c:v>
                </c:pt>
                <c:pt idx="123">
                  <c:v>0.56020099999999995</c:v>
                </c:pt>
                <c:pt idx="124">
                  <c:v>0.56070200000000003</c:v>
                </c:pt>
                <c:pt idx="125">
                  <c:v>0.56120099999999995</c:v>
                </c:pt>
                <c:pt idx="126">
                  <c:v>0.56170100000000001</c:v>
                </c:pt>
                <c:pt idx="127">
                  <c:v>0.562199</c:v>
                </c:pt>
                <c:pt idx="128">
                  <c:v>0.562697</c:v>
                </c:pt>
                <c:pt idx="129">
                  <c:v>0.56319699999999995</c:v>
                </c:pt>
                <c:pt idx="130">
                  <c:v>0.56369499999999995</c:v>
                </c:pt>
                <c:pt idx="131">
                  <c:v>0.56419299999999994</c:v>
                </c:pt>
                <c:pt idx="132">
                  <c:v>0.564693</c:v>
                </c:pt>
                <c:pt idx="133">
                  <c:v>0.565195</c:v>
                </c:pt>
                <c:pt idx="134">
                  <c:v>0.56569800000000003</c:v>
                </c:pt>
                <c:pt idx="135">
                  <c:v>0.56619900000000001</c:v>
                </c:pt>
                <c:pt idx="136">
                  <c:v>0.56669899999999995</c:v>
                </c:pt>
                <c:pt idx="137">
                  <c:v>0.56719900000000001</c:v>
                </c:pt>
                <c:pt idx="138">
                  <c:v>0.56769899999999995</c:v>
                </c:pt>
                <c:pt idx="139">
                  <c:v>0.56820099999999996</c:v>
                </c:pt>
                <c:pt idx="140">
                  <c:v>0.56870200000000004</c:v>
                </c:pt>
                <c:pt idx="141">
                  <c:v>0.56920000000000004</c:v>
                </c:pt>
                <c:pt idx="142">
                  <c:v>0.56969700000000001</c:v>
                </c:pt>
                <c:pt idx="143">
                  <c:v>0.57019600000000004</c:v>
                </c:pt>
                <c:pt idx="144">
                  <c:v>0.57069499999999995</c:v>
                </c:pt>
                <c:pt idx="145">
                  <c:v>0.57119299999999995</c:v>
                </c:pt>
                <c:pt idx="146">
                  <c:v>0.57169199999999998</c:v>
                </c:pt>
                <c:pt idx="147">
                  <c:v>0.57219100000000001</c:v>
                </c:pt>
                <c:pt idx="148">
                  <c:v>0.57269199999999998</c:v>
                </c:pt>
                <c:pt idx="149">
                  <c:v>0.57319299999999995</c:v>
                </c:pt>
                <c:pt idx="150">
                  <c:v>0.57369400000000004</c:v>
                </c:pt>
                <c:pt idx="151">
                  <c:v>0.57419500000000001</c:v>
                </c:pt>
                <c:pt idx="152">
                  <c:v>0.57469599999999998</c:v>
                </c:pt>
                <c:pt idx="153">
                  <c:v>0.57519699999999996</c:v>
                </c:pt>
                <c:pt idx="154">
                  <c:v>0.57569599999999999</c:v>
                </c:pt>
                <c:pt idx="155">
                  <c:v>0.57619600000000004</c:v>
                </c:pt>
                <c:pt idx="156">
                  <c:v>0.57669400000000004</c:v>
                </c:pt>
                <c:pt idx="157">
                  <c:v>0.57719200000000004</c:v>
                </c:pt>
                <c:pt idx="158">
                  <c:v>0.57769300000000001</c:v>
                </c:pt>
                <c:pt idx="159">
                  <c:v>0.57819299999999996</c:v>
                </c:pt>
                <c:pt idx="160">
                  <c:v>0.57869300000000001</c:v>
                </c:pt>
                <c:pt idx="161">
                  <c:v>0.57919200000000004</c:v>
                </c:pt>
                <c:pt idx="162">
                  <c:v>0.57969099999999996</c:v>
                </c:pt>
                <c:pt idx="163">
                  <c:v>0.58019200000000004</c:v>
                </c:pt>
                <c:pt idx="164">
                  <c:v>0.58069099999999996</c:v>
                </c:pt>
                <c:pt idx="165">
                  <c:v>0.58118999999999998</c:v>
                </c:pt>
                <c:pt idx="166">
                  <c:v>0.58168799999999998</c:v>
                </c:pt>
                <c:pt idx="167">
                  <c:v>0.58218700000000001</c:v>
                </c:pt>
                <c:pt idx="168">
                  <c:v>0.58268699999999995</c:v>
                </c:pt>
                <c:pt idx="169">
                  <c:v>0.58318700000000001</c:v>
                </c:pt>
                <c:pt idx="170">
                  <c:v>0.58368699999999996</c:v>
                </c:pt>
                <c:pt idx="171">
                  <c:v>0.58418800000000004</c:v>
                </c:pt>
                <c:pt idx="172">
                  <c:v>0.58469000000000004</c:v>
                </c:pt>
                <c:pt idx="173">
                  <c:v>0.58519299999999996</c:v>
                </c:pt>
                <c:pt idx="174">
                  <c:v>0.58569400000000005</c:v>
                </c:pt>
                <c:pt idx="175">
                  <c:v>0.58619299999999996</c:v>
                </c:pt>
                <c:pt idx="176">
                  <c:v>0.58669099999999996</c:v>
                </c:pt>
                <c:pt idx="177">
                  <c:v>0.58718999999999999</c:v>
                </c:pt>
                <c:pt idx="178">
                  <c:v>0.58769099999999996</c:v>
                </c:pt>
                <c:pt idx="179">
                  <c:v>0.58819100000000002</c:v>
                </c:pt>
                <c:pt idx="180">
                  <c:v>0.58869000000000005</c:v>
                </c:pt>
                <c:pt idx="181">
                  <c:v>0.58918899999999996</c:v>
                </c:pt>
                <c:pt idx="182">
                  <c:v>0.58968900000000002</c:v>
                </c:pt>
                <c:pt idx="183">
                  <c:v>0.59018899999999996</c:v>
                </c:pt>
                <c:pt idx="184">
                  <c:v>0.59068900000000002</c:v>
                </c:pt>
                <c:pt idx="185">
                  <c:v>0.59118800000000005</c:v>
                </c:pt>
                <c:pt idx="186">
                  <c:v>0.59168699999999996</c:v>
                </c:pt>
                <c:pt idx="187">
                  <c:v>0.59218700000000002</c:v>
                </c:pt>
                <c:pt idx="188">
                  <c:v>0.59268799999999999</c:v>
                </c:pt>
                <c:pt idx="189">
                  <c:v>0.59318700000000002</c:v>
                </c:pt>
                <c:pt idx="190">
                  <c:v>0.59368500000000002</c:v>
                </c:pt>
                <c:pt idx="191">
                  <c:v>0.59418300000000002</c:v>
                </c:pt>
                <c:pt idx="192">
                  <c:v>0.59468299999999996</c:v>
                </c:pt>
                <c:pt idx="193">
                  <c:v>0.59518400000000005</c:v>
                </c:pt>
                <c:pt idx="194">
                  <c:v>0.59568200000000004</c:v>
                </c:pt>
                <c:pt idx="195">
                  <c:v>0.59618099999999996</c:v>
                </c:pt>
                <c:pt idx="196">
                  <c:v>0.59667999999999999</c:v>
                </c:pt>
                <c:pt idx="197">
                  <c:v>0.59718099999999996</c:v>
                </c:pt>
                <c:pt idx="198">
                  <c:v>0.59768100000000002</c:v>
                </c:pt>
                <c:pt idx="199">
                  <c:v>0.59818199999999999</c:v>
                </c:pt>
                <c:pt idx="200">
                  <c:v>0.59868100000000002</c:v>
                </c:pt>
                <c:pt idx="201">
                  <c:v>0.59918099999999996</c:v>
                </c:pt>
                <c:pt idx="202">
                  <c:v>0.59968200000000005</c:v>
                </c:pt>
                <c:pt idx="203">
                  <c:v>0.60018300000000002</c:v>
                </c:pt>
                <c:pt idx="204">
                  <c:v>0.60068200000000005</c:v>
                </c:pt>
                <c:pt idx="205">
                  <c:v>0.60118099999999997</c:v>
                </c:pt>
                <c:pt idx="206">
                  <c:v>0.60168100000000002</c:v>
                </c:pt>
                <c:pt idx="207">
                  <c:v>0.60218300000000002</c:v>
                </c:pt>
                <c:pt idx="208">
                  <c:v>0.602684</c:v>
                </c:pt>
                <c:pt idx="209">
                  <c:v>0.60318300000000002</c:v>
                </c:pt>
                <c:pt idx="210">
                  <c:v>0.603684</c:v>
                </c:pt>
                <c:pt idx="211">
                  <c:v>0.604186</c:v>
                </c:pt>
                <c:pt idx="212">
                  <c:v>0.60468699999999997</c:v>
                </c:pt>
                <c:pt idx="213">
                  <c:v>0.60518700000000003</c:v>
                </c:pt>
                <c:pt idx="214">
                  <c:v>0.60568599999999995</c:v>
                </c:pt>
                <c:pt idx="215">
                  <c:v>0.60618399999999995</c:v>
                </c:pt>
                <c:pt idx="216">
                  <c:v>0.606684</c:v>
                </c:pt>
                <c:pt idx="217">
                  <c:v>0.60718499999999997</c:v>
                </c:pt>
                <c:pt idx="218">
                  <c:v>0.60768500000000003</c:v>
                </c:pt>
                <c:pt idx="219">
                  <c:v>0.60818399999999995</c:v>
                </c:pt>
                <c:pt idx="220">
                  <c:v>0.60868199999999995</c:v>
                </c:pt>
                <c:pt idx="221">
                  <c:v>0.60918099999999997</c:v>
                </c:pt>
                <c:pt idx="222">
                  <c:v>0.60968</c:v>
                </c:pt>
                <c:pt idx="223">
                  <c:v>0.610178</c:v>
                </c:pt>
                <c:pt idx="224">
                  <c:v>0.61067700000000003</c:v>
                </c:pt>
                <c:pt idx="225">
                  <c:v>0.61117600000000005</c:v>
                </c:pt>
                <c:pt idx="226">
                  <c:v>0.61167700000000003</c:v>
                </c:pt>
                <c:pt idx="227">
                  <c:v>0.612178</c:v>
                </c:pt>
                <c:pt idx="228">
                  <c:v>0.61268</c:v>
                </c:pt>
                <c:pt idx="229">
                  <c:v>0.61318099999999998</c:v>
                </c:pt>
                <c:pt idx="230">
                  <c:v>0.61368199999999995</c:v>
                </c:pt>
                <c:pt idx="231">
                  <c:v>0.61418300000000003</c:v>
                </c:pt>
                <c:pt idx="232">
                  <c:v>0.61468400000000001</c:v>
                </c:pt>
                <c:pt idx="233">
                  <c:v>0.61518399999999995</c:v>
                </c:pt>
                <c:pt idx="234">
                  <c:v>0.61568199999999995</c:v>
                </c:pt>
                <c:pt idx="235">
                  <c:v>0.61617999999999995</c:v>
                </c:pt>
                <c:pt idx="236">
                  <c:v>0.61667899999999998</c:v>
                </c:pt>
                <c:pt idx="237">
                  <c:v>0.61717900000000003</c:v>
                </c:pt>
                <c:pt idx="238">
                  <c:v>0.61767700000000003</c:v>
                </c:pt>
                <c:pt idx="239">
                  <c:v>0.61817500000000003</c:v>
                </c:pt>
                <c:pt idx="240">
                  <c:v>0.61867499999999997</c:v>
                </c:pt>
                <c:pt idx="241">
                  <c:v>0.61917699999999998</c:v>
                </c:pt>
                <c:pt idx="242">
                  <c:v>0.61967799999999995</c:v>
                </c:pt>
                <c:pt idx="243">
                  <c:v>0.62017800000000001</c:v>
                </c:pt>
                <c:pt idx="244">
                  <c:v>0.62067799999999995</c:v>
                </c:pt>
                <c:pt idx="245">
                  <c:v>0.62117900000000004</c:v>
                </c:pt>
                <c:pt idx="246">
                  <c:v>0.62168100000000004</c:v>
                </c:pt>
                <c:pt idx="247">
                  <c:v>0.62218300000000004</c:v>
                </c:pt>
                <c:pt idx="248">
                  <c:v>0.62268299999999999</c:v>
                </c:pt>
                <c:pt idx="249">
                  <c:v>0.62318300000000004</c:v>
                </c:pt>
                <c:pt idx="250">
                  <c:v>0.62368299999999999</c:v>
                </c:pt>
                <c:pt idx="251">
                  <c:v>0.62418600000000002</c:v>
                </c:pt>
                <c:pt idx="252">
                  <c:v>0.62468699999999999</c:v>
                </c:pt>
                <c:pt idx="253">
                  <c:v>0.62518600000000002</c:v>
                </c:pt>
                <c:pt idx="254">
                  <c:v>0.62568400000000002</c:v>
                </c:pt>
                <c:pt idx="255">
                  <c:v>0.62618300000000005</c:v>
                </c:pt>
                <c:pt idx="256">
                  <c:v>0.62668100000000004</c:v>
                </c:pt>
                <c:pt idx="257">
                  <c:v>0.62717999999999996</c:v>
                </c:pt>
                <c:pt idx="258">
                  <c:v>0.62768000000000002</c:v>
                </c:pt>
                <c:pt idx="259">
                  <c:v>0.62817800000000001</c:v>
                </c:pt>
                <c:pt idx="260">
                  <c:v>0.62867799999999996</c:v>
                </c:pt>
                <c:pt idx="261">
                  <c:v>0.62917800000000002</c:v>
                </c:pt>
                <c:pt idx="262">
                  <c:v>0.62967799999999996</c:v>
                </c:pt>
                <c:pt idx="263">
                  <c:v>0.63017800000000002</c:v>
                </c:pt>
                <c:pt idx="264">
                  <c:v>0.63067799999999996</c:v>
                </c:pt>
                <c:pt idx="265">
                  <c:v>0.63117800000000002</c:v>
                </c:pt>
                <c:pt idx="266">
                  <c:v>0.63167899999999999</c:v>
                </c:pt>
                <c:pt idx="267">
                  <c:v>0.63217800000000002</c:v>
                </c:pt>
                <c:pt idx="268">
                  <c:v>0.63267799999999996</c:v>
                </c:pt>
                <c:pt idx="269">
                  <c:v>0.63317800000000002</c:v>
                </c:pt>
                <c:pt idx="270">
                  <c:v>0.63367899999999999</c:v>
                </c:pt>
                <c:pt idx="271">
                  <c:v>0.63417800000000002</c:v>
                </c:pt>
                <c:pt idx="272">
                  <c:v>0.63467600000000002</c:v>
                </c:pt>
                <c:pt idx="273">
                  <c:v>0.63517400000000002</c:v>
                </c:pt>
                <c:pt idx="274">
                  <c:v>0.63567399999999996</c:v>
                </c:pt>
                <c:pt idx="275">
                  <c:v>0.63617400000000002</c:v>
                </c:pt>
                <c:pt idx="276">
                  <c:v>0.63667499999999999</c:v>
                </c:pt>
                <c:pt idx="277">
                  <c:v>0.63717400000000002</c:v>
                </c:pt>
                <c:pt idx="278">
                  <c:v>0.63767300000000005</c:v>
                </c:pt>
                <c:pt idx="279">
                  <c:v>0.63817299999999999</c:v>
                </c:pt>
                <c:pt idx="280">
                  <c:v>0.63867300000000005</c:v>
                </c:pt>
                <c:pt idx="281">
                  <c:v>0.63917199999999996</c:v>
                </c:pt>
                <c:pt idx="282">
                  <c:v>0.63967200000000002</c:v>
                </c:pt>
                <c:pt idx="283">
                  <c:v>0.64017000000000002</c:v>
                </c:pt>
                <c:pt idx="284">
                  <c:v>0.64066999999999996</c:v>
                </c:pt>
                <c:pt idx="285">
                  <c:v>0.64117100000000005</c:v>
                </c:pt>
                <c:pt idx="286">
                  <c:v>0.64167200000000002</c:v>
                </c:pt>
                <c:pt idx="287">
                  <c:v>0.64217299999999999</c:v>
                </c:pt>
                <c:pt idx="288">
                  <c:v>0.64267300000000005</c:v>
                </c:pt>
                <c:pt idx="289">
                  <c:v>0.64317299999999999</c:v>
                </c:pt>
                <c:pt idx="290">
                  <c:v>0.64367399999999997</c:v>
                </c:pt>
                <c:pt idx="291">
                  <c:v>0.64417400000000002</c:v>
                </c:pt>
                <c:pt idx="292">
                  <c:v>0.64467300000000005</c:v>
                </c:pt>
                <c:pt idx="293">
                  <c:v>0.64517199999999997</c:v>
                </c:pt>
                <c:pt idx="294">
                  <c:v>0.64567200000000002</c:v>
                </c:pt>
                <c:pt idx="295">
                  <c:v>0.64617199999999997</c:v>
                </c:pt>
                <c:pt idx="296">
                  <c:v>0.64667200000000002</c:v>
                </c:pt>
                <c:pt idx="297">
                  <c:v>0.64716899999999999</c:v>
                </c:pt>
                <c:pt idx="298">
                  <c:v>0.64766599999999996</c:v>
                </c:pt>
                <c:pt idx="299">
                  <c:v>0.64816399999999996</c:v>
                </c:pt>
                <c:pt idx="300">
                  <c:v>0.64866299999999999</c:v>
                </c:pt>
                <c:pt idx="301">
                  <c:v>0.64916300000000005</c:v>
                </c:pt>
                <c:pt idx="302">
                  <c:v>0.64966299999999999</c:v>
                </c:pt>
                <c:pt idx="303">
                  <c:v>0.65016300000000005</c:v>
                </c:pt>
                <c:pt idx="304">
                  <c:v>0.65066400000000002</c:v>
                </c:pt>
                <c:pt idx="305">
                  <c:v>0.65116499999999999</c:v>
                </c:pt>
                <c:pt idx="306">
                  <c:v>0.65166599999999997</c:v>
                </c:pt>
                <c:pt idx="307">
                  <c:v>0.65216700000000005</c:v>
                </c:pt>
                <c:pt idx="308">
                  <c:v>0.65266800000000003</c:v>
                </c:pt>
                <c:pt idx="309">
                  <c:v>0.65316799999999997</c:v>
                </c:pt>
                <c:pt idx="310">
                  <c:v>0.65366900000000006</c:v>
                </c:pt>
                <c:pt idx="311">
                  <c:v>0.654169</c:v>
                </c:pt>
                <c:pt idx="312">
                  <c:v>0.65466800000000003</c:v>
                </c:pt>
                <c:pt idx="313">
                  <c:v>0.65516600000000003</c:v>
                </c:pt>
                <c:pt idx="314">
                  <c:v>0.65566599999999997</c:v>
                </c:pt>
                <c:pt idx="315">
                  <c:v>0.65616699999999994</c:v>
                </c:pt>
                <c:pt idx="316">
                  <c:v>0.65666800000000003</c:v>
                </c:pt>
                <c:pt idx="317">
                  <c:v>0.65716699999999995</c:v>
                </c:pt>
                <c:pt idx="318">
                  <c:v>0.65766500000000006</c:v>
                </c:pt>
                <c:pt idx="319">
                  <c:v>0.658165</c:v>
                </c:pt>
                <c:pt idx="320">
                  <c:v>0.65866499999999994</c:v>
                </c:pt>
                <c:pt idx="321">
                  <c:v>0.659165</c:v>
                </c:pt>
                <c:pt idx="322">
                  <c:v>0.65966400000000003</c:v>
                </c:pt>
                <c:pt idx="323">
                  <c:v>0.66016300000000006</c:v>
                </c:pt>
                <c:pt idx="324">
                  <c:v>0.660663</c:v>
                </c:pt>
                <c:pt idx="325">
                  <c:v>0.66116399999999997</c:v>
                </c:pt>
                <c:pt idx="326">
                  <c:v>0.66166400000000003</c:v>
                </c:pt>
                <c:pt idx="327">
                  <c:v>0.66216399999999997</c:v>
                </c:pt>
                <c:pt idx="328">
                  <c:v>0.66266499999999995</c:v>
                </c:pt>
                <c:pt idx="329">
                  <c:v>0.66316699999999995</c:v>
                </c:pt>
                <c:pt idx="330">
                  <c:v>0.66366700000000001</c:v>
                </c:pt>
                <c:pt idx="331">
                  <c:v>0.66416600000000003</c:v>
                </c:pt>
                <c:pt idx="332">
                  <c:v>0.664663</c:v>
                </c:pt>
                <c:pt idx="333">
                  <c:v>0.665161</c:v>
                </c:pt>
                <c:pt idx="334">
                  <c:v>0.66566000000000003</c:v>
                </c:pt>
                <c:pt idx="335">
                  <c:v>0.66615899999999995</c:v>
                </c:pt>
                <c:pt idx="336">
                  <c:v>0.666659</c:v>
                </c:pt>
                <c:pt idx="337">
                  <c:v>0.66715800000000003</c:v>
                </c:pt>
                <c:pt idx="338">
                  <c:v>0.667659</c:v>
                </c:pt>
                <c:pt idx="339">
                  <c:v>0.668161</c:v>
                </c:pt>
                <c:pt idx="340">
                  <c:v>0.66866199999999998</c:v>
                </c:pt>
                <c:pt idx="341">
                  <c:v>0.66916200000000003</c:v>
                </c:pt>
                <c:pt idx="342">
                  <c:v>0.66966199999999998</c:v>
                </c:pt>
                <c:pt idx="343">
                  <c:v>0.67016200000000004</c:v>
                </c:pt>
                <c:pt idx="344">
                  <c:v>0.67066300000000001</c:v>
                </c:pt>
                <c:pt idx="345">
                  <c:v>0.67116299999999995</c:v>
                </c:pt>
                <c:pt idx="346">
                  <c:v>0.67166300000000001</c:v>
                </c:pt>
                <c:pt idx="347">
                  <c:v>0.67216200000000004</c:v>
                </c:pt>
                <c:pt idx="348">
                  <c:v>0.67266099999999995</c:v>
                </c:pt>
                <c:pt idx="349">
                  <c:v>0.67316100000000001</c:v>
                </c:pt>
                <c:pt idx="350">
                  <c:v>0.67366000000000004</c:v>
                </c:pt>
                <c:pt idx="351">
                  <c:v>0.67415700000000001</c:v>
                </c:pt>
                <c:pt idx="352">
                  <c:v>0.674655</c:v>
                </c:pt>
                <c:pt idx="353">
                  <c:v>0.67515400000000003</c:v>
                </c:pt>
                <c:pt idx="354">
                  <c:v>0.67565399999999998</c:v>
                </c:pt>
                <c:pt idx="355">
                  <c:v>0.676153</c:v>
                </c:pt>
                <c:pt idx="356">
                  <c:v>0.67665200000000003</c:v>
                </c:pt>
                <c:pt idx="357">
                  <c:v>0.677153</c:v>
                </c:pt>
                <c:pt idx="358">
                  <c:v>0.67765399999999998</c:v>
                </c:pt>
                <c:pt idx="359">
                  <c:v>0.67815499999999995</c:v>
                </c:pt>
                <c:pt idx="360">
                  <c:v>0.67865500000000001</c:v>
                </c:pt>
                <c:pt idx="361">
                  <c:v>0.67915400000000004</c:v>
                </c:pt>
                <c:pt idx="362">
                  <c:v>0.67965299999999995</c:v>
                </c:pt>
                <c:pt idx="363">
                  <c:v>0.68015400000000004</c:v>
                </c:pt>
                <c:pt idx="364">
                  <c:v>0.68065500000000001</c:v>
                </c:pt>
                <c:pt idx="365">
                  <c:v>0.68115499999999995</c:v>
                </c:pt>
                <c:pt idx="366">
                  <c:v>0.68165399999999998</c:v>
                </c:pt>
                <c:pt idx="367">
                  <c:v>0.68215400000000004</c:v>
                </c:pt>
                <c:pt idx="368">
                  <c:v>0.68265600000000004</c:v>
                </c:pt>
                <c:pt idx="369">
                  <c:v>0.68315599999999999</c:v>
                </c:pt>
                <c:pt idx="370">
                  <c:v>0.68365600000000004</c:v>
                </c:pt>
                <c:pt idx="371">
                  <c:v>0.68415400000000004</c:v>
                </c:pt>
                <c:pt idx="372">
                  <c:v>0.68465200000000004</c:v>
                </c:pt>
                <c:pt idx="373">
                  <c:v>0.68515099999999995</c:v>
                </c:pt>
                <c:pt idx="374">
                  <c:v>0.68564899999999995</c:v>
                </c:pt>
                <c:pt idx="375">
                  <c:v>0.68614799999999998</c:v>
                </c:pt>
                <c:pt idx="376">
                  <c:v>0.68664700000000001</c:v>
                </c:pt>
                <c:pt idx="377">
                  <c:v>0.68714799999999998</c:v>
                </c:pt>
                <c:pt idx="378">
                  <c:v>0.68764999999999998</c:v>
                </c:pt>
                <c:pt idx="379">
                  <c:v>0.68815099999999996</c:v>
                </c:pt>
                <c:pt idx="380">
                  <c:v>0.68864999999999998</c:v>
                </c:pt>
                <c:pt idx="381">
                  <c:v>0.68914900000000001</c:v>
                </c:pt>
                <c:pt idx="382">
                  <c:v>0.68964999999999999</c:v>
                </c:pt>
                <c:pt idx="383">
                  <c:v>0.69015099999999996</c:v>
                </c:pt>
                <c:pt idx="384">
                  <c:v>0.69065200000000004</c:v>
                </c:pt>
                <c:pt idx="385">
                  <c:v>0.69115199999999999</c:v>
                </c:pt>
                <c:pt idx="386">
                  <c:v>0.69165200000000004</c:v>
                </c:pt>
                <c:pt idx="387">
                  <c:v>0.69215199999999999</c:v>
                </c:pt>
                <c:pt idx="388">
                  <c:v>0.69265299999999996</c:v>
                </c:pt>
                <c:pt idx="389">
                  <c:v>0.69315300000000002</c:v>
                </c:pt>
                <c:pt idx="390">
                  <c:v>0.69365299999999996</c:v>
                </c:pt>
                <c:pt idx="391">
                  <c:v>0.69415199999999999</c:v>
                </c:pt>
                <c:pt idx="392">
                  <c:v>0.69465200000000005</c:v>
                </c:pt>
                <c:pt idx="393">
                  <c:v>0.69515300000000002</c:v>
                </c:pt>
                <c:pt idx="394">
                  <c:v>0.69565299999999997</c:v>
                </c:pt>
                <c:pt idx="395">
                  <c:v>0.69615199999999999</c:v>
                </c:pt>
                <c:pt idx="396">
                  <c:v>0.69665100000000002</c:v>
                </c:pt>
                <c:pt idx="397">
                  <c:v>0.69715099999999997</c:v>
                </c:pt>
                <c:pt idx="398">
                  <c:v>0.69765200000000005</c:v>
                </c:pt>
                <c:pt idx="399">
                  <c:v>0.69815099999999997</c:v>
                </c:pt>
                <c:pt idx="400">
                  <c:v>0.69864899999999996</c:v>
                </c:pt>
                <c:pt idx="401">
                  <c:v>0.69914799999999999</c:v>
                </c:pt>
                <c:pt idx="402">
                  <c:v>0.69964899999999997</c:v>
                </c:pt>
                <c:pt idx="403">
                  <c:v>0.70015099999999997</c:v>
                </c:pt>
                <c:pt idx="404">
                  <c:v>0.70065100000000002</c:v>
                </c:pt>
                <c:pt idx="405">
                  <c:v>0.70115099999999997</c:v>
                </c:pt>
                <c:pt idx="406">
                  <c:v>0.70165200000000005</c:v>
                </c:pt>
                <c:pt idx="407">
                  <c:v>0.702152</c:v>
                </c:pt>
                <c:pt idx="408">
                  <c:v>0.70265</c:v>
                </c:pt>
                <c:pt idx="409">
                  <c:v>0.70314600000000005</c:v>
                </c:pt>
                <c:pt idx="410">
                  <c:v>0.70364300000000002</c:v>
                </c:pt>
                <c:pt idx="411">
                  <c:v>0.70414100000000002</c:v>
                </c:pt>
                <c:pt idx="412">
                  <c:v>0.70464199999999999</c:v>
                </c:pt>
                <c:pt idx="413">
                  <c:v>0.70514200000000005</c:v>
                </c:pt>
                <c:pt idx="414">
                  <c:v>0.70564099999999996</c:v>
                </c:pt>
                <c:pt idx="415">
                  <c:v>0.70613999999999999</c:v>
                </c:pt>
                <c:pt idx="416">
                  <c:v>0.70664099999999996</c:v>
                </c:pt>
                <c:pt idx="417">
                  <c:v>0.70714299999999997</c:v>
                </c:pt>
                <c:pt idx="418">
                  <c:v>0.70764400000000005</c:v>
                </c:pt>
                <c:pt idx="419">
                  <c:v>0.708144</c:v>
                </c:pt>
                <c:pt idx="420">
                  <c:v>0.70864400000000005</c:v>
                </c:pt>
                <c:pt idx="421">
                  <c:v>0.709144</c:v>
                </c:pt>
                <c:pt idx="422">
                  <c:v>0.709646</c:v>
                </c:pt>
                <c:pt idx="423">
                  <c:v>0.71014699999999997</c:v>
                </c:pt>
                <c:pt idx="424">
                  <c:v>0.71064799999999995</c:v>
                </c:pt>
                <c:pt idx="425">
                  <c:v>0.711148</c:v>
                </c:pt>
                <c:pt idx="426">
                  <c:v>0.71164799999999995</c:v>
                </c:pt>
                <c:pt idx="427">
                  <c:v>0.71214699999999997</c:v>
                </c:pt>
                <c:pt idx="428">
                  <c:v>0.712646</c:v>
                </c:pt>
                <c:pt idx="429">
                  <c:v>0.71314500000000003</c:v>
                </c:pt>
                <c:pt idx="430">
                  <c:v>0.71364300000000003</c:v>
                </c:pt>
                <c:pt idx="431">
                  <c:v>0.71414299999999997</c:v>
                </c:pt>
                <c:pt idx="432">
                  <c:v>0.71464300000000003</c:v>
                </c:pt>
                <c:pt idx="433">
                  <c:v>0.71514299999999997</c:v>
                </c:pt>
                <c:pt idx="434">
                  <c:v>0.71564099999999997</c:v>
                </c:pt>
                <c:pt idx="435">
                  <c:v>0.71614</c:v>
                </c:pt>
                <c:pt idx="436">
                  <c:v>0.71664000000000005</c:v>
                </c:pt>
                <c:pt idx="437">
                  <c:v>0.71713899999999997</c:v>
                </c:pt>
                <c:pt idx="438">
                  <c:v>0.717638</c:v>
                </c:pt>
                <c:pt idx="439">
                  <c:v>0.71813499999999997</c:v>
                </c:pt>
                <c:pt idx="440">
                  <c:v>0.71863299999999997</c:v>
                </c:pt>
                <c:pt idx="441">
                  <c:v>0.71913300000000002</c:v>
                </c:pt>
                <c:pt idx="442">
                  <c:v>0.719634</c:v>
                </c:pt>
                <c:pt idx="443">
                  <c:v>0.72013499999999997</c:v>
                </c:pt>
                <c:pt idx="444">
                  <c:v>0.720634</c:v>
                </c:pt>
                <c:pt idx="445">
                  <c:v>0.72113499999999997</c:v>
                </c:pt>
                <c:pt idx="446">
                  <c:v>0.72163699999999997</c:v>
                </c:pt>
                <c:pt idx="447">
                  <c:v>0.72213899999999998</c:v>
                </c:pt>
                <c:pt idx="448">
                  <c:v>0.72263900000000003</c:v>
                </c:pt>
                <c:pt idx="449">
                  <c:v>0.72313799999999995</c:v>
                </c:pt>
                <c:pt idx="450">
                  <c:v>0.72363699999999997</c:v>
                </c:pt>
                <c:pt idx="451">
                  <c:v>0.72413700000000003</c:v>
                </c:pt>
                <c:pt idx="452">
                  <c:v>0.72463699999999998</c:v>
                </c:pt>
                <c:pt idx="453">
                  <c:v>0.72513700000000003</c:v>
                </c:pt>
                <c:pt idx="454">
                  <c:v>0.72563599999999995</c:v>
                </c:pt>
                <c:pt idx="455">
                  <c:v>0.726136</c:v>
                </c:pt>
                <c:pt idx="456">
                  <c:v>0.72663599999999995</c:v>
                </c:pt>
                <c:pt idx="457">
                  <c:v>0.727136</c:v>
                </c:pt>
                <c:pt idx="458">
                  <c:v>0.72763599999999995</c:v>
                </c:pt>
                <c:pt idx="459">
                  <c:v>0.72813499999999998</c:v>
                </c:pt>
                <c:pt idx="460">
                  <c:v>0.72863500000000003</c:v>
                </c:pt>
                <c:pt idx="461">
                  <c:v>0.72913600000000001</c:v>
                </c:pt>
                <c:pt idx="462">
                  <c:v>0.72963699999999998</c:v>
                </c:pt>
                <c:pt idx="463">
                  <c:v>0.73013700000000004</c:v>
                </c:pt>
                <c:pt idx="464">
                  <c:v>0.73063800000000001</c:v>
                </c:pt>
                <c:pt idx="465">
                  <c:v>0.73113799999999995</c:v>
                </c:pt>
                <c:pt idx="466">
                  <c:v>0.73163699999999998</c:v>
                </c:pt>
                <c:pt idx="467">
                  <c:v>0.73213499999999998</c:v>
                </c:pt>
                <c:pt idx="468">
                  <c:v>0.73263199999999995</c:v>
                </c:pt>
                <c:pt idx="469">
                  <c:v>0.73312900000000003</c:v>
                </c:pt>
                <c:pt idx="470">
                  <c:v>0.73362700000000003</c:v>
                </c:pt>
                <c:pt idx="471">
                  <c:v>0.73412699999999997</c:v>
                </c:pt>
                <c:pt idx="472">
                  <c:v>0.73462700000000003</c:v>
                </c:pt>
                <c:pt idx="473">
                  <c:v>0.73512699999999997</c:v>
                </c:pt>
                <c:pt idx="474">
                  <c:v>0.73562700000000003</c:v>
                </c:pt>
                <c:pt idx="475">
                  <c:v>0.73612900000000003</c:v>
                </c:pt>
                <c:pt idx="476">
                  <c:v>0.73663000000000001</c:v>
                </c:pt>
                <c:pt idx="477">
                  <c:v>0.73713099999999998</c:v>
                </c:pt>
                <c:pt idx="478">
                  <c:v>0.73763100000000004</c:v>
                </c:pt>
                <c:pt idx="479">
                  <c:v>0.73813200000000001</c:v>
                </c:pt>
                <c:pt idx="480">
                  <c:v>0.73863199999999996</c:v>
                </c:pt>
                <c:pt idx="481">
                  <c:v>0.73913300000000004</c:v>
                </c:pt>
                <c:pt idx="482">
                  <c:v>0.73963400000000001</c:v>
                </c:pt>
                <c:pt idx="483">
                  <c:v>0.74013399999999996</c:v>
                </c:pt>
                <c:pt idx="484">
                  <c:v>0.74063299999999999</c:v>
                </c:pt>
                <c:pt idx="485">
                  <c:v>0.74113300000000004</c:v>
                </c:pt>
                <c:pt idx="486">
                  <c:v>0.74163400000000002</c:v>
                </c:pt>
                <c:pt idx="487">
                  <c:v>0.74213300000000004</c:v>
                </c:pt>
                <c:pt idx="488">
                  <c:v>0.74263100000000004</c:v>
                </c:pt>
                <c:pt idx="489">
                  <c:v>0.74313099999999999</c:v>
                </c:pt>
                <c:pt idx="490">
                  <c:v>0.74363199999999996</c:v>
                </c:pt>
                <c:pt idx="491">
                  <c:v>0.74413300000000004</c:v>
                </c:pt>
                <c:pt idx="492">
                  <c:v>0.74463400000000002</c:v>
                </c:pt>
                <c:pt idx="493">
                  <c:v>0.74513300000000005</c:v>
                </c:pt>
                <c:pt idx="494">
                  <c:v>0.74563199999999996</c:v>
                </c:pt>
                <c:pt idx="495">
                  <c:v>0.74613300000000005</c:v>
                </c:pt>
                <c:pt idx="496">
                  <c:v>0.74663299999999999</c:v>
                </c:pt>
                <c:pt idx="497">
                  <c:v>0.74712999999999996</c:v>
                </c:pt>
                <c:pt idx="498">
                  <c:v>0.74762700000000004</c:v>
                </c:pt>
                <c:pt idx="499">
                  <c:v>0.74812500000000004</c:v>
                </c:pt>
                <c:pt idx="500">
                  <c:v>0.74862399999999996</c:v>
                </c:pt>
                <c:pt idx="501">
                  <c:v>0.74912400000000001</c:v>
                </c:pt>
                <c:pt idx="502">
                  <c:v>0.74962399999999996</c:v>
                </c:pt>
                <c:pt idx="503">
                  <c:v>0.75012400000000001</c:v>
                </c:pt>
                <c:pt idx="504">
                  <c:v>0.75062600000000002</c:v>
                </c:pt>
                <c:pt idx="505">
                  <c:v>0.75112699999999999</c:v>
                </c:pt>
                <c:pt idx="506">
                  <c:v>0.75162700000000005</c:v>
                </c:pt>
                <c:pt idx="507">
                  <c:v>0.75212599999999996</c:v>
                </c:pt>
                <c:pt idx="508">
                  <c:v>0.75262499999999999</c:v>
                </c:pt>
                <c:pt idx="509">
                  <c:v>0.75312599999999996</c:v>
                </c:pt>
                <c:pt idx="510">
                  <c:v>0.75362700000000005</c:v>
                </c:pt>
                <c:pt idx="511">
                  <c:v>0.75412699999999999</c:v>
                </c:pt>
                <c:pt idx="512">
                  <c:v>0.75462600000000002</c:v>
                </c:pt>
                <c:pt idx="513">
                  <c:v>0.75512500000000005</c:v>
                </c:pt>
                <c:pt idx="514">
                  <c:v>0.75562499999999999</c:v>
                </c:pt>
                <c:pt idx="515">
                  <c:v>0.75612599999999996</c:v>
                </c:pt>
                <c:pt idx="516">
                  <c:v>0.75662399999999996</c:v>
                </c:pt>
                <c:pt idx="517">
                  <c:v>0.75712100000000004</c:v>
                </c:pt>
                <c:pt idx="518">
                  <c:v>0.75761900000000004</c:v>
                </c:pt>
                <c:pt idx="519">
                  <c:v>0.75811899999999999</c:v>
                </c:pt>
                <c:pt idx="520">
                  <c:v>0.75862099999999999</c:v>
                </c:pt>
                <c:pt idx="521">
                  <c:v>0.75912100000000005</c:v>
                </c:pt>
                <c:pt idx="522">
                  <c:v>0.75962200000000002</c:v>
                </c:pt>
                <c:pt idx="523">
                  <c:v>0.76012400000000002</c:v>
                </c:pt>
                <c:pt idx="524">
                  <c:v>0.76062600000000002</c:v>
                </c:pt>
                <c:pt idx="525">
                  <c:v>0.761127</c:v>
                </c:pt>
                <c:pt idx="526">
                  <c:v>0.76162700000000005</c:v>
                </c:pt>
                <c:pt idx="527">
                  <c:v>0.76212500000000005</c:v>
                </c:pt>
                <c:pt idx="528">
                  <c:v>0.76262300000000005</c:v>
                </c:pt>
                <c:pt idx="529">
                  <c:v>0.763123</c:v>
                </c:pt>
                <c:pt idx="530">
                  <c:v>0.76362200000000002</c:v>
                </c:pt>
                <c:pt idx="531">
                  <c:v>0.76411899999999999</c:v>
                </c:pt>
                <c:pt idx="532">
                  <c:v>0.76461699999999999</c:v>
                </c:pt>
                <c:pt idx="533">
                  <c:v>0.76511600000000002</c:v>
                </c:pt>
                <c:pt idx="534">
                  <c:v>0.76561699999999999</c:v>
                </c:pt>
                <c:pt idx="535">
                  <c:v>0.76611700000000005</c:v>
                </c:pt>
                <c:pt idx="536">
                  <c:v>0.76661699999999999</c:v>
                </c:pt>
                <c:pt idx="537">
                  <c:v>0.76711700000000005</c:v>
                </c:pt>
                <c:pt idx="538">
                  <c:v>0.76761599999999997</c:v>
                </c:pt>
                <c:pt idx="539">
                  <c:v>0.76811700000000005</c:v>
                </c:pt>
                <c:pt idx="540">
                  <c:v>0.76861800000000002</c:v>
                </c:pt>
                <c:pt idx="541">
                  <c:v>0.769119</c:v>
                </c:pt>
                <c:pt idx="542">
                  <c:v>0.76961999999999997</c:v>
                </c:pt>
                <c:pt idx="543">
                  <c:v>0.77012199999999997</c:v>
                </c:pt>
                <c:pt idx="544">
                  <c:v>0.77062299999999995</c:v>
                </c:pt>
                <c:pt idx="545">
                  <c:v>0.771123</c:v>
                </c:pt>
                <c:pt idx="546">
                  <c:v>0.771621</c:v>
                </c:pt>
                <c:pt idx="547">
                  <c:v>0.772119</c:v>
                </c:pt>
                <c:pt idx="548">
                  <c:v>0.77261800000000003</c:v>
                </c:pt>
                <c:pt idx="549">
                  <c:v>0.773119</c:v>
                </c:pt>
                <c:pt idx="550">
                  <c:v>0.77361899999999995</c:v>
                </c:pt>
                <c:pt idx="551">
                  <c:v>0.774119</c:v>
                </c:pt>
                <c:pt idx="552">
                  <c:v>0.77461899999999995</c:v>
                </c:pt>
                <c:pt idx="553">
                  <c:v>0.77512000000000003</c:v>
                </c:pt>
                <c:pt idx="554">
                  <c:v>0.77561999999999998</c:v>
                </c:pt>
                <c:pt idx="555">
                  <c:v>0.776119</c:v>
                </c:pt>
                <c:pt idx="556">
                  <c:v>0.77661800000000003</c:v>
                </c:pt>
                <c:pt idx="557">
                  <c:v>0.77711600000000003</c:v>
                </c:pt>
                <c:pt idx="558">
                  <c:v>0.77761800000000003</c:v>
                </c:pt>
                <c:pt idx="559">
                  <c:v>0.77811900000000001</c:v>
                </c:pt>
                <c:pt idx="560">
                  <c:v>0.77861999999999998</c:v>
                </c:pt>
                <c:pt idx="561">
                  <c:v>0.77911900000000001</c:v>
                </c:pt>
                <c:pt idx="562">
                  <c:v>0.779617</c:v>
                </c:pt>
                <c:pt idx="563">
                  <c:v>0.78011699999999995</c:v>
                </c:pt>
                <c:pt idx="564">
                  <c:v>0.78061599999999998</c:v>
                </c:pt>
                <c:pt idx="565">
                  <c:v>0.78111600000000003</c:v>
                </c:pt>
                <c:pt idx="566">
                  <c:v>0.78161499999999995</c:v>
                </c:pt>
                <c:pt idx="567">
                  <c:v>0.782115</c:v>
                </c:pt>
                <c:pt idx="568">
                  <c:v>0.78261599999999998</c:v>
                </c:pt>
                <c:pt idx="569">
                  <c:v>0.78311699999999995</c:v>
                </c:pt>
                <c:pt idx="570">
                  <c:v>0.78361800000000004</c:v>
                </c:pt>
                <c:pt idx="571">
                  <c:v>0.78411699999999995</c:v>
                </c:pt>
                <c:pt idx="572">
                  <c:v>0.78461800000000004</c:v>
                </c:pt>
                <c:pt idx="573">
                  <c:v>0.78511799999999998</c:v>
                </c:pt>
                <c:pt idx="574">
                  <c:v>0.78561800000000004</c:v>
                </c:pt>
                <c:pt idx="575">
                  <c:v>0.78611799999999998</c:v>
                </c:pt>
                <c:pt idx="576">
                  <c:v>0.78661700000000001</c:v>
                </c:pt>
                <c:pt idx="577">
                  <c:v>0.78711600000000004</c:v>
                </c:pt>
                <c:pt idx="578">
                  <c:v>0.78761599999999998</c:v>
                </c:pt>
                <c:pt idx="579">
                  <c:v>0.78811600000000004</c:v>
                </c:pt>
                <c:pt idx="580">
                  <c:v>0.78861599999999998</c:v>
                </c:pt>
                <c:pt idx="581">
                  <c:v>0.78911500000000001</c:v>
                </c:pt>
                <c:pt idx="582">
                  <c:v>0.78961499999999996</c:v>
                </c:pt>
                <c:pt idx="583">
                  <c:v>0.79011500000000001</c:v>
                </c:pt>
                <c:pt idx="584">
                  <c:v>0.79061400000000004</c:v>
                </c:pt>
                <c:pt idx="585">
                  <c:v>0.79111200000000004</c:v>
                </c:pt>
                <c:pt idx="586">
                  <c:v>0.79161099999999995</c:v>
                </c:pt>
                <c:pt idx="587">
                  <c:v>0.79210999999999998</c:v>
                </c:pt>
                <c:pt idx="588">
                  <c:v>0.79261000000000004</c:v>
                </c:pt>
                <c:pt idx="589">
                  <c:v>0.79310899999999995</c:v>
                </c:pt>
                <c:pt idx="590">
                  <c:v>0.79360799999999998</c:v>
                </c:pt>
                <c:pt idx="591">
                  <c:v>0.79410800000000004</c:v>
                </c:pt>
                <c:pt idx="592">
                  <c:v>0.79460900000000001</c:v>
                </c:pt>
                <c:pt idx="593">
                  <c:v>0.79510999999999998</c:v>
                </c:pt>
                <c:pt idx="594">
                  <c:v>0.79560900000000001</c:v>
                </c:pt>
                <c:pt idx="595">
                  <c:v>0.79610800000000004</c:v>
                </c:pt>
                <c:pt idx="596">
                  <c:v>0.79660699999999995</c:v>
                </c:pt>
                <c:pt idx="597">
                  <c:v>0.79710800000000004</c:v>
                </c:pt>
                <c:pt idx="598">
                  <c:v>0.79760900000000001</c:v>
                </c:pt>
                <c:pt idx="599">
                  <c:v>0.79810999999999999</c:v>
                </c:pt>
                <c:pt idx="600">
                  <c:v>0.79860900000000001</c:v>
                </c:pt>
                <c:pt idx="601">
                  <c:v>0.79910899999999996</c:v>
                </c:pt>
                <c:pt idx="602">
                  <c:v>0.79961099999999996</c:v>
                </c:pt>
                <c:pt idx="603">
                  <c:v>0.80011200000000005</c:v>
                </c:pt>
                <c:pt idx="604">
                  <c:v>0.80061099999999996</c:v>
                </c:pt>
                <c:pt idx="605">
                  <c:v>0.80110899999999996</c:v>
                </c:pt>
                <c:pt idx="606">
                  <c:v>0.80160699999999996</c:v>
                </c:pt>
                <c:pt idx="607">
                  <c:v>0.80210599999999999</c:v>
                </c:pt>
                <c:pt idx="608">
                  <c:v>0.80260699999999996</c:v>
                </c:pt>
                <c:pt idx="609">
                  <c:v>0.80310700000000002</c:v>
                </c:pt>
                <c:pt idx="610">
                  <c:v>0.80360699999999996</c:v>
                </c:pt>
                <c:pt idx="611">
                  <c:v>0.80410700000000002</c:v>
                </c:pt>
                <c:pt idx="612">
                  <c:v>0.80460699999999996</c:v>
                </c:pt>
                <c:pt idx="613">
                  <c:v>0.80510800000000005</c:v>
                </c:pt>
                <c:pt idx="614">
                  <c:v>0.80560699999999996</c:v>
                </c:pt>
                <c:pt idx="615">
                  <c:v>0.80610599999999999</c:v>
                </c:pt>
                <c:pt idx="616">
                  <c:v>0.80660500000000002</c:v>
                </c:pt>
                <c:pt idx="617">
                  <c:v>0.80710499999999996</c:v>
                </c:pt>
                <c:pt idx="618">
                  <c:v>0.80760500000000002</c:v>
                </c:pt>
                <c:pt idx="619">
                  <c:v>0.80810499999999996</c:v>
                </c:pt>
                <c:pt idx="620">
                  <c:v>0.80860399999999999</c:v>
                </c:pt>
                <c:pt idx="621">
                  <c:v>0.80910300000000002</c:v>
                </c:pt>
                <c:pt idx="622">
                  <c:v>0.80960200000000004</c:v>
                </c:pt>
                <c:pt idx="623">
                  <c:v>0.81010199999999999</c:v>
                </c:pt>
                <c:pt idx="624">
                  <c:v>0.81059999999999999</c:v>
                </c:pt>
                <c:pt idx="625">
                  <c:v>0.81109799999999999</c:v>
                </c:pt>
                <c:pt idx="626">
                  <c:v>0.81159800000000004</c:v>
                </c:pt>
                <c:pt idx="627">
                  <c:v>0.81210000000000004</c:v>
                </c:pt>
                <c:pt idx="628">
                  <c:v>0.81260200000000005</c:v>
                </c:pt>
                <c:pt idx="629">
                  <c:v>0.81310199999999999</c:v>
                </c:pt>
                <c:pt idx="630">
                  <c:v>0.81360100000000002</c:v>
                </c:pt>
                <c:pt idx="631">
                  <c:v>0.81410099999999996</c:v>
                </c:pt>
                <c:pt idx="632">
                  <c:v>0.81460200000000005</c:v>
                </c:pt>
                <c:pt idx="633">
                  <c:v>0.81510099999999996</c:v>
                </c:pt>
                <c:pt idx="634">
                  <c:v>0.81559999999999999</c:v>
                </c:pt>
                <c:pt idx="635">
                  <c:v>0.81609900000000002</c:v>
                </c:pt>
                <c:pt idx="636">
                  <c:v>0.81659999999999999</c:v>
                </c:pt>
                <c:pt idx="637">
                  <c:v>0.81710099999999997</c:v>
                </c:pt>
                <c:pt idx="638">
                  <c:v>0.81760200000000005</c:v>
                </c:pt>
                <c:pt idx="639">
                  <c:v>0.818102</c:v>
                </c:pt>
                <c:pt idx="640">
                  <c:v>0.81860299999999997</c:v>
                </c:pt>
                <c:pt idx="641">
                  <c:v>0.81910499999999997</c:v>
                </c:pt>
                <c:pt idx="642">
                  <c:v>0.81960599999999995</c:v>
                </c:pt>
                <c:pt idx="643">
                  <c:v>0.82010400000000006</c:v>
                </c:pt>
                <c:pt idx="644">
                  <c:v>0.82060100000000002</c:v>
                </c:pt>
                <c:pt idx="645">
                  <c:v>0.82109900000000002</c:v>
                </c:pt>
                <c:pt idx="646">
                  <c:v>0.82159899999999997</c:v>
                </c:pt>
                <c:pt idx="647">
                  <c:v>0.82209900000000002</c:v>
                </c:pt>
                <c:pt idx="648">
                  <c:v>0.82259899999999997</c:v>
                </c:pt>
                <c:pt idx="649">
                  <c:v>0.82309900000000003</c:v>
                </c:pt>
                <c:pt idx="650">
                  <c:v>0.82359800000000005</c:v>
                </c:pt>
                <c:pt idx="651">
                  <c:v>0.82409900000000003</c:v>
                </c:pt>
                <c:pt idx="652">
                  <c:v>0.82459899999999997</c:v>
                </c:pt>
                <c:pt idx="653">
                  <c:v>0.82509900000000003</c:v>
                </c:pt>
                <c:pt idx="654">
                  <c:v>0.82559899999999997</c:v>
                </c:pt>
                <c:pt idx="655">
                  <c:v>0.826098</c:v>
                </c:pt>
                <c:pt idx="656">
                  <c:v>0.82659899999999997</c:v>
                </c:pt>
                <c:pt idx="657">
                  <c:v>0.82709999999999995</c:v>
                </c:pt>
                <c:pt idx="658">
                  <c:v>0.82759899999999997</c:v>
                </c:pt>
                <c:pt idx="659">
                  <c:v>0.828098</c:v>
                </c:pt>
                <c:pt idx="660">
                  <c:v>0.82859799999999995</c:v>
                </c:pt>
                <c:pt idx="661">
                  <c:v>0.829098</c:v>
                </c:pt>
                <c:pt idx="662">
                  <c:v>0.82959799999999995</c:v>
                </c:pt>
                <c:pt idx="663">
                  <c:v>0.83009599999999995</c:v>
                </c:pt>
                <c:pt idx="664">
                  <c:v>0.83059400000000005</c:v>
                </c:pt>
                <c:pt idx="665">
                  <c:v>0.83109200000000005</c:v>
                </c:pt>
                <c:pt idx="666">
                  <c:v>0.83159099999999997</c:v>
                </c:pt>
                <c:pt idx="667">
                  <c:v>0.83209100000000003</c:v>
                </c:pt>
                <c:pt idx="668">
                  <c:v>0.83259000000000005</c:v>
                </c:pt>
                <c:pt idx="669">
                  <c:v>0.83308899999999997</c:v>
                </c:pt>
                <c:pt idx="670">
                  <c:v>0.83359000000000005</c:v>
                </c:pt>
                <c:pt idx="671">
                  <c:v>0.83409100000000003</c:v>
                </c:pt>
                <c:pt idx="672">
                  <c:v>0.83459099999999997</c:v>
                </c:pt>
                <c:pt idx="673">
                  <c:v>0.83509100000000003</c:v>
                </c:pt>
                <c:pt idx="674">
                  <c:v>0.83559099999999997</c:v>
                </c:pt>
                <c:pt idx="675">
                  <c:v>0.83609100000000003</c:v>
                </c:pt>
                <c:pt idx="676">
                  <c:v>0.836592</c:v>
                </c:pt>
                <c:pt idx="677">
                  <c:v>0.83709299999999998</c:v>
                </c:pt>
                <c:pt idx="678">
                  <c:v>0.83759300000000003</c:v>
                </c:pt>
                <c:pt idx="679">
                  <c:v>0.83809199999999995</c:v>
                </c:pt>
                <c:pt idx="680">
                  <c:v>0.838592</c:v>
                </c:pt>
                <c:pt idx="681">
                  <c:v>0.83909400000000001</c:v>
                </c:pt>
                <c:pt idx="682">
                  <c:v>0.83959300000000003</c:v>
                </c:pt>
                <c:pt idx="683">
                  <c:v>0.84009100000000003</c:v>
                </c:pt>
                <c:pt idx="684">
                  <c:v>0.84058999999999995</c:v>
                </c:pt>
                <c:pt idx="685">
                  <c:v>0.84109</c:v>
                </c:pt>
                <c:pt idx="686">
                  <c:v>0.84159200000000001</c:v>
                </c:pt>
                <c:pt idx="687">
                  <c:v>0.84209199999999995</c:v>
                </c:pt>
                <c:pt idx="688">
                  <c:v>0.84259200000000001</c:v>
                </c:pt>
                <c:pt idx="689">
                  <c:v>0.84309199999999995</c:v>
                </c:pt>
                <c:pt idx="690">
                  <c:v>0.84359200000000001</c:v>
                </c:pt>
                <c:pt idx="691">
                  <c:v>0.84409100000000004</c:v>
                </c:pt>
                <c:pt idx="692">
                  <c:v>0.84458900000000003</c:v>
                </c:pt>
                <c:pt idx="693">
                  <c:v>0.845086</c:v>
                </c:pt>
                <c:pt idx="694">
                  <c:v>0.84558299999999997</c:v>
                </c:pt>
                <c:pt idx="695">
                  <c:v>0.846082</c:v>
                </c:pt>
                <c:pt idx="696">
                  <c:v>0.84658199999999995</c:v>
                </c:pt>
                <c:pt idx="697">
                  <c:v>0.847082</c:v>
                </c:pt>
                <c:pt idx="698">
                  <c:v>0.84758299999999998</c:v>
                </c:pt>
                <c:pt idx="699">
                  <c:v>0.84808399999999995</c:v>
                </c:pt>
                <c:pt idx="700">
                  <c:v>0.84858599999999995</c:v>
                </c:pt>
                <c:pt idx="701">
                  <c:v>0.84908600000000001</c:v>
                </c:pt>
                <c:pt idx="702">
                  <c:v>0.84958500000000003</c:v>
                </c:pt>
                <c:pt idx="703">
                  <c:v>0.85008499999999998</c:v>
                </c:pt>
                <c:pt idx="704">
                  <c:v>0.85058500000000004</c:v>
                </c:pt>
                <c:pt idx="705">
                  <c:v>0.85108600000000001</c:v>
                </c:pt>
                <c:pt idx="706">
                  <c:v>0.85158599999999995</c:v>
                </c:pt>
                <c:pt idx="707">
                  <c:v>0.85208600000000001</c:v>
                </c:pt>
                <c:pt idx="708">
                  <c:v>0.85258599999999996</c:v>
                </c:pt>
                <c:pt idx="709">
                  <c:v>0.85308499999999998</c:v>
                </c:pt>
                <c:pt idx="710">
                  <c:v>0.85358699999999998</c:v>
                </c:pt>
                <c:pt idx="711">
                  <c:v>0.85408700000000004</c:v>
                </c:pt>
                <c:pt idx="712">
                  <c:v>0.85458699999999999</c:v>
                </c:pt>
                <c:pt idx="713">
                  <c:v>0.85508700000000004</c:v>
                </c:pt>
                <c:pt idx="714">
                  <c:v>0.85558699999999999</c:v>
                </c:pt>
                <c:pt idx="715">
                  <c:v>0.85608799999999996</c:v>
                </c:pt>
                <c:pt idx="716">
                  <c:v>0.85658900000000004</c:v>
                </c:pt>
                <c:pt idx="717">
                  <c:v>0.85708799999999996</c:v>
                </c:pt>
                <c:pt idx="718">
                  <c:v>0.85758800000000002</c:v>
                </c:pt>
                <c:pt idx="719">
                  <c:v>0.85808899999999999</c:v>
                </c:pt>
                <c:pt idx="720">
                  <c:v>0.85858999999999996</c:v>
                </c:pt>
                <c:pt idx="721">
                  <c:v>0.85909000000000002</c:v>
                </c:pt>
                <c:pt idx="722">
                  <c:v>0.85958900000000005</c:v>
                </c:pt>
                <c:pt idx="723">
                  <c:v>0.86008799999999996</c:v>
                </c:pt>
                <c:pt idx="724">
                  <c:v>0.86058800000000002</c:v>
                </c:pt>
                <c:pt idx="725">
                  <c:v>0.86108700000000005</c:v>
                </c:pt>
                <c:pt idx="726">
                  <c:v>0.86158500000000005</c:v>
                </c:pt>
                <c:pt idx="727">
                  <c:v>0.86208399999999996</c:v>
                </c:pt>
                <c:pt idx="728">
                  <c:v>0.86258400000000002</c:v>
                </c:pt>
                <c:pt idx="729">
                  <c:v>0.86308300000000004</c:v>
                </c:pt>
                <c:pt idx="730">
                  <c:v>0.86358199999999996</c:v>
                </c:pt>
                <c:pt idx="731">
                  <c:v>0.86407999999999996</c:v>
                </c:pt>
                <c:pt idx="732">
                  <c:v>0.86457799999999996</c:v>
                </c:pt>
                <c:pt idx="733">
                  <c:v>0.86507599999999996</c:v>
                </c:pt>
                <c:pt idx="734">
                  <c:v>0.86557700000000004</c:v>
                </c:pt>
                <c:pt idx="735">
                  <c:v>0.86607900000000004</c:v>
                </c:pt>
                <c:pt idx="736">
                  <c:v>0.86658000000000002</c:v>
                </c:pt>
                <c:pt idx="737">
                  <c:v>0.86708099999999999</c:v>
                </c:pt>
                <c:pt idx="738">
                  <c:v>0.86758000000000002</c:v>
                </c:pt>
                <c:pt idx="739">
                  <c:v>0.86807800000000002</c:v>
                </c:pt>
                <c:pt idx="740">
                  <c:v>0.86857600000000001</c:v>
                </c:pt>
                <c:pt idx="741">
                  <c:v>0.86907400000000001</c:v>
                </c:pt>
                <c:pt idx="742">
                  <c:v>0.86957200000000001</c:v>
                </c:pt>
                <c:pt idx="743">
                  <c:v>0.87007199999999996</c:v>
                </c:pt>
                <c:pt idx="744">
                  <c:v>0.87057399999999996</c:v>
                </c:pt>
                <c:pt idx="745">
                  <c:v>0.87107599999999996</c:v>
                </c:pt>
                <c:pt idx="746">
                  <c:v>0.87157700000000005</c:v>
                </c:pt>
                <c:pt idx="747">
                  <c:v>0.87207699999999999</c:v>
                </c:pt>
                <c:pt idx="748">
                  <c:v>0.87257700000000005</c:v>
                </c:pt>
                <c:pt idx="749">
                  <c:v>0.87307800000000002</c:v>
                </c:pt>
                <c:pt idx="750">
                  <c:v>0.87357799999999997</c:v>
                </c:pt>
                <c:pt idx="751">
                  <c:v>0.87407699999999999</c:v>
                </c:pt>
                <c:pt idx="752">
                  <c:v>0.87457600000000002</c:v>
                </c:pt>
                <c:pt idx="753">
                  <c:v>0.87507599999999996</c:v>
                </c:pt>
                <c:pt idx="754">
                  <c:v>0.87557799999999997</c:v>
                </c:pt>
                <c:pt idx="755">
                  <c:v>0.87607900000000005</c:v>
                </c:pt>
                <c:pt idx="756">
                  <c:v>0.876579</c:v>
                </c:pt>
                <c:pt idx="757">
                  <c:v>0.87707800000000002</c:v>
                </c:pt>
                <c:pt idx="758">
                  <c:v>0.877579</c:v>
                </c:pt>
                <c:pt idx="759">
                  <c:v>0.87807999999999997</c:v>
                </c:pt>
                <c:pt idx="760">
                  <c:v>0.878579</c:v>
                </c:pt>
                <c:pt idx="761">
                  <c:v>0.87907800000000003</c:v>
                </c:pt>
                <c:pt idx="762">
                  <c:v>0.87957600000000002</c:v>
                </c:pt>
                <c:pt idx="763">
                  <c:v>0.88007599999999997</c:v>
                </c:pt>
                <c:pt idx="764">
                  <c:v>0.88057600000000003</c:v>
                </c:pt>
                <c:pt idx="765">
                  <c:v>0.88107400000000002</c:v>
                </c:pt>
                <c:pt idx="766">
                  <c:v>0.88157200000000002</c:v>
                </c:pt>
                <c:pt idx="767">
                  <c:v>0.88207000000000002</c:v>
                </c:pt>
                <c:pt idx="768">
                  <c:v>0.88257099999999999</c:v>
                </c:pt>
                <c:pt idx="769">
                  <c:v>0.88307199999999997</c:v>
                </c:pt>
                <c:pt idx="770">
                  <c:v>0.88357200000000002</c:v>
                </c:pt>
                <c:pt idx="771">
                  <c:v>0.88407199999999997</c:v>
                </c:pt>
                <c:pt idx="772">
                  <c:v>0.884571</c:v>
                </c:pt>
                <c:pt idx="773">
                  <c:v>0.885073</c:v>
                </c:pt>
                <c:pt idx="774">
                  <c:v>0.88557399999999997</c:v>
                </c:pt>
                <c:pt idx="775">
                  <c:v>0.88607499999999995</c:v>
                </c:pt>
                <c:pt idx="776">
                  <c:v>0.886575</c:v>
                </c:pt>
                <c:pt idx="777">
                  <c:v>0.88707499999999995</c:v>
                </c:pt>
                <c:pt idx="778">
                  <c:v>0.887575</c:v>
                </c:pt>
                <c:pt idx="779">
                  <c:v>0.88807499999999995</c:v>
                </c:pt>
                <c:pt idx="780">
                  <c:v>0.88857399999999997</c:v>
                </c:pt>
                <c:pt idx="781">
                  <c:v>0.88907199999999997</c:v>
                </c:pt>
                <c:pt idx="782">
                  <c:v>0.88956999999999997</c:v>
                </c:pt>
                <c:pt idx="783">
                  <c:v>0.89007000000000003</c:v>
                </c:pt>
                <c:pt idx="784">
                  <c:v>0.890571</c:v>
                </c:pt>
                <c:pt idx="785">
                  <c:v>0.89107000000000003</c:v>
                </c:pt>
                <c:pt idx="786">
                  <c:v>0.89156999999999997</c:v>
                </c:pt>
                <c:pt idx="787">
                  <c:v>0.89207000000000003</c:v>
                </c:pt>
                <c:pt idx="788">
                  <c:v>0.89256999999999997</c:v>
                </c:pt>
                <c:pt idx="789">
                  <c:v>0.89307000000000003</c:v>
                </c:pt>
                <c:pt idx="790">
                  <c:v>0.89356999999999998</c:v>
                </c:pt>
                <c:pt idx="791">
                  <c:v>0.894069</c:v>
                </c:pt>
                <c:pt idx="792">
                  <c:v>0.89456800000000003</c:v>
                </c:pt>
                <c:pt idx="793">
                  <c:v>0.89507000000000003</c:v>
                </c:pt>
                <c:pt idx="794">
                  <c:v>0.89557200000000003</c:v>
                </c:pt>
                <c:pt idx="795">
                  <c:v>0.89607199999999998</c:v>
                </c:pt>
                <c:pt idx="796">
                  <c:v>0.89657200000000004</c:v>
                </c:pt>
                <c:pt idx="797">
                  <c:v>0.89707199999999998</c:v>
                </c:pt>
                <c:pt idx="798">
                  <c:v>0.89757399999999998</c:v>
                </c:pt>
                <c:pt idx="799">
                  <c:v>0.89807400000000004</c:v>
                </c:pt>
                <c:pt idx="800">
                  <c:v>0.89857200000000004</c:v>
                </c:pt>
                <c:pt idx="801">
                  <c:v>0.89907000000000004</c:v>
                </c:pt>
                <c:pt idx="802">
                  <c:v>0.89956899999999995</c:v>
                </c:pt>
                <c:pt idx="803">
                  <c:v>0.90006900000000001</c:v>
                </c:pt>
                <c:pt idx="804">
                  <c:v>0.90056899999999995</c:v>
                </c:pt>
                <c:pt idx="805">
                  <c:v>0.90106799999999998</c:v>
                </c:pt>
                <c:pt idx="806">
                  <c:v>0.90156700000000001</c:v>
                </c:pt>
                <c:pt idx="807">
                  <c:v>0.90206699999999995</c:v>
                </c:pt>
                <c:pt idx="808">
                  <c:v>0.90256800000000004</c:v>
                </c:pt>
                <c:pt idx="809">
                  <c:v>0.90306699999999995</c:v>
                </c:pt>
                <c:pt idx="810">
                  <c:v>0.90356599999999998</c:v>
                </c:pt>
                <c:pt idx="811">
                  <c:v>0.90406600000000004</c:v>
                </c:pt>
                <c:pt idx="812">
                  <c:v>0.90456499999999995</c:v>
                </c:pt>
                <c:pt idx="813">
                  <c:v>0.90506500000000001</c:v>
                </c:pt>
                <c:pt idx="814">
                  <c:v>0.90556499999999995</c:v>
                </c:pt>
                <c:pt idx="815">
                  <c:v>0.90606699999999996</c:v>
                </c:pt>
                <c:pt idx="816">
                  <c:v>0.90656599999999998</c:v>
                </c:pt>
                <c:pt idx="817">
                  <c:v>0.90706600000000004</c:v>
                </c:pt>
                <c:pt idx="818">
                  <c:v>0.90756499999999996</c:v>
                </c:pt>
                <c:pt idx="819">
                  <c:v>0.90806299999999995</c:v>
                </c:pt>
                <c:pt idx="820">
                  <c:v>0.90856199999999998</c:v>
                </c:pt>
                <c:pt idx="821">
                  <c:v>0.90906100000000001</c:v>
                </c:pt>
                <c:pt idx="822">
                  <c:v>0.90956099999999995</c:v>
                </c:pt>
                <c:pt idx="823">
                  <c:v>0.91006100000000001</c:v>
                </c:pt>
                <c:pt idx="824">
                  <c:v>0.91056099999999995</c:v>
                </c:pt>
                <c:pt idx="825">
                  <c:v>0.91105999999999998</c:v>
                </c:pt>
                <c:pt idx="826">
                  <c:v>0.91156099999999995</c:v>
                </c:pt>
                <c:pt idx="827">
                  <c:v>0.91206200000000004</c:v>
                </c:pt>
                <c:pt idx="828">
                  <c:v>0.91256099999999996</c:v>
                </c:pt>
                <c:pt idx="829">
                  <c:v>0.91305999999999998</c:v>
                </c:pt>
                <c:pt idx="830">
                  <c:v>0.91355799999999998</c:v>
                </c:pt>
                <c:pt idx="831">
                  <c:v>0.91405700000000001</c:v>
                </c:pt>
                <c:pt idx="832">
                  <c:v>0.91455799999999998</c:v>
                </c:pt>
                <c:pt idx="833">
                  <c:v>0.91505800000000004</c:v>
                </c:pt>
                <c:pt idx="834">
                  <c:v>0.91555900000000001</c:v>
                </c:pt>
                <c:pt idx="835">
                  <c:v>0.91605999999999999</c:v>
                </c:pt>
                <c:pt idx="836">
                  <c:v>0.91656099999999996</c:v>
                </c:pt>
                <c:pt idx="837">
                  <c:v>0.91706299999999996</c:v>
                </c:pt>
                <c:pt idx="838">
                  <c:v>0.91756400000000005</c:v>
                </c:pt>
                <c:pt idx="839">
                  <c:v>0.91806399999999999</c:v>
                </c:pt>
                <c:pt idx="840">
                  <c:v>0.91856199999999999</c:v>
                </c:pt>
                <c:pt idx="841">
                  <c:v>0.91905999999999999</c:v>
                </c:pt>
                <c:pt idx="842">
                  <c:v>0.91956099999999996</c:v>
                </c:pt>
                <c:pt idx="843">
                  <c:v>0.92006200000000005</c:v>
                </c:pt>
                <c:pt idx="844">
                  <c:v>0.92056099999999996</c:v>
                </c:pt>
                <c:pt idx="845">
                  <c:v>0.92105999999999999</c:v>
                </c:pt>
                <c:pt idx="846">
                  <c:v>0.92156000000000005</c:v>
                </c:pt>
                <c:pt idx="847">
                  <c:v>0.92206100000000002</c:v>
                </c:pt>
                <c:pt idx="848">
                  <c:v>0.92256000000000005</c:v>
                </c:pt>
                <c:pt idx="849">
                  <c:v>0.92305800000000005</c:v>
                </c:pt>
                <c:pt idx="850">
                  <c:v>0.92355799999999999</c:v>
                </c:pt>
                <c:pt idx="851">
                  <c:v>0.92405899999999996</c:v>
                </c:pt>
                <c:pt idx="852">
                  <c:v>0.92456000000000005</c:v>
                </c:pt>
                <c:pt idx="853">
                  <c:v>0.92505999999999999</c:v>
                </c:pt>
                <c:pt idx="854">
                  <c:v>0.92556099999999997</c:v>
                </c:pt>
                <c:pt idx="855">
                  <c:v>0.92606100000000002</c:v>
                </c:pt>
                <c:pt idx="856">
                  <c:v>0.92656099999999997</c:v>
                </c:pt>
                <c:pt idx="857">
                  <c:v>0.92706100000000002</c:v>
                </c:pt>
                <c:pt idx="858">
                  <c:v>0.92756000000000005</c:v>
                </c:pt>
                <c:pt idx="859">
                  <c:v>0.92805700000000002</c:v>
                </c:pt>
                <c:pt idx="860">
                  <c:v>0.92855500000000002</c:v>
                </c:pt>
                <c:pt idx="861">
                  <c:v>0.92905599999999999</c:v>
                </c:pt>
                <c:pt idx="862">
                  <c:v>0.92955699999999997</c:v>
                </c:pt>
                <c:pt idx="863">
                  <c:v>0.93005599999999999</c:v>
                </c:pt>
                <c:pt idx="864">
                  <c:v>0.93055500000000002</c:v>
                </c:pt>
                <c:pt idx="865">
                  <c:v>0.93105499999999997</c:v>
                </c:pt>
                <c:pt idx="866">
                  <c:v>0.93155600000000005</c:v>
                </c:pt>
                <c:pt idx="867">
                  <c:v>0.932056</c:v>
                </c:pt>
                <c:pt idx="868">
                  <c:v>0.93255600000000005</c:v>
                </c:pt>
                <c:pt idx="869">
                  <c:v>0.93305499999999997</c:v>
                </c:pt>
                <c:pt idx="870">
                  <c:v>0.93355399999999999</c:v>
                </c:pt>
                <c:pt idx="871">
                  <c:v>0.93405400000000005</c:v>
                </c:pt>
                <c:pt idx="872">
                  <c:v>0.93455600000000005</c:v>
                </c:pt>
                <c:pt idx="873">
                  <c:v>0.93505700000000003</c:v>
                </c:pt>
                <c:pt idx="874">
                  <c:v>0.935558</c:v>
                </c:pt>
                <c:pt idx="875">
                  <c:v>0.93605899999999997</c:v>
                </c:pt>
                <c:pt idx="876">
                  <c:v>0.936558</c:v>
                </c:pt>
                <c:pt idx="877">
                  <c:v>0.93705700000000003</c:v>
                </c:pt>
                <c:pt idx="878">
                  <c:v>0.93755500000000003</c:v>
                </c:pt>
                <c:pt idx="879">
                  <c:v>0.93805099999999997</c:v>
                </c:pt>
                <c:pt idx="880">
                  <c:v>0.93854899999999997</c:v>
                </c:pt>
                <c:pt idx="881">
                  <c:v>0.93904900000000002</c:v>
                </c:pt>
                <c:pt idx="882">
                  <c:v>0.93954899999999997</c:v>
                </c:pt>
                <c:pt idx="883">
                  <c:v>0.94004799999999999</c:v>
                </c:pt>
                <c:pt idx="884">
                  <c:v>0.94054700000000002</c:v>
                </c:pt>
                <c:pt idx="885">
                  <c:v>0.94104699999999997</c:v>
                </c:pt>
                <c:pt idx="886">
                  <c:v>0.94154800000000005</c:v>
                </c:pt>
                <c:pt idx="887">
                  <c:v>0.942048</c:v>
                </c:pt>
                <c:pt idx="888">
                  <c:v>0.94254700000000002</c:v>
                </c:pt>
                <c:pt idx="889">
                  <c:v>0.94304699999999997</c:v>
                </c:pt>
                <c:pt idx="890">
                  <c:v>0.94354700000000002</c:v>
                </c:pt>
                <c:pt idx="891">
                  <c:v>0.944048</c:v>
                </c:pt>
                <c:pt idx="892">
                  <c:v>0.94454800000000005</c:v>
                </c:pt>
                <c:pt idx="893">
                  <c:v>0.945048</c:v>
                </c:pt>
                <c:pt idx="894">
                  <c:v>0.94554700000000003</c:v>
                </c:pt>
                <c:pt idx="895">
                  <c:v>0.946048</c:v>
                </c:pt>
                <c:pt idx="896">
                  <c:v>0.94654799999999994</c:v>
                </c:pt>
                <c:pt idx="897">
                  <c:v>0.94704699999999997</c:v>
                </c:pt>
                <c:pt idx="898">
                  <c:v>0.94754499999999997</c:v>
                </c:pt>
                <c:pt idx="899">
                  <c:v>0.948044</c:v>
                </c:pt>
                <c:pt idx="900">
                  <c:v>0.94854400000000005</c:v>
                </c:pt>
                <c:pt idx="901">
                  <c:v>0.94904500000000003</c:v>
                </c:pt>
                <c:pt idx="902">
                  <c:v>0.94954400000000005</c:v>
                </c:pt>
                <c:pt idx="903">
                  <c:v>0.95004299999999997</c:v>
                </c:pt>
                <c:pt idx="904">
                  <c:v>0.95054099999999997</c:v>
                </c:pt>
                <c:pt idx="905">
                  <c:v>0.95103899999999997</c:v>
                </c:pt>
                <c:pt idx="906">
                  <c:v>0.95153799999999999</c:v>
                </c:pt>
                <c:pt idx="907">
                  <c:v>0.95203700000000002</c:v>
                </c:pt>
                <c:pt idx="908">
                  <c:v>0.95253600000000005</c:v>
                </c:pt>
                <c:pt idx="909">
                  <c:v>0.95303599999999999</c:v>
                </c:pt>
                <c:pt idx="910">
                  <c:v>0.953538</c:v>
                </c:pt>
                <c:pt idx="911">
                  <c:v>0.95404100000000003</c:v>
                </c:pt>
                <c:pt idx="912">
                  <c:v>0.954542</c:v>
                </c:pt>
                <c:pt idx="913">
                  <c:v>0.95504299999999998</c:v>
                </c:pt>
                <c:pt idx="914">
                  <c:v>0.95554300000000003</c:v>
                </c:pt>
                <c:pt idx="915">
                  <c:v>0.956044</c:v>
                </c:pt>
                <c:pt idx="916">
                  <c:v>0.95654499999999998</c:v>
                </c:pt>
                <c:pt idx="917">
                  <c:v>0.95704400000000001</c:v>
                </c:pt>
                <c:pt idx="918">
                  <c:v>0.95754099999999998</c:v>
                </c:pt>
                <c:pt idx="919">
                  <c:v>0.95804100000000003</c:v>
                </c:pt>
                <c:pt idx="920">
                  <c:v>0.95854099999999998</c:v>
                </c:pt>
                <c:pt idx="921">
                  <c:v>0.95904100000000003</c:v>
                </c:pt>
                <c:pt idx="922">
                  <c:v>0.95954099999999998</c:v>
                </c:pt>
                <c:pt idx="923">
                  <c:v>0.96004</c:v>
                </c:pt>
                <c:pt idx="924">
                  <c:v>0.96053900000000003</c:v>
                </c:pt>
                <c:pt idx="925">
                  <c:v>0.96104000000000001</c:v>
                </c:pt>
                <c:pt idx="926">
                  <c:v>0.96153900000000003</c:v>
                </c:pt>
                <c:pt idx="927">
                  <c:v>0.96203899999999998</c:v>
                </c:pt>
                <c:pt idx="928">
                  <c:v>0.962538</c:v>
                </c:pt>
                <c:pt idx="929">
                  <c:v>0.96303700000000003</c:v>
                </c:pt>
                <c:pt idx="930">
                  <c:v>0.96353699999999998</c:v>
                </c:pt>
                <c:pt idx="931">
                  <c:v>0.96403700000000003</c:v>
                </c:pt>
                <c:pt idx="932">
                  <c:v>0.96453699999999998</c:v>
                </c:pt>
                <c:pt idx="933">
                  <c:v>0.96503700000000003</c:v>
                </c:pt>
                <c:pt idx="934">
                  <c:v>0.96553699999999998</c:v>
                </c:pt>
                <c:pt idx="935">
                  <c:v>0.96603700000000003</c:v>
                </c:pt>
                <c:pt idx="936">
                  <c:v>0.96653500000000003</c:v>
                </c:pt>
                <c:pt idx="937">
                  <c:v>0.96703399999999995</c:v>
                </c:pt>
                <c:pt idx="938">
                  <c:v>0.96753299999999998</c:v>
                </c:pt>
                <c:pt idx="939">
                  <c:v>0.96803399999999995</c:v>
                </c:pt>
                <c:pt idx="940">
                  <c:v>0.96853500000000003</c:v>
                </c:pt>
                <c:pt idx="941">
                  <c:v>0.96903499999999998</c:v>
                </c:pt>
                <c:pt idx="942">
                  <c:v>0.96953400000000001</c:v>
                </c:pt>
                <c:pt idx="943">
                  <c:v>0.97003300000000003</c:v>
                </c:pt>
                <c:pt idx="944">
                  <c:v>0.97053400000000001</c:v>
                </c:pt>
                <c:pt idx="945">
                  <c:v>0.97103499999999998</c:v>
                </c:pt>
                <c:pt idx="946">
                  <c:v>0.97153400000000001</c:v>
                </c:pt>
                <c:pt idx="947">
                  <c:v>0.97203300000000004</c:v>
                </c:pt>
                <c:pt idx="948">
                  <c:v>0.97253199999999995</c:v>
                </c:pt>
                <c:pt idx="949">
                  <c:v>0.97303099999999998</c:v>
                </c:pt>
                <c:pt idx="950">
                  <c:v>0.97353000000000001</c:v>
                </c:pt>
                <c:pt idx="951">
                  <c:v>0.97402999999999995</c:v>
                </c:pt>
                <c:pt idx="952">
                  <c:v>0.97453000000000001</c:v>
                </c:pt>
                <c:pt idx="953">
                  <c:v>0.97503099999999998</c:v>
                </c:pt>
                <c:pt idx="954">
                  <c:v>0.97553299999999998</c:v>
                </c:pt>
                <c:pt idx="955">
                  <c:v>0.97603399999999996</c:v>
                </c:pt>
                <c:pt idx="956">
                  <c:v>0.97653299999999998</c:v>
                </c:pt>
                <c:pt idx="957">
                  <c:v>0.97703300000000004</c:v>
                </c:pt>
                <c:pt idx="958">
                  <c:v>0.97753299999999999</c:v>
                </c:pt>
                <c:pt idx="959">
                  <c:v>0.97803300000000004</c:v>
                </c:pt>
                <c:pt idx="960">
                  <c:v>0.97853199999999996</c:v>
                </c:pt>
                <c:pt idx="961">
                  <c:v>0.97903099999999998</c:v>
                </c:pt>
                <c:pt idx="962">
                  <c:v>0.97953000000000001</c:v>
                </c:pt>
                <c:pt idx="963">
                  <c:v>0.98002999999999996</c:v>
                </c:pt>
                <c:pt idx="964">
                  <c:v>0.98053100000000004</c:v>
                </c:pt>
                <c:pt idx="965">
                  <c:v>0.98102999999999996</c:v>
                </c:pt>
                <c:pt idx="966">
                  <c:v>0.98152700000000004</c:v>
                </c:pt>
                <c:pt idx="967">
                  <c:v>0.98202599999999995</c:v>
                </c:pt>
                <c:pt idx="968">
                  <c:v>0.98252700000000004</c:v>
                </c:pt>
                <c:pt idx="969">
                  <c:v>0.98302699999999998</c:v>
                </c:pt>
                <c:pt idx="970">
                  <c:v>0.98352600000000001</c:v>
                </c:pt>
                <c:pt idx="971">
                  <c:v>0.98402500000000004</c:v>
                </c:pt>
                <c:pt idx="972">
                  <c:v>0.98452399999999995</c:v>
                </c:pt>
                <c:pt idx="973">
                  <c:v>0.98502400000000001</c:v>
                </c:pt>
                <c:pt idx="974">
                  <c:v>0.98552399999999996</c:v>
                </c:pt>
                <c:pt idx="975">
                  <c:v>0.98602400000000001</c:v>
                </c:pt>
                <c:pt idx="976">
                  <c:v>0.98652300000000004</c:v>
                </c:pt>
                <c:pt idx="977">
                  <c:v>0.98702299999999998</c:v>
                </c:pt>
                <c:pt idx="978">
                  <c:v>0.98752300000000004</c:v>
                </c:pt>
                <c:pt idx="979">
                  <c:v>0.98802400000000001</c:v>
                </c:pt>
                <c:pt idx="980">
                  <c:v>0.98852499999999999</c:v>
                </c:pt>
                <c:pt idx="981">
                  <c:v>0.98902400000000001</c:v>
                </c:pt>
                <c:pt idx="982">
                  <c:v>0.98952300000000004</c:v>
                </c:pt>
                <c:pt idx="983">
                  <c:v>0.99002199999999996</c:v>
                </c:pt>
                <c:pt idx="984">
                  <c:v>0.99052099999999998</c:v>
                </c:pt>
                <c:pt idx="985">
                  <c:v>0.99102000000000001</c:v>
                </c:pt>
                <c:pt idx="986">
                  <c:v>0.99151900000000004</c:v>
                </c:pt>
                <c:pt idx="987">
                  <c:v>0.99201899999999998</c:v>
                </c:pt>
                <c:pt idx="988">
                  <c:v>0.99252099999999999</c:v>
                </c:pt>
                <c:pt idx="989">
                  <c:v>0.99302199999999996</c:v>
                </c:pt>
                <c:pt idx="990">
                  <c:v>0.99352099999999999</c:v>
                </c:pt>
                <c:pt idx="991">
                  <c:v>0.99402100000000004</c:v>
                </c:pt>
                <c:pt idx="992">
                  <c:v>0.99451999999999996</c:v>
                </c:pt>
                <c:pt idx="993">
                  <c:v>0.99502100000000004</c:v>
                </c:pt>
                <c:pt idx="994">
                  <c:v>0.99552200000000002</c:v>
                </c:pt>
                <c:pt idx="995">
                  <c:v>0.99602199999999996</c:v>
                </c:pt>
                <c:pt idx="996">
                  <c:v>0.99652099999999999</c:v>
                </c:pt>
                <c:pt idx="997">
                  <c:v>0.99702100000000005</c:v>
                </c:pt>
                <c:pt idx="998">
                  <c:v>0.99752099999999999</c:v>
                </c:pt>
                <c:pt idx="999">
                  <c:v>0.99802100000000005</c:v>
                </c:pt>
                <c:pt idx="1000">
                  <c:v>0.99852099999999999</c:v>
                </c:pt>
                <c:pt idx="1001">
                  <c:v>0.99902000000000002</c:v>
                </c:pt>
                <c:pt idx="1002">
                  <c:v>0.99951900000000005</c:v>
                </c:pt>
                <c:pt idx="1003">
                  <c:v>1.0000199999999999</c:v>
                </c:pt>
                <c:pt idx="1004">
                  <c:v>1.0005200000000001</c:v>
                </c:pt>
                <c:pt idx="1005">
                  <c:v>1.00102</c:v>
                </c:pt>
                <c:pt idx="1006">
                  <c:v>1.0015099999999999</c:v>
                </c:pt>
                <c:pt idx="1007">
                  <c:v>1.0020100000000001</c:v>
                </c:pt>
                <c:pt idx="1008">
                  <c:v>1.00251</c:v>
                </c:pt>
                <c:pt idx="1009">
                  <c:v>1.00301</c:v>
                </c:pt>
                <c:pt idx="1010">
                  <c:v>1.0035099999999999</c:v>
                </c:pt>
                <c:pt idx="1011">
                  <c:v>1.0040199999999999</c:v>
                </c:pt>
                <c:pt idx="1012">
                  <c:v>1.0045200000000001</c:v>
                </c:pt>
                <c:pt idx="1013">
                  <c:v>1.00502</c:v>
                </c:pt>
                <c:pt idx="1014">
                  <c:v>1.00552</c:v>
                </c:pt>
                <c:pt idx="1015">
                  <c:v>1.0060199999999999</c:v>
                </c:pt>
                <c:pt idx="1016">
                  <c:v>1.0065200000000001</c:v>
                </c:pt>
                <c:pt idx="1017">
                  <c:v>1.00701</c:v>
                </c:pt>
                <c:pt idx="1018">
                  <c:v>1.0075099999999999</c:v>
                </c:pt>
                <c:pt idx="1019">
                  <c:v>1.0080100000000001</c:v>
                </c:pt>
                <c:pt idx="1020">
                  <c:v>1.00851</c:v>
                </c:pt>
                <c:pt idx="1021">
                  <c:v>1.00901</c:v>
                </c:pt>
                <c:pt idx="1022">
                  <c:v>1.0095099999999999</c:v>
                </c:pt>
                <c:pt idx="1023">
                  <c:v>1.0100100000000001</c:v>
                </c:pt>
                <c:pt idx="1024">
                  <c:v>1.01051</c:v>
                </c:pt>
                <c:pt idx="1025">
                  <c:v>1.01101</c:v>
                </c:pt>
                <c:pt idx="1026">
                  <c:v>1.0115099999999999</c:v>
                </c:pt>
                <c:pt idx="1027">
                  <c:v>1.0120100000000001</c:v>
                </c:pt>
                <c:pt idx="1028">
                  <c:v>1.01251</c:v>
                </c:pt>
                <c:pt idx="1029">
                  <c:v>1.01302</c:v>
                </c:pt>
                <c:pt idx="1030">
                  <c:v>1.01352</c:v>
                </c:pt>
                <c:pt idx="1031">
                  <c:v>1.0140199999999999</c:v>
                </c:pt>
                <c:pt idx="1032">
                  <c:v>1.0145200000000001</c:v>
                </c:pt>
                <c:pt idx="1033">
                  <c:v>1.01502</c:v>
                </c:pt>
                <c:pt idx="1034">
                  <c:v>1.01552</c:v>
                </c:pt>
                <c:pt idx="1035">
                  <c:v>1.0160199999999999</c:v>
                </c:pt>
                <c:pt idx="1036">
                  <c:v>1.01651</c:v>
                </c:pt>
                <c:pt idx="1037">
                  <c:v>1.01701</c:v>
                </c:pt>
                <c:pt idx="1038">
                  <c:v>1.0175099999999999</c:v>
                </c:pt>
                <c:pt idx="1039">
                  <c:v>1.0180100000000001</c:v>
                </c:pt>
                <c:pt idx="1040">
                  <c:v>1.01851</c:v>
                </c:pt>
                <c:pt idx="1041">
                  <c:v>1.01901</c:v>
                </c:pt>
                <c:pt idx="1042">
                  <c:v>1.0195099999999999</c:v>
                </c:pt>
                <c:pt idx="1043">
                  <c:v>1.0200100000000001</c:v>
                </c:pt>
                <c:pt idx="1044">
                  <c:v>1.02051</c:v>
                </c:pt>
                <c:pt idx="1045">
                  <c:v>1.02101</c:v>
                </c:pt>
                <c:pt idx="1046">
                  <c:v>1.0215099999999999</c:v>
                </c:pt>
                <c:pt idx="1047">
                  <c:v>1.0220100000000001</c:v>
                </c:pt>
                <c:pt idx="1048">
                  <c:v>1.02251</c:v>
                </c:pt>
                <c:pt idx="1049">
                  <c:v>1.02301</c:v>
                </c:pt>
                <c:pt idx="1050">
                  <c:v>1.0235099999999999</c:v>
                </c:pt>
                <c:pt idx="1051">
                  <c:v>1.0240100000000001</c:v>
                </c:pt>
                <c:pt idx="1052">
                  <c:v>1.02451</c:v>
                </c:pt>
                <c:pt idx="1053">
                  <c:v>1.02501</c:v>
                </c:pt>
                <c:pt idx="1054">
                  <c:v>1.0255099999999999</c:v>
                </c:pt>
                <c:pt idx="1055">
                  <c:v>1.026</c:v>
                </c:pt>
                <c:pt idx="1056">
                  <c:v>1.0265</c:v>
                </c:pt>
                <c:pt idx="1057">
                  <c:v>1.02701</c:v>
                </c:pt>
                <c:pt idx="1058">
                  <c:v>1.0275099999999999</c:v>
                </c:pt>
                <c:pt idx="1059">
                  <c:v>1.0280100000000001</c:v>
                </c:pt>
                <c:pt idx="1060">
                  <c:v>1.0285</c:v>
                </c:pt>
                <c:pt idx="1061">
                  <c:v>1.0289999999999999</c:v>
                </c:pt>
                <c:pt idx="1062">
                  <c:v>1.0295000000000001</c:v>
                </c:pt>
                <c:pt idx="1063">
                  <c:v>1.03</c:v>
                </c:pt>
                <c:pt idx="1064">
                  <c:v>1.0305</c:v>
                </c:pt>
                <c:pt idx="1065">
                  <c:v>1.0309999999999999</c:v>
                </c:pt>
                <c:pt idx="1066">
                  <c:v>1.0315000000000001</c:v>
                </c:pt>
                <c:pt idx="1067">
                  <c:v>1.032</c:v>
                </c:pt>
                <c:pt idx="1068">
                  <c:v>1.0325</c:v>
                </c:pt>
                <c:pt idx="1069">
                  <c:v>1.0329999999999999</c:v>
                </c:pt>
                <c:pt idx="1070">
                  <c:v>1.0335000000000001</c:v>
                </c:pt>
                <c:pt idx="1071">
                  <c:v>1.034</c:v>
                </c:pt>
                <c:pt idx="1072">
                  <c:v>1.0345</c:v>
                </c:pt>
                <c:pt idx="1073">
                  <c:v>1.03501</c:v>
                </c:pt>
                <c:pt idx="1074">
                  <c:v>1.0355000000000001</c:v>
                </c:pt>
                <c:pt idx="1075">
                  <c:v>1.036</c:v>
                </c:pt>
                <c:pt idx="1076">
                  <c:v>1.0365</c:v>
                </c:pt>
                <c:pt idx="1077">
                  <c:v>1.0369999999999999</c:v>
                </c:pt>
                <c:pt idx="1078">
                  <c:v>1.0375000000000001</c:v>
                </c:pt>
                <c:pt idx="1079">
                  <c:v>1.038</c:v>
                </c:pt>
                <c:pt idx="1080">
                  <c:v>1.0385</c:v>
                </c:pt>
                <c:pt idx="1081">
                  <c:v>1.0389999999999999</c:v>
                </c:pt>
                <c:pt idx="1082">
                  <c:v>1.0395000000000001</c:v>
                </c:pt>
                <c:pt idx="1083">
                  <c:v>1.04</c:v>
                </c:pt>
                <c:pt idx="1084">
                  <c:v>1.0405</c:v>
                </c:pt>
                <c:pt idx="1085">
                  <c:v>1.0409999999999999</c:v>
                </c:pt>
                <c:pt idx="1086">
                  <c:v>1.0415000000000001</c:v>
                </c:pt>
                <c:pt idx="1087">
                  <c:v>1.042</c:v>
                </c:pt>
                <c:pt idx="1088">
                  <c:v>1.0425</c:v>
                </c:pt>
                <c:pt idx="1089">
                  <c:v>1.0429999999999999</c:v>
                </c:pt>
                <c:pt idx="1090">
                  <c:v>1.0435000000000001</c:v>
                </c:pt>
                <c:pt idx="1091">
                  <c:v>1.044</c:v>
                </c:pt>
                <c:pt idx="1092">
                  <c:v>1.0445</c:v>
                </c:pt>
                <c:pt idx="1093">
                  <c:v>1.0449999999999999</c:v>
                </c:pt>
                <c:pt idx="1094">
                  <c:v>1.0455000000000001</c:v>
                </c:pt>
                <c:pt idx="1095">
                  <c:v>1.04599</c:v>
                </c:pt>
                <c:pt idx="1096">
                  <c:v>1.0464899999999999</c:v>
                </c:pt>
                <c:pt idx="1097">
                  <c:v>1.0469900000000001</c:v>
                </c:pt>
                <c:pt idx="1098">
                  <c:v>1.04749</c:v>
                </c:pt>
                <c:pt idx="1099">
                  <c:v>1.04799</c:v>
                </c:pt>
                <c:pt idx="1100">
                  <c:v>1.0484899999999999</c:v>
                </c:pt>
                <c:pt idx="1101">
                  <c:v>1.0489900000000001</c:v>
                </c:pt>
                <c:pt idx="1102">
                  <c:v>1.04949</c:v>
                </c:pt>
                <c:pt idx="1103">
                  <c:v>1.04999</c:v>
                </c:pt>
                <c:pt idx="1104">
                  <c:v>1.0504899999999999</c:v>
                </c:pt>
                <c:pt idx="1105">
                  <c:v>1.0509999999999999</c:v>
                </c:pt>
                <c:pt idx="1106">
                  <c:v>1.0515000000000001</c:v>
                </c:pt>
                <c:pt idx="1107">
                  <c:v>1.052</c:v>
                </c:pt>
                <c:pt idx="1108">
                  <c:v>1.0525</c:v>
                </c:pt>
                <c:pt idx="1109">
                  <c:v>1.0529999999999999</c:v>
                </c:pt>
                <c:pt idx="1110">
                  <c:v>1.0535000000000001</c:v>
                </c:pt>
                <c:pt idx="1111">
                  <c:v>1.054</c:v>
                </c:pt>
                <c:pt idx="1112">
                  <c:v>1.0545</c:v>
                </c:pt>
                <c:pt idx="1113">
                  <c:v>1.0549900000000001</c:v>
                </c:pt>
                <c:pt idx="1114">
                  <c:v>1.05549</c:v>
                </c:pt>
                <c:pt idx="1115">
                  <c:v>1.05599</c:v>
                </c:pt>
                <c:pt idx="1116">
                  <c:v>1.0564899999999999</c:v>
                </c:pt>
                <c:pt idx="1117">
                  <c:v>1.0569900000000001</c:v>
                </c:pt>
                <c:pt idx="1118">
                  <c:v>1.05749</c:v>
                </c:pt>
                <c:pt idx="1119">
                  <c:v>1.05799</c:v>
                </c:pt>
                <c:pt idx="1120">
                  <c:v>1.0584899999999999</c:v>
                </c:pt>
                <c:pt idx="1121">
                  <c:v>1.0589900000000001</c:v>
                </c:pt>
                <c:pt idx="1122">
                  <c:v>1.05949</c:v>
                </c:pt>
                <c:pt idx="1123">
                  <c:v>1.05999</c:v>
                </c:pt>
                <c:pt idx="1124">
                  <c:v>1.0604899999999999</c:v>
                </c:pt>
                <c:pt idx="1125">
                  <c:v>1.0609900000000001</c:v>
                </c:pt>
                <c:pt idx="1126">
                  <c:v>1.06149</c:v>
                </c:pt>
                <c:pt idx="1127">
                  <c:v>1.06199</c:v>
                </c:pt>
                <c:pt idx="1128">
                  <c:v>1.0624899999999999</c:v>
                </c:pt>
                <c:pt idx="1129">
                  <c:v>1.0629900000000001</c:v>
                </c:pt>
                <c:pt idx="1130">
                  <c:v>1.06349</c:v>
                </c:pt>
                <c:pt idx="1131">
                  <c:v>1.06399</c:v>
                </c:pt>
                <c:pt idx="1132">
                  <c:v>1.0644899999999999</c:v>
                </c:pt>
                <c:pt idx="1133">
                  <c:v>1.0649900000000001</c:v>
                </c:pt>
                <c:pt idx="1134">
                  <c:v>1.06549</c:v>
                </c:pt>
                <c:pt idx="1135">
                  <c:v>1.06599</c:v>
                </c:pt>
                <c:pt idx="1136">
                  <c:v>1.0664899999999999</c:v>
                </c:pt>
                <c:pt idx="1137">
                  <c:v>1.0669900000000001</c:v>
                </c:pt>
                <c:pt idx="1138">
                  <c:v>1.06749</c:v>
                </c:pt>
                <c:pt idx="1139">
                  <c:v>1.06799</c:v>
                </c:pt>
                <c:pt idx="1140">
                  <c:v>1.0684899999999999</c:v>
                </c:pt>
                <c:pt idx="1141">
                  <c:v>1.0689900000000001</c:v>
                </c:pt>
                <c:pt idx="1142">
                  <c:v>1.0694900000000001</c:v>
                </c:pt>
                <c:pt idx="1143">
                  <c:v>1.06999</c:v>
                </c:pt>
                <c:pt idx="1144">
                  <c:v>1.0704899999999999</c:v>
                </c:pt>
                <c:pt idx="1145">
                  <c:v>1.0709900000000001</c:v>
                </c:pt>
                <c:pt idx="1146">
                  <c:v>1.0714900000000001</c:v>
                </c:pt>
                <c:pt idx="1147">
                  <c:v>1.07199</c:v>
                </c:pt>
                <c:pt idx="1148">
                  <c:v>1.0724899999999999</c:v>
                </c:pt>
                <c:pt idx="1149">
                  <c:v>1.0729900000000001</c:v>
                </c:pt>
                <c:pt idx="1150">
                  <c:v>1.0734900000000001</c:v>
                </c:pt>
                <c:pt idx="1151">
                  <c:v>1.07399</c:v>
                </c:pt>
                <c:pt idx="1152">
                  <c:v>1.0744899999999999</c:v>
                </c:pt>
                <c:pt idx="1153">
                  <c:v>1.0749899999999999</c:v>
                </c:pt>
                <c:pt idx="1154">
                  <c:v>1.0754900000000001</c:v>
                </c:pt>
                <c:pt idx="1155">
                  <c:v>1.07599</c:v>
                </c:pt>
                <c:pt idx="1156">
                  <c:v>1.0764899999999999</c:v>
                </c:pt>
                <c:pt idx="1157">
                  <c:v>1.0769899999999999</c:v>
                </c:pt>
                <c:pt idx="1158">
                  <c:v>1.0774900000000001</c:v>
                </c:pt>
                <c:pt idx="1159">
                  <c:v>1.07799</c:v>
                </c:pt>
                <c:pt idx="1160">
                  <c:v>1.0784899999999999</c:v>
                </c:pt>
                <c:pt idx="1161">
                  <c:v>1.0789800000000001</c:v>
                </c:pt>
                <c:pt idx="1162">
                  <c:v>1.07948</c:v>
                </c:pt>
                <c:pt idx="1163">
                  <c:v>1.0799799999999999</c:v>
                </c:pt>
                <c:pt idx="1164">
                  <c:v>1.0804800000000001</c:v>
                </c:pt>
                <c:pt idx="1165">
                  <c:v>1.0809800000000001</c:v>
                </c:pt>
                <c:pt idx="1166">
                  <c:v>1.08148</c:v>
                </c:pt>
                <c:pt idx="1167">
                  <c:v>1.0819799999999999</c:v>
                </c:pt>
                <c:pt idx="1168">
                  <c:v>1.08249</c:v>
                </c:pt>
                <c:pt idx="1169">
                  <c:v>1.0829899999999999</c:v>
                </c:pt>
                <c:pt idx="1170">
                  <c:v>1.0834900000000001</c:v>
                </c:pt>
                <c:pt idx="1171">
                  <c:v>1.0839799999999999</c:v>
                </c:pt>
                <c:pt idx="1172">
                  <c:v>1.0844800000000001</c:v>
                </c:pt>
                <c:pt idx="1173">
                  <c:v>1.0849800000000001</c:v>
                </c:pt>
                <c:pt idx="1174">
                  <c:v>1.08548</c:v>
                </c:pt>
                <c:pt idx="1175">
                  <c:v>1.0859799999999999</c:v>
                </c:pt>
                <c:pt idx="1176">
                  <c:v>1.0864799999999999</c:v>
                </c:pt>
                <c:pt idx="1177">
                  <c:v>1.0869800000000001</c:v>
                </c:pt>
                <c:pt idx="1178">
                  <c:v>1.08748</c:v>
                </c:pt>
                <c:pt idx="1179">
                  <c:v>1.0879799999999999</c:v>
                </c:pt>
                <c:pt idx="1180">
                  <c:v>1.0884799999999999</c:v>
                </c:pt>
                <c:pt idx="1181">
                  <c:v>1.0889800000000001</c:v>
                </c:pt>
                <c:pt idx="1182">
                  <c:v>1.08948</c:v>
                </c:pt>
                <c:pt idx="1183">
                  <c:v>1.0899799999999999</c:v>
                </c:pt>
                <c:pt idx="1184">
                  <c:v>1.0904799999999999</c:v>
                </c:pt>
                <c:pt idx="1185">
                  <c:v>1.0909800000000001</c:v>
                </c:pt>
                <c:pt idx="1186">
                  <c:v>1.09148</c:v>
                </c:pt>
                <c:pt idx="1187">
                  <c:v>1.09198</c:v>
                </c:pt>
                <c:pt idx="1188">
                  <c:v>1.0924799999999999</c:v>
                </c:pt>
                <c:pt idx="1189">
                  <c:v>1.0929800000000001</c:v>
                </c:pt>
                <c:pt idx="1190">
                  <c:v>1.09348</c:v>
                </c:pt>
                <c:pt idx="1191">
                  <c:v>1.09398</c:v>
                </c:pt>
                <c:pt idx="1192">
                  <c:v>1.0944799999999999</c:v>
                </c:pt>
                <c:pt idx="1193">
                  <c:v>1.0949800000000001</c:v>
                </c:pt>
                <c:pt idx="1194">
                  <c:v>1.09548</c:v>
                </c:pt>
                <c:pt idx="1195">
                  <c:v>1.09598</c:v>
                </c:pt>
                <c:pt idx="1196">
                  <c:v>1.0964799999999999</c:v>
                </c:pt>
                <c:pt idx="1197">
                  <c:v>1.0969800000000001</c:v>
                </c:pt>
                <c:pt idx="1198">
                  <c:v>1.09748</c:v>
                </c:pt>
                <c:pt idx="1199">
                  <c:v>1.09798</c:v>
                </c:pt>
                <c:pt idx="1200">
                  <c:v>1.0984799999999999</c:v>
                </c:pt>
                <c:pt idx="1201">
                  <c:v>1.09897</c:v>
                </c:pt>
                <c:pt idx="1202">
                  <c:v>1.09948</c:v>
                </c:pt>
                <c:pt idx="1203">
                  <c:v>1.09998</c:v>
                </c:pt>
                <c:pt idx="1204">
                  <c:v>1.1004799999999999</c:v>
                </c:pt>
                <c:pt idx="1205">
                  <c:v>1.1009800000000001</c:v>
                </c:pt>
                <c:pt idx="1206">
                  <c:v>1.10148</c:v>
                </c:pt>
                <c:pt idx="1207">
                  <c:v>1.10198</c:v>
                </c:pt>
                <c:pt idx="1208">
                  <c:v>1.1024799999999999</c:v>
                </c:pt>
                <c:pt idx="1209">
                  <c:v>1.1029800000000001</c:v>
                </c:pt>
                <c:pt idx="1210">
                  <c:v>1.10348</c:v>
                </c:pt>
                <c:pt idx="1211">
                  <c:v>1.10398</c:v>
                </c:pt>
                <c:pt idx="1212">
                  <c:v>1.1044700000000001</c:v>
                </c:pt>
                <c:pt idx="1213">
                  <c:v>1.10497</c:v>
                </c:pt>
                <c:pt idx="1214">
                  <c:v>1.10547</c:v>
                </c:pt>
                <c:pt idx="1215">
                  <c:v>1.1059699999999999</c:v>
                </c:pt>
                <c:pt idx="1216">
                  <c:v>1.1064700000000001</c:v>
                </c:pt>
                <c:pt idx="1217">
                  <c:v>1.10697</c:v>
                </c:pt>
                <c:pt idx="1218">
                  <c:v>1.10747</c:v>
                </c:pt>
                <c:pt idx="1219">
                  <c:v>1.1079699999999999</c:v>
                </c:pt>
                <c:pt idx="1220">
                  <c:v>1.1084700000000001</c:v>
                </c:pt>
                <c:pt idx="1221">
                  <c:v>1.10897</c:v>
                </c:pt>
                <c:pt idx="1222">
                  <c:v>1.10947</c:v>
                </c:pt>
                <c:pt idx="1223">
                  <c:v>1.1099699999999999</c:v>
                </c:pt>
                <c:pt idx="1224">
                  <c:v>1.1104700000000001</c:v>
                </c:pt>
                <c:pt idx="1225">
                  <c:v>1.11097</c:v>
                </c:pt>
                <c:pt idx="1226">
                  <c:v>1.11147</c:v>
                </c:pt>
                <c:pt idx="1227">
                  <c:v>1.1119699999999999</c:v>
                </c:pt>
                <c:pt idx="1228">
                  <c:v>1.1124700000000001</c:v>
                </c:pt>
                <c:pt idx="1229">
                  <c:v>1.11297</c:v>
                </c:pt>
                <c:pt idx="1230">
                  <c:v>1.11347</c:v>
                </c:pt>
                <c:pt idx="1231">
                  <c:v>1.1139699999999999</c:v>
                </c:pt>
                <c:pt idx="1232">
                  <c:v>1.1144700000000001</c:v>
                </c:pt>
                <c:pt idx="1233">
                  <c:v>1.11497</c:v>
                </c:pt>
                <c:pt idx="1234">
                  <c:v>1.11547</c:v>
                </c:pt>
                <c:pt idx="1235">
                  <c:v>1.1159600000000001</c:v>
                </c:pt>
                <c:pt idx="1236">
                  <c:v>1.11646</c:v>
                </c:pt>
                <c:pt idx="1237">
                  <c:v>1.11696</c:v>
                </c:pt>
                <c:pt idx="1238">
                  <c:v>1.1174599999999999</c:v>
                </c:pt>
                <c:pt idx="1239">
                  <c:v>1.1179600000000001</c:v>
                </c:pt>
                <c:pt idx="1240">
                  <c:v>1.11846</c:v>
                </c:pt>
                <c:pt idx="1241">
                  <c:v>1.11896</c:v>
                </c:pt>
                <c:pt idx="1242">
                  <c:v>1.1194599999999999</c:v>
                </c:pt>
                <c:pt idx="1243">
                  <c:v>1.1199600000000001</c:v>
                </c:pt>
                <c:pt idx="1244">
                  <c:v>1.1204700000000001</c:v>
                </c:pt>
                <c:pt idx="1245">
                  <c:v>1.12097</c:v>
                </c:pt>
                <c:pt idx="1246">
                  <c:v>1.12147</c:v>
                </c:pt>
                <c:pt idx="1247">
                  <c:v>1.1219699999999999</c:v>
                </c:pt>
                <c:pt idx="1248">
                  <c:v>1.1224700000000001</c:v>
                </c:pt>
                <c:pt idx="1249">
                  <c:v>1.12297</c:v>
                </c:pt>
                <c:pt idx="1250">
                  <c:v>1.12347</c:v>
                </c:pt>
                <c:pt idx="1251">
                  <c:v>1.1239600000000001</c:v>
                </c:pt>
                <c:pt idx="1252">
                  <c:v>1.12446</c:v>
                </c:pt>
                <c:pt idx="1253">
                  <c:v>1.12496</c:v>
                </c:pt>
                <c:pt idx="1254">
                  <c:v>1.1254599999999999</c:v>
                </c:pt>
                <c:pt idx="1255">
                  <c:v>1.1259600000000001</c:v>
                </c:pt>
                <c:pt idx="1256">
                  <c:v>1.12646</c:v>
                </c:pt>
                <c:pt idx="1257">
                  <c:v>1.12696</c:v>
                </c:pt>
                <c:pt idx="1258">
                  <c:v>1.1274599999999999</c:v>
                </c:pt>
                <c:pt idx="1259">
                  <c:v>1.1279600000000001</c:v>
                </c:pt>
                <c:pt idx="1260">
                  <c:v>1.12846</c:v>
                </c:pt>
                <c:pt idx="1261">
                  <c:v>1.12896</c:v>
                </c:pt>
                <c:pt idx="1262">
                  <c:v>1.1294599999999999</c:v>
                </c:pt>
                <c:pt idx="1263">
                  <c:v>1.1299600000000001</c:v>
                </c:pt>
                <c:pt idx="1264">
                  <c:v>1.13046</c:v>
                </c:pt>
                <c:pt idx="1265">
                  <c:v>1.13096</c:v>
                </c:pt>
                <c:pt idx="1266">
                  <c:v>1.1314599999999999</c:v>
                </c:pt>
                <c:pt idx="1267">
                  <c:v>1.1319600000000001</c:v>
                </c:pt>
                <c:pt idx="1268">
                  <c:v>1.13246</c:v>
                </c:pt>
                <c:pt idx="1269">
                  <c:v>1.13296</c:v>
                </c:pt>
                <c:pt idx="1270">
                  <c:v>1.1334599999999999</c:v>
                </c:pt>
                <c:pt idx="1271">
                  <c:v>1.1339600000000001</c:v>
                </c:pt>
                <c:pt idx="1272">
                  <c:v>1.13446</c:v>
                </c:pt>
                <c:pt idx="1273">
                  <c:v>1.13496</c:v>
                </c:pt>
                <c:pt idx="1274">
                  <c:v>1.1354599999999999</c:v>
                </c:pt>
                <c:pt idx="1275">
                  <c:v>1.1359600000000001</c:v>
                </c:pt>
                <c:pt idx="1276">
                  <c:v>1.13646</c:v>
                </c:pt>
                <c:pt idx="1277">
                  <c:v>1.13696</c:v>
                </c:pt>
                <c:pt idx="1278">
                  <c:v>1.1374599999999999</c:v>
                </c:pt>
                <c:pt idx="1279">
                  <c:v>1.13795</c:v>
                </c:pt>
                <c:pt idx="1280">
                  <c:v>1.13845</c:v>
                </c:pt>
                <c:pt idx="1281">
                  <c:v>1.1389499999999999</c:v>
                </c:pt>
                <c:pt idx="1282">
                  <c:v>1.1394500000000001</c:v>
                </c:pt>
                <c:pt idx="1283">
                  <c:v>1.13995</c:v>
                </c:pt>
                <c:pt idx="1284">
                  <c:v>1.14045</c:v>
                </c:pt>
                <c:pt idx="1285">
                  <c:v>1.14096</c:v>
                </c:pt>
                <c:pt idx="1286">
                  <c:v>1.1414599999999999</c:v>
                </c:pt>
                <c:pt idx="1287">
                  <c:v>1.1419600000000001</c:v>
                </c:pt>
                <c:pt idx="1288">
                  <c:v>1.14246</c:v>
                </c:pt>
                <c:pt idx="1289">
                  <c:v>1.1429499999999999</c:v>
                </c:pt>
                <c:pt idx="1290">
                  <c:v>1.1434500000000001</c:v>
                </c:pt>
                <c:pt idx="1291">
                  <c:v>1.1439600000000001</c:v>
                </c:pt>
                <c:pt idx="1292">
                  <c:v>1.14446</c:v>
                </c:pt>
                <c:pt idx="1293">
                  <c:v>1.1449499999999999</c:v>
                </c:pt>
                <c:pt idx="1294">
                  <c:v>1.1454500000000001</c:v>
                </c:pt>
                <c:pt idx="1295">
                  <c:v>1.14595</c:v>
                </c:pt>
                <c:pt idx="1296">
                  <c:v>1.14645</c:v>
                </c:pt>
                <c:pt idx="1297">
                  <c:v>1.1469499999999999</c:v>
                </c:pt>
                <c:pt idx="1298">
                  <c:v>1.1474500000000001</c:v>
                </c:pt>
                <c:pt idx="1299">
                  <c:v>1.14795</c:v>
                </c:pt>
                <c:pt idx="1300">
                  <c:v>1.14845</c:v>
                </c:pt>
                <c:pt idx="1301">
                  <c:v>1.1489499999999999</c:v>
                </c:pt>
                <c:pt idx="1302">
                  <c:v>1.1494500000000001</c:v>
                </c:pt>
                <c:pt idx="1303">
                  <c:v>1.14995</c:v>
                </c:pt>
                <c:pt idx="1304">
                  <c:v>1.15045</c:v>
                </c:pt>
                <c:pt idx="1305">
                  <c:v>1.1509499999999999</c:v>
                </c:pt>
                <c:pt idx="1306">
                  <c:v>1.1514500000000001</c:v>
                </c:pt>
                <c:pt idx="1307">
                  <c:v>1.15195</c:v>
                </c:pt>
                <c:pt idx="1308">
                  <c:v>1.15245</c:v>
                </c:pt>
                <c:pt idx="1309">
                  <c:v>1.1529499999999999</c:v>
                </c:pt>
                <c:pt idx="1310">
                  <c:v>1.1534500000000001</c:v>
                </c:pt>
                <c:pt idx="1311">
                  <c:v>1.15395</c:v>
                </c:pt>
                <c:pt idx="1312">
                  <c:v>1.15445</c:v>
                </c:pt>
                <c:pt idx="1313">
                  <c:v>1.1549499999999999</c:v>
                </c:pt>
                <c:pt idx="1314">
                  <c:v>1.1554500000000001</c:v>
                </c:pt>
                <c:pt idx="1315">
                  <c:v>1.15595</c:v>
                </c:pt>
                <c:pt idx="1316">
                  <c:v>1.15645</c:v>
                </c:pt>
                <c:pt idx="1317">
                  <c:v>1.1569499999999999</c:v>
                </c:pt>
                <c:pt idx="1318">
                  <c:v>1.1574500000000001</c:v>
                </c:pt>
                <c:pt idx="1319">
                  <c:v>1.15795</c:v>
                </c:pt>
                <c:pt idx="1320">
                  <c:v>1.15845</c:v>
                </c:pt>
                <c:pt idx="1321">
                  <c:v>1.1589499999999999</c:v>
                </c:pt>
                <c:pt idx="1322">
                  <c:v>1.1594500000000001</c:v>
                </c:pt>
                <c:pt idx="1323">
                  <c:v>1.15995</c:v>
                </c:pt>
                <c:pt idx="1324">
                  <c:v>1.16045</c:v>
                </c:pt>
                <c:pt idx="1325">
                  <c:v>1.1609499999999999</c:v>
                </c:pt>
                <c:pt idx="1326">
                  <c:v>1.1614500000000001</c:v>
                </c:pt>
                <c:pt idx="1327">
                  <c:v>1.16195</c:v>
                </c:pt>
                <c:pt idx="1328">
                  <c:v>1.1624399999999999</c:v>
                </c:pt>
                <c:pt idx="1329">
                  <c:v>1.1629400000000001</c:v>
                </c:pt>
                <c:pt idx="1330">
                  <c:v>1.16344</c:v>
                </c:pt>
                <c:pt idx="1331">
                  <c:v>1.16394</c:v>
                </c:pt>
                <c:pt idx="1332">
                  <c:v>1.1644399999999999</c:v>
                </c:pt>
                <c:pt idx="1333">
                  <c:v>1.1649400000000001</c:v>
                </c:pt>
                <c:pt idx="1334">
                  <c:v>1.1654500000000001</c:v>
                </c:pt>
                <c:pt idx="1335">
                  <c:v>1.16595</c:v>
                </c:pt>
                <c:pt idx="1336">
                  <c:v>1.16645</c:v>
                </c:pt>
                <c:pt idx="1337">
                  <c:v>1.1669499999999999</c:v>
                </c:pt>
                <c:pt idx="1338">
                  <c:v>1.1674500000000001</c:v>
                </c:pt>
                <c:pt idx="1339">
                  <c:v>1.16795</c:v>
                </c:pt>
                <c:pt idx="1340">
                  <c:v>1.16845</c:v>
                </c:pt>
                <c:pt idx="1341">
                  <c:v>1.1689499999999999</c:v>
                </c:pt>
                <c:pt idx="1342">
                  <c:v>1.1694500000000001</c:v>
                </c:pt>
                <c:pt idx="1343">
                  <c:v>1.16995</c:v>
                </c:pt>
                <c:pt idx="1344">
                  <c:v>1.17045</c:v>
                </c:pt>
                <c:pt idx="1345">
                  <c:v>1.1709499999999999</c:v>
                </c:pt>
                <c:pt idx="1346">
                  <c:v>1.1714500000000001</c:v>
                </c:pt>
                <c:pt idx="1347">
                  <c:v>1.17195</c:v>
                </c:pt>
                <c:pt idx="1348">
                  <c:v>1.17245</c:v>
                </c:pt>
                <c:pt idx="1349">
                  <c:v>1.1729499999999999</c:v>
                </c:pt>
                <c:pt idx="1350">
                  <c:v>1.1734500000000001</c:v>
                </c:pt>
                <c:pt idx="1351">
                  <c:v>1.17395</c:v>
                </c:pt>
                <c:pt idx="1352">
                  <c:v>1.1744399999999999</c:v>
                </c:pt>
                <c:pt idx="1353">
                  <c:v>1.1749400000000001</c:v>
                </c:pt>
                <c:pt idx="1354">
                  <c:v>1.17544</c:v>
                </c:pt>
                <c:pt idx="1355">
                  <c:v>1.17594</c:v>
                </c:pt>
                <c:pt idx="1356">
                  <c:v>1.1764399999999999</c:v>
                </c:pt>
                <c:pt idx="1357">
                  <c:v>1.1769400000000001</c:v>
                </c:pt>
                <c:pt idx="1358">
                  <c:v>1.17744</c:v>
                </c:pt>
                <c:pt idx="1359">
                  <c:v>1.17794</c:v>
                </c:pt>
                <c:pt idx="1360">
                  <c:v>1.1784399999999999</c:v>
                </c:pt>
                <c:pt idx="1361">
                  <c:v>1.1789400000000001</c:v>
                </c:pt>
                <c:pt idx="1362">
                  <c:v>1.17944</c:v>
                </c:pt>
                <c:pt idx="1363">
                  <c:v>1.17994</c:v>
                </c:pt>
                <c:pt idx="1364">
                  <c:v>1.1804399999999999</c:v>
                </c:pt>
                <c:pt idx="1365">
                  <c:v>1.1809400000000001</c:v>
                </c:pt>
                <c:pt idx="1366">
                  <c:v>1.18144</c:v>
                </c:pt>
                <c:pt idx="1367">
                  <c:v>1.18194</c:v>
                </c:pt>
                <c:pt idx="1368">
                  <c:v>1.1824399999999999</c:v>
                </c:pt>
                <c:pt idx="1369">
                  <c:v>1.1829400000000001</c:v>
                </c:pt>
                <c:pt idx="1370">
                  <c:v>1.18344</c:v>
                </c:pt>
                <c:pt idx="1371">
                  <c:v>1.18394</c:v>
                </c:pt>
                <c:pt idx="1372">
                  <c:v>1.1844399999999999</c:v>
                </c:pt>
                <c:pt idx="1373">
                  <c:v>1.1849400000000001</c:v>
                </c:pt>
                <c:pt idx="1374">
                  <c:v>1.18544</c:v>
                </c:pt>
                <c:pt idx="1375">
                  <c:v>1.18594</c:v>
                </c:pt>
                <c:pt idx="1376">
                  <c:v>1.1864399999999999</c:v>
                </c:pt>
                <c:pt idx="1377">
                  <c:v>1.1869400000000001</c:v>
                </c:pt>
                <c:pt idx="1378">
                  <c:v>1.1874400000000001</c:v>
                </c:pt>
                <c:pt idx="1379">
                  <c:v>1.18794</c:v>
                </c:pt>
                <c:pt idx="1380">
                  <c:v>1.1884399999999999</c:v>
                </c:pt>
                <c:pt idx="1381">
                  <c:v>1.1889400000000001</c:v>
                </c:pt>
                <c:pt idx="1382">
                  <c:v>1.1894400000000001</c:v>
                </c:pt>
                <c:pt idx="1383">
                  <c:v>1.18994</c:v>
                </c:pt>
                <c:pt idx="1384">
                  <c:v>1.1904399999999999</c:v>
                </c:pt>
                <c:pt idx="1385">
                  <c:v>1.1909400000000001</c:v>
                </c:pt>
                <c:pt idx="1386">
                  <c:v>1.1914400000000001</c:v>
                </c:pt>
                <c:pt idx="1387">
                  <c:v>1.19194</c:v>
                </c:pt>
                <c:pt idx="1388">
                  <c:v>1.1924300000000001</c:v>
                </c:pt>
                <c:pt idx="1389">
                  <c:v>1.19293</c:v>
                </c:pt>
                <c:pt idx="1390">
                  <c:v>1.19343</c:v>
                </c:pt>
                <c:pt idx="1391">
                  <c:v>1.1939299999999999</c:v>
                </c:pt>
                <c:pt idx="1392">
                  <c:v>1.1944300000000001</c:v>
                </c:pt>
                <c:pt idx="1393">
                  <c:v>1.19493</c:v>
                </c:pt>
                <c:pt idx="1394">
                  <c:v>1.19543</c:v>
                </c:pt>
                <c:pt idx="1395">
                  <c:v>1.1959299999999999</c:v>
                </c:pt>
                <c:pt idx="1396">
                  <c:v>1.1964300000000001</c:v>
                </c:pt>
                <c:pt idx="1397">
                  <c:v>1.19693</c:v>
                </c:pt>
                <c:pt idx="1398">
                  <c:v>1.19743</c:v>
                </c:pt>
                <c:pt idx="1399">
                  <c:v>1.1979299999999999</c:v>
                </c:pt>
                <c:pt idx="1400">
                  <c:v>1.1984300000000001</c:v>
                </c:pt>
                <c:pt idx="1401">
                  <c:v>1.1989300000000001</c:v>
                </c:pt>
                <c:pt idx="1402">
                  <c:v>1.19943</c:v>
                </c:pt>
                <c:pt idx="1403">
                  <c:v>1.1999299999999999</c:v>
                </c:pt>
                <c:pt idx="1404">
                  <c:v>1.2004300000000001</c:v>
                </c:pt>
                <c:pt idx="1405">
                  <c:v>1.2009300000000001</c:v>
                </c:pt>
                <c:pt idx="1406">
                  <c:v>1.20143</c:v>
                </c:pt>
                <c:pt idx="1407">
                  <c:v>1.2019299999999999</c:v>
                </c:pt>
                <c:pt idx="1408">
                  <c:v>1.2024300000000001</c:v>
                </c:pt>
                <c:pt idx="1409">
                  <c:v>1.2029300000000001</c:v>
                </c:pt>
                <c:pt idx="1410">
                  <c:v>1.20343</c:v>
                </c:pt>
                <c:pt idx="1411">
                  <c:v>1.2039299999999999</c:v>
                </c:pt>
                <c:pt idx="1412">
                  <c:v>1.2044299999999999</c:v>
                </c:pt>
                <c:pt idx="1413">
                  <c:v>1.20492</c:v>
                </c:pt>
                <c:pt idx="1414">
                  <c:v>1.2054199999999999</c:v>
                </c:pt>
                <c:pt idx="1415">
                  <c:v>1.2059200000000001</c:v>
                </c:pt>
                <c:pt idx="1416">
                  <c:v>1.20642</c:v>
                </c:pt>
                <c:pt idx="1417">
                  <c:v>1.20692</c:v>
                </c:pt>
                <c:pt idx="1418">
                  <c:v>1.20743</c:v>
                </c:pt>
                <c:pt idx="1419">
                  <c:v>1.2079299999999999</c:v>
                </c:pt>
                <c:pt idx="1420">
                  <c:v>1.2084299999999999</c:v>
                </c:pt>
                <c:pt idx="1421">
                  <c:v>1.2089300000000001</c:v>
                </c:pt>
                <c:pt idx="1422">
                  <c:v>1.20943</c:v>
                </c:pt>
                <c:pt idx="1423">
                  <c:v>1.2099299999999999</c:v>
                </c:pt>
                <c:pt idx="1424">
                  <c:v>1.2104299999999999</c:v>
                </c:pt>
                <c:pt idx="1425">
                  <c:v>1.2109300000000001</c:v>
                </c:pt>
                <c:pt idx="1426">
                  <c:v>1.21143</c:v>
                </c:pt>
                <c:pt idx="1427">
                  <c:v>1.21193</c:v>
                </c:pt>
                <c:pt idx="1428">
                  <c:v>1.2124299999999999</c:v>
                </c:pt>
                <c:pt idx="1429">
                  <c:v>1.2129300000000001</c:v>
                </c:pt>
                <c:pt idx="1430">
                  <c:v>1.21343</c:v>
                </c:pt>
                <c:pt idx="1431">
                  <c:v>1.21393</c:v>
                </c:pt>
                <c:pt idx="1432">
                  <c:v>1.2144299999999999</c:v>
                </c:pt>
                <c:pt idx="1433">
                  <c:v>1.2149300000000001</c:v>
                </c:pt>
                <c:pt idx="1434">
                  <c:v>1.21543</c:v>
                </c:pt>
                <c:pt idx="1435">
                  <c:v>1.2159199999999999</c:v>
                </c:pt>
                <c:pt idx="1436">
                  <c:v>1.2164200000000001</c:v>
                </c:pt>
                <c:pt idx="1437">
                  <c:v>1.2169300000000001</c:v>
                </c:pt>
                <c:pt idx="1438">
                  <c:v>1.21743</c:v>
                </c:pt>
                <c:pt idx="1439">
                  <c:v>1.2179199999999999</c:v>
                </c:pt>
                <c:pt idx="1440">
                  <c:v>1.2184200000000001</c:v>
                </c:pt>
                <c:pt idx="1441">
                  <c:v>1.21892</c:v>
                </c:pt>
                <c:pt idx="1442">
                  <c:v>1.2194199999999999</c:v>
                </c:pt>
                <c:pt idx="1443">
                  <c:v>1.2199199999999999</c:v>
                </c:pt>
                <c:pt idx="1444">
                  <c:v>1.2204200000000001</c:v>
                </c:pt>
                <c:pt idx="1445">
                  <c:v>1.22092</c:v>
                </c:pt>
                <c:pt idx="1446">
                  <c:v>1.22142</c:v>
                </c:pt>
                <c:pt idx="1447">
                  <c:v>1.2219100000000001</c:v>
                </c:pt>
                <c:pt idx="1448">
                  <c:v>1.22241</c:v>
                </c:pt>
                <c:pt idx="1449">
                  <c:v>1.2229099999999999</c:v>
                </c:pt>
                <c:pt idx="1450">
                  <c:v>1.2234100000000001</c:v>
                </c:pt>
                <c:pt idx="1451">
                  <c:v>1.2239100000000001</c:v>
                </c:pt>
                <c:pt idx="1452">
                  <c:v>1.2244200000000001</c:v>
                </c:pt>
                <c:pt idx="1453">
                  <c:v>1.22492</c:v>
                </c:pt>
                <c:pt idx="1454">
                  <c:v>1.22542</c:v>
                </c:pt>
                <c:pt idx="1455">
                  <c:v>1.2259199999999999</c:v>
                </c:pt>
                <c:pt idx="1456">
                  <c:v>1.2264200000000001</c:v>
                </c:pt>
                <c:pt idx="1457">
                  <c:v>1.22692</c:v>
                </c:pt>
                <c:pt idx="1458">
                  <c:v>1.22742</c:v>
                </c:pt>
                <c:pt idx="1459">
                  <c:v>1.2279199999999999</c:v>
                </c:pt>
                <c:pt idx="1460">
                  <c:v>1.22841</c:v>
                </c:pt>
                <c:pt idx="1461">
                  <c:v>1.22892</c:v>
                </c:pt>
                <c:pt idx="1462">
                  <c:v>1.22942</c:v>
                </c:pt>
                <c:pt idx="1463">
                  <c:v>1.2299199999999999</c:v>
                </c:pt>
                <c:pt idx="1464">
                  <c:v>1.2304200000000001</c:v>
                </c:pt>
                <c:pt idx="1465">
                  <c:v>1.23092</c:v>
                </c:pt>
                <c:pt idx="1466">
                  <c:v>1.23142</c:v>
                </c:pt>
                <c:pt idx="1467">
                  <c:v>1.2319199999999999</c:v>
                </c:pt>
                <c:pt idx="1468">
                  <c:v>1.2324200000000001</c:v>
                </c:pt>
                <c:pt idx="1469">
                  <c:v>1.23292</c:v>
                </c:pt>
                <c:pt idx="1470">
                  <c:v>1.23342</c:v>
                </c:pt>
                <c:pt idx="1471">
                  <c:v>1.2339199999999999</c:v>
                </c:pt>
                <c:pt idx="1472">
                  <c:v>1.2344200000000001</c:v>
                </c:pt>
                <c:pt idx="1473">
                  <c:v>1.23492</c:v>
                </c:pt>
                <c:pt idx="1474">
                  <c:v>1.23542</c:v>
                </c:pt>
                <c:pt idx="1475">
                  <c:v>1.2359199999999999</c:v>
                </c:pt>
                <c:pt idx="1476">
                  <c:v>1.2364200000000001</c:v>
                </c:pt>
                <c:pt idx="1477">
                  <c:v>1.23692</c:v>
                </c:pt>
                <c:pt idx="1478">
                  <c:v>1.23742</c:v>
                </c:pt>
                <c:pt idx="1479">
                  <c:v>1.2379199999999999</c:v>
                </c:pt>
                <c:pt idx="1480">
                  <c:v>1.2384200000000001</c:v>
                </c:pt>
                <c:pt idx="1481">
                  <c:v>1.23892</c:v>
                </c:pt>
                <c:pt idx="1482">
                  <c:v>1.23942</c:v>
                </c:pt>
                <c:pt idx="1483">
                  <c:v>1.2399199999999999</c:v>
                </c:pt>
                <c:pt idx="1484">
                  <c:v>1.2404200000000001</c:v>
                </c:pt>
                <c:pt idx="1485">
                  <c:v>1.24092</c:v>
                </c:pt>
                <c:pt idx="1486">
                  <c:v>1.24142</c:v>
                </c:pt>
                <c:pt idx="1487">
                  <c:v>1.2419100000000001</c:v>
                </c:pt>
                <c:pt idx="1488">
                  <c:v>1.24241</c:v>
                </c:pt>
                <c:pt idx="1489">
                  <c:v>1.24291</c:v>
                </c:pt>
                <c:pt idx="1490">
                  <c:v>1.2434099999999999</c:v>
                </c:pt>
                <c:pt idx="1491">
                  <c:v>1.2439100000000001</c:v>
                </c:pt>
                <c:pt idx="1492">
                  <c:v>1.24441</c:v>
                </c:pt>
                <c:pt idx="1493">
                  <c:v>1.24491</c:v>
                </c:pt>
                <c:pt idx="1494">
                  <c:v>1.2454099999999999</c:v>
                </c:pt>
                <c:pt idx="1495">
                  <c:v>1.2459100000000001</c:v>
                </c:pt>
                <c:pt idx="1496">
                  <c:v>1.24641</c:v>
                </c:pt>
                <c:pt idx="1497">
                  <c:v>1.24691</c:v>
                </c:pt>
                <c:pt idx="1498">
                  <c:v>1.2474099999999999</c:v>
                </c:pt>
                <c:pt idx="1499">
                  <c:v>1.2479100000000001</c:v>
                </c:pt>
                <c:pt idx="1500">
                  <c:v>1.24841</c:v>
                </c:pt>
                <c:pt idx="1501">
                  <c:v>1.24891</c:v>
                </c:pt>
                <c:pt idx="1502">
                  <c:v>1.2494000000000001</c:v>
                </c:pt>
                <c:pt idx="1503">
                  <c:v>1.2499</c:v>
                </c:pt>
                <c:pt idx="1504">
                  <c:v>1.2504</c:v>
                </c:pt>
                <c:pt idx="1505">
                  <c:v>1.2508999999999999</c:v>
                </c:pt>
                <c:pt idx="1506">
                  <c:v>1.2514000000000001</c:v>
                </c:pt>
                <c:pt idx="1507">
                  <c:v>1.2519</c:v>
                </c:pt>
                <c:pt idx="1508">
                  <c:v>1.2524</c:v>
                </c:pt>
                <c:pt idx="1509">
                  <c:v>1.2528999999999999</c:v>
                </c:pt>
                <c:pt idx="1510">
                  <c:v>1.2534000000000001</c:v>
                </c:pt>
                <c:pt idx="1511">
                  <c:v>1.2539</c:v>
                </c:pt>
                <c:pt idx="1512">
                  <c:v>1.2544</c:v>
                </c:pt>
                <c:pt idx="1513">
                  <c:v>1.2548999999999999</c:v>
                </c:pt>
                <c:pt idx="1514">
                  <c:v>1.2554000000000001</c:v>
                </c:pt>
                <c:pt idx="1515">
                  <c:v>1.2559</c:v>
                </c:pt>
                <c:pt idx="1516">
                  <c:v>1.2563899999999999</c:v>
                </c:pt>
                <c:pt idx="1517">
                  <c:v>1.2568900000000001</c:v>
                </c:pt>
                <c:pt idx="1518">
                  <c:v>1.25739</c:v>
                </c:pt>
                <c:pt idx="1519">
                  <c:v>1.25789</c:v>
                </c:pt>
                <c:pt idx="1520">
                  <c:v>1.2583899999999999</c:v>
                </c:pt>
                <c:pt idx="1521">
                  <c:v>1.2588900000000001</c:v>
                </c:pt>
                <c:pt idx="1522">
                  <c:v>1.25939</c:v>
                </c:pt>
                <c:pt idx="1523">
                  <c:v>1.25989</c:v>
                </c:pt>
                <c:pt idx="1524">
                  <c:v>1.2603899999999999</c:v>
                </c:pt>
                <c:pt idx="1525">
                  <c:v>1.2608900000000001</c:v>
                </c:pt>
                <c:pt idx="1526">
                  <c:v>1.26139</c:v>
                </c:pt>
                <c:pt idx="1527">
                  <c:v>1.26189</c:v>
                </c:pt>
                <c:pt idx="1528">
                  <c:v>1.2623899999999999</c:v>
                </c:pt>
                <c:pt idx="1529">
                  <c:v>1.2628900000000001</c:v>
                </c:pt>
                <c:pt idx="1530">
                  <c:v>1.26339</c:v>
                </c:pt>
                <c:pt idx="1531">
                  <c:v>1.26389</c:v>
                </c:pt>
                <c:pt idx="1532">
                  <c:v>1.2643899999999999</c:v>
                </c:pt>
                <c:pt idx="1533">
                  <c:v>1.26488</c:v>
                </c:pt>
                <c:pt idx="1534">
                  <c:v>1.2653799999999999</c:v>
                </c:pt>
                <c:pt idx="1535">
                  <c:v>1.26589</c:v>
                </c:pt>
                <c:pt idx="1536">
                  <c:v>1.2663899999999999</c:v>
                </c:pt>
                <c:pt idx="1537">
                  <c:v>1.2668900000000001</c:v>
                </c:pt>
                <c:pt idx="1538">
                  <c:v>1.26739</c:v>
                </c:pt>
                <c:pt idx="1539">
                  <c:v>1.26789</c:v>
                </c:pt>
                <c:pt idx="1540">
                  <c:v>1.2683899999999999</c:v>
                </c:pt>
                <c:pt idx="1541">
                  <c:v>1.2688900000000001</c:v>
                </c:pt>
                <c:pt idx="1542">
                  <c:v>1.26939</c:v>
                </c:pt>
                <c:pt idx="1543">
                  <c:v>1.26989</c:v>
                </c:pt>
                <c:pt idx="1544">
                  <c:v>1.2703899999999999</c:v>
                </c:pt>
                <c:pt idx="1545">
                  <c:v>1.27088</c:v>
                </c:pt>
                <c:pt idx="1546">
                  <c:v>1.27138</c:v>
                </c:pt>
                <c:pt idx="1547">
                  <c:v>1.2718799999999999</c:v>
                </c:pt>
                <c:pt idx="1548">
                  <c:v>1.27237</c:v>
                </c:pt>
                <c:pt idx="1549">
                  <c:v>1.27288</c:v>
                </c:pt>
                <c:pt idx="1550">
                  <c:v>1.27338</c:v>
                </c:pt>
                <c:pt idx="1551">
                  <c:v>1.2738799999999999</c:v>
                </c:pt>
                <c:pt idx="1552">
                  <c:v>1.2743800000000001</c:v>
                </c:pt>
                <c:pt idx="1553">
                  <c:v>1.27488</c:v>
                </c:pt>
                <c:pt idx="1554">
                  <c:v>1.27538</c:v>
                </c:pt>
                <c:pt idx="1555">
                  <c:v>1.2758799999999999</c:v>
                </c:pt>
                <c:pt idx="1556">
                  <c:v>1.2763800000000001</c:v>
                </c:pt>
                <c:pt idx="1557">
                  <c:v>1.27688</c:v>
                </c:pt>
                <c:pt idx="1558">
                  <c:v>1.27738</c:v>
                </c:pt>
                <c:pt idx="1559">
                  <c:v>1.27789</c:v>
                </c:pt>
                <c:pt idx="1560">
                  <c:v>1.2783899999999999</c:v>
                </c:pt>
                <c:pt idx="1561">
                  <c:v>1.27888</c:v>
                </c:pt>
                <c:pt idx="1562">
                  <c:v>1.27938</c:v>
                </c:pt>
                <c:pt idx="1563">
                  <c:v>1.2798799999999999</c:v>
                </c:pt>
                <c:pt idx="1564">
                  <c:v>1.2803800000000001</c:v>
                </c:pt>
                <c:pt idx="1565">
                  <c:v>1.28088</c:v>
                </c:pt>
                <c:pt idx="1566">
                  <c:v>1.28138</c:v>
                </c:pt>
                <c:pt idx="1567">
                  <c:v>1.2818700000000001</c:v>
                </c:pt>
                <c:pt idx="1568">
                  <c:v>1.28237</c:v>
                </c:pt>
                <c:pt idx="1569">
                  <c:v>1.28287</c:v>
                </c:pt>
                <c:pt idx="1570">
                  <c:v>1.2833699999999999</c:v>
                </c:pt>
                <c:pt idx="1571">
                  <c:v>1.2838700000000001</c:v>
                </c:pt>
                <c:pt idx="1572">
                  <c:v>1.28437</c:v>
                </c:pt>
                <c:pt idx="1573">
                  <c:v>1.28487</c:v>
                </c:pt>
                <c:pt idx="1574">
                  <c:v>1.2853699999999999</c:v>
                </c:pt>
                <c:pt idx="1575">
                  <c:v>1.2858799999999999</c:v>
                </c:pt>
                <c:pt idx="1576">
                  <c:v>1.2863800000000001</c:v>
                </c:pt>
                <c:pt idx="1577">
                  <c:v>1.28688</c:v>
                </c:pt>
                <c:pt idx="1578">
                  <c:v>1.28738</c:v>
                </c:pt>
                <c:pt idx="1579">
                  <c:v>1.2878799999999999</c:v>
                </c:pt>
                <c:pt idx="1580">
                  <c:v>1.2883800000000001</c:v>
                </c:pt>
                <c:pt idx="1581">
                  <c:v>1.28888</c:v>
                </c:pt>
                <c:pt idx="1582">
                  <c:v>1.28938</c:v>
                </c:pt>
                <c:pt idx="1583">
                  <c:v>1.2898799999999999</c:v>
                </c:pt>
                <c:pt idx="1584">
                  <c:v>1.2903800000000001</c:v>
                </c:pt>
                <c:pt idx="1585">
                  <c:v>1.29088</c:v>
                </c:pt>
                <c:pt idx="1586">
                  <c:v>1.29138</c:v>
                </c:pt>
                <c:pt idx="1587">
                  <c:v>1.2918799999999999</c:v>
                </c:pt>
                <c:pt idx="1588">
                  <c:v>1.2923800000000001</c:v>
                </c:pt>
                <c:pt idx="1589">
                  <c:v>1.29288</c:v>
                </c:pt>
                <c:pt idx="1590">
                  <c:v>1.29338</c:v>
                </c:pt>
                <c:pt idx="1591">
                  <c:v>1.2938799999999999</c:v>
                </c:pt>
                <c:pt idx="1592">
                  <c:v>1.2943800000000001</c:v>
                </c:pt>
                <c:pt idx="1593">
                  <c:v>1.29488</c:v>
                </c:pt>
                <c:pt idx="1594">
                  <c:v>1.29538</c:v>
                </c:pt>
                <c:pt idx="1595">
                  <c:v>1.2958799999999999</c:v>
                </c:pt>
                <c:pt idx="1596">
                  <c:v>1.2963800000000001</c:v>
                </c:pt>
                <c:pt idx="1597">
                  <c:v>1.29687</c:v>
                </c:pt>
                <c:pt idx="1598">
                  <c:v>1.29738</c:v>
                </c:pt>
                <c:pt idx="1599">
                  <c:v>1.2978799999999999</c:v>
                </c:pt>
                <c:pt idx="1600">
                  <c:v>1.29837</c:v>
                </c:pt>
                <c:pt idx="1601">
                  <c:v>1.29887</c:v>
                </c:pt>
                <c:pt idx="1602">
                  <c:v>1.2993699999999999</c:v>
                </c:pt>
                <c:pt idx="1603">
                  <c:v>1.2998700000000001</c:v>
                </c:pt>
                <c:pt idx="1604">
                  <c:v>1.30037</c:v>
                </c:pt>
                <c:pt idx="1605">
                  <c:v>1.30087</c:v>
                </c:pt>
                <c:pt idx="1606">
                  <c:v>1.3013699999999999</c:v>
                </c:pt>
                <c:pt idx="1607">
                  <c:v>1.3018700000000001</c:v>
                </c:pt>
                <c:pt idx="1608">
                  <c:v>1.30237</c:v>
                </c:pt>
                <c:pt idx="1609">
                  <c:v>1.30287</c:v>
                </c:pt>
                <c:pt idx="1610">
                  <c:v>1.3033699999999999</c:v>
                </c:pt>
                <c:pt idx="1611">
                  <c:v>1.3038700000000001</c:v>
                </c:pt>
                <c:pt idx="1612">
                  <c:v>1.30437</c:v>
                </c:pt>
                <c:pt idx="1613">
                  <c:v>1.30487</c:v>
                </c:pt>
                <c:pt idx="1614">
                  <c:v>1.3053699999999999</c:v>
                </c:pt>
                <c:pt idx="1615">
                  <c:v>1.3058700000000001</c:v>
                </c:pt>
                <c:pt idx="1616">
                  <c:v>1.30637</c:v>
                </c:pt>
                <c:pt idx="1617">
                  <c:v>1.30687</c:v>
                </c:pt>
                <c:pt idx="1618">
                  <c:v>1.3073699999999999</c:v>
                </c:pt>
                <c:pt idx="1619">
                  <c:v>1.3078700000000001</c:v>
                </c:pt>
                <c:pt idx="1620">
                  <c:v>1.30837</c:v>
                </c:pt>
                <c:pt idx="1621">
                  <c:v>1.3088599999999999</c:v>
                </c:pt>
                <c:pt idx="1622">
                  <c:v>1.3093600000000001</c:v>
                </c:pt>
                <c:pt idx="1623">
                  <c:v>1.30986</c:v>
                </c:pt>
                <c:pt idx="1624">
                  <c:v>1.31036</c:v>
                </c:pt>
                <c:pt idx="1625">
                  <c:v>1.3108599999999999</c:v>
                </c:pt>
                <c:pt idx="1626">
                  <c:v>1.3113600000000001</c:v>
                </c:pt>
                <c:pt idx="1627">
                  <c:v>1.31186</c:v>
                </c:pt>
                <c:pt idx="1628">
                  <c:v>1.31236</c:v>
                </c:pt>
                <c:pt idx="1629">
                  <c:v>1.3128599999999999</c:v>
                </c:pt>
                <c:pt idx="1630">
                  <c:v>1.3133600000000001</c:v>
                </c:pt>
                <c:pt idx="1631">
                  <c:v>1.31386</c:v>
                </c:pt>
                <c:pt idx="1632">
                  <c:v>1.31436</c:v>
                </c:pt>
                <c:pt idx="1633">
                  <c:v>1.3148599999999999</c:v>
                </c:pt>
                <c:pt idx="1634">
                  <c:v>1.3153600000000001</c:v>
                </c:pt>
                <c:pt idx="1635">
                  <c:v>1.3158700000000001</c:v>
                </c:pt>
                <c:pt idx="1636">
                  <c:v>1.31637</c:v>
                </c:pt>
                <c:pt idx="1637">
                  <c:v>1.31687</c:v>
                </c:pt>
                <c:pt idx="1638">
                  <c:v>1.3173699999999999</c:v>
                </c:pt>
                <c:pt idx="1639">
                  <c:v>1.3178700000000001</c:v>
                </c:pt>
                <c:pt idx="1640">
                  <c:v>1.31836</c:v>
                </c:pt>
                <c:pt idx="1641">
                  <c:v>1.3188599999999999</c:v>
                </c:pt>
                <c:pt idx="1642">
                  <c:v>1.3193600000000001</c:v>
                </c:pt>
                <c:pt idx="1643">
                  <c:v>1.31986</c:v>
                </c:pt>
                <c:pt idx="1644">
                  <c:v>1.32036</c:v>
                </c:pt>
                <c:pt idx="1645">
                  <c:v>1.3208599999999999</c:v>
                </c:pt>
                <c:pt idx="1646">
                  <c:v>1.32135</c:v>
                </c:pt>
                <c:pt idx="1647">
                  <c:v>1.32186</c:v>
                </c:pt>
                <c:pt idx="1648">
                  <c:v>1.32236</c:v>
                </c:pt>
                <c:pt idx="1649">
                  <c:v>1.3228500000000001</c:v>
                </c:pt>
                <c:pt idx="1650">
                  <c:v>1.32335</c:v>
                </c:pt>
                <c:pt idx="1651">
                  <c:v>1.32386</c:v>
                </c:pt>
                <c:pt idx="1652">
                  <c:v>1.32436</c:v>
                </c:pt>
                <c:pt idx="1653">
                  <c:v>1.3248599999999999</c:v>
                </c:pt>
                <c:pt idx="1654">
                  <c:v>1.3253600000000001</c:v>
                </c:pt>
                <c:pt idx="1655">
                  <c:v>1.32586</c:v>
                </c:pt>
                <c:pt idx="1656">
                  <c:v>1.32636</c:v>
                </c:pt>
                <c:pt idx="1657">
                  <c:v>1.32687</c:v>
                </c:pt>
                <c:pt idx="1658">
                  <c:v>1.3273699999999999</c:v>
                </c:pt>
                <c:pt idx="1659">
                  <c:v>1.32786</c:v>
                </c:pt>
                <c:pt idx="1660">
                  <c:v>1.32836</c:v>
                </c:pt>
                <c:pt idx="1661">
                  <c:v>1.3288599999999999</c:v>
                </c:pt>
                <c:pt idx="1662">
                  <c:v>1.3293600000000001</c:v>
                </c:pt>
                <c:pt idx="1663">
                  <c:v>1.32986</c:v>
                </c:pt>
                <c:pt idx="1664">
                  <c:v>1.33036</c:v>
                </c:pt>
                <c:pt idx="1665">
                  <c:v>1.3308599999999999</c:v>
                </c:pt>
                <c:pt idx="1666">
                  <c:v>1.3313600000000001</c:v>
                </c:pt>
                <c:pt idx="1667">
                  <c:v>1.33186</c:v>
                </c:pt>
                <c:pt idx="1668">
                  <c:v>1.33236</c:v>
                </c:pt>
                <c:pt idx="1669">
                  <c:v>1.3328500000000001</c:v>
                </c:pt>
                <c:pt idx="1670">
                  <c:v>1.33335</c:v>
                </c:pt>
                <c:pt idx="1671">
                  <c:v>1.33385</c:v>
                </c:pt>
                <c:pt idx="1672">
                  <c:v>1.33436</c:v>
                </c:pt>
                <c:pt idx="1673">
                  <c:v>1.3348599999999999</c:v>
                </c:pt>
                <c:pt idx="1674">
                  <c:v>1.3353600000000001</c:v>
                </c:pt>
                <c:pt idx="1675">
                  <c:v>1.33585</c:v>
                </c:pt>
                <c:pt idx="1676">
                  <c:v>1.3363499999999999</c:v>
                </c:pt>
                <c:pt idx="1677">
                  <c:v>1.3368500000000001</c:v>
                </c:pt>
                <c:pt idx="1678">
                  <c:v>1.33735</c:v>
                </c:pt>
                <c:pt idx="1679">
                  <c:v>1.33785</c:v>
                </c:pt>
                <c:pt idx="1680">
                  <c:v>1.3383499999999999</c:v>
                </c:pt>
                <c:pt idx="1681">
                  <c:v>1.3388500000000001</c:v>
                </c:pt>
                <c:pt idx="1682">
                  <c:v>1.33935</c:v>
                </c:pt>
                <c:pt idx="1683">
                  <c:v>1.33985</c:v>
                </c:pt>
                <c:pt idx="1684">
                  <c:v>1.3403499999999999</c:v>
                </c:pt>
                <c:pt idx="1685">
                  <c:v>1.3408500000000001</c:v>
                </c:pt>
                <c:pt idx="1686">
                  <c:v>1.34135</c:v>
                </c:pt>
                <c:pt idx="1687">
                  <c:v>1.34185</c:v>
                </c:pt>
                <c:pt idx="1688">
                  <c:v>1.3423499999999999</c:v>
                </c:pt>
                <c:pt idx="1689">
                  <c:v>1.3428500000000001</c:v>
                </c:pt>
                <c:pt idx="1690">
                  <c:v>1.34335</c:v>
                </c:pt>
                <c:pt idx="1691">
                  <c:v>1.34385</c:v>
                </c:pt>
                <c:pt idx="1692">
                  <c:v>1.3443499999999999</c:v>
                </c:pt>
                <c:pt idx="1693">
                  <c:v>1.3448500000000001</c:v>
                </c:pt>
                <c:pt idx="1694">
                  <c:v>1.34535</c:v>
                </c:pt>
                <c:pt idx="1695">
                  <c:v>1.34585</c:v>
                </c:pt>
                <c:pt idx="1696">
                  <c:v>1.3463499999999999</c:v>
                </c:pt>
                <c:pt idx="1697">
                  <c:v>1.3468599999999999</c:v>
                </c:pt>
                <c:pt idx="1698">
                  <c:v>1.34735</c:v>
                </c:pt>
                <c:pt idx="1699">
                  <c:v>1.34785</c:v>
                </c:pt>
                <c:pt idx="1700">
                  <c:v>1.3483499999999999</c:v>
                </c:pt>
                <c:pt idx="1701">
                  <c:v>1.3488500000000001</c:v>
                </c:pt>
                <c:pt idx="1702">
                  <c:v>1.34935</c:v>
                </c:pt>
                <c:pt idx="1703">
                  <c:v>1.34985</c:v>
                </c:pt>
                <c:pt idx="1704">
                  <c:v>1.3503499999999999</c:v>
                </c:pt>
                <c:pt idx="1705">
                  <c:v>1.3508500000000001</c:v>
                </c:pt>
                <c:pt idx="1706">
                  <c:v>1.3513500000000001</c:v>
                </c:pt>
                <c:pt idx="1707">
                  <c:v>1.3518399999999999</c:v>
                </c:pt>
                <c:pt idx="1708">
                  <c:v>1.3523400000000001</c:v>
                </c:pt>
                <c:pt idx="1709">
                  <c:v>1.35284</c:v>
                </c:pt>
                <c:pt idx="1710">
                  <c:v>1.35334</c:v>
                </c:pt>
                <c:pt idx="1711">
                  <c:v>1.3538399999999999</c:v>
                </c:pt>
                <c:pt idx="1712">
                  <c:v>1.3543400000000001</c:v>
                </c:pt>
                <c:pt idx="1713">
                  <c:v>1.35484</c:v>
                </c:pt>
                <c:pt idx="1714">
                  <c:v>1.35534</c:v>
                </c:pt>
                <c:pt idx="1715">
                  <c:v>1.3558399999999999</c:v>
                </c:pt>
                <c:pt idx="1716">
                  <c:v>1.3563400000000001</c:v>
                </c:pt>
                <c:pt idx="1717">
                  <c:v>1.35684</c:v>
                </c:pt>
                <c:pt idx="1718">
                  <c:v>1.35734</c:v>
                </c:pt>
                <c:pt idx="1719">
                  <c:v>1.3578399999999999</c:v>
                </c:pt>
                <c:pt idx="1720">
                  <c:v>1.3583400000000001</c:v>
                </c:pt>
                <c:pt idx="1721">
                  <c:v>1.3588499999999999</c:v>
                </c:pt>
                <c:pt idx="1722">
                  <c:v>1.35934</c:v>
                </c:pt>
                <c:pt idx="1723">
                  <c:v>1.3598399999999999</c:v>
                </c:pt>
                <c:pt idx="1724">
                  <c:v>1.3603400000000001</c:v>
                </c:pt>
                <c:pt idx="1725">
                  <c:v>1.36084</c:v>
                </c:pt>
                <c:pt idx="1726">
                  <c:v>1.36134</c:v>
                </c:pt>
                <c:pt idx="1727">
                  <c:v>1.3618399999999999</c:v>
                </c:pt>
                <c:pt idx="1728">
                  <c:v>1.36233</c:v>
                </c:pt>
                <c:pt idx="1729">
                  <c:v>1.36283</c:v>
                </c:pt>
                <c:pt idx="1730">
                  <c:v>1.36334</c:v>
                </c:pt>
                <c:pt idx="1731">
                  <c:v>1.3638399999999999</c:v>
                </c:pt>
                <c:pt idx="1732">
                  <c:v>1.3643400000000001</c:v>
                </c:pt>
                <c:pt idx="1733">
                  <c:v>1.3648400000000001</c:v>
                </c:pt>
                <c:pt idx="1734">
                  <c:v>1.36534</c:v>
                </c:pt>
                <c:pt idx="1735">
                  <c:v>1.3658399999999999</c:v>
                </c:pt>
                <c:pt idx="1736">
                  <c:v>1.3663400000000001</c:v>
                </c:pt>
                <c:pt idx="1737">
                  <c:v>1.3668400000000001</c:v>
                </c:pt>
                <c:pt idx="1738">
                  <c:v>1.36734</c:v>
                </c:pt>
                <c:pt idx="1739">
                  <c:v>1.3678399999999999</c:v>
                </c:pt>
                <c:pt idx="1740">
                  <c:v>1.3683399999999999</c:v>
                </c:pt>
                <c:pt idx="1741">
                  <c:v>1.3688400000000001</c:v>
                </c:pt>
                <c:pt idx="1742">
                  <c:v>1.36934</c:v>
                </c:pt>
                <c:pt idx="1743">
                  <c:v>1.3698300000000001</c:v>
                </c:pt>
                <c:pt idx="1744">
                  <c:v>1.37033</c:v>
                </c:pt>
                <c:pt idx="1745">
                  <c:v>1.37083</c:v>
                </c:pt>
                <c:pt idx="1746">
                  <c:v>1.3713299999999999</c:v>
                </c:pt>
                <c:pt idx="1747">
                  <c:v>1.3718300000000001</c:v>
                </c:pt>
                <c:pt idx="1748">
                  <c:v>1.37233</c:v>
                </c:pt>
                <c:pt idx="1749">
                  <c:v>1.37283</c:v>
                </c:pt>
                <c:pt idx="1750">
                  <c:v>1.3733299999999999</c:v>
                </c:pt>
                <c:pt idx="1751">
                  <c:v>1.3738300000000001</c:v>
                </c:pt>
                <c:pt idx="1752">
                  <c:v>1.3743399999999999</c:v>
                </c:pt>
                <c:pt idx="1753">
                  <c:v>1.3748400000000001</c:v>
                </c:pt>
                <c:pt idx="1754">
                  <c:v>1.37534</c:v>
                </c:pt>
                <c:pt idx="1755">
                  <c:v>1.37584</c:v>
                </c:pt>
                <c:pt idx="1756">
                  <c:v>1.3763399999999999</c:v>
                </c:pt>
                <c:pt idx="1757">
                  <c:v>1.3768400000000001</c:v>
                </c:pt>
                <c:pt idx="1758">
                  <c:v>1.37734</c:v>
                </c:pt>
                <c:pt idx="1759">
                  <c:v>1.37784</c:v>
                </c:pt>
                <c:pt idx="1760">
                  <c:v>1.3783300000000001</c:v>
                </c:pt>
                <c:pt idx="1761">
                  <c:v>1.37883</c:v>
                </c:pt>
                <c:pt idx="1762">
                  <c:v>1.3793299999999999</c:v>
                </c:pt>
                <c:pt idx="1763">
                  <c:v>1.3798299999999999</c:v>
                </c:pt>
                <c:pt idx="1764">
                  <c:v>1.3803300000000001</c:v>
                </c:pt>
                <c:pt idx="1765">
                  <c:v>1.38083</c:v>
                </c:pt>
                <c:pt idx="1766">
                  <c:v>1.3813299999999999</c:v>
                </c:pt>
                <c:pt idx="1767">
                  <c:v>1.3818299999999999</c:v>
                </c:pt>
                <c:pt idx="1768">
                  <c:v>1.3823300000000001</c:v>
                </c:pt>
                <c:pt idx="1769">
                  <c:v>1.38283</c:v>
                </c:pt>
                <c:pt idx="1770">
                  <c:v>1.3833299999999999</c:v>
                </c:pt>
                <c:pt idx="1771">
                  <c:v>1.3838299999999999</c:v>
                </c:pt>
                <c:pt idx="1772">
                  <c:v>1.3843300000000001</c:v>
                </c:pt>
                <c:pt idx="1773">
                  <c:v>1.38483</c:v>
                </c:pt>
                <c:pt idx="1774">
                  <c:v>1.38533</c:v>
                </c:pt>
                <c:pt idx="1775">
                  <c:v>1.3858299999999999</c:v>
                </c:pt>
                <c:pt idx="1776">
                  <c:v>1.3863300000000001</c:v>
                </c:pt>
                <c:pt idx="1777">
                  <c:v>1.38683</c:v>
                </c:pt>
                <c:pt idx="1778">
                  <c:v>1.3873200000000001</c:v>
                </c:pt>
                <c:pt idx="1779">
                  <c:v>1.3878299999999999</c:v>
                </c:pt>
                <c:pt idx="1780">
                  <c:v>1.3883300000000001</c:v>
                </c:pt>
                <c:pt idx="1781">
                  <c:v>1.38883</c:v>
                </c:pt>
                <c:pt idx="1782">
                  <c:v>1.38933</c:v>
                </c:pt>
                <c:pt idx="1783">
                  <c:v>1.3898299999999999</c:v>
                </c:pt>
                <c:pt idx="1784">
                  <c:v>1.3903300000000001</c:v>
                </c:pt>
                <c:pt idx="1785">
                  <c:v>1.39083</c:v>
                </c:pt>
                <c:pt idx="1786">
                  <c:v>1.39133</c:v>
                </c:pt>
                <c:pt idx="1787">
                  <c:v>1.3918299999999999</c:v>
                </c:pt>
                <c:pt idx="1788">
                  <c:v>1.3923300000000001</c:v>
                </c:pt>
                <c:pt idx="1789">
                  <c:v>1.39283</c:v>
                </c:pt>
                <c:pt idx="1790">
                  <c:v>1.39333</c:v>
                </c:pt>
                <c:pt idx="1791">
                  <c:v>1.3938299999999999</c:v>
                </c:pt>
                <c:pt idx="1792">
                  <c:v>1.39432</c:v>
                </c:pt>
                <c:pt idx="1793">
                  <c:v>1.3948199999999999</c:v>
                </c:pt>
                <c:pt idx="1794">
                  <c:v>1.3953199999999999</c:v>
                </c:pt>
                <c:pt idx="1795">
                  <c:v>1.3958200000000001</c:v>
                </c:pt>
                <c:pt idx="1796">
                  <c:v>1.39632</c:v>
                </c:pt>
                <c:pt idx="1797">
                  <c:v>1.39682</c:v>
                </c:pt>
                <c:pt idx="1798">
                  <c:v>1.3973199999999999</c:v>
                </c:pt>
                <c:pt idx="1799">
                  <c:v>1.3978200000000001</c:v>
                </c:pt>
                <c:pt idx="1800">
                  <c:v>1.3983300000000001</c:v>
                </c:pt>
                <c:pt idx="1801">
                  <c:v>1.39883</c:v>
                </c:pt>
                <c:pt idx="1802">
                  <c:v>1.39933</c:v>
                </c:pt>
                <c:pt idx="1803">
                  <c:v>1.3998299999999999</c:v>
                </c:pt>
                <c:pt idx="1804">
                  <c:v>1.4003300000000001</c:v>
                </c:pt>
                <c:pt idx="1805">
                  <c:v>1.40083</c:v>
                </c:pt>
                <c:pt idx="1806">
                  <c:v>1.40133</c:v>
                </c:pt>
                <c:pt idx="1807">
                  <c:v>1.4018299999999999</c:v>
                </c:pt>
                <c:pt idx="1808">
                  <c:v>1.4023300000000001</c:v>
                </c:pt>
                <c:pt idx="1809">
                  <c:v>1.40283</c:v>
                </c:pt>
                <c:pt idx="1810">
                  <c:v>1.40333</c:v>
                </c:pt>
                <c:pt idx="1811">
                  <c:v>1.4038200000000001</c:v>
                </c:pt>
                <c:pt idx="1812">
                  <c:v>1.40432</c:v>
                </c:pt>
                <c:pt idx="1813">
                  <c:v>1.40482</c:v>
                </c:pt>
                <c:pt idx="1814">
                  <c:v>1.4053199999999999</c:v>
                </c:pt>
                <c:pt idx="1815">
                  <c:v>1.4058200000000001</c:v>
                </c:pt>
                <c:pt idx="1816">
                  <c:v>1.40632</c:v>
                </c:pt>
                <c:pt idx="1817">
                  <c:v>1.40682</c:v>
                </c:pt>
                <c:pt idx="1818">
                  <c:v>1.4073199999999999</c:v>
                </c:pt>
                <c:pt idx="1819">
                  <c:v>1.4078200000000001</c:v>
                </c:pt>
                <c:pt idx="1820">
                  <c:v>1.40832</c:v>
                </c:pt>
                <c:pt idx="1821">
                  <c:v>1.40882</c:v>
                </c:pt>
                <c:pt idx="1822">
                  <c:v>1.40933</c:v>
                </c:pt>
                <c:pt idx="1823">
                  <c:v>1.4098299999999999</c:v>
                </c:pt>
                <c:pt idx="1824">
                  <c:v>1.4103300000000001</c:v>
                </c:pt>
                <c:pt idx="1825">
                  <c:v>1.41083</c:v>
                </c:pt>
                <c:pt idx="1826">
                  <c:v>1.41133</c:v>
                </c:pt>
                <c:pt idx="1827">
                  <c:v>1.4118299999999999</c:v>
                </c:pt>
                <c:pt idx="1828">
                  <c:v>1.4123300000000001</c:v>
                </c:pt>
                <c:pt idx="1829">
                  <c:v>1.41282</c:v>
                </c:pt>
                <c:pt idx="1830">
                  <c:v>1.4133199999999999</c:v>
                </c:pt>
                <c:pt idx="1831">
                  <c:v>1.4138200000000001</c:v>
                </c:pt>
                <c:pt idx="1832">
                  <c:v>1.41432</c:v>
                </c:pt>
                <c:pt idx="1833">
                  <c:v>1.41482</c:v>
                </c:pt>
                <c:pt idx="1834">
                  <c:v>1.4153199999999999</c:v>
                </c:pt>
                <c:pt idx="1835">
                  <c:v>1.4158200000000001</c:v>
                </c:pt>
                <c:pt idx="1836">
                  <c:v>1.41632</c:v>
                </c:pt>
                <c:pt idx="1837">
                  <c:v>1.41682</c:v>
                </c:pt>
                <c:pt idx="1838">
                  <c:v>1.4173199999999999</c:v>
                </c:pt>
                <c:pt idx="1839">
                  <c:v>1.41781</c:v>
                </c:pt>
                <c:pt idx="1840">
                  <c:v>1.41831</c:v>
                </c:pt>
                <c:pt idx="1841">
                  <c:v>1.4188099999999999</c:v>
                </c:pt>
                <c:pt idx="1842">
                  <c:v>1.4193100000000001</c:v>
                </c:pt>
                <c:pt idx="1843">
                  <c:v>1.41981</c:v>
                </c:pt>
                <c:pt idx="1844">
                  <c:v>1.42031</c:v>
                </c:pt>
                <c:pt idx="1845">
                  <c:v>1.4208099999999999</c:v>
                </c:pt>
                <c:pt idx="1846">
                  <c:v>1.4213100000000001</c:v>
                </c:pt>
                <c:pt idx="1847">
                  <c:v>1.42181</c:v>
                </c:pt>
                <c:pt idx="1848">
                  <c:v>1.42232</c:v>
                </c:pt>
                <c:pt idx="1849">
                  <c:v>1.42282</c:v>
                </c:pt>
                <c:pt idx="1850">
                  <c:v>1.4233199999999999</c:v>
                </c:pt>
                <c:pt idx="1851">
                  <c:v>1.4238200000000001</c:v>
                </c:pt>
                <c:pt idx="1852">
                  <c:v>1.42432</c:v>
                </c:pt>
                <c:pt idx="1853">
                  <c:v>1.42482</c:v>
                </c:pt>
                <c:pt idx="1854">
                  <c:v>1.4253199999999999</c:v>
                </c:pt>
                <c:pt idx="1855">
                  <c:v>1.42581</c:v>
                </c:pt>
                <c:pt idx="1856">
                  <c:v>1.42631</c:v>
                </c:pt>
                <c:pt idx="1857">
                  <c:v>1.4268099999999999</c:v>
                </c:pt>
                <c:pt idx="1858">
                  <c:v>1.4273100000000001</c:v>
                </c:pt>
                <c:pt idx="1859">
                  <c:v>1.42781</c:v>
                </c:pt>
                <c:pt idx="1860">
                  <c:v>1.42831</c:v>
                </c:pt>
                <c:pt idx="1861">
                  <c:v>1.4288099999999999</c:v>
                </c:pt>
                <c:pt idx="1862">
                  <c:v>1.4293100000000001</c:v>
                </c:pt>
                <c:pt idx="1863">
                  <c:v>1.42981</c:v>
                </c:pt>
                <c:pt idx="1864">
                  <c:v>1.43031</c:v>
                </c:pt>
                <c:pt idx="1865">
                  <c:v>1.4308099999999999</c:v>
                </c:pt>
                <c:pt idx="1866">
                  <c:v>1.4313100000000001</c:v>
                </c:pt>
                <c:pt idx="1867">
                  <c:v>1.43181</c:v>
                </c:pt>
                <c:pt idx="1868">
                  <c:v>1.43231</c:v>
                </c:pt>
                <c:pt idx="1869">
                  <c:v>1.4328099999999999</c:v>
                </c:pt>
                <c:pt idx="1870">
                  <c:v>1.4333100000000001</c:v>
                </c:pt>
                <c:pt idx="1871">
                  <c:v>1.43381</c:v>
                </c:pt>
                <c:pt idx="1872">
                  <c:v>1.43431</c:v>
                </c:pt>
                <c:pt idx="1873">
                  <c:v>1.4348099999999999</c:v>
                </c:pt>
                <c:pt idx="1874">
                  <c:v>1.4353100000000001</c:v>
                </c:pt>
                <c:pt idx="1875">
                  <c:v>1.43581</c:v>
                </c:pt>
                <c:pt idx="1876">
                  <c:v>1.43631</c:v>
                </c:pt>
                <c:pt idx="1877">
                  <c:v>1.4368099999999999</c:v>
                </c:pt>
                <c:pt idx="1878">
                  <c:v>1.4373100000000001</c:v>
                </c:pt>
                <c:pt idx="1879">
                  <c:v>1.43781</c:v>
                </c:pt>
                <c:pt idx="1880">
                  <c:v>1.43831</c:v>
                </c:pt>
                <c:pt idx="1881">
                  <c:v>1.4388099999999999</c:v>
                </c:pt>
                <c:pt idx="1882">
                  <c:v>1.4393100000000001</c:v>
                </c:pt>
                <c:pt idx="1883">
                  <c:v>1.43981</c:v>
                </c:pt>
                <c:pt idx="1884">
                  <c:v>1.4402999999999999</c:v>
                </c:pt>
                <c:pt idx="1885">
                  <c:v>1.4408000000000001</c:v>
                </c:pt>
                <c:pt idx="1886">
                  <c:v>1.4413</c:v>
                </c:pt>
                <c:pt idx="1887">
                  <c:v>1.4418</c:v>
                </c:pt>
                <c:pt idx="1888">
                  <c:v>1.4422999999999999</c:v>
                </c:pt>
                <c:pt idx="1889">
                  <c:v>1.4428000000000001</c:v>
                </c:pt>
                <c:pt idx="1890">
                  <c:v>1.4433</c:v>
                </c:pt>
                <c:pt idx="1891">
                  <c:v>1.4438</c:v>
                </c:pt>
                <c:pt idx="1892">
                  <c:v>1.4442999999999999</c:v>
                </c:pt>
                <c:pt idx="1893">
                  <c:v>1.4448000000000001</c:v>
                </c:pt>
                <c:pt idx="1894">
                  <c:v>1.4453</c:v>
                </c:pt>
                <c:pt idx="1895">
                  <c:v>1.4458</c:v>
                </c:pt>
                <c:pt idx="1896">
                  <c:v>1.4462999999999999</c:v>
                </c:pt>
                <c:pt idx="1897">
                  <c:v>1.4468099999999999</c:v>
                </c:pt>
                <c:pt idx="1898">
                  <c:v>1.4473100000000001</c:v>
                </c:pt>
                <c:pt idx="1899">
                  <c:v>1.44781</c:v>
                </c:pt>
                <c:pt idx="1900">
                  <c:v>1.44831</c:v>
                </c:pt>
                <c:pt idx="1901">
                  <c:v>1.4488099999999999</c:v>
                </c:pt>
                <c:pt idx="1902">
                  <c:v>1.4493100000000001</c:v>
                </c:pt>
                <c:pt idx="1903">
                  <c:v>1.44981</c:v>
                </c:pt>
                <c:pt idx="1904">
                  <c:v>1.45031</c:v>
                </c:pt>
                <c:pt idx="1905">
                  <c:v>1.4508000000000001</c:v>
                </c:pt>
                <c:pt idx="1906">
                  <c:v>1.4513</c:v>
                </c:pt>
                <c:pt idx="1907">
                  <c:v>1.45181</c:v>
                </c:pt>
                <c:pt idx="1908">
                  <c:v>1.4522999999999999</c:v>
                </c:pt>
                <c:pt idx="1909">
                  <c:v>1.4528000000000001</c:v>
                </c:pt>
                <c:pt idx="1910">
                  <c:v>1.4533</c:v>
                </c:pt>
                <c:pt idx="1911">
                  <c:v>1.4538</c:v>
                </c:pt>
                <c:pt idx="1912">
                  <c:v>1.4542999999999999</c:v>
                </c:pt>
                <c:pt idx="1913">
                  <c:v>1.45479</c:v>
                </c:pt>
                <c:pt idx="1914">
                  <c:v>1.45529</c:v>
                </c:pt>
                <c:pt idx="1915">
                  <c:v>1.4558</c:v>
                </c:pt>
                <c:pt idx="1916">
                  <c:v>1.4562999999999999</c:v>
                </c:pt>
                <c:pt idx="1917">
                  <c:v>1.4568000000000001</c:v>
                </c:pt>
                <c:pt idx="1918">
                  <c:v>1.4573</c:v>
                </c:pt>
                <c:pt idx="1919">
                  <c:v>1.4578</c:v>
                </c:pt>
                <c:pt idx="1920">
                  <c:v>1.4582999999999999</c:v>
                </c:pt>
                <c:pt idx="1921">
                  <c:v>1.4588000000000001</c:v>
                </c:pt>
                <c:pt idx="1922">
                  <c:v>1.4593</c:v>
                </c:pt>
                <c:pt idx="1923">
                  <c:v>1.4597899999999999</c:v>
                </c:pt>
                <c:pt idx="1924">
                  <c:v>1.4602900000000001</c:v>
                </c:pt>
                <c:pt idx="1925">
                  <c:v>1.46079</c:v>
                </c:pt>
                <c:pt idx="1926">
                  <c:v>1.4613</c:v>
                </c:pt>
                <c:pt idx="1927">
                  <c:v>1.4618</c:v>
                </c:pt>
                <c:pt idx="1928">
                  <c:v>1.4622999999999999</c:v>
                </c:pt>
                <c:pt idx="1929">
                  <c:v>1.4628000000000001</c:v>
                </c:pt>
                <c:pt idx="1930">
                  <c:v>1.4633</c:v>
                </c:pt>
                <c:pt idx="1931">
                  <c:v>1.4638</c:v>
                </c:pt>
                <c:pt idx="1932">
                  <c:v>1.4642999999999999</c:v>
                </c:pt>
                <c:pt idx="1933">
                  <c:v>1.4648000000000001</c:v>
                </c:pt>
                <c:pt idx="1934">
                  <c:v>1.4653</c:v>
                </c:pt>
                <c:pt idx="1935">
                  <c:v>1.4658</c:v>
                </c:pt>
                <c:pt idx="1936">
                  <c:v>1.4662999999999999</c:v>
                </c:pt>
                <c:pt idx="1937">
                  <c:v>1.4668000000000001</c:v>
                </c:pt>
                <c:pt idx="1938">
                  <c:v>1.46729</c:v>
                </c:pt>
                <c:pt idx="1939">
                  <c:v>1.4677899999999999</c:v>
                </c:pt>
                <c:pt idx="1940">
                  <c:v>1.4682900000000001</c:v>
                </c:pt>
                <c:pt idx="1941">
                  <c:v>1.46879</c:v>
                </c:pt>
                <c:pt idx="1942">
                  <c:v>1.46929</c:v>
                </c:pt>
                <c:pt idx="1943">
                  <c:v>1.4697899999999999</c:v>
                </c:pt>
                <c:pt idx="1944">
                  <c:v>1.4702900000000001</c:v>
                </c:pt>
                <c:pt idx="1945">
                  <c:v>1.47079</c:v>
                </c:pt>
                <c:pt idx="1946">
                  <c:v>1.47129</c:v>
                </c:pt>
                <c:pt idx="1947">
                  <c:v>1.4717899999999999</c:v>
                </c:pt>
                <c:pt idx="1948">
                  <c:v>1.4722900000000001</c:v>
                </c:pt>
                <c:pt idx="1949">
                  <c:v>1.47279</c:v>
                </c:pt>
                <c:pt idx="1950">
                  <c:v>1.47329</c:v>
                </c:pt>
                <c:pt idx="1951">
                  <c:v>1.4737899999999999</c:v>
                </c:pt>
                <c:pt idx="1952">
                  <c:v>1.47428</c:v>
                </c:pt>
                <c:pt idx="1953">
                  <c:v>1.47478</c:v>
                </c:pt>
                <c:pt idx="1954">
                  <c:v>1.4752799999999999</c:v>
                </c:pt>
                <c:pt idx="1955">
                  <c:v>1.4757800000000001</c:v>
                </c:pt>
                <c:pt idx="1956">
                  <c:v>1.47628</c:v>
                </c:pt>
                <c:pt idx="1957">
                  <c:v>1.47678</c:v>
                </c:pt>
                <c:pt idx="1958">
                  <c:v>1.47729</c:v>
                </c:pt>
                <c:pt idx="1959">
                  <c:v>1.4777899999999999</c:v>
                </c:pt>
                <c:pt idx="1960">
                  <c:v>1.4782900000000001</c:v>
                </c:pt>
                <c:pt idx="1961">
                  <c:v>1.47879</c:v>
                </c:pt>
                <c:pt idx="1962">
                  <c:v>1.47929</c:v>
                </c:pt>
                <c:pt idx="1963">
                  <c:v>1.4797899999999999</c:v>
                </c:pt>
                <c:pt idx="1964">
                  <c:v>1.4802900000000001</c:v>
                </c:pt>
                <c:pt idx="1965">
                  <c:v>1.4807900000000001</c:v>
                </c:pt>
                <c:pt idx="1966">
                  <c:v>1.48129</c:v>
                </c:pt>
                <c:pt idx="1967">
                  <c:v>1.4817899999999999</c:v>
                </c:pt>
                <c:pt idx="1968">
                  <c:v>1.4822900000000001</c:v>
                </c:pt>
                <c:pt idx="1969">
                  <c:v>1.4827900000000001</c:v>
                </c:pt>
                <c:pt idx="1970">
                  <c:v>1.48329</c:v>
                </c:pt>
                <c:pt idx="1971">
                  <c:v>1.4837899999999999</c:v>
                </c:pt>
                <c:pt idx="1972">
                  <c:v>1.4842900000000001</c:v>
                </c:pt>
                <c:pt idx="1973">
                  <c:v>1.4847900000000001</c:v>
                </c:pt>
                <c:pt idx="1974">
                  <c:v>1.48529</c:v>
                </c:pt>
                <c:pt idx="1975">
                  <c:v>1.4857899999999999</c:v>
                </c:pt>
                <c:pt idx="1976">
                  <c:v>1.4862899999999999</c:v>
                </c:pt>
                <c:pt idx="1977">
                  <c:v>1.4867900000000001</c:v>
                </c:pt>
                <c:pt idx="1978">
                  <c:v>1.48729</c:v>
                </c:pt>
                <c:pt idx="1979">
                  <c:v>1.4877899999999999</c:v>
                </c:pt>
                <c:pt idx="1980">
                  <c:v>1.4882899999999999</c:v>
                </c:pt>
                <c:pt idx="1981">
                  <c:v>1.4887900000000001</c:v>
                </c:pt>
                <c:pt idx="1982">
                  <c:v>1.4892799999999999</c:v>
                </c:pt>
                <c:pt idx="1983">
                  <c:v>1.4897800000000001</c:v>
                </c:pt>
                <c:pt idx="1984">
                  <c:v>1.49028</c:v>
                </c:pt>
                <c:pt idx="1985">
                  <c:v>1.49078</c:v>
                </c:pt>
                <c:pt idx="1986">
                  <c:v>1.4912799999999999</c:v>
                </c:pt>
                <c:pt idx="1987">
                  <c:v>1.4917800000000001</c:v>
                </c:pt>
                <c:pt idx="1988">
                  <c:v>1.4922800000000001</c:v>
                </c:pt>
                <c:pt idx="1989">
                  <c:v>1.49278</c:v>
                </c:pt>
                <c:pt idx="1990">
                  <c:v>1.4932799999999999</c:v>
                </c:pt>
                <c:pt idx="1991">
                  <c:v>1.4937800000000001</c:v>
                </c:pt>
                <c:pt idx="1992">
                  <c:v>1.4942800000000001</c:v>
                </c:pt>
                <c:pt idx="1993">
                  <c:v>1.49478</c:v>
                </c:pt>
                <c:pt idx="1994">
                  <c:v>1.4952799999999999</c:v>
                </c:pt>
                <c:pt idx="1995">
                  <c:v>1.4957800000000001</c:v>
                </c:pt>
                <c:pt idx="1996">
                  <c:v>1.4962800000000001</c:v>
                </c:pt>
                <c:pt idx="1997">
                  <c:v>1.4967699999999999</c:v>
                </c:pt>
                <c:pt idx="1998">
                  <c:v>1.4972700000000001</c:v>
                </c:pt>
                <c:pt idx="1999">
                  <c:v>1.49777</c:v>
                </c:pt>
                <c:pt idx="2000">
                  <c:v>1.49824</c:v>
                </c:pt>
                <c:pt idx="2001">
                  <c:v>1.49838</c:v>
                </c:pt>
                <c:pt idx="2002">
                  <c:v>1.4982800000000001</c:v>
                </c:pt>
                <c:pt idx="2003">
                  <c:v>1.49807</c:v>
                </c:pt>
                <c:pt idx="2004">
                  <c:v>1.49766</c:v>
                </c:pt>
                <c:pt idx="2005">
                  <c:v>1.4972000000000001</c:v>
                </c:pt>
                <c:pt idx="2006">
                  <c:v>1.49671</c:v>
                </c:pt>
                <c:pt idx="2007">
                  <c:v>1.4962200000000001</c:v>
                </c:pt>
                <c:pt idx="2008">
                  <c:v>1.4957199999999999</c:v>
                </c:pt>
                <c:pt idx="2009">
                  <c:v>1.49522</c:v>
                </c:pt>
                <c:pt idx="2010">
                  <c:v>1.49472</c:v>
                </c:pt>
                <c:pt idx="2011">
                  <c:v>1.4942200000000001</c:v>
                </c:pt>
                <c:pt idx="2012">
                  <c:v>1.4937199999999999</c:v>
                </c:pt>
                <c:pt idx="2013">
                  <c:v>1.49322</c:v>
                </c:pt>
                <c:pt idx="2014">
                  <c:v>1.4927299999999999</c:v>
                </c:pt>
                <c:pt idx="2015">
                  <c:v>1.4922299999999999</c:v>
                </c:pt>
                <c:pt idx="2016">
                  <c:v>1.49173</c:v>
                </c:pt>
                <c:pt idx="2017">
                  <c:v>1.4912300000000001</c:v>
                </c:pt>
                <c:pt idx="2018">
                  <c:v>1.4907300000000001</c:v>
                </c:pt>
                <c:pt idx="2019">
                  <c:v>1.4902299999999999</c:v>
                </c:pt>
                <c:pt idx="2020">
                  <c:v>1.48973</c:v>
                </c:pt>
                <c:pt idx="2021">
                  <c:v>1.4892300000000001</c:v>
                </c:pt>
                <c:pt idx="2022">
                  <c:v>1.4887300000000001</c:v>
                </c:pt>
                <c:pt idx="2023">
                  <c:v>1.4882299999999999</c:v>
                </c:pt>
                <c:pt idx="2024">
                  <c:v>1.48773</c:v>
                </c:pt>
                <c:pt idx="2025">
                  <c:v>1.4872300000000001</c:v>
                </c:pt>
                <c:pt idx="2026">
                  <c:v>1.4867300000000001</c:v>
                </c:pt>
                <c:pt idx="2027">
                  <c:v>1.4862299999999999</c:v>
                </c:pt>
                <c:pt idx="2028">
                  <c:v>1.48573</c:v>
                </c:pt>
                <c:pt idx="2029">
                  <c:v>1.4852300000000001</c:v>
                </c:pt>
                <c:pt idx="2030">
                  <c:v>1.4847300000000001</c:v>
                </c:pt>
                <c:pt idx="2031">
                  <c:v>1.48424</c:v>
                </c:pt>
                <c:pt idx="2032">
                  <c:v>1.4837400000000001</c:v>
                </c:pt>
                <c:pt idx="2033">
                  <c:v>1.4832399999999999</c:v>
                </c:pt>
                <c:pt idx="2034">
                  <c:v>1.4827399999999999</c:v>
                </c:pt>
                <c:pt idx="2035">
                  <c:v>1.48224</c:v>
                </c:pt>
                <c:pt idx="2036">
                  <c:v>1.4817400000000001</c:v>
                </c:pt>
                <c:pt idx="2037">
                  <c:v>1.4812399999999999</c:v>
                </c:pt>
                <c:pt idx="2038">
                  <c:v>1.4807399999999999</c:v>
                </c:pt>
                <c:pt idx="2039">
                  <c:v>1.48024</c:v>
                </c:pt>
                <c:pt idx="2040">
                  <c:v>1.4797400000000001</c:v>
                </c:pt>
                <c:pt idx="2041">
                  <c:v>1.4792400000000001</c:v>
                </c:pt>
                <c:pt idx="2042">
                  <c:v>1.4787399999999999</c:v>
                </c:pt>
                <c:pt idx="2043">
                  <c:v>1.47824</c:v>
                </c:pt>
                <c:pt idx="2044">
                  <c:v>1.4777400000000001</c:v>
                </c:pt>
                <c:pt idx="2045">
                  <c:v>1.4772400000000001</c:v>
                </c:pt>
                <c:pt idx="2046">
                  <c:v>1.4767399999999999</c:v>
                </c:pt>
                <c:pt idx="2047">
                  <c:v>1.47624</c:v>
                </c:pt>
                <c:pt idx="2048">
                  <c:v>1.4757400000000001</c:v>
                </c:pt>
                <c:pt idx="2049">
                  <c:v>1.4752400000000001</c:v>
                </c:pt>
                <c:pt idx="2050">
                  <c:v>1.4747399999999999</c:v>
                </c:pt>
                <c:pt idx="2051">
                  <c:v>1.47424</c:v>
                </c:pt>
                <c:pt idx="2052">
                  <c:v>1.47374</c:v>
                </c:pt>
                <c:pt idx="2053">
                  <c:v>1.4732400000000001</c:v>
                </c:pt>
                <c:pt idx="2054">
                  <c:v>1.4727300000000001</c:v>
                </c:pt>
                <c:pt idx="2055">
                  <c:v>1.4722299999999999</c:v>
                </c:pt>
                <c:pt idx="2056">
                  <c:v>1.47173</c:v>
                </c:pt>
                <c:pt idx="2057">
                  <c:v>1.47123</c:v>
                </c:pt>
                <c:pt idx="2058">
                  <c:v>1.4707300000000001</c:v>
                </c:pt>
                <c:pt idx="2059">
                  <c:v>1.4702299999999999</c:v>
                </c:pt>
                <c:pt idx="2060">
                  <c:v>1.46974</c:v>
                </c:pt>
                <c:pt idx="2061">
                  <c:v>1.4692400000000001</c:v>
                </c:pt>
                <c:pt idx="2062">
                  <c:v>1.4687399999999999</c:v>
                </c:pt>
                <c:pt idx="2063">
                  <c:v>1.46824</c:v>
                </c:pt>
                <c:pt idx="2064">
                  <c:v>1.46774</c:v>
                </c:pt>
                <c:pt idx="2065">
                  <c:v>1.4672400000000001</c:v>
                </c:pt>
                <c:pt idx="2066">
                  <c:v>1.4667399999999999</c:v>
                </c:pt>
                <c:pt idx="2067">
                  <c:v>1.46624</c:v>
                </c:pt>
                <c:pt idx="2068">
                  <c:v>1.46574</c:v>
                </c:pt>
                <c:pt idx="2069">
                  <c:v>1.4652400000000001</c:v>
                </c:pt>
                <c:pt idx="2070">
                  <c:v>1.4647399999999999</c:v>
                </c:pt>
                <c:pt idx="2071">
                  <c:v>1.46424</c:v>
                </c:pt>
                <c:pt idx="2072">
                  <c:v>1.46374</c:v>
                </c:pt>
                <c:pt idx="2073">
                  <c:v>1.4632400000000001</c:v>
                </c:pt>
                <c:pt idx="2074">
                  <c:v>1.4627399999999999</c:v>
                </c:pt>
                <c:pt idx="2075">
                  <c:v>1.46224</c:v>
                </c:pt>
                <c:pt idx="2076">
                  <c:v>1.46174</c:v>
                </c:pt>
                <c:pt idx="2077">
                  <c:v>1.4612400000000001</c:v>
                </c:pt>
                <c:pt idx="2078">
                  <c:v>1.4607399999999999</c:v>
                </c:pt>
                <c:pt idx="2079">
                  <c:v>1.46024</c:v>
                </c:pt>
                <c:pt idx="2080">
                  <c:v>1.45974</c:v>
                </c:pt>
                <c:pt idx="2081">
                  <c:v>1.4592499999999999</c:v>
                </c:pt>
                <c:pt idx="2082">
                  <c:v>1.4587399999999999</c:v>
                </c:pt>
                <c:pt idx="2083">
                  <c:v>1.45825</c:v>
                </c:pt>
                <c:pt idx="2084">
                  <c:v>1.4577500000000001</c:v>
                </c:pt>
                <c:pt idx="2085">
                  <c:v>1.4572499999999999</c:v>
                </c:pt>
                <c:pt idx="2086">
                  <c:v>1.45675</c:v>
                </c:pt>
                <c:pt idx="2087">
                  <c:v>1.45625</c:v>
                </c:pt>
                <c:pt idx="2088">
                  <c:v>1.45574</c:v>
                </c:pt>
                <c:pt idx="2089">
                  <c:v>1.4552400000000001</c:v>
                </c:pt>
                <c:pt idx="2090">
                  <c:v>1.4547399999999999</c:v>
                </c:pt>
                <c:pt idx="2091">
                  <c:v>1.45424</c:v>
                </c:pt>
                <c:pt idx="2092">
                  <c:v>1.4537500000000001</c:v>
                </c:pt>
                <c:pt idx="2093">
                  <c:v>1.4532400000000001</c:v>
                </c:pt>
                <c:pt idx="2094">
                  <c:v>1.45275</c:v>
                </c:pt>
                <c:pt idx="2095">
                  <c:v>1.45225</c:v>
                </c:pt>
                <c:pt idx="2096">
                  <c:v>1.4517500000000001</c:v>
                </c:pt>
                <c:pt idx="2097">
                  <c:v>1.4512499999999999</c:v>
                </c:pt>
                <c:pt idx="2098">
                  <c:v>1.45075</c:v>
                </c:pt>
                <c:pt idx="2099">
                  <c:v>1.45025</c:v>
                </c:pt>
                <c:pt idx="2100">
                  <c:v>1.4497500000000001</c:v>
                </c:pt>
                <c:pt idx="2101">
                  <c:v>1.4492499999999999</c:v>
                </c:pt>
                <c:pt idx="2102">
                  <c:v>1.44875</c:v>
                </c:pt>
                <c:pt idx="2103">
                  <c:v>1.44825</c:v>
                </c:pt>
                <c:pt idx="2104">
                  <c:v>1.4477500000000001</c:v>
                </c:pt>
                <c:pt idx="2105">
                  <c:v>1.4472499999999999</c:v>
                </c:pt>
                <c:pt idx="2106">
                  <c:v>1.44675</c:v>
                </c:pt>
                <c:pt idx="2107">
                  <c:v>1.44625</c:v>
                </c:pt>
                <c:pt idx="2108">
                  <c:v>1.4457500000000001</c:v>
                </c:pt>
                <c:pt idx="2109">
                  <c:v>1.4452499999999999</c:v>
                </c:pt>
                <c:pt idx="2110">
                  <c:v>1.44475</c:v>
                </c:pt>
                <c:pt idx="2111">
                  <c:v>1.44425</c:v>
                </c:pt>
                <c:pt idx="2112">
                  <c:v>1.4437500000000001</c:v>
                </c:pt>
                <c:pt idx="2113">
                  <c:v>1.44326</c:v>
                </c:pt>
                <c:pt idx="2114">
                  <c:v>1.44276</c:v>
                </c:pt>
                <c:pt idx="2115">
                  <c:v>1.4422600000000001</c:v>
                </c:pt>
                <c:pt idx="2116">
                  <c:v>1.4417599999999999</c:v>
                </c:pt>
                <c:pt idx="2117">
                  <c:v>1.44126</c:v>
                </c:pt>
                <c:pt idx="2118">
                  <c:v>1.44076</c:v>
                </c:pt>
                <c:pt idx="2119">
                  <c:v>1.4402600000000001</c:v>
                </c:pt>
                <c:pt idx="2120">
                  <c:v>1.4397599999999999</c:v>
                </c:pt>
                <c:pt idx="2121">
                  <c:v>1.4392499999999999</c:v>
                </c:pt>
                <c:pt idx="2122">
                  <c:v>1.43875</c:v>
                </c:pt>
                <c:pt idx="2123">
                  <c:v>1.43825</c:v>
                </c:pt>
                <c:pt idx="2124">
                  <c:v>1.4377500000000001</c:v>
                </c:pt>
                <c:pt idx="2125">
                  <c:v>1.4372499999999999</c:v>
                </c:pt>
                <c:pt idx="2126">
                  <c:v>1.43675</c:v>
                </c:pt>
                <c:pt idx="2127">
                  <c:v>1.43625</c:v>
                </c:pt>
                <c:pt idx="2128">
                  <c:v>1.4357500000000001</c:v>
                </c:pt>
                <c:pt idx="2129">
                  <c:v>1.4352499999999999</c:v>
                </c:pt>
                <c:pt idx="2130">
                  <c:v>1.43475</c:v>
                </c:pt>
                <c:pt idx="2131">
                  <c:v>1.43425</c:v>
                </c:pt>
                <c:pt idx="2132">
                  <c:v>1.4337599999999999</c:v>
                </c:pt>
                <c:pt idx="2133">
                  <c:v>1.43326</c:v>
                </c:pt>
                <c:pt idx="2134">
                  <c:v>1.43276</c:v>
                </c:pt>
                <c:pt idx="2135">
                  <c:v>1.4322600000000001</c:v>
                </c:pt>
                <c:pt idx="2136">
                  <c:v>1.4317599999999999</c:v>
                </c:pt>
                <c:pt idx="2137">
                  <c:v>1.43126</c:v>
                </c:pt>
                <c:pt idx="2138">
                  <c:v>1.43076</c:v>
                </c:pt>
                <c:pt idx="2139">
                  <c:v>1.4302600000000001</c:v>
                </c:pt>
                <c:pt idx="2140">
                  <c:v>1.4297599999999999</c:v>
                </c:pt>
                <c:pt idx="2141">
                  <c:v>1.42926</c:v>
                </c:pt>
                <c:pt idx="2142">
                  <c:v>1.42876</c:v>
                </c:pt>
                <c:pt idx="2143">
                  <c:v>1.4282600000000001</c:v>
                </c:pt>
                <c:pt idx="2144">
                  <c:v>1.4277599999999999</c:v>
                </c:pt>
                <c:pt idx="2145">
                  <c:v>1.42726</c:v>
                </c:pt>
                <c:pt idx="2146">
                  <c:v>1.42676</c:v>
                </c:pt>
                <c:pt idx="2147">
                  <c:v>1.4262600000000001</c:v>
                </c:pt>
                <c:pt idx="2148">
                  <c:v>1.4257599999999999</c:v>
                </c:pt>
                <c:pt idx="2149">
                  <c:v>1.42526</c:v>
                </c:pt>
                <c:pt idx="2150">
                  <c:v>1.42476</c:v>
                </c:pt>
                <c:pt idx="2151">
                  <c:v>1.4242600000000001</c:v>
                </c:pt>
                <c:pt idx="2152">
                  <c:v>1.4237599999999999</c:v>
                </c:pt>
                <c:pt idx="2153">
                  <c:v>1.42326</c:v>
                </c:pt>
                <c:pt idx="2154">
                  <c:v>1.42276</c:v>
                </c:pt>
                <c:pt idx="2155">
                  <c:v>1.4222600000000001</c:v>
                </c:pt>
                <c:pt idx="2156">
                  <c:v>1.4217599999999999</c:v>
                </c:pt>
                <c:pt idx="2157">
                  <c:v>1.42126</c:v>
                </c:pt>
                <c:pt idx="2158">
                  <c:v>1.42076</c:v>
                </c:pt>
                <c:pt idx="2159">
                  <c:v>1.4202600000000001</c:v>
                </c:pt>
                <c:pt idx="2160">
                  <c:v>1.4197599999999999</c:v>
                </c:pt>
                <c:pt idx="2161">
                  <c:v>1.41926</c:v>
                </c:pt>
                <c:pt idx="2162">
                  <c:v>1.41876</c:v>
                </c:pt>
                <c:pt idx="2163">
                  <c:v>1.4182600000000001</c:v>
                </c:pt>
                <c:pt idx="2164">
                  <c:v>1.4177599999999999</c:v>
                </c:pt>
                <c:pt idx="2165">
                  <c:v>1.41726</c:v>
                </c:pt>
                <c:pt idx="2166">
                  <c:v>1.41676</c:v>
                </c:pt>
                <c:pt idx="2167">
                  <c:v>1.4162600000000001</c:v>
                </c:pt>
                <c:pt idx="2168">
                  <c:v>1.4157599999999999</c:v>
                </c:pt>
                <c:pt idx="2169">
                  <c:v>1.41527</c:v>
                </c:pt>
                <c:pt idx="2170">
                  <c:v>1.4147700000000001</c:v>
                </c:pt>
                <c:pt idx="2171">
                  <c:v>1.4142699999999999</c:v>
                </c:pt>
                <c:pt idx="2172">
                  <c:v>1.41377</c:v>
                </c:pt>
                <c:pt idx="2173">
                  <c:v>1.41327</c:v>
                </c:pt>
                <c:pt idx="2174">
                  <c:v>1.4127700000000001</c:v>
                </c:pt>
                <c:pt idx="2175">
                  <c:v>1.4122699999999999</c:v>
                </c:pt>
                <c:pt idx="2176">
                  <c:v>1.41177</c:v>
                </c:pt>
                <c:pt idx="2177">
                  <c:v>1.41127</c:v>
                </c:pt>
                <c:pt idx="2178">
                  <c:v>1.4107700000000001</c:v>
                </c:pt>
                <c:pt idx="2179">
                  <c:v>1.4102699999999999</c:v>
                </c:pt>
                <c:pt idx="2180">
                  <c:v>1.40977</c:v>
                </c:pt>
                <c:pt idx="2181">
                  <c:v>1.40927</c:v>
                </c:pt>
                <c:pt idx="2182">
                  <c:v>1.4087700000000001</c:v>
                </c:pt>
                <c:pt idx="2183">
                  <c:v>1.4082699999999999</c:v>
                </c:pt>
                <c:pt idx="2184">
                  <c:v>1.40777</c:v>
                </c:pt>
                <c:pt idx="2185">
                  <c:v>1.40727</c:v>
                </c:pt>
                <c:pt idx="2186">
                  <c:v>1.4067700000000001</c:v>
                </c:pt>
                <c:pt idx="2187">
                  <c:v>1.4062699999999999</c:v>
                </c:pt>
                <c:pt idx="2188">
                  <c:v>1.40578</c:v>
                </c:pt>
                <c:pt idx="2189">
                  <c:v>1.4052800000000001</c:v>
                </c:pt>
                <c:pt idx="2190">
                  <c:v>1.4047700000000001</c:v>
                </c:pt>
                <c:pt idx="2191">
                  <c:v>1.4042699999999999</c:v>
                </c:pt>
                <c:pt idx="2192">
                  <c:v>1.40377</c:v>
                </c:pt>
                <c:pt idx="2193">
                  <c:v>1.40327</c:v>
                </c:pt>
                <c:pt idx="2194">
                  <c:v>1.4027700000000001</c:v>
                </c:pt>
                <c:pt idx="2195">
                  <c:v>1.4022699999999999</c:v>
                </c:pt>
                <c:pt idx="2196">
                  <c:v>1.40177</c:v>
                </c:pt>
                <c:pt idx="2197">
                  <c:v>1.40127</c:v>
                </c:pt>
                <c:pt idx="2198">
                  <c:v>1.4007700000000001</c:v>
                </c:pt>
                <c:pt idx="2199">
                  <c:v>1.4002699999999999</c:v>
                </c:pt>
                <c:pt idx="2200">
                  <c:v>1.39977</c:v>
                </c:pt>
                <c:pt idx="2201">
                  <c:v>1.39927</c:v>
                </c:pt>
                <c:pt idx="2202">
                  <c:v>1.3987799999999999</c:v>
                </c:pt>
                <c:pt idx="2203">
                  <c:v>1.39828</c:v>
                </c:pt>
                <c:pt idx="2204">
                  <c:v>1.39778</c:v>
                </c:pt>
                <c:pt idx="2205">
                  <c:v>1.39727</c:v>
                </c:pt>
                <c:pt idx="2206">
                  <c:v>1.3967799999999999</c:v>
                </c:pt>
                <c:pt idx="2207">
                  <c:v>1.39628</c:v>
                </c:pt>
                <c:pt idx="2208">
                  <c:v>1.39578</c:v>
                </c:pt>
                <c:pt idx="2209">
                  <c:v>1.3952800000000001</c:v>
                </c:pt>
                <c:pt idx="2210">
                  <c:v>1.3947799999999999</c:v>
                </c:pt>
                <c:pt idx="2211">
                  <c:v>1.39428</c:v>
                </c:pt>
                <c:pt idx="2212">
                  <c:v>1.39378</c:v>
                </c:pt>
                <c:pt idx="2213">
                  <c:v>1.39327</c:v>
                </c:pt>
                <c:pt idx="2214">
                  <c:v>1.3927700000000001</c:v>
                </c:pt>
                <c:pt idx="2215">
                  <c:v>1.3922699999999999</c:v>
                </c:pt>
                <c:pt idx="2216">
                  <c:v>1.39178</c:v>
                </c:pt>
                <c:pt idx="2217">
                  <c:v>1.3912800000000001</c:v>
                </c:pt>
                <c:pt idx="2218">
                  <c:v>1.3907799999999999</c:v>
                </c:pt>
                <c:pt idx="2219">
                  <c:v>1.39028</c:v>
                </c:pt>
                <c:pt idx="2220">
                  <c:v>1.38978</c:v>
                </c:pt>
                <c:pt idx="2221">
                  <c:v>1.3892800000000001</c:v>
                </c:pt>
                <c:pt idx="2222">
                  <c:v>1.3887799999999999</c:v>
                </c:pt>
                <c:pt idx="2223">
                  <c:v>1.38828</c:v>
                </c:pt>
                <c:pt idx="2224">
                  <c:v>1.3877699999999999</c:v>
                </c:pt>
                <c:pt idx="2225">
                  <c:v>1.38727</c:v>
                </c:pt>
                <c:pt idx="2226">
                  <c:v>1.3867700000000001</c:v>
                </c:pt>
                <c:pt idx="2227">
                  <c:v>1.38628</c:v>
                </c:pt>
                <c:pt idx="2228">
                  <c:v>1.3857699999999999</c:v>
                </c:pt>
                <c:pt idx="2229">
                  <c:v>1.38527</c:v>
                </c:pt>
                <c:pt idx="2230">
                  <c:v>1.3847700000000001</c:v>
                </c:pt>
                <c:pt idx="2231">
                  <c:v>1.38428</c:v>
                </c:pt>
                <c:pt idx="2232">
                  <c:v>1.38378</c:v>
                </c:pt>
                <c:pt idx="2233">
                  <c:v>1.3832800000000001</c:v>
                </c:pt>
                <c:pt idx="2234">
                  <c:v>1.3827799999999999</c:v>
                </c:pt>
                <c:pt idx="2235">
                  <c:v>1.38228</c:v>
                </c:pt>
                <c:pt idx="2236">
                  <c:v>1.38178</c:v>
                </c:pt>
                <c:pt idx="2237">
                  <c:v>1.3812800000000001</c:v>
                </c:pt>
                <c:pt idx="2238">
                  <c:v>1.3807799999999999</c:v>
                </c:pt>
                <c:pt idx="2239">
                  <c:v>1.38028</c:v>
                </c:pt>
                <c:pt idx="2240">
                  <c:v>1.37978</c:v>
                </c:pt>
                <c:pt idx="2241">
                  <c:v>1.3792800000000001</c:v>
                </c:pt>
                <c:pt idx="2242">
                  <c:v>1.3787799999999999</c:v>
                </c:pt>
                <c:pt idx="2243">
                  <c:v>1.3782799999999999</c:v>
                </c:pt>
                <c:pt idx="2244">
                  <c:v>1.37778</c:v>
                </c:pt>
                <c:pt idx="2245">
                  <c:v>1.3772800000000001</c:v>
                </c:pt>
                <c:pt idx="2246">
                  <c:v>1.37679</c:v>
                </c:pt>
                <c:pt idx="2247">
                  <c:v>1.3762799999999999</c:v>
                </c:pt>
                <c:pt idx="2248">
                  <c:v>1.37578</c:v>
                </c:pt>
                <c:pt idx="2249">
                  <c:v>1.3752800000000001</c:v>
                </c:pt>
                <c:pt idx="2250">
                  <c:v>1.3747799999999999</c:v>
                </c:pt>
                <c:pt idx="2251">
                  <c:v>1.37429</c:v>
                </c:pt>
                <c:pt idx="2252">
                  <c:v>1.3737900000000001</c:v>
                </c:pt>
                <c:pt idx="2253">
                  <c:v>1.3732899999999999</c:v>
                </c:pt>
                <c:pt idx="2254">
                  <c:v>1.37279</c:v>
                </c:pt>
                <c:pt idx="2255">
                  <c:v>1.37229</c:v>
                </c:pt>
                <c:pt idx="2256">
                  <c:v>1.3717900000000001</c:v>
                </c:pt>
                <c:pt idx="2257">
                  <c:v>1.3712899999999999</c:v>
                </c:pt>
                <c:pt idx="2258">
                  <c:v>1.37079</c:v>
                </c:pt>
                <c:pt idx="2259">
                  <c:v>1.37029</c:v>
                </c:pt>
                <c:pt idx="2260">
                  <c:v>1.3697900000000001</c:v>
                </c:pt>
                <c:pt idx="2261">
                  <c:v>1.3692899999999999</c:v>
                </c:pt>
                <c:pt idx="2262">
                  <c:v>1.36879</c:v>
                </c:pt>
                <c:pt idx="2263">
                  <c:v>1.3682799999999999</c:v>
                </c:pt>
                <c:pt idx="2264">
                  <c:v>1.3677900000000001</c:v>
                </c:pt>
                <c:pt idx="2265">
                  <c:v>1.3672899999999999</c:v>
                </c:pt>
                <c:pt idx="2266">
                  <c:v>1.3667899999999999</c:v>
                </c:pt>
                <c:pt idx="2267">
                  <c:v>1.36629</c:v>
                </c:pt>
                <c:pt idx="2268">
                  <c:v>1.3657900000000001</c:v>
                </c:pt>
                <c:pt idx="2269">
                  <c:v>1.3652899999999999</c:v>
                </c:pt>
                <c:pt idx="2270">
                  <c:v>1.3647899999999999</c:v>
                </c:pt>
                <c:pt idx="2271">
                  <c:v>1.36429</c:v>
                </c:pt>
                <c:pt idx="2272">
                  <c:v>1.3637900000000001</c:v>
                </c:pt>
                <c:pt idx="2273">
                  <c:v>1.3632899999999999</c:v>
                </c:pt>
                <c:pt idx="2274">
                  <c:v>1.3627899999999999</c:v>
                </c:pt>
                <c:pt idx="2275">
                  <c:v>1.36229</c:v>
                </c:pt>
                <c:pt idx="2276">
                  <c:v>1.3617900000000001</c:v>
                </c:pt>
                <c:pt idx="2277">
                  <c:v>1.3612899999999999</c:v>
                </c:pt>
                <c:pt idx="2278">
                  <c:v>1.3607899999999999</c:v>
                </c:pt>
                <c:pt idx="2279">
                  <c:v>1.36029</c:v>
                </c:pt>
                <c:pt idx="2280">
                  <c:v>1.3597900000000001</c:v>
                </c:pt>
                <c:pt idx="2281">
                  <c:v>1.3592900000000001</c:v>
                </c:pt>
                <c:pt idx="2282">
                  <c:v>1.3587899999999999</c:v>
                </c:pt>
                <c:pt idx="2283">
                  <c:v>1.35829</c:v>
                </c:pt>
                <c:pt idx="2284">
                  <c:v>1.3577900000000001</c:v>
                </c:pt>
                <c:pt idx="2285">
                  <c:v>1.3572900000000001</c:v>
                </c:pt>
                <c:pt idx="2286">
                  <c:v>1.3567899999999999</c:v>
                </c:pt>
                <c:pt idx="2287">
                  <c:v>1.35629</c:v>
                </c:pt>
                <c:pt idx="2288">
                  <c:v>1.3557900000000001</c:v>
                </c:pt>
                <c:pt idx="2289">
                  <c:v>1.3552900000000001</c:v>
                </c:pt>
                <c:pt idx="2290">
                  <c:v>1.3547899999999999</c:v>
                </c:pt>
                <c:pt idx="2291">
                  <c:v>1.35429</c:v>
                </c:pt>
                <c:pt idx="2292">
                  <c:v>1.35379</c:v>
                </c:pt>
                <c:pt idx="2293">
                  <c:v>1.3532999999999999</c:v>
                </c:pt>
                <c:pt idx="2294">
                  <c:v>1.3528</c:v>
                </c:pt>
                <c:pt idx="2295">
                  <c:v>1.3523000000000001</c:v>
                </c:pt>
                <c:pt idx="2296">
                  <c:v>1.35181</c:v>
                </c:pt>
                <c:pt idx="2297">
                  <c:v>1.3512999999999999</c:v>
                </c:pt>
                <c:pt idx="2298">
                  <c:v>1.3508</c:v>
                </c:pt>
                <c:pt idx="2299">
                  <c:v>1.3503000000000001</c:v>
                </c:pt>
                <c:pt idx="2300">
                  <c:v>1.34979</c:v>
                </c:pt>
                <c:pt idx="2301">
                  <c:v>1.3492900000000001</c:v>
                </c:pt>
                <c:pt idx="2302">
                  <c:v>1.3487899999999999</c:v>
                </c:pt>
                <c:pt idx="2303">
                  <c:v>1.3483000000000001</c:v>
                </c:pt>
                <c:pt idx="2304">
                  <c:v>1.3478000000000001</c:v>
                </c:pt>
                <c:pt idx="2305">
                  <c:v>1.3472999999999999</c:v>
                </c:pt>
                <c:pt idx="2306">
                  <c:v>1.3468</c:v>
                </c:pt>
                <c:pt idx="2307">
                  <c:v>1.3463000000000001</c:v>
                </c:pt>
                <c:pt idx="2308">
                  <c:v>1.3458000000000001</c:v>
                </c:pt>
                <c:pt idx="2309">
                  <c:v>1.3452999999999999</c:v>
                </c:pt>
                <c:pt idx="2310">
                  <c:v>1.3448</c:v>
                </c:pt>
                <c:pt idx="2311">
                  <c:v>1.3443000000000001</c:v>
                </c:pt>
                <c:pt idx="2312">
                  <c:v>1.3438000000000001</c:v>
                </c:pt>
                <c:pt idx="2313">
                  <c:v>1.3432999999999999</c:v>
                </c:pt>
                <c:pt idx="2314">
                  <c:v>1.3428</c:v>
                </c:pt>
                <c:pt idx="2315">
                  <c:v>1.3423</c:v>
                </c:pt>
                <c:pt idx="2316">
                  <c:v>1.3418099999999999</c:v>
                </c:pt>
                <c:pt idx="2317">
                  <c:v>1.34131</c:v>
                </c:pt>
                <c:pt idx="2318">
                  <c:v>1.3408100000000001</c:v>
                </c:pt>
                <c:pt idx="2319">
                  <c:v>1.3403099999999999</c:v>
                </c:pt>
                <c:pt idx="2320">
                  <c:v>1.3398099999999999</c:v>
                </c:pt>
                <c:pt idx="2321">
                  <c:v>1.33931</c:v>
                </c:pt>
                <c:pt idx="2322">
                  <c:v>1.3388100000000001</c:v>
                </c:pt>
                <c:pt idx="2323">
                  <c:v>1.3383100000000001</c:v>
                </c:pt>
                <c:pt idx="2324">
                  <c:v>1.3378099999999999</c:v>
                </c:pt>
                <c:pt idx="2325">
                  <c:v>1.33731</c:v>
                </c:pt>
                <c:pt idx="2326">
                  <c:v>1.3368100000000001</c:v>
                </c:pt>
                <c:pt idx="2327">
                  <c:v>1.3363100000000001</c:v>
                </c:pt>
                <c:pt idx="2328">
                  <c:v>1.3358099999999999</c:v>
                </c:pt>
                <c:pt idx="2329">
                  <c:v>1.33531</c:v>
                </c:pt>
                <c:pt idx="2330">
                  <c:v>1.3348100000000001</c:v>
                </c:pt>
                <c:pt idx="2331">
                  <c:v>1.3343100000000001</c:v>
                </c:pt>
                <c:pt idx="2332">
                  <c:v>1.3338099999999999</c:v>
                </c:pt>
                <c:pt idx="2333">
                  <c:v>1.33331</c:v>
                </c:pt>
                <c:pt idx="2334">
                  <c:v>1.3328100000000001</c:v>
                </c:pt>
                <c:pt idx="2335">
                  <c:v>1.3323100000000001</c:v>
                </c:pt>
                <c:pt idx="2336">
                  <c:v>1.3318099999999999</c:v>
                </c:pt>
                <c:pt idx="2337">
                  <c:v>1.33131</c:v>
                </c:pt>
                <c:pt idx="2338">
                  <c:v>1.33081</c:v>
                </c:pt>
                <c:pt idx="2339">
                  <c:v>1.3303100000000001</c:v>
                </c:pt>
                <c:pt idx="2340">
                  <c:v>1.3298099999999999</c:v>
                </c:pt>
                <c:pt idx="2341">
                  <c:v>1.32931</c:v>
                </c:pt>
                <c:pt idx="2342">
                  <c:v>1.32881</c:v>
                </c:pt>
                <c:pt idx="2343">
                  <c:v>1.3283199999999999</c:v>
                </c:pt>
                <c:pt idx="2344">
                  <c:v>1.32782</c:v>
                </c:pt>
                <c:pt idx="2345">
                  <c:v>1.3273200000000001</c:v>
                </c:pt>
                <c:pt idx="2346">
                  <c:v>1.3268200000000001</c:v>
                </c:pt>
                <c:pt idx="2347">
                  <c:v>1.3263100000000001</c:v>
                </c:pt>
                <c:pt idx="2348">
                  <c:v>1.3258099999999999</c:v>
                </c:pt>
                <c:pt idx="2349">
                  <c:v>1.32531</c:v>
                </c:pt>
                <c:pt idx="2350">
                  <c:v>1.32481</c:v>
                </c:pt>
                <c:pt idx="2351">
                  <c:v>1.3243100000000001</c:v>
                </c:pt>
                <c:pt idx="2352">
                  <c:v>1.3238099999999999</c:v>
                </c:pt>
                <c:pt idx="2353">
                  <c:v>1.32331</c:v>
                </c:pt>
                <c:pt idx="2354">
                  <c:v>1.32281</c:v>
                </c:pt>
                <c:pt idx="2355">
                  <c:v>1.3223100000000001</c:v>
                </c:pt>
                <c:pt idx="2356">
                  <c:v>1.3218099999999999</c:v>
                </c:pt>
                <c:pt idx="2357">
                  <c:v>1.32131</c:v>
                </c:pt>
                <c:pt idx="2358">
                  <c:v>1.32081</c:v>
                </c:pt>
                <c:pt idx="2359">
                  <c:v>1.3203100000000001</c:v>
                </c:pt>
                <c:pt idx="2360">
                  <c:v>1.3198099999999999</c:v>
                </c:pt>
                <c:pt idx="2361">
                  <c:v>1.31931</c:v>
                </c:pt>
                <c:pt idx="2362">
                  <c:v>1.31881</c:v>
                </c:pt>
                <c:pt idx="2363">
                  <c:v>1.3183199999999999</c:v>
                </c:pt>
                <c:pt idx="2364">
                  <c:v>1.31782</c:v>
                </c:pt>
                <c:pt idx="2365">
                  <c:v>1.31732</c:v>
                </c:pt>
                <c:pt idx="2366">
                  <c:v>1.3168200000000001</c:v>
                </c:pt>
                <c:pt idx="2367">
                  <c:v>1.3163199999999999</c:v>
                </c:pt>
                <c:pt idx="2368">
                  <c:v>1.31582</c:v>
                </c:pt>
                <c:pt idx="2369">
                  <c:v>1.31532</c:v>
                </c:pt>
                <c:pt idx="2370">
                  <c:v>1.3148200000000001</c:v>
                </c:pt>
                <c:pt idx="2371">
                  <c:v>1.3143199999999999</c:v>
                </c:pt>
                <c:pt idx="2372">
                  <c:v>1.31382</c:v>
                </c:pt>
                <c:pt idx="2373">
                  <c:v>1.31331</c:v>
                </c:pt>
                <c:pt idx="2374">
                  <c:v>1.31281</c:v>
                </c:pt>
                <c:pt idx="2375">
                  <c:v>1.3123100000000001</c:v>
                </c:pt>
                <c:pt idx="2376">
                  <c:v>1.31182</c:v>
                </c:pt>
                <c:pt idx="2377">
                  <c:v>1.31132</c:v>
                </c:pt>
                <c:pt idx="2378">
                  <c:v>1.3108200000000001</c:v>
                </c:pt>
                <c:pt idx="2379">
                  <c:v>1.3103199999999999</c:v>
                </c:pt>
                <c:pt idx="2380">
                  <c:v>1.30982</c:v>
                </c:pt>
                <c:pt idx="2381">
                  <c:v>1.30932</c:v>
                </c:pt>
                <c:pt idx="2382">
                  <c:v>1.3088200000000001</c:v>
                </c:pt>
                <c:pt idx="2383">
                  <c:v>1.30833</c:v>
                </c:pt>
                <c:pt idx="2384">
                  <c:v>1.30783</c:v>
                </c:pt>
                <c:pt idx="2385">
                  <c:v>1.3073300000000001</c:v>
                </c:pt>
                <c:pt idx="2386">
                  <c:v>1.3068200000000001</c:v>
                </c:pt>
                <c:pt idx="2387">
                  <c:v>1.3063199999999999</c:v>
                </c:pt>
                <c:pt idx="2388">
                  <c:v>1.30582</c:v>
                </c:pt>
                <c:pt idx="2389">
                  <c:v>1.30532</c:v>
                </c:pt>
                <c:pt idx="2390">
                  <c:v>1.3048200000000001</c:v>
                </c:pt>
                <c:pt idx="2391">
                  <c:v>1.3043199999999999</c:v>
                </c:pt>
                <c:pt idx="2392">
                  <c:v>1.30382</c:v>
                </c:pt>
                <c:pt idx="2393">
                  <c:v>1.30332</c:v>
                </c:pt>
                <c:pt idx="2394">
                  <c:v>1.3028200000000001</c:v>
                </c:pt>
                <c:pt idx="2395">
                  <c:v>1.3023199999999999</c:v>
                </c:pt>
                <c:pt idx="2396">
                  <c:v>1.30182</c:v>
                </c:pt>
                <c:pt idx="2397">
                  <c:v>1.30132</c:v>
                </c:pt>
                <c:pt idx="2398">
                  <c:v>1.3008200000000001</c:v>
                </c:pt>
                <c:pt idx="2399">
                  <c:v>1.3003199999999999</c:v>
                </c:pt>
                <c:pt idx="2400">
                  <c:v>1.29982</c:v>
                </c:pt>
                <c:pt idx="2401">
                  <c:v>1.29932</c:v>
                </c:pt>
                <c:pt idx="2402">
                  <c:v>1.2988299999999999</c:v>
                </c:pt>
                <c:pt idx="2403">
                  <c:v>1.29833</c:v>
                </c:pt>
                <c:pt idx="2404">
                  <c:v>1.29783</c:v>
                </c:pt>
                <c:pt idx="2405">
                  <c:v>1.2973300000000001</c:v>
                </c:pt>
                <c:pt idx="2406">
                  <c:v>1.2968299999999999</c:v>
                </c:pt>
                <c:pt idx="2407">
                  <c:v>1.29633</c:v>
                </c:pt>
                <c:pt idx="2408">
                  <c:v>1.29583</c:v>
                </c:pt>
                <c:pt idx="2409">
                  <c:v>1.2953300000000001</c:v>
                </c:pt>
                <c:pt idx="2410">
                  <c:v>1.2948299999999999</c:v>
                </c:pt>
                <c:pt idx="2411">
                  <c:v>1.29433</c:v>
                </c:pt>
                <c:pt idx="2412">
                  <c:v>1.29383</c:v>
                </c:pt>
                <c:pt idx="2413">
                  <c:v>1.2933300000000001</c:v>
                </c:pt>
                <c:pt idx="2414">
                  <c:v>1.2928299999999999</c:v>
                </c:pt>
                <c:pt idx="2415">
                  <c:v>1.29233</c:v>
                </c:pt>
                <c:pt idx="2416">
                  <c:v>1.29183</c:v>
                </c:pt>
                <c:pt idx="2417">
                  <c:v>1.2913300000000001</c:v>
                </c:pt>
                <c:pt idx="2418">
                  <c:v>1.2908299999999999</c:v>
                </c:pt>
                <c:pt idx="2419">
                  <c:v>1.2903199999999999</c:v>
                </c:pt>
                <c:pt idx="2420">
                  <c:v>1.28982</c:v>
                </c:pt>
                <c:pt idx="2421">
                  <c:v>1.2893300000000001</c:v>
                </c:pt>
                <c:pt idx="2422">
                  <c:v>1.2888299999999999</c:v>
                </c:pt>
                <c:pt idx="2423">
                  <c:v>1.28833</c:v>
                </c:pt>
                <c:pt idx="2424">
                  <c:v>1.28783</c:v>
                </c:pt>
                <c:pt idx="2425">
                  <c:v>1.2873300000000001</c:v>
                </c:pt>
                <c:pt idx="2426">
                  <c:v>1.2868299999999999</c:v>
                </c:pt>
                <c:pt idx="2427">
                  <c:v>1.28633</c:v>
                </c:pt>
                <c:pt idx="2428">
                  <c:v>1.28583</c:v>
                </c:pt>
                <c:pt idx="2429">
                  <c:v>1.2853300000000001</c:v>
                </c:pt>
                <c:pt idx="2430">
                  <c:v>1.2848299999999999</c:v>
                </c:pt>
                <c:pt idx="2431">
                  <c:v>1.28433</c:v>
                </c:pt>
                <c:pt idx="2432">
                  <c:v>1.28383</c:v>
                </c:pt>
                <c:pt idx="2433">
                  <c:v>1.2833300000000001</c:v>
                </c:pt>
                <c:pt idx="2434">
                  <c:v>1.2828299999999999</c:v>
                </c:pt>
                <c:pt idx="2435">
                  <c:v>1.28233</c:v>
                </c:pt>
                <c:pt idx="2436">
                  <c:v>1.28183</c:v>
                </c:pt>
                <c:pt idx="2437">
                  <c:v>1.2813300000000001</c:v>
                </c:pt>
                <c:pt idx="2438">
                  <c:v>1.2808299999999999</c:v>
                </c:pt>
                <c:pt idx="2439">
                  <c:v>1.28033</c:v>
                </c:pt>
                <c:pt idx="2440">
                  <c:v>1.27983</c:v>
                </c:pt>
                <c:pt idx="2441">
                  <c:v>1.2793399999999999</c:v>
                </c:pt>
                <c:pt idx="2442">
                  <c:v>1.27884</c:v>
                </c:pt>
                <c:pt idx="2443">
                  <c:v>1.27834</c:v>
                </c:pt>
                <c:pt idx="2444">
                  <c:v>1.2778400000000001</c:v>
                </c:pt>
                <c:pt idx="2445">
                  <c:v>1.2773399999999999</c:v>
                </c:pt>
                <c:pt idx="2446">
                  <c:v>1.27684</c:v>
                </c:pt>
                <c:pt idx="2447">
                  <c:v>1.27634</c:v>
                </c:pt>
                <c:pt idx="2448">
                  <c:v>1.2758400000000001</c:v>
                </c:pt>
                <c:pt idx="2449">
                  <c:v>1.2753399999999999</c:v>
                </c:pt>
                <c:pt idx="2450">
                  <c:v>1.27484</c:v>
                </c:pt>
                <c:pt idx="2451">
                  <c:v>1.27434</c:v>
                </c:pt>
                <c:pt idx="2452">
                  <c:v>1.2738400000000001</c:v>
                </c:pt>
                <c:pt idx="2453">
                  <c:v>1.2733399999999999</c:v>
                </c:pt>
                <c:pt idx="2454">
                  <c:v>1.27284</c:v>
                </c:pt>
                <c:pt idx="2455">
                  <c:v>1.27234</c:v>
                </c:pt>
                <c:pt idx="2456">
                  <c:v>1.2718400000000001</c:v>
                </c:pt>
                <c:pt idx="2457">
                  <c:v>1.2713399999999999</c:v>
                </c:pt>
                <c:pt idx="2458">
                  <c:v>1.27084</c:v>
                </c:pt>
                <c:pt idx="2459">
                  <c:v>1.27034</c:v>
                </c:pt>
                <c:pt idx="2460">
                  <c:v>1.2698499999999999</c:v>
                </c:pt>
                <c:pt idx="2461">
                  <c:v>1.26935</c:v>
                </c:pt>
                <c:pt idx="2462">
                  <c:v>1.26884</c:v>
                </c:pt>
                <c:pt idx="2463">
                  <c:v>1.26834</c:v>
                </c:pt>
                <c:pt idx="2464">
                  <c:v>1.2678400000000001</c:v>
                </c:pt>
                <c:pt idx="2465">
                  <c:v>1.2673399999999999</c:v>
                </c:pt>
                <c:pt idx="2466">
                  <c:v>1.26684</c:v>
                </c:pt>
                <c:pt idx="2467">
                  <c:v>1.26634</c:v>
                </c:pt>
                <c:pt idx="2468">
                  <c:v>1.2658400000000001</c:v>
                </c:pt>
                <c:pt idx="2469">
                  <c:v>1.2653399999999999</c:v>
                </c:pt>
                <c:pt idx="2470">
                  <c:v>1.26484</c:v>
                </c:pt>
                <c:pt idx="2471">
                  <c:v>1.26434</c:v>
                </c:pt>
                <c:pt idx="2472">
                  <c:v>1.2638400000000001</c:v>
                </c:pt>
                <c:pt idx="2473">
                  <c:v>1.2633399999999999</c:v>
                </c:pt>
                <c:pt idx="2474">
                  <c:v>1.26284</c:v>
                </c:pt>
                <c:pt idx="2475">
                  <c:v>1.2623500000000001</c:v>
                </c:pt>
                <c:pt idx="2476">
                  <c:v>1.2618499999999999</c:v>
                </c:pt>
                <c:pt idx="2477">
                  <c:v>1.26135</c:v>
                </c:pt>
                <c:pt idx="2478">
                  <c:v>1.26085</c:v>
                </c:pt>
                <c:pt idx="2479">
                  <c:v>1.2603500000000001</c:v>
                </c:pt>
                <c:pt idx="2480">
                  <c:v>1.2598499999999999</c:v>
                </c:pt>
                <c:pt idx="2481">
                  <c:v>1.25935</c:v>
                </c:pt>
                <c:pt idx="2482">
                  <c:v>1.25885</c:v>
                </c:pt>
                <c:pt idx="2483">
                  <c:v>1.2583599999999999</c:v>
                </c:pt>
                <c:pt idx="2484">
                  <c:v>1.25786</c:v>
                </c:pt>
                <c:pt idx="2485">
                  <c:v>1.25736</c:v>
                </c:pt>
                <c:pt idx="2486">
                  <c:v>1.25685</c:v>
                </c:pt>
                <c:pt idx="2487">
                  <c:v>1.2563500000000001</c:v>
                </c:pt>
                <c:pt idx="2488">
                  <c:v>1.2558499999999999</c:v>
                </c:pt>
                <c:pt idx="2489">
                  <c:v>1.25535</c:v>
                </c:pt>
                <c:pt idx="2490">
                  <c:v>1.25485</c:v>
                </c:pt>
                <c:pt idx="2491">
                  <c:v>1.2543500000000001</c:v>
                </c:pt>
                <c:pt idx="2492">
                  <c:v>1.25386</c:v>
                </c:pt>
                <c:pt idx="2493">
                  <c:v>1.25336</c:v>
                </c:pt>
                <c:pt idx="2494">
                  <c:v>1.2528600000000001</c:v>
                </c:pt>
                <c:pt idx="2495">
                  <c:v>1.2523599999999999</c:v>
                </c:pt>
                <c:pt idx="2496">
                  <c:v>1.25186</c:v>
                </c:pt>
                <c:pt idx="2497">
                  <c:v>1.25136</c:v>
                </c:pt>
                <c:pt idx="2498">
                  <c:v>1.2508600000000001</c:v>
                </c:pt>
                <c:pt idx="2499">
                  <c:v>1.2503599999999999</c:v>
                </c:pt>
                <c:pt idx="2500">
                  <c:v>1.24986</c:v>
                </c:pt>
                <c:pt idx="2501">
                  <c:v>1.24936</c:v>
                </c:pt>
                <c:pt idx="2502">
                  <c:v>1.2488699999999999</c:v>
                </c:pt>
                <c:pt idx="2503">
                  <c:v>1.24837</c:v>
                </c:pt>
                <c:pt idx="2504">
                  <c:v>1.24787</c:v>
                </c:pt>
                <c:pt idx="2505">
                  <c:v>1.2473700000000001</c:v>
                </c:pt>
                <c:pt idx="2506">
                  <c:v>1.2468699999999999</c:v>
                </c:pt>
                <c:pt idx="2507">
                  <c:v>1.24637</c:v>
                </c:pt>
                <c:pt idx="2508">
                  <c:v>1.24587</c:v>
                </c:pt>
                <c:pt idx="2509">
                  <c:v>1.2453700000000001</c:v>
                </c:pt>
                <c:pt idx="2510">
                  <c:v>1.24488</c:v>
                </c:pt>
                <c:pt idx="2511">
                  <c:v>1.24438</c:v>
                </c:pt>
                <c:pt idx="2512">
                  <c:v>1.2438800000000001</c:v>
                </c:pt>
                <c:pt idx="2513">
                  <c:v>1.2433799999999999</c:v>
                </c:pt>
                <c:pt idx="2514">
                  <c:v>1.24288</c:v>
                </c:pt>
                <c:pt idx="2515">
                  <c:v>1.24238</c:v>
                </c:pt>
                <c:pt idx="2516">
                  <c:v>1.2418800000000001</c:v>
                </c:pt>
                <c:pt idx="2517">
                  <c:v>1.2413799999999999</c:v>
                </c:pt>
                <c:pt idx="2518">
                  <c:v>1.24088</c:v>
                </c:pt>
                <c:pt idx="2519">
                  <c:v>1.24038</c:v>
                </c:pt>
                <c:pt idx="2520">
                  <c:v>1.2398800000000001</c:v>
                </c:pt>
                <c:pt idx="2521">
                  <c:v>1.2393799999999999</c:v>
                </c:pt>
                <c:pt idx="2522">
                  <c:v>1.23888</c:v>
                </c:pt>
                <c:pt idx="2523">
                  <c:v>1.23838</c:v>
                </c:pt>
                <c:pt idx="2524">
                  <c:v>1.2378800000000001</c:v>
                </c:pt>
                <c:pt idx="2525">
                  <c:v>1.2373799999999999</c:v>
                </c:pt>
                <c:pt idx="2526">
                  <c:v>1.23688</c:v>
                </c:pt>
                <c:pt idx="2527">
                  <c:v>1.23638</c:v>
                </c:pt>
                <c:pt idx="2528">
                  <c:v>1.2358800000000001</c:v>
                </c:pt>
                <c:pt idx="2529">
                  <c:v>1.2353799999999999</c:v>
                </c:pt>
                <c:pt idx="2530">
                  <c:v>1.23488</c:v>
                </c:pt>
                <c:pt idx="2531">
                  <c:v>1.23438</c:v>
                </c:pt>
                <c:pt idx="2532">
                  <c:v>1.2338800000000001</c:v>
                </c:pt>
                <c:pt idx="2533">
                  <c:v>1.2333799999999999</c:v>
                </c:pt>
                <c:pt idx="2534">
                  <c:v>1.23288</c:v>
                </c:pt>
                <c:pt idx="2535">
                  <c:v>1.23238</c:v>
                </c:pt>
                <c:pt idx="2536">
                  <c:v>1.2318800000000001</c:v>
                </c:pt>
                <c:pt idx="2537">
                  <c:v>1.2313799999999999</c:v>
                </c:pt>
                <c:pt idx="2538">
                  <c:v>1.23088</c:v>
                </c:pt>
                <c:pt idx="2539">
                  <c:v>1.23038</c:v>
                </c:pt>
                <c:pt idx="2540">
                  <c:v>1.2298800000000001</c:v>
                </c:pt>
                <c:pt idx="2541">
                  <c:v>1.2293799999999999</c:v>
                </c:pt>
                <c:pt idx="2542">
                  <c:v>1.22888</c:v>
                </c:pt>
                <c:pt idx="2543">
                  <c:v>1.22838</c:v>
                </c:pt>
                <c:pt idx="2544">
                  <c:v>1.2278800000000001</c:v>
                </c:pt>
                <c:pt idx="2545">
                  <c:v>1.2273799999999999</c:v>
                </c:pt>
                <c:pt idx="2546">
                  <c:v>1.2268699999999999</c:v>
                </c:pt>
                <c:pt idx="2547">
                  <c:v>1.22637</c:v>
                </c:pt>
                <c:pt idx="2548">
                  <c:v>1.2258800000000001</c:v>
                </c:pt>
                <c:pt idx="2549">
                  <c:v>1.2253799999999999</c:v>
                </c:pt>
                <c:pt idx="2550">
                  <c:v>1.22488</c:v>
                </c:pt>
                <c:pt idx="2551">
                  <c:v>1.22438</c:v>
                </c:pt>
                <c:pt idx="2552">
                  <c:v>1.2238800000000001</c:v>
                </c:pt>
                <c:pt idx="2553">
                  <c:v>1.2233799999999999</c:v>
                </c:pt>
                <c:pt idx="2554">
                  <c:v>1.22288</c:v>
                </c:pt>
                <c:pt idx="2555">
                  <c:v>1.22238</c:v>
                </c:pt>
                <c:pt idx="2556">
                  <c:v>1.2218800000000001</c:v>
                </c:pt>
                <c:pt idx="2557">
                  <c:v>1.2213799999999999</c:v>
                </c:pt>
                <c:pt idx="2558">
                  <c:v>1.22088</c:v>
                </c:pt>
                <c:pt idx="2559">
                  <c:v>1.22038</c:v>
                </c:pt>
                <c:pt idx="2560">
                  <c:v>1.2198800000000001</c:v>
                </c:pt>
                <c:pt idx="2561">
                  <c:v>1.2193799999999999</c:v>
                </c:pt>
                <c:pt idx="2562">
                  <c:v>1.21888</c:v>
                </c:pt>
                <c:pt idx="2563">
                  <c:v>1.21838</c:v>
                </c:pt>
                <c:pt idx="2564">
                  <c:v>1.2178899999999999</c:v>
                </c:pt>
                <c:pt idx="2565">
                  <c:v>1.2173799999999999</c:v>
                </c:pt>
                <c:pt idx="2566">
                  <c:v>1.21688</c:v>
                </c:pt>
                <c:pt idx="2567">
                  <c:v>1.2163900000000001</c:v>
                </c:pt>
                <c:pt idx="2568">
                  <c:v>1.2158899999999999</c:v>
                </c:pt>
                <c:pt idx="2569">
                  <c:v>1.21539</c:v>
                </c:pt>
                <c:pt idx="2570">
                  <c:v>1.21489</c:v>
                </c:pt>
                <c:pt idx="2571">
                  <c:v>1.2143900000000001</c:v>
                </c:pt>
                <c:pt idx="2572">
                  <c:v>1.2138899999999999</c:v>
                </c:pt>
                <c:pt idx="2573">
                  <c:v>1.21339</c:v>
                </c:pt>
                <c:pt idx="2574">
                  <c:v>1.21289</c:v>
                </c:pt>
                <c:pt idx="2575">
                  <c:v>1.2123900000000001</c:v>
                </c:pt>
                <c:pt idx="2576">
                  <c:v>1.2118899999999999</c:v>
                </c:pt>
                <c:pt idx="2577">
                  <c:v>1.21139</c:v>
                </c:pt>
                <c:pt idx="2578">
                  <c:v>1.21088</c:v>
                </c:pt>
                <c:pt idx="2579">
                  <c:v>1.21038</c:v>
                </c:pt>
                <c:pt idx="2580">
                  <c:v>1.2098800000000001</c:v>
                </c:pt>
                <c:pt idx="2581">
                  <c:v>1.2093799999999999</c:v>
                </c:pt>
                <c:pt idx="2582">
                  <c:v>1.20888</c:v>
                </c:pt>
                <c:pt idx="2583">
                  <c:v>1.2083900000000001</c:v>
                </c:pt>
                <c:pt idx="2584">
                  <c:v>1.2078899999999999</c:v>
                </c:pt>
                <c:pt idx="2585">
                  <c:v>1.20739</c:v>
                </c:pt>
                <c:pt idx="2586">
                  <c:v>1.20689</c:v>
                </c:pt>
                <c:pt idx="2587">
                  <c:v>1.2063900000000001</c:v>
                </c:pt>
                <c:pt idx="2588">
                  <c:v>1.2058899999999999</c:v>
                </c:pt>
                <c:pt idx="2589">
                  <c:v>1.20539</c:v>
                </c:pt>
                <c:pt idx="2590">
                  <c:v>1.20489</c:v>
                </c:pt>
                <c:pt idx="2591">
                  <c:v>1.2043900000000001</c:v>
                </c:pt>
                <c:pt idx="2592">
                  <c:v>1.2038899999999999</c:v>
                </c:pt>
                <c:pt idx="2593">
                  <c:v>1.20339</c:v>
                </c:pt>
                <c:pt idx="2594">
                  <c:v>1.20289</c:v>
                </c:pt>
                <c:pt idx="2595">
                  <c:v>1.2023900000000001</c:v>
                </c:pt>
                <c:pt idx="2596">
                  <c:v>1.2018899999999999</c:v>
                </c:pt>
                <c:pt idx="2597">
                  <c:v>1.20139</c:v>
                </c:pt>
                <c:pt idx="2598">
                  <c:v>1.2009000000000001</c:v>
                </c:pt>
                <c:pt idx="2599">
                  <c:v>1.2003999999999999</c:v>
                </c:pt>
                <c:pt idx="2600">
                  <c:v>1.1999</c:v>
                </c:pt>
                <c:pt idx="2601">
                  <c:v>1.1994</c:v>
                </c:pt>
                <c:pt idx="2602">
                  <c:v>1.1989000000000001</c:v>
                </c:pt>
                <c:pt idx="2603">
                  <c:v>1.1983999999999999</c:v>
                </c:pt>
                <c:pt idx="2604">
                  <c:v>1.1978899999999999</c:v>
                </c:pt>
                <c:pt idx="2605">
                  <c:v>1.19739</c:v>
                </c:pt>
                <c:pt idx="2606">
                  <c:v>1.19689</c:v>
                </c:pt>
                <c:pt idx="2607">
                  <c:v>1.1963900000000001</c:v>
                </c:pt>
                <c:pt idx="2608">
                  <c:v>1.1958899999999999</c:v>
                </c:pt>
                <c:pt idx="2609">
                  <c:v>1.19539</c:v>
                </c:pt>
                <c:pt idx="2610">
                  <c:v>1.19489</c:v>
                </c:pt>
                <c:pt idx="2611">
                  <c:v>1.1943900000000001</c:v>
                </c:pt>
                <c:pt idx="2612">
                  <c:v>1.1938899999999999</c:v>
                </c:pt>
                <c:pt idx="2613">
                  <c:v>1.1934</c:v>
                </c:pt>
                <c:pt idx="2614">
                  <c:v>1.1929000000000001</c:v>
                </c:pt>
                <c:pt idx="2615">
                  <c:v>1.1923999999999999</c:v>
                </c:pt>
                <c:pt idx="2616">
                  <c:v>1.1919</c:v>
                </c:pt>
                <c:pt idx="2617">
                  <c:v>1.1914</c:v>
                </c:pt>
                <c:pt idx="2618">
                  <c:v>1.1909000000000001</c:v>
                </c:pt>
                <c:pt idx="2619">
                  <c:v>1.1903999999999999</c:v>
                </c:pt>
                <c:pt idx="2620">
                  <c:v>1.1898899999999999</c:v>
                </c:pt>
                <c:pt idx="2621">
                  <c:v>1.1893899999999999</c:v>
                </c:pt>
                <c:pt idx="2622">
                  <c:v>1.18889</c:v>
                </c:pt>
                <c:pt idx="2623">
                  <c:v>1.1883900000000001</c:v>
                </c:pt>
                <c:pt idx="2624">
                  <c:v>1.1878899999999999</c:v>
                </c:pt>
                <c:pt idx="2625">
                  <c:v>1.1873899999999999</c:v>
                </c:pt>
                <c:pt idx="2626">
                  <c:v>1.18689</c:v>
                </c:pt>
                <c:pt idx="2627">
                  <c:v>1.1863999999999999</c:v>
                </c:pt>
                <c:pt idx="2628">
                  <c:v>1.1859</c:v>
                </c:pt>
                <c:pt idx="2629">
                  <c:v>1.1854</c:v>
                </c:pt>
                <c:pt idx="2630">
                  <c:v>1.1849000000000001</c:v>
                </c:pt>
                <c:pt idx="2631">
                  <c:v>1.1843999999999999</c:v>
                </c:pt>
                <c:pt idx="2632">
                  <c:v>1.1839</c:v>
                </c:pt>
                <c:pt idx="2633">
                  <c:v>1.1834</c:v>
                </c:pt>
                <c:pt idx="2634">
                  <c:v>1.1829000000000001</c:v>
                </c:pt>
                <c:pt idx="2635">
                  <c:v>1.1823999999999999</c:v>
                </c:pt>
                <c:pt idx="2636">
                  <c:v>1.1819</c:v>
                </c:pt>
                <c:pt idx="2637">
                  <c:v>1.1814100000000001</c:v>
                </c:pt>
                <c:pt idx="2638">
                  <c:v>1.1809099999999999</c:v>
                </c:pt>
                <c:pt idx="2639">
                  <c:v>1.1803999999999999</c:v>
                </c:pt>
                <c:pt idx="2640">
                  <c:v>1.1798999999999999</c:v>
                </c:pt>
                <c:pt idx="2641">
                  <c:v>1.1794</c:v>
                </c:pt>
                <c:pt idx="2642">
                  <c:v>1.1789000000000001</c:v>
                </c:pt>
                <c:pt idx="2643">
                  <c:v>1.1783999999999999</c:v>
                </c:pt>
                <c:pt idx="2644">
                  <c:v>1.1778999999999999</c:v>
                </c:pt>
                <c:pt idx="2645">
                  <c:v>1.1774</c:v>
                </c:pt>
                <c:pt idx="2646">
                  <c:v>1.1769000000000001</c:v>
                </c:pt>
                <c:pt idx="2647">
                  <c:v>1.1763999999999999</c:v>
                </c:pt>
                <c:pt idx="2648">
                  <c:v>1.1758999999999999</c:v>
                </c:pt>
                <c:pt idx="2649">
                  <c:v>1.1754</c:v>
                </c:pt>
                <c:pt idx="2650">
                  <c:v>1.1749000000000001</c:v>
                </c:pt>
                <c:pt idx="2651">
                  <c:v>1.17441</c:v>
                </c:pt>
                <c:pt idx="2652">
                  <c:v>1.17391</c:v>
                </c:pt>
                <c:pt idx="2653">
                  <c:v>1.1734100000000001</c:v>
                </c:pt>
                <c:pt idx="2654">
                  <c:v>1.1729099999999999</c:v>
                </c:pt>
                <c:pt idx="2655">
                  <c:v>1.17241</c:v>
                </c:pt>
                <c:pt idx="2656">
                  <c:v>1.17191</c:v>
                </c:pt>
                <c:pt idx="2657">
                  <c:v>1.1714199999999999</c:v>
                </c:pt>
                <c:pt idx="2658">
                  <c:v>1.17092</c:v>
                </c:pt>
                <c:pt idx="2659">
                  <c:v>1.17042</c:v>
                </c:pt>
                <c:pt idx="2660">
                  <c:v>1.16991</c:v>
                </c:pt>
                <c:pt idx="2661">
                  <c:v>1.1694100000000001</c:v>
                </c:pt>
                <c:pt idx="2662">
                  <c:v>1.1689099999999999</c:v>
                </c:pt>
                <c:pt idx="2663">
                  <c:v>1.1684099999999999</c:v>
                </c:pt>
                <c:pt idx="2664">
                  <c:v>1.1678999999999999</c:v>
                </c:pt>
                <c:pt idx="2665">
                  <c:v>1.1674</c:v>
                </c:pt>
                <c:pt idx="2666">
                  <c:v>1.1669</c:v>
                </c:pt>
                <c:pt idx="2667">
                  <c:v>1.1664000000000001</c:v>
                </c:pt>
                <c:pt idx="2668">
                  <c:v>1.1658999999999999</c:v>
                </c:pt>
                <c:pt idx="2669">
                  <c:v>1.1654</c:v>
                </c:pt>
                <c:pt idx="2670">
                  <c:v>1.1649099999999999</c:v>
                </c:pt>
                <c:pt idx="2671">
                  <c:v>1.1644099999999999</c:v>
                </c:pt>
                <c:pt idx="2672">
                  <c:v>1.16391</c:v>
                </c:pt>
                <c:pt idx="2673">
                  <c:v>1.1634100000000001</c:v>
                </c:pt>
                <c:pt idx="2674">
                  <c:v>1.1629100000000001</c:v>
                </c:pt>
                <c:pt idx="2675">
                  <c:v>1.1624099999999999</c:v>
                </c:pt>
                <c:pt idx="2676">
                  <c:v>1.16191</c:v>
                </c:pt>
                <c:pt idx="2677">
                  <c:v>1.1614199999999999</c:v>
                </c:pt>
                <c:pt idx="2678">
                  <c:v>1.16092</c:v>
                </c:pt>
                <c:pt idx="2679">
                  <c:v>1.16042</c:v>
                </c:pt>
                <c:pt idx="2680">
                  <c:v>1.1599200000000001</c:v>
                </c:pt>
                <c:pt idx="2681">
                  <c:v>1.1594199999999999</c:v>
                </c:pt>
                <c:pt idx="2682">
                  <c:v>1.15892</c:v>
                </c:pt>
                <c:pt idx="2683">
                  <c:v>1.1584099999999999</c:v>
                </c:pt>
                <c:pt idx="2684">
                  <c:v>1.15791</c:v>
                </c:pt>
                <c:pt idx="2685">
                  <c:v>1.15741</c:v>
                </c:pt>
                <c:pt idx="2686">
                  <c:v>1.1569100000000001</c:v>
                </c:pt>
                <c:pt idx="2687">
                  <c:v>1.1564099999999999</c:v>
                </c:pt>
                <c:pt idx="2688">
                  <c:v>1.1559200000000001</c:v>
                </c:pt>
                <c:pt idx="2689">
                  <c:v>1.1554199999999999</c:v>
                </c:pt>
                <c:pt idx="2690">
                  <c:v>1.1549199999999999</c:v>
                </c:pt>
                <c:pt idx="2691">
                  <c:v>1.15442</c:v>
                </c:pt>
                <c:pt idx="2692">
                  <c:v>1.1539200000000001</c:v>
                </c:pt>
                <c:pt idx="2693">
                  <c:v>1.1534199999999999</c:v>
                </c:pt>
                <c:pt idx="2694">
                  <c:v>1.1529199999999999</c:v>
                </c:pt>
                <c:pt idx="2695">
                  <c:v>1.15242</c:v>
                </c:pt>
                <c:pt idx="2696">
                  <c:v>1.1519200000000001</c:v>
                </c:pt>
                <c:pt idx="2697">
                  <c:v>1.1514200000000001</c:v>
                </c:pt>
                <c:pt idx="2698">
                  <c:v>1.1509199999999999</c:v>
                </c:pt>
                <c:pt idx="2699">
                  <c:v>1.15042</c:v>
                </c:pt>
                <c:pt idx="2700">
                  <c:v>1.1499200000000001</c:v>
                </c:pt>
                <c:pt idx="2701">
                  <c:v>1.1494200000000001</c:v>
                </c:pt>
                <c:pt idx="2702">
                  <c:v>1.1489199999999999</c:v>
                </c:pt>
                <c:pt idx="2703">
                  <c:v>1.1484099999999999</c:v>
                </c:pt>
                <c:pt idx="2704">
                  <c:v>1.14791</c:v>
                </c:pt>
                <c:pt idx="2705">
                  <c:v>1.14741</c:v>
                </c:pt>
                <c:pt idx="2706">
                  <c:v>1.1469199999999999</c:v>
                </c:pt>
                <c:pt idx="2707">
                  <c:v>1.14642</c:v>
                </c:pt>
                <c:pt idx="2708">
                  <c:v>1.14592</c:v>
                </c:pt>
                <c:pt idx="2709">
                  <c:v>1.1454200000000001</c:v>
                </c:pt>
                <c:pt idx="2710">
                  <c:v>1.1449199999999999</c:v>
                </c:pt>
                <c:pt idx="2711">
                  <c:v>1.14442</c:v>
                </c:pt>
                <c:pt idx="2712">
                  <c:v>1.14392</c:v>
                </c:pt>
                <c:pt idx="2713">
                  <c:v>1.1434200000000001</c:v>
                </c:pt>
                <c:pt idx="2714">
                  <c:v>1.1429199999999999</c:v>
                </c:pt>
                <c:pt idx="2715">
                  <c:v>1.14242</c:v>
                </c:pt>
                <c:pt idx="2716">
                  <c:v>1.14192</c:v>
                </c:pt>
                <c:pt idx="2717">
                  <c:v>1.1414200000000001</c:v>
                </c:pt>
                <c:pt idx="2718">
                  <c:v>1.1409199999999999</c:v>
                </c:pt>
                <c:pt idx="2719">
                  <c:v>1.14042</c:v>
                </c:pt>
                <c:pt idx="2720">
                  <c:v>1.13992</c:v>
                </c:pt>
                <c:pt idx="2721">
                  <c:v>1.1394200000000001</c:v>
                </c:pt>
                <c:pt idx="2722">
                  <c:v>1.1389100000000001</c:v>
                </c:pt>
                <c:pt idx="2723">
                  <c:v>1.1384099999999999</c:v>
                </c:pt>
                <c:pt idx="2724">
                  <c:v>1.13792</c:v>
                </c:pt>
                <c:pt idx="2725">
                  <c:v>1.1374200000000001</c:v>
                </c:pt>
                <c:pt idx="2726">
                  <c:v>1.1369199999999999</c:v>
                </c:pt>
                <c:pt idx="2727">
                  <c:v>1.13642</c:v>
                </c:pt>
                <c:pt idx="2728">
                  <c:v>1.13592</c:v>
                </c:pt>
                <c:pt idx="2729">
                  <c:v>1.1354200000000001</c:v>
                </c:pt>
                <c:pt idx="2730">
                  <c:v>1.13493</c:v>
                </c:pt>
                <c:pt idx="2731">
                  <c:v>1.13443</c:v>
                </c:pt>
                <c:pt idx="2732">
                  <c:v>1.1339300000000001</c:v>
                </c:pt>
                <c:pt idx="2733">
                  <c:v>1.1334299999999999</c:v>
                </c:pt>
                <c:pt idx="2734">
                  <c:v>1.13293</c:v>
                </c:pt>
                <c:pt idx="2735">
                  <c:v>1.13243</c:v>
                </c:pt>
                <c:pt idx="2736">
                  <c:v>1.1319300000000001</c:v>
                </c:pt>
                <c:pt idx="2737">
                  <c:v>1.1314299999999999</c:v>
                </c:pt>
                <c:pt idx="2738">
                  <c:v>1.13093</c:v>
                </c:pt>
                <c:pt idx="2739">
                  <c:v>1.13043</c:v>
                </c:pt>
                <c:pt idx="2740">
                  <c:v>1.1299300000000001</c:v>
                </c:pt>
                <c:pt idx="2741">
                  <c:v>1.1294299999999999</c:v>
                </c:pt>
                <c:pt idx="2742">
                  <c:v>1.1289199999999999</c:v>
                </c:pt>
                <c:pt idx="2743">
                  <c:v>1.12842</c:v>
                </c:pt>
                <c:pt idx="2744">
                  <c:v>1.12792</c:v>
                </c:pt>
                <c:pt idx="2745">
                  <c:v>1.1274200000000001</c:v>
                </c:pt>
                <c:pt idx="2746">
                  <c:v>1.1269199999999999</c:v>
                </c:pt>
                <c:pt idx="2747">
                  <c:v>1.12642</c:v>
                </c:pt>
                <c:pt idx="2748">
                  <c:v>1.12592</c:v>
                </c:pt>
                <c:pt idx="2749">
                  <c:v>1.1254299999999999</c:v>
                </c:pt>
                <c:pt idx="2750">
                  <c:v>1.12493</c:v>
                </c:pt>
                <c:pt idx="2751">
                  <c:v>1.12443</c:v>
                </c:pt>
                <c:pt idx="2752">
                  <c:v>1.1239300000000001</c:v>
                </c:pt>
                <c:pt idx="2753">
                  <c:v>1.1234299999999999</c:v>
                </c:pt>
                <c:pt idx="2754">
                  <c:v>1.12293</c:v>
                </c:pt>
                <c:pt idx="2755">
                  <c:v>1.12243</c:v>
                </c:pt>
                <c:pt idx="2756">
                  <c:v>1.1219300000000001</c:v>
                </c:pt>
                <c:pt idx="2757">
                  <c:v>1.1214299999999999</c:v>
                </c:pt>
                <c:pt idx="2758">
                  <c:v>1.12093</c:v>
                </c:pt>
                <c:pt idx="2759">
                  <c:v>1.12043</c:v>
                </c:pt>
                <c:pt idx="2760">
                  <c:v>1.1199300000000001</c:v>
                </c:pt>
                <c:pt idx="2761">
                  <c:v>1.1194299999999999</c:v>
                </c:pt>
                <c:pt idx="2762">
                  <c:v>1.11893</c:v>
                </c:pt>
                <c:pt idx="2763">
                  <c:v>1.11843</c:v>
                </c:pt>
                <c:pt idx="2764">
                  <c:v>1.1179300000000001</c:v>
                </c:pt>
                <c:pt idx="2765">
                  <c:v>1.1174299999999999</c:v>
                </c:pt>
                <c:pt idx="2766">
                  <c:v>1.11693</c:v>
                </c:pt>
                <c:pt idx="2767">
                  <c:v>1.11643</c:v>
                </c:pt>
                <c:pt idx="2768">
                  <c:v>1.1159399999999999</c:v>
                </c:pt>
                <c:pt idx="2769">
                  <c:v>1.1154299999999999</c:v>
                </c:pt>
                <c:pt idx="2770">
                  <c:v>1.11493</c:v>
                </c:pt>
                <c:pt idx="2771">
                  <c:v>1.11443</c:v>
                </c:pt>
                <c:pt idx="2772">
                  <c:v>1.1139300000000001</c:v>
                </c:pt>
                <c:pt idx="2773">
                  <c:v>1.11344</c:v>
                </c:pt>
                <c:pt idx="2774">
                  <c:v>1.11294</c:v>
                </c:pt>
                <c:pt idx="2775">
                  <c:v>1.1124400000000001</c:v>
                </c:pt>
                <c:pt idx="2776">
                  <c:v>1.1119399999999999</c:v>
                </c:pt>
                <c:pt idx="2777">
                  <c:v>1.11144</c:v>
                </c:pt>
                <c:pt idx="2778">
                  <c:v>1.11094</c:v>
                </c:pt>
                <c:pt idx="2779">
                  <c:v>1.1104400000000001</c:v>
                </c:pt>
                <c:pt idx="2780">
                  <c:v>1.1099399999999999</c:v>
                </c:pt>
                <c:pt idx="2781">
                  <c:v>1.10944</c:v>
                </c:pt>
                <c:pt idx="2782">
                  <c:v>1.10893</c:v>
                </c:pt>
                <c:pt idx="2783">
                  <c:v>1.10843</c:v>
                </c:pt>
                <c:pt idx="2784">
                  <c:v>1.1079300000000001</c:v>
                </c:pt>
                <c:pt idx="2785">
                  <c:v>1.1074299999999999</c:v>
                </c:pt>
                <c:pt idx="2786">
                  <c:v>1.10693</c:v>
                </c:pt>
                <c:pt idx="2787">
                  <c:v>1.10643</c:v>
                </c:pt>
                <c:pt idx="2788">
                  <c:v>1.1059300000000001</c:v>
                </c:pt>
                <c:pt idx="2789">
                  <c:v>1.1054299999999999</c:v>
                </c:pt>
                <c:pt idx="2790">
                  <c:v>1.10493</c:v>
                </c:pt>
                <c:pt idx="2791">
                  <c:v>1.10443</c:v>
                </c:pt>
                <c:pt idx="2792">
                  <c:v>1.1039399999999999</c:v>
                </c:pt>
                <c:pt idx="2793">
                  <c:v>1.10344</c:v>
                </c:pt>
                <c:pt idx="2794">
                  <c:v>1.10294</c:v>
                </c:pt>
                <c:pt idx="2795">
                  <c:v>1.1024400000000001</c:v>
                </c:pt>
                <c:pt idx="2796">
                  <c:v>1.1019399999999999</c:v>
                </c:pt>
                <c:pt idx="2797">
                  <c:v>1.10144</c:v>
                </c:pt>
                <c:pt idx="2798">
                  <c:v>1.10094</c:v>
                </c:pt>
                <c:pt idx="2799">
                  <c:v>1.1004400000000001</c:v>
                </c:pt>
                <c:pt idx="2800">
                  <c:v>1.0999399999999999</c:v>
                </c:pt>
                <c:pt idx="2801">
                  <c:v>1.09944</c:v>
                </c:pt>
                <c:pt idx="2802">
                  <c:v>1.09894</c:v>
                </c:pt>
                <c:pt idx="2803">
                  <c:v>1.0984400000000001</c:v>
                </c:pt>
                <c:pt idx="2804">
                  <c:v>1.0979399999999999</c:v>
                </c:pt>
                <c:pt idx="2805">
                  <c:v>1.09744</c:v>
                </c:pt>
                <c:pt idx="2806">
                  <c:v>1.09694</c:v>
                </c:pt>
                <c:pt idx="2807">
                  <c:v>1.0964499999999999</c:v>
                </c:pt>
                <c:pt idx="2808">
                  <c:v>1.09595</c:v>
                </c:pt>
                <c:pt idx="2809">
                  <c:v>1.09545</c:v>
                </c:pt>
                <c:pt idx="2810">
                  <c:v>1.0949500000000001</c:v>
                </c:pt>
                <c:pt idx="2811">
                  <c:v>1.0944499999999999</c:v>
                </c:pt>
                <c:pt idx="2812">
                  <c:v>1.09395</c:v>
                </c:pt>
                <c:pt idx="2813">
                  <c:v>1.09345</c:v>
                </c:pt>
                <c:pt idx="2814">
                  <c:v>1.0929500000000001</c:v>
                </c:pt>
                <c:pt idx="2815">
                  <c:v>1.0924499999999999</c:v>
                </c:pt>
                <c:pt idx="2816">
                  <c:v>1.09195</c:v>
                </c:pt>
                <c:pt idx="2817">
                  <c:v>1.09145</c:v>
                </c:pt>
                <c:pt idx="2818">
                  <c:v>1.0909500000000001</c:v>
                </c:pt>
                <c:pt idx="2819">
                  <c:v>1.0904499999999999</c:v>
                </c:pt>
                <c:pt idx="2820">
                  <c:v>1.08995</c:v>
                </c:pt>
                <c:pt idx="2821">
                  <c:v>1.08945</c:v>
                </c:pt>
                <c:pt idx="2822">
                  <c:v>1.0889500000000001</c:v>
                </c:pt>
                <c:pt idx="2823">
                  <c:v>1.0884499999999999</c:v>
                </c:pt>
                <c:pt idx="2824">
                  <c:v>1.0879399999999999</c:v>
                </c:pt>
                <c:pt idx="2825">
                  <c:v>1.08744</c:v>
                </c:pt>
                <c:pt idx="2826">
                  <c:v>1.08694</c:v>
                </c:pt>
                <c:pt idx="2827">
                  <c:v>1.0864400000000001</c:v>
                </c:pt>
                <c:pt idx="2828">
                  <c:v>1.0859399999999999</c:v>
                </c:pt>
                <c:pt idx="2829">
                  <c:v>1.08544</c:v>
                </c:pt>
                <c:pt idx="2830">
                  <c:v>1.08494</c:v>
                </c:pt>
                <c:pt idx="2831">
                  <c:v>1.0844499999999999</c:v>
                </c:pt>
                <c:pt idx="2832">
                  <c:v>1.08395</c:v>
                </c:pt>
                <c:pt idx="2833">
                  <c:v>1.08345</c:v>
                </c:pt>
                <c:pt idx="2834">
                  <c:v>1.0829500000000001</c:v>
                </c:pt>
                <c:pt idx="2835">
                  <c:v>1.0824499999999999</c:v>
                </c:pt>
                <c:pt idx="2836">
                  <c:v>1.08195</c:v>
                </c:pt>
                <c:pt idx="2837">
                  <c:v>1.08145</c:v>
                </c:pt>
                <c:pt idx="2838">
                  <c:v>1.0809500000000001</c:v>
                </c:pt>
                <c:pt idx="2839">
                  <c:v>1.0804499999999999</c:v>
                </c:pt>
                <c:pt idx="2840">
                  <c:v>1.07995</c:v>
                </c:pt>
                <c:pt idx="2841">
                  <c:v>1.07945</c:v>
                </c:pt>
                <c:pt idx="2842">
                  <c:v>1.0789500000000001</c:v>
                </c:pt>
                <c:pt idx="2843">
                  <c:v>1.0784499999999999</c:v>
                </c:pt>
                <c:pt idx="2844">
                  <c:v>1.07795</c:v>
                </c:pt>
                <c:pt idx="2845">
                  <c:v>1.07745</c:v>
                </c:pt>
                <c:pt idx="2846">
                  <c:v>1.0769500000000001</c:v>
                </c:pt>
                <c:pt idx="2847">
                  <c:v>1.0764499999999999</c:v>
                </c:pt>
                <c:pt idx="2848">
                  <c:v>1.07595</c:v>
                </c:pt>
                <c:pt idx="2849">
                  <c:v>1.07545</c:v>
                </c:pt>
                <c:pt idx="2850">
                  <c:v>1.0749500000000001</c:v>
                </c:pt>
                <c:pt idx="2851">
                  <c:v>1.0744499999999999</c:v>
                </c:pt>
                <c:pt idx="2852">
                  <c:v>1.07395</c:v>
                </c:pt>
                <c:pt idx="2853">
                  <c:v>1.07345</c:v>
                </c:pt>
                <c:pt idx="2854">
                  <c:v>1.0729500000000001</c:v>
                </c:pt>
                <c:pt idx="2855">
                  <c:v>1.0724499999999999</c:v>
                </c:pt>
                <c:pt idx="2856">
                  <c:v>1.07195</c:v>
                </c:pt>
                <c:pt idx="2857">
                  <c:v>1.07145</c:v>
                </c:pt>
                <c:pt idx="2858">
                  <c:v>1.0709500000000001</c:v>
                </c:pt>
                <c:pt idx="2859">
                  <c:v>1.0704499999999999</c:v>
                </c:pt>
                <c:pt idx="2860">
                  <c:v>1.06995</c:v>
                </c:pt>
                <c:pt idx="2861">
                  <c:v>1.06945</c:v>
                </c:pt>
                <c:pt idx="2862">
                  <c:v>1.0689500000000001</c:v>
                </c:pt>
                <c:pt idx="2863">
                  <c:v>1.0684499999999999</c:v>
                </c:pt>
                <c:pt idx="2864">
                  <c:v>1.06795</c:v>
                </c:pt>
                <c:pt idx="2865">
                  <c:v>1.06745</c:v>
                </c:pt>
                <c:pt idx="2866">
                  <c:v>1.0669500000000001</c:v>
                </c:pt>
                <c:pt idx="2867">
                  <c:v>1.0664400000000001</c:v>
                </c:pt>
                <c:pt idx="2868">
                  <c:v>1.0659400000000001</c:v>
                </c:pt>
                <c:pt idx="2869">
                  <c:v>1.0654399999999999</c:v>
                </c:pt>
                <c:pt idx="2870">
                  <c:v>1.06494</c:v>
                </c:pt>
                <c:pt idx="2871">
                  <c:v>1.0644499999999999</c:v>
                </c:pt>
                <c:pt idx="2872">
                  <c:v>1.06395</c:v>
                </c:pt>
                <c:pt idx="2873">
                  <c:v>1.06345</c:v>
                </c:pt>
                <c:pt idx="2874">
                  <c:v>1.0629500000000001</c:v>
                </c:pt>
                <c:pt idx="2875">
                  <c:v>1.0624499999999999</c:v>
                </c:pt>
                <c:pt idx="2876">
                  <c:v>1.0619499999999999</c:v>
                </c:pt>
                <c:pt idx="2877">
                  <c:v>1.06145</c:v>
                </c:pt>
                <c:pt idx="2878">
                  <c:v>1.0609500000000001</c:v>
                </c:pt>
                <c:pt idx="2879">
                  <c:v>1.0604499999999999</c:v>
                </c:pt>
                <c:pt idx="2880">
                  <c:v>1.0599499999999999</c:v>
                </c:pt>
                <c:pt idx="2881">
                  <c:v>1.0594600000000001</c:v>
                </c:pt>
                <c:pt idx="2882">
                  <c:v>1.0589599999999999</c:v>
                </c:pt>
                <c:pt idx="2883">
                  <c:v>1.05846</c:v>
                </c:pt>
                <c:pt idx="2884">
                  <c:v>1.05796</c:v>
                </c:pt>
                <c:pt idx="2885">
                  <c:v>1.0574600000000001</c:v>
                </c:pt>
                <c:pt idx="2886">
                  <c:v>1.0569599999999999</c:v>
                </c:pt>
                <c:pt idx="2887">
                  <c:v>1.05646</c:v>
                </c:pt>
                <c:pt idx="2888">
                  <c:v>1.05596</c:v>
                </c:pt>
                <c:pt idx="2889">
                  <c:v>1.0554600000000001</c:v>
                </c:pt>
                <c:pt idx="2890">
                  <c:v>1.0549599999999999</c:v>
                </c:pt>
                <c:pt idx="2891">
                  <c:v>1.05446</c:v>
                </c:pt>
                <c:pt idx="2892">
                  <c:v>1.05396</c:v>
                </c:pt>
                <c:pt idx="2893">
                  <c:v>1.0534600000000001</c:v>
                </c:pt>
                <c:pt idx="2894">
                  <c:v>1.0529599999999999</c:v>
                </c:pt>
                <c:pt idx="2895">
                  <c:v>1.05246</c:v>
                </c:pt>
                <c:pt idx="2896">
                  <c:v>1.05196</c:v>
                </c:pt>
                <c:pt idx="2897">
                  <c:v>1.0514600000000001</c:v>
                </c:pt>
                <c:pt idx="2898">
                  <c:v>1.0509500000000001</c:v>
                </c:pt>
                <c:pt idx="2899">
                  <c:v>1.0504500000000001</c:v>
                </c:pt>
                <c:pt idx="2900">
                  <c:v>1.0499499999999999</c:v>
                </c:pt>
                <c:pt idx="2901">
                  <c:v>1.04945</c:v>
                </c:pt>
                <c:pt idx="2902">
                  <c:v>1.04895</c:v>
                </c:pt>
                <c:pt idx="2903">
                  <c:v>1.0484500000000001</c:v>
                </c:pt>
                <c:pt idx="2904">
                  <c:v>1.0479499999999999</c:v>
                </c:pt>
                <c:pt idx="2905">
                  <c:v>1.0474600000000001</c:v>
                </c:pt>
                <c:pt idx="2906">
                  <c:v>1.0469599999999999</c:v>
                </c:pt>
                <c:pt idx="2907">
                  <c:v>1.0464599999999999</c:v>
                </c:pt>
                <c:pt idx="2908">
                  <c:v>1.04596</c:v>
                </c:pt>
                <c:pt idx="2909">
                  <c:v>1.0454600000000001</c:v>
                </c:pt>
                <c:pt idx="2910">
                  <c:v>1.0449600000000001</c:v>
                </c:pt>
                <c:pt idx="2911">
                  <c:v>1.0444599999999999</c:v>
                </c:pt>
                <c:pt idx="2912">
                  <c:v>1.04396</c:v>
                </c:pt>
                <c:pt idx="2913">
                  <c:v>1.0434699999999999</c:v>
                </c:pt>
                <c:pt idx="2914">
                  <c:v>1.0429600000000001</c:v>
                </c:pt>
                <c:pt idx="2915">
                  <c:v>1.0424599999999999</c:v>
                </c:pt>
                <c:pt idx="2916">
                  <c:v>1.0419700000000001</c:v>
                </c:pt>
                <c:pt idx="2917">
                  <c:v>1.0414600000000001</c:v>
                </c:pt>
                <c:pt idx="2918">
                  <c:v>1.0409600000000001</c:v>
                </c:pt>
                <c:pt idx="2919">
                  <c:v>1.0404599999999999</c:v>
                </c:pt>
                <c:pt idx="2920">
                  <c:v>1.03996</c:v>
                </c:pt>
                <c:pt idx="2921">
                  <c:v>1.0394600000000001</c:v>
                </c:pt>
                <c:pt idx="2922">
                  <c:v>1.0389600000000001</c:v>
                </c:pt>
                <c:pt idx="2923">
                  <c:v>1.0384599999999999</c:v>
                </c:pt>
                <c:pt idx="2924">
                  <c:v>1.03796</c:v>
                </c:pt>
                <c:pt idx="2925">
                  <c:v>1.03746</c:v>
                </c:pt>
                <c:pt idx="2926">
                  <c:v>1.0369600000000001</c:v>
                </c:pt>
                <c:pt idx="2927">
                  <c:v>1.0364599999999999</c:v>
                </c:pt>
                <c:pt idx="2928">
                  <c:v>1.03596</c:v>
                </c:pt>
                <c:pt idx="2929">
                  <c:v>1.03546</c:v>
                </c:pt>
                <c:pt idx="2930">
                  <c:v>1.0349699999999999</c:v>
                </c:pt>
                <c:pt idx="2931">
                  <c:v>1.03447</c:v>
                </c:pt>
                <c:pt idx="2932">
                  <c:v>1.0339700000000001</c:v>
                </c:pt>
                <c:pt idx="2933">
                  <c:v>1.0334700000000001</c:v>
                </c:pt>
                <c:pt idx="2934">
                  <c:v>1.0329699999999999</c:v>
                </c:pt>
                <c:pt idx="2935">
                  <c:v>1.03247</c:v>
                </c:pt>
                <c:pt idx="2936">
                  <c:v>1.0319700000000001</c:v>
                </c:pt>
                <c:pt idx="2937">
                  <c:v>1.0314700000000001</c:v>
                </c:pt>
                <c:pt idx="2938">
                  <c:v>1.0309699999999999</c:v>
                </c:pt>
                <c:pt idx="2939">
                  <c:v>1.03047</c:v>
                </c:pt>
                <c:pt idx="2940">
                  <c:v>1.0299700000000001</c:v>
                </c:pt>
                <c:pt idx="2941">
                  <c:v>1.0294700000000001</c:v>
                </c:pt>
                <c:pt idx="2942">
                  <c:v>1.0289699999999999</c:v>
                </c:pt>
                <c:pt idx="2943">
                  <c:v>1.02847</c:v>
                </c:pt>
                <c:pt idx="2944">
                  <c:v>1.0279700000000001</c:v>
                </c:pt>
                <c:pt idx="2945">
                  <c:v>1.0274700000000001</c:v>
                </c:pt>
                <c:pt idx="2946">
                  <c:v>1.0269699999999999</c:v>
                </c:pt>
                <c:pt idx="2947">
                  <c:v>1.02647</c:v>
                </c:pt>
                <c:pt idx="2948">
                  <c:v>1.02597</c:v>
                </c:pt>
                <c:pt idx="2949">
                  <c:v>1.0254799999999999</c:v>
                </c:pt>
                <c:pt idx="2950">
                  <c:v>1.02498</c:v>
                </c:pt>
                <c:pt idx="2951">
                  <c:v>1.0244800000000001</c:v>
                </c:pt>
                <c:pt idx="2952">
                  <c:v>1.0239799999999999</c:v>
                </c:pt>
                <c:pt idx="2953">
                  <c:v>1.0234700000000001</c:v>
                </c:pt>
                <c:pt idx="2954">
                  <c:v>1.0229699999999999</c:v>
                </c:pt>
                <c:pt idx="2955">
                  <c:v>1.02247</c:v>
                </c:pt>
                <c:pt idx="2956">
                  <c:v>1.02197</c:v>
                </c:pt>
                <c:pt idx="2957">
                  <c:v>1.0214700000000001</c:v>
                </c:pt>
                <c:pt idx="2958">
                  <c:v>1.0209699999999999</c:v>
                </c:pt>
                <c:pt idx="2959">
                  <c:v>1.0204800000000001</c:v>
                </c:pt>
                <c:pt idx="2960">
                  <c:v>1.0199800000000001</c:v>
                </c:pt>
                <c:pt idx="2961">
                  <c:v>1.0194799999999999</c:v>
                </c:pt>
                <c:pt idx="2962">
                  <c:v>1.01898</c:v>
                </c:pt>
                <c:pt idx="2963">
                  <c:v>1.0184800000000001</c:v>
                </c:pt>
                <c:pt idx="2964">
                  <c:v>1.01797</c:v>
                </c:pt>
                <c:pt idx="2965">
                  <c:v>1.0174700000000001</c:v>
                </c:pt>
                <c:pt idx="2966">
                  <c:v>1.0169699999999999</c:v>
                </c:pt>
                <c:pt idx="2967">
                  <c:v>1.0164800000000001</c:v>
                </c:pt>
                <c:pt idx="2968">
                  <c:v>1.0159800000000001</c:v>
                </c:pt>
                <c:pt idx="2969">
                  <c:v>1.0154799999999999</c:v>
                </c:pt>
                <c:pt idx="2970">
                  <c:v>1.01498</c:v>
                </c:pt>
                <c:pt idx="2971">
                  <c:v>1.01448</c:v>
                </c:pt>
                <c:pt idx="2972">
                  <c:v>1.0139800000000001</c:v>
                </c:pt>
                <c:pt idx="2973">
                  <c:v>1.0134799999999999</c:v>
                </c:pt>
                <c:pt idx="2974">
                  <c:v>1.01298</c:v>
                </c:pt>
                <c:pt idx="2975">
                  <c:v>1.01248</c:v>
                </c:pt>
                <c:pt idx="2976">
                  <c:v>1.0119800000000001</c:v>
                </c:pt>
                <c:pt idx="2977">
                  <c:v>1.0114799999999999</c:v>
                </c:pt>
                <c:pt idx="2978">
                  <c:v>1.01098</c:v>
                </c:pt>
                <c:pt idx="2979">
                  <c:v>1.01048</c:v>
                </c:pt>
                <c:pt idx="2980">
                  <c:v>1.0099800000000001</c:v>
                </c:pt>
                <c:pt idx="2981">
                  <c:v>1.0094799999999999</c:v>
                </c:pt>
                <c:pt idx="2982">
                  <c:v>1.00898</c:v>
                </c:pt>
                <c:pt idx="2983">
                  <c:v>1.00848</c:v>
                </c:pt>
                <c:pt idx="2984">
                  <c:v>1.0079800000000001</c:v>
                </c:pt>
                <c:pt idx="2985">
                  <c:v>1.0074799999999999</c:v>
                </c:pt>
                <c:pt idx="2986">
                  <c:v>1.00698</c:v>
                </c:pt>
                <c:pt idx="2987">
                  <c:v>1.00648</c:v>
                </c:pt>
                <c:pt idx="2988">
                  <c:v>1.0059899999999999</c:v>
                </c:pt>
                <c:pt idx="2989">
                  <c:v>1.00549</c:v>
                </c:pt>
                <c:pt idx="2990">
                  <c:v>1.00499</c:v>
                </c:pt>
                <c:pt idx="2991">
                  <c:v>1.00448</c:v>
                </c:pt>
                <c:pt idx="2992">
                  <c:v>1.0039800000000001</c:v>
                </c:pt>
                <c:pt idx="2993">
                  <c:v>1.0034799999999999</c:v>
                </c:pt>
                <c:pt idx="2994">
                  <c:v>1.00298</c:v>
                </c:pt>
                <c:pt idx="2995">
                  <c:v>1.00248</c:v>
                </c:pt>
                <c:pt idx="2996">
                  <c:v>1.0019800000000001</c:v>
                </c:pt>
                <c:pt idx="2997">
                  <c:v>1.0014799999999999</c:v>
                </c:pt>
                <c:pt idx="2998">
                  <c:v>1.00098</c:v>
                </c:pt>
                <c:pt idx="2999">
                  <c:v>1.00048</c:v>
                </c:pt>
                <c:pt idx="3000">
                  <c:v>0.99998100000000001</c:v>
                </c:pt>
                <c:pt idx="3001">
                  <c:v>0.99947799999999998</c:v>
                </c:pt>
                <c:pt idx="3002">
                  <c:v>0.998977</c:v>
                </c:pt>
                <c:pt idx="3003">
                  <c:v>0.99847699999999995</c:v>
                </c:pt>
                <c:pt idx="3004">
                  <c:v>0.997977</c:v>
                </c:pt>
                <c:pt idx="3005">
                  <c:v>0.99747799999999998</c:v>
                </c:pt>
                <c:pt idx="3006">
                  <c:v>0.99698100000000001</c:v>
                </c:pt>
                <c:pt idx="3007">
                  <c:v>0.99648300000000001</c:v>
                </c:pt>
                <c:pt idx="3008">
                  <c:v>0.99598500000000001</c:v>
                </c:pt>
                <c:pt idx="3009">
                  <c:v>0.99548700000000001</c:v>
                </c:pt>
                <c:pt idx="3010">
                  <c:v>0.99498699999999995</c:v>
                </c:pt>
                <c:pt idx="3011">
                  <c:v>0.99448700000000001</c:v>
                </c:pt>
                <c:pt idx="3012">
                  <c:v>0.99398799999999998</c:v>
                </c:pt>
                <c:pt idx="3013">
                  <c:v>0.99348800000000004</c:v>
                </c:pt>
                <c:pt idx="3014">
                  <c:v>0.99298799999999998</c:v>
                </c:pt>
                <c:pt idx="3015">
                  <c:v>0.99248800000000004</c:v>
                </c:pt>
                <c:pt idx="3016">
                  <c:v>0.99198799999999998</c:v>
                </c:pt>
                <c:pt idx="3017">
                  <c:v>0.99148800000000004</c:v>
                </c:pt>
                <c:pt idx="3018">
                  <c:v>0.99098900000000001</c:v>
                </c:pt>
                <c:pt idx="3019">
                  <c:v>0.99048899999999995</c:v>
                </c:pt>
                <c:pt idx="3020">
                  <c:v>0.98998799999999998</c:v>
                </c:pt>
                <c:pt idx="3021">
                  <c:v>0.98948800000000003</c:v>
                </c:pt>
                <c:pt idx="3022">
                  <c:v>0.98898900000000001</c:v>
                </c:pt>
                <c:pt idx="3023">
                  <c:v>0.98848899999999995</c:v>
                </c:pt>
                <c:pt idx="3024">
                  <c:v>0.98798900000000001</c:v>
                </c:pt>
                <c:pt idx="3025">
                  <c:v>0.98748800000000003</c:v>
                </c:pt>
                <c:pt idx="3026">
                  <c:v>0.98698900000000001</c:v>
                </c:pt>
                <c:pt idx="3027">
                  <c:v>0.98649100000000001</c:v>
                </c:pt>
                <c:pt idx="3028">
                  <c:v>0.98599300000000001</c:v>
                </c:pt>
                <c:pt idx="3029">
                  <c:v>0.98549399999999998</c:v>
                </c:pt>
                <c:pt idx="3030">
                  <c:v>0.98499499999999995</c:v>
                </c:pt>
                <c:pt idx="3031">
                  <c:v>0.98449399999999998</c:v>
                </c:pt>
                <c:pt idx="3032">
                  <c:v>0.98399400000000004</c:v>
                </c:pt>
                <c:pt idx="3033">
                  <c:v>0.98349299999999995</c:v>
                </c:pt>
                <c:pt idx="3034">
                  <c:v>0.98299199999999998</c:v>
                </c:pt>
                <c:pt idx="3035">
                  <c:v>0.98249200000000003</c:v>
                </c:pt>
                <c:pt idx="3036">
                  <c:v>0.98199400000000003</c:v>
                </c:pt>
                <c:pt idx="3037">
                  <c:v>0.98149500000000001</c:v>
                </c:pt>
                <c:pt idx="3038">
                  <c:v>0.98099400000000003</c:v>
                </c:pt>
                <c:pt idx="3039">
                  <c:v>0.980491</c:v>
                </c:pt>
                <c:pt idx="3040">
                  <c:v>0.979989</c:v>
                </c:pt>
                <c:pt idx="3041">
                  <c:v>0.97948800000000003</c:v>
                </c:pt>
                <c:pt idx="3042">
                  <c:v>0.978989</c:v>
                </c:pt>
                <c:pt idx="3043">
                  <c:v>0.97848900000000005</c:v>
                </c:pt>
                <c:pt idx="3044">
                  <c:v>0.977989</c:v>
                </c:pt>
                <c:pt idx="3045">
                  <c:v>0.97748999999999997</c:v>
                </c:pt>
                <c:pt idx="3046">
                  <c:v>0.97699400000000003</c:v>
                </c:pt>
                <c:pt idx="3047">
                  <c:v>0.97649699999999995</c:v>
                </c:pt>
                <c:pt idx="3048">
                  <c:v>0.97599800000000003</c:v>
                </c:pt>
                <c:pt idx="3049">
                  <c:v>0.97549799999999998</c:v>
                </c:pt>
                <c:pt idx="3050">
                  <c:v>0.97499899999999995</c:v>
                </c:pt>
                <c:pt idx="3051">
                  <c:v>0.974499</c:v>
                </c:pt>
                <c:pt idx="3052">
                  <c:v>0.97399899999999995</c:v>
                </c:pt>
                <c:pt idx="3053">
                  <c:v>0.97349699999999995</c:v>
                </c:pt>
                <c:pt idx="3054">
                  <c:v>0.972993</c:v>
                </c:pt>
                <c:pt idx="3055">
                  <c:v>0.97248999999999997</c:v>
                </c:pt>
                <c:pt idx="3056">
                  <c:v>0.97199000000000002</c:v>
                </c:pt>
                <c:pt idx="3057">
                  <c:v>0.97149099999999999</c:v>
                </c:pt>
                <c:pt idx="3058">
                  <c:v>0.97099199999999997</c:v>
                </c:pt>
                <c:pt idx="3059">
                  <c:v>0.97049099999999999</c:v>
                </c:pt>
                <c:pt idx="3060">
                  <c:v>0.96999199999999997</c:v>
                </c:pt>
                <c:pt idx="3061">
                  <c:v>0.96949300000000005</c:v>
                </c:pt>
                <c:pt idx="3062">
                  <c:v>0.96899400000000002</c:v>
                </c:pt>
                <c:pt idx="3063">
                  <c:v>0.96849399999999997</c:v>
                </c:pt>
                <c:pt idx="3064">
                  <c:v>0.96799400000000002</c:v>
                </c:pt>
                <c:pt idx="3065">
                  <c:v>0.96749600000000002</c:v>
                </c:pt>
                <c:pt idx="3066">
                  <c:v>0.96699900000000005</c:v>
                </c:pt>
                <c:pt idx="3067">
                  <c:v>0.96650199999999997</c:v>
                </c:pt>
                <c:pt idx="3068">
                  <c:v>0.96600299999999995</c:v>
                </c:pt>
                <c:pt idx="3069">
                  <c:v>0.965503</c:v>
                </c:pt>
                <c:pt idx="3070">
                  <c:v>0.96500300000000006</c:v>
                </c:pt>
                <c:pt idx="3071">
                  <c:v>0.96450400000000003</c:v>
                </c:pt>
                <c:pt idx="3072">
                  <c:v>0.96400399999999997</c:v>
                </c:pt>
                <c:pt idx="3073">
                  <c:v>0.96350199999999997</c:v>
                </c:pt>
                <c:pt idx="3074">
                  <c:v>0.963001</c:v>
                </c:pt>
                <c:pt idx="3075">
                  <c:v>0.96250199999999997</c:v>
                </c:pt>
                <c:pt idx="3076">
                  <c:v>0.96200300000000005</c:v>
                </c:pt>
                <c:pt idx="3077">
                  <c:v>0.961503</c:v>
                </c:pt>
                <c:pt idx="3078">
                  <c:v>0.96100200000000002</c:v>
                </c:pt>
                <c:pt idx="3079">
                  <c:v>0.960503</c:v>
                </c:pt>
                <c:pt idx="3080">
                  <c:v>0.96000399999999997</c:v>
                </c:pt>
                <c:pt idx="3081">
                  <c:v>0.95950400000000002</c:v>
                </c:pt>
                <c:pt idx="3082">
                  <c:v>0.95900399999999997</c:v>
                </c:pt>
                <c:pt idx="3083">
                  <c:v>0.95850299999999999</c:v>
                </c:pt>
                <c:pt idx="3084">
                  <c:v>0.95800399999999997</c:v>
                </c:pt>
                <c:pt idx="3085">
                  <c:v>0.95750500000000005</c:v>
                </c:pt>
                <c:pt idx="3086">
                  <c:v>0.95700700000000005</c:v>
                </c:pt>
                <c:pt idx="3087">
                  <c:v>0.956507</c:v>
                </c:pt>
                <c:pt idx="3088">
                  <c:v>0.95600600000000002</c:v>
                </c:pt>
                <c:pt idx="3089">
                  <c:v>0.95550599999999997</c:v>
                </c:pt>
                <c:pt idx="3090">
                  <c:v>0.95500700000000005</c:v>
                </c:pt>
                <c:pt idx="3091">
                  <c:v>0.95450699999999999</c:v>
                </c:pt>
                <c:pt idx="3092">
                  <c:v>0.95400700000000005</c:v>
                </c:pt>
                <c:pt idx="3093">
                  <c:v>0.95350599999999996</c:v>
                </c:pt>
                <c:pt idx="3094">
                  <c:v>0.95300600000000002</c:v>
                </c:pt>
                <c:pt idx="3095">
                  <c:v>0.95250599999999996</c:v>
                </c:pt>
                <c:pt idx="3096">
                  <c:v>0.95200799999999997</c:v>
                </c:pt>
                <c:pt idx="3097">
                  <c:v>0.95150900000000005</c:v>
                </c:pt>
                <c:pt idx="3098">
                  <c:v>0.95100799999999996</c:v>
                </c:pt>
                <c:pt idx="3099">
                  <c:v>0.95050599999999996</c:v>
                </c:pt>
                <c:pt idx="3100">
                  <c:v>0.95000399999999996</c:v>
                </c:pt>
                <c:pt idx="3101">
                  <c:v>0.94950199999999996</c:v>
                </c:pt>
                <c:pt idx="3102">
                  <c:v>0.94900099999999998</c:v>
                </c:pt>
                <c:pt idx="3103">
                  <c:v>0.94850100000000004</c:v>
                </c:pt>
                <c:pt idx="3104">
                  <c:v>0.94800099999999998</c:v>
                </c:pt>
                <c:pt idx="3105">
                  <c:v>0.94750400000000001</c:v>
                </c:pt>
                <c:pt idx="3106">
                  <c:v>0.94700700000000004</c:v>
                </c:pt>
                <c:pt idx="3107">
                  <c:v>0.94650999999999996</c:v>
                </c:pt>
                <c:pt idx="3108">
                  <c:v>0.94601100000000005</c:v>
                </c:pt>
                <c:pt idx="3109">
                  <c:v>0.94551200000000002</c:v>
                </c:pt>
                <c:pt idx="3110">
                  <c:v>0.94501400000000002</c:v>
                </c:pt>
                <c:pt idx="3111">
                  <c:v>0.94451499999999999</c:v>
                </c:pt>
                <c:pt idx="3112">
                  <c:v>0.94401500000000005</c:v>
                </c:pt>
                <c:pt idx="3113">
                  <c:v>0.94351499999999999</c:v>
                </c:pt>
                <c:pt idx="3114">
                  <c:v>0.94301699999999999</c:v>
                </c:pt>
                <c:pt idx="3115">
                  <c:v>0.94251799999999997</c:v>
                </c:pt>
                <c:pt idx="3116">
                  <c:v>0.94201900000000005</c:v>
                </c:pt>
                <c:pt idx="3117">
                  <c:v>0.94151899999999999</c:v>
                </c:pt>
                <c:pt idx="3118">
                  <c:v>0.94101800000000002</c:v>
                </c:pt>
                <c:pt idx="3119">
                  <c:v>0.94051600000000002</c:v>
                </c:pt>
                <c:pt idx="3120">
                  <c:v>0.94001500000000004</c:v>
                </c:pt>
                <c:pt idx="3121">
                  <c:v>0.93951300000000004</c:v>
                </c:pt>
                <c:pt idx="3122">
                  <c:v>0.93901199999999996</c:v>
                </c:pt>
                <c:pt idx="3123">
                  <c:v>0.93851300000000004</c:v>
                </c:pt>
                <c:pt idx="3124">
                  <c:v>0.93801599999999996</c:v>
                </c:pt>
                <c:pt idx="3125">
                  <c:v>0.93751899999999999</c:v>
                </c:pt>
                <c:pt idx="3126">
                  <c:v>0.93702200000000002</c:v>
                </c:pt>
                <c:pt idx="3127">
                  <c:v>0.93652400000000002</c:v>
                </c:pt>
                <c:pt idx="3128">
                  <c:v>0.93602399999999997</c:v>
                </c:pt>
                <c:pt idx="3129">
                  <c:v>0.93552299999999999</c:v>
                </c:pt>
                <c:pt idx="3130">
                  <c:v>0.93502200000000002</c:v>
                </c:pt>
                <c:pt idx="3131">
                  <c:v>0.93452100000000005</c:v>
                </c:pt>
                <c:pt idx="3132">
                  <c:v>0.93401900000000004</c:v>
                </c:pt>
                <c:pt idx="3133">
                  <c:v>0.93352000000000002</c:v>
                </c:pt>
                <c:pt idx="3134">
                  <c:v>0.93302200000000002</c:v>
                </c:pt>
                <c:pt idx="3135">
                  <c:v>0.93252400000000002</c:v>
                </c:pt>
                <c:pt idx="3136">
                  <c:v>0.93202399999999996</c:v>
                </c:pt>
                <c:pt idx="3137">
                  <c:v>0.93152199999999996</c:v>
                </c:pt>
                <c:pt idx="3138">
                  <c:v>0.93102099999999999</c:v>
                </c:pt>
                <c:pt idx="3139">
                  <c:v>0.93052100000000004</c:v>
                </c:pt>
                <c:pt idx="3140">
                  <c:v>0.93002200000000002</c:v>
                </c:pt>
                <c:pt idx="3141">
                  <c:v>0.92952299999999999</c:v>
                </c:pt>
                <c:pt idx="3142">
                  <c:v>0.92902300000000004</c:v>
                </c:pt>
                <c:pt idx="3143">
                  <c:v>0.92852500000000004</c:v>
                </c:pt>
                <c:pt idx="3144">
                  <c:v>0.92802700000000005</c:v>
                </c:pt>
                <c:pt idx="3145">
                  <c:v>0.92752800000000002</c:v>
                </c:pt>
                <c:pt idx="3146">
                  <c:v>0.92702700000000005</c:v>
                </c:pt>
                <c:pt idx="3147">
                  <c:v>0.92652699999999999</c:v>
                </c:pt>
                <c:pt idx="3148">
                  <c:v>0.92602700000000004</c:v>
                </c:pt>
                <c:pt idx="3149">
                  <c:v>0.92552599999999996</c:v>
                </c:pt>
                <c:pt idx="3150">
                  <c:v>0.92502499999999999</c:v>
                </c:pt>
                <c:pt idx="3151">
                  <c:v>0.92452400000000001</c:v>
                </c:pt>
                <c:pt idx="3152">
                  <c:v>0.92402300000000004</c:v>
                </c:pt>
                <c:pt idx="3153">
                  <c:v>0.92352500000000004</c:v>
                </c:pt>
                <c:pt idx="3154">
                  <c:v>0.92302600000000001</c:v>
                </c:pt>
                <c:pt idx="3155">
                  <c:v>0.92252800000000001</c:v>
                </c:pt>
                <c:pt idx="3156">
                  <c:v>0.92202799999999996</c:v>
                </c:pt>
                <c:pt idx="3157">
                  <c:v>0.92152699999999999</c:v>
                </c:pt>
                <c:pt idx="3158">
                  <c:v>0.92102799999999996</c:v>
                </c:pt>
                <c:pt idx="3159">
                  <c:v>0.92052800000000001</c:v>
                </c:pt>
                <c:pt idx="3160">
                  <c:v>0.92002700000000004</c:v>
                </c:pt>
                <c:pt idx="3161">
                  <c:v>0.91952500000000004</c:v>
                </c:pt>
                <c:pt idx="3162">
                  <c:v>0.91902399999999995</c:v>
                </c:pt>
                <c:pt idx="3163">
                  <c:v>0.91852400000000001</c:v>
                </c:pt>
                <c:pt idx="3164">
                  <c:v>0.91802499999999998</c:v>
                </c:pt>
                <c:pt idx="3165">
                  <c:v>0.91752500000000003</c:v>
                </c:pt>
                <c:pt idx="3166">
                  <c:v>0.91702499999999998</c:v>
                </c:pt>
                <c:pt idx="3167">
                  <c:v>0.91652500000000003</c:v>
                </c:pt>
                <c:pt idx="3168">
                  <c:v>0.91602600000000001</c:v>
                </c:pt>
                <c:pt idx="3169">
                  <c:v>0.91552699999999998</c:v>
                </c:pt>
                <c:pt idx="3170">
                  <c:v>0.91502700000000003</c:v>
                </c:pt>
                <c:pt idx="3171">
                  <c:v>0.91452699999999998</c:v>
                </c:pt>
                <c:pt idx="3172">
                  <c:v>0.91402700000000003</c:v>
                </c:pt>
                <c:pt idx="3173">
                  <c:v>0.91352800000000001</c:v>
                </c:pt>
                <c:pt idx="3174">
                  <c:v>0.91302799999999995</c:v>
                </c:pt>
                <c:pt idx="3175">
                  <c:v>0.91252800000000001</c:v>
                </c:pt>
                <c:pt idx="3176">
                  <c:v>0.91202700000000003</c:v>
                </c:pt>
                <c:pt idx="3177">
                  <c:v>0.911528</c:v>
                </c:pt>
                <c:pt idx="3178">
                  <c:v>0.91102899999999998</c:v>
                </c:pt>
                <c:pt idx="3179">
                  <c:v>0.91052999999999995</c:v>
                </c:pt>
                <c:pt idx="3180">
                  <c:v>0.91003000000000001</c:v>
                </c:pt>
                <c:pt idx="3181">
                  <c:v>0.90952900000000003</c:v>
                </c:pt>
                <c:pt idx="3182">
                  <c:v>0.90902899999999998</c:v>
                </c:pt>
                <c:pt idx="3183">
                  <c:v>0.90852999999999995</c:v>
                </c:pt>
                <c:pt idx="3184">
                  <c:v>0.90803199999999995</c:v>
                </c:pt>
                <c:pt idx="3185">
                  <c:v>0.90753200000000001</c:v>
                </c:pt>
                <c:pt idx="3186">
                  <c:v>0.90703100000000003</c:v>
                </c:pt>
                <c:pt idx="3187">
                  <c:v>0.90653099999999998</c:v>
                </c:pt>
                <c:pt idx="3188">
                  <c:v>0.90603199999999995</c:v>
                </c:pt>
                <c:pt idx="3189">
                  <c:v>0.905532</c:v>
                </c:pt>
                <c:pt idx="3190">
                  <c:v>0.90503100000000003</c:v>
                </c:pt>
                <c:pt idx="3191">
                  <c:v>0.90452999999999995</c:v>
                </c:pt>
                <c:pt idx="3192">
                  <c:v>0.90403100000000003</c:v>
                </c:pt>
                <c:pt idx="3193">
                  <c:v>0.90353099999999997</c:v>
                </c:pt>
                <c:pt idx="3194">
                  <c:v>0.90303</c:v>
                </c:pt>
                <c:pt idx="3195">
                  <c:v>0.90252699999999997</c:v>
                </c:pt>
                <c:pt idx="3196">
                  <c:v>0.90202599999999999</c:v>
                </c:pt>
                <c:pt idx="3197">
                  <c:v>0.90152699999999997</c:v>
                </c:pt>
                <c:pt idx="3198">
                  <c:v>0.90102800000000005</c:v>
                </c:pt>
                <c:pt idx="3199">
                  <c:v>0.90053000000000005</c:v>
                </c:pt>
                <c:pt idx="3200">
                  <c:v>0.90003100000000003</c:v>
                </c:pt>
                <c:pt idx="3201">
                  <c:v>0.89953300000000003</c:v>
                </c:pt>
                <c:pt idx="3202">
                  <c:v>0.89903599999999995</c:v>
                </c:pt>
                <c:pt idx="3203">
                  <c:v>0.89853799999999995</c:v>
                </c:pt>
                <c:pt idx="3204">
                  <c:v>0.89803900000000003</c:v>
                </c:pt>
                <c:pt idx="3205">
                  <c:v>0.89753700000000003</c:v>
                </c:pt>
                <c:pt idx="3206">
                  <c:v>0.89703500000000003</c:v>
                </c:pt>
                <c:pt idx="3207">
                  <c:v>0.89653400000000005</c:v>
                </c:pt>
                <c:pt idx="3208">
                  <c:v>0.89603299999999997</c:v>
                </c:pt>
                <c:pt idx="3209">
                  <c:v>0.89553199999999999</c:v>
                </c:pt>
                <c:pt idx="3210">
                  <c:v>0.89502999999999999</c:v>
                </c:pt>
                <c:pt idx="3211">
                  <c:v>0.89452900000000002</c:v>
                </c:pt>
                <c:pt idx="3212">
                  <c:v>0.89402899999999996</c:v>
                </c:pt>
                <c:pt idx="3213">
                  <c:v>0.89353099999999996</c:v>
                </c:pt>
                <c:pt idx="3214">
                  <c:v>0.89303299999999997</c:v>
                </c:pt>
                <c:pt idx="3215">
                  <c:v>0.89253400000000005</c:v>
                </c:pt>
                <c:pt idx="3216">
                  <c:v>0.89203399999999999</c:v>
                </c:pt>
                <c:pt idx="3217">
                  <c:v>0.891536</c:v>
                </c:pt>
                <c:pt idx="3218">
                  <c:v>0.89103699999999997</c:v>
                </c:pt>
                <c:pt idx="3219">
                  <c:v>0.89053800000000005</c:v>
                </c:pt>
                <c:pt idx="3220">
                  <c:v>0.89003600000000005</c:v>
                </c:pt>
                <c:pt idx="3221">
                  <c:v>0.88953499999999996</c:v>
                </c:pt>
                <c:pt idx="3222">
                  <c:v>0.88903500000000002</c:v>
                </c:pt>
                <c:pt idx="3223">
                  <c:v>0.88853499999999996</c:v>
                </c:pt>
                <c:pt idx="3224">
                  <c:v>0.88803500000000002</c:v>
                </c:pt>
                <c:pt idx="3225">
                  <c:v>0.88753400000000005</c:v>
                </c:pt>
                <c:pt idx="3226">
                  <c:v>0.88703399999999999</c:v>
                </c:pt>
                <c:pt idx="3227">
                  <c:v>0.88653400000000004</c:v>
                </c:pt>
                <c:pt idx="3228">
                  <c:v>0.88603500000000002</c:v>
                </c:pt>
                <c:pt idx="3229">
                  <c:v>0.88553499999999996</c:v>
                </c:pt>
                <c:pt idx="3230">
                  <c:v>0.88503500000000002</c:v>
                </c:pt>
                <c:pt idx="3231">
                  <c:v>0.88453499999999996</c:v>
                </c:pt>
                <c:pt idx="3232">
                  <c:v>0.88403600000000004</c:v>
                </c:pt>
                <c:pt idx="3233">
                  <c:v>0.88353800000000005</c:v>
                </c:pt>
                <c:pt idx="3234">
                  <c:v>0.88303799999999999</c:v>
                </c:pt>
                <c:pt idx="3235">
                  <c:v>0.88253899999999996</c:v>
                </c:pt>
                <c:pt idx="3236">
                  <c:v>0.88204000000000005</c:v>
                </c:pt>
                <c:pt idx="3237">
                  <c:v>0.88154100000000002</c:v>
                </c:pt>
                <c:pt idx="3238">
                  <c:v>0.88104199999999999</c:v>
                </c:pt>
                <c:pt idx="3239">
                  <c:v>0.88054200000000005</c:v>
                </c:pt>
                <c:pt idx="3240">
                  <c:v>0.88004199999999999</c:v>
                </c:pt>
                <c:pt idx="3241">
                  <c:v>0.87954299999999996</c:v>
                </c:pt>
                <c:pt idx="3242">
                  <c:v>0.87904499999999997</c:v>
                </c:pt>
                <c:pt idx="3243">
                  <c:v>0.87854600000000005</c:v>
                </c:pt>
                <c:pt idx="3244">
                  <c:v>0.87804599999999999</c:v>
                </c:pt>
                <c:pt idx="3245">
                  <c:v>0.87754600000000005</c:v>
                </c:pt>
                <c:pt idx="3246">
                  <c:v>0.87704599999999999</c:v>
                </c:pt>
                <c:pt idx="3247">
                  <c:v>0.87654500000000002</c:v>
                </c:pt>
                <c:pt idx="3248">
                  <c:v>0.87604499999999996</c:v>
                </c:pt>
                <c:pt idx="3249">
                  <c:v>0.87554500000000002</c:v>
                </c:pt>
                <c:pt idx="3250">
                  <c:v>0.87504400000000004</c:v>
                </c:pt>
                <c:pt idx="3251">
                  <c:v>0.87454299999999996</c:v>
                </c:pt>
                <c:pt idx="3252">
                  <c:v>0.87404400000000004</c:v>
                </c:pt>
                <c:pt idx="3253">
                  <c:v>0.87354399999999999</c:v>
                </c:pt>
                <c:pt idx="3254">
                  <c:v>0.87304099999999996</c:v>
                </c:pt>
                <c:pt idx="3255">
                  <c:v>0.87253899999999995</c:v>
                </c:pt>
                <c:pt idx="3256">
                  <c:v>0.87203900000000001</c:v>
                </c:pt>
                <c:pt idx="3257">
                  <c:v>0.87153899999999995</c:v>
                </c:pt>
                <c:pt idx="3258">
                  <c:v>0.87103900000000001</c:v>
                </c:pt>
                <c:pt idx="3259">
                  <c:v>0.87053899999999995</c:v>
                </c:pt>
                <c:pt idx="3260">
                  <c:v>0.87004000000000004</c:v>
                </c:pt>
                <c:pt idx="3261">
                  <c:v>0.86954200000000004</c:v>
                </c:pt>
                <c:pt idx="3262">
                  <c:v>0.86904400000000004</c:v>
                </c:pt>
                <c:pt idx="3263">
                  <c:v>0.86854600000000004</c:v>
                </c:pt>
                <c:pt idx="3264">
                  <c:v>0.86804800000000004</c:v>
                </c:pt>
                <c:pt idx="3265">
                  <c:v>0.86755000000000004</c:v>
                </c:pt>
                <c:pt idx="3266">
                  <c:v>0.86705100000000002</c:v>
                </c:pt>
                <c:pt idx="3267">
                  <c:v>0.86655099999999996</c:v>
                </c:pt>
                <c:pt idx="3268">
                  <c:v>0.86604999999999999</c:v>
                </c:pt>
                <c:pt idx="3269">
                  <c:v>0.86554799999999998</c:v>
                </c:pt>
                <c:pt idx="3270">
                  <c:v>0.86504800000000004</c:v>
                </c:pt>
                <c:pt idx="3271">
                  <c:v>0.86454900000000001</c:v>
                </c:pt>
                <c:pt idx="3272">
                  <c:v>0.86404899999999996</c:v>
                </c:pt>
                <c:pt idx="3273">
                  <c:v>0.86354799999999998</c:v>
                </c:pt>
                <c:pt idx="3274">
                  <c:v>0.86304800000000004</c:v>
                </c:pt>
                <c:pt idx="3275">
                  <c:v>0.86254799999999998</c:v>
                </c:pt>
                <c:pt idx="3276">
                  <c:v>0.86204800000000004</c:v>
                </c:pt>
                <c:pt idx="3277">
                  <c:v>0.86154799999999998</c:v>
                </c:pt>
                <c:pt idx="3278">
                  <c:v>0.86104899999999995</c:v>
                </c:pt>
                <c:pt idx="3279">
                  <c:v>0.86054900000000001</c:v>
                </c:pt>
                <c:pt idx="3280">
                  <c:v>0.86004999999999998</c:v>
                </c:pt>
                <c:pt idx="3281">
                  <c:v>0.85955199999999998</c:v>
                </c:pt>
                <c:pt idx="3282">
                  <c:v>0.85905500000000001</c:v>
                </c:pt>
                <c:pt idx="3283">
                  <c:v>0.85855700000000001</c:v>
                </c:pt>
                <c:pt idx="3284">
                  <c:v>0.85805699999999996</c:v>
                </c:pt>
                <c:pt idx="3285">
                  <c:v>0.85755800000000004</c:v>
                </c:pt>
                <c:pt idx="3286">
                  <c:v>0.85705799999999999</c:v>
                </c:pt>
                <c:pt idx="3287">
                  <c:v>0.85655800000000004</c:v>
                </c:pt>
                <c:pt idx="3288">
                  <c:v>0.85605600000000004</c:v>
                </c:pt>
                <c:pt idx="3289">
                  <c:v>0.85555499999999995</c:v>
                </c:pt>
                <c:pt idx="3290">
                  <c:v>0.85505500000000001</c:v>
                </c:pt>
                <c:pt idx="3291">
                  <c:v>0.85455400000000004</c:v>
                </c:pt>
                <c:pt idx="3292">
                  <c:v>0.85405299999999995</c:v>
                </c:pt>
                <c:pt idx="3293">
                  <c:v>0.853549</c:v>
                </c:pt>
                <c:pt idx="3294">
                  <c:v>0.853047</c:v>
                </c:pt>
                <c:pt idx="3295">
                  <c:v>0.85254700000000005</c:v>
                </c:pt>
                <c:pt idx="3296">
                  <c:v>0.85204899999999995</c:v>
                </c:pt>
                <c:pt idx="3297">
                  <c:v>0.85155000000000003</c:v>
                </c:pt>
                <c:pt idx="3298">
                  <c:v>0.851051</c:v>
                </c:pt>
                <c:pt idx="3299">
                  <c:v>0.850553</c:v>
                </c:pt>
                <c:pt idx="3300">
                  <c:v>0.85005600000000003</c:v>
                </c:pt>
                <c:pt idx="3301">
                  <c:v>0.84955800000000004</c:v>
                </c:pt>
                <c:pt idx="3302">
                  <c:v>0.84906000000000004</c:v>
                </c:pt>
                <c:pt idx="3303">
                  <c:v>0.84855999999999998</c:v>
                </c:pt>
                <c:pt idx="3304">
                  <c:v>0.84805900000000001</c:v>
                </c:pt>
                <c:pt idx="3305">
                  <c:v>0.84755999999999998</c:v>
                </c:pt>
                <c:pt idx="3306">
                  <c:v>0.84706000000000004</c:v>
                </c:pt>
                <c:pt idx="3307">
                  <c:v>0.84655899999999995</c:v>
                </c:pt>
                <c:pt idx="3308">
                  <c:v>0.84605699999999995</c:v>
                </c:pt>
                <c:pt idx="3309">
                  <c:v>0.845557</c:v>
                </c:pt>
                <c:pt idx="3310">
                  <c:v>0.84505699999999995</c:v>
                </c:pt>
                <c:pt idx="3311">
                  <c:v>0.84455800000000003</c:v>
                </c:pt>
                <c:pt idx="3312">
                  <c:v>0.844059</c:v>
                </c:pt>
                <c:pt idx="3313">
                  <c:v>0.84355899999999995</c:v>
                </c:pt>
                <c:pt idx="3314">
                  <c:v>0.843059</c:v>
                </c:pt>
                <c:pt idx="3315">
                  <c:v>0.84255999999999998</c:v>
                </c:pt>
                <c:pt idx="3316">
                  <c:v>0.84206000000000003</c:v>
                </c:pt>
                <c:pt idx="3317">
                  <c:v>0.84155999999999997</c:v>
                </c:pt>
                <c:pt idx="3318">
                  <c:v>0.84106000000000003</c:v>
                </c:pt>
                <c:pt idx="3319">
                  <c:v>0.840561</c:v>
                </c:pt>
                <c:pt idx="3320">
                  <c:v>0.84006199999999998</c:v>
                </c:pt>
                <c:pt idx="3321">
                  <c:v>0.83956299999999995</c:v>
                </c:pt>
                <c:pt idx="3322">
                  <c:v>0.83906199999999997</c:v>
                </c:pt>
                <c:pt idx="3323">
                  <c:v>0.838561</c:v>
                </c:pt>
                <c:pt idx="3324">
                  <c:v>0.83806099999999994</c:v>
                </c:pt>
                <c:pt idx="3325">
                  <c:v>0.83755999999999997</c:v>
                </c:pt>
                <c:pt idx="3326">
                  <c:v>0.83705700000000005</c:v>
                </c:pt>
                <c:pt idx="3327">
                  <c:v>0.83655400000000002</c:v>
                </c:pt>
                <c:pt idx="3328">
                  <c:v>0.83605099999999999</c:v>
                </c:pt>
                <c:pt idx="3329">
                  <c:v>0.83555100000000004</c:v>
                </c:pt>
                <c:pt idx="3330">
                  <c:v>0.83505200000000002</c:v>
                </c:pt>
                <c:pt idx="3331">
                  <c:v>0.83455299999999999</c:v>
                </c:pt>
                <c:pt idx="3332">
                  <c:v>0.83405300000000004</c:v>
                </c:pt>
                <c:pt idx="3333">
                  <c:v>0.83355500000000005</c:v>
                </c:pt>
                <c:pt idx="3334">
                  <c:v>0.83305799999999997</c:v>
                </c:pt>
                <c:pt idx="3335">
                  <c:v>0.83255900000000005</c:v>
                </c:pt>
                <c:pt idx="3336">
                  <c:v>0.83205899999999999</c:v>
                </c:pt>
                <c:pt idx="3337">
                  <c:v>0.83155800000000002</c:v>
                </c:pt>
                <c:pt idx="3338">
                  <c:v>0.83105700000000005</c:v>
                </c:pt>
                <c:pt idx="3339">
                  <c:v>0.83055599999999996</c:v>
                </c:pt>
                <c:pt idx="3340">
                  <c:v>0.83005600000000002</c:v>
                </c:pt>
                <c:pt idx="3341">
                  <c:v>0.82955699999999999</c:v>
                </c:pt>
                <c:pt idx="3342">
                  <c:v>0.82905799999999996</c:v>
                </c:pt>
                <c:pt idx="3343">
                  <c:v>0.82855900000000005</c:v>
                </c:pt>
                <c:pt idx="3344">
                  <c:v>0.82806100000000005</c:v>
                </c:pt>
                <c:pt idx="3345">
                  <c:v>0.82756200000000002</c:v>
                </c:pt>
                <c:pt idx="3346">
                  <c:v>0.82706400000000002</c:v>
                </c:pt>
                <c:pt idx="3347">
                  <c:v>0.82656499999999999</c:v>
                </c:pt>
                <c:pt idx="3348">
                  <c:v>0.82606599999999997</c:v>
                </c:pt>
                <c:pt idx="3349">
                  <c:v>0.82556799999999997</c:v>
                </c:pt>
                <c:pt idx="3350">
                  <c:v>0.82506900000000005</c:v>
                </c:pt>
                <c:pt idx="3351">
                  <c:v>0.82457000000000003</c:v>
                </c:pt>
                <c:pt idx="3352">
                  <c:v>0.82406999999999997</c:v>
                </c:pt>
                <c:pt idx="3353">
                  <c:v>0.823569</c:v>
                </c:pt>
                <c:pt idx="3354">
                  <c:v>0.82306800000000002</c:v>
                </c:pt>
                <c:pt idx="3355">
                  <c:v>0.82256700000000005</c:v>
                </c:pt>
                <c:pt idx="3356">
                  <c:v>0.82206400000000002</c:v>
                </c:pt>
                <c:pt idx="3357">
                  <c:v>0.82156200000000001</c:v>
                </c:pt>
                <c:pt idx="3358">
                  <c:v>0.82106299999999999</c:v>
                </c:pt>
                <c:pt idx="3359">
                  <c:v>0.82056600000000002</c:v>
                </c:pt>
                <c:pt idx="3360">
                  <c:v>0.82006800000000002</c:v>
                </c:pt>
                <c:pt idx="3361">
                  <c:v>0.81956899999999999</c:v>
                </c:pt>
                <c:pt idx="3362">
                  <c:v>0.81906800000000002</c:v>
                </c:pt>
                <c:pt idx="3363">
                  <c:v>0.81856799999999996</c:v>
                </c:pt>
                <c:pt idx="3364">
                  <c:v>0.81806800000000002</c:v>
                </c:pt>
                <c:pt idx="3365">
                  <c:v>0.81756799999999996</c:v>
                </c:pt>
                <c:pt idx="3366">
                  <c:v>0.81706800000000002</c:v>
                </c:pt>
                <c:pt idx="3367">
                  <c:v>0.81656799999999996</c:v>
                </c:pt>
                <c:pt idx="3368">
                  <c:v>0.81606999999999996</c:v>
                </c:pt>
                <c:pt idx="3369">
                  <c:v>0.81557199999999996</c:v>
                </c:pt>
                <c:pt idx="3370">
                  <c:v>0.81507399999999997</c:v>
                </c:pt>
                <c:pt idx="3371">
                  <c:v>0.81457299999999999</c:v>
                </c:pt>
                <c:pt idx="3372">
                  <c:v>0.81407300000000005</c:v>
                </c:pt>
                <c:pt idx="3373">
                  <c:v>0.81357299999999999</c:v>
                </c:pt>
                <c:pt idx="3374">
                  <c:v>0.81307200000000002</c:v>
                </c:pt>
                <c:pt idx="3375">
                  <c:v>0.81257100000000004</c:v>
                </c:pt>
                <c:pt idx="3376">
                  <c:v>0.81206999999999996</c:v>
                </c:pt>
                <c:pt idx="3377">
                  <c:v>0.81156899999999998</c:v>
                </c:pt>
                <c:pt idx="3378">
                  <c:v>0.81106699999999998</c:v>
                </c:pt>
                <c:pt idx="3379">
                  <c:v>0.81056600000000001</c:v>
                </c:pt>
                <c:pt idx="3380">
                  <c:v>0.81006699999999998</c:v>
                </c:pt>
                <c:pt idx="3381">
                  <c:v>0.80956700000000004</c:v>
                </c:pt>
                <c:pt idx="3382">
                  <c:v>0.80906800000000001</c:v>
                </c:pt>
                <c:pt idx="3383">
                  <c:v>0.80856899999999998</c:v>
                </c:pt>
                <c:pt idx="3384">
                  <c:v>0.80806999999999995</c:v>
                </c:pt>
                <c:pt idx="3385">
                  <c:v>0.80757100000000004</c:v>
                </c:pt>
                <c:pt idx="3386">
                  <c:v>0.80707200000000001</c:v>
                </c:pt>
                <c:pt idx="3387">
                  <c:v>0.80657299999999998</c:v>
                </c:pt>
                <c:pt idx="3388">
                  <c:v>0.80607399999999996</c:v>
                </c:pt>
                <c:pt idx="3389">
                  <c:v>0.80557400000000001</c:v>
                </c:pt>
                <c:pt idx="3390">
                  <c:v>0.80507300000000004</c:v>
                </c:pt>
                <c:pt idx="3391">
                  <c:v>0.80457199999999995</c:v>
                </c:pt>
                <c:pt idx="3392">
                  <c:v>0.80407099999999998</c:v>
                </c:pt>
                <c:pt idx="3393">
                  <c:v>0.80357199999999995</c:v>
                </c:pt>
                <c:pt idx="3394">
                  <c:v>0.80307300000000004</c:v>
                </c:pt>
                <c:pt idx="3395">
                  <c:v>0.80257400000000001</c:v>
                </c:pt>
                <c:pt idx="3396">
                  <c:v>0.80207399999999995</c:v>
                </c:pt>
                <c:pt idx="3397">
                  <c:v>0.80157599999999996</c:v>
                </c:pt>
                <c:pt idx="3398">
                  <c:v>0.80107799999999996</c:v>
                </c:pt>
                <c:pt idx="3399">
                  <c:v>0.80057900000000004</c:v>
                </c:pt>
                <c:pt idx="3400">
                  <c:v>0.80007799999999996</c:v>
                </c:pt>
                <c:pt idx="3401">
                  <c:v>0.79957699999999998</c:v>
                </c:pt>
                <c:pt idx="3402">
                  <c:v>0.79907600000000001</c:v>
                </c:pt>
                <c:pt idx="3403">
                  <c:v>0.79857699999999998</c:v>
                </c:pt>
                <c:pt idx="3404">
                  <c:v>0.79807700000000004</c:v>
                </c:pt>
                <c:pt idx="3405">
                  <c:v>0.79757599999999995</c:v>
                </c:pt>
                <c:pt idx="3406">
                  <c:v>0.79707700000000004</c:v>
                </c:pt>
                <c:pt idx="3407">
                  <c:v>0.79657699999999998</c:v>
                </c:pt>
                <c:pt idx="3408">
                  <c:v>0.79607799999999995</c:v>
                </c:pt>
                <c:pt idx="3409">
                  <c:v>0.79557900000000004</c:v>
                </c:pt>
                <c:pt idx="3410">
                  <c:v>0.79507799999999995</c:v>
                </c:pt>
                <c:pt idx="3411">
                  <c:v>0.79457599999999995</c:v>
                </c:pt>
                <c:pt idx="3412">
                  <c:v>0.79407399999999995</c:v>
                </c:pt>
                <c:pt idx="3413">
                  <c:v>0.79357200000000006</c:v>
                </c:pt>
                <c:pt idx="3414">
                  <c:v>0.79307099999999997</c:v>
                </c:pt>
                <c:pt idx="3415">
                  <c:v>0.79257</c:v>
                </c:pt>
                <c:pt idx="3416">
                  <c:v>0.79207099999999997</c:v>
                </c:pt>
                <c:pt idx="3417">
                  <c:v>0.79157299999999997</c:v>
                </c:pt>
                <c:pt idx="3418">
                  <c:v>0.79107499999999997</c:v>
                </c:pt>
                <c:pt idx="3419">
                  <c:v>0.790578</c:v>
                </c:pt>
                <c:pt idx="3420">
                  <c:v>0.79007899999999998</c:v>
                </c:pt>
                <c:pt idx="3421">
                  <c:v>0.78957999999999995</c:v>
                </c:pt>
                <c:pt idx="3422">
                  <c:v>0.78908199999999995</c:v>
                </c:pt>
                <c:pt idx="3423">
                  <c:v>0.78858300000000003</c:v>
                </c:pt>
                <c:pt idx="3424">
                  <c:v>0.78808199999999995</c:v>
                </c:pt>
                <c:pt idx="3425">
                  <c:v>0.78758099999999998</c:v>
                </c:pt>
                <c:pt idx="3426">
                  <c:v>0.78708100000000003</c:v>
                </c:pt>
                <c:pt idx="3427">
                  <c:v>0.78658300000000003</c:v>
                </c:pt>
                <c:pt idx="3428">
                  <c:v>0.786084</c:v>
                </c:pt>
                <c:pt idx="3429">
                  <c:v>0.78558499999999998</c:v>
                </c:pt>
                <c:pt idx="3430">
                  <c:v>0.78508500000000003</c:v>
                </c:pt>
                <c:pt idx="3431">
                  <c:v>0.78458499999999998</c:v>
                </c:pt>
                <c:pt idx="3432">
                  <c:v>0.78408500000000003</c:v>
                </c:pt>
                <c:pt idx="3433">
                  <c:v>0.783586</c:v>
                </c:pt>
                <c:pt idx="3434">
                  <c:v>0.78308599999999995</c:v>
                </c:pt>
                <c:pt idx="3435">
                  <c:v>0.78258499999999998</c:v>
                </c:pt>
                <c:pt idx="3436">
                  <c:v>0.78208299999999997</c:v>
                </c:pt>
                <c:pt idx="3437">
                  <c:v>0.781582</c:v>
                </c:pt>
                <c:pt idx="3438">
                  <c:v>0.78108200000000005</c:v>
                </c:pt>
                <c:pt idx="3439">
                  <c:v>0.780582</c:v>
                </c:pt>
                <c:pt idx="3440">
                  <c:v>0.78008100000000002</c:v>
                </c:pt>
                <c:pt idx="3441">
                  <c:v>0.779582</c:v>
                </c:pt>
                <c:pt idx="3442">
                  <c:v>0.77908200000000005</c:v>
                </c:pt>
                <c:pt idx="3443">
                  <c:v>0.77858300000000003</c:v>
                </c:pt>
                <c:pt idx="3444">
                  <c:v>0.77808200000000005</c:v>
                </c:pt>
                <c:pt idx="3445">
                  <c:v>0.77758099999999997</c:v>
                </c:pt>
                <c:pt idx="3446">
                  <c:v>0.777084</c:v>
                </c:pt>
                <c:pt idx="3447">
                  <c:v>0.77658700000000003</c:v>
                </c:pt>
                <c:pt idx="3448">
                  <c:v>0.776088</c:v>
                </c:pt>
                <c:pt idx="3449">
                  <c:v>0.77558800000000006</c:v>
                </c:pt>
                <c:pt idx="3450">
                  <c:v>0.775088</c:v>
                </c:pt>
                <c:pt idx="3451">
                  <c:v>0.77458800000000005</c:v>
                </c:pt>
                <c:pt idx="3452">
                  <c:v>0.77408699999999997</c:v>
                </c:pt>
                <c:pt idx="3453">
                  <c:v>0.77358499999999997</c:v>
                </c:pt>
                <c:pt idx="3454">
                  <c:v>0.77308299999999996</c:v>
                </c:pt>
                <c:pt idx="3455">
                  <c:v>0.77258199999999999</c:v>
                </c:pt>
                <c:pt idx="3456">
                  <c:v>0.77208200000000005</c:v>
                </c:pt>
                <c:pt idx="3457">
                  <c:v>0.77158300000000002</c:v>
                </c:pt>
                <c:pt idx="3458">
                  <c:v>0.77108399999999999</c:v>
                </c:pt>
                <c:pt idx="3459">
                  <c:v>0.77058599999999999</c:v>
                </c:pt>
                <c:pt idx="3460">
                  <c:v>0.77008600000000005</c:v>
                </c:pt>
                <c:pt idx="3461">
                  <c:v>0.76958700000000002</c:v>
                </c:pt>
                <c:pt idx="3462">
                  <c:v>0.76908799999999999</c:v>
                </c:pt>
                <c:pt idx="3463">
                  <c:v>0.76858899999999997</c:v>
                </c:pt>
                <c:pt idx="3464">
                  <c:v>0.76808799999999999</c:v>
                </c:pt>
                <c:pt idx="3465">
                  <c:v>0.76758700000000002</c:v>
                </c:pt>
                <c:pt idx="3466">
                  <c:v>0.76708799999999999</c:v>
                </c:pt>
                <c:pt idx="3467">
                  <c:v>0.76658899999999996</c:v>
                </c:pt>
                <c:pt idx="3468">
                  <c:v>0.76609000000000005</c:v>
                </c:pt>
                <c:pt idx="3469">
                  <c:v>0.76558899999999996</c:v>
                </c:pt>
                <c:pt idx="3470">
                  <c:v>0.76508799999999999</c:v>
                </c:pt>
                <c:pt idx="3471">
                  <c:v>0.76458700000000002</c:v>
                </c:pt>
                <c:pt idx="3472">
                  <c:v>0.76408699999999996</c:v>
                </c:pt>
                <c:pt idx="3473">
                  <c:v>0.76358700000000002</c:v>
                </c:pt>
                <c:pt idx="3474">
                  <c:v>0.76308699999999996</c:v>
                </c:pt>
                <c:pt idx="3475">
                  <c:v>0.76258899999999996</c:v>
                </c:pt>
                <c:pt idx="3476">
                  <c:v>0.76209099999999996</c:v>
                </c:pt>
                <c:pt idx="3477">
                  <c:v>0.76159299999999996</c:v>
                </c:pt>
                <c:pt idx="3478">
                  <c:v>0.76109300000000002</c:v>
                </c:pt>
                <c:pt idx="3479">
                  <c:v>0.76059299999999996</c:v>
                </c:pt>
                <c:pt idx="3480">
                  <c:v>0.76009199999999999</c:v>
                </c:pt>
                <c:pt idx="3481">
                  <c:v>0.75959200000000004</c:v>
                </c:pt>
                <c:pt idx="3482">
                  <c:v>0.75909199999999999</c:v>
                </c:pt>
                <c:pt idx="3483">
                  <c:v>0.75859100000000002</c:v>
                </c:pt>
                <c:pt idx="3484">
                  <c:v>0.75808900000000001</c:v>
                </c:pt>
                <c:pt idx="3485">
                  <c:v>0.75758899999999996</c:v>
                </c:pt>
                <c:pt idx="3486">
                  <c:v>0.75709000000000004</c:v>
                </c:pt>
                <c:pt idx="3487">
                  <c:v>0.75658899999999996</c:v>
                </c:pt>
                <c:pt idx="3488">
                  <c:v>0.75608699999999995</c:v>
                </c:pt>
                <c:pt idx="3489">
                  <c:v>0.75558599999999998</c:v>
                </c:pt>
                <c:pt idx="3490">
                  <c:v>0.75508699999999995</c:v>
                </c:pt>
                <c:pt idx="3491">
                  <c:v>0.75458899999999995</c:v>
                </c:pt>
                <c:pt idx="3492">
                  <c:v>0.75409000000000004</c:v>
                </c:pt>
                <c:pt idx="3493">
                  <c:v>0.75359100000000001</c:v>
                </c:pt>
                <c:pt idx="3494">
                  <c:v>0.75309199999999998</c:v>
                </c:pt>
                <c:pt idx="3495">
                  <c:v>0.75259399999999999</c:v>
                </c:pt>
                <c:pt idx="3496">
                  <c:v>0.75209499999999996</c:v>
                </c:pt>
                <c:pt idx="3497">
                  <c:v>0.75159600000000004</c:v>
                </c:pt>
                <c:pt idx="3498">
                  <c:v>0.75109499999999996</c:v>
                </c:pt>
                <c:pt idx="3499">
                  <c:v>0.75059299999999995</c:v>
                </c:pt>
                <c:pt idx="3500">
                  <c:v>0.75009300000000001</c:v>
                </c:pt>
                <c:pt idx="3501">
                  <c:v>0.74959299999999995</c:v>
                </c:pt>
                <c:pt idx="3502">
                  <c:v>0.74909300000000001</c:v>
                </c:pt>
                <c:pt idx="3503">
                  <c:v>0.74859200000000004</c:v>
                </c:pt>
                <c:pt idx="3504">
                  <c:v>0.74809099999999995</c:v>
                </c:pt>
                <c:pt idx="3505">
                  <c:v>0.74759100000000001</c:v>
                </c:pt>
                <c:pt idx="3506">
                  <c:v>0.74709300000000001</c:v>
                </c:pt>
                <c:pt idx="3507">
                  <c:v>0.74659500000000001</c:v>
                </c:pt>
                <c:pt idx="3508">
                  <c:v>0.74609499999999995</c:v>
                </c:pt>
                <c:pt idx="3509">
                  <c:v>0.74559600000000004</c:v>
                </c:pt>
                <c:pt idx="3510">
                  <c:v>0.74509700000000001</c:v>
                </c:pt>
                <c:pt idx="3511">
                  <c:v>0.74459799999999998</c:v>
                </c:pt>
                <c:pt idx="3512">
                  <c:v>0.74409899999999995</c:v>
                </c:pt>
                <c:pt idx="3513">
                  <c:v>0.74359900000000001</c:v>
                </c:pt>
                <c:pt idx="3514">
                  <c:v>0.74310100000000001</c:v>
                </c:pt>
                <c:pt idx="3515">
                  <c:v>0.74260300000000001</c:v>
                </c:pt>
                <c:pt idx="3516">
                  <c:v>0.74210500000000001</c:v>
                </c:pt>
                <c:pt idx="3517">
                  <c:v>0.74160700000000002</c:v>
                </c:pt>
                <c:pt idx="3518">
                  <c:v>0.74110600000000004</c:v>
                </c:pt>
                <c:pt idx="3519">
                  <c:v>0.74060499999999996</c:v>
                </c:pt>
                <c:pt idx="3520">
                  <c:v>0.74010399999999998</c:v>
                </c:pt>
                <c:pt idx="3521">
                  <c:v>0.73960300000000001</c:v>
                </c:pt>
                <c:pt idx="3522">
                  <c:v>0.73910100000000001</c:v>
                </c:pt>
                <c:pt idx="3523">
                  <c:v>0.73860000000000003</c:v>
                </c:pt>
                <c:pt idx="3524">
                  <c:v>0.73809999999999998</c:v>
                </c:pt>
                <c:pt idx="3525">
                  <c:v>0.73760099999999995</c:v>
                </c:pt>
                <c:pt idx="3526">
                  <c:v>0.73710100000000001</c:v>
                </c:pt>
                <c:pt idx="3527">
                  <c:v>0.73660099999999995</c:v>
                </c:pt>
                <c:pt idx="3528">
                  <c:v>0.73610100000000001</c:v>
                </c:pt>
                <c:pt idx="3529">
                  <c:v>0.73560199999999998</c:v>
                </c:pt>
                <c:pt idx="3530">
                  <c:v>0.73510299999999995</c:v>
                </c:pt>
                <c:pt idx="3531">
                  <c:v>0.73460400000000003</c:v>
                </c:pt>
                <c:pt idx="3532">
                  <c:v>0.73410299999999995</c:v>
                </c:pt>
                <c:pt idx="3533">
                  <c:v>0.73360300000000001</c:v>
                </c:pt>
                <c:pt idx="3534">
                  <c:v>0.73310299999999995</c:v>
                </c:pt>
                <c:pt idx="3535">
                  <c:v>0.73260499999999995</c:v>
                </c:pt>
                <c:pt idx="3536">
                  <c:v>0.73210600000000003</c:v>
                </c:pt>
                <c:pt idx="3537">
                  <c:v>0.73160700000000001</c:v>
                </c:pt>
                <c:pt idx="3538">
                  <c:v>0.73110600000000003</c:v>
                </c:pt>
                <c:pt idx="3539">
                  <c:v>0.73060499999999995</c:v>
                </c:pt>
                <c:pt idx="3540">
                  <c:v>0.730105</c:v>
                </c:pt>
                <c:pt idx="3541">
                  <c:v>0.72960499999999995</c:v>
                </c:pt>
                <c:pt idx="3542">
                  <c:v>0.72910299999999995</c:v>
                </c:pt>
                <c:pt idx="3543">
                  <c:v>0.728603</c:v>
                </c:pt>
                <c:pt idx="3544">
                  <c:v>0.72810299999999994</c:v>
                </c:pt>
                <c:pt idx="3545">
                  <c:v>0.72760400000000003</c:v>
                </c:pt>
                <c:pt idx="3546">
                  <c:v>0.727105</c:v>
                </c:pt>
                <c:pt idx="3547">
                  <c:v>0.72660499999999995</c:v>
                </c:pt>
                <c:pt idx="3548">
                  <c:v>0.726105</c:v>
                </c:pt>
                <c:pt idx="3549">
                  <c:v>0.72560599999999997</c:v>
                </c:pt>
                <c:pt idx="3550">
                  <c:v>0.72510699999999995</c:v>
                </c:pt>
                <c:pt idx="3551">
                  <c:v>0.724607</c:v>
                </c:pt>
                <c:pt idx="3552">
                  <c:v>0.724105</c:v>
                </c:pt>
                <c:pt idx="3553">
                  <c:v>0.723603</c:v>
                </c:pt>
                <c:pt idx="3554">
                  <c:v>0.72310399999999997</c:v>
                </c:pt>
                <c:pt idx="3555">
                  <c:v>0.72260500000000005</c:v>
                </c:pt>
                <c:pt idx="3556">
                  <c:v>0.722105</c:v>
                </c:pt>
                <c:pt idx="3557">
                  <c:v>0.72160299999999999</c:v>
                </c:pt>
                <c:pt idx="3558">
                  <c:v>0.72110200000000002</c:v>
                </c:pt>
                <c:pt idx="3559">
                  <c:v>0.72060199999999996</c:v>
                </c:pt>
                <c:pt idx="3560">
                  <c:v>0.72010300000000005</c:v>
                </c:pt>
                <c:pt idx="3561">
                  <c:v>0.71960299999999999</c:v>
                </c:pt>
                <c:pt idx="3562">
                  <c:v>0.71910300000000005</c:v>
                </c:pt>
                <c:pt idx="3563">
                  <c:v>0.71860500000000005</c:v>
                </c:pt>
                <c:pt idx="3564">
                  <c:v>0.71810700000000005</c:v>
                </c:pt>
                <c:pt idx="3565">
                  <c:v>0.71760599999999997</c:v>
                </c:pt>
                <c:pt idx="3566">
                  <c:v>0.71710499999999999</c:v>
                </c:pt>
                <c:pt idx="3567">
                  <c:v>0.71660299999999999</c:v>
                </c:pt>
                <c:pt idx="3568">
                  <c:v>0.71610300000000005</c:v>
                </c:pt>
                <c:pt idx="3569">
                  <c:v>0.71560400000000002</c:v>
                </c:pt>
                <c:pt idx="3570">
                  <c:v>0.71510700000000005</c:v>
                </c:pt>
                <c:pt idx="3571">
                  <c:v>0.71460800000000002</c:v>
                </c:pt>
                <c:pt idx="3572">
                  <c:v>0.71410899999999999</c:v>
                </c:pt>
                <c:pt idx="3573">
                  <c:v>0.713611</c:v>
                </c:pt>
                <c:pt idx="3574">
                  <c:v>0.71311400000000003</c:v>
                </c:pt>
                <c:pt idx="3575">
                  <c:v>0.71261399999999997</c:v>
                </c:pt>
                <c:pt idx="3576">
                  <c:v>0.712113</c:v>
                </c:pt>
                <c:pt idx="3577">
                  <c:v>0.71161099999999999</c:v>
                </c:pt>
                <c:pt idx="3578">
                  <c:v>0.71111000000000002</c:v>
                </c:pt>
                <c:pt idx="3579">
                  <c:v>0.71060999999999996</c:v>
                </c:pt>
                <c:pt idx="3580">
                  <c:v>0.71011000000000002</c:v>
                </c:pt>
                <c:pt idx="3581">
                  <c:v>0.70960900000000005</c:v>
                </c:pt>
                <c:pt idx="3582">
                  <c:v>0.70910899999999999</c:v>
                </c:pt>
                <c:pt idx="3583">
                  <c:v>0.70861099999999999</c:v>
                </c:pt>
                <c:pt idx="3584">
                  <c:v>0.70811400000000002</c:v>
                </c:pt>
                <c:pt idx="3585">
                  <c:v>0.70761600000000002</c:v>
                </c:pt>
                <c:pt idx="3586">
                  <c:v>0.707117</c:v>
                </c:pt>
                <c:pt idx="3587">
                  <c:v>0.70661700000000005</c:v>
                </c:pt>
                <c:pt idx="3588">
                  <c:v>0.70611800000000002</c:v>
                </c:pt>
                <c:pt idx="3589">
                  <c:v>0.705619</c:v>
                </c:pt>
                <c:pt idx="3590">
                  <c:v>0.70511900000000005</c:v>
                </c:pt>
                <c:pt idx="3591">
                  <c:v>0.704619</c:v>
                </c:pt>
                <c:pt idx="3592">
                  <c:v>0.70411900000000005</c:v>
                </c:pt>
                <c:pt idx="3593">
                  <c:v>0.70362100000000005</c:v>
                </c:pt>
                <c:pt idx="3594">
                  <c:v>0.70312399999999997</c:v>
                </c:pt>
                <c:pt idx="3595">
                  <c:v>0.70262400000000003</c:v>
                </c:pt>
                <c:pt idx="3596">
                  <c:v>0.70212200000000002</c:v>
                </c:pt>
                <c:pt idx="3597">
                  <c:v>0.70162000000000002</c:v>
                </c:pt>
                <c:pt idx="3598">
                  <c:v>0.70111800000000002</c:v>
                </c:pt>
                <c:pt idx="3599">
                  <c:v>0.70061700000000005</c:v>
                </c:pt>
                <c:pt idx="3600">
                  <c:v>0.70011500000000004</c:v>
                </c:pt>
                <c:pt idx="3601">
                  <c:v>0.69961300000000004</c:v>
                </c:pt>
                <c:pt idx="3602">
                  <c:v>0.69911400000000001</c:v>
                </c:pt>
                <c:pt idx="3603">
                  <c:v>0.69861600000000001</c:v>
                </c:pt>
                <c:pt idx="3604">
                  <c:v>0.69811800000000002</c:v>
                </c:pt>
                <c:pt idx="3605">
                  <c:v>0.69761799999999996</c:v>
                </c:pt>
                <c:pt idx="3606">
                  <c:v>0.69711699999999999</c:v>
                </c:pt>
                <c:pt idx="3607">
                  <c:v>0.69661700000000004</c:v>
                </c:pt>
                <c:pt idx="3608">
                  <c:v>0.69611900000000004</c:v>
                </c:pt>
                <c:pt idx="3609">
                  <c:v>0.69562000000000002</c:v>
                </c:pt>
                <c:pt idx="3610">
                  <c:v>0.69511999999999996</c:v>
                </c:pt>
                <c:pt idx="3611">
                  <c:v>0.69462000000000002</c:v>
                </c:pt>
                <c:pt idx="3612">
                  <c:v>0.69412200000000002</c:v>
                </c:pt>
                <c:pt idx="3613">
                  <c:v>0.69362400000000002</c:v>
                </c:pt>
                <c:pt idx="3614">
                  <c:v>0.69312600000000002</c:v>
                </c:pt>
                <c:pt idx="3615">
                  <c:v>0.69262699999999999</c:v>
                </c:pt>
                <c:pt idx="3616">
                  <c:v>0.69212700000000005</c:v>
                </c:pt>
                <c:pt idx="3617">
                  <c:v>0.69162599999999996</c:v>
                </c:pt>
                <c:pt idx="3618">
                  <c:v>0.69112600000000002</c:v>
                </c:pt>
                <c:pt idx="3619">
                  <c:v>0.69062599999999996</c:v>
                </c:pt>
                <c:pt idx="3620">
                  <c:v>0.69012499999999999</c:v>
                </c:pt>
                <c:pt idx="3621">
                  <c:v>0.68962400000000001</c:v>
                </c:pt>
                <c:pt idx="3622">
                  <c:v>0.68912399999999996</c:v>
                </c:pt>
                <c:pt idx="3623">
                  <c:v>0.68862400000000001</c:v>
                </c:pt>
                <c:pt idx="3624">
                  <c:v>0.68812399999999996</c:v>
                </c:pt>
                <c:pt idx="3625">
                  <c:v>0.68762299999999998</c:v>
                </c:pt>
                <c:pt idx="3626">
                  <c:v>0.68712200000000001</c:v>
                </c:pt>
                <c:pt idx="3627">
                  <c:v>0.68662199999999995</c:v>
                </c:pt>
                <c:pt idx="3628">
                  <c:v>0.68612399999999996</c:v>
                </c:pt>
                <c:pt idx="3629">
                  <c:v>0.68562500000000004</c:v>
                </c:pt>
                <c:pt idx="3630">
                  <c:v>0.68512600000000001</c:v>
                </c:pt>
                <c:pt idx="3631">
                  <c:v>0.68462800000000001</c:v>
                </c:pt>
                <c:pt idx="3632">
                  <c:v>0.68413000000000002</c:v>
                </c:pt>
                <c:pt idx="3633">
                  <c:v>0.68363099999999999</c:v>
                </c:pt>
                <c:pt idx="3634">
                  <c:v>0.68313000000000001</c:v>
                </c:pt>
                <c:pt idx="3635">
                  <c:v>0.68262699999999998</c:v>
                </c:pt>
                <c:pt idx="3636">
                  <c:v>0.68212399999999995</c:v>
                </c:pt>
                <c:pt idx="3637">
                  <c:v>0.68162400000000001</c:v>
                </c:pt>
                <c:pt idx="3638">
                  <c:v>0.68112300000000003</c:v>
                </c:pt>
                <c:pt idx="3639">
                  <c:v>0.68062100000000003</c:v>
                </c:pt>
                <c:pt idx="3640">
                  <c:v>0.68011999999999995</c:v>
                </c:pt>
                <c:pt idx="3641">
                  <c:v>0.67962</c:v>
                </c:pt>
                <c:pt idx="3642">
                  <c:v>0.679122</c:v>
                </c:pt>
                <c:pt idx="3643">
                  <c:v>0.678624</c:v>
                </c:pt>
                <c:pt idx="3644">
                  <c:v>0.67812399999999995</c:v>
                </c:pt>
                <c:pt idx="3645">
                  <c:v>0.67762500000000003</c:v>
                </c:pt>
                <c:pt idx="3646">
                  <c:v>0.67712600000000001</c:v>
                </c:pt>
                <c:pt idx="3647">
                  <c:v>0.67662800000000001</c:v>
                </c:pt>
                <c:pt idx="3648">
                  <c:v>0.67612899999999998</c:v>
                </c:pt>
                <c:pt idx="3649">
                  <c:v>0.67562999999999995</c:v>
                </c:pt>
                <c:pt idx="3650">
                  <c:v>0.67513000000000001</c:v>
                </c:pt>
                <c:pt idx="3651">
                  <c:v>0.67462999999999995</c:v>
                </c:pt>
                <c:pt idx="3652">
                  <c:v>0.67413199999999995</c:v>
                </c:pt>
                <c:pt idx="3653">
                  <c:v>0.67363600000000001</c:v>
                </c:pt>
                <c:pt idx="3654">
                  <c:v>0.67313699999999999</c:v>
                </c:pt>
                <c:pt idx="3655">
                  <c:v>0.67263600000000001</c:v>
                </c:pt>
                <c:pt idx="3656">
                  <c:v>0.67213500000000004</c:v>
                </c:pt>
                <c:pt idx="3657">
                  <c:v>0.67163600000000001</c:v>
                </c:pt>
                <c:pt idx="3658">
                  <c:v>0.67113599999999995</c:v>
                </c:pt>
                <c:pt idx="3659">
                  <c:v>0.67063600000000001</c:v>
                </c:pt>
                <c:pt idx="3660">
                  <c:v>0.67013599999999995</c:v>
                </c:pt>
                <c:pt idx="3661">
                  <c:v>0.66963600000000001</c:v>
                </c:pt>
                <c:pt idx="3662">
                  <c:v>0.66913800000000001</c:v>
                </c:pt>
                <c:pt idx="3663">
                  <c:v>0.66863799999999995</c:v>
                </c:pt>
                <c:pt idx="3664">
                  <c:v>0.66813599999999995</c:v>
                </c:pt>
                <c:pt idx="3665">
                  <c:v>0.66763399999999995</c:v>
                </c:pt>
                <c:pt idx="3666">
                  <c:v>0.66713299999999998</c:v>
                </c:pt>
                <c:pt idx="3667">
                  <c:v>0.66663300000000003</c:v>
                </c:pt>
                <c:pt idx="3668">
                  <c:v>0.666134</c:v>
                </c:pt>
                <c:pt idx="3669">
                  <c:v>0.66563499999999998</c:v>
                </c:pt>
                <c:pt idx="3670">
                  <c:v>0.66513699999999998</c:v>
                </c:pt>
                <c:pt idx="3671">
                  <c:v>0.66464000000000001</c:v>
                </c:pt>
                <c:pt idx="3672">
                  <c:v>0.66414300000000004</c:v>
                </c:pt>
                <c:pt idx="3673">
                  <c:v>0.66364500000000004</c:v>
                </c:pt>
                <c:pt idx="3674">
                  <c:v>0.66314399999999996</c:v>
                </c:pt>
                <c:pt idx="3675">
                  <c:v>0.66264299999999998</c:v>
                </c:pt>
                <c:pt idx="3676">
                  <c:v>0.66214200000000001</c:v>
                </c:pt>
                <c:pt idx="3677">
                  <c:v>0.66164000000000001</c:v>
                </c:pt>
                <c:pt idx="3678">
                  <c:v>0.661138</c:v>
                </c:pt>
                <c:pt idx="3679">
                  <c:v>0.660636</c:v>
                </c:pt>
                <c:pt idx="3680">
                  <c:v>0.66013599999999995</c:v>
                </c:pt>
                <c:pt idx="3681">
                  <c:v>0.65963700000000003</c:v>
                </c:pt>
                <c:pt idx="3682">
                  <c:v>0.65913699999999997</c:v>
                </c:pt>
                <c:pt idx="3683">
                  <c:v>0.65863700000000003</c:v>
                </c:pt>
                <c:pt idx="3684">
                  <c:v>0.65813600000000005</c:v>
                </c:pt>
                <c:pt idx="3685">
                  <c:v>0.657636</c:v>
                </c:pt>
                <c:pt idx="3686">
                  <c:v>0.65713600000000005</c:v>
                </c:pt>
                <c:pt idx="3687">
                  <c:v>0.65663700000000003</c:v>
                </c:pt>
                <c:pt idx="3688">
                  <c:v>0.656138</c:v>
                </c:pt>
                <c:pt idx="3689">
                  <c:v>0.65563800000000005</c:v>
                </c:pt>
                <c:pt idx="3690">
                  <c:v>0.65513900000000003</c:v>
                </c:pt>
                <c:pt idx="3691">
                  <c:v>0.65464100000000003</c:v>
                </c:pt>
                <c:pt idx="3692">
                  <c:v>0.65414300000000003</c:v>
                </c:pt>
                <c:pt idx="3693">
                  <c:v>0.653644</c:v>
                </c:pt>
                <c:pt idx="3694">
                  <c:v>0.65314399999999995</c:v>
                </c:pt>
                <c:pt idx="3695">
                  <c:v>0.65264500000000003</c:v>
                </c:pt>
                <c:pt idx="3696">
                  <c:v>0.652146</c:v>
                </c:pt>
                <c:pt idx="3697">
                  <c:v>0.65164599999999995</c:v>
                </c:pt>
                <c:pt idx="3698">
                  <c:v>0.65114499999999997</c:v>
                </c:pt>
                <c:pt idx="3699">
                  <c:v>0.650644</c:v>
                </c:pt>
                <c:pt idx="3700">
                  <c:v>0.65014499999999997</c:v>
                </c:pt>
                <c:pt idx="3701">
                  <c:v>0.64964500000000003</c:v>
                </c:pt>
                <c:pt idx="3702">
                  <c:v>0.649146</c:v>
                </c:pt>
                <c:pt idx="3703">
                  <c:v>0.64864500000000003</c:v>
                </c:pt>
                <c:pt idx="3704">
                  <c:v>0.64814499999999997</c:v>
                </c:pt>
                <c:pt idx="3705">
                  <c:v>0.64764600000000005</c:v>
                </c:pt>
                <c:pt idx="3706">
                  <c:v>0.647146</c:v>
                </c:pt>
                <c:pt idx="3707">
                  <c:v>0.64664600000000005</c:v>
                </c:pt>
                <c:pt idx="3708">
                  <c:v>0.64614400000000005</c:v>
                </c:pt>
                <c:pt idx="3709">
                  <c:v>0.64564299999999997</c:v>
                </c:pt>
                <c:pt idx="3710">
                  <c:v>0.64514300000000002</c:v>
                </c:pt>
                <c:pt idx="3711">
                  <c:v>0.64464500000000002</c:v>
                </c:pt>
                <c:pt idx="3712">
                  <c:v>0.64414499999999997</c:v>
                </c:pt>
                <c:pt idx="3713">
                  <c:v>0.64364399999999999</c:v>
                </c:pt>
                <c:pt idx="3714">
                  <c:v>0.64314300000000002</c:v>
                </c:pt>
                <c:pt idx="3715">
                  <c:v>0.64264299999999996</c:v>
                </c:pt>
                <c:pt idx="3716">
                  <c:v>0.64214300000000002</c:v>
                </c:pt>
                <c:pt idx="3717">
                  <c:v>0.64164299999999996</c:v>
                </c:pt>
                <c:pt idx="3718">
                  <c:v>0.64114300000000002</c:v>
                </c:pt>
                <c:pt idx="3719">
                  <c:v>0.64064299999999996</c:v>
                </c:pt>
                <c:pt idx="3720">
                  <c:v>0.64014499999999996</c:v>
                </c:pt>
                <c:pt idx="3721">
                  <c:v>0.63964799999999999</c:v>
                </c:pt>
                <c:pt idx="3722">
                  <c:v>0.63915</c:v>
                </c:pt>
                <c:pt idx="3723">
                  <c:v>0.63865000000000005</c:v>
                </c:pt>
                <c:pt idx="3724">
                  <c:v>0.63815100000000002</c:v>
                </c:pt>
                <c:pt idx="3725">
                  <c:v>0.637652</c:v>
                </c:pt>
                <c:pt idx="3726">
                  <c:v>0.63715200000000005</c:v>
                </c:pt>
                <c:pt idx="3727">
                  <c:v>0.63665099999999997</c:v>
                </c:pt>
                <c:pt idx="3728">
                  <c:v>0.63614999999999999</c:v>
                </c:pt>
                <c:pt idx="3729">
                  <c:v>0.63565000000000005</c:v>
                </c:pt>
                <c:pt idx="3730">
                  <c:v>0.63515200000000005</c:v>
                </c:pt>
                <c:pt idx="3731">
                  <c:v>0.63465300000000002</c:v>
                </c:pt>
                <c:pt idx="3732">
                  <c:v>0.63415299999999997</c:v>
                </c:pt>
                <c:pt idx="3733">
                  <c:v>0.63365199999999999</c:v>
                </c:pt>
                <c:pt idx="3734">
                  <c:v>0.63315100000000002</c:v>
                </c:pt>
                <c:pt idx="3735">
                  <c:v>0.63265199999999999</c:v>
                </c:pt>
                <c:pt idx="3736">
                  <c:v>0.63215299999999996</c:v>
                </c:pt>
                <c:pt idx="3737">
                  <c:v>0.63165199999999999</c:v>
                </c:pt>
                <c:pt idx="3738">
                  <c:v>0.63115200000000005</c:v>
                </c:pt>
                <c:pt idx="3739">
                  <c:v>0.63065300000000002</c:v>
                </c:pt>
                <c:pt idx="3740">
                  <c:v>0.63015500000000002</c:v>
                </c:pt>
                <c:pt idx="3741">
                  <c:v>0.62965599999999999</c:v>
                </c:pt>
                <c:pt idx="3742">
                  <c:v>0.62915600000000005</c:v>
                </c:pt>
                <c:pt idx="3743">
                  <c:v>0.62865599999999999</c:v>
                </c:pt>
                <c:pt idx="3744">
                  <c:v>0.62815600000000005</c:v>
                </c:pt>
                <c:pt idx="3745">
                  <c:v>0.62765599999999999</c:v>
                </c:pt>
                <c:pt idx="3746">
                  <c:v>0.62715500000000002</c:v>
                </c:pt>
                <c:pt idx="3747">
                  <c:v>0.62665300000000002</c:v>
                </c:pt>
                <c:pt idx="3748">
                  <c:v>0.62615299999999996</c:v>
                </c:pt>
                <c:pt idx="3749">
                  <c:v>0.62565300000000001</c:v>
                </c:pt>
                <c:pt idx="3750">
                  <c:v>0.62515500000000002</c:v>
                </c:pt>
                <c:pt idx="3751">
                  <c:v>0.62465499999999996</c:v>
                </c:pt>
                <c:pt idx="3752">
                  <c:v>0.62415399999999999</c:v>
                </c:pt>
                <c:pt idx="3753">
                  <c:v>0.62365400000000004</c:v>
                </c:pt>
                <c:pt idx="3754">
                  <c:v>0.62315500000000001</c:v>
                </c:pt>
                <c:pt idx="3755">
                  <c:v>0.62265599999999999</c:v>
                </c:pt>
                <c:pt idx="3756">
                  <c:v>0.62215500000000001</c:v>
                </c:pt>
                <c:pt idx="3757">
                  <c:v>0.62165300000000001</c:v>
                </c:pt>
                <c:pt idx="3758">
                  <c:v>0.62115299999999996</c:v>
                </c:pt>
                <c:pt idx="3759">
                  <c:v>0.62065400000000004</c:v>
                </c:pt>
                <c:pt idx="3760">
                  <c:v>0.62015600000000004</c:v>
                </c:pt>
                <c:pt idx="3761">
                  <c:v>0.61965700000000001</c:v>
                </c:pt>
                <c:pt idx="3762">
                  <c:v>0.61915600000000004</c:v>
                </c:pt>
                <c:pt idx="3763">
                  <c:v>0.61865499999999995</c:v>
                </c:pt>
                <c:pt idx="3764">
                  <c:v>0.61815399999999998</c:v>
                </c:pt>
                <c:pt idx="3765">
                  <c:v>0.61765400000000004</c:v>
                </c:pt>
                <c:pt idx="3766">
                  <c:v>0.61715399999999998</c:v>
                </c:pt>
                <c:pt idx="3767">
                  <c:v>0.61665300000000001</c:v>
                </c:pt>
                <c:pt idx="3768">
                  <c:v>0.61615399999999998</c:v>
                </c:pt>
                <c:pt idx="3769">
                  <c:v>0.61565599999999998</c:v>
                </c:pt>
                <c:pt idx="3770">
                  <c:v>0.61515799999999998</c:v>
                </c:pt>
                <c:pt idx="3771">
                  <c:v>0.61465800000000004</c:v>
                </c:pt>
                <c:pt idx="3772">
                  <c:v>0.61415799999999998</c:v>
                </c:pt>
                <c:pt idx="3773">
                  <c:v>0.61365800000000004</c:v>
                </c:pt>
                <c:pt idx="3774">
                  <c:v>0.61315799999999998</c:v>
                </c:pt>
                <c:pt idx="3775">
                  <c:v>0.61265800000000004</c:v>
                </c:pt>
                <c:pt idx="3776">
                  <c:v>0.61215699999999995</c:v>
                </c:pt>
                <c:pt idx="3777">
                  <c:v>0.61165700000000001</c:v>
                </c:pt>
                <c:pt idx="3778">
                  <c:v>0.61115799999999998</c:v>
                </c:pt>
                <c:pt idx="3779">
                  <c:v>0.61065899999999995</c:v>
                </c:pt>
                <c:pt idx="3780">
                  <c:v>0.61016000000000004</c:v>
                </c:pt>
                <c:pt idx="3781">
                  <c:v>0.60965999999999998</c:v>
                </c:pt>
                <c:pt idx="3782">
                  <c:v>0.60915799999999998</c:v>
                </c:pt>
                <c:pt idx="3783">
                  <c:v>0.608657</c:v>
                </c:pt>
                <c:pt idx="3784">
                  <c:v>0.608155</c:v>
                </c:pt>
                <c:pt idx="3785">
                  <c:v>0.60765400000000003</c:v>
                </c:pt>
                <c:pt idx="3786">
                  <c:v>0.60715200000000003</c:v>
                </c:pt>
                <c:pt idx="3787">
                  <c:v>0.60665199999999997</c:v>
                </c:pt>
                <c:pt idx="3788">
                  <c:v>0.60615399999999997</c:v>
                </c:pt>
                <c:pt idx="3789">
                  <c:v>0.60565800000000003</c:v>
                </c:pt>
                <c:pt idx="3790">
                  <c:v>0.60516099999999995</c:v>
                </c:pt>
                <c:pt idx="3791">
                  <c:v>0.60466200000000003</c:v>
                </c:pt>
                <c:pt idx="3792">
                  <c:v>0.60416199999999998</c:v>
                </c:pt>
                <c:pt idx="3793">
                  <c:v>0.60366200000000003</c:v>
                </c:pt>
                <c:pt idx="3794">
                  <c:v>0.60316199999999998</c:v>
                </c:pt>
                <c:pt idx="3795">
                  <c:v>0.602661</c:v>
                </c:pt>
                <c:pt idx="3796">
                  <c:v>0.60216000000000003</c:v>
                </c:pt>
                <c:pt idx="3797">
                  <c:v>0.60165800000000003</c:v>
                </c:pt>
                <c:pt idx="3798">
                  <c:v>0.60115799999999997</c:v>
                </c:pt>
                <c:pt idx="3799">
                  <c:v>0.60065800000000003</c:v>
                </c:pt>
                <c:pt idx="3800">
                  <c:v>0.60015799999999997</c:v>
                </c:pt>
                <c:pt idx="3801">
                  <c:v>0.599657</c:v>
                </c:pt>
                <c:pt idx="3802">
                  <c:v>0.59915600000000002</c:v>
                </c:pt>
                <c:pt idx="3803">
                  <c:v>0.59865599999999997</c:v>
                </c:pt>
                <c:pt idx="3804">
                  <c:v>0.59815600000000002</c:v>
                </c:pt>
                <c:pt idx="3805">
                  <c:v>0.59765599999999997</c:v>
                </c:pt>
                <c:pt idx="3806">
                  <c:v>0.59715600000000002</c:v>
                </c:pt>
                <c:pt idx="3807">
                  <c:v>0.59665800000000002</c:v>
                </c:pt>
                <c:pt idx="3808">
                  <c:v>0.59616000000000002</c:v>
                </c:pt>
                <c:pt idx="3809">
                  <c:v>0.59566200000000002</c:v>
                </c:pt>
                <c:pt idx="3810">
                  <c:v>0.59516400000000003</c:v>
                </c:pt>
                <c:pt idx="3811">
                  <c:v>0.59466399999999997</c:v>
                </c:pt>
                <c:pt idx="3812">
                  <c:v>0.59416400000000003</c:v>
                </c:pt>
                <c:pt idx="3813">
                  <c:v>0.59366399999999997</c:v>
                </c:pt>
                <c:pt idx="3814">
                  <c:v>0.59316500000000005</c:v>
                </c:pt>
                <c:pt idx="3815">
                  <c:v>0.592665</c:v>
                </c:pt>
                <c:pt idx="3816">
                  <c:v>0.59216400000000002</c:v>
                </c:pt>
                <c:pt idx="3817">
                  <c:v>0.591665</c:v>
                </c:pt>
                <c:pt idx="3818">
                  <c:v>0.59116500000000005</c:v>
                </c:pt>
                <c:pt idx="3819">
                  <c:v>0.59066399999999997</c:v>
                </c:pt>
                <c:pt idx="3820">
                  <c:v>0.59016299999999999</c:v>
                </c:pt>
                <c:pt idx="3821">
                  <c:v>0.58966099999999999</c:v>
                </c:pt>
                <c:pt idx="3822">
                  <c:v>0.58916000000000002</c:v>
                </c:pt>
                <c:pt idx="3823">
                  <c:v>0.58866099999999999</c:v>
                </c:pt>
                <c:pt idx="3824">
                  <c:v>0.58816100000000004</c:v>
                </c:pt>
                <c:pt idx="3825">
                  <c:v>0.58766200000000002</c:v>
                </c:pt>
                <c:pt idx="3826">
                  <c:v>0.58716299999999999</c:v>
                </c:pt>
                <c:pt idx="3827">
                  <c:v>0.58666600000000002</c:v>
                </c:pt>
                <c:pt idx="3828">
                  <c:v>0.58616999999999997</c:v>
                </c:pt>
                <c:pt idx="3829">
                  <c:v>0.58567199999999997</c:v>
                </c:pt>
                <c:pt idx="3830">
                  <c:v>0.58517200000000003</c:v>
                </c:pt>
                <c:pt idx="3831">
                  <c:v>0.58467000000000002</c:v>
                </c:pt>
                <c:pt idx="3832">
                  <c:v>0.58416800000000002</c:v>
                </c:pt>
                <c:pt idx="3833">
                  <c:v>0.58366700000000005</c:v>
                </c:pt>
                <c:pt idx="3834">
                  <c:v>0.58316599999999996</c:v>
                </c:pt>
                <c:pt idx="3835">
                  <c:v>0.58266399999999996</c:v>
                </c:pt>
                <c:pt idx="3836">
                  <c:v>0.58216400000000001</c:v>
                </c:pt>
                <c:pt idx="3837">
                  <c:v>0.58166499999999999</c:v>
                </c:pt>
                <c:pt idx="3838">
                  <c:v>0.58116699999999999</c:v>
                </c:pt>
                <c:pt idx="3839">
                  <c:v>0.58066700000000004</c:v>
                </c:pt>
                <c:pt idx="3840">
                  <c:v>0.58016699999999999</c:v>
                </c:pt>
                <c:pt idx="3841">
                  <c:v>0.57966700000000004</c:v>
                </c:pt>
                <c:pt idx="3842">
                  <c:v>0.57916599999999996</c:v>
                </c:pt>
                <c:pt idx="3843">
                  <c:v>0.57866499999999998</c:v>
                </c:pt>
                <c:pt idx="3844">
                  <c:v>0.57816299999999998</c:v>
                </c:pt>
                <c:pt idx="3845">
                  <c:v>0.57766200000000001</c:v>
                </c:pt>
                <c:pt idx="3846">
                  <c:v>0.57716199999999995</c:v>
                </c:pt>
                <c:pt idx="3847">
                  <c:v>0.57666399999999995</c:v>
                </c:pt>
                <c:pt idx="3848">
                  <c:v>0.57616599999999996</c:v>
                </c:pt>
                <c:pt idx="3849">
                  <c:v>0.57566899999999999</c:v>
                </c:pt>
                <c:pt idx="3850">
                  <c:v>0.57516999999999996</c:v>
                </c:pt>
                <c:pt idx="3851">
                  <c:v>0.57467100000000004</c:v>
                </c:pt>
                <c:pt idx="3852">
                  <c:v>0.57417300000000004</c:v>
                </c:pt>
                <c:pt idx="3853">
                  <c:v>0.57367400000000002</c:v>
                </c:pt>
                <c:pt idx="3854">
                  <c:v>0.57317399999999996</c:v>
                </c:pt>
                <c:pt idx="3855">
                  <c:v>0.57267199999999996</c:v>
                </c:pt>
                <c:pt idx="3856">
                  <c:v>0.57217099999999999</c:v>
                </c:pt>
                <c:pt idx="3857">
                  <c:v>0.57167000000000001</c:v>
                </c:pt>
                <c:pt idx="3858">
                  <c:v>0.57117099999999998</c:v>
                </c:pt>
                <c:pt idx="3859">
                  <c:v>0.57067000000000001</c:v>
                </c:pt>
                <c:pt idx="3860">
                  <c:v>0.57016999999999995</c:v>
                </c:pt>
                <c:pt idx="3861">
                  <c:v>0.56967000000000001</c:v>
                </c:pt>
                <c:pt idx="3862">
                  <c:v>0.56917200000000001</c:v>
                </c:pt>
                <c:pt idx="3863">
                  <c:v>0.56867400000000001</c:v>
                </c:pt>
                <c:pt idx="3864">
                  <c:v>0.56817499999999999</c:v>
                </c:pt>
                <c:pt idx="3865">
                  <c:v>0.56767599999999996</c:v>
                </c:pt>
                <c:pt idx="3866">
                  <c:v>0.56717700000000004</c:v>
                </c:pt>
                <c:pt idx="3867">
                  <c:v>0.56667900000000004</c:v>
                </c:pt>
                <c:pt idx="3868">
                  <c:v>0.56617899999999999</c:v>
                </c:pt>
                <c:pt idx="3869">
                  <c:v>0.56567800000000001</c:v>
                </c:pt>
                <c:pt idx="3870">
                  <c:v>0.56517499999999998</c:v>
                </c:pt>
                <c:pt idx="3871">
                  <c:v>0.56467400000000001</c:v>
                </c:pt>
                <c:pt idx="3872">
                  <c:v>0.56417399999999995</c:v>
                </c:pt>
                <c:pt idx="3873">
                  <c:v>0.56367199999999995</c:v>
                </c:pt>
                <c:pt idx="3874">
                  <c:v>0.56316999999999995</c:v>
                </c:pt>
                <c:pt idx="3875">
                  <c:v>0.56266799999999995</c:v>
                </c:pt>
                <c:pt idx="3876">
                  <c:v>0.562168</c:v>
                </c:pt>
                <c:pt idx="3877">
                  <c:v>0.56166899999999997</c:v>
                </c:pt>
                <c:pt idx="3878">
                  <c:v>0.56117099999999998</c:v>
                </c:pt>
                <c:pt idx="3879">
                  <c:v>0.56067199999999995</c:v>
                </c:pt>
                <c:pt idx="3880">
                  <c:v>0.56017300000000003</c:v>
                </c:pt>
                <c:pt idx="3881">
                  <c:v>0.559674</c:v>
                </c:pt>
                <c:pt idx="3882">
                  <c:v>0.55917399999999995</c:v>
                </c:pt>
                <c:pt idx="3883">
                  <c:v>0.558674</c:v>
                </c:pt>
                <c:pt idx="3884">
                  <c:v>0.55817399999999995</c:v>
                </c:pt>
                <c:pt idx="3885">
                  <c:v>0.55767599999999995</c:v>
                </c:pt>
                <c:pt idx="3886">
                  <c:v>0.55717799999999995</c:v>
                </c:pt>
                <c:pt idx="3887">
                  <c:v>0.55667999999999995</c:v>
                </c:pt>
                <c:pt idx="3888">
                  <c:v>0.55618199999999995</c:v>
                </c:pt>
                <c:pt idx="3889">
                  <c:v>0.55568200000000001</c:v>
                </c:pt>
                <c:pt idx="3890">
                  <c:v>0.55518299999999998</c:v>
                </c:pt>
                <c:pt idx="3891">
                  <c:v>0.55468399999999995</c:v>
                </c:pt>
                <c:pt idx="3892">
                  <c:v>0.55418400000000001</c:v>
                </c:pt>
                <c:pt idx="3893">
                  <c:v>0.55368200000000001</c:v>
                </c:pt>
                <c:pt idx="3894">
                  <c:v>0.55318100000000003</c:v>
                </c:pt>
                <c:pt idx="3895">
                  <c:v>0.55268099999999998</c:v>
                </c:pt>
                <c:pt idx="3896">
                  <c:v>0.55218</c:v>
                </c:pt>
                <c:pt idx="3897">
                  <c:v>0.55168099999999998</c:v>
                </c:pt>
                <c:pt idx="3898">
                  <c:v>0.55118199999999995</c:v>
                </c:pt>
                <c:pt idx="3899">
                  <c:v>0.550682</c:v>
                </c:pt>
                <c:pt idx="3900">
                  <c:v>0.55018199999999995</c:v>
                </c:pt>
                <c:pt idx="3901">
                  <c:v>0.54968300000000003</c:v>
                </c:pt>
                <c:pt idx="3902">
                  <c:v>0.54918500000000003</c:v>
                </c:pt>
                <c:pt idx="3903">
                  <c:v>0.54868499999999998</c:v>
                </c:pt>
                <c:pt idx="3904">
                  <c:v>0.54818599999999995</c:v>
                </c:pt>
                <c:pt idx="3905">
                  <c:v>0.54768799999999995</c:v>
                </c:pt>
                <c:pt idx="3906">
                  <c:v>0.54719099999999998</c:v>
                </c:pt>
                <c:pt idx="3907">
                  <c:v>0.54669199999999996</c:v>
                </c:pt>
                <c:pt idx="3908">
                  <c:v>0.54619200000000001</c:v>
                </c:pt>
                <c:pt idx="3909">
                  <c:v>0.54569100000000004</c:v>
                </c:pt>
                <c:pt idx="3910">
                  <c:v>0.54518900000000003</c:v>
                </c:pt>
                <c:pt idx="3911">
                  <c:v>0.544686</c:v>
                </c:pt>
                <c:pt idx="3912">
                  <c:v>0.54418299999999997</c:v>
                </c:pt>
                <c:pt idx="3913">
                  <c:v>0.54368099999999997</c:v>
                </c:pt>
                <c:pt idx="3914">
                  <c:v>0.54318100000000002</c:v>
                </c:pt>
                <c:pt idx="3915">
                  <c:v>0.54268300000000003</c:v>
                </c:pt>
                <c:pt idx="3916">
                  <c:v>0.54218500000000003</c:v>
                </c:pt>
                <c:pt idx="3917">
                  <c:v>0.54168499999999997</c:v>
                </c:pt>
                <c:pt idx="3918">
                  <c:v>0.541184</c:v>
                </c:pt>
                <c:pt idx="3919">
                  <c:v>0.54068300000000002</c:v>
                </c:pt>
                <c:pt idx="3920">
                  <c:v>0.540184</c:v>
                </c:pt>
                <c:pt idx="3921">
                  <c:v>0.53968400000000005</c:v>
                </c:pt>
                <c:pt idx="3922">
                  <c:v>0.539184</c:v>
                </c:pt>
                <c:pt idx="3923">
                  <c:v>0.53868400000000005</c:v>
                </c:pt>
                <c:pt idx="3924">
                  <c:v>0.538184</c:v>
                </c:pt>
                <c:pt idx="3925">
                  <c:v>0.53768700000000003</c:v>
                </c:pt>
                <c:pt idx="3926">
                  <c:v>0.53718999999999995</c:v>
                </c:pt>
                <c:pt idx="3927">
                  <c:v>0.53669199999999995</c:v>
                </c:pt>
                <c:pt idx="3928">
                  <c:v>0.536192</c:v>
                </c:pt>
                <c:pt idx="3929">
                  <c:v>0.53569</c:v>
                </c:pt>
                <c:pt idx="3930">
                  <c:v>0.53518900000000003</c:v>
                </c:pt>
                <c:pt idx="3931">
                  <c:v>0.53468800000000005</c:v>
                </c:pt>
                <c:pt idx="3932">
                  <c:v>0.53418600000000005</c:v>
                </c:pt>
                <c:pt idx="3933">
                  <c:v>0.53368499999999996</c:v>
                </c:pt>
                <c:pt idx="3934">
                  <c:v>0.53318600000000005</c:v>
                </c:pt>
                <c:pt idx="3935">
                  <c:v>0.53268800000000005</c:v>
                </c:pt>
                <c:pt idx="3936">
                  <c:v>0.53219000000000005</c:v>
                </c:pt>
                <c:pt idx="3937">
                  <c:v>0.53169100000000002</c:v>
                </c:pt>
                <c:pt idx="3938">
                  <c:v>0.53119099999999997</c:v>
                </c:pt>
                <c:pt idx="3939">
                  <c:v>0.53069200000000005</c:v>
                </c:pt>
                <c:pt idx="3940">
                  <c:v>0.53019300000000003</c:v>
                </c:pt>
                <c:pt idx="3941">
                  <c:v>0.529694</c:v>
                </c:pt>
                <c:pt idx="3942">
                  <c:v>0.52919499999999997</c:v>
                </c:pt>
                <c:pt idx="3943">
                  <c:v>0.52869600000000005</c:v>
                </c:pt>
                <c:pt idx="3944">
                  <c:v>0.52819799999999995</c:v>
                </c:pt>
                <c:pt idx="3945">
                  <c:v>0.52769900000000003</c:v>
                </c:pt>
                <c:pt idx="3946">
                  <c:v>0.5272</c:v>
                </c:pt>
                <c:pt idx="3947">
                  <c:v>0.52669900000000003</c:v>
                </c:pt>
                <c:pt idx="3948">
                  <c:v>0.52619800000000005</c:v>
                </c:pt>
                <c:pt idx="3949">
                  <c:v>0.525698</c:v>
                </c:pt>
                <c:pt idx="3950">
                  <c:v>0.52519800000000005</c:v>
                </c:pt>
                <c:pt idx="3951">
                  <c:v>0.52469699999999997</c:v>
                </c:pt>
                <c:pt idx="3952">
                  <c:v>0.52419499999999997</c:v>
                </c:pt>
                <c:pt idx="3953">
                  <c:v>0.52369399999999999</c:v>
                </c:pt>
                <c:pt idx="3954">
                  <c:v>0.52319400000000005</c:v>
                </c:pt>
                <c:pt idx="3955">
                  <c:v>0.52269600000000005</c:v>
                </c:pt>
                <c:pt idx="3956">
                  <c:v>0.52219700000000002</c:v>
                </c:pt>
                <c:pt idx="3957">
                  <c:v>0.52169600000000005</c:v>
                </c:pt>
                <c:pt idx="3958">
                  <c:v>0.52119499999999996</c:v>
                </c:pt>
                <c:pt idx="3959">
                  <c:v>0.52069600000000005</c:v>
                </c:pt>
                <c:pt idx="3960">
                  <c:v>0.52019599999999999</c:v>
                </c:pt>
                <c:pt idx="3961">
                  <c:v>0.51969600000000005</c:v>
                </c:pt>
                <c:pt idx="3962">
                  <c:v>0.51919499999999996</c:v>
                </c:pt>
                <c:pt idx="3963">
                  <c:v>0.51869500000000002</c:v>
                </c:pt>
                <c:pt idx="3964">
                  <c:v>0.51819599999999999</c:v>
                </c:pt>
                <c:pt idx="3965">
                  <c:v>0.51769799999999999</c:v>
                </c:pt>
                <c:pt idx="3966">
                  <c:v>0.51719999999999999</c:v>
                </c:pt>
                <c:pt idx="3967">
                  <c:v>0.51670000000000005</c:v>
                </c:pt>
                <c:pt idx="3968">
                  <c:v>0.51619800000000005</c:v>
                </c:pt>
                <c:pt idx="3969">
                  <c:v>0.51569600000000004</c:v>
                </c:pt>
                <c:pt idx="3970">
                  <c:v>0.51519499999999996</c:v>
                </c:pt>
                <c:pt idx="3971">
                  <c:v>0.51469299999999996</c:v>
                </c:pt>
                <c:pt idx="3972">
                  <c:v>0.51419300000000001</c:v>
                </c:pt>
                <c:pt idx="3973">
                  <c:v>0.51369399999999998</c:v>
                </c:pt>
                <c:pt idx="3974">
                  <c:v>0.51319599999999999</c:v>
                </c:pt>
                <c:pt idx="3975">
                  <c:v>0.51269799999999999</c:v>
                </c:pt>
                <c:pt idx="3976">
                  <c:v>0.51219899999999996</c:v>
                </c:pt>
                <c:pt idx="3977">
                  <c:v>0.51169799999999999</c:v>
                </c:pt>
                <c:pt idx="3978">
                  <c:v>0.51119800000000004</c:v>
                </c:pt>
                <c:pt idx="3979">
                  <c:v>0.51070000000000004</c:v>
                </c:pt>
                <c:pt idx="3980">
                  <c:v>0.51020100000000002</c:v>
                </c:pt>
                <c:pt idx="3981">
                  <c:v>0.50970199999999999</c:v>
                </c:pt>
                <c:pt idx="3982">
                  <c:v>0.50920299999999996</c:v>
                </c:pt>
                <c:pt idx="3983">
                  <c:v>0.50870499999999996</c:v>
                </c:pt>
                <c:pt idx="3984">
                  <c:v>0.50820699999999996</c:v>
                </c:pt>
                <c:pt idx="3985">
                  <c:v>0.50770800000000005</c:v>
                </c:pt>
                <c:pt idx="3986">
                  <c:v>0.50720799999999999</c:v>
                </c:pt>
                <c:pt idx="3987">
                  <c:v>0.50670599999999999</c:v>
                </c:pt>
                <c:pt idx="3988">
                  <c:v>0.50620399999999999</c:v>
                </c:pt>
                <c:pt idx="3989">
                  <c:v>0.50570199999999998</c:v>
                </c:pt>
                <c:pt idx="3990">
                  <c:v>0.50520100000000001</c:v>
                </c:pt>
                <c:pt idx="3991">
                  <c:v>0.50470000000000004</c:v>
                </c:pt>
                <c:pt idx="3992">
                  <c:v>0.50419999999999998</c:v>
                </c:pt>
                <c:pt idx="3993">
                  <c:v>0.50370099999999995</c:v>
                </c:pt>
                <c:pt idx="3994">
                  <c:v>0.50320200000000004</c:v>
                </c:pt>
                <c:pt idx="3995">
                  <c:v>0.50270300000000001</c:v>
                </c:pt>
                <c:pt idx="3996">
                  <c:v>0.50220299999999995</c:v>
                </c:pt>
                <c:pt idx="3997">
                  <c:v>0.50170300000000001</c:v>
                </c:pt>
                <c:pt idx="3998">
                  <c:v>0.50120299999999995</c:v>
                </c:pt>
                <c:pt idx="3999">
                  <c:v>0.50070199999999998</c:v>
                </c:pt>
              </c:numCache>
            </c:numRef>
          </c:yVal>
          <c:smooth val="1"/>
          <c:extLst>
            <c:ext xmlns:c16="http://schemas.microsoft.com/office/drawing/2014/chart" uri="{C3380CC4-5D6E-409C-BE32-E72D297353CC}">
              <c16:uniqueId val="{00000000-98B8-4C72-A2B6-FCB84F0B3021}"/>
            </c:ext>
          </c:extLst>
        </c:ser>
        <c:ser>
          <c:idx val="1"/>
          <c:order val="1"/>
          <c:tx>
            <c:strRef>
              <c:f>'0.6M 15%KCl-3'!$M$25</c:f>
              <c:strCache>
                <c:ptCount val="1"/>
                <c:pt idx="0">
                  <c:v>2nd Cycle SR-PC</c:v>
                </c:pt>
              </c:strCache>
            </c:strRef>
          </c:tx>
          <c:spPr>
            <a:ln w="19050" cap="rnd">
              <a:solidFill>
                <a:schemeClr val="accent2"/>
              </a:solidFill>
              <a:round/>
            </a:ln>
            <a:effectLst/>
          </c:spPr>
          <c:marker>
            <c:symbol val="none"/>
          </c:marker>
          <c:xVal>
            <c:numRef>
              <c:f>'0.6M 15%KCl-3'!$N$26:$N$4025</c:f>
              <c:numCache>
                <c:formatCode>0.00E+00</c:formatCode>
                <c:ptCount val="4000"/>
                <c:pt idx="0">
                  <c:v>4.8950200000000003E-6</c:v>
                </c:pt>
                <c:pt idx="1">
                  <c:v>4.91784E-6</c:v>
                </c:pt>
                <c:pt idx="2">
                  <c:v>4.9670400000000003E-6</c:v>
                </c:pt>
                <c:pt idx="3">
                  <c:v>5.0144800000000003E-6</c:v>
                </c:pt>
                <c:pt idx="4">
                  <c:v>5.0544700000000001E-6</c:v>
                </c:pt>
                <c:pt idx="5">
                  <c:v>5.0904800000000001E-6</c:v>
                </c:pt>
                <c:pt idx="6">
                  <c:v>5.1244700000000003E-6</c:v>
                </c:pt>
                <c:pt idx="7">
                  <c:v>5.1568999999999997E-6</c:v>
                </c:pt>
                <c:pt idx="8">
                  <c:v>5.1880000000000001E-6</c:v>
                </c:pt>
                <c:pt idx="9">
                  <c:v>5.2182700000000001E-6</c:v>
                </c:pt>
                <c:pt idx="10">
                  <c:v>5.2474599999999999E-6</c:v>
                </c:pt>
                <c:pt idx="11">
                  <c:v>5.2757899999999997E-6</c:v>
                </c:pt>
                <c:pt idx="12">
                  <c:v>5.3035400000000004E-6</c:v>
                </c:pt>
                <c:pt idx="13">
                  <c:v>5.3311999999999999E-6</c:v>
                </c:pt>
                <c:pt idx="14">
                  <c:v>5.3594199999999996E-6</c:v>
                </c:pt>
                <c:pt idx="15">
                  <c:v>5.3867399999999999E-6</c:v>
                </c:pt>
                <c:pt idx="16">
                  <c:v>5.4133499999999996E-6</c:v>
                </c:pt>
                <c:pt idx="17">
                  <c:v>5.44043E-6</c:v>
                </c:pt>
                <c:pt idx="18">
                  <c:v>5.4670700000000002E-6</c:v>
                </c:pt>
                <c:pt idx="19">
                  <c:v>5.4931599999999999E-6</c:v>
                </c:pt>
                <c:pt idx="20">
                  <c:v>5.5193699999999996E-6</c:v>
                </c:pt>
                <c:pt idx="21">
                  <c:v>5.5456099999999997E-6</c:v>
                </c:pt>
                <c:pt idx="22">
                  <c:v>5.5722699999999996E-6</c:v>
                </c:pt>
                <c:pt idx="23">
                  <c:v>5.5990699999999999E-6</c:v>
                </c:pt>
                <c:pt idx="24">
                  <c:v>5.6247100000000004E-6</c:v>
                </c:pt>
                <c:pt idx="25">
                  <c:v>5.6498800000000002E-6</c:v>
                </c:pt>
                <c:pt idx="26">
                  <c:v>5.6753800000000002E-6</c:v>
                </c:pt>
                <c:pt idx="27">
                  <c:v>5.7009900000000003E-6</c:v>
                </c:pt>
                <c:pt idx="28">
                  <c:v>5.7266399999999998E-6</c:v>
                </c:pt>
                <c:pt idx="29">
                  <c:v>5.7518999999999999E-6</c:v>
                </c:pt>
                <c:pt idx="30">
                  <c:v>5.77694E-6</c:v>
                </c:pt>
                <c:pt idx="31">
                  <c:v>5.8020999999999999E-6</c:v>
                </c:pt>
                <c:pt idx="32">
                  <c:v>5.8271999999999999E-6</c:v>
                </c:pt>
                <c:pt idx="33">
                  <c:v>5.85258E-6</c:v>
                </c:pt>
                <c:pt idx="34">
                  <c:v>5.8785499999999998E-6</c:v>
                </c:pt>
                <c:pt idx="35">
                  <c:v>5.90392E-6</c:v>
                </c:pt>
                <c:pt idx="36">
                  <c:v>5.9282999999999996E-6</c:v>
                </c:pt>
                <c:pt idx="37">
                  <c:v>5.9531400000000001E-6</c:v>
                </c:pt>
                <c:pt idx="38">
                  <c:v>5.9786300000000002E-6</c:v>
                </c:pt>
                <c:pt idx="39">
                  <c:v>6.0042400000000003E-6</c:v>
                </c:pt>
                <c:pt idx="40">
                  <c:v>6.0297900000000004E-6</c:v>
                </c:pt>
                <c:pt idx="41">
                  <c:v>6.0547200000000004E-6</c:v>
                </c:pt>
                <c:pt idx="42">
                  <c:v>6.0798499999999999E-6</c:v>
                </c:pt>
                <c:pt idx="43">
                  <c:v>6.10563E-6</c:v>
                </c:pt>
                <c:pt idx="44">
                  <c:v>6.1312400000000001E-6</c:v>
                </c:pt>
                <c:pt idx="45">
                  <c:v>6.1565899999999998E-6</c:v>
                </c:pt>
                <c:pt idx="46">
                  <c:v>6.1821499999999998E-6</c:v>
                </c:pt>
                <c:pt idx="47">
                  <c:v>6.2073900000000002E-6</c:v>
                </c:pt>
                <c:pt idx="48">
                  <c:v>6.2322199999999999E-6</c:v>
                </c:pt>
                <c:pt idx="49">
                  <c:v>6.2576099999999999E-6</c:v>
                </c:pt>
                <c:pt idx="50">
                  <c:v>6.2835799999999997E-6</c:v>
                </c:pt>
                <c:pt idx="51">
                  <c:v>6.30935E-6</c:v>
                </c:pt>
                <c:pt idx="52">
                  <c:v>6.3350499999999996E-6</c:v>
                </c:pt>
                <c:pt idx="53">
                  <c:v>6.3611300000000004E-6</c:v>
                </c:pt>
                <c:pt idx="54">
                  <c:v>6.38723E-6</c:v>
                </c:pt>
                <c:pt idx="55">
                  <c:v>6.4130500000000004E-6</c:v>
                </c:pt>
                <c:pt idx="56">
                  <c:v>6.4387699999999997E-6</c:v>
                </c:pt>
                <c:pt idx="57">
                  <c:v>6.4647500000000002E-6</c:v>
                </c:pt>
                <c:pt idx="58">
                  <c:v>6.4909199999999997E-6</c:v>
                </c:pt>
                <c:pt idx="59">
                  <c:v>6.51686E-6</c:v>
                </c:pt>
                <c:pt idx="60">
                  <c:v>6.5423199999999997E-6</c:v>
                </c:pt>
                <c:pt idx="61">
                  <c:v>6.5679100000000001E-6</c:v>
                </c:pt>
                <c:pt idx="62">
                  <c:v>6.5942600000000003E-6</c:v>
                </c:pt>
                <c:pt idx="63">
                  <c:v>6.6201499999999996E-6</c:v>
                </c:pt>
                <c:pt idx="64">
                  <c:v>6.6456000000000004E-6</c:v>
                </c:pt>
                <c:pt idx="65">
                  <c:v>6.67199E-6</c:v>
                </c:pt>
                <c:pt idx="66">
                  <c:v>6.6985899999999998E-6</c:v>
                </c:pt>
                <c:pt idx="67">
                  <c:v>6.7252700000000002E-6</c:v>
                </c:pt>
                <c:pt idx="68">
                  <c:v>6.7521699999999999E-6</c:v>
                </c:pt>
                <c:pt idx="69">
                  <c:v>6.7791400000000003E-6</c:v>
                </c:pt>
                <c:pt idx="70">
                  <c:v>6.8063399999999998E-6</c:v>
                </c:pt>
                <c:pt idx="71">
                  <c:v>6.8332199999999998E-6</c:v>
                </c:pt>
                <c:pt idx="72">
                  <c:v>6.8609800000000003E-6</c:v>
                </c:pt>
                <c:pt idx="73">
                  <c:v>6.8894399999999999E-6</c:v>
                </c:pt>
                <c:pt idx="74">
                  <c:v>6.9171299999999998E-6</c:v>
                </c:pt>
                <c:pt idx="75">
                  <c:v>6.94417E-6</c:v>
                </c:pt>
                <c:pt idx="76">
                  <c:v>6.9710900000000002E-6</c:v>
                </c:pt>
                <c:pt idx="77">
                  <c:v>6.9984699999999996E-6</c:v>
                </c:pt>
                <c:pt idx="78">
                  <c:v>7.0264000000000002E-6</c:v>
                </c:pt>
                <c:pt idx="79">
                  <c:v>7.0552099999999997E-6</c:v>
                </c:pt>
                <c:pt idx="80">
                  <c:v>7.0842099999999997E-6</c:v>
                </c:pt>
                <c:pt idx="81">
                  <c:v>7.1124900000000002E-6</c:v>
                </c:pt>
                <c:pt idx="82">
                  <c:v>7.1410099999999998E-6</c:v>
                </c:pt>
                <c:pt idx="83">
                  <c:v>7.1697299999999997E-6</c:v>
                </c:pt>
                <c:pt idx="84">
                  <c:v>7.1987999999999996E-6</c:v>
                </c:pt>
                <c:pt idx="85">
                  <c:v>7.2282800000000002E-6</c:v>
                </c:pt>
                <c:pt idx="86">
                  <c:v>7.2568200000000003E-6</c:v>
                </c:pt>
                <c:pt idx="87">
                  <c:v>7.2854300000000001E-6</c:v>
                </c:pt>
                <c:pt idx="88">
                  <c:v>7.3152699999999997E-6</c:v>
                </c:pt>
                <c:pt idx="89">
                  <c:v>7.3456100000000003E-6</c:v>
                </c:pt>
                <c:pt idx="90">
                  <c:v>7.3757200000000001E-6</c:v>
                </c:pt>
                <c:pt idx="91">
                  <c:v>7.40565E-6</c:v>
                </c:pt>
                <c:pt idx="92">
                  <c:v>7.4351299999999997E-6</c:v>
                </c:pt>
                <c:pt idx="93">
                  <c:v>7.46486E-6</c:v>
                </c:pt>
                <c:pt idx="94">
                  <c:v>7.49536E-6</c:v>
                </c:pt>
                <c:pt idx="95">
                  <c:v>7.5257200000000003E-6</c:v>
                </c:pt>
                <c:pt idx="96">
                  <c:v>7.55664E-6</c:v>
                </c:pt>
                <c:pt idx="97">
                  <c:v>7.5881399999999997E-6</c:v>
                </c:pt>
                <c:pt idx="98">
                  <c:v>7.6197299999999996E-6</c:v>
                </c:pt>
                <c:pt idx="99">
                  <c:v>7.65175E-6</c:v>
                </c:pt>
                <c:pt idx="100">
                  <c:v>7.6842100000000008E-6</c:v>
                </c:pt>
                <c:pt idx="101">
                  <c:v>7.7169200000000003E-6</c:v>
                </c:pt>
                <c:pt idx="102">
                  <c:v>7.7490100000000005E-6</c:v>
                </c:pt>
                <c:pt idx="103">
                  <c:v>7.7808000000000001E-6</c:v>
                </c:pt>
                <c:pt idx="104">
                  <c:v>7.8132899999999995E-6</c:v>
                </c:pt>
                <c:pt idx="105">
                  <c:v>7.8462999999999997E-6</c:v>
                </c:pt>
                <c:pt idx="106">
                  <c:v>7.8794999999999997E-6</c:v>
                </c:pt>
                <c:pt idx="107">
                  <c:v>7.9125499999999993E-6</c:v>
                </c:pt>
                <c:pt idx="108">
                  <c:v>7.9458499999999995E-6</c:v>
                </c:pt>
                <c:pt idx="109">
                  <c:v>7.9800300000000002E-6</c:v>
                </c:pt>
                <c:pt idx="110">
                  <c:v>8.0145099999999999E-6</c:v>
                </c:pt>
                <c:pt idx="111">
                  <c:v>8.0493799999999998E-6</c:v>
                </c:pt>
                <c:pt idx="112">
                  <c:v>8.08498E-6</c:v>
                </c:pt>
                <c:pt idx="113">
                  <c:v>8.1211299999999996E-6</c:v>
                </c:pt>
                <c:pt idx="114">
                  <c:v>8.1570500000000001E-6</c:v>
                </c:pt>
                <c:pt idx="115">
                  <c:v>8.19301E-6</c:v>
                </c:pt>
                <c:pt idx="116">
                  <c:v>8.2288699999999997E-6</c:v>
                </c:pt>
                <c:pt idx="117">
                  <c:v>8.2641999999999996E-6</c:v>
                </c:pt>
                <c:pt idx="118">
                  <c:v>8.3001599999999995E-6</c:v>
                </c:pt>
                <c:pt idx="119">
                  <c:v>8.3372099999999994E-6</c:v>
                </c:pt>
                <c:pt idx="120">
                  <c:v>8.3758300000000007E-6</c:v>
                </c:pt>
                <c:pt idx="121">
                  <c:v>8.4149699999999995E-6</c:v>
                </c:pt>
                <c:pt idx="122">
                  <c:v>8.45319E-6</c:v>
                </c:pt>
                <c:pt idx="123">
                  <c:v>8.4917899999999999E-6</c:v>
                </c:pt>
                <c:pt idx="124">
                  <c:v>8.5309300000000003E-6</c:v>
                </c:pt>
                <c:pt idx="125">
                  <c:v>8.5703399999999993E-6</c:v>
                </c:pt>
                <c:pt idx="126">
                  <c:v>8.6105399999999994E-6</c:v>
                </c:pt>
                <c:pt idx="127">
                  <c:v>8.6509000000000005E-6</c:v>
                </c:pt>
                <c:pt idx="128">
                  <c:v>8.6914199999999992E-6</c:v>
                </c:pt>
                <c:pt idx="129">
                  <c:v>8.7328799999999993E-6</c:v>
                </c:pt>
                <c:pt idx="130">
                  <c:v>8.7752500000000004E-6</c:v>
                </c:pt>
                <c:pt idx="131">
                  <c:v>8.8176300000000005E-6</c:v>
                </c:pt>
                <c:pt idx="132">
                  <c:v>8.8593199999999997E-6</c:v>
                </c:pt>
                <c:pt idx="133">
                  <c:v>8.9014700000000007E-6</c:v>
                </c:pt>
                <c:pt idx="134">
                  <c:v>8.9445700000000003E-6</c:v>
                </c:pt>
                <c:pt idx="135">
                  <c:v>8.9879900000000003E-6</c:v>
                </c:pt>
                <c:pt idx="136">
                  <c:v>9.0326099999999996E-6</c:v>
                </c:pt>
                <c:pt idx="137">
                  <c:v>9.0776299999999997E-6</c:v>
                </c:pt>
                <c:pt idx="138">
                  <c:v>9.1224799999999998E-6</c:v>
                </c:pt>
                <c:pt idx="139">
                  <c:v>9.1680799999999998E-6</c:v>
                </c:pt>
                <c:pt idx="140">
                  <c:v>9.2144200000000008E-6</c:v>
                </c:pt>
                <c:pt idx="141">
                  <c:v>9.2606000000000007E-6</c:v>
                </c:pt>
                <c:pt idx="142">
                  <c:v>9.3073399999999992E-6</c:v>
                </c:pt>
                <c:pt idx="143">
                  <c:v>9.3554500000000004E-6</c:v>
                </c:pt>
                <c:pt idx="144">
                  <c:v>9.40412E-6</c:v>
                </c:pt>
                <c:pt idx="145">
                  <c:v>9.4533800000000003E-6</c:v>
                </c:pt>
                <c:pt idx="146">
                  <c:v>9.5032299999999995E-6</c:v>
                </c:pt>
                <c:pt idx="147">
                  <c:v>9.5536699999999993E-6</c:v>
                </c:pt>
                <c:pt idx="148">
                  <c:v>9.6044099999999997E-6</c:v>
                </c:pt>
                <c:pt idx="149">
                  <c:v>9.6551500000000002E-6</c:v>
                </c:pt>
                <c:pt idx="150">
                  <c:v>9.7066900000000007E-6</c:v>
                </c:pt>
                <c:pt idx="151">
                  <c:v>9.7592899999999992E-6</c:v>
                </c:pt>
                <c:pt idx="152">
                  <c:v>9.8129299999999992E-6</c:v>
                </c:pt>
                <c:pt idx="153">
                  <c:v>9.8666300000000001E-6</c:v>
                </c:pt>
                <c:pt idx="154">
                  <c:v>9.9196500000000008E-6</c:v>
                </c:pt>
                <c:pt idx="155">
                  <c:v>9.9731400000000005E-6</c:v>
                </c:pt>
                <c:pt idx="156">
                  <c:v>1.0028699999999999E-5</c:v>
                </c:pt>
                <c:pt idx="157">
                  <c:v>1.0085799999999999E-5</c:v>
                </c:pt>
                <c:pt idx="158">
                  <c:v>1.01427E-5</c:v>
                </c:pt>
                <c:pt idx="159">
                  <c:v>1.02003E-5</c:v>
                </c:pt>
                <c:pt idx="160">
                  <c:v>1.02593E-5</c:v>
                </c:pt>
                <c:pt idx="161">
                  <c:v>1.03189E-5</c:v>
                </c:pt>
                <c:pt idx="162">
                  <c:v>1.03788E-5</c:v>
                </c:pt>
                <c:pt idx="163">
                  <c:v>1.0439699999999999E-5</c:v>
                </c:pt>
                <c:pt idx="164">
                  <c:v>1.0501499999999999E-5</c:v>
                </c:pt>
                <c:pt idx="165">
                  <c:v>1.05636E-5</c:v>
                </c:pt>
                <c:pt idx="166">
                  <c:v>1.06264E-5</c:v>
                </c:pt>
                <c:pt idx="167">
                  <c:v>1.0690799999999999E-5</c:v>
                </c:pt>
                <c:pt idx="168">
                  <c:v>1.07568E-5</c:v>
                </c:pt>
                <c:pt idx="169">
                  <c:v>1.08242E-5</c:v>
                </c:pt>
                <c:pt idx="170">
                  <c:v>1.08919E-5</c:v>
                </c:pt>
                <c:pt idx="171">
                  <c:v>1.0960200000000001E-5</c:v>
                </c:pt>
                <c:pt idx="172">
                  <c:v>1.1029999999999999E-5</c:v>
                </c:pt>
                <c:pt idx="173">
                  <c:v>1.1100199999999999E-5</c:v>
                </c:pt>
                <c:pt idx="174">
                  <c:v>1.1169799999999999E-5</c:v>
                </c:pt>
                <c:pt idx="175">
                  <c:v>1.12403E-5</c:v>
                </c:pt>
                <c:pt idx="176">
                  <c:v>1.13123E-5</c:v>
                </c:pt>
                <c:pt idx="177">
                  <c:v>1.1386000000000001E-5</c:v>
                </c:pt>
                <c:pt idx="178">
                  <c:v>1.1461099999999999E-5</c:v>
                </c:pt>
                <c:pt idx="179">
                  <c:v>1.15363E-5</c:v>
                </c:pt>
                <c:pt idx="180">
                  <c:v>1.1612E-5</c:v>
                </c:pt>
                <c:pt idx="181">
                  <c:v>1.16894E-5</c:v>
                </c:pt>
                <c:pt idx="182">
                  <c:v>1.1768400000000001E-5</c:v>
                </c:pt>
                <c:pt idx="183">
                  <c:v>1.1848099999999999E-5</c:v>
                </c:pt>
                <c:pt idx="184">
                  <c:v>1.19288E-5</c:v>
                </c:pt>
                <c:pt idx="185">
                  <c:v>1.20108E-5</c:v>
                </c:pt>
                <c:pt idx="186">
                  <c:v>1.20941E-5</c:v>
                </c:pt>
                <c:pt idx="187">
                  <c:v>1.21792E-5</c:v>
                </c:pt>
                <c:pt idx="188">
                  <c:v>1.22657E-5</c:v>
                </c:pt>
                <c:pt idx="189">
                  <c:v>1.2353300000000001E-5</c:v>
                </c:pt>
                <c:pt idx="190">
                  <c:v>1.2441399999999999E-5</c:v>
                </c:pt>
                <c:pt idx="191">
                  <c:v>1.25305E-5</c:v>
                </c:pt>
                <c:pt idx="192">
                  <c:v>1.26212E-5</c:v>
                </c:pt>
                <c:pt idx="193">
                  <c:v>1.27129E-5</c:v>
                </c:pt>
                <c:pt idx="194">
                  <c:v>1.2806000000000001E-5</c:v>
                </c:pt>
                <c:pt idx="195">
                  <c:v>1.28999E-5</c:v>
                </c:pt>
                <c:pt idx="196">
                  <c:v>1.2995399999999999E-5</c:v>
                </c:pt>
                <c:pt idx="197">
                  <c:v>1.30929E-5</c:v>
                </c:pt>
                <c:pt idx="198">
                  <c:v>1.3191699999999999E-5</c:v>
                </c:pt>
                <c:pt idx="199">
                  <c:v>1.32917E-5</c:v>
                </c:pt>
                <c:pt idx="200">
                  <c:v>1.3393100000000001E-5</c:v>
                </c:pt>
                <c:pt idx="201">
                  <c:v>1.3497E-5</c:v>
                </c:pt>
                <c:pt idx="202">
                  <c:v>1.36023E-5</c:v>
                </c:pt>
                <c:pt idx="203">
                  <c:v>1.3709E-5</c:v>
                </c:pt>
                <c:pt idx="204">
                  <c:v>1.38171E-5</c:v>
                </c:pt>
                <c:pt idx="205">
                  <c:v>1.39259E-5</c:v>
                </c:pt>
                <c:pt idx="206">
                  <c:v>1.40366E-5</c:v>
                </c:pt>
                <c:pt idx="207">
                  <c:v>1.4149599999999999E-5</c:v>
                </c:pt>
                <c:pt idx="208">
                  <c:v>1.42641E-5</c:v>
                </c:pt>
                <c:pt idx="209">
                  <c:v>1.4380699999999999E-5</c:v>
                </c:pt>
                <c:pt idx="210">
                  <c:v>1.4499500000000001E-5</c:v>
                </c:pt>
                <c:pt idx="211">
                  <c:v>1.46199E-5</c:v>
                </c:pt>
                <c:pt idx="212">
                  <c:v>1.47412E-5</c:v>
                </c:pt>
                <c:pt idx="213">
                  <c:v>1.4864E-5</c:v>
                </c:pt>
                <c:pt idx="214">
                  <c:v>1.49884E-5</c:v>
                </c:pt>
                <c:pt idx="215">
                  <c:v>1.51148E-5</c:v>
                </c:pt>
                <c:pt idx="216">
                  <c:v>1.52441E-5</c:v>
                </c:pt>
                <c:pt idx="217">
                  <c:v>1.5375000000000001E-5</c:v>
                </c:pt>
                <c:pt idx="218">
                  <c:v>1.5506600000000002E-5</c:v>
                </c:pt>
                <c:pt idx="219">
                  <c:v>1.56404E-5</c:v>
                </c:pt>
                <c:pt idx="220">
                  <c:v>1.5776800000000001E-5</c:v>
                </c:pt>
                <c:pt idx="221">
                  <c:v>1.5915900000000001E-5</c:v>
                </c:pt>
                <c:pt idx="222">
                  <c:v>1.6056999999999999E-5</c:v>
                </c:pt>
                <c:pt idx="223">
                  <c:v>1.6200000000000001E-5</c:v>
                </c:pt>
                <c:pt idx="224">
                  <c:v>1.6345600000000002E-5</c:v>
                </c:pt>
                <c:pt idx="225">
                  <c:v>1.6493700000000001E-5</c:v>
                </c:pt>
                <c:pt idx="226">
                  <c:v>1.6643700000000001E-5</c:v>
                </c:pt>
                <c:pt idx="227">
                  <c:v>1.6795499999999999E-5</c:v>
                </c:pt>
                <c:pt idx="228">
                  <c:v>1.6949899999999998E-5</c:v>
                </c:pt>
                <c:pt idx="229">
                  <c:v>1.71066E-5</c:v>
                </c:pt>
                <c:pt idx="230">
                  <c:v>1.72658E-5</c:v>
                </c:pt>
                <c:pt idx="231">
                  <c:v>1.74282E-5</c:v>
                </c:pt>
                <c:pt idx="232">
                  <c:v>1.7592100000000001E-5</c:v>
                </c:pt>
                <c:pt idx="233">
                  <c:v>1.77571E-5</c:v>
                </c:pt>
                <c:pt idx="234">
                  <c:v>1.79241E-5</c:v>
                </c:pt>
                <c:pt idx="235">
                  <c:v>1.8094300000000001E-5</c:v>
                </c:pt>
                <c:pt idx="236">
                  <c:v>1.8268399999999999E-5</c:v>
                </c:pt>
                <c:pt idx="237">
                  <c:v>1.84446E-5</c:v>
                </c:pt>
                <c:pt idx="238">
                  <c:v>1.86224E-5</c:v>
                </c:pt>
                <c:pt idx="239">
                  <c:v>1.88034E-5</c:v>
                </c:pt>
                <c:pt idx="240">
                  <c:v>1.8987400000000001E-5</c:v>
                </c:pt>
                <c:pt idx="241">
                  <c:v>1.91743E-5</c:v>
                </c:pt>
                <c:pt idx="242">
                  <c:v>1.9363400000000002E-5</c:v>
                </c:pt>
                <c:pt idx="243">
                  <c:v>1.9554900000000001E-5</c:v>
                </c:pt>
                <c:pt idx="244">
                  <c:v>1.9749200000000001E-5</c:v>
                </c:pt>
                <c:pt idx="245">
                  <c:v>1.99469E-5</c:v>
                </c:pt>
                <c:pt idx="246">
                  <c:v>2.0148300000000002E-5</c:v>
                </c:pt>
                <c:pt idx="247">
                  <c:v>2.0352699999999999E-5</c:v>
                </c:pt>
                <c:pt idx="248">
                  <c:v>2.05601E-5</c:v>
                </c:pt>
                <c:pt idx="249">
                  <c:v>2.07702E-5</c:v>
                </c:pt>
                <c:pt idx="250">
                  <c:v>2.09834E-5</c:v>
                </c:pt>
                <c:pt idx="251">
                  <c:v>2.1200500000000001E-5</c:v>
                </c:pt>
                <c:pt idx="252">
                  <c:v>2.1420199999999999E-5</c:v>
                </c:pt>
                <c:pt idx="253">
                  <c:v>2.1641299999999999E-5</c:v>
                </c:pt>
                <c:pt idx="254">
                  <c:v>2.1865399999999999E-5</c:v>
                </c:pt>
                <c:pt idx="255">
                  <c:v>2.2093500000000001E-5</c:v>
                </c:pt>
                <c:pt idx="256">
                  <c:v>2.23247E-5</c:v>
                </c:pt>
                <c:pt idx="257">
                  <c:v>2.25581E-5</c:v>
                </c:pt>
                <c:pt idx="258">
                  <c:v>2.27947E-5</c:v>
                </c:pt>
                <c:pt idx="259">
                  <c:v>2.3035099999999999E-5</c:v>
                </c:pt>
                <c:pt idx="260">
                  <c:v>2.32796E-5</c:v>
                </c:pt>
                <c:pt idx="261">
                  <c:v>2.3527799999999999E-5</c:v>
                </c:pt>
                <c:pt idx="262">
                  <c:v>2.3778199999999999E-5</c:v>
                </c:pt>
                <c:pt idx="263">
                  <c:v>2.4032E-5</c:v>
                </c:pt>
                <c:pt idx="264">
                  <c:v>2.42904E-5</c:v>
                </c:pt>
                <c:pt idx="265">
                  <c:v>2.4552599999999999E-5</c:v>
                </c:pt>
                <c:pt idx="266">
                  <c:v>2.4818199999999999E-5</c:v>
                </c:pt>
                <c:pt idx="267">
                  <c:v>2.5087099999999999E-5</c:v>
                </c:pt>
                <c:pt idx="268">
                  <c:v>2.5358200000000001E-5</c:v>
                </c:pt>
                <c:pt idx="269">
                  <c:v>2.56328E-5</c:v>
                </c:pt>
                <c:pt idx="270">
                  <c:v>2.5912199999999999E-5</c:v>
                </c:pt>
                <c:pt idx="271">
                  <c:v>2.6194300000000001E-5</c:v>
                </c:pt>
                <c:pt idx="272">
                  <c:v>2.6479099999999999E-5</c:v>
                </c:pt>
                <c:pt idx="273">
                  <c:v>2.6767800000000001E-5</c:v>
                </c:pt>
                <c:pt idx="274">
                  <c:v>2.7060199999999999E-5</c:v>
                </c:pt>
                <c:pt idx="275">
                  <c:v>2.7356500000000001E-5</c:v>
                </c:pt>
                <c:pt idx="276">
                  <c:v>2.7656300000000001E-5</c:v>
                </c:pt>
                <c:pt idx="277">
                  <c:v>2.7958800000000001E-5</c:v>
                </c:pt>
                <c:pt idx="278">
                  <c:v>2.8265100000000001E-5</c:v>
                </c:pt>
                <c:pt idx="279">
                  <c:v>2.8575600000000001E-5</c:v>
                </c:pt>
                <c:pt idx="280">
                  <c:v>2.8890800000000001E-5</c:v>
                </c:pt>
                <c:pt idx="281">
                  <c:v>2.9209200000000001E-5</c:v>
                </c:pt>
                <c:pt idx="282">
                  <c:v>2.9529499999999999E-5</c:v>
                </c:pt>
                <c:pt idx="283">
                  <c:v>2.9853600000000002E-5</c:v>
                </c:pt>
                <c:pt idx="284">
                  <c:v>3.0182899999999999E-5</c:v>
                </c:pt>
                <c:pt idx="285">
                  <c:v>3.0516300000000001E-5</c:v>
                </c:pt>
                <c:pt idx="286">
                  <c:v>3.0852599999999997E-5</c:v>
                </c:pt>
                <c:pt idx="287">
                  <c:v>3.1192400000000003E-5</c:v>
                </c:pt>
                <c:pt idx="288">
                  <c:v>3.1535400000000003E-5</c:v>
                </c:pt>
                <c:pt idx="289">
                  <c:v>3.1882099999999998E-5</c:v>
                </c:pt>
                <c:pt idx="290">
                  <c:v>3.2233300000000002E-5</c:v>
                </c:pt>
                <c:pt idx="291">
                  <c:v>3.2587199999999999E-5</c:v>
                </c:pt>
                <c:pt idx="292">
                  <c:v>3.29431E-5</c:v>
                </c:pt>
                <c:pt idx="293">
                  <c:v>3.33017E-5</c:v>
                </c:pt>
                <c:pt idx="294">
                  <c:v>3.3664800000000003E-5</c:v>
                </c:pt>
                <c:pt idx="295">
                  <c:v>3.4032200000000003E-5</c:v>
                </c:pt>
                <c:pt idx="296">
                  <c:v>3.4402200000000001E-5</c:v>
                </c:pt>
                <c:pt idx="297">
                  <c:v>3.4774499999999997E-5</c:v>
                </c:pt>
                <c:pt idx="298">
                  <c:v>3.5150100000000001E-5</c:v>
                </c:pt>
                <c:pt idx="299">
                  <c:v>3.5530700000000002E-5</c:v>
                </c:pt>
                <c:pt idx="300">
                  <c:v>3.5915599999999999E-5</c:v>
                </c:pt>
                <c:pt idx="301">
                  <c:v>3.6302199999999999E-5</c:v>
                </c:pt>
                <c:pt idx="302">
                  <c:v>3.6690399999999997E-5</c:v>
                </c:pt>
                <c:pt idx="303">
                  <c:v>3.7081700000000001E-5</c:v>
                </c:pt>
                <c:pt idx="304">
                  <c:v>3.7477600000000002E-5</c:v>
                </c:pt>
                <c:pt idx="305">
                  <c:v>3.7877399999999998E-5</c:v>
                </c:pt>
                <c:pt idx="306">
                  <c:v>3.8279899999999999E-5</c:v>
                </c:pt>
                <c:pt idx="307">
                  <c:v>3.8684599999999999E-5</c:v>
                </c:pt>
                <c:pt idx="308">
                  <c:v>3.9091999999999998E-5</c:v>
                </c:pt>
                <c:pt idx="309">
                  <c:v>3.9503199999999998E-5</c:v>
                </c:pt>
                <c:pt idx="310">
                  <c:v>3.9916100000000002E-5</c:v>
                </c:pt>
                <c:pt idx="311">
                  <c:v>4.0328799999999999E-5</c:v>
                </c:pt>
                <c:pt idx="312">
                  <c:v>4.07433E-5</c:v>
                </c:pt>
                <c:pt idx="313">
                  <c:v>4.1161500000000002E-5</c:v>
                </c:pt>
                <c:pt idx="314">
                  <c:v>4.1584E-5</c:v>
                </c:pt>
                <c:pt idx="315">
                  <c:v>4.2008600000000003E-5</c:v>
                </c:pt>
                <c:pt idx="316">
                  <c:v>4.2435399999999997E-5</c:v>
                </c:pt>
                <c:pt idx="317">
                  <c:v>4.2864200000000002E-5</c:v>
                </c:pt>
                <c:pt idx="318">
                  <c:v>4.3294899999999998E-5</c:v>
                </c:pt>
                <c:pt idx="319">
                  <c:v>4.3729000000000001E-5</c:v>
                </c:pt>
                <c:pt idx="320">
                  <c:v>4.4164700000000001E-5</c:v>
                </c:pt>
                <c:pt idx="321">
                  <c:v>4.4601200000000003E-5</c:v>
                </c:pt>
                <c:pt idx="322">
                  <c:v>4.5037899999999998E-5</c:v>
                </c:pt>
                <c:pt idx="323">
                  <c:v>4.5476299999999997E-5</c:v>
                </c:pt>
                <c:pt idx="324">
                  <c:v>4.5918199999999997E-5</c:v>
                </c:pt>
                <c:pt idx="325">
                  <c:v>4.6361299999999999E-5</c:v>
                </c:pt>
                <c:pt idx="326">
                  <c:v>4.6804300000000002E-5</c:v>
                </c:pt>
                <c:pt idx="327">
                  <c:v>4.7247299999999997E-5</c:v>
                </c:pt>
                <c:pt idx="328">
                  <c:v>4.7692199999999997E-5</c:v>
                </c:pt>
                <c:pt idx="329">
                  <c:v>4.8140099999999997E-5</c:v>
                </c:pt>
                <c:pt idx="330">
                  <c:v>4.8587000000000001E-5</c:v>
                </c:pt>
                <c:pt idx="331">
                  <c:v>4.9032500000000002E-5</c:v>
                </c:pt>
                <c:pt idx="332">
                  <c:v>4.9477500000000002E-5</c:v>
                </c:pt>
                <c:pt idx="333">
                  <c:v>4.9922300000000001E-5</c:v>
                </c:pt>
                <c:pt idx="334">
                  <c:v>5.0368299999999997E-5</c:v>
                </c:pt>
                <c:pt idx="335">
                  <c:v>5.0813899999999998E-5</c:v>
                </c:pt>
                <c:pt idx="336">
                  <c:v>5.1258499999999997E-5</c:v>
                </c:pt>
                <c:pt idx="337">
                  <c:v>5.1702400000000002E-5</c:v>
                </c:pt>
                <c:pt idx="338">
                  <c:v>5.21469E-5</c:v>
                </c:pt>
                <c:pt idx="339">
                  <c:v>5.25919E-5</c:v>
                </c:pt>
                <c:pt idx="340">
                  <c:v>5.3034300000000001E-5</c:v>
                </c:pt>
                <c:pt idx="341">
                  <c:v>5.3474199999999997E-5</c:v>
                </c:pt>
                <c:pt idx="342">
                  <c:v>5.3912899999999997E-5</c:v>
                </c:pt>
                <c:pt idx="343">
                  <c:v>5.4351999999999997E-5</c:v>
                </c:pt>
                <c:pt idx="344">
                  <c:v>5.4790999999999998E-5</c:v>
                </c:pt>
                <c:pt idx="345">
                  <c:v>5.5226699999999998E-5</c:v>
                </c:pt>
                <c:pt idx="346">
                  <c:v>5.5659999999999999E-5</c:v>
                </c:pt>
                <c:pt idx="347">
                  <c:v>5.6092099999999998E-5</c:v>
                </c:pt>
                <c:pt idx="348">
                  <c:v>5.65228E-5</c:v>
                </c:pt>
                <c:pt idx="349">
                  <c:v>5.6950100000000002E-5</c:v>
                </c:pt>
                <c:pt idx="350">
                  <c:v>5.7373800000000003E-5</c:v>
                </c:pt>
                <c:pt idx="351">
                  <c:v>5.7793200000000001E-5</c:v>
                </c:pt>
                <c:pt idx="352">
                  <c:v>5.8209599999999999E-5</c:v>
                </c:pt>
                <c:pt idx="353">
                  <c:v>5.8626499999999998E-5</c:v>
                </c:pt>
                <c:pt idx="354">
                  <c:v>5.9041700000000001E-5</c:v>
                </c:pt>
                <c:pt idx="355">
                  <c:v>5.9451499999999998E-5</c:v>
                </c:pt>
                <c:pt idx="356">
                  <c:v>5.9855999999999997E-5</c:v>
                </c:pt>
                <c:pt idx="357">
                  <c:v>6.0257599999999997E-5</c:v>
                </c:pt>
                <c:pt idx="358">
                  <c:v>6.0657299999999999E-5</c:v>
                </c:pt>
                <c:pt idx="359">
                  <c:v>6.1052300000000005E-5</c:v>
                </c:pt>
                <c:pt idx="360">
                  <c:v>6.1441399999999998E-5</c:v>
                </c:pt>
                <c:pt idx="361">
                  <c:v>6.1825899999999994E-5</c:v>
                </c:pt>
                <c:pt idx="362">
                  <c:v>6.2206799999999995E-5</c:v>
                </c:pt>
                <c:pt idx="363">
                  <c:v>6.2585199999999998E-5</c:v>
                </c:pt>
                <c:pt idx="364">
                  <c:v>6.2957899999999996E-5</c:v>
                </c:pt>
                <c:pt idx="365">
                  <c:v>6.3324599999999993E-5</c:v>
                </c:pt>
                <c:pt idx="366">
                  <c:v>6.3685199999999998E-5</c:v>
                </c:pt>
                <c:pt idx="367">
                  <c:v>6.4040800000000005E-5</c:v>
                </c:pt>
                <c:pt idx="368">
                  <c:v>6.4392899999999998E-5</c:v>
                </c:pt>
                <c:pt idx="369">
                  <c:v>6.4738200000000003E-5</c:v>
                </c:pt>
                <c:pt idx="370">
                  <c:v>6.5074999999999996E-5</c:v>
                </c:pt>
                <c:pt idx="371">
                  <c:v>6.5403399999999998E-5</c:v>
                </c:pt>
                <c:pt idx="372">
                  <c:v>6.5726899999999996E-5</c:v>
                </c:pt>
                <c:pt idx="373">
                  <c:v>6.6046900000000006E-5</c:v>
                </c:pt>
                <c:pt idx="374">
                  <c:v>6.6359700000000001E-5</c:v>
                </c:pt>
                <c:pt idx="375">
                  <c:v>6.6665800000000001E-5</c:v>
                </c:pt>
                <c:pt idx="376">
                  <c:v>6.6965599999999995E-5</c:v>
                </c:pt>
                <c:pt idx="377">
                  <c:v>6.7260200000000004E-5</c:v>
                </c:pt>
                <c:pt idx="378">
                  <c:v>6.7548900000000006E-5</c:v>
                </c:pt>
                <c:pt idx="379">
                  <c:v>6.7827699999999994E-5</c:v>
                </c:pt>
                <c:pt idx="380">
                  <c:v>6.8096599999999994E-5</c:v>
                </c:pt>
                <c:pt idx="381">
                  <c:v>6.8358300000000006E-5</c:v>
                </c:pt>
                <c:pt idx="382">
                  <c:v>6.86153E-5</c:v>
                </c:pt>
                <c:pt idx="383">
                  <c:v>6.8867000000000003E-5</c:v>
                </c:pt>
                <c:pt idx="384">
                  <c:v>6.9110900000000003E-5</c:v>
                </c:pt>
                <c:pt idx="385">
                  <c:v>6.9346599999999998E-5</c:v>
                </c:pt>
                <c:pt idx="386">
                  <c:v>6.9573000000000006E-5</c:v>
                </c:pt>
                <c:pt idx="387">
                  <c:v>6.9792699999999993E-5</c:v>
                </c:pt>
                <c:pt idx="388">
                  <c:v>7.0004099999999996E-5</c:v>
                </c:pt>
                <c:pt idx="389">
                  <c:v>7.0204599999999995E-5</c:v>
                </c:pt>
                <c:pt idx="390">
                  <c:v>7.03955E-5</c:v>
                </c:pt>
                <c:pt idx="391">
                  <c:v>7.0578699999999996E-5</c:v>
                </c:pt>
                <c:pt idx="392">
                  <c:v>7.0757200000000001E-5</c:v>
                </c:pt>
                <c:pt idx="393">
                  <c:v>7.0929199999999998E-5</c:v>
                </c:pt>
                <c:pt idx="394">
                  <c:v>7.1092299999999997E-5</c:v>
                </c:pt>
                <c:pt idx="395">
                  <c:v>7.1246200000000002E-5</c:v>
                </c:pt>
                <c:pt idx="396">
                  <c:v>7.1391900000000003E-5</c:v>
                </c:pt>
                <c:pt idx="397">
                  <c:v>7.1531699999999998E-5</c:v>
                </c:pt>
                <c:pt idx="398">
                  <c:v>7.1663399999999996E-5</c:v>
                </c:pt>
                <c:pt idx="399">
                  <c:v>7.1785699999999999E-5</c:v>
                </c:pt>
                <c:pt idx="400">
                  <c:v>7.1898199999999995E-5</c:v>
                </c:pt>
                <c:pt idx="401">
                  <c:v>7.20021E-5</c:v>
                </c:pt>
                <c:pt idx="402">
                  <c:v>7.21011E-5</c:v>
                </c:pt>
                <c:pt idx="403">
                  <c:v>7.2192899999999998E-5</c:v>
                </c:pt>
                <c:pt idx="404">
                  <c:v>7.2275700000000003E-5</c:v>
                </c:pt>
                <c:pt idx="405">
                  <c:v>7.2350199999999997E-5</c:v>
                </c:pt>
                <c:pt idx="406">
                  <c:v>7.2416799999999994E-5</c:v>
                </c:pt>
                <c:pt idx="407">
                  <c:v>7.2476499999999996E-5</c:v>
                </c:pt>
                <c:pt idx="408">
                  <c:v>7.2525899999999996E-5</c:v>
                </c:pt>
                <c:pt idx="409">
                  <c:v>7.2565100000000001E-5</c:v>
                </c:pt>
                <c:pt idx="410">
                  <c:v>7.2596799999999996E-5</c:v>
                </c:pt>
                <c:pt idx="411">
                  <c:v>7.26232E-5</c:v>
                </c:pt>
                <c:pt idx="412">
                  <c:v>7.2645500000000001E-5</c:v>
                </c:pt>
                <c:pt idx="413">
                  <c:v>7.2659500000000005E-5</c:v>
                </c:pt>
                <c:pt idx="414">
                  <c:v>7.2661400000000002E-5</c:v>
                </c:pt>
                <c:pt idx="415">
                  <c:v>7.2659300000000004E-5</c:v>
                </c:pt>
                <c:pt idx="416">
                  <c:v>7.2653300000000005E-5</c:v>
                </c:pt>
                <c:pt idx="417">
                  <c:v>7.2639399999999994E-5</c:v>
                </c:pt>
                <c:pt idx="418">
                  <c:v>7.2616399999999998E-5</c:v>
                </c:pt>
                <c:pt idx="419">
                  <c:v>7.2586100000000006E-5</c:v>
                </c:pt>
                <c:pt idx="420">
                  <c:v>7.2549800000000001E-5</c:v>
                </c:pt>
                <c:pt idx="421">
                  <c:v>7.2508600000000006E-5</c:v>
                </c:pt>
                <c:pt idx="422">
                  <c:v>7.2463000000000001E-5</c:v>
                </c:pt>
                <c:pt idx="423">
                  <c:v>7.2411100000000002E-5</c:v>
                </c:pt>
                <c:pt idx="424">
                  <c:v>7.2353299999999997E-5</c:v>
                </c:pt>
                <c:pt idx="425">
                  <c:v>7.2290200000000001E-5</c:v>
                </c:pt>
                <c:pt idx="426">
                  <c:v>7.2221699999999993E-5</c:v>
                </c:pt>
                <c:pt idx="427">
                  <c:v>7.2146900000000005E-5</c:v>
                </c:pt>
                <c:pt idx="428">
                  <c:v>7.2065100000000002E-5</c:v>
                </c:pt>
                <c:pt idx="429">
                  <c:v>7.19777E-5</c:v>
                </c:pt>
                <c:pt idx="430">
                  <c:v>7.1885199999999994E-5</c:v>
                </c:pt>
                <c:pt idx="431">
                  <c:v>7.1789E-5</c:v>
                </c:pt>
                <c:pt idx="432">
                  <c:v>7.1689100000000005E-5</c:v>
                </c:pt>
                <c:pt idx="433">
                  <c:v>7.1582199999999994E-5</c:v>
                </c:pt>
                <c:pt idx="434">
                  <c:v>7.1470200000000006E-5</c:v>
                </c:pt>
                <c:pt idx="435">
                  <c:v>7.1356300000000007E-5</c:v>
                </c:pt>
                <c:pt idx="436">
                  <c:v>7.1240400000000003E-5</c:v>
                </c:pt>
                <c:pt idx="437">
                  <c:v>7.1119399999999995E-5</c:v>
                </c:pt>
                <c:pt idx="438">
                  <c:v>7.0993600000000004E-5</c:v>
                </c:pt>
                <c:pt idx="439">
                  <c:v>7.0864400000000005E-5</c:v>
                </c:pt>
                <c:pt idx="440">
                  <c:v>7.0731700000000006E-5</c:v>
                </c:pt>
                <c:pt idx="441">
                  <c:v>7.0597600000000003E-5</c:v>
                </c:pt>
                <c:pt idx="442">
                  <c:v>7.0461699999999997E-5</c:v>
                </c:pt>
                <c:pt idx="443">
                  <c:v>7.0322900000000004E-5</c:v>
                </c:pt>
                <c:pt idx="444">
                  <c:v>7.0180700000000004E-5</c:v>
                </c:pt>
                <c:pt idx="445">
                  <c:v>7.0035299999999997E-5</c:v>
                </c:pt>
                <c:pt idx="446">
                  <c:v>6.9888999999999994E-5</c:v>
                </c:pt>
                <c:pt idx="447">
                  <c:v>6.9739499999999999E-5</c:v>
                </c:pt>
                <c:pt idx="448">
                  <c:v>6.9585400000000006E-5</c:v>
                </c:pt>
                <c:pt idx="449">
                  <c:v>6.9428699999999995E-5</c:v>
                </c:pt>
                <c:pt idx="450">
                  <c:v>6.9272199999999997E-5</c:v>
                </c:pt>
                <c:pt idx="451">
                  <c:v>6.9116100000000001E-5</c:v>
                </c:pt>
                <c:pt idx="452">
                  <c:v>6.8957399999999998E-5</c:v>
                </c:pt>
                <c:pt idx="453">
                  <c:v>6.8796199999999997E-5</c:v>
                </c:pt>
                <c:pt idx="454">
                  <c:v>6.86339E-5</c:v>
                </c:pt>
                <c:pt idx="455">
                  <c:v>6.8470800000000002E-5</c:v>
                </c:pt>
                <c:pt idx="456">
                  <c:v>6.83063E-5</c:v>
                </c:pt>
                <c:pt idx="457">
                  <c:v>6.8140399999999996E-5</c:v>
                </c:pt>
                <c:pt idx="458">
                  <c:v>6.7974100000000004E-5</c:v>
                </c:pt>
                <c:pt idx="459">
                  <c:v>6.7807300000000004E-5</c:v>
                </c:pt>
                <c:pt idx="460">
                  <c:v>6.7641300000000006E-5</c:v>
                </c:pt>
                <c:pt idx="461">
                  <c:v>6.7475299999999994E-5</c:v>
                </c:pt>
                <c:pt idx="462">
                  <c:v>6.7307900000000007E-5</c:v>
                </c:pt>
                <c:pt idx="463">
                  <c:v>6.7139799999999997E-5</c:v>
                </c:pt>
                <c:pt idx="464">
                  <c:v>6.6971000000000006E-5</c:v>
                </c:pt>
                <c:pt idx="465">
                  <c:v>6.6802600000000003E-5</c:v>
                </c:pt>
                <c:pt idx="466">
                  <c:v>6.6633799999999999E-5</c:v>
                </c:pt>
                <c:pt idx="467">
                  <c:v>6.6464200000000006E-5</c:v>
                </c:pt>
                <c:pt idx="468">
                  <c:v>6.6294600000000001E-5</c:v>
                </c:pt>
                <c:pt idx="469">
                  <c:v>6.6125399999999995E-5</c:v>
                </c:pt>
                <c:pt idx="470">
                  <c:v>6.5958399999999995E-5</c:v>
                </c:pt>
                <c:pt idx="471">
                  <c:v>6.5792100000000003E-5</c:v>
                </c:pt>
                <c:pt idx="472">
                  <c:v>6.5624900000000003E-5</c:v>
                </c:pt>
                <c:pt idx="473">
                  <c:v>6.54569E-5</c:v>
                </c:pt>
                <c:pt idx="474">
                  <c:v>6.5288800000000004E-5</c:v>
                </c:pt>
                <c:pt idx="475">
                  <c:v>6.5122499999999999E-5</c:v>
                </c:pt>
                <c:pt idx="476">
                  <c:v>6.4956799999999994E-5</c:v>
                </c:pt>
                <c:pt idx="477">
                  <c:v>6.4790999999999997E-5</c:v>
                </c:pt>
                <c:pt idx="478">
                  <c:v>6.46258E-5</c:v>
                </c:pt>
                <c:pt idx="479">
                  <c:v>6.4462199999999994E-5</c:v>
                </c:pt>
                <c:pt idx="480">
                  <c:v>6.4300499999999999E-5</c:v>
                </c:pt>
                <c:pt idx="481">
                  <c:v>6.4139600000000005E-5</c:v>
                </c:pt>
                <c:pt idx="482">
                  <c:v>6.3978800000000005E-5</c:v>
                </c:pt>
                <c:pt idx="483">
                  <c:v>6.3818200000000005E-5</c:v>
                </c:pt>
                <c:pt idx="484">
                  <c:v>6.36585E-5</c:v>
                </c:pt>
                <c:pt idx="485">
                  <c:v>6.3501000000000001E-5</c:v>
                </c:pt>
                <c:pt idx="486">
                  <c:v>6.3343799999999995E-5</c:v>
                </c:pt>
                <c:pt idx="487">
                  <c:v>6.3186299999999995E-5</c:v>
                </c:pt>
                <c:pt idx="488">
                  <c:v>6.3029900000000004E-5</c:v>
                </c:pt>
                <c:pt idx="489">
                  <c:v>6.2875100000000004E-5</c:v>
                </c:pt>
                <c:pt idx="490">
                  <c:v>6.2722E-5</c:v>
                </c:pt>
                <c:pt idx="491">
                  <c:v>6.2569899999999999E-5</c:v>
                </c:pt>
                <c:pt idx="492">
                  <c:v>6.2418199999999998E-5</c:v>
                </c:pt>
                <c:pt idx="493">
                  <c:v>6.2266899999999998E-5</c:v>
                </c:pt>
                <c:pt idx="494">
                  <c:v>6.2117800000000004E-5</c:v>
                </c:pt>
                <c:pt idx="495">
                  <c:v>6.1970200000000005E-5</c:v>
                </c:pt>
                <c:pt idx="496">
                  <c:v>6.18227E-5</c:v>
                </c:pt>
                <c:pt idx="497">
                  <c:v>6.1675199999999995E-5</c:v>
                </c:pt>
                <c:pt idx="498">
                  <c:v>6.1529E-5</c:v>
                </c:pt>
                <c:pt idx="499">
                  <c:v>6.1385799999999998E-5</c:v>
                </c:pt>
                <c:pt idx="500">
                  <c:v>6.1243799999999998E-5</c:v>
                </c:pt>
                <c:pt idx="501">
                  <c:v>6.1101399999999997E-5</c:v>
                </c:pt>
                <c:pt idx="502">
                  <c:v>6.09604E-5</c:v>
                </c:pt>
                <c:pt idx="503">
                  <c:v>6.08215E-5</c:v>
                </c:pt>
                <c:pt idx="504">
                  <c:v>6.0684399999999998E-5</c:v>
                </c:pt>
                <c:pt idx="505">
                  <c:v>6.0547899999999997E-5</c:v>
                </c:pt>
                <c:pt idx="506">
                  <c:v>6.0411800000000003E-5</c:v>
                </c:pt>
                <c:pt idx="507">
                  <c:v>6.0277199999999999E-5</c:v>
                </c:pt>
                <c:pt idx="508">
                  <c:v>6.0143599999999998E-5</c:v>
                </c:pt>
                <c:pt idx="509">
                  <c:v>6.00115E-5</c:v>
                </c:pt>
                <c:pt idx="510">
                  <c:v>5.9881499999999999E-5</c:v>
                </c:pt>
                <c:pt idx="511">
                  <c:v>5.9753000000000002E-5</c:v>
                </c:pt>
                <c:pt idx="512">
                  <c:v>5.96253E-5</c:v>
                </c:pt>
                <c:pt idx="513">
                  <c:v>5.9497999999999999E-5</c:v>
                </c:pt>
                <c:pt idx="514">
                  <c:v>5.9372400000000001E-5</c:v>
                </c:pt>
                <c:pt idx="515">
                  <c:v>5.9248700000000001E-5</c:v>
                </c:pt>
                <c:pt idx="516">
                  <c:v>5.9125100000000001E-5</c:v>
                </c:pt>
                <c:pt idx="517">
                  <c:v>5.9001900000000002E-5</c:v>
                </c:pt>
                <c:pt idx="518">
                  <c:v>5.8880900000000001E-5</c:v>
                </c:pt>
                <c:pt idx="519">
                  <c:v>5.8761600000000003E-5</c:v>
                </c:pt>
                <c:pt idx="520">
                  <c:v>5.86426E-5</c:v>
                </c:pt>
                <c:pt idx="521">
                  <c:v>5.8524899999999999E-5</c:v>
                </c:pt>
                <c:pt idx="522">
                  <c:v>5.8408900000000002E-5</c:v>
                </c:pt>
                <c:pt idx="523">
                  <c:v>5.82935E-5</c:v>
                </c:pt>
                <c:pt idx="524">
                  <c:v>5.81793E-5</c:v>
                </c:pt>
                <c:pt idx="525">
                  <c:v>5.8066000000000003E-5</c:v>
                </c:pt>
                <c:pt idx="526">
                  <c:v>5.7952599999999998E-5</c:v>
                </c:pt>
                <c:pt idx="527">
                  <c:v>5.7840000000000002E-5</c:v>
                </c:pt>
                <c:pt idx="528">
                  <c:v>5.7729400000000003E-5</c:v>
                </c:pt>
                <c:pt idx="529">
                  <c:v>5.7620400000000001E-5</c:v>
                </c:pt>
                <c:pt idx="530">
                  <c:v>5.7512100000000001E-5</c:v>
                </c:pt>
                <c:pt idx="531">
                  <c:v>5.7404100000000002E-5</c:v>
                </c:pt>
                <c:pt idx="532">
                  <c:v>5.7296799999999997E-5</c:v>
                </c:pt>
                <c:pt idx="533">
                  <c:v>5.7190900000000002E-5</c:v>
                </c:pt>
                <c:pt idx="534">
                  <c:v>5.7086400000000003E-5</c:v>
                </c:pt>
                <c:pt idx="535">
                  <c:v>5.6982399999999998E-5</c:v>
                </c:pt>
                <c:pt idx="536">
                  <c:v>5.6878900000000002E-5</c:v>
                </c:pt>
                <c:pt idx="537">
                  <c:v>5.6777000000000002E-5</c:v>
                </c:pt>
                <c:pt idx="538">
                  <c:v>5.6677E-5</c:v>
                </c:pt>
                <c:pt idx="539">
                  <c:v>5.6577299999999998E-5</c:v>
                </c:pt>
                <c:pt idx="540">
                  <c:v>5.6478299999999998E-5</c:v>
                </c:pt>
                <c:pt idx="541">
                  <c:v>5.6381100000000001E-5</c:v>
                </c:pt>
                <c:pt idx="542">
                  <c:v>5.6285200000000001E-5</c:v>
                </c:pt>
                <c:pt idx="543">
                  <c:v>5.6190699999999997E-5</c:v>
                </c:pt>
                <c:pt idx="544">
                  <c:v>5.6097000000000002E-5</c:v>
                </c:pt>
                <c:pt idx="545">
                  <c:v>5.6002899999999999E-5</c:v>
                </c:pt>
                <c:pt idx="546">
                  <c:v>5.5909200000000003E-5</c:v>
                </c:pt>
                <c:pt idx="547">
                  <c:v>5.5816200000000003E-5</c:v>
                </c:pt>
                <c:pt idx="548">
                  <c:v>5.5724699999999999E-5</c:v>
                </c:pt>
                <c:pt idx="549">
                  <c:v>5.5634000000000003E-5</c:v>
                </c:pt>
                <c:pt idx="550">
                  <c:v>5.5543900000000002E-5</c:v>
                </c:pt>
                <c:pt idx="551">
                  <c:v>5.5454200000000002E-5</c:v>
                </c:pt>
                <c:pt idx="552">
                  <c:v>5.5365699999999997E-5</c:v>
                </c:pt>
                <c:pt idx="553">
                  <c:v>5.5279299999999998E-5</c:v>
                </c:pt>
                <c:pt idx="554">
                  <c:v>5.5193199999999999E-5</c:v>
                </c:pt>
                <c:pt idx="555">
                  <c:v>5.5107500000000001E-5</c:v>
                </c:pt>
                <c:pt idx="556">
                  <c:v>5.5022799999999998E-5</c:v>
                </c:pt>
                <c:pt idx="557">
                  <c:v>5.4938200000000002E-5</c:v>
                </c:pt>
                <c:pt idx="558">
                  <c:v>5.4854300000000001E-5</c:v>
                </c:pt>
                <c:pt idx="559">
                  <c:v>5.4772199999999997E-5</c:v>
                </c:pt>
                <c:pt idx="560">
                  <c:v>5.4691000000000002E-5</c:v>
                </c:pt>
                <c:pt idx="561">
                  <c:v>5.4610000000000001E-5</c:v>
                </c:pt>
                <c:pt idx="562">
                  <c:v>5.45295E-5</c:v>
                </c:pt>
                <c:pt idx="563">
                  <c:v>5.4450500000000003E-5</c:v>
                </c:pt>
                <c:pt idx="564">
                  <c:v>5.4372100000000001E-5</c:v>
                </c:pt>
                <c:pt idx="565">
                  <c:v>5.4294199999999999E-5</c:v>
                </c:pt>
                <c:pt idx="566">
                  <c:v>5.42172E-5</c:v>
                </c:pt>
                <c:pt idx="567">
                  <c:v>5.4141000000000002E-5</c:v>
                </c:pt>
                <c:pt idx="568">
                  <c:v>5.40659E-5</c:v>
                </c:pt>
                <c:pt idx="569">
                  <c:v>5.3991099999999999E-5</c:v>
                </c:pt>
                <c:pt idx="570">
                  <c:v>5.3916099999999997E-5</c:v>
                </c:pt>
                <c:pt idx="571">
                  <c:v>5.3841899999999997E-5</c:v>
                </c:pt>
                <c:pt idx="572">
                  <c:v>5.3769700000000001E-5</c:v>
                </c:pt>
                <c:pt idx="573">
                  <c:v>5.36981E-5</c:v>
                </c:pt>
                <c:pt idx="574">
                  <c:v>5.3626299999999998E-5</c:v>
                </c:pt>
                <c:pt idx="575">
                  <c:v>5.35557E-5</c:v>
                </c:pt>
                <c:pt idx="576">
                  <c:v>5.3486100000000003E-5</c:v>
                </c:pt>
                <c:pt idx="577">
                  <c:v>5.34168E-5</c:v>
                </c:pt>
                <c:pt idx="578">
                  <c:v>5.33487E-5</c:v>
                </c:pt>
                <c:pt idx="579">
                  <c:v>5.32809E-5</c:v>
                </c:pt>
                <c:pt idx="580">
                  <c:v>5.3213400000000001E-5</c:v>
                </c:pt>
                <c:pt idx="581">
                  <c:v>5.3147599999999999E-5</c:v>
                </c:pt>
                <c:pt idx="582">
                  <c:v>5.3083400000000001E-5</c:v>
                </c:pt>
                <c:pt idx="583">
                  <c:v>5.3018600000000001E-5</c:v>
                </c:pt>
                <c:pt idx="584">
                  <c:v>5.29532E-5</c:v>
                </c:pt>
                <c:pt idx="585">
                  <c:v>5.28884E-5</c:v>
                </c:pt>
                <c:pt idx="586">
                  <c:v>5.2824400000000002E-5</c:v>
                </c:pt>
                <c:pt idx="587">
                  <c:v>5.27616E-5</c:v>
                </c:pt>
                <c:pt idx="588">
                  <c:v>5.2698899999999998E-5</c:v>
                </c:pt>
                <c:pt idx="589">
                  <c:v>5.2636200000000003E-5</c:v>
                </c:pt>
                <c:pt idx="590">
                  <c:v>5.2575099999999997E-5</c:v>
                </c:pt>
                <c:pt idx="591">
                  <c:v>5.2515300000000002E-5</c:v>
                </c:pt>
                <c:pt idx="592">
                  <c:v>5.2456600000000002E-5</c:v>
                </c:pt>
                <c:pt idx="593">
                  <c:v>5.2397800000000002E-5</c:v>
                </c:pt>
                <c:pt idx="594">
                  <c:v>5.23384E-5</c:v>
                </c:pt>
                <c:pt idx="595">
                  <c:v>5.22795E-5</c:v>
                </c:pt>
                <c:pt idx="596">
                  <c:v>5.2222000000000002E-5</c:v>
                </c:pt>
                <c:pt idx="597">
                  <c:v>5.2165900000000001E-5</c:v>
                </c:pt>
                <c:pt idx="598">
                  <c:v>5.2109299999999999E-5</c:v>
                </c:pt>
                <c:pt idx="599">
                  <c:v>5.2053099999999998E-5</c:v>
                </c:pt>
                <c:pt idx="600">
                  <c:v>5.1997799999999999E-5</c:v>
                </c:pt>
                <c:pt idx="601">
                  <c:v>5.1943300000000001E-5</c:v>
                </c:pt>
                <c:pt idx="602">
                  <c:v>5.1889599999999999E-5</c:v>
                </c:pt>
                <c:pt idx="603">
                  <c:v>5.1835900000000003E-5</c:v>
                </c:pt>
                <c:pt idx="604">
                  <c:v>5.17821E-5</c:v>
                </c:pt>
                <c:pt idx="605">
                  <c:v>5.1729099999999999E-5</c:v>
                </c:pt>
                <c:pt idx="606">
                  <c:v>5.1676499999999999E-5</c:v>
                </c:pt>
                <c:pt idx="607">
                  <c:v>5.1624800000000001E-5</c:v>
                </c:pt>
                <c:pt idx="608">
                  <c:v>5.1573999999999998E-5</c:v>
                </c:pt>
                <c:pt idx="609">
                  <c:v>5.1524000000000003E-5</c:v>
                </c:pt>
                <c:pt idx="610">
                  <c:v>5.1473500000000001E-5</c:v>
                </c:pt>
                <c:pt idx="611">
                  <c:v>5.1422599999999998E-5</c:v>
                </c:pt>
                <c:pt idx="612">
                  <c:v>5.1372699999999997E-5</c:v>
                </c:pt>
                <c:pt idx="613">
                  <c:v>5.1323699999999998E-5</c:v>
                </c:pt>
                <c:pt idx="614">
                  <c:v>5.1275500000000001E-5</c:v>
                </c:pt>
                <c:pt idx="615">
                  <c:v>5.1227599999999997E-5</c:v>
                </c:pt>
                <c:pt idx="616">
                  <c:v>5.1180200000000002E-5</c:v>
                </c:pt>
                <c:pt idx="617">
                  <c:v>5.1134200000000002E-5</c:v>
                </c:pt>
                <c:pt idx="618">
                  <c:v>5.1088999999999998E-5</c:v>
                </c:pt>
                <c:pt idx="619">
                  <c:v>5.1044200000000002E-5</c:v>
                </c:pt>
                <c:pt idx="620">
                  <c:v>5.0998899999999997E-5</c:v>
                </c:pt>
                <c:pt idx="621">
                  <c:v>5.0954E-5</c:v>
                </c:pt>
                <c:pt idx="622">
                  <c:v>5.0909599999999998E-5</c:v>
                </c:pt>
                <c:pt idx="623">
                  <c:v>5.0864600000000001E-5</c:v>
                </c:pt>
                <c:pt idx="624">
                  <c:v>5.0820199999999998E-5</c:v>
                </c:pt>
                <c:pt idx="625">
                  <c:v>5.0776999999999999E-5</c:v>
                </c:pt>
                <c:pt idx="626">
                  <c:v>5.07346E-5</c:v>
                </c:pt>
                <c:pt idx="627">
                  <c:v>5.0693099999999998E-5</c:v>
                </c:pt>
                <c:pt idx="628">
                  <c:v>5.0651700000000002E-5</c:v>
                </c:pt>
                <c:pt idx="629">
                  <c:v>5.0610099999999998E-5</c:v>
                </c:pt>
                <c:pt idx="630">
                  <c:v>5.0568500000000002E-5</c:v>
                </c:pt>
                <c:pt idx="631">
                  <c:v>5.0527600000000001E-5</c:v>
                </c:pt>
                <c:pt idx="632">
                  <c:v>5.0488100000000002E-5</c:v>
                </c:pt>
                <c:pt idx="633">
                  <c:v>5.0448999999999998E-5</c:v>
                </c:pt>
                <c:pt idx="634">
                  <c:v>5.04101E-5</c:v>
                </c:pt>
                <c:pt idx="635">
                  <c:v>5.0370800000000002E-5</c:v>
                </c:pt>
                <c:pt idx="636">
                  <c:v>5.0331799999999998E-5</c:v>
                </c:pt>
                <c:pt idx="637">
                  <c:v>5.0293400000000002E-5</c:v>
                </c:pt>
                <c:pt idx="638">
                  <c:v>5.0256000000000001E-5</c:v>
                </c:pt>
                <c:pt idx="639">
                  <c:v>5.0219600000000003E-5</c:v>
                </c:pt>
                <c:pt idx="640">
                  <c:v>5.0183199999999998E-5</c:v>
                </c:pt>
                <c:pt idx="641">
                  <c:v>5.0148000000000002E-5</c:v>
                </c:pt>
                <c:pt idx="642">
                  <c:v>5.0112899999999999E-5</c:v>
                </c:pt>
                <c:pt idx="643">
                  <c:v>5.0077700000000003E-5</c:v>
                </c:pt>
                <c:pt idx="644">
                  <c:v>5.0043600000000003E-5</c:v>
                </c:pt>
                <c:pt idx="645">
                  <c:v>5.0009400000000003E-5</c:v>
                </c:pt>
                <c:pt idx="646">
                  <c:v>4.9975400000000003E-5</c:v>
                </c:pt>
                <c:pt idx="647">
                  <c:v>4.9941700000000003E-5</c:v>
                </c:pt>
                <c:pt idx="648">
                  <c:v>4.9908599999999998E-5</c:v>
                </c:pt>
                <c:pt idx="649">
                  <c:v>4.9875700000000001E-5</c:v>
                </c:pt>
                <c:pt idx="650">
                  <c:v>4.9842800000000003E-5</c:v>
                </c:pt>
                <c:pt idx="651">
                  <c:v>4.9810900000000001E-5</c:v>
                </c:pt>
                <c:pt idx="652">
                  <c:v>4.9779199999999999E-5</c:v>
                </c:pt>
                <c:pt idx="653">
                  <c:v>4.9747099999999997E-5</c:v>
                </c:pt>
                <c:pt idx="654">
                  <c:v>4.9715700000000002E-5</c:v>
                </c:pt>
                <c:pt idx="655">
                  <c:v>4.9685299999999997E-5</c:v>
                </c:pt>
                <c:pt idx="656">
                  <c:v>4.9655599999999999E-5</c:v>
                </c:pt>
                <c:pt idx="657">
                  <c:v>4.9625900000000002E-5</c:v>
                </c:pt>
                <c:pt idx="658">
                  <c:v>4.9596099999999998E-5</c:v>
                </c:pt>
                <c:pt idx="659">
                  <c:v>4.9566700000000001E-5</c:v>
                </c:pt>
                <c:pt idx="660">
                  <c:v>4.9537399999999998E-5</c:v>
                </c:pt>
                <c:pt idx="661">
                  <c:v>4.9508900000000003E-5</c:v>
                </c:pt>
                <c:pt idx="662">
                  <c:v>4.94799E-5</c:v>
                </c:pt>
                <c:pt idx="663">
                  <c:v>4.9450799999999998E-5</c:v>
                </c:pt>
                <c:pt idx="664">
                  <c:v>4.9422799999999997E-5</c:v>
                </c:pt>
                <c:pt idx="665">
                  <c:v>4.9394799999999997E-5</c:v>
                </c:pt>
                <c:pt idx="666">
                  <c:v>4.9367099999999997E-5</c:v>
                </c:pt>
                <c:pt idx="667">
                  <c:v>4.93407E-5</c:v>
                </c:pt>
                <c:pt idx="668">
                  <c:v>4.9314300000000003E-5</c:v>
                </c:pt>
                <c:pt idx="669">
                  <c:v>4.9287199999999998E-5</c:v>
                </c:pt>
                <c:pt idx="670">
                  <c:v>4.9260600000000001E-5</c:v>
                </c:pt>
                <c:pt idx="671">
                  <c:v>4.9235099999999999E-5</c:v>
                </c:pt>
                <c:pt idx="672">
                  <c:v>4.9209499999999997E-5</c:v>
                </c:pt>
                <c:pt idx="673">
                  <c:v>4.9183600000000001E-5</c:v>
                </c:pt>
                <c:pt idx="674">
                  <c:v>4.9157799999999999E-5</c:v>
                </c:pt>
                <c:pt idx="675">
                  <c:v>4.9132299999999997E-5</c:v>
                </c:pt>
                <c:pt idx="676">
                  <c:v>4.9107499999999997E-5</c:v>
                </c:pt>
                <c:pt idx="677">
                  <c:v>4.9083399999999998E-5</c:v>
                </c:pt>
                <c:pt idx="678">
                  <c:v>4.90595E-5</c:v>
                </c:pt>
                <c:pt idx="679">
                  <c:v>4.9036000000000003E-5</c:v>
                </c:pt>
                <c:pt idx="680">
                  <c:v>4.9013E-5</c:v>
                </c:pt>
                <c:pt idx="681">
                  <c:v>4.8989900000000003E-5</c:v>
                </c:pt>
                <c:pt idx="682">
                  <c:v>4.89666E-5</c:v>
                </c:pt>
                <c:pt idx="683">
                  <c:v>4.8943599999999997E-5</c:v>
                </c:pt>
                <c:pt idx="684">
                  <c:v>4.89206E-5</c:v>
                </c:pt>
                <c:pt idx="685">
                  <c:v>4.8898199999999999E-5</c:v>
                </c:pt>
                <c:pt idx="686">
                  <c:v>4.8876399999999998E-5</c:v>
                </c:pt>
                <c:pt idx="687">
                  <c:v>4.8854399999999998E-5</c:v>
                </c:pt>
                <c:pt idx="688">
                  <c:v>4.8832999999999998E-5</c:v>
                </c:pt>
                <c:pt idx="689">
                  <c:v>4.88124E-5</c:v>
                </c:pt>
                <c:pt idx="690">
                  <c:v>4.8791600000000002E-5</c:v>
                </c:pt>
                <c:pt idx="691">
                  <c:v>4.8770799999999997E-5</c:v>
                </c:pt>
                <c:pt idx="692">
                  <c:v>4.87502E-5</c:v>
                </c:pt>
                <c:pt idx="693">
                  <c:v>4.8729900000000002E-5</c:v>
                </c:pt>
                <c:pt idx="694">
                  <c:v>4.8710800000000001E-5</c:v>
                </c:pt>
                <c:pt idx="695">
                  <c:v>4.8692500000000002E-5</c:v>
                </c:pt>
                <c:pt idx="696">
                  <c:v>4.8673800000000001E-5</c:v>
                </c:pt>
                <c:pt idx="697">
                  <c:v>4.86548E-5</c:v>
                </c:pt>
                <c:pt idx="698">
                  <c:v>4.8636600000000001E-5</c:v>
                </c:pt>
                <c:pt idx="699">
                  <c:v>4.8619299999999997E-5</c:v>
                </c:pt>
                <c:pt idx="700">
                  <c:v>4.86019E-5</c:v>
                </c:pt>
                <c:pt idx="701">
                  <c:v>4.8584500000000002E-5</c:v>
                </c:pt>
                <c:pt idx="702">
                  <c:v>4.8567099999999998E-5</c:v>
                </c:pt>
                <c:pt idx="703">
                  <c:v>4.85495E-5</c:v>
                </c:pt>
                <c:pt idx="704">
                  <c:v>4.8532500000000003E-5</c:v>
                </c:pt>
                <c:pt idx="705">
                  <c:v>4.8516400000000002E-5</c:v>
                </c:pt>
                <c:pt idx="706">
                  <c:v>4.85E-5</c:v>
                </c:pt>
                <c:pt idx="707">
                  <c:v>4.8483799999999998E-5</c:v>
                </c:pt>
                <c:pt idx="708">
                  <c:v>4.8467899999999997E-5</c:v>
                </c:pt>
                <c:pt idx="709">
                  <c:v>4.8452399999999997E-5</c:v>
                </c:pt>
                <c:pt idx="710">
                  <c:v>4.8436899999999997E-5</c:v>
                </c:pt>
                <c:pt idx="711">
                  <c:v>4.8421000000000003E-5</c:v>
                </c:pt>
                <c:pt idx="712">
                  <c:v>4.8406399999999998E-5</c:v>
                </c:pt>
                <c:pt idx="713">
                  <c:v>4.8392900000000002E-5</c:v>
                </c:pt>
                <c:pt idx="714">
                  <c:v>4.8378899999999999E-5</c:v>
                </c:pt>
                <c:pt idx="715">
                  <c:v>4.8365400000000003E-5</c:v>
                </c:pt>
                <c:pt idx="716">
                  <c:v>4.8352000000000001E-5</c:v>
                </c:pt>
                <c:pt idx="717">
                  <c:v>4.8338099999999997E-5</c:v>
                </c:pt>
                <c:pt idx="718">
                  <c:v>4.8324300000000001E-5</c:v>
                </c:pt>
                <c:pt idx="719">
                  <c:v>4.83114E-5</c:v>
                </c:pt>
                <c:pt idx="720">
                  <c:v>4.82991E-5</c:v>
                </c:pt>
                <c:pt idx="721">
                  <c:v>4.8287E-5</c:v>
                </c:pt>
                <c:pt idx="722">
                  <c:v>4.8275100000000001E-5</c:v>
                </c:pt>
                <c:pt idx="723">
                  <c:v>4.8263100000000002E-5</c:v>
                </c:pt>
                <c:pt idx="724">
                  <c:v>4.8251999999999998E-5</c:v>
                </c:pt>
                <c:pt idx="725">
                  <c:v>4.8241100000000001E-5</c:v>
                </c:pt>
                <c:pt idx="726">
                  <c:v>4.8229100000000002E-5</c:v>
                </c:pt>
                <c:pt idx="727">
                  <c:v>4.8218099999999998E-5</c:v>
                </c:pt>
                <c:pt idx="728">
                  <c:v>4.8208299999999997E-5</c:v>
                </c:pt>
                <c:pt idx="729">
                  <c:v>4.8198700000000003E-5</c:v>
                </c:pt>
                <c:pt idx="730">
                  <c:v>4.8189500000000003E-5</c:v>
                </c:pt>
                <c:pt idx="731">
                  <c:v>4.8180399999999997E-5</c:v>
                </c:pt>
                <c:pt idx="732">
                  <c:v>4.8170700000000003E-5</c:v>
                </c:pt>
                <c:pt idx="733">
                  <c:v>4.8161899999999997E-5</c:v>
                </c:pt>
                <c:pt idx="734">
                  <c:v>4.8154500000000001E-5</c:v>
                </c:pt>
                <c:pt idx="735">
                  <c:v>4.8146100000000003E-5</c:v>
                </c:pt>
                <c:pt idx="736">
                  <c:v>4.8137799999999998E-5</c:v>
                </c:pt>
                <c:pt idx="737">
                  <c:v>4.8130600000000003E-5</c:v>
                </c:pt>
                <c:pt idx="738">
                  <c:v>4.8123500000000001E-5</c:v>
                </c:pt>
                <c:pt idx="739">
                  <c:v>4.8115999999999998E-5</c:v>
                </c:pt>
                <c:pt idx="740">
                  <c:v>4.8108600000000002E-5</c:v>
                </c:pt>
                <c:pt idx="741">
                  <c:v>4.8102100000000001E-5</c:v>
                </c:pt>
                <c:pt idx="742">
                  <c:v>4.8095900000000001E-5</c:v>
                </c:pt>
                <c:pt idx="743">
                  <c:v>4.8090000000000002E-5</c:v>
                </c:pt>
                <c:pt idx="744">
                  <c:v>4.8084499999999997E-5</c:v>
                </c:pt>
                <c:pt idx="745">
                  <c:v>4.8079499999999999E-5</c:v>
                </c:pt>
                <c:pt idx="746">
                  <c:v>4.8074200000000001E-5</c:v>
                </c:pt>
                <c:pt idx="747">
                  <c:v>4.8069099999999997E-5</c:v>
                </c:pt>
                <c:pt idx="748">
                  <c:v>4.8064600000000001E-5</c:v>
                </c:pt>
                <c:pt idx="749">
                  <c:v>4.8060499999999998E-5</c:v>
                </c:pt>
                <c:pt idx="750">
                  <c:v>4.8056799999999997E-5</c:v>
                </c:pt>
                <c:pt idx="751">
                  <c:v>4.8052700000000002E-5</c:v>
                </c:pt>
                <c:pt idx="752">
                  <c:v>4.8048399999999999E-5</c:v>
                </c:pt>
                <c:pt idx="753">
                  <c:v>4.8045099999999998E-5</c:v>
                </c:pt>
                <c:pt idx="754">
                  <c:v>4.8041999999999998E-5</c:v>
                </c:pt>
                <c:pt idx="755">
                  <c:v>4.8038999999999999E-5</c:v>
                </c:pt>
                <c:pt idx="756">
                  <c:v>4.80364E-5</c:v>
                </c:pt>
                <c:pt idx="757">
                  <c:v>4.8033900000000001E-5</c:v>
                </c:pt>
                <c:pt idx="758">
                  <c:v>4.8031899999999997E-5</c:v>
                </c:pt>
                <c:pt idx="759">
                  <c:v>4.8029999999999999E-5</c:v>
                </c:pt>
                <c:pt idx="760">
                  <c:v>4.8028100000000002E-5</c:v>
                </c:pt>
                <c:pt idx="761">
                  <c:v>4.80271E-5</c:v>
                </c:pt>
                <c:pt idx="762">
                  <c:v>4.8026399999999998E-5</c:v>
                </c:pt>
                <c:pt idx="763">
                  <c:v>4.8025400000000003E-5</c:v>
                </c:pt>
                <c:pt idx="764">
                  <c:v>4.8025400000000003E-5</c:v>
                </c:pt>
                <c:pt idx="765">
                  <c:v>4.8025400000000003E-5</c:v>
                </c:pt>
                <c:pt idx="766">
                  <c:v>4.8025400000000003E-5</c:v>
                </c:pt>
                <c:pt idx="767">
                  <c:v>4.8025500000000003E-5</c:v>
                </c:pt>
                <c:pt idx="768">
                  <c:v>4.8025799999999997E-5</c:v>
                </c:pt>
                <c:pt idx="769">
                  <c:v>4.8026399999999998E-5</c:v>
                </c:pt>
                <c:pt idx="770">
                  <c:v>4.8026699999999999E-5</c:v>
                </c:pt>
                <c:pt idx="771">
                  <c:v>4.8027600000000001E-5</c:v>
                </c:pt>
                <c:pt idx="772">
                  <c:v>4.8029099999999997E-5</c:v>
                </c:pt>
                <c:pt idx="773">
                  <c:v>4.8031600000000003E-5</c:v>
                </c:pt>
                <c:pt idx="774">
                  <c:v>4.8035099999999997E-5</c:v>
                </c:pt>
                <c:pt idx="775">
                  <c:v>4.8038199999999997E-5</c:v>
                </c:pt>
                <c:pt idx="776">
                  <c:v>4.8040000000000001E-5</c:v>
                </c:pt>
                <c:pt idx="777">
                  <c:v>4.8041499999999997E-5</c:v>
                </c:pt>
                <c:pt idx="778">
                  <c:v>4.8044000000000003E-5</c:v>
                </c:pt>
                <c:pt idx="779">
                  <c:v>4.8046400000000001E-5</c:v>
                </c:pt>
                <c:pt idx="780">
                  <c:v>4.8048499999999999E-5</c:v>
                </c:pt>
                <c:pt idx="781">
                  <c:v>4.80519E-5</c:v>
                </c:pt>
                <c:pt idx="782">
                  <c:v>4.8056600000000003E-5</c:v>
                </c:pt>
                <c:pt idx="783">
                  <c:v>4.8061800000000001E-5</c:v>
                </c:pt>
                <c:pt idx="784">
                  <c:v>4.8066999999999999E-5</c:v>
                </c:pt>
                <c:pt idx="785">
                  <c:v>4.8071600000000002E-5</c:v>
                </c:pt>
                <c:pt idx="786">
                  <c:v>4.80768E-5</c:v>
                </c:pt>
                <c:pt idx="787">
                  <c:v>4.8083300000000001E-5</c:v>
                </c:pt>
                <c:pt idx="788">
                  <c:v>4.8089500000000001E-5</c:v>
                </c:pt>
                <c:pt idx="789">
                  <c:v>4.80951E-5</c:v>
                </c:pt>
                <c:pt idx="790">
                  <c:v>4.8100999999999999E-5</c:v>
                </c:pt>
                <c:pt idx="791">
                  <c:v>4.8106799999999998E-5</c:v>
                </c:pt>
                <c:pt idx="792">
                  <c:v>4.8113399999999999E-5</c:v>
                </c:pt>
                <c:pt idx="793">
                  <c:v>4.8121300000000003E-5</c:v>
                </c:pt>
                <c:pt idx="794">
                  <c:v>4.8129900000000001E-5</c:v>
                </c:pt>
                <c:pt idx="795">
                  <c:v>4.8137899999999999E-5</c:v>
                </c:pt>
                <c:pt idx="796">
                  <c:v>4.8145400000000002E-5</c:v>
                </c:pt>
                <c:pt idx="797">
                  <c:v>4.81538E-5</c:v>
                </c:pt>
                <c:pt idx="798">
                  <c:v>4.8162699999999999E-5</c:v>
                </c:pt>
                <c:pt idx="799">
                  <c:v>4.8171599999999998E-5</c:v>
                </c:pt>
                <c:pt idx="800">
                  <c:v>4.8180799999999998E-5</c:v>
                </c:pt>
                <c:pt idx="801">
                  <c:v>4.8190199999999998E-5</c:v>
                </c:pt>
                <c:pt idx="802">
                  <c:v>4.8199699999999999E-5</c:v>
                </c:pt>
                <c:pt idx="803">
                  <c:v>4.82094E-5</c:v>
                </c:pt>
                <c:pt idx="804">
                  <c:v>4.8219700000000002E-5</c:v>
                </c:pt>
                <c:pt idx="805">
                  <c:v>4.8230299999999998E-5</c:v>
                </c:pt>
                <c:pt idx="806">
                  <c:v>4.82406E-5</c:v>
                </c:pt>
                <c:pt idx="807">
                  <c:v>4.8252099999999998E-5</c:v>
                </c:pt>
                <c:pt idx="808">
                  <c:v>4.8264099999999998E-5</c:v>
                </c:pt>
                <c:pt idx="809">
                  <c:v>4.8275800000000003E-5</c:v>
                </c:pt>
                <c:pt idx="810">
                  <c:v>4.8287600000000002E-5</c:v>
                </c:pt>
                <c:pt idx="811">
                  <c:v>4.8300700000000003E-5</c:v>
                </c:pt>
                <c:pt idx="812">
                  <c:v>4.8313799999999998E-5</c:v>
                </c:pt>
                <c:pt idx="813">
                  <c:v>4.8327E-5</c:v>
                </c:pt>
                <c:pt idx="814">
                  <c:v>4.8340900000000003E-5</c:v>
                </c:pt>
                <c:pt idx="815">
                  <c:v>4.8355200000000001E-5</c:v>
                </c:pt>
                <c:pt idx="816">
                  <c:v>4.8369399999999998E-5</c:v>
                </c:pt>
                <c:pt idx="817">
                  <c:v>4.8384000000000003E-5</c:v>
                </c:pt>
                <c:pt idx="818">
                  <c:v>4.8399200000000002E-5</c:v>
                </c:pt>
                <c:pt idx="819">
                  <c:v>4.8413900000000001E-5</c:v>
                </c:pt>
                <c:pt idx="820">
                  <c:v>4.8428299999999998E-5</c:v>
                </c:pt>
                <c:pt idx="821">
                  <c:v>4.8445100000000001E-5</c:v>
                </c:pt>
                <c:pt idx="822">
                  <c:v>4.8464400000000003E-5</c:v>
                </c:pt>
                <c:pt idx="823">
                  <c:v>4.8483799999999998E-5</c:v>
                </c:pt>
                <c:pt idx="824">
                  <c:v>4.8502299999999998E-5</c:v>
                </c:pt>
                <c:pt idx="825">
                  <c:v>4.8520000000000003E-5</c:v>
                </c:pt>
                <c:pt idx="826">
                  <c:v>4.8538999999999997E-5</c:v>
                </c:pt>
                <c:pt idx="827">
                  <c:v>4.8558299999999999E-5</c:v>
                </c:pt>
                <c:pt idx="828">
                  <c:v>4.8576299999999998E-5</c:v>
                </c:pt>
                <c:pt idx="829">
                  <c:v>4.8594799999999998E-5</c:v>
                </c:pt>
                <c:pt idx="830">
                  <c:v>4.86144E-5</c:v>
                </c:pt>
                <c:pt idx="831">
                  <c:v>4.8634000000000002E-5</c:v>
                </c:pt>
                <c:pt idx="832">
                  <c:v>4.8653699999999998E-5</c:v>
                </c:pt>
                <c:pt idx="833">
                  <c:v>4.8674200000000002E-5</c:v>
                </c:pt>
                <c:pt idx="834">
                  <c:v>4.86949E-5</c:v>
                </c:pt>
                <c:pt idx="835">
                  <c:v>4.87162E-5</c:v>
                </c:pt>
                <c:pt idx="836">
                  <c:v>4.8737699999999999E-5</c:v>
                </c:pt>
                <c:pt idx="837">
                  <c:v>4.8758899999999998E-5</c:v>
                </c:pt>
                <c:pt idx="838">
                  <c:v>4.8780199999999998E-5</c:v>
                </c:pt>
                <c:pt idx="839">
                  <c:v>4.8801599999999997E-5</c:v>
                </c:pt>
                <c:pt idx="840">
                  <c:v>4.8823499999999998E-5</c:v>
                </c:pt>
                <c:pt idx="841">
                  <c:v>4.8845899999999999E-5</c:v>
                </c:pt>
                <c:pt idx="842">
                  <c:v>4.8869000000000003E-5</c:v>
                </c:pt>
                <c:pt idx="843">
                  <c:v>4.88926E-5</c:v>
                </c:pt>
                <c:pt idx="844">
                  <c:v>4.8916399999999998E-5</c:v>
                </c:pt>
                <c:pt idx="845">
                  <c:v>4.8940599999999997E-5</c:v>
                </c:pt>
                <c:pt idx="846">
                  <c:v>4.8965399999999997E-5</c:v>
                </c:pt>
                <c:pt idx="847">
                  <c:v>4.8990399999999998E-5</c:v>
                </c:pt>
                <c:pt idx="848">
                  <c:v>4.9015899999999999E-5</c:v>
                </c:pt>
                <c:pt idx="849">
                  <c:v>4.9041800000000002E-5</c:v>
                </c:pt>
                <c:pt idx="850">
                  <c:v>4.9068399999999999E-5</c:v>
                </c:pt>
                <c:pt idx="851">
                  <c:v>4.9095199999999997E-5</c:v>
                </c:pt>
                <c:pt idx="852">
                  <c:v>4.9121900000000001E-5</c:v>
                </c:pt>
                <c:pt idx="853">
                  <c:v>4.9149400000000001E-5</c:v>
                </c:pt>
                <c:pt idx="854">
                  <c:v>4.9177800000000002E-5</c:v>
                </c:pt>
                <c:pt idx="855">
                  <c:v>4.9206399999999997E-5</c:v>
                </c:pt>
                <c:pt idx="856">
                  <c:v>4.9234999999999999E-5</c:v>
                </c:pt>
                <c:pt idx="857">
                  <c:v>4.9264100000000002E-5</c:v>
                </c:pt>
                <c:pt idx="858">
                  <c:v>4.9293699999999999E-5</c:v>
                </c:pt>
                <c:pt idx="859">
                  <c:v>4.9323899999999997E-5</c:v>
                </c:pt>
                <c:pt idx="860">
                  <c:v>4.9354999999999998E-5</c:v>
                </c:pt>
                <c:pt idx="861">
                  <c:v>4.93868E-5</c:v>
                </c:pt>
                <c:pt idx="862">
                  <c:v>4.9418500000000001E-5</c:v>
                </c:pt>
                <c:pt idx="863">
                  <c:v>4.9450300000000003E-5</c:v>
                </c:pt>
                <c:pt idx="864">
                  <c:v>4.94826E-5</c:v>
                </c:pt>
                <c:pt idx="865">
                  <c:v>4.9515599999999997E-5</c:v>
                </c:pt>
                <c:pt idx="866">
                  <c:v>4.9548200000000001E-5</c:v>
                </c:pt>
                <c:pt idx="867">
                  <c:v>4.9580599999999998E-5</c:v>
                </c:pt>
                <c:pt idx="868">
                  <c:v>4.9614100000000003E-5</c:v>
                </c:pt>
                <c:pt idx="869">
                  <c:v>4.9648399999999997E-5</c:v>
                </c:pt>
                <c:pt idx="870">
                  <c:v>4.9683199999999999E-5</c:v>
                </c:pt>
                <c:pt idx="871">
                  <c:v>4.9718700000000002E-5</c:v>
                </c:pt>
                <c:pt idx="872">
                  <c:v>4.9754399999999999E-5</c:v>
                </c:pt>
                <c:pt idx="873">
                  <c:v>4.9790399999999997E-5</c:v>
                </c:pt>
                <c:pt idx="874">
                  <c:v>4.9827100000000003E-5</c:v>
                </c:pt>
                <c:pt idx="875">
                  <c:v>4.9864499999999997E-5</c:v>
                </c:pt>
                <c:pt idx="876">
                  <c:v>4.9901699999999997E-5</c:v>
                </c:pt>
                <c:pt idx="877">
                  <c:v>4.9938799999999997E-5</c:v>
                </c:pt>
                <c:pt idx="878">
                  <c:v>4.99774E-5</c:v>
                </c:pt>
                <c:pt idx="879">
                  <c:v>5.0016899999999999E-5</c:v>
                </c:pt>
                <c:pt idx="880">
                  <c:v>5.0057099999999999E-5</c:v>
                </c:pt>
                <c:pt idx="881">
                  <c:v>5.0097199999999999E-5</c:v>
                </c:pt>
                <c:pt idx="882">
                  <c:v>5.0137199999999998E-5</c:v>
                </c:pt>
                <c:pt idx="883">
                  <c:v>5.0178E-5</c:v>
                </c:pt>
                <c:pt idx="884">
                  <c:v>5.0219200000000002E-5</c:v>
                </c:pt>
                <c:pt idx="885">
                  <c:v>5.0260699999999998E-5</c:v>
                </c:pt>
                <c:pt idx="886">
                  <c:v>5.0302700000000002E-5</c:v>
                </c:pt>
                <c:pt idx="887">
                  <c:v>5.0345800000000002E-5</c:v>
                </c:pt>
                <c:pt idx="888">
                  <c:v>5.0389300000000002E-5</c:v>
                </c:pt>
                <c:pt idx="889">
                  <c:v>5.0432400000000002E-5</c:v>
                </c:pt>
                <c:pt idx="890">
                  <c:v>5.0476499999999997E-5</c:v>
                </c:pt>
                <c:pt idx="891">
                  <c:v>5.0522200000000002E-5</c:v>
                </c:pt>
                <c:pt idx="892">
                  <c:v>5.0568200000000001E-5</c:v>
                </c:pt>
                <c:pt idx="893">
                  <c:v>5.0614200000000001E-5</c:v>
                </c:pt>
                <c:pt idx="894">
                  <c:v>5.06602E-5</c:v>
                </c:pt>
                <c:pt idx="895">
                  <c:v>5.0706900000000001E-5</c:v>
                </c:pt>
                <c:pt idx="896">
                  <c:v>5.0754799999999997E-5</c:v>
                </c:pt>
                <c:pt idx="897">
                  <c:v>5.08026E-5</c:v>
                </c:pt>
                <c:pt idx="898">
                  <c:v>5.0850699999999997E-5</c:v>
                </c:pt>
                <c:pt idx="899">
                  <c:v>5.0900099999999997E-5</c:v>
                </c:pt>
                <c:pt idx="900">
                  <c:v>5.0951200000000001E-5</c:v>
                </c:pt>
                <c:pt idx="901">
                  <c:v>5.1002399999999998E-5</c:v>
                </c:pt>
                <c:pt idx="902">
                  <c:v>5.10529E-5</c:v>
                </c:pt>
                <c:pt idx="903">
                  <c:v>5.1103600000000003E-5</c:v>
                </c:pt>
                <c:pt idx="904">
                  <c:v>5.1155200000000001E-5</c:v>
                </c:pt>
                <c:pt idx="905">
                  <c:v>5.1207900000000001E-5</c:v>
                </c:pt>
                <c:pt idx="906">
                  <c:v>5.1261599999999997E-5</c:v>
                </c:pt>
                <c:pt idx="907">
                  <c:v>5.1316400000000002E-5</c:v>
                </c:pt>
                <c:pt idx="908">
                  <c:v>5.1371800000000002E-5</c:v>
                </c:pt>
                <c:pt idx="909">
                  <c:v>5.1427700000000002E-5</c:v>
                </c:pt>
                <c:pt idx="910">
                  <c:v>5.1484399999999998E-5</c:v>
                </c:pt>
                <c:pt idx="911">
                  <c:v>5.1541900000000002E-5</c:v>
                </c:pt>
                <c:pt idx="912">
                  <c:v>5.15998E-5</c:v>
                </c:pt>
                <c:pt idx="913">
                  <c:v>5.1657799999999999E-5</c:v>
                </c:pt>
                <c:pt idx="914">
                  <c:v>5.17172E-5</c:v>
                </c:pt>
                <c:pt idx="915">
                  <c:v>5.1777499999999997E-5</c:v>
                </c:pt>
                <c:pt idx="916">
                  <c:v>5.1837399999999999E-5</c:v>
                </c:pt>
                <c:pt idx="917">
                  <c:v>5.1897999999999997E-5</c:v>
                </c:pt>
                <c:pt idx="918">
                  <c:v>5.1959200000000002E-5</c:v>
                </c:pt>
                <c:pt idx="919">
                  <c:v>5.2021100000000002E-5</c:v>
                </c:pt>
                <c:pt idx="920">
                  <c:v>5.2083899999999998E-5</c:v>
                </c:pt>
                <c:pt idx="921">
                  <c:v>5.2147100000000001E-5</c:v>
                </c:pt>
                <c:pt idx="922">
                  <c:v>5.2210299999999997E-5</c:v>
                </c:pt>
                <c:pt idx="923">
                  <c:v>5.2273900000000001E-5</c:v>
                </c:pt>
                <c:pt idx="924">
                  <c:v>5.23384E-5</c:v>
                </c:pt>
                <c:pt idx="925">
                  <c:v>5.2403600000000001E-5</c:v>
                </c:pt>
                <c:pt idx="926">
                  <c:v>5.2469600000000003E-5</c:v>
                </c:pt>
                <c:pt idx="927">
                  <c:v>5.2536700000000001E-5</c:v>
                </c:pt>
                <c:pt idx="928">
                  <c:v>5.2604900000000002E-5</c:v>
                </c:pt>
                <c:pt idx="929">
                  <c:v>5.2673699999999997E-5</c:v>
                </c:pt>
                <c:pt idx="930">
                  <c:v>5.27431E-5</c:v>
                </c:pt>
                <c:pt idx="931">
                  <c:v>5.2812799999999997E-5</c:v>
                </c:pt>
                <c:pt idx="932">
                  <c:v>5.2883000000000002E-5</c:v>
                </c:pt>
                <c:pt idx="933">
                  <c:v>5.2954200000000002E-5</c:v>
                </c:pt>
                <c:pt idx="934">
                  <c:v>5.3026499999999998E-5</c:v>
                </c:pt>
                <c:pt idx="935">
                  <c:v>5.3099100000000001E-5</c:v>
                </c:pt>
                <c:pt idx="936">
                  <c:v>5.31728E-5</c:v>
                </c:pt>
                <c:pt idx="937">
                  <c:v>5.3247800000000002E-5</c:v>
                </c:pt>
                <c:pt idx="938">
                  <c:v>5.3323199999999998E-5</c:v>
                </c:pt>
                <c:pt idx="939">
                  <c:v>5.3399800000000003E-5</c:v>
                </c:pt>
                <c:pt idx="940">
                  <c:v>5.3477199999999997E-5</c:v>
                </c:pt>
                <c:pt idx="941">
                  <c:v>5.3554599999999997E-5</c:v>
                </c:pt>
                <c:pt idx="942">
                  <c:v>5.3632099999999998E-5</c:v>
                </c:pt>
                <c:pt idx="943">
                  <c:v>5.3710900000000001E-5</c:v>
                </c:pt>
                <c:pt idx="944">
                  <c:v>5.37908E-5</c:v>
                </c:pt>
                <c:pt idx="945">
                  <c:v>5.3870299999999998E-5</c:v>
                </c:pt>
                <c:pt idx="946">
                  <c:v>5.3950699999999998E-5</c:v>
                </c:pt>
                <c:pt idx="947">
                  <c:v>5.4032900000000002E-5</c:v>
                </c:pt>
                <c:pt idx="948">
                  <c:v>5.4117099999999997E-5</c:v>
                </c:pt>
                <c:pt idx="949">
                  <c:v>5.4202900000000002E-5</c:v>
                </c:pt>
                <c:pt idx="950">
                  <c:v>5.42885E-5</c:v>
                </c:pt>
                <c:pt idx="951">
                  <c:v>5.4374199999999999E-5</c:v>
                </c:pt>
                <c:pt idx="952">
                  <c:v>5.4460099999999997E-5</c:v>
                </c:pt>
                <c:pt idx="953">
                  <c:v>5.4546399999999997E-5</c:v>
                </c:pt>
                <c:pt idx="954">
                  <c:v>5.4634800000000001E-5</c:v>
                </c:pt>
                <c:pt idx="955">
                  <c:v>5.47241E-5</c:v>
                </c:pt>
                <c:pt idx="956">
                  <c:v>5.4813199999999999E-5</c:v>
                </c:pt>
                <c:pt idx="957">
                  <c:v>5.49033E-5</c:v>
                </c:pt>
                <c:pt idx="958">
                  <c:v>5.4995299999999998E-5</c:v>
                </c:pt>
                <c:pt idx="959">
                  <c:v>5.5087799999999998E-5</c:v>
                </c:pt>
                <c:pt idx="960">
                  <c:v>5.5179999999999997E-5</c:v>
                </c:pt>
                <c:pt idx="961">
                  <c:v>5.5273199999999998E-5</c:v>
                </c:pt>
                <c:pt idx="962">
                  <c:v>5.5367200000000001E-5</c:v>
                </c:pt>
                <c:pt idx="963">
                  <c:v>5.54628E-5</c:v>
                </c:pt>
                <c:pt idx="964">
                  <c:v>5.5560000000000003E-5</c:v>
                </c:pt>
                <c:pt idx="965">
                  <c:v>5.5657700000000001E-5</c:v>
                </c:pt>
                <c:pt idx="966">
                  <c:v>5.5755799999999999E-5</c:v>
                </c:pt>
                <c:pt idx="967">
                  <c:v>5.5854499999999999E-5</c:v>
                </c:pt>
                <c:pt idx="968">
                  <c:v>5.5954700000000001E-5</c:v>
                </c:pt>
                <c:pt idx="969">
                  <c:v>5.60559E-5</c:v>
                </c:pt>
                <c:pt idx="970">
                  <c:v>5.61581E-5</c:v>
                </c:pt>
                <c:pt idx="971">
                  <c:v>5.6261899999999997E-5</c:v>
                </c:pt>
                <c:pt idx="972">
                  <c:v>5.6366500000000003E-5</c:v>
                </c:pt>
                <c:pt idx="973">
                  <c:v>5.6472099999999998E-5</c:v>
                </c:pt>
                <c:pt idx="974">
                  <c:v>5.65784E-5</c:v>
                </c:pt>
                <c:pt idx="975">
                  <c:v>5.6685199999999997E-5</c:v>
                </c:pt>
                <c:pt idx="976">
                  <c:v>5.6793199999999997E-5</c:v>
                </c:pt>
                <c:pt idx="977">
                  <c:v>5.69028E-5</c:v>
                </c:pt>
                <c:pt idx="978">
                  <c:v>5.7013299999999998E-5</c:v>
                </c:pt>
                <c:pt idx="979">
                  <c:v>5.7124599999999999E-5</c:v>
                </c:pt>
                <c:pt idx="980">
                  <c:v>5.72366E-5</c:v>
                </c:pt>
                <c:pt idx="981">
                  <c:v>5.7349499999999997E-5</c:v>
                </c:pt>
                <c:pt idx="982">
                  <c:v>5.7463899999999997E-5</c:v>
                </c:pt>
                <c:pt idx="983">
                  <c:v>5.7580000000000001E-5</c:v>
                </c:pt>
                <c:pt idx="984">
                  <c:v>5.76968E-5</c:v>
                </c:pt>
                <c:pt idx="985">
                  <c:v>5.7813899999999999E-5</c:v>
                </c:pt>
                <c:pt idx="986">
                  <c:v>5.7932500000000001E-5</c:v>
                </c:pt>
                <c:pt idx="987">
                  <c:v>5.80524E-5</c:v>
                </c:pt>
                <c:pt idx="988">
                  <c:v>5.8173400000000001E-5</c:v>
                </c:pt>
                <c:pt idx="989">
                  <c:v>5.8296099999999999E-5</c:v>
                </c:pt>
                <c:pt idx="990">
                  <c:v>5.8419799999999999E-5</c:v>
                </c:pt>
                <c:pt idx="991">
                  <c:v>5.85436E-5</c:v>
                </c:pt>
                <c:pt idx="992">
                  <c:v>5.8667900000000001E-5</c:v>
                </c:pt>
                <c:pt idx="993">
                  <c:v>5.87941E-5</c:v>
                </c:pt>
                <c:pt idx="994">
                  <c:v>5.8921700000000002E-5</c:v>
                </c:pt>
                <c:pt idx="995">
                  <c:v>5.9049799999999998E-5</c:v>
                </c:pt>
                <c:pt idx="996">
                  <c:v>5.9178500000000003E-5</c:v>
                </c:pt>
                <c:pt idx="997">
                  <c:v>5.9308899999999997E-5</c:v>
                </c:pt>
                <c:pt idx="998">
                  <c:v>5.9441999999999998E-5</c:v>
                </c:pt>
                <c:pt idx="999">
                  <c:v>5.9576E-5</c:v>
                </c:pt>
                <c:pt idx="1000">
                  <c:v>5.9709600000000002E-5</c:v>
                </c:pt>
                <c:pt idx="1001">
                  <c:v>5.9845300000000001E-5</c:v>
                </c:pt>
                <c:pt idx="1002">
                  <c:v>5.9982599999999997E-5</c:v>
                </c:pt>
                <c:pt idx="1003">
                  <c:v>6.0120700000000002E-5</c:v>
                </c:pt>
                <c:pt idx="1004">
                  <c:v>6.0260100000000003E-5</c:v>
                </c:pt>
                <c:pt idx="1005">
                  <c:v>6.04012E-5</c:v>
                </c:pt>
                <c:pt idx="1006">
                  <c:v>6.05431E-5</c:v>
                </c:pt>
                <c:pt idx="1007">
                  <c:v>6.0686400000000002E-5</c:v>
                </c:pt>
                <c:pt idx="1008">
                  <c:v>6.0831600000000002E-5</c:v>
                </c:pt>
                <c:pt idx="1009">
                  <c:v>6.0977599999999997E-5</c:v>
                </c:pt>
                <c:pt idx="1010">
                  <c:v>6.1125300000000002E-5</c:v>
                </c:pt>
                <c:pt idx="1011">
                  <c:v>6.1274700000000005E-5</c:v>
                </c:pt>
                <c:pt idx="1012">
                  <c:v>6.1425200000000003E-5</c:v>
                </c:pt>
                <c:pt idx="1013">
                  <c:v>6.1576900000000003E-5</c:v>
                </c:pt>
                <c:pt idx="1014">
                  <c:v>6.1729200000000005E-5</c:v>
                </c:pt>
                <c:pt idx="1015">
                  <c:v>6.1882699999999996E-5</c:v>
                </c:pt>
                <c:pt idx="1016">
                  <c:v>6.2037400000000003E-5</c:v>
                </c:pt>
                <c:pt idx="1017">
                  <c:v>6.2194100000000001E-5</c:v>
                </c:pt>
                <c:pt idx="1018">
                  <c:v>6.2352899999999997E-5</c:v>
                </c:pt>
                <c:pt idx="1019">
                  <c:v>6.2512499999999995E-5</c:v>
                </c:pt>
                <c:pt idx="1020">
                  <c:v>6.2673499999999995E-5</c:v>
                </c:pt>
                <c:pt idx="1021">
                  <c:v>6.2836200000000007E-5</c:v>
                </c:pt>
                <c:pt idx="1022">
                  <c:v>6.3000299999999994E-5</c:v>
                </c:pt>
                <c:pt idx="1023">
                  <c:v>6.3165799999999998E-5</c:v>
                </c:pt>
                <c:pt idx="1024">
                  <c:v>6.3331999999999996E-5</c:v>
                </c:pt>
                <c:pt idx="1025">
                  <c:v>6.3498799999999996E-5</c:v>
                </c:pt>
                <c:pt idx="1026">
                  <c:v>6.3667300000000006E-5</c:v>
                </c:pt>
                <c:pt idx="1027">
                  <c:v>6.3838799999999996E-5</c:v>
                </c:pt>
                <c:pt idx="1028">
                  <c:v>6.4012199999999997E-5</c:v>
                </c:pt>
                <c:pt idx="1029">
                  <c:v>6.4186700000000007E-5</c:v>
                </c:pt>
                <c:pt idx="1030">
                  <c:v>6.4362299999999999E-5</c:v>
                </c:pt>
                <c:pt idx="1031">
                  <c:v>6.4540299999999996E-5</c:v>
                </c:pt>
                <c:pt idx="1032">
                  <c:v>6.4720499999999998E-5</c:v>
                </c:pt>
                <c:pt idx="1033">
                  <c:v>6.49007E-5</c:v>
                </c:pt>
                <c:pt idx="1034">
                  <c:v>6.5081399999999997E-5</c:v>
                </c:pt>
                <c:pt idx="1035">
                  <c:v>6.5263000000000002E-5</c:v>
                </c:pt>
                <c:pt idx="1036">
                  <c:v>6.5446199999999997E-5</c:v>
                </c:pt>
                <c:pt idx="1037">
                  <c:v>6.5631799999999997E-5</c:v>
                </c:pt>
                <c:pt idx="1038">
                  <c:v>6.5819400000000002E-5</c:v>
                </c:pt>
                <c:pt idx="1039">
                  <c:v>6.6008399999999996E-5</c:v>
                </c:pt>
                <c:pt idx="1040">
                  <c:v>6.61985E-5</c:v>
                </c:pt>
                <c:pt idx="1041">
                  <c:v>6.6390700000000001E-5</c:v>
                </c:pt>
                <c:pt idx="1042">
                  <c:v>6.6584899999999993E-5</c:v>
                </c:pt>
                <c:pt idx="1043">
                  <c:v>6.6779400000000006E-5</c:v>
                </c:pt>
                <c:pt idx="1044">
                  <c:v>6.6975400000000003E-5</c:v>
                </c:pt>
                <c:pt idx="1045">
                  <c:v>6.7173800000000004E-5</c:v>
                </c:pt>
                <c:pt idx="1046">
                  <c:v>6.7375199999999998E-5</c:v>
                </c:pt>
                <c:pt idx="1047">
                  <c:v>6.7579300000000005E-5</c:v>
                </c:pt>
                <c:pt idx="1048">
                  <c:v>6.77838E-5</c:v>
                </c:pt>
                <c:pt idx="1049">
                  <c:v>6.7989200000000003E-5</c:v>
                </c:pt>
                <c:pt idx="1050">
                  <c:v>6.8196100000000003E-5</c:v>
                </c:pt>
                <c:pt idx="1051">
                  <c:v>6.8405599999999994E-5</c:v>
                </c:pt>
                <c:pt idx="1052">
                  <c:v>6.8617199999999998E-5</c:v>
                </c:pt>
                <c:pt idx="1053">
                  <c:v>6.8830200000000004E-5</c:v>
                </c:pt>
                <c:pt idx="1054">
                  <c:v>6.90448E-5</c:v>
                </c:pt>
                <c:pt idx="1055">
                  <c:v>6.9261E-5</c:v>
                </c:pt>
                <c:pt idx="1056">
                  <c:v>6.9479000000000003E-5</c:v>
                </c:pt>
                <c:pt idx="1057">
                  <c:v>6.9698999999999998E-5</c:v>
                </c:pt>
                <c:pt idx="1058">
                  <c:v>6.9920700000000003E-5</c:v>
                </c:pt>
                <c:pt idx="1059">
                  <c:v>7.0144199999999998E-5</c:v>
                </c:pt>
                <c:pt idx="1060">
                  <c:v>7.0369400000000004E-5</c:v>
                </c:pt>
                <c:pt idx="1061">
                  <c:v>7.0597800000000004E-5</c:v>
                </c:pt>
                <c:pt idx="1062">
                  <c:v>7.0828300000000001E-5</c:v>
                </c:pt>
                <c:pt idx="1063">
                  <c:v>7.1059100000000005E-5</c:v>
                </c:pt>
                <c:pt idx="1064">
                  <c:v>7.1290800000000005E-5</c:v>
                </c:pt>
                <c:pt idx="1065">
                  <c:v>7.1525400000000005E-5</c:v>
                </c:pt>
                <c:pt idx="1066">
                  <c:v>7.1763500000000005E-5</c:v>
                </c:pt>
                <c:pt idx="1067">
                  <c:v>7.2003199999999995E-5</c:v>
                </c:pt>
                <c:pt idx="1068">
                  <c:v>7.2243999999999995E-5</c:v>
                </c:pt>
                <c:pt idx="1069">
                  <c:v>7.2487899999999994E-5</c:v>
                </c:pt>
                <c:pt idx="1070">
                  <c:v>7.2734699999999993E-5</c:v>
                </c:pt>
                <c:pt idx="1071">
                  <c:v>7.2984000000000005E-5</c:v>
                </c:pt>
                <c:pt idx="1072">
                  <c:v>7.3234599999999998E-5</c:v>
                </c:pt>
                <c:pt idx="1073">
                  <c:v>7.3485799999999994E-5</c:v>
                </c:pt>
                <c:pt idx="1074">
                  <c:v>7.3738299999999998E-5</c:v>
                </c:pt>
                <c:pt idx="1075">
                  <c:v>7.3993399999999995E-5</c:v>
                </c:pt>
                <c:pt idx="1076">
                  <c:v>7.4251699999999999E-5</c:v>
                </c:pt>
                <c:pt idx="1077">
                  <c:v>7.45117E-5</c:v>
                </c:pt>
                <c:pt idx="1078">
                  <c:v>7.4773500000000005E-5</c:v>
                </c:pt>
                <c:pt idx="1079">
                  <c:v>7.5037399999999994E-5</c:v>
                </c:pt>
                <c:pt idx="1080">
                  <c:v>7.5302799999999993E-5</c:v>
                </c:pt>
                <c:pt idx="1081">
                  <c:v>7.5569700000000003E-5</c:v>
                </c:pt>
                <c:pt idx="1082">
                  <c:v>7.5838600000000003E-5</c:v>
                </c:pt>
                <c:pt idx="1083">
                  <c:v>7.6110000000000001E-5</c:v>
                </c:pt>
                <c:pt idx="1084">
                  <c:v>7.6382699999999996E-5</c:v>
                </c:pt>
                <c:pt idx="1085">
                  <c:v>7.6657599999999996E-5</c:v>
                </c:pt>
                <c:pt idx="1086">
                  <c:v>7.6936300000000004E-5</c:v>
                </c:pt>
                <c:pt idx="1087">
                  <c:v>7.7217000000000003E-5</c:v>
                </c:pt>
                <c:pt idx="1088">
                  <c:v>7.7500400000000001E-5</c:v>
                </c:pt>
                <c:pt idx="1089">
                  <c:v>7.7786699999999998E-5</c:v>
                </c:pt>
                <c:pt idx="1090">
                  <c:v>7.8075899999999996E-5</c:v>
                </c:pt>
                <c:pt idx="1091">
                  <c:v>7.8367499999999998E-5</c:v>
                </c:pt>
                <c:pt idx="1092">
                  <c:v>7.8659799999999995E-5</c:v>
                </c:pt>
                <c:pt idx="1093">
                  <c:v>7.8953800000000003E-5</c:v>
                </c:pt>
                <c:pt idx="1094">
                  <c:v>7.9250400000000003E-5</c:v>
                </c:pt>
                <c:pt idx="1095">
                  <c:v>7.9548999999999993E-5</c:v>
                </c:pt>
                <c:pt idx="1096">
                  <c:v>7.9851099999999999E-5</c:v>
                </c:pt>
                <c:pt idx="1097">
                  <c:v>8.0156399999999997E-5</c:v>
                </c:pt>
                <c:pt idx="1098">
                  <c:v>8.0462299999999997E-5</c:v>
                </c:pt>
                <c:pt idx="1099">
                  <c:v>8.0769199999999999E-5</c:v>
                </c:pt>
                <c:pt idx="1100">
                  <c:v>8.1079000000000001E-5</c:v>
                </c:pt>
                <c:pt idx="1101">
                  <c:v>8.1391100000000001E-5</c:v>
                </c:pt>
                <c:pt idx="1102">
                  <c:v>8.1704800000000004E-5</c:v>
                </c:pt>
                <c:pt idx="1103">
                  <c:v>8.2021500000000001E-5</c:v>
                </c:pt>
                <c:pt idx="1104">
                  <c:v>8.2342099999999999E-5</c:v>
                </c:pt>
                <c:pt idx="1105">
                  <c:v>8.2666199999999998E-5</c:v>
                </c:pt>
                <c:pt idx="1106">
                  <c:v>8.2991799999999994E-5</c:v>
                </c:pt>
                <c:pt idx="1107">
                  <c:v>8.3318600000000006E-5</c:v>
                </c:pt>
                <c:pt idx="1108">
                  <c:v>8.3648100000000003E-5</c:v>
                </c:pt>
                <c:pt idx="1109">
                  <c:v>8.3980999999999994E-5</c:v>
                </c:pt>
                <c:pt idx="1110">
                  <c:v>8.4318499999999996E-5</c:v>
                </c:pt>
                <c:pt idx="1111">
                  <c:v>8.4657800000000001E-5</c:v>
                </c:pt>
                <c:pt idx="1112">
                  <c:v>8.4998499999999996E-5</c:v>
                </c:pt>
                <c:pt idx="1113">
                  <c:v>8.5341700000000003E-5</c:v>
                </c:pt>
                <c:pt idx="1114">
                  <c:v>8.5688100000000004E-5</c:v>
                </c:pt>
                <c:pt idx="1115">
                  <c:v>8.6037099999999997E-5</c:v>
                </c:pt>
                <c:pt idx="1116">
                  <c:v>8.6388400000000001E-5</c:v>
                </c:pt>
                <c:pt idx="1117">
                  <c:v>8.6743000000000006E-5</c:v>
                </c:pt>
                <c:pt idx="1118">
                  <c:v>8.7100699999999998E-5</c:v>
                </c:pt>
                <c:pt idx="1119">
                  <c:v>8.7462300000000005E-5</c:v>
                </c:pt>
                <c:pt idx="1120">
                  <c:v>8.7828099999999993E-5</c:v>
                </c:pt>
                <c:pt idx="1121">
                  <c:v>8.81957E-5</c:v>
                </c:pt>
                <c:pt idx="1122">
                  <c:v>8.8564499999999995E-5</c:v>
                </c:pt>
                <c:pt idx="1123">
                  <c:v>8.8936200000000004E-5</c:v>
                </c:pt>
                <c:pt idx="1124">
                  <c:v>8.9312800000000003E-5</c:v>
                </c:pt>
                <c:pt idx="1125">
                  <c:v>8.9694899999999994E-5</c:v>
                </c:pt>
                <c:pt idx="1126">
                  <c:v>9.0079800000000004E-5</c:v>
                </c:pt>
                <c:pt idx="1127">
                  <c:v>9.0467299999999994E-5</c:v>
                </c:pt>
                <c:pt idx="1128">
                  <c:v>9.0857899999999996E-5</c:v>
                </c:pt>
                <c:pt idx="1129">
                  <c:v>9.1251900000000006E-5</c:v>
                </c:pt>
                <c:pt idx="1130">
                  <c:v>9.1648299999999995E-5</c:v>
                </c:pt>
                <c:pt idx="1131">
                  <c:v>9.20463E-5</c:v>
                </c:pt>
                <c:pt idx="1132">
                  <c:v>9.2448000000000007E-5</c:v>
                </c:pt>
                <c:pt idx="1133">
                  <c:v>9.2854000000000002E-5</c:v>
                </c:pt>
                <c:pt idx="1134">
                  <c:v>9.3263800000000007E-5</c:v>
                </c:pt>
                <c:pt idx="1135">
                  <c:v>9.3676600000000004E-5</c:v>
                </c:pt>
                <c:pt idx="1136">
                  <c:v>9.4092799999999995E-5</c:v>
                </c:pt>
                <c:pt idx="1137">
                  <c:v>9.4512099999999999E-5</c:v>
                </c:pt>
                <c:pt idx="1138">
                  <c:v>9.4934500000000004E-5</c:v>
                </c:pt>
                <c:pt idx="1139">
                  <c:v>9.5361500000000005E-5</c:v>
                </c:pt>
                <c:pt idx="1140">
                  <c:v>9.5791099999999998E-5</c:v>
                </c:pt>
                <c:pt idx="1141">
                  <c:v>9.6222899999999997E-5</c:v>
                </c:pt>
                <c:pt idx="1142">
                  <c:v>9.6658999999999997E-5</c:v>
                </c:pt>
                <c:pt idx="1143">
                  <c:v>9.7099600000000001E-5</c:v>
                </c:pt>
                <c:pt idx="1144">
                  <c:v>9.7544899999999995E-5</c:v>
                </c:pt>
                <c:pt idx="1145">
                  <c:v>9.7991400000000005E-5</c:v>
                </c:pt>
                <c:pt idx="1146">
                  <c:v>9.84371E-5</c:v>
                </c:pt>
                <c:pt idx="1147">
                  <c:v>9.8883399999999996E-5</c:v>
                </c:pt>
                <c:pt idx="1148">
                  <c:v>9.9331000000000002E-5</c:v>
                </c:pt>
                <c:pt idx="1149">
                  <c:v>9.9780300000000004E-5</c:v>
                </c:pt>
                <c:pt idx="1150">
                  <c:v>1.0022900000000001E-4</c:v>
                </c:pt>
                <c:pt idx="1151">
                  <c:v>1.00679E-4</c:v>
                </c:pt>
                <c:pt idx="1152">
                  <c:v>1.01131E-4</c:v>
                </c:pt>
                <c:pt idx="1153">
                  <c:v>1.01584E-4</c:v>
                </c:pt>
                <c:pt idx="1154">
                  <c:v>1.02043E-4</c:v>
                </c:pt>
                <c:pt idx="1155">
                  <c:v>1.0250400000000001E-4</c:v>
                </c:pt>
                <c:pt idx="1156">
                  <c:v>1.0296700000000001E-4</c:v>
                </c:pt>
                <c:pt idx="1157">
                  <c:v>1.0343199999999999E-4</c:v>
                </c:pt>
                <c:pt idx="1158">
                  <c:v>1.0390099999999999E-4</c:v>
                </c:pt>
                <c:pt idx="1159">
                  <c:v>1.04374E-4</c:v>
                </c:pt>
                <c:pt idx="1160">
                  <c:v>1.04848E-4</c:v>
                </c:pt>
                <c:pt idx="1161">
                  <c:v>1.0532299999999999E-4</c:v>
                </c:pt>
                <c:pt idx="1162">
                  <c:v>1.058E-4</c:v>
                </c:pt>
                <c:pt idx="1163">
                  <c:v>1.06282E-4</c:v>
                </c:pt>
                <c:pt idx="1164">
                  <c:v>1.0677E-4</c:v>
                </c:pt>
                <c:pt idx="1165">
                  <c:v>1.0726E-4</c:v>
                </c:pt>
                <c:pt idx="1166">
                  <c:v>1.0775100000000001E-4</c:v>
                </c:pt>
                <c:pt idx="1167">
                  <c:v>1.08244E-4</c:v>
                </c:pt>
                <c:pt idx="1168">
                  <c:v>1.08742E-4</c:v>
                </c:pt>
                <c:pt idx="1169">
                  <c:v>1.09244E-4</c:v>
                </c:pt>
                <c:pt idx="1170">
                  <c:v>1.09749E-4</c:v>
                </c:pt>
                <c:pt idx="1171">
                  <c:v>1.1025499999999999E-4</c:v>
                </c:pt>
                <c:pt idx="1172">
                  <c:v>1.10765E-4</c:v>
                </c:pt>
                <c:pt idx="1173">
                  <c:v>1.11279E-4</c:v>
                </c:pt>
                <c:pt idx="1174">
                  <c:v>1.11799E-4</c:v>
                </c:pt>
                <c:pt idx="1175">
                  <c:v>1.12322E-4</c:v>
                </c:pt>
                <c:pt idx="1176">
                  <c:v>1.12849E-4</c:v>
                </c:pt>
                <c:pt idx="1177">
                  <c:v>1.13378E-4</c:v>
                </c:pt>
                <c:pt idx="1178">
                  <c:v>1.13912E-4</c:v>
                </c:pt>
                <c:pt idx="1179">
                  <c:v>1.1445100000000001E-4</c:v>
                </c:pt>
                <c:pt idx="1180">
                  <c:v>1.14993E-4</c:v>
                </c:pt>
                <c:pt idx="1181">
                  <c:v>1.15537E-4</c:v>
                </c:pt>
                <c:pt idx="1182">
                  <c:v>1.16084E-4</c:v>
                </c:pt>
                <c:pt idx="1183">
                  <c:v>1.16637E-4</c:v>
                </c:pt>
                <c:pt idx="1184">
                  <c:v>1.17194E-4</c:v>
                </c:pt>
                <c:pt idx="1185">
                  <c:v>1.17754E-4</c:v>
                </c:pt>
                <c:pt idx="1186">
                  <c:v>1.18316E-4</c:v>
                </c:pt>
                <c:pt idx="1187">
                  <c:v>1.1888299999999999E-4</c:v>
                </c:pt>
                <c:pt idx="1188">
                  <c:v>1.19456E-4</c:v>
                </c:pt>
                <c:pt idx="1189">
                  <c:v>1.2003200000000001E-4</c:v>
                </c:pt>
                <c:pt idx="1190">
                  <c:v>1.2060799999999999E-4</c:v>
                </c:pt>
                <c:pt idx="1191">
                  <c:v>1.21187E-4</c:v>
                </c:pt>
                <c:pt idx="1192">
                  <c:v>1.2176900000000001E-4</c:v>
                </c:pt>
                <c:pt idx="1193">
                  <c:v>1.2235800000000001E-4</c:v>
                </c:pt>
                <c:pt idx="1194">
                  <c:v>1.2295000000000001E-4</c:v>
                </c:pt>
                <c:pt idx="1195">
                  <c:v>1.2354400000000001E-4</c:v>
                </c:pt>
                <c:pt idx="1196">
                  <c:v>1.2414199999999999E-4</c:v>
                </c:pt>
                <c:pt idx="1197">
                  <c:v>1.24745E-4</c:v>
                </c:pt>
                <c:pt idx="1198">
                  <c:v>1.25353E-4</c:v>
                </c:pt>
                <c:pt idx="1199">
                  <c:v>1.2596499999999999E-4</c:v>
                </c:pt>
                <c:pt idx="1200">
                  <c:v>1.2657900000000001E-4</c:v>
                </c:pt>
                <c:pt idx="1201">
                  <c:v>1.27195E-4</c:v>
                </c:pt>
                <c:pt idx="1202">
                  <c:v>1.27816E-4</c:v>
                </c:pt>
                <c:pt idx="1203">
                  <c:v>1.28443E-4</c:v>
                </c:pt>
                <c:pt idx="1204">
                  <c:v>1.2907399999999999E-4</c:v>
                </c:pt>
                <c:pt idx="1205">
                  <c:v>1.29708E-4</c:v>
                </c:pt>
                <c:pt idx="1206">
                  <c:v>1.30345E-4</c:v>
                </c:pt>
                <c:pt idx="1207">
                  <c:v>1.3098799999999999E-4</c:v>
                </c:pt>
                <c:pt idx="1208">
                  <c:v>1.3163500000000001E-4</c:v>
                </c:pt>
                <c:pt idx="1209">
                  <c:v>1.32285E-4</c:v>
                </c:pt>
                <c:pt idx="1210">
                  <c:v>1.32936E-4</c:v>
                </c:pt>
                <c:pt idx="1211">
                  <c:v>1.3359099999999999E-4</c:v>
                </c:pt>
                <c:pt idx="1212">
                  <c:v>1.34251E-4</c:v>
                </c:pt>
                <c:pt idx="1213">
                  <c:v>1.3491800000000001E-4</c:v>
                </c:pt>
                <c:pt idx="1214">
                  <c:v>1.3558900000000001E-4</c:v>
                </c:pt>
                <c:pt idx="1215">
                  <c:v>1.3626299999999999E-4</c:v>
                </c:pt>
                <c:pt idx="1216">
                  <c:v>1.3694E-4</c:v>
                </c:pt>
                <c:pt idx="1217">
                  <c:v>1.3762299999999999E-4</c:v>
                </c:pt>
                <c:pt idx="1218">
                  <c:v>1.3831E-4</c:v>
                </c:pt>
                <c:pt idx="1219">
                  <c:v>1.3899999999999999E-4</c:v>
                </c:pt>
                <c:pt idx="1220">
                  <c:v>1.3969399999999999E-4</c:v>
                </c:pt>
                <c:pt idx="1221">
                  <c:v>1.4039099999999999E-4</c:v>
                </c:pt>
                <c:pt idx="1222">
                  <c:v>1.4109499999999999E-4</c:v>
                </c:pt>
                <c:pt idx="1223">
                  <c:v>1.41805E-4</c:v>
                </c:pt>
                <c:pt idx="1224">
                  <c:v>1.4251699999999999E-4</c:v>
                </c:pt>
                <c:pt idx="1225">
                  <c:v>1.43232E-4</c:v>
                </c:pt>
                <c:pt idx="1226">
                  <c:v>1.4395099999999999E-4</c:v>
                </c:pt>
                <c:pt idx="1227">
                  <c:v>1.4467700000000001E-4</c:v>
                </c:pt>
                <c:pt idx="1228">
                  <c:v>1.45406E-4</c:v>
                </c:pt>
                <c:pt idx="1229">
                  <c:v>1.46138E-4</c:v>
                </c:pt>
                <c:pt idx="1230">
                  <c:v>1.4687200000000001E-4</c:v>
                </c:pt>
                <c:pt idx="1231">
                  <c:v>1.4760899999999999E-4</c:v>
                </c:pt>
                <c:pt idx="1232">
                  <c:v>1.4835299999999999E-4</c:v>
                </c:pt>
                <c:pt idx="1233">
                  <c:v>1.49102E-4</c:v>
                </c:pt>
                <c:pt idx="1234">
                  <c:v>1.49853E-4</c:v>
                </c:pt>
                <c:pt idx="1235">
                  <c:v>1.5060799999999999E-4</c:v>
                </c:pt>
                <c:pt idx="1236">
                  <c:v>1.51368E-4</c:v>
                </c:pt>
                <c:pt idx="1237">
                  <c:v>1.5213600000000001E-4</c:v>
                </c:pt>
                <c:pt idx="1238">
                  <c:v>1.5290900000000001E-4</c:v>
                </c:pt>
                <c:pt idx="1239">
                  <c:v>1.53683E-4</c:v>
                </c:pt>
                <c:pt idx="1240">
                  <c:v>1.5446000000000001E-4</c:v>
                </c:pt>
                <c:pt idx="1241">
                  <c:v>1.55241E-4</c:v>
                </c:pt>
                <c:pt idx="1242">
                  <c:v>1.56031E-4</c:v>
                </c:pt>
                <c:pt idx="1243">
                  <c:v>1.56825E-4</c:v>
                </c:pt>
                <c:pt idx="1244">
                  <c:v>1.5762299999999999E-4</c:v>
                </c:pt>
                <c:pt idx="1245">
                  <c:v>1.58424E-4</c:v>
                </c:pt>
                <c:pt idx="1246">
                  <c:v>1.5923000000000001E-4</c:v>
                </c:pt>
                <c:pt idx="1247">
                  <c:v>1.6003999999999999E-4</c:v>
                </c:pt>
                <c:pt idx="1248">
                  <c:v>1.60853E-4</c:v>
                </c:pt>
                <c:pt idx="1249">
                  <c:v>1.61669E-4</c:v>
                </c:pt>
                <c:pt idx="1250">
                  <c:v>1.6248799999999999E-4</c:v>
                </c:pt>
                <c:pt idx="1251">
                  <c:v>1.63315E-4</c:v>
                </c:pt>
                <c:pt idx="1252">
                  <c:v>1.6415000000000001E-4</c:v>
                </c:pt>
                <c:pt idx="1253">
                  <c:v>1.64988E-4</c:v>
                </c:pt>
                <c:pt idx="1254">
                  <c:v>1.6582899999999999E-4</c:v>
                </c:pt>
                <c:pt idx="1255">
                  <c:v>1.6667299999999999E-4</c:v>
                </c:pt>
                <c:pt idx="1256">
                  <c:v>1.6752299999999999E-4</c:v>
                </c:pt>
                <c:pt idx="1257">
                  <c:v>1.68379E-4</c:v>
                </c:pt>
                <c:pt idx="1258">
                  <c:v>1.6923700000000001E-4</c:v>
                </c:pt>
                <c:pt idx="1259">
                  <c:v>1.70099E-4</c:v>
                </c:pt>
                <c:pt idx="1260">
                  <c:v>1.70965E-4</c:v>
                </c:pt>
                <c:pt idx="1261">
                  <c:v>1.71836E-4</c:v>
                </c:pt>
                <c:pt idx="1262">
                  <c:v>1.72716E-4</c:v>
                </c:pt>
                <c:pt idx="1263">
                  <c:v>1.73599E-4</c:v>
                </c:pt>
                <c:pt idx="1264">
                  <c:v>1.7448600000000001E-4</c:v>
                </c:pt>
                <c:pt idx="1265">
                  <c:v>1.75377E-4</c:v>
                </c:pt>
                <c:pt idx="1266">
                  <c:v>1.76274E-4</c:v>
                </c:pt>
                <c:pt idx="1267">
                  <c:v>1.77176E-4</c:v>
                </c:pt>
                <c:pt idx="1268">
                  <c:v>1.7807899999999999E-4</c:v>
                </c:pt>
                <c:pt idx="1269">
                  <c:v>1.7898499999999999E-4</c:v>
                </c:pt>
                <c:pt idx="1270">
                  <c:v>1.7989500000000001E-4</c:v>
                </c:pt>
                <c:pt idx="1271">
                  <c:v>1.8081299999999999E-4</c:v>
                </c:pt>
                <c:pt idx="1272">
                  <c:v>1.8173700000000001E-4</c:v>
                </c:pt>
                <c:pt idx="1273">
                  <c:v>1.82664E-4</c:v>
                </c:pt>
                <c:pt idx="1274">
                  <c:v>1.83594E-4</c:v>
                </c:pt>
                <c:pt idx="1275">
                  <c:v>1.8452900000000001E-4</c:v>
                </c:pt>
                <c:pt idx="1276">
                  <c:v>1.8547E-4</c:v>
                </c:pt>
                <c:pt idx="1277">
                  <c:v>1.8641400000000001E-4</c:v>
                </c:pt>
                <c:pt idx="1278">
                  <c:v>1.87362E-4</c:v>
                </c:pt>
                <c:pt idx="1279">
                  <c:v>1.88314E-4</c:v>
                </c:pt>
                <c:pt idx="1280">
                  <c:v>1.8927200000000001E-4</c:v>
                </c:pt>
                <c:pt idx="1281">
                  <c:v>1.90237E-4</c:v>
                </c:pt>
                <c:pt idx="1282">
                  <c:v>1.91208E-4</c:v>
                </c:pt>
                <c:pt idx="1283">
                  <c:v>1.9217999999999999E-4</c:v>
                </c:pt>
                <c:pt idx="1284">
                  <c:v>1.9315599999999999E-4</c:v>
                </c:pt>
                <c:pt idx="1285">
                  <c:v>1.94138E-4</c:v>
                </c:pt>
                <c:pt idx="1286">
                  <c:v>1.9512699999999999E-4</c:v>
                </c:pt>
                <c:pt idx="1287">
                  <c:v>1.9611800000000001E-4</c:v>
                </c:pt>
                <c:pt idx="1288">
                  <c:v>1.9711199999999999E-4</c:v>
                </c:pt>
                <c:pt idx="1289">
                  <c:v>1.9811000000000001E-4</c:v>
                </c:pt>
                <c:pt idx="1290">
                  <c:v>1.99113E-4</c:v>
                </c:pt>
                <c:pt idx="1291">
                  <c:v>2.0012299999999999E-4</c:v>
                </c:pt>
                <c:pt idx="1292">
                  <c:v>2.0113800000000001E-4</c:v>
                </c:pt>
                <c:pt idx="1293">
                  <c:v>2.0215599999999999E-4</c:v>
                </c:pt>
                <c:pt idx="1294">
                  <c:v>2.0317800000000001E-4</c:v>
                </c:pt>
                <c:pt idx="1295">
                  <c:v>2.0420599999999999E-4</c:v>
                </c:pt>
                <c:pt idx="1296">
                  <c:v>2.0524200000000001E-4</c:v>
                </c:pt>
                <c:pt idx="1297">
                  <c:v>2.0628000000000001E-4</c:v>
                </c:pt>
                <c:pt idx="1298">
                  <c:v>2.0732199999999999E-4</c:v>
                </c:pt>
                <c:pt idx="1299">
                  <c:v>2.0836800000000001E-4</c:v>
                </c:pt>
                <c:pt idx="1300">
                  <c:v>2.09421E-4</c:v>
                </c:pt>
                <c:pt idx="1301">
                  <c:v>2.1048099999999999E-4</c:v>
                </c:pt>
                <c:pt idx="1302">
                  <c:v>2.1154400000000001E-4</c:v>
                </c:pt>
                <c:pt idx="1303">
                  <c:v>2.12611E-4</c:v>
                </c:pt>
                <c:pt idx="1304">
                  <c:v>2.13682E-4</c:v>
                </c:pt>
                <c:pt idx="1305">
                  <c:v>2.14761E-4</c:v>
                </c:pt>
                <c:pt idx="1306">
                  <c:v>2.15844E-4</c:v>
                </c:pt>
                <c:pt idx="1307">
                  <c:v>2.1692900000000001E-4</c:v>
                </c:pt>
                <c:pt idx="1308">
                  <c:v>2.1801500000000001E-4</c:v>
                </c:pt>
                <c:pt idx="1309">
                  <c:v>2.1910399999999999E-4</c:v>
                </c:pt>
                <c:pt idx="1310">
                  <c:v>2.2020199999999999E-4</c:v>
                </c:pt>
                <c:pt idx="1311">
                  <c:v>2.2130699999999999E-4</c:v>
                </c:pt>
                <c:pt idx="1312">
                  <c:v>2.22415E-4</c:v>
                </c:pt>
                <c:pt idx="1313">
                  <c:v>2.2352400000000001E-4</c:v>
                </c:pt>
                <c:pt idx="1314">
                  <c:v>2.2463800000000001E-4</c:v>
                </c:pt>
                <c:pt idx="1315">
                  <c:v>2.25761E-4</c:v>
                </c:pt>
                <c:pt idx="1316">
                  <c:v>2.26887E-4</c:v>
                </c:pt>
                <c:pt idx="1317">
                  <c:v>2.28015E-4</c:v>
                </c:pt>
                <c:pt idx="1318">
                  <c:v>2.2914699999999999E-4</c:v>
                </c:pt>
                <c:pt idx="1319">
                  <c:v>2.3028499999999999E-4</c:v>
                </c:pt>
                <c:pt idx="1320">
                  <c:v>2.31432E-4</c:v>
                </c:pt>
                <c:pt idx="1321">
                  <c:v>2.32587E-4</c:v>
                </c:pt>
                <c:pt idx="1322">
                  <c:v>2.3374299999999999E-4</c:v>
                </c:pt>
                <c:pt idx="1323">
                  <c:v>2.3490300000000001E-4</c:v>
                </c:pt>
                <c:pt idx="1324">
                  <c:v>2.3606899999999999E-4</c:v>
                </c:pt>
                <c:pt idx="1325">
                  <c:v>2.3724099999999999E-4</c:v>
                </c:pt>
                <c:pt idx="1326">
                  <c:v>2.38414E-4</c:v>
                </c:pt>
                <c:pt idx="1327">
                  <c:v>2.3958900000000001E-4</c:v>
                </c:pt>
                <c:pt idx="1328">
                  <c:v>2.4076800000000001E-4</c:v>
                </c:pt>
                <c:pt idx="1329">
                  <c:v>2.41952E-4</c:v>
                </c:pt>
                <c:pt idx="1330">
                  <c:v>2.4314700000000001E-4</c:v>
                </c:pt>
                <c:pt idx="1331">
                  <c:v>2.4434599999999999E-4</c:v>
                </c:pt>
                <c:pt idx="1332">
                  <c:v>2.45548E-4</c:v>
                </c:pt>
                <c:pt idx="1333">
                  <c:v>2.4675400000000002E-4</c:v>
                </c:pt>
                <c:pt idx="1334">
                  <c:v>2.4796699999999998E-4</c:v>
                </c:pt>
                <c:pt idx="1335">
                  <c:v>2.49187E-4</c:v>
                </c:pt>
                <c:pt idx="1336">
                  <c:v>2.5040799999999998E-4</c:v>
                </c:pt>
                <c:pt idx="1337">
                  <c:v>2.5163099999999999E-4</c:v>
                </c:pt>
                <c:pt idx="1338">
                  <c:v>2.5285999999999999E-4</c:v>
                </c:pt>
                <c:pt idx="1339">
                  <c:v>2.54097E-4</c:v>
                </c:pt>
                <c:pt idx="1340">
                  <c:v>2.5534100000000002E-4</c:v>
                </c:pt>
                <c:pt idx="1341">
                  <c:v>2.5658899999999999E-4</c:v>
                </c:pt>
                <c:pt idx="1342">
                  <c:v>2.57839E-4</c:v>
                </c:pt>
                <c:pt idx="1343">
                  <c:v>2.5909499999999999E-4</c:v>
                </c:pt>
                <c:pt idx="1344">
                  <c:v>2.6035700000000001E-4</c:v>
                </c:pt>
                <c:pt idx="1345">
                  <c:v>2.61623E-4</c:v>
                </c:pt>
                <c:pt idx="1346">
                  <c:v>2.6288899999999998E-4</c:v>
                </c:pt>
                <c:pt idx="1347">
                  <c:v>2.6415599999999998E-4</c:v>
                </c:pt>
                <c:pt idx="1348">
                  <c:v>2.6542800000000001E-4</c:v>
                </c:pt>
                <c:pt idx="1349">
                  <c:v>2.6670799999999999E-4</c:v>
                </c:pt>
                <c:pt idx="1350">
                  <c:v>2.67996E-4</c:v>
                </c:pt>
                <c:pt idx="1351">
                  <c:v>2.69287E-4</c:v>
                </c:pt>
                <c:pt idx="1352">
                  <c:v>2.7057999999999997E-4</c:v>
                </c:pt>
                <c:pt idx="1353">
                  <c:v>2.7187700000000001E-4</c:v>
                </c:pt>
                <c:pt idx="1354">
                  <c:v>2.73181E-4</c:v>
                </c:pt>
                <c:pt idx="1355">
                  <c:v>2.7449100000000003E-4</c:v>
                </c:pt>
                <c:pt idx="1356">
                  <c:v>2.7580299999999997E-4</c:v>
                </c:pt>
                <c:pt idx="1357">
                  <c:v>2.7711800000000003E-4</c:v>
                </c:pt>
                <c:pt idx="1358">
                  <c:v>2.7843699999999998E-4</c:v>
                </c:pt>
                <c:pt idx="1359">
                  <c:v>2.7976500000000002E-4</c:v>
                </c:pt>
                <c:pt idx="1360">
                  <c:v>2.811E-4</c:v>
                </c:pt>
                <c:pt idx="1361">
                  <c:v>2.82439E-4</c:v>
                </c:pt>
                <c:pt idx="1362">
                  <c:v>2.83782E-4</c:v>
                </c:pt>
                <c:pt idx="1363">
                  <c:v>2.8512900000000001E-4</c:v>
                </c:pt>
                <c:pt idx="1364">
                  <c:v>2.8648200000000001E-4</c:v>
                </c:pt>
                <c:pt idx="1365">
                  <c:v>2.8783699999999999E-4</c:v>
                </c:pt>
                <c:pt idx="1366">
                  <c:v>2.89194E-4</c:v>
                </c:pt>
                <c:pt idx="1367">
                  <c:v>2.9055500000000001E-4</c:v>
                </c:pt>
                <c:pt idx="1368">
                  <c:v>2.9192299999999998E-4</c:v>
                </c:pt>
                <c:pt idx="1369">
                  <c:v>2.9329900000000001E-4</c:v>
                </c:pt>
                <c:pt idx="1370">
                  <c:v>2.9467799999999999E-4</c:v>
                </c:pt>
                <c:pt idx="1371">
                  <c:v>2.9606000000000001E-4</c:v>
                </c:pt>
                <c:pt idx="1372">
                  <c:v>2.9744500000000002E-4</c:v>
                </c:pt>
                <c:pt idx="1373">
                  <c:v>2.9883600000000002E-4</c:v>
                </c:pt>
                <c:pt idx="1374">
                  <c:v>3.0023499999999999E-4</c:v>
                </c:pt>
                <c:pt idx="1375">
                  <c:v>3.0163599999999998E-4</c:v>
                </c:pt>
                <c:pt idx="1376">
                  <c:v>3.0303799999999999E-4</c:v>
                </c:pt>
                <c:pt idx="1377">
                  <c:v>3.04443E-4</c:v>
                </c:pt>
                <c:pt idx="1378">
                  <c:v>3.05855E-4</c:v>
                </c:pt>
                <c:pt idx="1379">
                  <c:v>3.0727800000000002E-4</c:v>
                </c:pt>
                <c:pt idx="1380">
                  <c:v>3.0870600000000001E-4</c:v>
                </c:pt>
                <c:pt idx="1381">
                  <c:v>3.10134E-4</c:v>
                </c:pt>
                <c:pt idx="1382">
                  <c:v>3.1156700000000001E-4</c:v>
                </c:pt>
                <c:pt idx="1383">
                  <c:v>3.1300700000000002E-4</c:v>
                </c:pt>
                <c:pt idx="1384">
                  <c:v>3.1445399999999998E-4</c:v>
                </c:pt>
                <c:pt idx="1385">
                  <c:v>3.1589999999999998E-4</c:v>
                </c:pt>
                <c:pt idx="1386">
                  <c:v>3.1734599999999998E-4</c:v>
                </c:pt>
                <c:pt idx="1387">
                  <c:v>3.1879500000000003E-4</c:v>
                </c:pt>
                <c:pt idx="1388">
                  <c:v>3.2025199999999998E-4</c:v>
                </c:pt>
                <c:pt idx="1389">
                  <c:v>3.2171599999999999E-4</c:v>
                </c:pt>
                <c:pt idx="1390">
                  <c:v>3.2318199999999998E-4</c:v>
                </c:pt>
                <c:pt idx="1391">
                  <c:v>3.2465E-4</c:v>
                </c:pt>
                <c:pt idx="1392">
                  <c:v>3.2612400000000001E-4</c:v>
                </c:pt>
                <c:pt idx="1393">
                  <c:v>3.27607E-4</c:v>
                </c:pt>
                <c:pt idx="1394">
                  <c:v>3.2909500000000001E-4</c:v>
                </c:pt>
                <c:pt idx="1395">
                  <c:v>3.3058300000000002E-4</c:v>
                </c:pt>
                <c:pt idx="1396">
                  <c:v>3.3207199999999999E-4</c:v>
                </c:pt>
                <c:pt idx="1397">
                  <c:v>3.33567E-4</c:v>
                </c:pt>
                <c:pt idx="1398">
                  <c:v>3.3507200000000001E-4</c:v>
                </c:pt>
                <c:pt idx="1399">
                  <c:v>3.3658400000000002E-4</c:v>
                </c:pt>
                <c:pt idx="1400">
                  <c:v>3.3809500000000001E-4</c:v>
                </c:pt>
                <c:pt idx="1401">
                  <c:v>3.3960799999999998E-4</c:v>
                </c:pt>
                <c:pt idx="1402">
                  <c:v>3.4112500000000001E-4</c:v>
                </c:pt>
                <c:pt idx="1403">
                  <c:v>3.4264799999999998E-4</c:v>
                </c:pt>
                <c:pt idx="1404">
                  <c:v>3.4417200000000001E-4</c:v>
                </c:pt>
                <c:pt idx="1405">
                  <c:v>3.4569700000000001E-4</c:v>
                </c:pt>
                <c:pt idx="1406">
                  <c:v>3.47225E-4</c:v>
                </c:pt>
                <c:pt idx="1407">
                  <c:v>3.4875699999999999E-4</c:v>
                </c:pt>
                <c:pt idx="1408">
                  <c:v>3.503E-4</c:v>
                </c:pt>
                <c:pt idx="1409">
                  <c:v>3.5184799999999998E-4</c:v>
                </c:pt>
                <c:pt idx="1410">
                  <c:v>3.5339699999999998E-4</c:v>
                </c:pt>
                <c:pt idx="1411">
                  <c:v>3.5494999999999998E-4</c:v>
                </c:pt>
                <c:pt idx="1412">
                  <c:v>3.5650800000000001E-4</c:v>
                </c:pt>
                <c:pt idx="1413">
                  <c:v>3.5807100000000001E-4</c:v>
                </c:pt>
                <c:pt idx="1414">
                  <c:v>3.5963599999999998E-4</c:v>
                </c:pt>
                <c:pt idx="1415">
                  <c:v>3.6120100000000001E-4</c:v>
                </c:pt>
                <c:pt idx="1416">
                  <c:v>3.6277E-4</c:v>
                </c:pt>
                <c:pt idx="1417">
                  <c:v>3.6434500000000002E-4</c:v>
                </c:pt>
                <c:pt idx="1418">
                  <c:v>3.6592800000000001E-4</c:v>
                </c:pt>
                <c:pt idx="1419">
                  <c:v>3.6751600000000002E-4</c:v>
                </c:pt>
                <c:pt idx="1420">
                  <c:v>3.6910699999999997E-4</c:v>
                </c:pt>
                <c:pt idx="1421">
                  <c:v>3.7070000000000001E-4</c:v>
                </c:pt>
                <c:pt idx="1422">
                  <c:v>3.7229899999999998E-4</c:v>
                </c:pt>
                <c:pt idx="1423">
                  <c:v>3.73908E-4</c:v>
                </c:pt>
                <c:pt idx="1424">
                  <c:v>3.7551499999999999E-4</c:v>
                </c:pt>
                <c:pt idx="1425">
                  <c:v>3.7712100000000001E-4</c:v>
                </c:pt>
                <c:pt idx="1426">
                  <c:v>3.7872699999999998E-4</c:v>
                </c:pt>
                <c:pt idx="1427">
                  <c:v>3.8034000000000001E-4</c:v>
                </c:pt>
                <c:pt idx="1428">
                  <c:v>3.8196200000000001E-4</c:v>
                </c:pt>
                <c:pt idx="1429">
                  <c:v>3.83586E-4</c:v>
                </c:pt>
                <c:pt idx="1430">
                  <c:v>3.8521200000000001E-4</c:v>
                </c:pt>
                <c:pt idx="1431">
                  <c:v>3.8684199999999998E-4</c:v>
                </c:pt>
                <c:pt idx="1432">
                  <c:v>3.8847900000000001E-4</c:v>
                </c:pt>
                <c:pt idx="1433">
                  <c:v>3.90121E-4</c:v>
                </c:pt>
                <c:pt idx="1434">
                  <c:v>3.9176199999999998E-4</c:v>
                </c:pt>
                <c:pt idx="1435">
                  <c:v>3.9340300000000001E-4</c:v>
                </c:pt>
                <c:pt idx="1436">
                  <c:v>3.9504999999999998E-4</c:v>
                </c:pt>
                <c:pt idx="1437">
                  <c:v>3.9670599999999998E-4</c:v>
                </c:pt>
                <c:pt idx="1438">
                  <c:v>3.98367E-4</c:v>
                </c:pt>
                <c:pt idx="1439">
                  <c:v>4.0002700000000001E-4</c:v>
                </c:pt>
                <c:pt idx="1440">
                  <c:v>4.0169000000000001E-4</c:v>
                </c:pt>
                <c:pt idx="1441">
                  <c:v>4.0335700000000002E-4</c:v>
                </c:pt>
                <c:pt idx="1442">
                  <c:v>4.0503099999999998E-4</c:v>
                </c:pt>
                <c:pt idx="1443">
                  <c:v>4.0670600000000001E-4</c:v>
                </c:pt>
                <c:pt idx="1444">
                  <c:v>4.08379E-4</c:v>
                </c:pt>
                <c:pt idx="1445">
                  <c:v>4.1005399999999997E-4</c:v>
                </c:pt>
                <c:pt idx="1446">
                  <c:v>4.1173400000000003E-4</c:v>
                </c:pt>
                <c:pt idx="1447">
                  <c:v>4.13423E-4</c:v>
                </c:pt>
                <c:pt idx="1448">
                  <c:v>4.1511800000000002E-4</c:v>
                </c:pt>
                <c:pt idx="1449">
                  <c:v>4.16814E-4</c:v>
                </c:pt>
                <c:pt idx="1450">
                  <c:v>4.1851200000000001E-4</c:v>
                </c:pt>
                <c:pt idx="1451">
                  <c:v>4.20216E-4</c:v>
                </c:pt>
                <c:pt idx="1452">
                  <c:v>4.2192800000000002E-4</c:v>
                </c:pt>
                <c:pt idx="1453">
                  <c:v>4.2363999999999998E-4</c:v>
                </c:pt>
                <c:pt idx="1454">
                  <c:v>4.25349E-4</c:v>
                </c:pt>
                <c:pt idx="1455">
                  <c:v>4.2705999999999999E-4</c:v>
                </c:pt>
                <c:pt idx="1456">
                  <c:v>4.28775E-4</c:v>
                </c:pt>
                <c:pt idx="1457">
                  <c:v>4.3049899999999999E-4</c:v>
                </c:pt>
                <c:pt idx="1458">
                  <c:v>4.3222600000000002E-4</c:v>
                </c:pt>
                <c:pt idx="1459">
                  <c:v>4.3395400000000001E-4</c:v>
                </c:pt>
                <c:pt idx="1460">
                  <c:v>4.3568300000000002E-4</c:v>
                </c:pt>
                <c:pt idx="1461">
                  <c:v>4.3742E-4</c:v>
                </c:pt>
                <c:pt idx="1462">
                  <c:v>4.3916400000000003E-4</c:v>
                </c:pt>
                <c:pt idx="1463">
                  <c:v>4.4090699999999999E-4</c:v>
                </c:pt>
                <c:pt idx="1464">
                  <c:v>4.4264700000000001E-4</c:v>
                </c:pt>
                <c:pt idx="1465">
                  <c:v>4.44389E-4</c:v>
                </c:pt>
                <c:pt idx="1466">
                  <c:v>4.4613900000000002E-4</c:v>
                </c:pt>
                <c:pt idx="1467">
                  <c:v>4.47897E-4</c:v>
                </c:pt>
                <c:pt idx="1468">
                  <c:v>4.4965700000000001E-4</c:v>
                </c:pt>
                <c:pt idx="1469">
                  <c:v>4.5141799999999998E-4</c:v>
                </c:pt>
                <c:pt idx="1470">
                  <c:v>4.5318000000000002E-4</c:v>
                </c:pt>
                <c:pt idx="1471">
                  <c:v>4.5494900000000001E-4</c:v>
                </c:pt>
                <c:pt idx="1472">
                  <c:v>4.5672300000000002E-4</c:v>
                </c:pt>
                <c:pt idx="1473">
                  <c:v>4.5849699999999998E-4</c:v>
                </c:pt>
                <c:pt idx="1474">
                  <c:v>4.6027200000000001E-4</c:v>
                </c:pt>
                <c:pt idx="1475">
                  <c:v>4.6204999999999998E-4</c:v>
                </c:pt>
                <c:pt idx="1476">
                  <c:v>4.6383500000000001E-4</c:v>
                </c:pt>
                <c:pt idx="1477">
                  <c:v>4.6562699999999998E-4</c:v>
                </c:pt>
                <c:pt idx="1478">
                  <c:v>4.6742099999999998E-4</c:v>
                </c:pt>
                <c:pt idx="1479">
                  <c:v>4.6921400000000002E-4</c:v>
                </c:pt>
                <c:pt idx="1480">
                  <c:v>4.7100499999999998E-4</c:v>
                </c:pt>
                <c:pt idx="1481">
                  <c:v>4.7280100000000002E-4</c:v>
                </c:pt>
                <c:pt idx="1482">
                  <c:v>4.74597E-4</c:v>
                </c:pt>
                <c:pt idx="1483">
                  <c:v>4.7639200000000002E-4</c:v>
                </c:pt>
                <c:pt idx="1484">
                  <c:v>4.78185E-4</c:v>
                </c:pt>
                <c:pt idx="1485">
                  <c:v>4.7997900000000001E-4</c:v>
                </c:pt>
                <c:pt idx="1486">
                  <c:v>4.8178300000000001E-4</c:v>
                </c:pt>
                <c:pt idx="1487">
                  <c:v>4.8359199999999997E-4</c:v>
                </c:pt>
                <c:pt idx="1488">
                  <c:v>4.85401E-4</c:v>
                </c:pt>
                <c:pt idx="1489">
                  <c:v>4.87212E-4</c:v>
                </c:pt>
                <c:pt idx="1490">
                  <c:v>4.8903100000000001E-4</c:v>
                </c:pt>
                <c:pt idx="1491">
                  <c:v>4.9085999999999997E-4</c:v>
                </c:pt>
                <c:pt idx="1492">
                  <c:v>4.9268999999999995E-4</c:v>
                </c:pt>
                <c:pt idx="1493">
                  <c:v>4.9451699999999998E-4</c:v>
                </c:pt>
                <c:pt idx="1494">
                  <c:v>4.9634400000000002E-4</c:v>
                </c:pt>
                <c:pt idx="1495">
                  <c:v>4.9817700000000004E-4</c:v>
                </c:pt>
                <c:pt idx="1496">
                  <c:v>5.0002100000000002E-4</c:v>
                </c:pt>
                <c:pt idx="1497">
                  <c:v>5.0186800000000004E-4</c:v>
                </c:pt>
                <c:pt idx="1498">
                  <c:v>5.0371499999999996E-4</c:v>
                </c:pt>
                <c:pt idx="1499">
                  <c:v>5.0556099999999997E-4</c:v>
                </c:pt>
                <c:pt idx="1500">
                  <c:v>5.0740699999999998E-4</c:v>
                </c:pt>
                <c:pt idx="1501">
                  <c:v>5.0924E-4</c:v>
                </c:pt>
                <c:pt idx="1502">
                  <c:v>5.1106299999999997E-4</c:v>
                </c:pt>
                <c:pt idx="1503">
                  <c:v>5.1289800000000002E-4</c:v>
                </c:pt>
                <c:pt idx="1504">
                  <c:v>5.1474599999999995E-4</c:v>
                </c:pt>
                <c:pt idx="1505">
                  <c:v>5.1660300000000003E-4</c:v>
                </c:pt>
                <c:pt idx="1506">
                  <c:v>5.1846699999999999E-4</c:v>
                </c:pt>
                <c:pt idx="1507">
                  <c:v>5.2032900000000004E-4</c:v>
                </c:pt>
                <c:pt idx="1508">
                  <c:v>5.2218499999999999E-4</c:v>
                </c:pt>
                <c:pt idx="1509">
                  <c:v>5.2403900000000002E-4</c:v>
                </c:pt>
                <c:pt idx="1510">
                  <c:v>5.25904E-4</c:v>
                </c:pt>
                <c:pt idx="1511">
                  <c:v>5.2777800000000001E-4</c:v>
                </c:pt>
                <c:pt idx="1512">
                  <c:v>5.2965200000000003E-4</c:v>
                </c:pt>
                <c:pt idx="1513">
                  <c:v>5.3152400000000002E-4</c:v>
                </c:pt>
                <c:pt idx="1514">
                  <c:v>5.3339800000000003E-4</c:v>
                </c:pt>
                <c:pt idx="1515">
                  <c:v>5.35283E-4</c:v>
                </c:pt>
                <c:pt idx="1516">
                  <c:v>5.3717499999999998E-4</c:v>
                </c:pt>
                <c:pt idx="1517">
                  <c:v>5.3906600000000005E-4</c:v>
                </c:pt>
                <c:pt idx="1518">
                  <c:v>5.4095599999999999E-4</c:v>
                </c:pt>
                <c:pt idx="1519">
                  <c:v>5.4284799999999996E-4</c:v>
                </c:pt>
                <c:pt idx="1520">
                  <c:v>5.44744E-4</c:v>
                </c:pt>
                <c:pt idx="1521">
                  <c:v>5.4664100000000005E-4</c:v>
                </c:pt>
                <c:pt idx="1522">
                  <c:v>5.4853400000000004E-4</c:v>
                </c:pt>
                <c:pt idx="1523">
                  <c:v>5.5042600000000002E-4</c:v>
                </c:pt>
                <c:pt idx="1524">
                  <c:v>5.5232299999999996E-4</c:v>
                </c:pt>
                <c:pt idx="1525">
                  <c:v>5.5423099999999997E-4</c:v>
                </c:pt>
                <c:pt idx="1526">
                  <c:v>5.5614399999999995E-4</c:v>
                </c:pt>
                <c:pt idx="1527">
                  <c:v>5.5805500000000001E-4</c:v>
                </c:pt>
                <c:pt idx="1528">
                  <c:v>5.5996500000000005E-4</c:v>
                </c:pt>
                <c:pt idx="1529">
                  <c:v>5.61876E-4</c:v>
                </c:pt>
                <c:pt idx="1530">
                  <c:v>5.6379200000000003E-4</c:v>
                </c:pt>
                <c:pt idx="1531">
                  <c:v>5.6570800000000005E-4</c:v>
                </c:pt>
                <c:pt idx="1532">
                  <c:v>5.6762299999999996E-4</c:v>
                </c:pt>
                <c:pt idx="1533">
                  <c:v>5.6953799999999997E-4</c:v>
                </c:pt>
                <c:pt idx="1534">
                  <c:v>5.7146200000000001E-4</c:v>
                </c:pt>
                <c:pt idx="1535">
                  <c:v>5.73396E-4</c:v>
                </c:pt>
                <c:pt idx="1536">
                  <c:v>5.7533300000000003E-4</c:v>
                </c:pt>
                <c:pt idx="1537">
                  <c:v>5.7726800000000003E-4</c:v>
                </c:pt>
                <c:pt idx="1538">
                  <c:v>5.7920499999999995E-4</c:v>
                </c:pt>
                <c:pt idx="1539">
                  <c:v>5.8114699999999996E-4</c:v>
                </c:pt>
                <c:pt idx="1540">
                  <c:v>5.8309599999999996E-4</c:v>
                </c:pt>
                <c:pt idx="1541">
                  <c:v>5.8504399999999995E-4</c:v>
                </c:pt>
                <c:pt idx="1542">
                  <c:v>5.8698400000000003E-4</c:v>
                </c:pt>
                <c:pt idx="1543">
                  <c:v>5.8892000000000005E-4</c:v>
                </c:pt>
                <c:pt idx="1544">
                  <c:v>5.9086000000000002E-4</c:v>
                </c:pt>
                <c:pt idx="1545">
                  <c:v>5.9280900000000002E-4</c:v>
                </c:pt>
                <c:pt idx="1546">
                  <c:v>5.9475999999999995E-4</c:v>
                </c:pt>
                <c:pt idx="1547">
                  <c:v>5.9670899999999995E-4</c:v>
                </c:pt>
                <c:pt idx="1548">
                  <c:v>5.9865899999999998E-4</c:v>
                </c:pt>
                <c:pt idx="1549">
                  <c:v>6.0061800000000003E-4</c:v>
                </c:pt>
                <c:pt idx="1550">
                  <c:v>6.0258299999999996E-4</c:v>
                </c:pt>
                <c:pt idx="1551">
                  <c:v>6.0454200000000001E-4</c:v>
                </c:pt>
                <c:pt idx="1552">
                  <c:v>6.0649800000000002E-4</c:v>
                </c:pt>
                <c:pt idx="1553">
                  <c:v>6.0845400000000003E-4</c:v>
                </c:pt>
                <c:pt idx="1554">
                  <c:v>6.1041700000000003E-4</c:v>
                </c:pt>
                <c:pt idx="1555">
                  <c:v>6.1238500000000001E-4</c:v>
                </c:pt>
                <c:pt idx="1556">
                  <c:v>6.1434900000000004E-4</c:v>
                </c:pt>
                <c:pt idx="1557">
                  <c:v>6.1631000000000001E-4</c:v>
                </c:pt>
                <c:pt idx="1558">
                  <c:v>6.1827300000000002E-4</c:v>
                </c:pt>
                <c:pt idx="1559">
                  <c:v>6.2024499999999995E-4</c:v>
                </c:pt>
                <c:pt idx="1560">
                  <c:v>6.22217E-4</c:v>
                </c:pt>
                <c:pt idx="1561">
                  <c:v>6.2418300000000005E-4</c:v>
                </c:pt>
                <c:pt idx="1562">
                  <c:v>6.2614799999999998E-4</c:v>
                </c:pt>
                <c:pt idx="1563">
                  <c:v>6.2811500000000005E-4</c:v>
                </c:pt>
                <c:pt idx="1564">
                  <c:v>6.3008900000000002E-4</c:v>
                </c:pt>
                <c:pt idx="1565">
                  <c:v>6.3206600000000003E-4</c:v>
                </c:pt>
                <c:pt idx="1566">
                  <c:v>6.3404100000000001E-4</c:v>
                </c:pt>
                <c:pt idx="1567">
                  <c:v>6.3601399999999996E-4</c:v>
                </c:pt>
                <c:pt idx="1568">
                  <c:v>6.3799099999999997E-4</c:v>
                </c:pt>
                <c:pt idx="1569">
                  <c:v>6.39976E-4</c:v>
                </c:pt>
                <c:pt idx="1570">
                  <c:v>6.4196100000000003E-4</c:v>
                </c:pt>
                <c:pt idx="1571">
                  <c:v>6.4394300000000001E-4</c:v>
                </c:pt>
                <c:pt idx="1572">
                  <c:v>6.4592499999999999E-4</c:v>
                </c:pt>
                <c:pt idx="1573">
                  <c:v>6.4790900000000001E-4</c:v>
                </c:pt>
                <c:pt idx="1574">
                  <c:v>6.4990100000000004E-4</c:v>
                </c:pt>
                <c:pt idx="1575">
                  <c:v>6.5189700000000002E-4</c:v>
                </c:pt>
                <c:pt idx="1576">
                  <c:v>6.5392300000000005E-4</c:v>
                </c:pt>
                <c:pt idx="1577">
                  <c:v>6.5599300000000001E-4</c:v>
                </c:pt>
                <c:pt idx="1578">
                  <c:v>6.5806800000000004E-4</c:v>
                </c:pt>
                <c:pt idx="1579">
                  <c:v>6.6012600000000003E-4</c:v>
                </c:pt>
                <c:pt idx="1580">
                  <c:v>6.6216300000000001E-4</c:v>
                </c:pt>
                <c:pt idx="1581">
                  <c:v>6.6418200000000003E-4</c:v>
                </c:pt>
                <c:pt idx="1582">
                  <c:v>6.6618999999999999E-4</c:v>
                </c:pt>
                <c:pt idx="1583">
                  <c:v>6.6819899999999996E-4</c:v>
                </c:pt>
                <c:pt idx="1584">
                  <c:v>6.7021400000000003E-4</c:v>
                </c:pt>
                <c:pt idx="1585">
                  <c:v>6.7222799999999997E-4</c:v>
                </c:pt>
                <c:pt idx="1586">
                  <c:v>6.7423899999999998E-4</c:v>
                </c:pt>
                <c:pt idx="1587">
                  <c:v>6.7624899999999997E-4</c:v>
                </c:pt>
                <c:pt idx="1588">
                  <c:v>6.7826500000000005E-4</c:v>
                </c:pt>
                <c:pt idx="1589">
                  <c:v>6.80286E-4</c:v>
                </c:pt>
                <c:pt idx="1590">
                  <c:v>6.8230400000000001E-4</c:v>
                </c:pt>
                <c:pt idx="1591">
                  <c:v>6.8431799999999995E-4</c:v>
                </c:pt>
                <c:pt idx="1592">
                  <c:v>6.8633300000000002E-4</c:v>
                </c:pt>
                <c:pt idx="1593">
                  <c:v>6.8835299999999995E-4</c:v>
                </c:pt>
                <c:pt idx="1594">
                  <c:v>6.9037799999999996E-4</c:v>
                </c:pt>
                <c:pt idx="1595">
                  <c:v>6.9240100000000004E-4</c:v>
                </c:pt>
                <c:pt idx="1596">
                  <c:v>6.9441999999999995E-4</c:v>
                </c:pt>
                <c:pt idx="1597">
                  <c:v>6.9643999999999999E-4</c:v>
                </c:pt>
                <c:pt idx="1598">
                  <c:v>6.9846899999999996E-4</c:v>
                </c:pt>
                <c:pt idx="1599">
                  <c:v>7.0049900000000004E-4</c:v>
                </c:pt>
                <c:pt idx="1600">
                  <c:v>7.0252400000000005E-4</c:v>
                </c:pt>
                <c:pt idx="1601">
                  <c:v>7.0454800000000004E-4</c:v>
                </c:pt>
                <c:pt idx="1602">
                  <c:v>7.0657200000000004E-4</c:v>
                </c:pt>
                <c:pt idx="1603">
                  <c:v>7.0860200000000002E-4</c:v>
                </c:pt>
                <c:pt idx="1604">
                  <c:v>7.1063400000000003E-4</c:v>
                </c:pt>
                <c:pt idx="1605">
                  <c:v>7.1266299999999999E-4</c:v>
                </c:pt>
                <c:pt idx="1606">
                  <c:v>7.1469100000000005E-4</c:v>
                </c:pt>
                <c:pt idx="1607">
                  <c:v>7.1672000000000001E-4</c:v>
                </c:pt>
                <c:pt idx="1608">
                  <c:v>7.1875800000000001E-4</c:v>
                </c:pt>
                <c:pt idx="1609">
                  <c:v>7.2079700000000002E-4</c:v>
                </c:pt>
                <c:pt idx="1610">
                  <c:v>7.2283099999999995E-4</c:v>
                </c:pt>
                <c:pt idx="1611">
                  <c:v>7.2486299999999996E-4</c:v>
                </c:pt>
                <c:pt idx="1612">
                  <c:v>7.2689300000000005E-4</c:v>
                </c:pt>
                <c:pt idx="1613">
                  <c:v>7.2893199999999995E-4</c:v>
                </c:pt>
                <c:pt idx="1614">
                  <c:v>7.3097400000000001E-4</c:v>
                </c:pt>
                <c:pt idx="1615">
                  <c:v>7.3301499999999995E-4</c:v>
                </c:pt>
                <c:pt idx="1616">
                  <c:v>7.3505399999999996E-4</c:v>
                </c:pt>
                <c:pt idx="1617">
                  <c:v>7.3709800000000005E-4</c:v>
                </c:pt>
                <c:pt idx="1618">
                  <c:v>7.3915099999999996E-4</c:v>
                </c:pt>
                <c:pt idx="1619">
                  <c:v>7.4119699999999997E-4</c:v>
                </c:pt>
                <c:pt idx="1620">
                  <c:v>7.4323100000000001E-4</c:v>
                </c:pt>
                <c:pt idx="1621">
                  <c:v>7.4526300000000002E-4</c:v>
                </c:pt>
                <c:pt idx="1622">
                  <c:v>7.4730399999999996E-4</c:v>
                </c:pt>
                <c:pt idx="1623">
                  <c:v>7.4935799999999999E-4</c:v>
                </c:pt>
                <c:pt idx="1624">
                  <c:v>7.5141499999999996E-4</c:v>
                </c:pt>
                <c:pt idx="1625">
                  <c:v>7.5347000000000001E-4</c:v>
                </c:pt>
                <c:pt idx="1626">
                  <c:v>7.5552300000000002E-4</c:v>
                </c:pt>
                <c:pt idx="1627">
                  <c:v>7.5758100000000001E-4</c:v>
                </c:pt>
                <c:pt idx="1628">
                  <c:v>7.5964399999999997E-4</c:v>
                </c:pt>
                <c:pt idx="1629">
                  <c:v>7.6170199999999995E-4</c:v>
                </c:pt>
                <c:pt idx="1630">
                  <c:v>7.6375399999999995E-4</c:v>
                </c:pt>
                <c:pt idx="1631">
                  <c:v>7.6588000000000003E-4</c:v>
                </c:pt>
                <c:pt idx="1632">
                  <c:v>7.6829999999999997E-4</c:v>
                </c:pt>
                <c:pt idx="1633">
                  <c:v>7.7090100000000005E-4</c:v>
                </c:pt>
                <c:pt idx="1634">
                  <c:v>7.7338099999999996E-4</c:v>
                </c:pt>
                <c:pt idx="1635">
                  <c:v>7.7577600000000005E-4</c:v>
                </c:pt>
                <c:pt idx="1636">
                  <c:v>7.7833500000000001E-4</c:v>
                </c:pt>
                <c:pt idx="1637">
                  <c:v>7.81006E-4</c:v>
                </c:pt>
                <c:pt idx="1638">
                  <c:v>7.8352499999999998E-4</c:v>
                </c:pt>
                <c:pt idx="1639">
                  <c:v>7.8589299999999996E-4</c:v>
                </c:pt>
                <c:pt idx="1640">
                  <c:v>7.8817999999999998E-4</c:v>
                </c:pt>
                <c:pt idx="1641">
                  <c:v>7.9041699999999996E-4</c:v>
                </c:pt>
                <c:pt idx="1642">
                  <c:v>7.9263999999999995E-4</c:v>
                </c:pt>
                <c:pt idx="1643">
                  <c:v>7.9485600000000003E-4</c:v>
                </c:pt>
                <c:pt idx="1644">
                  <c:v>7.9705800000000001E-4</c:v>
                </c:pt>
                <c:pt idx="1645">
                  <c:v>7.9924100000000001E-4</c:v>
                </c:pt>
                <c:pt idx="1646">
                  <c:v>8.01375E-4</c:v>
                </c:pt>
                <c:pt idx="1647">
                  <c:v>8.03475E-4</c:v>
                </c:pt>
                <c:pt idx="1648">
                  <c:v>8.0555899999999996E-4</c:v>
                </c:pt>
                <c:pt idx="1649">
                  <c:v>8.07634E-4</c:v>
                </c:pt>
                <c:pt idx="1650">
                  <c:v>8.0970300000000005E-4</c:v>
                </c:pt>
                <c:pt idx="1651">
                  <c:v>8.1176900000000005E-4</c:v>
                </c:pt>
                <c:pt idx="1652">
                  <c:v>8.1384100000000004E-4</c:v>
                </c:pt>
                <c:pt idx="1653">
                  <c:v>8.1596800000000003E-4</c:v>
                </c:pt>
                <c:pt idx="1654">
                  <c:v>8.1823300000000002E-4</c:v>
                </c:pt>
                <c:pt idx="1655">
                  <c:v>8.2054399999999998E-4</c:v>
                </c:pt>
                <c:pt idx="1656">
                  <c:v>8.2276799999999998E-4</c:v>
                </c:pt>
                <c:pt idx="1657">
                  <c:v>8.2491900000000002E-4</c:v>
                </c:pt>
                <c:pt idx="1658">
                  <c:v>8.2702399999999999E-4</c:v>
                </c:pt>
                <c:pt idx="1659">
                  <c:v>8.2909900000000003E-4</c:v>
                </c:pt>
                <c:pt idx="1660">
                  <c:v>8.3115200000000004E-4</c:v>
                </c:pt>
                <c:pt idx="1661">
                  <c:v>8.3323399999999997E-4</c:v>
                </c:pt>
                <c:pt idx="1662">
                  <c:v>8.3553900000000005E-4</c:v>
                </c:pt>
                <c:pt idx="1663">
                  <c:v>8.3803199999999995E-4</c:v>
                </c:pt>
                <c:pt idx="1664">
                  <c:v>8.4044800000000004E-4</c:v>
                </c:pt>
                <c:pt idx="1665">
                  <c:v>8.4272500000000001E-4</c:v>
                </c:pt>
                <c:pt idx="1666">
                  <c:v>8.4491999999999998E-4</c:v>
                </c:pt>
                <c:pt idx="1667">
                  <c:v>8.4706899999999999E-4</c:v>
                </c:pt>
                <c:pt idx="1668">
                  <c:v>8.4917800000000002E-4</c:v>
                </c:pt>
                <c:pt idx="1669">
                  <c:v>8.5125900000000004E-4</c:v>
                </c:pt>
                <c:pt idx="1670">
                  <c:v>8.5332300000000002E-4</c:v>
                </c:pt>
                <c:pt idx="1671">
                  <c:v>8.5538300000000003E-4</c:v>
                </c:pt>
                <c:pt idx="1672">
                  <c:v>8.5745199999999998E-4</c:v>
                </c:pt>
                <c:pt idx="1673">
                  <c:v>8.5952499999999998E-4</c:v>
                </c:pt>
                <c:pt idx="1674">
                  <c:v>8.6160100000000003E-4</c:v>
                </c:pt>
                <c:pt idx="1675">
                  <c:v>8.6367699999999998E-4</c:v>
                </c:pt>
                <c:pt idx="1676">
                  <c:v>8.6575599999999997E-4</c:v>
                </c:pt>
                <c:pt idx="1677">
                  <c:v>8.6783300000000004E-4</c:v>
                </c:pt>
                <c:pt idx="1678">
                  <c:v>8.6990099999999996E-4</c:v>
                </c:pt>
                <c:pt idx="1679">
                  <c:v>8.7196599999999995E-4</c:v>
                </c:pt>
                <c:pt idx="1680">
                  <c:v>8.74035E-4</c:v>
                </c:pt>
                <c:pt idx="1681">
                  <c:v>8.7611500000000001E-4</c:v>
                </c:pt>
                <c:pt idx="1682">
                  <c:v>8.78201E-4</c:v>
                </c:pt>
                <c:pt idx="1683">
                  <c:v>8.8028499999999997E-4</c:v>
                </c:pt>
                <c:pt idx="1684">
                  <c:v>8.8236599999999999E-4</c:v>
                </c:pt>
                <c:pt idx="1685">
                  <c:v>8.8445699999999995E-4</c:v>
                </c:pt>
                <c:pt idx="1686">
                  <c:v>8.86622E-4</c:v>
                </c:pt>
                <c:pt idx="1687">
                  <c:v>8.8886599999999998E-4</c:v>
                </c:pt>
                <c:pt idx="1688">
                  <c:v>8.9107699999999999E-4</c:v>
                </c:pt>
                <c:pt idx="1689">
                  <c:v>8.9321400000000003E-4</c:v>
                </c:pt>
                <c:pt idx="1690">
                  <c:v>8.9531400000000003E-4</c:v>
                </c:pt>
                <c:pt idx="1691">
                  <c:v>8.9741199999999999E-4</c:v>
                </c:pt>
                <c:pt idx="1692">
                  <c:v>8.9950700000000002E-4</c:v>
                </c:pt>
                <c:pt idx="1693">
                  <c:v>9.0158399999999998E-4</c:v>
                </c:pt>
                <c:pt idx="1694">
                  <c:v>9.0364099999999995E-4</c:v>
                </c:pt>
                <c:pt idx="1695">
                  <c:v>9.0574399999999999E-4</c:v>
                </c:pt>
                <c:pt idx="1696">
                  <c:v>9.0842600000000005E-4</c:v>
                </c:pt>
                <c:pt idx="1697">
                  <c:v>9.1186399999999997E-4</c:v>
                </c:pt>
                <c:pt idx="1698">
                  <c:v>9.1567600000000003E-4</c:v>
                </c:pt>
                <c:pt idx="1699">
                  <c:v>9.1983099999999997E-4</c:v>
                </c:pt>
                <c:pt idx="1700">
                  <c:v>9.2382800000000002E-4</c:v>
                </c:pt>
                <c:pt idx="1701">
                  <c:v>9.2727100000000002E-4</c:v>
                </c:pt>
                <c:pt idx="1702">
                  <c:v>9.3096800000000001E-4</c:v>
                </c:pt>
                <c:pt idx="1703">
                  <c:v>9.3541200000000005E-4</c:v>
                </c:pt>
                <c:pt idx="1704">
                  <c:v>9.3975000000000005E-4</c:v>
                </c:pt>
                <c:pt idx="1705">
                  <c:v>9.4341200000000003E-4</c:v>
                </c:pt>
                <c:pt idx="1706">
                  <c:v>9.4663199999999999E-4</c:v>
                </c:pt>
                <c:pt idx="1707">
                  <c:v>9.4967300000000005E-4</c:v>
                </c:pt>
                <c:pt idx="1708">
                  <c:v>9.5280600000000005E-4</c:v>
                </c:pt>
                <c:pt idx="1709">
                  <c:v>9.5592699999999997E-4</c:v>
                </c:pt>
                <c:pt idx="1710">
                  <c:v>9.5881700000000005E-4</c:v>
                </c:pt>
                <c:pt idx="1711">
                  <c:v>9.6152E-4</c:v>
                </c:pt>
                <c:pt idx="1712">
                  <c:v>9.6409299999999996E-4</c:v>
                </c:pt>
                <c:pt idx="1713">
                  <c:v>9.6657600000000002E-4</c:v>
                </c:pt>
                <c:pt idx="1714">
                  <c:v>9.6899699999999998E-4</c:v>
                </c:pt>
                <c:pt idx="1715">
                  <c:v>9.7137600000000003E-4</c:v>
                </c:pt>
                <c:pt idx="1716">
                  <c:v>9.7371999999999997E-4</c:v>
                </c:pt>
                <c:pt idx="1717">
                  <c:v>9.7602300000000002E-4</c:v>
                </c:pt>
                <c:pt idx="1718">
                  <c:v>9.7831000000000003E-4</c:v>
                </c:pt>
                <c:pt idx="1719">
                  <c:v>9.8072900000000006E-4</c:v>
                </c:pt>
                <c:pt idx="1720">
                  <c:v>9.8328999999999995E-4</c:v>
                </c:pt>
                <c:pt idx="1721">
                  <c:v>9.8581800000000007E-4</c:v>
                </c:pt>
                <c:pt idx="1722">
                  <c:v>9.8855699999999993E-4</c:v>
                </c:pt>
                <c:pt idx="1723">
                  <c:v>9.9179999999999993E-4</c:v>
                </c:pt>
                <c:pt idx="1724">
                  <c:v>9.950759999999999E-4</c:v>
                </c:pt>
                <c:pt idx="1725">
                  <c:v>9.98002E-4</c:v>
                </c:pt>
                <c:pt idx="1726">
                  <c:v>1.0007E-3</c:v>
                </c:pt>
                <c:pt idx="1727">
                  <c:v>1.00326E-3</c:v>
                </c:pt>
                <c:pt idx="1728">
                  <c:v>1.0057200000000001E-3</c:v>
                </c:pt>
                <c:pt idx="1729">
                  <c:v>1.0081199999999999E-3</c:v>
                </c:pt>
                <c:pt idx="1730">
                  <c:v>1.01049E-3</c:v>
                </c:pt>
                <c:pt idx="1731">
                  <c:v>1.0128299999999999E-3</c:v>
                </c:pt>
                <c:pt idx="1732">
                  <c:v>1.0151299999999999E-3</c:v>
                </c:pt>
                <c:pt idx="1733">
                  <c:v>1.0173999999999999E-3</c:v>
                </c:pt>
                <c:pt idx="1734">
                  <c:v>1.01968E-3</c:v>
                </c:pt>
                <c:pt idx="1735">
                  <c:v>1.02195E-3</c:v>
                </c:pt>
                <c:pt idx="1736">
                  <c:v>1.0241600000000001E-3</c:v>
                </c:pt>
                <c:pt idx="1737">
                  <c:v>1.02633E-3</c:v>
                </c:pt>
                <c:pt idx="1738">
                  <c:v>1.0284999999999999E-3</c:v>
                </c:pt>
                <c:pt idx="1739">
                  <c:v>1.03107E-3</c:v>
                </c:pt>
                <c:pt idx="1740">
                  <c:v>1.0342699999999999E-3</c:v>
                </c:pt>
                <c:pt idx="1741">
                  <c:v>1.0375E-3</c:v>
                </c:pt>
                <c:pt idx="1742">
                  <c:v>1.0403299999999999E-3</c:v>
                </c:pt>
                <c:pt idx="1743">
                  <c:v>1.0429E-3</c:v>
                </c:pt>
                <c:pt idx="1744">
                  <c:v>1.04532E-3</c:v>
                </c:pt>
                <c:pt idx="1745">
                  <c:v>1.04783E-3</c:v>
                </c:pt>
                <c:pt idx="1746">
                  <c:v>1.0505499999999999E-3</c:v>
                </c:pt>
                <c:pt idx="1747">
                  <c:v>1.0532199999999999E-3</c:v>
                </c:pt>
                <c:pt idx="1748">
                  <c:v>1.0557699999999999E-3</c:v>
                </c:pt>
                <c:pt idx="1749">
                  <c:v>1.0589499999999999E-3</c:v>
                </c:pt>
                <c:pt idx="1750">
                  <c:v>1.06295E-3</c:v>
                </c:pt>
                <c:pt idx="1751">
                  <c:v>1.0667700000000001E-3</c:v>
                </c:pt>
                <c:pt idx="1752">
                  <c:v>1.0699800000000001E-3</c:v>
                </c:pt>
                <c:pt idx="1753">
                  <c:v>1.0727899999999999E-3</c:v>
                </c:pt>
                <c:pt idx="1754">
                  <c:v>1.0753799999999999E-3</c:v>
                </c:pt>
                <c:pt idx="1755">
                  <c:v>1.07784E-3</c:v>
                </c:pt>
                <c:pt idx="1756">
                  <c:v>1.0801999999999999E-3</c:v>
                </c:pt>
                <c:pt idx="1757">
                  <c:v>1.08249E-3</c:v>
                </c:pt>
                <c:pt idx="1758">
                  <c:v>1.0847299999999999E-3</c:v>
                </c:pt>
                <c:pt idx="1759">
                  <c:v>1.0869600000000001E-3</c:v>
                </c:pt>
                <c:pt idx="1760">
                  <c:v>1.08916E-3</c:v>
                </c:pt>
                <c:pt idx="1761">
                  <c:v>1.09132E-3</c:v>
                </c:pt>
                <c:pt idx="1762">
                  <c:v>1.0934600000000001E-3</c:v>
                </c:pt>
                <c:pt idx="1763">
                  <c:v>1.0955699999999999E-3</c:v>
                </c:pt>
                <c:pt idx="1764">
                  <c:v>1.0976899999999999E-3</c:v>
                </c:pt>
                <c:pt idx="1765">
                  <c:v>1.10001E-3</c:v>
                </c:pt>
                <c:pt idx="1766">
                  <c:v>1.1028500000000001E-3</c:v>
                </c:pt>
                <c:pt idx="1767">
                  <c:v>1.1059100000000001E-3</c:v>
                </c:pt>
                <c:pt idx="1768">
                  <c:v>1.1086399999999999E-3</c:v>
                </c:pt>
                <c:pt idx="1769">
                  <c:v>1.11118E-3</c:v>
                </c:pt>
                <c:pt idx="1770">
                  <c:v>1.1136099999999999E-3</c:v>
                </c:pt>
                <c:pt idx="1771">
                  <c:v>1.1160199999999999E-3</c:v>
                </c:pt>
                <c:pt idx="1772">
                  <c:v>1.1186499999999999E-3</c:v>
                </c:pt>
                <c:pt idx="1773">
                  <c:v>1.1213600000000001E-3</c:v>
                </c:pt>
                <c:pt idx="1774">
                  <c:v>1.1238699999999999E-3</c:v>
                </c:pt>
                <c:pt idx="1775">
                  <c:v>1.12622E-3</c:v>
                </c:pt>
                <c:pt idx="1776">
                  <c:v>1.1284800000000001E-3</c:v>
                </c:pt>
                <c:pt idx="1777">
                  <c:v>1.13069E-3</c:v>
                </c:pt>
                <c:pt idx="1778">
                  <c:v>1.13288E-3</c:v>
                </c:pt>
                <c:pt idx="1779">
                  <c:v>1.13507E-3</c:v>
                </c:pt>
                <c:pt idx="1780">
                  <c:v>1.13725E-3</c:v>
                </c:pt>
                <c:pt idx="1781">
                  <c:v>1.13941E-3</c:v>
                </c:pt>
                <c:pt idx="1782">
                  <c:v>1.1415500000000001E-3</c:v>
                </c:pt>
                <c:pt idx="1783">
                  <c:v>1.1439499999999999E-3</c:v>
                </c:pt>
                <c:pt idx="1784">
                  <c:v>1.1471000000000001E-3</c:v>
                </c:pt>
                <c:pt idx="1785">
                  <c:v>1.15077E-3</c:v>
                </c:pt>
                <c:pt idx="1786">
                  <c:v>1.15464E-3</c:v>
                </c:pt>
                <c:pt idx="1787">
                  <c:v>1.1584399999999999E-3</c:v>
                </c:pt>
                <c:pt idx="1788">
                  <c:v>1.16171E-3</c:v>
                </c:pt>
                <c:pt idx="1789">
                  <c:v>1.16456E-3</c:v>
                </c:pt>
                <c:pt idx="1790">
                  <c:v>1.16716E-3</c:v>
                </c:pt>
                <c:pt idx="1791">
                  <c:v>1.1698399999999999E-3</c:v>
                </c:pt>
                <c:pt idx="1792">
                  <c:v>1.17278E-3</c:v>
                </c:pt>
                <c:pt idx="1793">
                  <c:v>1.1756799999999999E-3</c:v>
                </c:pt>
                <c:pt idx="1794">
                  <c:v>1.1783500000000001E-3</c:v>
                </c:pt>
                <c:pt idx="1795">
                  <c:v>1.1808599999999999E-3</c:v>
                </c:pt>
                <c:pt idx="1796">
                  <c:v>1.1832699999999999E-3</c:v>
                </c:pt>
                <c:pt idx="1797">
                  <c:v>1.1856099999999999E-3</c:v>
                </c:pt>
                <c:pt idx="1798">
                  <c:v>1.18789E-3</c:v>
                </c:pt>
                <c:pt idx="1799">
                  <c:v>1.19012E-3</c:v>
                </c:pt>
                <c:pt idx="1800">
                  <c:v>1.19235E-3</c:v>
                </c:pt>
                <c:pt idx="1801">
                  <c:v>1.1946000000000001E-3</c:v>
                </c:pt>
                <c:pt idx="1802">
                  <c:v>1.1970699999999999E-3</c:v>
                </c:pt>
                <c:pt idx="1803">
                  <c:v>1.1998200000000001E-3</c:v>
                </c:pt>
                <c:pt idx="1804">
                  <c:v>1.2024200000000001E-3</c:v>
                </c:pt>
                <c:pt idx="1805">
                  <c:v>1.2047E-3</c:v>
                </c:pt>
                <c:pt idx="1806">
                  <c:v>1.2068300000000001E-3</c:v>
                </c:pt>
                <c:pt idx="1807">
                  <c:v>1.20892E-3</c:v>
                </c:pt>
                <c:pt idx="1808">
                  <c:v>1.2112100000000001E-3</c:v>
                </c:pt>
                <c:pt idx="1809">
                  <c:v>1.21364E-3</c:v>
                </c:pt>
                <c:pt idx="1810">
                  <c:v>1.21597E-3</c:v>
                </c:pt>
                <c:pt idx="1811">
                  <c:v>1.21817E-3</c:v>
                </c:pt>
                <c:pt idx="1812">
                  <c:v>1.2203299999999999E-3</c:v>
                </c:pt>
                <c:pt idx="1813">
                  <c:v>1.22247E-3</c:v>
                </c:pt>
                <c:pt idx="1814">
                  <c:v>1.2246E-3</c:v>
                </c:pt>
                <c:pt idx="1815">
                  <c:v>1.2267000000000001E-3</c:v>
                </c:pt>
                <c:pt idx="1816">
                  <c:v>1.22879E-3</c:v>
                </c:pt>
                <c:pt idx="1817">
                  <c:v>1.2308499999999999E-3</c:v>
                </c:pt>
                <c:pt idx="1818">
                  <c:v>1.23291E-3</c:v>
                </c:pt>
                <c:pt idx="1819">
                  <c:v>1.23496E-3</c:v>
                </c:pt>
                <c:pt idx="1820">
                  <c:v>1.2370599999999999E-3</c:v>
                </c:pt>
                <c:pt idx="1821">
                  <c:v>1.23953E-3</c:v>
                </c:pt>
                <c:pt idx="1822">
                  <c:v>1.24227E-3</c:v>
                </c:pt>
                <c:pt idx="1823">
                  <c:v>1.24479E-3</c:v>
                </c:pt>
                <c:pt idx="1824">
                  <c:v>1.2470300000000001E-3</c:v>
                </c:pt>
                <c:pt idx="1825">
                  <c:v>1.2490999999999999E-3</c:v>
                </c:pt>
                <c:pt idx="1826">
                  <c:v>1.2511499999999999E-3</c:v>
                </c:pt>
                <c:pt idx="1827">
                  <c:v>1.25326E-3</c:v>
                </c:pt>
                <c:pt idx="1828">
                  <c:v>1.2553900000000001E-3</c:v>
                </c:pt>
                <c:pt idx="1829">
                  <c:v>1.2574400000000001E-3</c:v>
                </c:pt>
                <c:pt idx="1830">
                  <c:v>1.25942E-3</c:v>
                </c:pt>
                <c:pt idx="1831">
                  <c:v>1.2614099999999999E-3</c:v>
                </c:pt>
                <c:pt idx="1832">
                  <c:v>1.26384E-3</c:v>
                </c:pt>
                <c:pt idx="1833">
                  <c:v>1.26903E-3</c:v>
                </c:pt>
                <c:pt idx="1834">
                  <c:v>1.27692E-3</c:v>
                </c:pt>
                <c:pt idx="1835">
                  <c:v>1.28407E-3</c:v>
                </c:pt>
                <c:pt idx="1836">
                  <c:v>1.2896800000000001E-3</c:v>
                </c:pt>
                <c:pt idx="1837">
                  <c:v>1.29502E-3</c:v>
                </c:pt>
                <c:pt idx="1838">
                  <c:v>1.3002599999999999E-3</c:v>
                </c:pt>
                <c:pt idx="1839">
                  <c:v>1.3048700000000001E-3</c:v>
                </c:pt>
                <c:pt idx="1840">
                  <c:v>1.3089200000000001E-3</c:v>
                </c:pt>
                <c:pt idx="1841">
                  <c:v>1.3125299999999999E-3</c:v>
                </c:pt>
                <c:pt idx="1842">
                  <c:v>1.3157900000000001E-3</c:v>
                </c:pt>
                <c:pt idx="1843">
                  <c:v>1.31879E-3</c:v>
                </c:pt>
                <c:pt idx="1844">
                  <c:v>1.3216300000000001E-3</c:v>
                </c:pt>
                <c:pt idx="1845">
                  <c:v>1.3244699999999999E-3</c:v>
                </c:pt>
                <c:pt idx="1846">
                  <c:v>1.3273899999999999E-3</c:v>
                </c:pt>
                <c:pt idx="1847">
                  <c:v>1.33022E-3</c:v>
                </c:pt>
                <c:pt idx="1848">
                  <c:v>1.33293E-3</c:v>
                </c:pt>
                <c:pt idx="1849">
                  <c:v>1.33552E-3</c:v>
                </c:pt>
                <c:pt idx="1850">
                  <c:v>1.33804E-3</c:v>
                </c:pt>
                <c:pt idx="1851">
                  <c:v>1.3406E-3</c:v>
                </c:pt>
                <c:pt idx="1852">
                  <c:v>1.3432800000000001E-3</c:v>
                </c:pt>
                <c:pt idx="1853">
                  <c:v>1.3459399999999999E-3</c:v>
                </c:pt>
                <c:pt idx="1854">
                  <c:v>1.3484700000000001E-3</c:v>
                </c:pt>
                <c:pt idx="1855">
                  <c:v>1.3509100000000001E-3</c:v>
                </c:pt>
                <c:pt idx="1856">
                  <c:v>1.35345E-3</c:v>
                </c:pt>
                <c:pt idx="1857">
                  <c:v>1.3561300000000001E-3</c:v>
                </c:pt>
                <c:pt idx="1858">
                  <c:v>1.3588300000000001E-3</c:v>
                </c:pt>
                <c:pt idx="1859">
                  <c:v>1.3614899999999999E-3</c:v>
                </c:pt>
                <c:pt idx="1860">
                  <c:v>1.364E-3</c:v>
                </c:pt>
                <c:pt idx="1861">
                  <c:v>1.36641E-3</c:v>
                </c:pt>
                <c:pt idx="1862">
                  <c:v>1.36882E-3</c:v>
                </c:pt>
                <c:pt idx="1863">
                  <c:v>1.3714199999999999E-3</c:v>
                </c:pt>
                <c:pt idx="1864">
                  <c:v>1.3742400000000001E-3</c:v>
                </c:pt>
                <c:pt idx="1865">
                  <c:v>1.3770200000000001E-3</c:v>
                </c:pt>
                <c:pt idx="1866">
                  <c:v>1.3795400000000001E-3</c:v>
                </c:pt>
                <c:pt idx="1867">
                  <c:v>1.3819100000000001E-3</c:v>
                </c:pt>
                <c:pt idx="1868">
                  <c:v>1.3850399999999999E-3</c:v>
                </c:pt>
                <c:pt idx="1869">
                  <c:v>1.38963E-3</c:v>
                </c:pt>
                <c:pt idx="1870">
                  <c:v>1.3943899999999999E-3</c:v>
                </c:pt>
                <c:pt idx="1871">
                  <c:v>1.39836E-3</c:v>
                </c:pt>
                <c:pt idx="1872">
                  <c:v>1.40186E-3</c:v>
                </c:pt>
                <c:pt idx="1873">
                  <c:v>1.40496E-3</c:v>
                </c:pt>
                <c:pt idx="1874">
                  <c:v>1.4078999999999999E-3</c:v>
                </c:pt>
                <c:pt idx="1875">
                  <c:v>1.41085E-3</c:v>
                </c:pt>
                <c:pt idx="1876">
                  <c:v>1.4136400000000001E-3</c:v>
                </c:pt>
                <c:pt idx="1877">
                  <c:v>1.41632E-3</c:v>
                </c:pt>
                <c:pt idx="1878">
                  <c:v>1.4189700000000001E-3</c:v>
                </c:pt>
                <c:pt idx="1879">
                  <c:v>1.4214799999999999E-3</c:v>
                </c:pt>
                <c:pt idx="1880">
                  <c:v>1.4238199999999999E-3</c:v>
                </c:pt>
                <c:pt idx="1881">
                  <c:v>1.4260799999999999E-3</c:v>
                </c:pt>
                <c:pt idx="1882">
                  <c:v>1.4283099999999999E-3</c:v>
                </c:pt>
                <c:pt idx="1883">
                  <c:v>1.4305100000000001E-3</c:v>
                </c:pt>
                <c:pt idx="1884">
                  <c:v>1.4327599999999999E-3</c:v>
                </c:pt>
                <c:pt idx="1885">
                  <c:v>1.43498E-3</c:v>
                </c:pt>
                <c:pt idx="1886">
                  <c:v>1.4370699999999999E-3</c:v>
                </c:pt>
                <c:pt idx="1887">
                  <c:v>1.4391E-3</c:v>
                </c:pt>
                <c:pt idx="1888">
                  <c:v>1.4411199999999999E-3</c:v>
                </c:pt>
                <c:pt idx="1889">
                  <c:v>1.4431100000000001E-3</c:v>
                </c:pt>
                <c:pt idx="1890">
                  <c:v>1.44517E-3</c:v>
                </c:pt>
                <c:pt idx="1891">
                  <c:v>1.4472599999999999E-3</c:v>
                </c:pt>
                <c:pt idx="1892">
                  <c:v>1.4495000000000001E-3</c:v>
                </c:pt>
                <c:pt idx="1893">
                  <c:v>1.45213E-3</c:v>
                </c:pt>
                <c:pt idx="1894">
                  <c:v>1.45492E-3</c:v>
                </c:pt>
                <c:pt idx="1895">
                  <c:v>1.4574900000000001E-3</c:v>
                </c:pt>
                <c:pt idx="1896">
                  <c:v>1.4598499999999999E-3</c:v>
                </c:pt>
                <c:pt idx="1897">
                  <c:v>1.4621E-3</c:v>
                </c:pt>
                <c:pt idx="1898">
                  <c:v>1.46418E-3</c:v>
                </c:pt>
                <c:pt idx="1899">
                  <c:v>1.4661699999999999E-3</c:v>
                </c:pt>
                <c:pt idx="1900">
                  <c:v>1.4683400000000001E-3</c:v>
                </c:pt>
                <c:pt idx="1901">
                  <c:v>1.47203E-3</c:v>
                </c:pt>
                <c:pt idx="1902">
                  <c:v>1.4772800000000001E-3</c:v>
                </c:pt>
                <c:pt idx="1903">
                  <c:v>1.4820199999999999E-3</c:v>
                </c:pt>
                <c:pt idx="1904">
                  <c:v>1.48559E-3</c:v>
                </c:pt>
                <c:pt idx="1905">
                  <c:v>1.4885E-3</c:v>
                </c:pt>
                <c:pt idx="1906">
                  <c:v>1.4910800000000001E-3</c:v>
                </c:pt>
                <c:pt idx="1907">
                  <c:v>1.49347E-3</c:v>
                </c:pt>
                <c:pt idx="1908">
                  <c:v>1.4958E-3</c:v>
                </c:pt>
                <c:pt idx="1909">
                  <c:v>1.4982299999999999E-3</c:v>
                </c:pt>
                <c:pt idx="1910">
                  <c:v>1.5006900000000001E-3</c:v>
                </c:pt>
                <c:pt idx="1911">
                  <c:v>1.50303E-3</c:v>
                </c:pt>
                <c:pt idx="1912">
                  <c:v>1.5053499999999999E-3</c:v>
                </c:pt>
                <c:pt idx="1913">
                  <c:v>1.50847E-3</c:v>
                </c:pt>
                <c:pt idx="1914">
                  <c:v>1.5124699999999999E-3</c:v>
                </c:pt>
                <c:pt idx="1915">
                  <c:v>1.51644E-3</c:v>
                </c:pt>
                <c:pt idx="1916">
                  <c:v>1.51972E-3</c:v>
                </c:pt>
                <c:pt idx="1917">
                  <c:v>1.52227E-3</c:v>
                </c:pt>
                <c:pt idx="1918">
                  <c:v>1.52447E-3</c:v>
                </c:pt>
                <c:pt idx="1919">
                  <c:v>1.5265299999999999E-3</c:v>
                </c:pt>
                <c:pt idx="1920">
                  <c:v>1.5286099999999999E-3</c:v>
                </c:pt>
                <c:pt idx="1921">
                  <c:v>1.53075E-3</c:v>
                </c:pt>
                <c:pt idx="1922">
                  <c:v>1.5328099999999999E-3</c:v>
                </c:pt>
                <c:pt idx="1923">
                  <c:v>1.5347500000000001E-3</c:v>
                </c:pt>
                <c:pt idx="1924">
                  <c:v>1.53663E-3</c:v>
                </c:pt>
                <c:pt idx="1925">
                  <c:v>1.53852E-3</c:v>
                </c:pt>
                <c:pt idx="1926">
                  <c:v>1.5407699999999999E-3</c:v>
                </c:pt>
                <c:pt idx="1927">
                  <c:v>1.54396E-3</c:v>
                </c:pt>
                <c:pt idx="1928">
                  <c:v>1.5475599999999999E-3</c:v>
                </c:pt>
                <c:pt idx="1929">
                  <c:v>1.55069E-3</c:v>
                </c:pt>
                <c:pt idx="1930">
                  <c:v>1.5533700000000001E-3</c:v>
                </c:pt>
                <c:pt idx="1931">
                  <c:v>1.5561699999999999E-3</c:v>
                </c:pt>
                <c:pt idx="1932">
                  <c:v>1.55992E-3</c:v>
                </c:pt>
                <c:pt idx="1933">
                  <c:v>1.5649800000000001E-3</c:v>
                </c:pt>
                <c:pt idx="1934">
                  <c:v>1.5711E-3</c:v>
                </c:pt>
                <c:pt idx="1935">
                  <c:v>1.57672E-3</c:v>
                </c:pt>
                <c:pt idx="1936">
                  <c:v>1.58085E-3</c:v>
                </c:pt>
                <c:pt idx="1937">
                  <c:v>1.5841E-3</c:v>
                </c:pt>
                <c:pt idx="1938">
                  <c:v>1.5869600000000001E-3</c:v>
                </c:pt>
                <c:pt idx="1939">
                  <c:v>1.5896300000000001E-3</c:v>
                </c:pt>
                <c:pt idx="1940">
                  <c:v>1.5920699999999999E-3</c:v>
                </c:pt>
                <c:pt idx="1941">
                  <c:v>1.59431E-3</c:v>
                </c:pt>
                <c:pt idx="1942">
                  <c:v>1.5964200000000001E-3</c:v>
                </c:pt>
                <c:pt idx="1943">
                  <c:v>1.5984700000000001E-3</c:v>
                </c:pt>
                <c:pt idx="1944">
                  <c:v>1.6008000000000001E-3</c:v>
                </c:pt>
                <c:pt idx="1945">
                  <c:v>1.6033E-3</c:v>
                </c:pt>
                <c:pt idx="1946">
                  <c:v>1.6056099999999999E-3</c:v>
                </c:pt>
                <c:pt idx="1947">
                  <c:v>1.6077400000000001E-3</c:v>
                </c:pt>
                <c:pt idx="1948">
                  <c:v>1.6098E-3</c:v>
                </c:pt>
                <c:pt idx="1949">
                  <c:v>1.6123299999999999E-3</c:v>
                </c:pt>
                <c:pt idx="1950">
                  <c:v>1.61601E-3</c:v>
                </c:pt>
                <c:pt idx="1951">
                  <c:v>1.6199000000000001E-3</c:v>
                </c:pt>
                <c:pt idx="1952">
                  <c:v>1.62298E-3</c:v>
                </c:pt>
                <c:pt idx="1953">
                  <c:v>1.62553E-3</c:v>
                </c:pt>
                <c:pt idx="1954">
                  <c:v>1.62784E-3</c:v>
                </c:pt>
                <c:pt idx="1955">
                  <c:v>1.63003E-3</c:v>
                </c:pt>
                <c:pt idx="1956">
                  <c:v>1.6321899999999999E-3</c:v>
                </c:pt>
                <c:pt idx="1957">
                  <c:v>1.63434E-3</c:v>
                </c:pt>
                <c:pt idx="1958">
                  <c:v>1.6363700000000001E-3</c:v>
                </c:pt>
                <c:pt idx="1959">
                  <c:v>1.6382E-3</c:v>
                </c:pt>
                <c:pt idx="1960">
                  <c:v>1.64006E-3</c:v>
                </c:pt>
                <c:pt idx="1961">
                  <c:v>1.6421999999999999E-3</c:v>
                </c:pt>
                <c:pt idx="1962">
                  <c:v>1.64482E-3</c:v>
                </c:pt>
                <c:pt idx="1963">
                  <c:v>1.64763E-3</c:v>
                </c:pt>
                <c:pt idx="1964">
                  <c:v>1.6500600000000001E-3</c:v>
                </c:pt>
                <c:pt idx="1965">
                  <c:v>1.6520700000000001E-3</c:v>
                </c:pt>
                <c:pt idx="1966">
                  <c:v>1.6538799999999999E-3</c:v>
                </c:pt>
                <c:pt idx="1967">
                  <c:v>1.65565E-3</c:v>
                </c:pt>
                <c:pt idx="1968">
                  <c:v>1.65795E-3</c:v>
                </c:pt>
                <c:pt idx="1969">
                  <c:v>1.6607E-3</c:v>
                </c:pt>
                <c:pt idx="1970">
                  <c:v>1.6631E-3</c:v>
                </c:pt>
                <c:pt idx="1971">
                  <c:v>1.6650600000000001E-3</c:v>
                </c:pt>
                <c:pt idx="1972">
                  <c:v>1.6668399999999999E-3</c:v>
                </c:pt>
                <c:pt idx="1973">
                  <c:v>1.66855E-3</c:v>
                </c:pt>
                <c:pt idx="1974">
                  <c:v>1.67026E-3</c:v>
                </c:pt>
                <c:pt idx="1975">
                  <c:v>1.67201E-3</c:v>
                </c:pt>
                <c:pt idx="1976">
                  <c:v>1.6737E-3</c:v>
                </c:pt>
                <c:pt idx="1977">
                  <c:v>1.67555E-3</c:v>
                </c:pt>
                <c:pt idx="1978">
                  <c:v>1.6785400000000001E-3</c:v>
                </c:pt>
                <c:pt idx="1979">
                  <c:v>1.68256E-3</c:v>
                </c:pt>
                <c:pt idx="1980">
                  <c:v>1.6863900000000001E-3</c:v>
                </c:pt>
                <c:pt idx="1981">
                  <c:v>1.6904699999999999E-3</c:v>
                </c:pt>
                <c:pt idx="1982">
                  <c:v>1.69528E-3</c:v>
                </c:pt>
                <c:pt idx="1983">
                  <c:v>1.69976E-3</c:v>
                </c:pt>
                <c:pt idx="1984">
                  <c:v>1.7034299999999999E-3</c:v>
                </c:pt>
                <c:pt idx="1985">
                  <c:v>1.7065699999999999E-3</c:v>
                </c:pt>
                <c:pt idx="1986">
                  <c:v>1.70929E-3</c:v>
                </c:pt>
                <c:pt idx="1987">
                  <c:v>1.71181E-3</c:v>
                </c:pt>
                <c:pt idx="1988">
                  <c:v>1.7143900000000001E-3</c:v>
                </c:pt>
                <c:pt idx="1989">
                  <c:v>1.7169399999999999E-3</c:v>
                </c:pt>
                <c:pt idx="1990">
                  <c:v>1.72007E-3</c:v>
                </c:pt>
                <c:pt idx="1991">
                  <c:v>1.7247300000000001E-3</c:v>
                </c:pt>
                <c:pt idx="1992">
                  <c:v>1.72953E-3</c:v>
                </c:pt>
                <c:pt idx="1993">
                  <c:v>1.7329699999999999E-3</c:v>
                </c:pt>
                <c:pt idx="1994">
                  <c:v>1.73555E-3</c:v>
                </c:pt>
                <c:pt idx="1995">
                  <c:v>1.7379100000000001E-3</c:v>
                </c:pt>
                <c:pt idx="1996">
                  <c:v>1.7402299999999999E-3</c:v>
                </c:pt>
                <c:pt idx="1997">
                  <c:v>1.7430499999999999E-3</c:v>
                </c:pt>
                <c:pt idx="1998">
                  <c:v>1.7468799999999999E-3</c:v>
                </c:pt>
                <c:pt idx="1999">
                  <c:v>1.75062E-3</c:v>
                </c:pt>
                <c:pt idx="2000">
                  <c:v>1.7527E-3</c:v>
                </c:pt>
                <c:pt idx="2001">
                  <c:v>1.75235E-3</c:v>
                </c:pt>
                <c:pt idx="2002">
                  <c:v>1.7509699999999999E-3</c:v>
                </c:pt>
                <c:pt idx="2003">
                  <c:v>1.7469E-3</c:v>
                </c:pt>
                <c:pt idx="2004">
                  <c:v>1.74158E-3</c:v>
                </c:pt>
                <c:pt idx="2005">
                  <c:v>1.7362499999999999E-3</c:v>
                </c:pt>
                <c:pt idx="2006">
                  <c:v>1.7312600000000001E-3</c:v>
                </c:pt>
                <c:pt idx="2007">
                  <c:v>1.72628E-3</c:v>
                </c:pt>
                <c:pt idx="2008">
                  <c:v>1.72131E-3</c:v>
                </c:pt>
                <c:pt idx="2009">
                  <c:v>1.7163199999999999E-3</c:v>
                </c:pt>
                <c:pt idx="2010">
                  <c:v>1.71109E-3</c:v>
                </c:pt>
                <c:pt idx="2011">
                  <c:v>1.70561E-3</c:v>
                </c:pt>
                <c:pt idx="2012">
                  <c:v>1.70005E-3</c:v>
                </c:pt>
                <c:pt idx="2013">
                  <c:v>1.6947100000000001E-3</c:v>
                </c:pt>
                <c:pt idx="2014">
                  <c:v>1.68957E-3</c:v>
                </c:pt>
                <c:pt idx="2015">
                  <c:v>1.6843400000000001E-3</c:v>
                </c:pt>
                <c:pt idx="2016">
                  <c:v>1.6789699999999999E-3</c:v>
                </c:pt>
                <c:pt idx="2017">
                  <c:v>1.6735599999999999E-3</c:v>
                </c:pt>
                <c:pt idx="2018">
                  <c:v>1.6686400000000001E-3</c:v>
                </c:pt>
                <c:pt idx="2019">
                  <c:v>1.6650300000000001E-3</c:v>
                </c:pt>
                <c:pt idx="2020">
                  <c:v>1.6619E-3</c:v>
                </c:pt>
                <c:pt idx="2021">
                  <c:v>1.6581E-3</c:v>
                </c:pt>
                <c:pt idx="2022">
                  <c:v>1.6544699999999999E-3</c:v>
                </c:pt>
                <c:pt idx="2023">
                  <c:v>1.65135E-3</c:v>
                </c:pt>
                <c:pt idx="2024">
                  <c:v>1.6481600000000001E-3</c:v>
                </c:pt>
                <c:pt idx="2025">
                  <c:v>1.64507E-3</c:v>
                </c:pt>
                <c:pt idx="2026">
                  <c:v>1.6416899999999999E-3</c:v>
                </c:pt>
                <c:pt idx="2027">
                  <c:v>1.6375599999999999E-3</c:v>
                </c:pt>
                <c:pt idx="2028">
                  <c:v>1.63294E-3</c:v>
                </c:pt>
                <c:pt idx="2029">
                  <c:v>1.6280400000000001E-3</c:v>
                </c:pt>
                <c:pt idx="2030">
                  <c:v>1.62298E-3</c:v>
                </c:pt>
                <c:pt idx="2031">
                  <c:v>1.6180599999999999E-3</c:v>
                </c:pt>
                <c:pt idx="2032">
                  <c:v>1.6133600000000001E-3</c:v>
                </c:pt>
                <c:pt idx="2033">
                  <c:v>1.6085400000000001E-3</c:v>
                </c:pt>
                <c:pt idx="2034">
                  <c:v>1.60349E-3</c:v>
                </c:pt>
                <c:pt idx="2035">
                  <c:v>1.5983499999999999E-3</c:v>
                </c:pt>
                <c:pt idx="2036">
                  <c:v>1.5931599999999999E-3</c:v>
                </c:pt>
                <c:pt idx="2037">
                  <c:v>1.5879500000000001E-3</c:v>
                </c:pt>
                <c:pt idx="2038">
                  <c:v>1.58281E-3</c:v>
                </c:pt>
                <c:pt idx="2039">
                  <c:v>1.5777E-3</c:v>
                </c:pt>
                <c:pt idx="2040">
                  <c:v>1.57252E-3</c:v>
                </c:pt>
                <c:pt idx="2041">
                  <c:v>1.5673499999999999E-3</c:v>
                </c:pt>
                <c:pt idx="2042">
                  <c:v>1.56237E-3</c:v>
                </c:pt>
                <c:pt idx="2043">
                  <c:v>1.5575700000000001E-3</c:v>
                </c:pt>
                <c:pt idx="2044">
                  <c:v>1.5527399999999999E-3</c:v>
                </c:pt>
                <c:pt idx="2045">
                  <c:v>1.5479000000000001E-3</c:v>
                </c:pt>
                <c:pt idx="2046">
                  <c:v>1.5433199999999999E-3</c:v>
                </c:pt>
                <c:pt idx="2047">
                  <c:v>1.5388000000000001E-3</c:v>
                </c:pt>
                <c:pt idx="2048">
                  <c:v>1.53407E-3</c:v>
                </c:pt>
                <c:pt idx="2049">
                  <c:v>1.52925E-3</c:v>
                </c:pt>
                <c:pt idx="2050">
                  <c:v>1.5243800000000001E-3</c:v>
                </c:pt>
                <c:pt idx="2051">
                  <c:v>1.5195600000000001E-3</c:v>
                </c:pt>
                <c:pt idx="2052">
                  <c:v>1.5148E-3</c:v>
                </c:pt>
                <c:pt idx="2053">
                  <c:v>1.5099600000000001E-3</c:v>
                </c:pt>
                <c:pt idx="2054">
                  <c:v>1.5050599999999999E-3</c:v>
                </c:pt>
                <c:pt idx="2055">
                  <c:v>1.5001299999999999E-3</c:v>
                </c:pt>
                <c:pt idx="2056">
                  <c:v>1.49519E-3</c:v>
                </c:pt>
                <c:pt idx="2057">
                  <c:v>1.4902100000000001E-3</c:v>
                </c:pt>
                <c:pt idx="2058">
                  <c:v>1.4852800000000001E-3</c:v>
                </c:pt>
                <c:pt idx="2059">
                  <c:v>1.4806699999999999E-3</c:v>
                </c:pt>
                <c:pt idx="2060">
                  <c:v>1.47627E-3</c:v>
                </c:pt>
                <c:pt idx="2061">
                  <c:v>1.4717700000000001E-3</c:v>
                </c:pt>
                <c:pt idx="2062">
                  <c:v>1.4674499999999999E-3</c:v>
                </c:pt>
                <c:pt idx="2063">
                  <c:v>1.4637000000000001E-3</c:v>
                </c:pt>
                <c:pt idx="2064">
                  <c:v>1.45991E-3</c:v>
                </c:pt>
                <c:pt idx="2065">
                  <c:v>1.4555900000000001E-3</c:v>
                </c:pt>
                <c:pt idx="2066">
                  <c:v>1.45111E-3</c:v>
                </c:pt>
                <c:pt idx="2067">
                  <c:v>1.44658E-3</c:v>
                </c:pt>
                <c:pt idx="2068">
                  <c:v>1.44195E-3</c:v>
                </c:pt>
                <c:pt idx="2069">
                  <c:v>1.43783E-3</c:v>
                </c:pt>
                <c:pt idx="2070">
                  <c:v>1.4352900000000001E-3</c:v>
                </c:pt>
                <c:pt idx="2071">
                  <c:v>1.4333499999999999E-3</c:v>
                </c:pt>
                <c:pt idx="2072">
                  <c:v>1.4305500000000001E-3</c:v>
                </c:pt>
                <c:pt idx="2073">
                  <c:v>1.4275399999999999E-3</c:v>
                </c:pt>
                <c:pt idx="2074">
                  <c:v>1.4255100000000001E-3</c:v>
                </c:pt>
                <c:pt idx="2075">
                  <c:v>1.42395E-3</c:v>
                </c:pt>
                <c:pt idx="2076">
                  <c:v>1.4217800000000001E-3</c:v>
                </c:pt>
                <c:pt idx="2077">
                  <c:v>1.4188899999999999E-3</c:v>
                </c:pt>
                <c:pt idx="2078">
                  <c:v>1.4153799999999999E-3</c:v>
                </c:pt>
                <c:pt idx="2079">
                  <c:v>1.4117000000000001E-3</c:v>
                </c:pt>
                <c:pt idx="2080">
                  <c:v>1.4079800000000001E-3</c:v>
                </c:pt>
                <c:pt idx="2081">
                  <c:v>1.4040999999999999E-3</c:v>
                </c:pt>
                <c:pt idx="2082">
                  <c:v>1.4000900000000001E-3</c:v>
                </c:pt>
                <c:pt idx="2083">
                  <c:v>1.39594E-3</c:v>
                </c:pt>
                <c:pt idx="2084">
                  <c:v>1.3916600000000001E-3</c:v>
                </c:pt>
                <c:pt idx="2085">
                  <c:v>1.3873100000000001E-3</c:v>
                </c:pt>
                <c:pt idx="2086">
                  <c:v>1.38291E-3</c:v>
                </c:pt>
                <c:pt idx="2087">
                  <c:v>1.37845E-3</c:v>
                </c:pt>
                <c:pt idx="2088">
                  <c:v>1.37403E-3</c:v>
                </c:pt>
                <c:pt idx="2089">
                  <c:v>1.3697200000000001E-3</c:v>
                </c:pt>
                <c:pt idx="2090">
                  <c:v>1.36539E-3</c:v>
                </c:pt>
                <c:pt idx="2091">
                  <c:v>1.3609500000000001E-3</c:v>
                </c:pt>
                <c:pt idx="2092">
                  <c:v>1.35643E-3</c:v>
                </c:pt>
                <c:pt idx="2093">
                  <c:v>1.3518899999999999E-3</c:v>
                </c:pt>
                <c:pt idx="2094">
                  <c:v>1.3473199999999999E-3</c:v>
                </c:pt>
                <c:pt idx="2095">
                  <c:v>1.3427599999999999E-3</c:v>
                </c:pt>
                <c:pt idx="2096">
                  <c:v>1.3382999999999999E-3</c:v>
                </c:pt>
                <c:pt idx="2097">
                  <c:v>1.3339300000000001E-3</c:v>
                </c:pt>
                <c:pt idx="2098">
                  <c:v>1.3297000000000001E-3</c:v>
                </c:pt>
                <c:pt idx="2099">
                  <c:v>1.3257E-3</c:v>
                </c:pt>
                <c:pt idx="2100">
                  <c:v>1.3216899999999999E-3</c:v>
                </c:pt>
                <c:pt idx="2101">
                  <c:v>1.31751E-3</c:v>
                </c:pt>
                <c:pt idx="2102">
                  <c:v>1.31324E-3</c:v>
                </c:pt>
                <c:pt idx="2103">
                  <c:v>1.30898E-3</c:v>
                </c:pt>
                <c:pt idx="2104">
                  <c:v>1.3048199999999999E-3</c:v>
                </c:pt>
                <c:pt idx="2105">
                  <c:v>1.3006999999999999E-3</c:v>
                </c:pt>
                <c:pt idx="2106">
                  <c:v>1.29652E-3</c:v>
                </c:pt>
                <c:pt idx="2107">
                  <c:v>1.2924900000000001E-3</c:v>
                </c:pt>
                <c:pt idx="2108">
                  <c:v>1.28908E-3</c:v>
                </c:pt>
                <c:pt idx="2109">
                  <c:v>1.2858399999999999E-3</c:v>
                </c:pt>
                <c:pt idx="2110">
                  <c:v>1.28239E-3</c:v>
                </c:pt>
                <c:pt idx="2111">
                  <c:v>1.2791600000000001E-3</c:v>
                </c:pt>
                <c:pt idx="2112">
                  <c:v>1.276E-3</c:v>
                </c:pt>
                <c:pt idx="2113">
                  <c:v>1.27253E-3</c:v>
                </c:pt>
                <c:pt idx="2114">
                  <c:v>1.26881E-3</c:v>
                </c:pt>
                <c:pt idx="2115">
                  <c:v>1.26494E-3</c:v>
                </c:pt>
                <c:pt idx="2116">
                  <c:v>1.261E-3</c:v>
                </c:pt>
                <c:pt idx="2117">
                  <c:v>1.25705E-3</c:v>
                </c:pt>
                <c:pt idx="2118">
                  <c:v>1.2536100000000001E-3</c:v>
                </c:pt>
                <c:pt idx="2119">
                  <c:v>1.25121E-3</c:v>
                </c:pt>
                <c:pt idx="2120">
                  <c:v>1.2490100000000001E-3</c:v>
                </c:pt>
                <c:pt idx="2121">
                  <c:v>1.2462300000000001E-3</c:v>
                </c:pt>
                <c:pt idx="2122">
                  <c:v>1.2430099999999999E-3</c:v>
                </c:pt>
                <c:pt idx="2123">
                  <c:v>1.2395500000000001E-3</c:v>
                </c:pt>
                <c:pt idx="2124">
                  <c:v>1.23587E-3</c:v>
                </c:pt>
                <c:pt idx="2125">
                  <c:v>1.2320300000000001E-3</c:v>
                </c:pt>
                <c:pt idx="2126">
                  <c:v>1.22813E-3</c:v>
                </c:pt>
                <c:pt idx="2127">
                  <c:v>1.2241800000000001E-3</c:v>
                </c:pt>
                <c:pt idx="2128">
                  <c:v>1.2201499999999999E-3</c:v>
                </c:pt>
                <c:pt idx="2129">
                  <c:v>1.21608E-3</c:v>
                </c:pt>
                <c:pt idx="2130">
                  <c:v>1.2119699999999999E-3</c:v>
                </c:pt>
                <c:pt idx="2131">
                  <c:v>1.2079199999999999E-3</c:v>
                </c:pt>
                <c:pt idx="2132">
                  <c:v>1.2040499999999999E-3</c:v>
                </c:pt>
                <c:pt idx="2133">
                  <c:v>1.2002E-3</c:v>
                </c:pt>
                <c:pt idx="2134">
                  <c:v>1.1962800000000001E-3</c:v>
                </c:pt>
                <c:pt idx="2135">
                  <c:v>1.19231E-3</c:v>
                </c:pt>
                <c:pt idx="2136">
                  <c:v>1.1883E-3</c:v>
                </c:pt>
                <c:pt idx="2137">
                  <c:v>1.1842700000000001E-3</c:v>
                </c:pt>
                <c:pt idx="2138">
                  <c:v>1.1802399999999999E-3</c:v>
                </c:pt>
                <c:pt idx="2139">
                  <c:v>1.17621E-3</c:v>
                </c:pt>
                <c:pt idx="2140">
                  <c:v>1.1721699999999999E-3</c:v>
                </c:pt>
                <c:pt idx="2141">
                  <c:v>1.1681199999999999E-3</c:v>
                </c:pt>
                <c:pt idx="2142">
                  <c:v>1.1640699999999999E-3</c:v>
                </c:pt>
                <c:pt idx="2143">
                  <c:v>1.16008E-3</c:v>
                </c:pt>
                <c:pt idx="2144">
                  <c:v>1.1564800000000001E-3</c:v>
                </c:pt>
                <c:pt idx="2145">
                  <c:v>1.1536700000000001E-3</c:v>
                </c:pt>
                <c:pt idx="2146">
                  <c:v>1.1511099999999999E-3</c:v>
                </c:pt>
                <c:pt idx="2147">
                  <c:v>1.1481E-3</c:v>
                </c:pt>
                <c:pt idx="2148">
                  <c:v>1.1447199999999999E-3</c:v>
                </c:pt>
                <c:pt idx="2149">
                  <c:v>1.1411699999999999E-3</c:v>
                </c:pt>
                <c:pt idx="2150">
                  <c:v>1.1375000000000001E-3</c:v>
                </c:pt>
                <c:pt idx="2151">
                  <c:v>1.1337700000000001E-3</c:v>
                </c:pt>
                <c:pt idx="2152">
                  <c:v>1.1300100000000001E-3</c:v>
                </c:pt>
                <c:pt idx="2153">
                  <c:v>1.1262500000000001E-3</c:v>
                </c:pt>
                <c:pt idx="2154">
                  <c:v>1.12246E-3</c:v>
                </c:pt>
                <c:pt idx="2155">
                  <c:v>1.11863E-3</c:v>
                </c:pt>
                <c:pt idx="2156">
                  <c:v>1.1147900000000001E-3</c:v>
                </c:pt>
                <c:pt idx="2157">
                  <c:v>1.1109500000000001E-3</c:v>
                </c:pt>
                <c:pt idx="2158">
                  <c:v>1.1071200000000001E-3</c:v>
                </c:pt>
                <c:pt idx="2159">
                  <c:v>1.10333E-3</c:v>
                </c:pt>
                <c:pt idx="2160">
                  <c:v>1.0998099999999999E-3</c:v>
                </c:pt>
                <c:pt idx="2161">
                  <c:v>1.0965899999999999E-3</c:v>
                </c:pt>
                <c:pt idx="2162">
                  <c:v>1.0933500000000001E-3</c:v>
                </c:pt>
                <c:pt idx="2163">
                  <c:v>1.0904899999999999E-3</c:v>
                </c:pt>
                <c:pt idx="2164">
                  <c:v>1.08821E-3</c:v>
                </c:pt>
                <c:pt idx="2165">
                  <c:v>1.0859000000000001E-3</c:v>
                </c:pt>
                <c:pt idx="2166">
                  <c:v>1.0832800000000001E-3</c:v>
                </c:pt>
                <c:pt idx="2167">
                  <c:v>1.0804199999999999E-3</c:v>
                </c:pt>
                <c:pt idx="2168">
                  <c:v>1.0774000000000001E-3</c:v>
                </c:pt>
                <c:pt idx="2169">
                  <c:v>1.07424E-3</c:v>
                </c:pt>
                <c:pt idx="2170">
                  <c:v>1.07099E-3</c:v>
                </c:pt>
                <c:pt idx="2171">
                  <c:v>1.06766E-3</c:v>
                </c:pt>
                <c:pt idx="2172">
                  <c:v>1.0642799999999999E-3</c:v>
                </c:pt>
                <c:pt idx="2173">
                  <c:v>1.0608499999999999E-3</c:v>
                </c:pt>
                <c:pt idx="2174">
                  <c:v>1.05737E-3</c:v>
                </c:pt>
                <c:pt idx="2175">
                  <c:v>1.0538500000000001E-3</c:v>
                </c:pt>
                <c:pt idx="2176">
                  <c:v>1.0503299999999999E-3</c:v>
                </c:pt>
                <c:pt idx="2177">
                  <c:v>1.0468400000000001E-3</c:v>
                </c:pt>
                <c:pt idx="2178">
                  <c:v>1.04334E-3</c:v>
                </c:pt>
                <c:pt idx="2179">
                  <c:v>1.03976E-3</c:v>
                </c:pt>
                <c:pt idx="2180">
                  <c:v>1.03615E-3</c:v>
                </c:pt>
                <c:pt idx="2181">
                  <c:v>1.0325499999999999E-3</c:v>
                </c:pt>
                <c:pt idx="2182">
                  <c:v>1.0291600000000001E-3</c:v>
                </c:pt>
                <c:pt idx="2183">
                  <c:v>1.0259799999999999E-3</c:v>
                </c:pt>
                <c:pt idx="2184">
                  <c:v>1.0227599999999999E-3</c:v>
                </c:pt>
                <c:pt idx="2185">
                  <c:v>1.01939E-3</c:v>
                </c:pt>
                <c:pt idx="2186">
                  <c:v>1.01593E-3</c:v>
                </c:pt>
                <c:pt idx="2187">
                  <c:v>1.0124299999999999E-3</c:v>
                </c:pt>
                <c:pt idx="2188">
                  <c:v>1.00891E-3</c:v>
                </c:pt>
                <c:pt idx="2189">
                  <c:v>1.00537E-3</c:v>
                </c:pt>
                <c:pt idx="2190">
                  <c:v>1.0018099999999999E-3</c:v>
                </c:pt>
                <c:pt idx="2191">
                  <c:v>9.9825999999999995E-4</c:v>
                </c:pt>
                <c:pt idx="2192">
                  <c:v>9.947179999999999E-4</c:v>
                </c:pt>
                <c:pt idx="2193">
                  <c:v>9.9119099999999999E-4</c:v>
                </c:pt>
                <c:pt idx="2194">
                  <c:v>9.8766799999999992E-4</c:v>
                </c:pt>
                <c:pt idx="2195">
                  <c:v>9.8415200000000007E-4</c:v>
                </c:pt>
                <c:pt idx="2196">
                  <c:v>9.8076499999999998E-4</c:v>
                </c:pt>
                <c:pt idx="2197">
                  <c:v>9.7815500000000008E-4</c:v>
                </c:pt>
                <c:pt idx="2198">
                  <c:v>9.7639299999999999E-4</c:v>
                </c:pt>
                <c:pt idx="2199">
                  <c:v>9.7458699999999996E-4</c:v>
                </c:pt>
                <c:pt idx="2200">
                  <c:v>9.7233200000000001E-4</c:v>
                </c:pt>
                <c:pt idx="2201">
                  <c:v>9.6972900000000001E-4</c:v>
                </c:pt>
                <c:pt idx="2202">
                  <c:v>9.6690100000000005E-4</c:v>
                </c:pt>
                <c:pt idx="2203">
                  <c:v>9.6392899999999998E-4</c:v>
                </c:pt>
                <c:pt idx="2204">
                  <c:v>9.6086900000000005E-4</c:v>
                </c:pt>
                <c:pt idx="2205">
                  <c:v>9.5776300000000004E-4</c:v>
                </c:pt>
                <c:pt idx="2206">
                  <c:v>9.5462100000000001E-4</c:v>
                </c:pt>
                <c:pt idx="2207">
                  <c:v>9.51453E-4</c:v>
                </c:pt>
                <c:pt idx="2208">
                  <c:v>9.4826600000000002E-4</c:v>
                </c:pt>
                <c:pt idx="2209">
                  <c:v>9.4505299999999995E-4</c:v>
                </c:pt>
                <c:pt idx="2210">
                  <c:v>9.4182700000000001E-4</c:v>
                </c:pt>
                <c:pt idx="2211">
                  <c:v>9.38597E-4</c:v>
                </c:pt>
                <c:pt idx="2212">
                  <c:v>9.3535500000000002E-4</c:v>
                </c:pt>
                <c:pt idx="2213">
                  <c:v>9.3210099999999996E-4</c:v>
                </c:pt>
                <c:pt idx="2214">
                  <c:v>9.2883400000000002E-4</c:v>
                </c:pt>
                <c:pt idx="2215">
                  <c:v>9.25583E-4</c:v>
                </c:pt>
                <c:pt idx="2216">
                  <c:v>9.2238300000000004E-4</c:v>
                </c:pt>
                <c:pt idx="2217">
                  <c:v>9.1918999999999996E-4</c:v>
                </c:pt>
                <c:pt idx="2218">
                  <c:v>9.1595499999999998E-4</c:v>
                </c:pt>
                <c:pt idx="2219">
                  <c:v>9.1270499999999998E-4</c:v>
                </c:pt>
                <c:pt idx="2220">
                  <c:v>9.0946699999999996E-4</c:v>
                </c:pt>
                <c:pt idx="2221">
                  <c:v>9.0623699999999995E-4</c:v>
                </c:pt>
                <c:pt idx="2222">
                  <c:v>9.0301300000000004E-4</c:v>
                </c:pt>
                <c:pt idx="2223">
                  <c:v>8.99795E-4</c:v>
                </c:pt>
                <c:pt idx="2224">
                  <c:v>8.9658399999999997E-4</c:v>
                </c:pt>
                <c:pt idx="2225">
                  <c:v>8.9338999999999998E-4</c:v>
                </c:pt>
                <c:pt idx="2226">
                  <c:v>8.9020699999999996E-4</c:v>
                </c:pt>
                <c:pt idx="2227">
                  <c:v>8.8702699999999998E-4</c:v>
                </c:pt>
                <c:pt idx="2228">
                  <c:v>8.8384300000000004E-4</c:v>
                </c:pt>
                <c:pt idx="2229">
                  <c:v>8.8066000000000001E-4</c:v>
                </c:pt>
                <c:pt idx="2230">
                  <c:v>8.7748899999999996E-4</c:v>
                </c:pt>
                <c:pt idx="2231">
                  <c:v>8.7432299999999998E-4</c:v>
                </c:pt>
                <c:pt idx="2232">
                  <c:v>8.7116099999999996E-4</c:v>
                </c:pt>
                <c:pt idx="2233">
                  <c:v>8.6800799999999997E-4</c:v>
                </c:pt>
                <c:pt idx="2234">
                  <c:v>8.6486600000000005E-4</c:v>
                </c:pt>
                <c:pt idx="2235">
                  <c:v>8.6173900000000004E-4</c:v>
                </c:pt>
                <c:pt idx="2236">
                  <c:v>8.5862500000000001E-4</c:v>
                </c:pt>
                <c:pt idx="2237">
                  <c:v>8.5552000000000002E-4</c:v>
                </c:pt>
                <c:pt idx="2238">
                  <c:v>8.5241500000000003E-4</c:v>
                </c:pt>
                <c:pt idx="2239">
                  <c:v>8.4931299999999998E-4</c:v>
                </c:pt>
                <c:pt idx="2240">
                  <c:v>8.4629400000000004E-4</c:v>
                </c:pt>
                <c:pt idx="2241">
                  <c:v>8.4372400000000001E-4</c:v>
                </c:pt>
                <c:pt idx="2242">
                  <c:v>8.4153400000000001E-4</c:v>
                </c:pt>
                <c:pt idx="2243">
                  <c:v>8.3918100000000004E-4</c:v>
                </c:pt>
                <c:pt idx="2244">
                  <c:v>8.36555E-4</c:v>
                </c:pt>
                <c:pt idx="2245">
                  <c:v>8.3377400000000002E-4</c:v>
                </c:pt>
                <c:pt idx="2246">
                  <c:v>8.3090900000000001E-4</c:v>
                </c:pt>
                <c:pt idx="2247">
                  <c:v>8.2799800000000004E-4</c:v>
                </c:pt>
                <c:pt idx="2248">
                  <c:v>8.2505600000000001E-4</c:v>
                </c:pt>
                <c:pt idx="2249">
                  <c:v>8.2209899999999996E-4</c:v>
                </c:pt>
                <c:pt idx="2250">
                  <c:v>8.1913600000000004E-4</c:v>
                </c:pt>
                <c:pt idx="2251">
                  <c:v>8.1616900000000005E-4</c:v>
                </c:pt>
                <c:pt idx="2252">
                  <c:v>8.1319900000000002E-4</c:v>
                </c:pt>
                <c:pt idx="2253">
                  <c:v>8.1022600000000005E-4</c:v>
                </c:pt>
                <c:pt idx="2254">
                  <c:v>8.0727800000000003E-4</c:v>
                </c:pt>
                <c:pt idx="2255">
                  <c:v>8.0451199999999996E-4</c:v>
                </c:pt>
                <c:pt idx="2256">
                  <c:v>8.0193500000000004E-4</c:v>
                </c:pt>
                <c:pt idx="2257">
                  <c:v>7.9931299999999995E-4</c:v>
                </c:pt>
                <c:pt idx="2258">
                  <c:v>7.9657299999999996E-4</c:v>
                </c:pt>
                <c:pt idx="2259">
                  <c:v>7.9377500000000004E-4</c:v>
                </c:pt>
                <c:pt idx="2260">
                  <c:v>7.9095000000000001E-4</c:v>
                </c:pt>
                <c:pt idx="2261">
                  <c:v>7.8810600000000001E-4</c:v>
                </c:pt>
                <c:pt idx="2262">
                  <c:v>7.8524599999999997E-4</c:v>
                </c:pt>
                <c:pt idx="2263">
                  <c:v>7.8237999999999995E-4</c:v>
                </c:pt>
                <c:pt idx="2264">
                  <c:v>7.7951799999999999E-4</c:v>
                </c:pt>
                <c:pt idx="2265">
                  <c:v>7.7666300000000003E-4</c:v>
                </c:pt>
                <c:pt idx="2266">
                  <c:v>7.7380700000000005E-4</c:v>
                </c:pt>
                <c:pt idx="2267">
                  <c:v>7.7094000000000002E-4</c:v>
                </c:pt>
                <c:pt idx="2268">
                  <c:v>7.6806900000000002E-4</c:v>
                </c:pt>
                <c:pt idx="2269">
                  <c:v>7.6520699999999995E-4</c:v>
                </c:pt>
                <c:pt idx="2270">
                  <c:v>7.6235500000000004E-4</c:v>
                </c:pt>
                <c:pt idx="2271">
                  <c:v>7.5950900000000001E-4</c:v>
                </c:pt>
                <c:pt idx="2272">
                  <c:v>7.5666199999999996E-4</c:v>
                </c:pt>
                <c:pt idx="2273">
                  <c:v>7.5381700000000005E-4</c:v>
                </c:pt>
                <c:pt idx="2274">
                  <c:v>7.50984E-4</c:v>
                </c:pt>
                <c:pt idx="2275">
                  <c:v>7.4816200000000002E-4</c:v>
                </c:pt>
                <c:pt idx="2276">
                  <c:v>7.4534299999999998E-4</c:v>
                </c:pt>
                <c:pt idx="2277">
                  <c:v>7.4252200000000002E-4</c:v>
                </c:pt>
                <c:pt idx="2278">
                  <c:v>7.3970500000000001E-4</c:v>
                </c:pt>
                <c:pt idx="2279">
                  <c:v>7.3689800000000005E-4</c:v>
                </c:pt>
                <c:pt idx="2280">
                  <c:v>7.3410000000000001E-4</c:v>
                </c:pt>
                <c:pt idx="2281">
                  <c:v>7.3130799999999996E-4</c:v>
                </c:pt>
                <c:pt idx="2282">
                  <c:v>7.2851899999999995E-4</c:v>
                </c:pt>
                <c:pt idx="2283">
                  <c:v>7.2574E-4</c:v>
                </c:pt>
                <c:pt idx="2284">
                  <c:v>7.2297599999999996E-4</c:v>
                </c:pt>
                <c:pt idx="2285">
                  <c:v>7.2022199999999996E-4</c:v>
                </c:pt>
                <c:pt idx="2286">
                  <c:v>7.1747100000000002E-4</c:v>
                </c:pt>
                <c:pt idx="2287">
                  <c:v>7.1471800000000004E-4</c:v>
                </c:pt>
                <c:pt idx="2288">
                  <c:v>7.11968E-4</c:v>
                </c:pt>
                <c:pt idx="2289">
                  <c:v>7.0923100000000005E-4</c:v>
                </c:pt>
                <c:pt idx="2290">
                  <c:v>7.0650699999999999E-4</c:v>
                </c:pt>
                <c:pt idx="2291">
                  <c:v>7.0379000000000004E-4</c:v>
                </c:pt>
                <c:pt idx="2292">
                  <c:v>7.0107199999999996E-4</c:v>
                </c:pt>
                <c:pt idx="2293">
                  <c:v>6.9836400000000004E-4</c:v>
                </c:pt>
                <c:pt idx="2294">
                  <c:v>6.95669E-4</c:v>
                </c:pt>
                <c:pt idx="2295">
                  <c:v>6.92984E-4</c:v>
                </c:pt>
                <c:pt idx="2296">
                  <c:v>6.9030000000000003E-4</c:v>
                </c:pt>
                <c:pt idx="2297">
                  <c:v>6.8761899999999999E-4</c:v>
                </c:pt>
                <c:pt idx="2298">
                  <c:v>6.8495100000000005E-4</c:v>
                </c:pt>
                <c:pt idx="2299">
                  <c:v>6.8229399999999996E-4</c:v>
                </c:pt>
                <c:pt idx="2300">
                  <c:v>6.7964200000000005E-4</c:v>
                </c:pt>
                <c:pt idx="2301">
                  <c:v>6.7699399999999999E-4</c:v>
                </c:pt>
                <c:pt idx="2302">
                  <c:v>6.7435100000000001E-4</c:v>
                </c:pt>
                <c:pt idx="2303">
                  <c:v>6.7172200000000003E-4</c:v>
                </c:pt>
                <c:pt idx="2304">
                  <c:v>6.6910500000000003E-4</c:v>
                </c:pt>
                <c:pt idx="2305">
                  <c:v>6.6649199999999997E-4</c:v>
                </c:pt>
                <c:pt idx="2306">
                  <c:v>6.6387599999999998E-4</c:v>
                </c:pt>
                <c:pt idx="2307">
                  <c:v>6.6126200000000003E-4</c:v>
                </c:pt>
                <c:pt idx="2308">
                  <c:v>6.5866199999999996E-4</c:v>
                </c:pt>
                <c:pt idx="2309">
                  <c:v>6.5607399999999998E-4</c:v>
                </c:pt>
                <c:pt idx="2310">
                  <c:v>6.5349500000000003E-4</c:v>
                </c:pt>
                <c:pt idx="2311">
                  <c:v>6.50918E-4</c:v>
                </c:pt>
                <c:pt idx="2312">
                  <c:v>6.4834500000000004E-4</c:v>
                </c:pt>
                <c:pt idx="2313">
                  <c:v>6.4578499999999996E-4</c:v>
                </c:pt>
                <c:pt idx="2314">
                  <c:v>6.4323600000000005E-4</c:v>
                </c:pt>
                <c:pt idx="2315">
                  <c:v>6.4069400000000003E-4</c:v>
                </c:pt>
                <c:pt idx="2316">
                  <c:v>6.3815699999999998E-4</c:v>
                </c:pt>
                <c:pt idx="2317">
                  <c:v>6.3562700000000005E-4</c:v>
                </c:pt>
                <c:pt idx="2318">
                  <c:v>6.3310899999999997E-4</c:v>
                </c:pt>
                <c:pt idx="2319">
                  <c:v>6.3059800000000001E-4</c:v>
                </c:pt>
                <c:pt idx="2320">
                  <c:v>6.2809400000000005E-4</c:v>
                </c:pt>
                <c:pt idx="2321">
                  <c:v>6.2558999999999998E-4</c:v>
                </c:pt>
                <c:pt idx="2322">
                  <c:v>6.2309099999999999E-4</c:v>
                </c:pt>
                <c:pt idx="2323">
                  <c:v>6.2060399999999997E-4</c:v>
                </c:pt>
                <c:pt idx="2324">
                  <c:v>6.1812499999999997E-4</c:v>
                </c:pt>
                <c:pt idx="2325">
                  <c:v>6.1565399999999998E-4</c:v>
                </c:pt>
                <c:pt idx="2326">
                  <c:v>6.1319100000000002E-4</c:v>
                </c:pt>
                <c:pt idx="2327">
                  <c:v>6.1073400000000004E-4</c:v>
                </c:pt>
                <c:pt idx="2328">
                  <c:v>6.0828300000000004E-4</c:v>
                </c:pt>
                <c:pt idx="2329">
                  <c:v>6.0583399999999997E-4</c:v>
                </c:pt>
                <c:pt idx="2330">
                  <c:v>6.0338799999999995E-4</c:v>
                </c:pt>
                <c:pt idx="2331">
                  <c:v>6.0095000000000005E-4</c:v>
                </c:pt>
                <c:pt idx="2332">
                  <c:v>5.9852500000000003E-4</c:v>
                </c:pt>
                <c:pt idx="2333">
                  <c:v>5.96113E-4</c:v>
                </c:pt>
                <c:pt idx="2334">
                  <c:v>5.9371100000000002E-4</c:v>
                </c:pt>
                <c:pt idx="2335">
                  <c:v>5.9131299999999999E-4</c:v>
                </c:pt>
                <c:pt idx="2336">
                  <c:v>5.8891599999999998E-4</c:v>
                </c:pt>
                <c:pt idx="2337">
                  <c:v>5.8652800000000001E-4</c:v>
                </c:pt>
                <c:pt idx="2338">
                  <c:v>5.84145E-4</c:v>
                </c:pt>
                <c:pt idx="2339">
                  <c:v>5.8176899999999999E-4</c:v>
                </c:pt>
                <c:pt idx="2340">
                  <c:v>5.79401E-4</c:v>
                </c:pt>
                <c:pt idx="2341">
                  <c:v>5.7703699999999997E-4</c:v>
                </c:pt>
                <c:pt idx="2342">
                  <c:v>5.74684E-4</c:v>
                </c:pt>
                <c:pt idx="2343">
                  <c:v>5.7234300000000001E-4</c:v>
                </c:pt>
                <c:pt idx="2344">
                  <c:v>5.7000900000000001E-4</c:v>
                </c:pt>
                <c:pt idx="2345">
                  <c:v>5.6767700000000005E-4</c:v>
                </c:pt>
                <c:pt idx="2346">
                  <c:v>5.6535000000000005E-4</c:v>
                </c:pt>
                <c:pt idx="2347">
                  <c:v>5.6303400000000002E-4</c:v>
                </c:pt>
                <c:pt idx="2348">
                  <c:v>5.6072399999999997E-4</c:v>
                </c:pt>
                <c:pt idx="2349">
                  <c:v>5.5841899999999999E-4</c:v>
                </c:pt>
                <c:pt idx="2350">
                  <c:v>5.5611699999999996E-4</c:v>
                </c:pt>
                <c:pt idx="2351">
                  <c:v>5.5382100000000002E-4</c:v>
                </c:pt>
                <c:pt idx="2352">
                  <c:v>5.5153699999999995E-4</c:v>
                </c:pt>
                <c:pt idx="2353">
                  <c:v>5.4926200000000001E-4</c:v>
                </c:pt>
                <c:pt idx="2354">
                  <c:v>5.4699200000000005E-4</c:v>
                </c:pt>
                <c:pt idx="2355">
                  <c:v>5.44723E-4</c:v>
                </c:pt>
                <c:pt idx="2356">
                  <c:v>5.42458E-4</c:v>
                </c:pt>
                <c:pt idx="2357">
                  <c:v>5.4020399999999997E-4</c:v>
                </c:pt>
                <c:pt idx="2358">
                  <c:v>5.3795799999999995E-4</c:v>
                </c:pt>
                <c:pt idx="2359">
                  <c:v>5.3571800000000002E-4</c:v>
                </c:pt>
                <c:pt idx="2360">
                  <c:v>5.3347900000000001E-4</c:v>
                </c:pt>
                <c:pt idx="2361">
                  <c:v>5.3125000000000004E-4</c:v>
                </c:pt>
                <c:pt idx="2362">
                  <c:v>5.2903399999999995E-4</c:v>
                </c:pt>
                <c:pt idx="2363">
                  <c:v>5.2682800000000002E-4</c:v>
                </c:pt>
                <c:pt idx="2364">
                  <c:v>5.2462799999999997E-4</c:v>
                </c:pt>
                <c:pt idx="2365">
                  <c:v>5.2243000000000005E-4</c:v>
                </c:pt>
                <c:pt idx="2366">
                  <c:v>5.2023399999999995E-4</c:v>
                </c:pt>
                <c:pt idx="2367">
                  <c:v>5.1804599999999998E-4</c:v>
                </c:pt>
                <c:pt idx="2368">
                  <c:v>5.1586500000000001E-4</c:v>
                </c:pt>
                <c:pt idx="2369">
                  <c:v>5.1368799999999999E-4</c:v>
                </c:pt>
                <c:pt idx="2370">
                  <c:v>5.1151300000000001E-4</c:v>
                </c:pt>
                <c:pt idx="2371">
                  <c:v>5.0934600000000004E-4</c:v>
                </c:pt>
                <c:pt idx="2372">
                  <c:v>5.0719100000000004E-4</c:v>
                </c:pt>
                <c:pt idx="2373">
                  <c:v>5.05047E-4</c:v>
                </c:pt>
                <c:pt idx="2374">
                  <c:v>5.0290899999999995E-4</c:v>
                </c:pt>
                <c:pt idx="2375">
                  <c:v>5.0077300000000004E-4</c:v>
                </c:pt>
                <c:pt idx="2376">
                  <c:v>4.9864400000000002E-4</c:v>
                </c:pt>
                <c:pt idx="2377">
                  <c:v>4.9652400000000003E-4</c:v>
                </c:pt>
                <c:pt idx="2378">
                  <c:v>4.9441199999999995E-4</c:v>
                </c:pt>
                <c:pt idx="2379">
                  <c:v>4.9230200000000002E-4</c:v>
                </c:pt>
                <c:pt idx="2380">
                  <c:v>4.9019500000000002E-4</c:v>
                </c:pt>
                <c:pt idx="2381">
                  <c:v>4.8809999999999999E-4</c:v>
                </c:pt>
                <c:pt idx="2382">
                  <c:v>4.8601699999999999E-4</c:v>
                </c:pt>
                <c:pt idx="2383">
                  <c:v>4.8394200000000001E-4</c:v>
                </c:pt>
                <c:pt idx="2384">
                  <c:v>4.8186600000000001E-4</c:v>
                </c:pt>
                <c:pt idx="2385">
                  <c:v>4.7978700000000002E-4</c:v>
                </c:pt>
                <c:pt idx="2386">
                  <c:v>4.7772E-4</c:v>
                </c:pt>
                <c:pt idx="2387">
                  <c:v>4.7566399999999999E-4</c:v>
                </c:pt>
                <c:pt idx="2388">
                  <c:v>4.7361199999999999E-4</c:v>
                </c:pt>
                <c:pt idx="2389">
                  <c:v>4.7155800000000001E-4</c:v>
                </c:pt>
                <c:pt idx="2390">
                  <c:v>4.6951099999999998E-4</c:v>
                </c:pt>
                <c:pt idx="2391">
                  <c:v>4.6747899999999997E-4</c:v>
                </c:pt>
                <c:pt idx="2392">
                  <c:v>4.6545799999999997E-4</c:v>
                </c:pt>
                <c:pt idx="2393">
                  <c:v>4.6344000000000002E-4</c:v>
                </c:pt>
                <c:pt idx="2394">
                  <c:v>4.61421E-4</c:v>
                </c:pt>
                <c:pt idx="2395">
                  <c:v>4.5940500000000002E-4</c:v>
                </c:pt>
                <c:pt idx="2396">
                  <c:v>4.5739799999999997E-4</c:v>
                </c:pt>
                <c:pt idx="2397">
                  <c:v>4.5539899999999999E-4</c:v>
                </c:pt>
                <c:pt idx="2398">
                  <c:v>4.53406E-4</c:v>
                </c:pt>
                <c:pt idx="2399">
                  <c:v>4.5141499999999999E-4</c:v>
                </c:pt>
                <c:pt idx="2400">
                  <c:v>4.4943099999999997E-4</c:v>
                </c:pt>
                <c:pt idx="2401">
                  <c:v>4.4745800000000002E-4</c:v>
                </c:pt>
                <c:pt idx="2402">
                  <c:v>4.4549500000000002E-4</c:v>
                </c:pt>
                <c:pt idx="2403">
                  <c:v>4.43542E-4</c:v>
                </c:pt>
                <c:pt idx="2404">
                  <c:v>4.4159400000000001E-4</c:v>
                </c:pt>
                <c:pt idx="2405">
                  <c:v>4.3964900000000002E-4</c:v>
                </c:pt>
                <c:pt idx="2406">
                  <c:v>4.3771000000000001E-4</c:v>
                </c:pt>
                <c:pt idx="2407">
                  <c:v>4.35778E-4</c:v>
                </c:pt>
                <c:pt idx="2408">
                  <c:v>4.3385E-4</c:v>
                </c:pt>
                <c:pt idx="2409">
                  <c:v>4.3192300000000002E-4</c:v>
                </c:pt>
                <c:pt idx="2410">
                  <c:v>4.3000500000000001E-4</c:v>
                </c:pt>
                <c:pt idx="2411">
                  <c:v>4.2809899999999998E-4</c:v>
                </c:pt>
                <c:pt idx="2412">
                  <c:v>4.2620400000000001E-4</c:v>
                </c:pt>
                <c:pt idx="2413">
                  <c:v>4.24313E-4</c:v>
                </c:pt>
                <c:pt idx="2414">
                  <c:v>4.2242400000000002E-4</c:v>
                </c:pt>
                <c:pt idx="2415">
                  <c:v>4.2054100000000002E-4</c:v>
                </c:pt>
                <c:pt idx="2416">
                  <c:v>4.1866800000000002E-4</c:v>
                </c:pt>
                <c:pt idx="2417">
                  <c:v>4.1679999999999999E-4</c:v>
                </c:pt>
                <c:pt idx="2418">
                  <c:v>4.1493699999999999E-4</c:v>
                </c:pt>
                <c:pt idx="2419">
                  <c:v>4.1307699999999998E-4</c:v>
                </c:pt>
                <c:pt idx="2420">
                  <c:v>4.1122799999999997E-4</c:v>
                </c:pt>
                <c:pt idx="2421">
                  <c:v>4.0938900000000002E-4</c:v>
                </c:pt>
                <c:pt idx="2422">
                  <c:v>4.07556E-4</c:v>
                </c:pt>
                <c:pt idx="2423">
                  <c:v>4.0572500000000001E-4</c:v>
                </c:pt>
                <c:pt idx="2424">
                  <c:v>4.0389400000000002E-4</c:v>
                </c:pt>
                <c:pt idx="2425">
                  <c:v>4.0207200000000001E-4</c:v>
                </c:pt>
                <c:pt idx="2426">
                  <c:v>4.0025800000000002E-4</c:v>
                </c:pt>
                <c:pt idx="2427">
                  <c:v>3.9845000000000001E-4</c:v>
                </c:pt>
                <c:pt idx="2428">
                  <c:v>3.9664499999999999E-4</c:v>
                </c:pt>
                <c:pt idx="2429">
                  <c:v>3.9484399999999999E-4</c:v>
                </c:pt>
                <c:pt idx="2430">
                  <c:v>3.9305699999999999E-4</c:v>
                </c:pt>
                <c:pt idx="2431">
                  <c:v>3.9127900000000002E-4</c:v>
                </c:pt>
                <c:pt idx="2432">
                  <c:v>3.8950699999999998E-4</c:v>
                </c:pt>
                <c:pt idx="2433">
                  <c:v>3.8773699999999998E-4</c:v>
                </c:pt>
                <c:pt idx="2434">
                  <c:v>3.85969E-4</c:v>
                </c:pt>
                <c:pt idx="2435">
                  <c:v>3.84213E-4</c:v>
                </c:pt>
                <c:pt idx="2436">
                  <c:v>3.8246599999999998E-4</c:v>
                </c:pt>
                <c:pt idx="2437">
                  <c:v>3.8072300000000002E-4</c:v>
                </c:pt>
                <c:pt idx="2438">
                  <c:v>3.7898000000000001E-4</c:v>
                </c:pt>
                <c:pt idx="2439">
                  <c:v>3.7724500000000001E-4</c:v>
                </c:pt>
                <c:pt idx="2440">
                  <c:v>3.75526E-4</c:v>
                </c:pt>
                <c:pt idx="2441">
                  <c:v>3.7381799999999999E-4</c:v>
                </c:pt>
                <c:pt idx="2442">
                  <c:v>3.7211299999999998E-4</c:v>
                </c:pt>
                <c:pt idx="2443">
                  <c:v>3.7040499999999997E-4</c:v>
                </c:pt>
                <c:pt idx="2444">
                  <c:v>3.6869799999999999E-4</c:v>
                </c:pt>
                <c:pt idx="2445">
                  <c:v>3.6700200000000001E-4</c:v>
                </c:pt>
                <c:pt idx="2446">
                  <c:v>3.6531299999999998E-4</c:v>
                </c:pt>
                <c:pt idx="2447">
                  <c:v>3.6362699999999999E-4</c:v>
                </c:pt>
                <c:pt idx="2448">
                  <c:v>3.6194500000000002E-4</c:v>
                </c:pt>
                <c:pt idx="2449">
                  <c:v>3.60267E-4</c:v>
                </c:pt>
                <c:pt idx="2450">
                  <c:v>3.5859599999999998E-4</c:v>
                </c:pt>
                <c:pt idx="2451">
                  <c:v>3.5693200000000002E-4</c:v>
                </c:pt>
                <c:pt idx="2452">
                  <c:v>3.55275E-4</c:v>
                </c:pt>
                <c:pt idx="2453">
                  <c:v>3.5362600000000001E-4</c:v>
                </c:pt>
                <c:pt idx="2454">
                  <c:v>3.5198599999999999E-4</c:v>
                </c:pt>
                <c:pt idx="2455">
                  <c:v>3.5035099999999999E-4</c:v>
                </c:pt>
                <c:pt idx="2456">
                  <c:v>3.4872100000000002E-4</c:v>
                </c:pt>
                <c:pt idx="2457">
                  <c:v>3.4709600000000003E-4</c:v>
                </c:pt>
                <c:pt idx="2458">
                  <c:v>3.45476E-4</c:v>
                </c:pt>
                <c:pt idx="2459">
                  <c:v>3.4386600000000002E-4</c:v>
                </c:pt>
                <c:pt idx="2460">
                  <c:v>3.4226200000000002E-4</c:v>
                </c:pt>
                <c:pt idx="2461">
                  <c:v>3.4065899999999999E-4</c:v>
                </c:pt>
                <c:pt idx="2462">
                  <c:v>3.3905600000000001E-4</c:v>
                </c:pt>
                <c:pt idx="2463">
                  <c:v>3.3745699999999999E-4</c:v>
                </c:pt>
                <c:pt idx="2464">
                  <c:v>3.3587100000000001E-4</c:v>
                </c:pt>
                <c:pt idx="2465">
                  <c:v>3.3429599999999999E-4</c:v>
                </c:pt>
                <c:pt idx="2466">
                  <c:v>3.3272800000000002E-4</c:v>
                </c:pt>
                <c:pt idx="2467">
                  <c:v>3.3116299999999999E-4</c:v>
                </c:pt>
                <c:pt idx="2468">
                  <c:v>3.29601E-4</c:v>
                </c:pt>
                <c:pt idx="2469">
                  <c:v>3.2805200000000001E-4</c:v>
                </c:pt>
                <c:pt idx="2470">
                  <c:v>3.2651099999999998E-4</c:v>
                </c:pt>
                <c:pt idx="2471">
                  <c:v>3.2497100000000002E-4</c:v>
                </c:pt>
                <c:pt idx="2472">
                  <c:v>3.2342800000000001E-4</c:v>
                </c:pt>
                <c:pt idx="2473">
                  <c:v>3.2189099999999998E-4</c:v>
                </c:pt>
                <c:pt idx="2474">
                  <c:v>3.2037E-4</c:v>
                </c:pt>
                <c:pt idx="2475">
                  <c:v>3.1886000000000002E-4</c:v>
                </c:pt>
                <c:pt idx="2476">
                  <c:v>3.1735599999999997E-4</c:v>
                </c:pt>
                <c:pt idx="2477">
                  <c:v>3.1585800000000002E-4</c:v>
                </c:pt>
                <c:pt idx="2478">
                  <c:v>3.1437000000000001E-4</c:v>
                </c:pt>
                <c:pt idx="2479">
                  <c:v>3.1290199999999999E-4</c:v>
                </c:pt>
                <c:pt idx="2480">
                  <c:v>3.11453E-4</c:v>
                </c:pt>
                <c:pt idx="2481">
                  <c:v>3.1001800000000001E-4</c:v>
                </c:pt>
                <c:pt idx="2482">
                  <c:v>3.0859399999999998E-4</c:v>
                </c:pt>
                <c:pt idx="2483">
                  <c:v>3.0716599999999999E-4</c:v>
                </c:pt>
                <c:pt idx="2484">
                  <c:v>3.0573200000000002E-4</c:v>
                </c:pt>
                <c:pt idx="2485">
                  <c:v>3.0430300000000002E-4</c:v>
                </c:pt>
                <c:pt idx="2486">
                  <c:v>3.02873E-4</c:v>
                </c:pt>
                <c:pt idx="2487">
                  <c:v>3.0143299999999999E-4</c:v>
                </c:pt>
                <c:pt idx="2488">
                  <c:v>2.9999600000000002E-4</c:v>
                </c:pt>
                <c:pt idx="2489">
                  <c:v>2.9856499999999998E-4</c:v>
                </c:pt>
                <c:pt idx="2490">
                  <c:v>2.9714200000000002E-4</c:v>
                </c:pt>
                <c:pt idx="2491">
                  <c:v>2.9573099999999998E-4</c:v>
                </c:pt>
                <c:pt idx="2492">
                  <c:v>2.94328E-4</c:v>
                </c:pt>
                <c:pt idx="2493">
                  <c:v>2.9292499999999998E-4</c:v>
                </c:pt>
                <c:pt idx="2494">
                  <c:v>2.9152399999999998E-4</c:v>
                </c:pt>
                <c:pt idx="2495">
                  <c:v>2.9012599999999998E-4</c:v>
                </c:pt>
                <c:pt idx="2496">
                  <c:v>2.8873000000000001E-4</c:v>
                </c:pt>
                <c:pt idx="2497">
                  <c:v>2.8733399999999998E-4</c:v>
                </c:pt>
                <c:pt idx="2498">
                  <c:v>2.85944E-4</c:v>
                </c:pt>
                <c:pt idx="2499">
                  <c:v>2.8456299999999999E-4</c:v>
                </c:pt>
                <c:pt idx="2500">
                  <c:v>2.83193E-4</c:v>
                </c:pt>
                <c:pt idx="2501">
                  <c:v>2.8184E-4</c:v>
                </c:pt>
                <c:pt idx="2502">
                  <c:v>2.8049200000000002E-4</c:v>
                </c:pt>
                <c:pt idx="2503">
                  <c:v>2.7913699999999999E-4</c:v>
                </c:pt>
                <c:pt idx="2504">
                  <c:v>2.7778299999999998E-4</c:v>
                </c:pt>
                <c:pt idx="2505">
                  <c:v>2.7643500000000001E-4</c:v>
                </c:pt>
                <c:pt idx="2506">
                  <c:v>2.7509000000000002E-4</c:v>
                </c:pt>
                <c:pt idx="2507">
                  <c:v>2.73749E-4</c:v>
                </c:pt>
                <c:pt idx="2508">
                  <c:v>2.72417E-4</c:v>
                </c:pt>
                <c:pt idx="2509">
                  <c:v>2.7109399999999999E-4</c:v>
                </c:pt>
                <c:pt idx="2510">
                  <c:v>2.6977899999999999E-4</c:v>
                </c:pt>
                <c:pt idx="2511">
                  <c:v>2.6846800000000001E-4</c:v>
                </c:pt>
                <c:pt idx="2512">
                  <c:v>2.6716100000000003E-4</c:v>
                </c:pt>
                <c:pt idx="2513">
                  <c:v>2.6586200000000001E-4</c:v>
                </c:pt>
                <c:pt idx="2514">
                  <c:v>2.6457299999999999E-4</c:v>
                </c:pt>
                <c:pt idx="2515">
                  <c:v>2.63293E-4</c:v>
                </c:pt>
                <c:pt idx="2516">
                  <c:v>2.6201700000000002E-4</c:v>
                </c:pt>
                <c:pt idx="2517">
                  <c:v>2.6074200000000001E-4</c:v>
                </c:pt>
                <c:pt idx="2518">
                  <c:v>2.5947699999999998E-4</c:v>
                </c:pt>
                <c:pt idx="2519">
                  <c:v>2.5822099999999999E-4</c:v>
                </c:pt>
                <c:pt idx="2520">
                  <c:v>2.5697099999999999E-4</c:v>
                </c:pt>
                <c:pt idx="2521">
                  <c:v>2.5572000000000002E-4</c:v>
                </c:pt>
                <c:pt idx="2522">
                  <c:v>2.5447099999999998E-4</c:v>
                </c:pt>
                <c:pt idx="2523">
                  <c:v>2.5323000000000001E-4</c:v>
                </c:pt>
                <c:pt idx="2524">
                  <c:v>2.5199800000000002E-4</c:v>
                </c:pt>
                <c:pt idx="2525">
                  <c:v>2.5077299999999998E-4</c:v>
                </c:pt>
                <c:pt idx="2526">
                  <c:v>2.4955099999999998E-4</c:v>
                </c:pt>
                <c:pt idx="2527">
                  <c:v>2.4833400000000001E-4</c:v>
                </c:pt>
                <c:pt idx="2528">
                  <c:v>2.4712699999999998E-4</c:v>
                </c:pt>
                <c:pt idx="2529">
                  <c:v>2.4592899999999998E-4</c:v>
                </c:pt>
                <c:pt idx="2530">
                  <c:v>2.4473600000000001E-4</c:v>
                </c:pt>
                <c:pt idx="2531">
                  <c:v>2.43546E-4</c:v>
                </c:pt>
                <c:pt idx="2532">
                  <c:v>2.4236099999999999E-4</c:v>
                </c:pt>
                <c:pt idx="2533">
                  <c:v>2.41182E-4</c:v>
                </c:pt>
                <c:pt idx="2534">
                  <c:v>2.4000900000000001E-4</c:v>
                </c:pt>
                <c:pt idx="2535">
                  <c:v>2.3884000000000001E-4</c:v>
                </c:pt>
                <c:pt idx="2536">
                  <c:v>2.3767600000000001E-4</c:v>
                </c:pt>
                <c:pt idx="2537">
                  <c:v>2.36519E-4</c:v>
                </c:pt>
                <c:pt idx="2538">
                  <c:v>2.35369E-4</c:v>
                </c:pt>
                <c:pt idx="2539">
                  <c:v>2.3422699999999999E-4</c:v>
                </c:pt>
                <c:pt idx="2540">
                  <c:v>2.3308899999999999E-4</c:v>
                </c:pt>
                <c:pt idx="2541">
                  <c:v>2.31952E-4</c:v>
                </c:pt>
                <c:pt idx="2542">
                  <c:v>2.30821E-4</c:v>
                </c:pt>
                <c:pt idx="2543">
                  <c:v>2.2969900000000001E-4</c:v>
                </c:pt>
                <c:pt idx="2544">
                  <c:v>2.2858199999999999E-4</c:v>
                </c:pt>
                <c:pt idx="2545">
                  <c:v>2.2746800000000001E-4</c:v>
                </c:pt>
                <c:pt idx="2546">
                  <c:v>2.26357E-4</c:v>
                </c:pt>
                <c:pt idx="2547">
                  <c:v>2.25255E-4</c:v>
                </c:pt>
                <c:pt idx="2548">
                  <c:v>2.24162E-4</c:v>
                </c:pt>
                <c:pt idx="2549">
                  <c:v>2.23074E-4</c:v>
                </c:pt>
                <c:pt idx="2550">
                  <c:v>2.21991E-4</c:v>
                </c:pt>
                <c:pt idx="2551">
                  <c:v>2.2091100000000001E-4</c:v>
                </c:pt>
                <c:pt idx="2552">
                  <c:v>2.19836E-4</c:v>
                </c:pt>
                <c:pt idx="2553">
                  <c:v>2.1876999999999999E-4</c:v>
                </c:pt>
                <c:pt idx="2554">
                  <c:v>2.1771E-4</c:v>
                </c:pt>
                <c:pt idx="2555">
                  <c:v>2.16653E-4</c:v>
                </c:pt>
                <c:pt idx="2556">
                  <c:v>2.1560000000000001E-4</c:v>
                </c:pt>
                <c:pt idx="2557">
                  <c:v>2.1455500000000001E-4</c:v>
                </c:pt>
                <c:pt idx="2558">
                  <c:v>2.1351599999999999E-4</c:v>
                </c:pt>
                <c:pt idx="2559">
                  <c:v>2.1248400000000001E-4</c:v>
                </c:pt>
                <c:pt idx="2560">
                  <c:v>2.11456E-4</c:v>
                </c:pt>
                <c:pt idx="2561">
                  <c:v>2.1043200000000001E-4</c:v>
                </c:pt>
                <c:pt idx="2562">
                  <c:v>2.09414E-4</c:v>
                </c:pt>
                <c:pt idx="2563">
                  <c:v>2.08402E-4</c:v>
                </c:pt>
                <c:pt idx="2564">
                  <c:v>2.0739399999999999E-4</c:v>
                </c:pt>
                <c:pt idx="2565">
                  <c:v>2.06388E-4</c:v>
                </c:pt>
                <c:pt idx="2566">
                  <c:v>2.0538800000000001E-4</c:v>
                </c:pt>
                <c:pt idx="2567">
                  <c:v>2.04396E-4</c:v>
                </c:pt>
                <c:pt idx="2568">
                  <c:v>2.0341200000000001E-4</c:v>
                </c:pt>
                <c:pt idx="2569">
                  <c:v>2.0243299999999999E-4</c:v>
                </c:pt>
                <c:pt idx="2570">
                  <c:v>2.01456E-4</c:v>
                </c:pt>
                <c:pt idx="2571">
                  <c:v>2.00483E-4</c:v>
                </c:pt>
                <c:pt idx="2572">
                  <c:v>1.9951600000000001E-4</c:v>
                </c:pt>
                <c:pt idx="2573">
                  <c:v>1.9855599999999999E-4</c:v>
                </c:pt>
                <c:pt idx="2574">
                  <c:v>1.9759899999999999E-4</c:v>
                </c:pt>
                <c:pt idx="2575">
                  <c:v>1.96646E-4</c:v>
                </c:pt>
                <c:pt idx="2576">
                  <c:v>1.9570000000000001E-4</c:v>
                </c:pt>
                <c:pt idx="2577">
                  <c:v>1.9476199999999999E-4</c:v>
                </c:pt>
                <c:pt idx="2578">
                  <c:v>1.9383000000000001E-4</c:v>
                </c:pt>
                <c:pt idx="2579">
                  <c:v>1.929E-4</c:v>
                </c:pt>
                <c:pt idx="2580">
                  <c:v>1.9197100000000001E-4</c:v>
                </c:pt>
                <c:pt idx="2581">
                  <c:v>1.9104699999999999E-4</c:v>
                </c:pt>
                <c:pt idx="2582">
                  <c:v>1.9013100000000001E-4</c:v>
                </c:pt>
                <c:pt idx="2583">
                  <c:v>1.89221E-4</c:v>
                </c:pt>
                <c:pt idx="2584">
                  <c:v>1.8831499999999999E-4</c:v>
                </c:pt>
                <c:pt idx="2585">
                  <c:v>1.87412E-4</c:v>
                </c:pt>
                <c:pt idx="2586">
                  <c:v>1.86517E-4</c:v>
                </c:pt>
                <c:pt idx="2587">
                  <c:v>1.8562900000000001E-4</c:v>
                </c:pt>
                <c:pt idx="2588">
                  <c:v>1.8474600000000001E-4</c:v>
                </c:pt>
                <c:pt idx="2589">
                  <c:v>1.83866E-4</c:v>
                </c:pt>
                <c:pt idx="2590">
                  <c:v>1.8299000000000001E-4</c:v>
                </c:pt>
                <c:pt idx="2591">
                  <c:v>1.8212E-4</c:v>
                </c:pt>
                <c:pt idx="2592">
                  <c:v>1.81256E-4</c:v>
                </c:pt>
                <c:pt idx="2593">
                  <c:v>1.80397E-4</c:v>
                </c:pt>
                <c:pt idx="2594">
                  <c:v>1.7954099999999999E-4</c:v>
                </c:pt>
                <c:pt idx="2595">
                  <c:v>1.78689E-4</c:v>
                </c:pt>
                <c:pt idx="2596">
                  <c:v>1.7784499999999999E-4</c:v>
                </c:pt>
                <c:pt idx="2597">
                  <c:v>1.7700699999999999E-4</c:v>
                </c:pt>
                <c:pt idx="2598">
                  <c:v>1.76174E-4</c:v>
                </c:pt>
                <c:pt idx="2599">
                  <c:v>1.7534399999999999E-4</c:v>
                </c:pt>
                <c:pt idx="2600">
                  <c:v>1.7451700000000001E-4</c:v>
                </c:pt>
                <c:pt idx="2601">
                  <c:v>1.73695E-4</c:v>
                </c:pt>
                <c:pt idx="2602">
                  <c:v>1.72879E-4</c:v>
                </c:pt>
                <c:pt idx="2603">
                  <c:v>1.7206599999999999E-4</c:v>
                </c:pt>
                <c:pt idx="2604">
                  <c:v>1.71256E-4</c:v>
                </c:pt>
                <c:pt idx="2605">
                  <c:v>1.70452E-4</c:v>
                </c:pt>
                <c:pt idx="2606">
                  <c:v>1.6965599999999999E-4</c:v>
                </c:pt>
                <c:pt idx="2607">
                  <c:v>1.6886599999999999E-4</c:v>
                </c:pt>
                <c:pt idx="2608">
                  <c:v>1.6808200000000001E-4</c:v>
                </c:pt>
                <c:pt idx="2609">
                  <c:v>1.673E-4</c:v>
                </c:pt>
                <c:pt idx="2610">
                  <c:v>1.66527E-4</c:v>
                </c:pt>
                <c:pt idx="2611">
                  <c:v>1.65761E-4</c:v>
                </c:pt>
                <c:pt idx="2612">
                  <c:v>1.64995E-4</c:v>
                </c:pt>
                <c:pt idx="2613">
                  <c:v>1.6423100000000001E-4</c:v>
                </c:pt>
                <c:pt idx="2614">
                  <c:v>1.6347099999999999E-4</c:v>
                </c:pt>
                <c:pt idx="2615">
                  <c:v>1.6271699999999999E-4</c:v>
                </c:pt>
                <c:pt idx="2616">
                  <c:v>1.6196900000000001E-4</c:v>
                </c:pt>
                <c:pt idx="2617">
                  <c:v>1.6122700000000001E-4</c:v>
                </c:pt>
                <c:pt idx="2618">
                  <c:v>1.6048700000000001E-4</c:v>
                </c:pt>
                <c:pt idx="2619">
                  <c:v>1.59748E-4</c:v>
                </c:pt>
                <c:pt idx="2620">
                  <c:v>1.59013E-4</c:v>
                </c:pt>
                <c:pt idx="2621">
                  <c:v>1.5828199999999999E-4</c:v>
                </c:pt>
                <c:pt idx="2622">
                  <c:v>1.5755599999999999E-4</c:v>
                </c:pt>
                <c:pt idx="2623">
                  <c:v>1.56835E-4</c:v>
                </c:pt>
                <c:pt idx="2624">
                  <c:v>1.56117E-4</c:v>
                </c:pt>
                <c:pt idx="2625">
                  <c:v>1.5540500000000001E-4</c:v>
                </c:pt>
                <c:pt idx="2626">
                  <c:v>1.54697E-4</c:v>
                </c:pt>
                <c:pt idx="2627">
                  <c:v>1.5399399999999999E-4</c:v>
                </c:pt>
                <c:pt idx="2628">
                  <c:v>1.5329499999999999E-4</c:v>
                </c:pt>
                <c:pt idx="2629">
                  <c:v>1.5259900000000001E-4</c:v>
                </c:pt>
                <c:pt idx="2630">
                  <c:v>1.5190900000000001E-4</c:v>
                </c:pt>
                <c:pt idx="2631">
                  <c:v>1.5122399999999999E-4</c:v>
                </c:pt>
                <c:pt idx="2632">
                  <c:v>1.5054399999999999E-4</c:v>
                </c:pt>
                <c:pt idx="2633">
                  <c:v>1.49865E-4</c:v>
                </c:pt>
                <c:pt idx="2634">
                  <c:v>1.4919E-4</c:v>
                </c:pt>
                <c:pt idx="2635">
                  <c:v>1.4852100000000001E-4</c:v>
                </c:pt>
                <c:pt idx="2636">
                  <c:v>1.4785699999999999E-4</c:v>
                </c:pt>
                <c:pt idx="2637">
                  <c:v>1.4719700000000001E-4</c:v>
                </c:pt>
                <c:pt idx="2638">
                  <c:v>1.4653999999999999E-4</c:v>
                </c:pt>
                <c:pt idx="2639">
                  <c:v>1.4588599999999999E-4</c:v>
                </c:pt>
                <c:pt idx="2640">
                  <c:v>1.4523699999999999E-4</c:v>
                </c:pt>
                <c:pt idx="2641">
                  <c:v>1.44592E-4</c:v>
                </c:pt>
                <c:pt idx="2642">
                  <c:v>1.4395E-4</c:v>
                </c:pt>
                <c:pt idx="2643">
                  <c:v>1.43313E-4</c:v>
                </c:pt>
                <c:pt idx="2644">
                  <c:v>1.42681E-4</c:v>
                </c:pt>
                <c:pt idx="2645">
                  <c:v>1.4206399999999999E-4</c:v>
                </c:pt>
                <c:pt idx="2646">
                  <c:v>1.4147199999999999E-4</c:v>
                </c:pt>
                <c:pt idx="2647">
                  <c:v>1.4090000000000001E-4</c:v>
                </c:pt>
                <c:pt idx="2648">
                  <c:v>1.40331E-4</c:v>
                </c:pt>
                <c:pt idx="2649">
                  <c:v>1.39758E-4</c:v>
                </c:pt>
                <c:pt idx="2650">
                  <c:v>1.3918099999999999E-4</c:v>
                </c:pt>
                <c:pt idx="2651">
                  <c:v>1.38601E-4</c:v>
                </c:pt>
                <c:pt idx="2652">
                  <c:v>1.3801699999999999E-4</c:v>
                </c:pt>
                <c:pt idx="2653">
                  <c:v>1.3743100000000001E-4</c:v>
                </c:pt>
                <c:pt idx="2654">
                  <c:v>1.3684799999999999E-4</c:v>
                </c:pt>
                <c:pt idx="2655">
                  <c:v>1.3626799999999999E-4</c:v>
                </c:pt>
                <c:pt idx="2656">
                  <c:v>1.35692E-4</c:v>
                </c:pt>
                <c:pt idx="2657">
                  <c:v>1.35117E-4</c:v>
                </c:pt>
                <c:pt idx="2658">
                  <c:v>1.3454299999999999E-4</c:v>
                </c:pt>
                <c:pt idx="2659">
                  <c:v>1.3396999999999999E-4</c:v>
                </c:pt>
                <c:pt idx="2660">
                  <c:v>1.3339999999999999E-4</c:v>
                </c:pt>
                <c:pt idx="2661">
                  <c:v>1.3283500000000001E-4</c:v>
                </c:pt>
                <c:pt idx="2662">
                  <c:v>1.3227099999999999E-4</c:v>
                </c:pt>
                <c:pt idx="2663">
                  <c:v>1.3171E-4</c:v>
                </c:pt>
                <c:pt idx="2664">
                  <c:v>1.3115199999999999E-4</c:v>
                </c:pt>
                <c:pt idx="2665">
                  <c:v>1.3059899999999999E-4</c:v>
                </c:pt>
                <c:pt idx="2666">
                  <c:v>1.30049E-4</c:v>
                </c:pt>
                <c:pt idx="2667">
                  <c:v>1.29503E-4</c:v>
                </c:pt>
                <c:pt idx="2668">
                  <c:v>1.2896000000000001E-4</c:v>
                </c:pt>
                <c:pt idx="2669">
                  <c:v>1.2842600000000001E-4</c:v>
                </c:pt>
                <c:pt idx="2670">
                  <c:v>1.27911E-4</c:v>
                </c:pt>
                <c:pt idx="2671">
                  <c:v>1.2741400000000001E-4</c:v>
                </c:pt>
                <c:pt idx="2672">
                  <c:v>1.2691499999999999E-4</c:v>
                </c:pt>
                <c:pt idx="2673">
                  <c:v>1.2641E-4</c:v>
                </c:pt>
                <c:pt idx="2674">
                  <c:v>1.25914E-4</c:v>
                </c:pt>
                <c:pt idx="2675">
                  <c:v>1.2543799999999999E-4</c:v>
                </c:pt>
                <c:pt idx="2676">
                  <c:v>1.2497699999999999E-4</c:v>
                </c:pt>
                <c:pt idx="2677">
                  <c:v>1.24511E-4</c:v>
                </c:pt>
                <c:pt idx="2678">
                  <c:v>1.24034E-4</c:v>
                </c:pt>
                <c:pt idx="2679">
                  <c:v>1.2354900000000001E-4</c:v>
                </c:pt>
                <c:pt idx="2680">
                  <c:v>1.2306E-4</c:v>
                </c:pt>
                <c:pt idx="2681">
                  <c:v>1.22571E-4</c:v>
                </c:pt>
                <c:pt idx="2682">
                  <c:v>1.22089E-4</c:v>
                </c:pt>
                <c:pt idx="2683">
                  <c:v>1.21614E-4</c:v>
                </c:pt>
                <c:pt idx="2684">
                  <c:v>1.2113899999999999E-4</c:v>
                </c:pt>
                <c:pt idx="2685">
                  <c:v>1.2066E-4</c:v>
                </c:pt>
                <c:pt idx="2686">
                  <c:v>1.2018E-4</c:v>
                </c:pt>
                <c:pt idx="2687">
                  <c:v>1.197E-4</c:v>
                </c:pt>
                <c:pt idx="2688">
                  <c:v>1.19219E-4</c:v>
                </c:pt>
                <c:pt idx="2689">
                  <c:v>1.18742E-4</c:v>
                </c:pt>
                <c:pt idx="2690">
                  <c:v>1.18269E-4</c:v>
                </c:pt>
                <c:pt idx="2691">
                  <c:v>1.17799E-4</c:v>
                </c:pt>
                <c:pt idx="2692">
                  <c:v>1.17329E-4</c:v>
                </c:pt>
                <c:pt idx="2693">
                  <c:v>1.1686E-4</c:v>
                </c:pt>
                <c:pt idx="2694">
                  <c:v>1.16396E-4</c:v>
                </c:pt>
                <c:pt idx="2695">
                  <c:v>1.1593499999999999E-4</c:v>
                </c:pt>
                <c:pt idx="2696">
                  <c:v>1.15475E-4</c:v>
                </c:pt>
                <c:pt idx="2697">
                  <c:v>1.15015E-4</c:v>
                </c:pt>
                <c:pt idx="2698">
                  <c:v>1.14558E-4</c:v>
                </c:pt>
                <c:pt idx="2699">
                  <c:v>1.14104E-4</c:v>
                </c:pt>
                <c:pt idx="2700">
                  <c:v>1.1365400000000001E-4</c:v>
                </c:pt>
                <c:pt idx="2701">
                  <c:v>1.13205E-4</c:v>
                </c:pt>
                <c:pt idx="2702">
                  <c:v>1.1275799999999999E-4</c:v>
                </c:pt>
                <c:pt idx="2703">
                  <c:v>1.1231299999999999E-4</c:v>
                </c:pt>
                <c:pt idx="2704">
                  <c:v>1.1187400000000001E-4</c:v>
                </c:pt>
                <c:pt idx="2705">
                  <c:v>1.11437E-4</c:v>
                </c:pt>
                <c:pt idx="2706">
                  <c:v>1.1100299999999999E-4</c:v>
                </c:pt>
                <c:pt idx="2707">
                  <c:v>1.10569E-4</c:v>
                </c:pt>
                <c:pt idx="2708">
                  <c:v>1.1013799999999999E-4</c:v>
                </c:pt>
                <c:pt idx="2709">
                  <c:v>1.09709E-4</c:v>
                </c:pt>
                <c:pt idx="2710">
                  <c:v>1.09283E-4</c:v>
                </c:pt>
                <c:pt idx="2711">
                  <c:v>1.08859E-4</c:v>
                </c:pt>
                <c:pt idx="2712">
                  <c:v>1.0843799999999999E-4</c:v>
                </c:pt>
                <c:pt idx="2713">
                  <c:v>1.0802E-4</c:v>
                </c:pt>
                <c:pt idx="2714">
                  <c:v>1.07605E-4</c:v>
                </c:pt>
                <c:pt idx="2715">
                  <c:v>1.07192E-4</c:v>
                </c:pt>
                <c:pt idx="2716">
                  <c:v>1.0678100000000001E-4</c:v>
                </c:pt>
                <c:pt idx="2717">
                  <c:v>1.06371E-4</c:v>
                </c:pt>
                <c:pt idx="2718">
                  <c:v>1.0596500000000001E-4</c:v>
                </c:pt>
                <c:pt idx="2719">
                  <c:v>1.05561E-4</c:v>
                </c:pt>
                <c:pt idx="2720">
                  <c:v>1.0516E-4</c:v>
                </c:pt>
                <c:pt idx="2721">
                  <c:v>1.04761E-4</c:v>
                </c:pt>
                <c:pt idx="2722">
                  <c:v>1.0436400000000001E-4</c:v>
                </c:pt>
                <c:pt idx="2723">
                  <c:v>1.0397E-4</c:v>
                </c:pt>
                <c:pt idx="2724">
                  <c:v>1.0357900000000001E-4</c:v>
                </c:pt>
                <c:pt idx="2725">
                  <c:v>1.0319000000000001E-4</c:v>
                </c:pt>
                <c:pt idx="2726">
                  <c:v>1.02805E-4</c:v>
                </c:pt>
                <c:pt idx="2727">
                  <c:v>1.02421E-4</c:v>
                </c:pt>
                <c:pt idx="2728">
                  <c:v>1.02039E-4</c:v>
                </c:pt>
                <c:pt idx="2729">
                  <c:v>1.0166E-4</c:v>
                </c:pt>
                <c:pt idx="2730">
                  <c:v>1.01283E-4</c:v>
                </c:pt>
                <c:pt idx="2731">
                  <c:v>1.00908E-4</c:v>
                </c:pt>
                <c:pt idx="2732">
                  <c:v>1.00535E-4</c:v>
                </c:pt>
                <c:pt idx="2733">
                  <c:v>1.00165E-4</c:v>
                </c:pt>
                <c:pt idx="2734">
                  <c:v>9.9797500000000001E-5</c:v>
                </c:pt>
                <c:pt idx="2735">
                  <c:v>9.9432399999999993E-5</c:v>
                </c:pt>
                <c:pt idx="2736">
                  <c:v>9.9068399999999995E-5</c:v>
                </c:pt>
                <c:pt idx="2737">
                  <c:v>9.8706299999999994E-5</c:v>
                </c:pt>
                <c:pt idx="2738">
                  <c:v>9.8347199999999999E-5</c:v>
                </c:pt>
                <c:pt idx="2739">
                  <c:v>9.7990200000000002E-5</c:v>
                </c:pt>
                <c:pt idx="2740">
                  <c:v>9.7635199999999997E-5</c:v>
                </c:pt>
                <c:pt idx="2741">
                  <c:v>9.7282100000000002E-5</c:v>
                </c:pt>
                <c:pt idx="2742">
                  <c:v>9.6932E-5</c:v>
                </c:pt>
                <c:pt idx="2743">
                  <c:v>9.6584799999999997E-5</c:v>
                </c:pt>
                <c:pt idx="2744">
                  <c:v>9.6238999999999998E-5</c:v>
                </c:pt>
                <c:pt idx="2745">
                  <c:v>9.5895000000000003E-5</c:v>
                </c:pt>
                <c:pt idx="2746">
                  <c:v>9.5553899999999993E-5</c:v>
                </c:pt>
                <c:pt idx="2747">
                  <c:v>9.5215699999999997E-5</c:v>
                </c:pt>
                <c:pt idx="2748">
                  <c:v>9.4880499999999994E-5</c:v>
                </c:pt>
                <c:pt idx="2749">
                  <c:v>9.4547400000000002E-5</c:v>
                </c:pt>
                <c:pt idx="2750">
                  <c:v>9.4215200000000006E-5</c:v>
                </c:pt>
                <c:pt idx="2751">
                  <c:v>9.3884799999999999E-5</c:v>
                </c:pt>
                <c:pt idx="2752">
                  <c:v>9.3558499999999995E-5</c:v>
                </c:pt>
                <c:pt idx="2753">
                  <c:v>9.3234500000000003E-5</c:v>
                </c:pt>
                <c:pt idx="2754">
                  <c:v>9.2911600000000007E-5</c:v>
                </c:pt>
                <c:pt idx="2755">
                  <c:v>9.2590599999999994E-5</c:v>
                </c:pt>
                <c:pt idx="2756">
                  <c:v>9.2270300000000003E-5</c:v>
                </c:pt>
                <c:pt idx="2757">
                  <c:v>9.1952699999999998E-5</c:v>
                </c:pt>
                <c:pt idx="2758">
                  <c:v>9.1637899999999999E-5</c:v>
                </c:pt>
                <c:pt idx="2759">
                  <c:v>9.1324100000000002E-5</c:v>
                </c:pt>
                <c:pt idx="2760">
                  <c:v>9.1011699999999995E-5</c:v>
                </c:pt>
                <c:pt idx="2761">
                  <c:v>9.07018E-5</c:v>
                </c:pt>
                <c:pt idx="2762">
                  <c:v>9.0395200000000005E-5</c:v>
                </c:pt>
                <c:pt idx="2763">
                  <c:v>9.0092000000000004E-5</c:v>
                </c:pt>
                <c:pt idx="2764">
                  <c:v>8.9790700000000001E-5</c:v>
                </c:pt>
                <c:pt idx="2765">
                  <c:v>8.9490199999999999E-5</c:v>
                </c:pt>
                <c:pt idx="2766">
                  <c:v>8.9190999999999994E-5</c:v>
                </c:pt>
                <c:pt idx="2767">
                  <c:v>8.88943E-5</c:v>
                </c:pt>
                <c:pt idx="2768">
                  <c:v>8.86008E-5</c:v>
                </c:pt>
                <c:pt idx="2769">
                  <c:v>8.8309900000000006E-5</c:v>
                </c:pt>
                <c:pt idx="2770">
                  <c:v>8.8020200000000001E-5</c:v>
                </c:pt>
                <c:pt idx="2771">
                  <c:v>8.7731899999999999E-5</c:v>
                </c:pt>
                <c:pt idx="2772">
                  <c:v>8.7446099999999996E-5</c:v>
                </c:pt>
                <c:pt idx="2773">
                  <c:v>8.7162600000000005E-5</c:v>
                </c:pt>
                <c:pt idx="2774">
                  <c:v>8.6881300000000005E-5</c:v>
                </c:pt>
                <c:pt idx="2775">
                  <c:v>8.66013E-5</c:v>
                </c:pt>
                <c:pt idx="2776">
                  <c:v>8.6322499999999999E-5</c:v>
                </c:pt>
                <c:pt idx="2777">
                  <c:v>8.6046100000000003E-5</c:v>
                </c:pt>
                <c:pt idx="2778">
                  <c:v>8.5772099999999998E-5</c:v>
                </c:pt>
                <c:pt idx="2779">
                  <c:v>8.5500400000000006E-5</c:v>
                </c:pt>
                <c:pt idx="2780">
                  <c:v>8.5229700000000002E-5</c:v>
                </c:pt>
                <c:pt idx="2781">
                  <c:v>8.4961200000000002E-5</c:v>
                </c:pt>
                <c:pt idx="2782">
                  <c:v>8.4696499999999998E-5</c:v>
                </c:pt>
                <c:pt idx="2783">
                  <c:v>8.4433999999999998E-5</c:v>
                </c:pt>
                <c:pt idx="2784">
                  <c:v>8.4173100000000002E-5</c:v>
                </c:pt>
                <c:pt idx="2785">
                  <c:v>8.3913700000000003E-5</c:v>
                </c:pt>
                <c:pt idx="2786">
                  <c:v>8.3656099999999993E-5</c:v>
                </c:pt>
                <c:pt idx="2787">
                  <c:v>8.3400799999999996E-5</c:v>
                </c:pt>
                <c:pt idx="2788">
                  <c:v>8.3147799999999997E-5</c:v>
                </c:pt>
                <c:pt idx="2789">
                  <c:v>8.2897099999999996E-5</c:v>
                </c:pt>
                <c:pt idx="2790">
                  <c:v>8.26486E-5</c:v>
                </c:pt>
                <c:pt idx="2791">
                  <c:v>8.2402699999999996E-5</c:v>
                </c:pt>
                <c:pt idx="2792">
                  <c:v>8.2158300000000002E-5</c:v>
                </c:pt>
                <c:pt idx="2793">
                  <c:v>8.1914899999999997E-5</c:v>
                </c:pt>
                <c:pt idx="2794">
                  <c:v>8.1672699999999995E-5</c:v>
                </c:pt>
                <c:pt idx="2795">
                  <c:v>8.1431499999999994E-5</c:v>
                </c:pt>
                <c:pt idx="2796">
                  <c:v>8.1192699999999999E-5</c:v>
                </c:pt>
                <c:pt idx="2797">
                  <c:v>8.0956299999999996E-5</c:v>
                </c:pt>
                <c:pt idx="2798">
                  <c:v>8.0721899999999997E-5</c:v>
                </c:pt>
                <c:pt idx="2799">
                  <c:v>8.0489399999999995E-5</c:v>
                </c:pt>
                <c:pt idx="2800">
                  <c:v>8.0257499999999995E-5</c:v>
                </c:pt>
                <c:pt idx="2801">
                  <c:v>8.0027399999999999E-5</c:v>
                </c:pt>
                <c:pt idx="2802">
                  <c:v>7.9799800000000001E-5</c:v>
                </c:pt>
                <c:pt idx="2803">
                  <c:v>7.95737E-5</c:v>
                </c:pt>
                <c:pt idx="2804">
                  <c:v>7.9348499999999994E-5</c:v>
                </c:pt>
                <c:pt idx="2805">
                  <c:v>7.9124599999999998E-5</c:v>
                </c:pt>
                <c:pt idx="2806">
                  <c:v>7.8903899999999995E-5</c:v>
                </c:pt>
                <c:pt idx="2807">
                  <c:v>7.8684599999999995E-5</c:v>
                </c:pt>
                <c:pt idx="2808">
                  <c:v>7.8465499999999996E-5</c:v>
                </c:pt>
                <c:pt idx="2809">
                  <c:v>7.8246399999999997E-5</c:v>
                </c:pt>
                <c:pt idx="2810">
                  <c:v>7.80285E-5</c:v>
                </c:pt>
                <c:pt idx="2811">
                  <c:v>7.7812999999999995E-5</c:v>
                </c:pt>
                <c:pt idx="2812">
                  <c:v>7.7599200000000001E-5</c:v>
                </c:pt>
                <c:pt idx="2813">
                  <c:v>7.7386300000000001E-5</c:v>
                </c:pt>
                <c:pt idx="2814">
                  <c:v>7.7173600000000003E-5</c:v>
                </c:pt>
                <c:pt idx="2815">
                  <c:v>7.6962100000000006E-5</c:v>
                </c:pt>
                <c:pt idx="2816">
                  <c:v>7.6752400000000001E-5</c:v>
                </c:pt>
                <c:pt idx="2817">
                  <c:v>7.6543600000000004E-5</c:v>
                </c:pt>
                <c:pt idx="2818">
                  <c:v>7.6336399999999996E-5</c:v>
                </c:pt>
                <c:pt idx="2819">
                  <c:v>7.61311E-5</c:v>
                </c:pt>
                <c:pt idx="2820">
                  <c:v>7.5927599999999995E-5</c:v>
                </c:pt>
                <c:pt idx="2821">
                  <c:v>7.5725700000000006E-5</c:v>
                </c:pt>
                <c:pt idx="2822">
                  <c:v>7.5524800000000006E-5</c:v>
                </c:pt>
                <c:pt idx="2823">
                  <c:v>7.5324100000000006E-5</c:v>
                </c:pt>
                <c:pt idx="2824">
                  <c:v>7.5124199999999995E-5</c:v>
                </c:pt>
                <c:pt idx="2825">
                  <c:v>7.4926300000000001E-5</c:v>
                </c:pt>
                <c:pt idx="2826">
                  <c:v>7.4729799999999997E-5</c:v>
                </c:pt>
                <c:pt idx="2827">
                  <c:v>7.4534600000000003E-5</c:v>
                </c:pt>
                <c:pt idx="2828">
                  <c:v>7.4341399999999999E-5</c:v>
                </c:pt>
                <c:pt idx="2829">
                  <c:v>7.4148700000000004E-5</c:v>
                </c:pt>
                <c:pt idx="2830">
                  <c:v>7.3957199999999997E-5</c:v>
                </c:pt>
                <c:pt idx="2831">
                  <c:v>7.3768099999999996E-5</c:v>
                </c:pt>
                <c:pt idx="2832">
                  <c:v>7.3579999999999997E-5</c:v>
                </c:pt>
                <c:pt idx="2833">
                  <c:v>7.3393199999999994E-5</c:v>
                </c:pt>
                <c:pt idx="2834">
                  <c:v>7.3207099999999999E-5</c:v>
                </c:pt>
                <c:pt idx="2835">
                  <c:v>7.3022599999999994E-5</c:v>
                </c:pt>
                <c:pt idx="2836">
                  <c:v>7.2839500000000006E-5</c:v>
                </c:pt>
                <c:pt idx="2837">
                  <c:v>7.2657200000000006E-5</c:v>
                </c:pt>
                <c:pt idx="2838">
                  <c:v>7.2475099999999993E-5</c:v>
                </c:pt>
                <c:pt idx="2839">
                  <c:v>7.2294300000000003E-5</c:v>
                </c:pt>
                <c:pt idx="2840">
                  <c:v>7.2115399999999997E-5</c:v>
                </c:pt>
                <c:pt idx="2841">
                  <c:v>7.19374E-5</c:v>
                </c:pt>
                <c:pt idx="2842">
                  <c:v>7.1761200000000007E-5</c:v>
                </c:pt>
                <c:pt idx="2843">
                  <c:v>7.1586299999999996E-5</c:v>
                </c:pt>
                <c:pt idx="2844">
                  <c:v>7.1411900000000007E-5</c:v>
                </c:pt>
                <c:pt idx="2845">
                  <c:v>7.1238300000000005E-5</c:v>
                </c:pt>
                <c:pt idx="2846">
                  <c:v>7.1066200000000001E-5</c:v>
                </c:pt>
                <c:pt idx="2847">
                  <c:v>7.0895299999999999E-5</c:v>
                </c:pt>
                <c:pt idx="2848">
                  <c:v>7.0724999999999998E-5</c:v>
                </c:pt>
                <c:pt idx="2849">
                  <c:v>7.0555600000000006E-5</c:v>
                </c:pt>
                <c:pt idx="2850">
                  <c:v>7.03889E-5</c:v>
                </c:pt>
                <c:pt idx="2851">
                  <c:v>7.0223799999999997E-5</c:v>
                </c:pt>
                <c:pt idx="2852">
                  <c:v>7.0059899999999996E-5</c:v>
                </c:pt>
                <c:pt idx="2853">
                  <c:v>6.9896100000000003E-5</c:v>
                </c:pt>
                <c:pt idx="2854">
                  <c:v>6.9732400000000003E-5</c:v>
                </c:pt>
                <c:pt idx="2855">
                  <c:v>6.9570899999999995E-5</c:v>
                </c:pt>
                <c:pt idx="2856">
                  <c:v>6.9411899999999999E-5</c:v>
                </c:pt>
                <c:pt idx="2857">
                  <c:v>6.9253799999999998E-5</c:v>
                </c:pt>
                <c:pt idx="2858">
                  <c:v>6.9095600000000003E-5</c:v>
                </c:pt>
                <c:pt idx="2859">
                  <c:v>6.8938700000000005E-5</c:v>
                </c:pt>
                <c:pt idx="2860">
                  <c:v>6.8783399999999996E-5</c:v>
                </c:pt>
                <c:pt idx="2861">
                  <c:v>6.8628500000000002E-5</c:v>
                </c:pt>
                <c:pt idx="2862">
                  <c:v>6.8474100000000002E-5</c:v>
                </c:pt>
                <c:pt idx="2863">
                  <c:v>6.8321100000000006E-5</c:v>
                </c:pt>
                <c:pt idx="2864">
                  <c:v>6.8169200000000005E-5</c:v>
                </c:pt>
                <c:pt idx="2865">
                  <c:v>6.8018300000000006E-5</c:v>
                </c:pt>
                <c:pt idx="2866">
                  <c:v>6.7868900000000003E-5</c:v>
                </c:pt>
                <c:pt idx="2867">
                  <c:v>6.7720199999999996E-5</c:v>
                </c:pt>
                <c:pt idx="2868">
                  <c:v>6.7572799999999998E-5</c:v>
                </c:pt>
                <c:pt idx="2869">
                  <c:v>6.7427800000000005E-5</c:v>
                </c:pt>
                <c:pt idx="2870">
                  <c:v>6.7286799999999994E-5</c:v>
                </c:pt>
                <c:pt idx="2871">
                  <c:v>6.7150900000000001E-5</c:v>
                </c:pt>
                <c:pt idx="2872">
                  <c:v>6.7019000000000003E-5</c:v>
                </c:pt>
                <c:pt idx="2873">
                  <c:v>6.6889499999999997E-5</c:v>
                </c:pt>
                <c:pt idx="2874">
                  <c:v>6.6763500000000005E-5</c:v>
                </c:pt>
                <c:pt idx="2875">
                  <c:v>6.6639799999999998E-5</c:v>
                </c:pt>
                <c:pt idx="2876">
                  <c:v>6.6516599999999999E-5</c:v>
                </c:pt>
                <c:pt idx="2877">
                  <c:v>6.6392799999999999E-5</c:v>
                </c:pt>
                <c:pt idx="2878">
                  <c:v>6.6267100000000001E-5</c:v>
                </c:pt>
                <c:pt idx="2879">
                  <c:v>6.6140099999999994E-5</c:v>
                </c:pt>
                <c:pt idx="2880">
                  <c:v>6.6012600000000006E-5</c:v>
                </c:pt>
                <c:pt idx="2881">
                  <c:v>6.5885399999999998E-5</c:v>
                </c:pt>
                <c:pt idx="2882">
                  <c:v>6.5756899999999994E-5</c:v>
                </c:pt>
                <c:pt idx="2883">
                  <c:v>6.5627400000000001E-5</c:v>
                </c:pt>
                <c:pt idx="2884">
                  <c:v>6.5498600000000003E-5</c:v>
                </c:pt>
                <c:pt idx="2885">
                  <c:v>6.5370599999999994E-5</c:v>
                </c:pt>
                <c:pt idx="2886">
                  <c:v>6.5242100000000003E-5</c:v>
                </c:pt>
                <c:pt idx="2887">
                  <c:v>6.5113199999999999E-5</c:v>
                </c:pt>
                <c:pt idx="2888">
                  <c:v>6.4985099999999996E-5</c:v>
                </c:pt>
                <c:pt idx="2889">
                  <c:v>6.4857599999999994E-5</c:v>
                </c:pt>
                <c:pt idx="2890">
                  <c:v>6.4730699999999993E-5</c:v>
                </c:pt>
                <c:pt idx="2891">
                  <c:v>6.4604599999999995E-5</c:v>
                </c:pt>
                <c:pt idx="2892">
                  <c:v>6.4478099999999995E-5</c:v>
                </c:pt>
                <c:pt idx="2893">
                  <c:v>6.4351599999999996E-5</c:v>
                </c:pt>
                <c:pt idx="2894">
                  <c:v>6.42267E-5</c:v>
                </c:pt>
                <c:pt idx="2895">
                  <c:v>6.4103000000000006E-5</c:v>
                </c:pt>
                <c:pt idx="2896">
                  <c:v>6.3979200000000006E-5</c:v>
                </c:pt>
                <c:pt idx="2897">
                  <c:v>6.3855299999999998E-5</c:v>
                </c:pt>
                <c:pt idx="2898">
                  <c:v>6.3732400000000007E-5</c:v>
                </c:pt>
                <c:pt idx="2899">
                  <c:v>6.3610300000000003E-5</c:v>
                </c:pt>
                <c:pt idx="2900">
                  <c:v>6.3488499999999994E-5</c:v>
                </c:pt>
                <c:pt idx="2901">
                  <c:v>6.33679E-5</c:v>
                </c:pt>
                <c:pt idx="2902">
                  <c:v>6.3248400000000002E-5</c:v>
                </c:pt>
                <c:pt idx="2903">
                  <c:v>6.3129700000000006E-5</c:v>
                </c:pt>
                <c:pt idx="2904">
                  <c:v>6.3011399999999998E-5</c:v>
                </c:pt>
                <c:pt idx="2905">
                  <c:v>6.2893700000000004E-5</c:v>
                </c:pt>
                <c:pt idx="2906">
                  <c:v>6.2776300000000004E-5</c:v>
                </c:pt>
                <c:pt idx="2907">
                  <c:v>6.2659100000000005E-5</c:v>
                </c:pt>
                <c:pt idx="2908">
                  <c:v>6.2542399999999999E-5</c:v>
                </c:pt>
                <c:pt idx="2909">
                  <c:v>6.2426800000000003E-5</c:v>
                </c:pt>
                <c:pt idx="2910">
                  <c:v>6.2312399999999997E-5</c:v>
                </c:pt>
                <c:pt idx="2911">
                  <c:v>6.2198899999999998E-5</c:v>
                </c:pt>
                <c:pt idx="2912">
                  <c:v>6.2085899999999995E-5</c:v>
                </c:pt>
                <c:pt idx="2913">
                  <c:v>6.1973799999999999E-5</c:v>
                </c:pt>
                <c:pt idx="2914">
                  <c:v>6.1861999999999998E-5</c:v>
                </c:pt>
                <c:pt idx="2915">
                  <c:v>6.1749999999999997E-5</c:v>
                </c:pt>
                <c:pt idx="2916">
                  <c:v>6.1638999999999997E-5</c:v>
                </c:pt>
                <c:pt idx="2917">
                  <c:v>6.1528700000000006E-5</c:v>
                </c:pt>
                <c:pt idx="2918">
                  <c:v>6.1418499999999995E-5</c:v>
                </c:pt>
                <c:pt idx="2919">
                  <c:v>6.1308400000000004E-5</c:v>
                </c:pt>
                <c:pt idx="2920">
                  <c:v>6.1199999999999997E-5</c:v>
                </c:pt>
                <c:pt idx="2921">
                  <c:v>6.1092600000000005E-5</c:v>
                </c:pt>
                <c:pt idx="2922">
                  <c:v>6.0985500000000001E-5</c:v>
                </c:pt>
                <c:pt idx="2923">
                  <c:v>6.08799E-5</c:v>
                </c:pt>
                <c:pt idx="2924">
                  <c:v>6.07751E-5</c:v>
                </c:pt>
                <c:pt idx="2925">
                  <c:v>6.067E-5</c:v>
                </c:pt>
                <c:pt idx="2926">
                  <c:v>6.0564599999999999E-5</c:v>
                </c:pt>
                <c:pt idx="2927">
                  <c:v>6.0459499999999999E-5</c:v>
                </c:pt>
                <c:pt idx="2928">
                  <c:v>6.0355300000000001E-5</c:v>
                </c:pt>
                <c:pt idx="2929">
                  <c:v>6.0252099999999999E-5</c:v>
                </c:pt>
                <c:pt idx="2930">
                  <c:v>6.01507E-5</c:v>
                </c:pt>
                <c:pt idx="2931">
                  <c:v>6.0050100000000003E-5</c:v>
                </c:pt>
                <c:pt idx="2932">
                  <c:v>5.9949299999999999E-5</c:v>
                </c:pt>
                <c:pt idx="2933">
                  <c:v>5.9849200000000003E-5</c:v>
                </c:pt>
                <c:pt idx="2934">
                  <c:v>5.9749800000000002E-5</c:v>
                </c:pt>
                <c:pt idx="2935">
                  <c:v>5.96501E-5</c:v>
                </c:pt>
                <c:pt idx="2936">
                  <c:v>5.9549999999999997E-5</c:v>
                </c:pt>
                <c:pt idx="2937">
                  <c:v>5.9450700000000003E-5</c:v>
                </c:pt>
                <c:pt idx="2938">
                  <c:v>5.9353099999999999E-5</c:v>
                </c:pt>
                <c:pt idx="2939">
                  <c:v>5.9256099999999997E-5</c:v>
                </c:pt>
                <c:pt idx="2940">
                  <c:v>5.9159300000000001E-5</c:v>
                </c:pt>
                <c:pt idx="2941">
                  <c:v>5.9063E-5</c:v>
                </c:pt>
                <c:pt idx="2942">
                  <c:v>5.8966799999999999E-5</c:v>
                </c:pt>
                <c:pt idx="2943">
                  <c:v>5.88714E-5</c:v>
                </c:pt>
                <c:pt idx="2944">
                  <c:v>5.8777599999999998E-5</c:v>
                </c:pt>
                <c:pt idx="2945">
                  <c:v>5.8684899999999998E-5</c:v>
                </c:pt>
                <c:pt idx="2946">
                  <c:v>5.8591899999999997E-5</c:v>
                </c:pt>
                <c:pt idx="2947">
                  <c:v>5.8498400000000002E-5</c:v>
                </c:pt>
                <c:pt idx="2948">
                  <c:v>5.8405700000000002E-5</c:v>
                </c:pt>
                <c:pt idx="2949">
                  <c:v>5.8313899999999997E-5</c:v>
                </c:pt>
                <c:pt idx="2950">
                  <c:v>5.8222800000000001E-5</c:v>
                </c:pt>
                <c:pt idx="2951">
                  <c:v>5.8132499999999999E-5</c:v>
                </c:pt>
                <c:pt idx="2952">
                  <c:v>5.80429E-5</c:v>
                </c:pt>
                <c:pt idx="2953">
                  <c:v>5.7954200000000002E-5</c:v>
                </c:pt>
                <c:pt idx="2954">
                  <c:v>5.7866499999999999E-5</c:v>
                </c:pt>
                <c:pt idx="2955">
                  <c:v>5.7778700000000003E-5</c:v>
                </c:pt>
                <c:pt idx="2956">
                  <c:v>5.7690199999999999E-5</c:v>
                </c:pt>
                <c:pt idx="2957">
                  <c:v>5.7602300000000002E-5</c:v>
                </c:pt>
                <c:pt idx="2958">
                  <c:v>5.7515600000000002E-5</c:v>
                </c:pt>
                <c:pt idx="2959">
                  <c:v>5.7429799999999997E-5</c:v>
                </c:pt>
                <c:pt idx="2960">
                  <c:v>5.7343199999999997E-5</c:v>
                </c:pt>
                <c:pt idx="2961">
                  <c:v>5.7255800000000002E-5</c:v>
                </c:pt>
                <c:pt idx="2962">
                  <c:v>5.7169800000000003E-5</c:v>
                </c:pt>
                <c:pt idx="2963">
                  <c:v>5.70853E-5</c:v>
                </c:pt>
                <c:pt idx="2964">
                  <c:v>5.7000899999999998E-5</c:v>
                </c:pt>
                <c:pt idx="2965">
                  <c:v>5.6916000000000002E-5</c:v>
                </c:pt>
                <c:pt idx="2966">
                  <c:v>5.6832000000000001E-5</c:v>
                </c:pt>
                <c:pt idx="2967">
                  <c:v>5.6748900000000001E-5</c:v>
                </c:pt>
                <c:pt idx="2968">
                  <c:v>5.6665600000000002E-5</c:v>
                </c:pt>
                <c:pt idx="2969">
                  <c:v>5.6583399999999998E-5</c:v>
                </c:pt>
                <c:pt idx="2970">
                  <c:v>5.6501E-5</c:v>
                </c:pt>
                <c:pt idx="2971">
                  <c:v>5.6418600000000002E-5</c:v>
                </c:pt>
                <c:pt idx="2972">
                  <c:v>5.6337800000000001E-5</c:v>
                </c:pt>
                <c:pt idx="2973">
                  <c:v>5.6257200000000001E-5</c:v>
                </c:pt>
                <c:pt idx="2974">
                  <c:v>5.6176299999999999E-5</c:v>
                </c:pt>
                <c:pt idx="2975">
                  <c:v>5.6095599999999999E-5</c:v>
                </c:pt>
                <c:pt idx="2976">
                  <c:v>5.60158E-5</c:v>
                </c:pt>
                <c:pt idx="2977">
                  <c:v>5.5936500000000002E-5</c:v>
                </c:pt>
                <c:pt idx="2978">
                  <c:v>5.58584E-5</c:v>
                </c:pt>
                <c:pt idx="2979">
                  <c:v>5.5780699999999999E-5</c:v>
                </c:pt>
                <c:pt idx="2980">
                  <c:v>5.5702299999999997E-5</c:v>
                </c:pt>
                <c:pt idx="2981">
                  <c:v>5.5624000000000001E-5</c:v>
                </c:pt>
                <c:pt idx="2982">
                  <c:v>5.5546500000000001E-5</c:v>
                </c:pt>
                <c:pt idx="2983">
                  <c:v>5.5470100000000003E-5</c:v>
                </c:pt>
                <c:pt idx="2984">
                  <c:v>5.5394199999999999E-5</c:v>
                </c:pt>
                <c:pt idx="2985">
                  <c:v>5.5318200000000002E-5</c:v>
                </c:pt>
                <c:pt idx="2986">
                  <c:v>5.52432E-5</c:v>
                </c:pt>
                <c:pt idx="2987">
                  <c:v>5.51689E-5</c:v>
                </c:pt>
                <c:pt idx="2988">
                  <c:v>5.5095200000000001E-5</c:v>
                </c:pt>
                <c:pt idx="2989">
                  <c:v>5.50209E-5</c:v>
                </c:pt>
                <c:pt idx="2990">
                  <c:v>5.4945999999999999E-5</c:v>
                </c:pt>
                <c:pt idx="2991">
                  <c:v>5.4872800000000001E-5</c:v>
                </c:pt>
                <c:pt idx="2992">
                  <c:v>5.4800199999999998E-5</c:v>
                </c:pt>
                <c:pt idx="2993">
                  <c:v>5.4727500000000001E-5</c:v>
                </c:pt>
                <c:pt idx="2994">
                  <c:v>5.4655599999999999E-5</c:v>
                </c:pt>
                <c:pt idx="2995">
                  <c:v>5.4583799999999997E-5</c:v>
                </c:pt>
                <c:pt idx="2996">
                  <c:v>5.4512200000000003E-5</c:v>
                </c:pt>
                <c:pt idx="2997">
                  <c:v>5.4440800000000002E-5</c:v>
                </c:pt>
                <c:pt idx="2998">
                  <c:v>5.4369600000000002E-5</c:v>
                </c:pt>
                <c:pt idx="2999">
                  <c:v>5.4298500000000002E-5</c:v>
                </c:pt>
                <c:pt idx="3000">
                  <c:v>5.4227500000000002E-5</c:v>
                </c:pt>
                <c:pt idx="3001">
                  <c:v>5.4156999999999997E-5</c:v>
                </c:pt>
                <c:pt idx="3002">
                  <c:v>5.4087700000000001E-5</c:v>
                </c:pt>
                <c:pt idx="3003">
                  <c:v>5.4019199999999999E-5</c:v>
                </c:pt>
                <c:pt idx="3004">
                  <c:v>5.3950399999999998E-5</c:v>
                </c:pt>
                <c:pt idx="3005">
                  <c:v>5.3881900000000003E-5</c:v>
                </c:pt>
                <c:pt idx="3006">
                  <c:v>5.3814099999999997E-5</c:v>
                </c:pt>
                <c:pt idx="3007">
                  <c:v>5.3746599999999998E-5</c:v>
                </c:pt>
                <c:pt idx="3008">
                  <c:v>5.3678599999999998E-5</c:v>
                </c:pt>
                <c:pt idx="3009">
                  <c:v>5.3610099999999997E-5</c:v>
                </c:pt>
                <c:pt idx="3010">
                  <c:v>5.3541900000000003E-5</c:v>
                </c:pt>
                <c:pt idx="3011">
                  <c:v>5.3474699999999998E-5</c:v>
                </c:pt>
                <c:pt idx="3012">
                  <c:v>5.3408100000000001E-5</c:v>
                </c:pt>
                <c:pt idx="3013">
                  <c:v>5.3341999999999999E-5</c:v>
                </c:pt>
                <c:pt idx="3014">
                  <c:v>5.3276299999999997E-5</c:v>
                </c:pt>
                <c:pt idx="3015">
                  <c:v>5.3210700000000002E-5</c:v>
                </c:pt>
                <c:pt idx="3016">
                  <c:v>5.3145700000000002E-5</c:v>
                </c:pt>
                <c:pt idx="3017">
                  <c:v>5.3081799999999997E-5</c:v>
                </c:pt>
                <c:pt idx="3018">
                  <c:v>5.30181E-5</c:v>
                </c:pt>
                <c:pt idx="3019">
                  <c:v>5.29535E-5</c:v>
                </c:pt>
                <c:pt idx="3020">
                  <c:v>5.2889000000000001E-5</c:v>
                </c:pt>
                <c:pt idx="3021">
                  <c:v>5.2825000000000003E-5</c:v>
                </c:pt>
                <c:pt idx="3022">
                  <c:v>5.2760599999999998E-5</c:v>
                </c:pt>
                <c:pt idx="3023">
                  <c:v>5.2697E-5</c:v>
                </c:pt>
                <c:pt idx="3024">
                  <c:v>5.2633999999999998E-5</c:v>
                </c:pt>
                <c:pt idx="3025">
                  <c:v>5.2571600000000003E-5</c:v>
                </c:pt>
                <c:pt idx="3026">
                  <c:v>5.2509800000000003E-5</c:v>
                </c:pt>
                <c:pt idx="3027">
                  <c:v>5.2448099999999997E-5</c:v>
                </c:pt>
                <c:pt idx="3028">
                  <c:v>5.2386200000000003E-5</c:v>
                </c:pt>
                <c:pt idx="3029">
                  <c:v>5.2323500000000001E-5</c:v>
                </c:pt>
                <c:pt idx="3030">
                  <c:v>5.22612E-5</c:v>
                </c:pt>
                <c:pt idx="3031">
                  <c:v>5.2199800000000001E-5</c:v>
                </c:pt>
                <c:pt idx="3032">
                  <c:v>5.2139199999999997E-5</c:v>
                </c:pt>
                <c:pt idx="3033">
                  <c:v>5.2079000000000001E-5</c:v>
                </c:pt>
                <c:pt idx="3034">
                  <c:v>5.2018699999999997E-5</c:v>
                </c:pt>
                <c:pt idx="3035">
                  <c:v>5.19581E-5</c:v>
                </c:pt>
                <c:pt idx="3036">
                  <c:v>5.1897700000000003E-5</c:v>
                </c:pt>
                <c:pt idx="3037">
                  <c:v>5.1838200000000001E-5</c:v>
                </c:pt>
                <c:pt idx="3038">
                  <c:v>5.17789E-5</c:v>
                </c:pt>
                <c:pt idx="3039">
                  <c:v>5.1719299999999998E-5</c:v>
                </c:pt>
                <c:pt idx="3040">
                  <c:v>5.1660099999999997E-5</c:v>
                </c:pt>
                <c:pt idx="3041">
                  <c:v>5.1601499999999997E-5</c:v>
                </c:pt>
                <c:pt idx="3042">
                  <c:v>5.1543199999999998E-5</c:v>
                </c:pt>
                <c:pt idx="3043">
                  <c:v>5.14852E-5</c:v>
                </c:pt>
                <c:pt idx="3044">
                  <c:v>5.1427000000000001E-5</c:v>
                </c:pt>
                <c:pt idx="3045">
                  <c:v>5.1369799999999997E-5</c:v>
                </c:pt>
                <c:pt idx="3046">
                  <c:v>5.1313700000000003E-5</c:v>
                </c:pt>
                <c:pt idx="3047">
                  <c:v>5.1257100000000001E-5</c:v>
                </c:pt>
                <c:pt idx="3048">
                  <c:v>5.1200399999999999E-5</c:v>
                </c:pt>
                <c:pt idx="3049">
                  <c:v>5.1143800000000003E-5</c:v>
                </c:pt>
                <c:pt idx="3050">
                  <c:v>5.10867E-5</c:v>
                </c:pt>
                <c:pt idx="3051">
                  <c:v>5.1030599999999999E-5</c:v>
                </c:pt>
                <c:pt idx="3052">
                  <c:v>5.0974899999999999E-5</c:v>
                </c:pt>
                <c:pt idx="3053">
                  <c:v>5.0918200000000003E-5</c:v>
                </c:pt>
                <c:pt idx="3054">
                  <c:v>5.0862200000000002E-5</c:v>
                </c:pt>
                <c:pt idx="3055">
                  <c:v>5.0807199999999997E-5</c:v>
                </c:pt>
                <c:pt idx="3056">
                  <c:v>5.0752299999999999E-5</c:v>
                </c:pt>
                <c:pt idx="3057">
                  <c:v>5.0698100000000002E-5</c:v>
                </c:pt>
                <c:pt idx="3058">
                  <c:v>5.0644299999999999E-5</c:v>
                </c:pt>
                <c:pt idx="3059">
                  <c:v>5.0589800000000001E-5</c:v>
                </c:pt>
                <c:pt idx="3060">
                  <c:v>5.0535499999999998E-5</c:v>
                </c:pt>
                <c:pt idx="3061">
                  <c:v>5.0481600000000001E-5</c:v>
                </c:pt>
                <c:pt idx="3062">
                  <c:v>5.0427799999999999E-5</c:v>
                </c:pt>
                <c:pt idx="3063">
                  <c:v>5.0374499999999997E-5</c:v>
                </c:pt>
                <c:pt idx="3064">
                  <c:v>5.0322099999999997E-5</c:v>
                </c:pt>
                <c:pt idx="3065">
                  <c:v>5.0269200000000003E-5</c:v>
                </c:pt>
                <c:pt idx="3066">
                  <c:v>5.0216600000000003E-5</c:v>
                </c:pt>
                <c:pt idx="3067">
                  <c:v>5.0164699999999998E-5</c:v>
                </c:pt>
                <c:pt idx="3068">
                  <c:v>5.0111999999999997E-5</c:v>
                </c:pt>
                <c:pt idx="3069">
                  <c:v>5.0059399999999997E-5</c:v>
                </c:pt>
                <c:pt idx="3070">
                  <c:v>5.0007899999999999E-5</c:v>
                </c:pt>
                <c:pt idx="3071">
                  <c:v>4.9956600000000002E-5</c:v>
                </c:pt>
                <c:pt idx="3072">
                  <c:v>4.9904899999999997E-5</c:v>
                </c:pt>
                <c:pt idx="3073">
                  <c:v>4.98538E-5</c:v>
                </c:pt>
                <c:pt idx="3074">
                  <c:v>4.9802899999999997E-5</c:v>
                </c:pt>
                <c:pt idx="3075">
                  <c:v>4.97518E-5</c:v>
                </c:pt>
                <c:pt idx="3076">
                  <c:v>4.9701299999999998E-5</c:v>
                </c:pt>
                <c:pt idx="3077">
                  <c:v>4.9651100000000003E-5</c:v>
                </c:pt>
                <c:pt idx="3078">
                  <c:v>4.9600500000000001E-5</c:v>
                </c:pt>
                <c:pt idx="3079">
                  <c:v>4.9550199999999999E-5</c:v>
                </c:pt>
                <c:pt idx="3080">
                  <c:v>4.9500099999999997E-5</c:v>
                </c:pt>
                <c:pt idx="3081">
                  <c:v>4.9451099999999998E-5</c:v>
                </c:pt>
                <c:pt idx="3082">
                  <c:v>4.9402099999999999E-5</c:v>
                </c:pt>
                <c:pt idx="3083">
                  <c:v>4.9352399999999999E-5</c:v>
                </c:pt>
                <c:pt idx="3084">
                  <c:v>4.93038E-5</c:v>
                </c:pt>
                <c:pt idx="3085">
                  <c:v>4.9255100000000002E-5</c:v>
                </c:pt>
                <c:pt idx="3086">
                  <c:v>4.9205900000000003E-5</c:v>
                </c:pt>
                <c:pt idx="3087">
                  <c:v>4.9156799999999997E-5</c:v>
                </c:pt>
                <c:pt idx="3088">
                  <c:v>4.9107499999999997E-5</c:v>
                </c:pt>
                <c:pt idx="3089">
                  <c:v>4.9058499999999998E-5</c:v>
                </c:pt>
                <c:pt idx="3090">
                  <c:v>4.9009499999999999E-5</c:v>
                </c:pt>
                <c:pt idx="3091">
                  <c:v>4.8960800000000001E-5</c:v>
                </c:pt>
                <c:pt idx="3092">
                  <c:v>4.8912699999999997E-5</c:v>
                </c:pt>
                <c:pt idx="3093">
                  <c:v>4.8864499999999999E-5</c:v>
                </c:pt>
                <c:pt idx="3094">
                  <c:v>4.8816999999999997E-5</c:v>
                </c:pt>
                <c:pt idx="3095">
                  <c:v>4.8770400000000003E-5</c:v>
                </c:pt>
                <c:pt idx="3096">
                  <c:v>4.8723900000000003E-5</c:v>
                </c:pt>
                <c:pt idx="3097">
                  <c:v>4.8677400000000003E-5</c:v>
                </c:pt>
                <c:pt idx="3098">
                  <c:v>4.8630800000000002E-5</c:v>
                </c:pt>
                <c:pt idx="3099">
                  <c:v>4.8584700000000003E-5</c:v>
                </c:pt>
                <c:pt idx="3100">
                  <c:v>4.8539099999999997E-5</c:v>
                </c:pt>
                <c:pt idx="3101">
                  <c:v>4.8492899999999998E-5</c:v>
                </c:pt>
                <c:pt idx="3102">
                  <c:v>4.8446099999999997E-5</c:v>
                </c:pt>
                <c:pt idx="3103">
                  <c:v>4.8399799999999997E-5</c:v>
                </c:pt>
                <c:pt idx="3104">
                  <c:v>4.83549E-5</c:v>
                </c:pt>
                <c:pt idx="3105">
                  <c:v>4.8310000000000003E-5</c:v>
                </c:pt>
                <c:pt idx="3106">
                  <c:v>4.8264399999999998E-5</c:v>
                </c:pt>
                <c:pt idx="3107">
                  <c:v>4.82189E-5</c:v>
                </c:pt>
                <c:pt idx="3108">
                  <c:v>4.8174000000000003E-5</c:v>
                </c:pt>
                <c:pt idx="3109">
                  <c:v>4.81292E-5</c:v>
                </c:pt>
                <c:pt idx="3110">
                  <c:v>4.8084499999999997E-5</c:v>
                </c:pt>
                <c:pt idx="3111">
                  <c:v>4.8040800000000003E-5</c:v>
                </c:pt>
                <c:pt idx="3112">
                  <c:v>4.7997100000000002E-5</c:v>
                </c:pt>
                <c:pt idx="3113">
                  <c:v>4.7952699999999999E-5</c:v>
                </c:pt>
                <c:pt idx="3114">
                  <c:v>4.7908799999999998E-5</c:v>
                </c:pt>
                <c:pt idx="3115">
                  <c:v>4.7865999999999999E-5</c:v>
                </c:pt>
                <c:pt idx="3116">
                  <c:v>4.78231E-5</c:v>
                </c:pt>
                <c:pt idx="3117">
                  <c:v>4.7779499999999999E-5</c:v>
                </c:pt>
                <c:pt idx="3118">
                  <c:v>4.7735499999999997E-5</c:v>
                </c:pt>
                <c:pt idx="3119">
                  <c:v>4.7691700000000003E-5</c:v>
                </c:pt>
                <c:pt idx="3120">
                  <c:v>4.7648300000000003E-5</c:v>
                </c:pt>
                <c:pt idx="3121">
                  <c:v>4.7605300000000003E-5</c:v>
                </c:pt>
                <c:pt idx="3122">
                  <c:v>4.7563099999999999E-5</c:v>
                </c:pt>
                <c:pt idx="3123">
                  <c:v>4.7520800000000001E-5</c:v>
                </c:pt>
                <c:pt idx="3124">
                  <c:v>4.7478000000000002E-5</c:v>
                </c:pt>
                <c:pt idx="3125">
                  <c:v>4.7435899999999998E-5</c:v>
                </c:pt>
                <c:pt idx="3126">
                  <c:v>4.7394100000000001E-5</c:v>
                </c:pt>
                <c:pt idx="3127">
                  <c:v>4.7352199999999997E-5</c:v>
                </c:pt>
                <c:pt idx="3128">
                  <c:v>4.7309899999999999E-5</c:v>
                </c:pt>
                <c:pt idx="3129">
                  <c:v>4.7267700000000001E-5</c:v>
                </c:pt>
                <c:pt idx="3130">
                  <c:v>4.7226099999999998E-5</c:v>
                </c:pt>
                <c:pt idx="3131">
                  <c:v>4.7184700000000002E-5</c:v>
                </c:pt>
                <c:pt idx="3132">
                  <c:v>4.7142699999999998E-5</c:v>
                </c:pt>
                <c:pt idx="3133">
                  <c:v>4.7101000000000002E-5</c:v>
                </c:pt>
                <c:pt idx="3134">
                  <c:v>4.70599E-5</c:v>
                </c:pt>
                <c:pt idx="3135">
                  <c:v>4.7018799999999998E-5</c:v>
                </c:pt>
                <c:pt idx="3136">
                  <c:v>4.6977600000000002E-5</c:v>
                </c:pt>
                <c:pt idx="3137">
                  <c:v>4.6936700000000001E-5</c:v>
                </c:pt>
                <c:pt idx="3138">
                  <c:v>4.6895599999999999E-5</c:v>
                </c:pt>
                <c:pt idx="3139">
                  <c:v>4.6854899999999998E-5</c:v>
                </c:pt>
                <c:pt idx="3140">
                  <c:v>4.6815099999999998E-5</c:v>
                </c:pt>
                <c:pt idx="3141">
                  <c:v>4.6775199999999999E-5</c:v>
                </c:pt>
                <c:pt idx="3142">
                  <c:v>4.6734799999999998E-5</c:v>
                </c:pt>
                <c:pt idx="3143">
                  <c:v>4.66952E-5</c:v>
                </c:pt>
                <c:pt idx="3144">
                  <c:v>4.6656500000000003E-5</c:v>
                </c:pt>
                <c:pt idx="3145">
                  <c:v>4.66182E-5</c:v>
                </c:pt>
                <c:pt idx="3146">
                  <c:v>4.6579000000000002E-5</c:v>
                </c:pt>
                <c:pt idx="3147">
                  <c:v>4.6539999999999998E-5</c:v>
                </c:pt>
                <c:pt idx="3148">
                  <c:v>4.6501200000000001E-5</c:v>
                </c:pt>
                <c:pt idx="3149">
                  <c:v>4.6462099999999997E-5</c:v>
                </c:pt>
                <c:pt idx="3150">
                  <c:v>4.64235E-5</c:v>
                </c:pt>
                <c:pt idx="3151">
                  <c:v>4.6385199999999998E-5</c:v>
                </c:pt>
                <c:pt idx="3152">
                  <c:v>4.6347000000000002E-5</c:v>
                </c:pt>
                <c:pt idx="3153">
                  <c:v>4.6308399999999999E-5</c:v>
                </c:pt>
                <c:pt idx="3154">
                  <c:v>4.6269900000000002E-5</c:v>
                </c:pt>
                <c:pt idx="3155">
                  <c:v>4.6232100000000001E-5</c:v>
                </c:pt>
                <c:pt idx="3156">
                  <c:v>4.6194399999999999E-5</c:v>
                </c:pt>
                <c:pt idx="3157">
                  <c:v>4.6157099999999999E-5</c:v>
                </c:pt>
                <c:pt idx="3158">
                  <c:v>4.61205E-5</c:v>
                </c:pt>
                <c:pt idx="3159">
                  <c:v>4.6090100000000001E-5</c:v>
                </c:pt>
                <c:pt idx="3160">
                  <c:v>4.6072799999999997E-5</c:v>
                </c:pt>
                <c:pt idx="3161">
                  <c:v>4.6064099999999998E-5</c:v>
                </c:pt>
                <c:pt idx="3162">
                  <c:v>4.6054099999999997E-5</c:v>
                </c:pt>
                <c:pt idx="3163">
                  <c:v>4.6037700000000001E-5</c:v>
                </c:pt>
                <c:pt idx="3164">
                  <c:v>4.60154E-5</c:v>
                </c:pt>
                <c:pt idx="3165">
                  <c:v>4.5989999999999998E-5</c:v>
                </c:pt>
                <c:pt idx="3166">
                  <c:v>4.5962099999999998E-5</c:v>
                </c:pt>
                <c:pt idx="3167">
                  <c:v>4.5932500000000001E-5</c:v>
                </c:pt>
                <c:pt idx="3168">
                  <c:v>4.5901600000000001E-5</c:v>
                </c:pt>
                <c:pt idx="3169">
                  <c:v>4.5869099999999998E-5</c:v>
                </c:pt>
                <c:pt idx="3170">
                  <c:v>4.5835399999999998E-5</c:v>
                </c:pt>
                <c:pt idx="3171">
                  <c:v>4.5801399999999998E-5</c:v>
                </c:pt>
                <c:pt idx="3172">
                  <c:v>4.5767499999999998E-5</c:v>
                </c:pt>
                <c:pt idx="3173">
                  <c:v>4.5732799999999997E-5</c:v>
                </c:pt>
                <c:pt idx="3174">
                  <c:v>4.5697400000000001E-5</c:v>
                </c:pt>
                <c:pt idx="3175">
                  <c:v>4.5662099999999998E-5</c:v>
                </c:pt>
                <c:pt idx="3176">
                  <c:v>4.5626500000000001E-5</c:v>
                </c:pt>
                <c:pt idx="3177">
                  <c:v>4.5590699999999997E-5</c:v>
                </c:pt>
                <c:pt idx="3178">
                  <c:v>4.5555600000000001E-5</c:v>
                </c:pt>
                <c:pt idx="3179">
                  <c:v>4.5520299999999999E-5</c:v>
                </c:pt>
                <c:pt idx="3180">
                  <c:v>4.5484700000000002E-5</c:v>
                </c:pt>
                <c:pt idx="3181">
                  <c:v>4.5448899999999998E-5</c:v>
                </c:pt>
                <c:pt idx="3182">
                  <c:v>4.5413100000000001E-5</c:v>
                </c:pt>
                <c:pt idx="3183">
                  <c:v>4.5377299999999997E-5</c:v>
                </c:pt>
                <c:pt idx="3184">
                  <c:v>4.5341499999999999E-5</c:v>
                </c:pt>
                <c:pt idx="3185">
                  <c:v>4.5305300000000001E-5</c:v>
                </c:pt>
                <c:pt idx="3186">
                  <c:v>4.5268300000000002E-5</c:v>
                </c:pt>
                <c:pt idx="3187">
                  <c:v>4.5231600000000002E-5</c:v>
                </c:pt>
                <c:pt idx="3188">
                  <c:v>4.5195399999999998E-5</c:v>
                </c:pt>
                <c:pt idx="3189">
                  <c:v>4.51592E-5</c:v>
                </c:pt>
                <c:pt idx="3190">
                  <c:v>4.5123600000000003E-5</c:v>
                </c:pt>
                <c:pt idx="3191">
                  <c:v>4.50883E-5</c:v>
                </c:pt>
                <c:pt idx="3192">
                  <c:v>4.5052400000000003E-5</c:v>
                </c:pt>
                <c:pt idx="3193">
                  <c:v>4.5016399999999998E-5</c:v>
                </c:pt>
                <c:pt idx="3194">
                  <c:v>4.49801E-5</c:v>
                </c:pt>
                <c:pt idx="3195">
                  <c:v>4.49431E-5</c:v>
                </c:pt>
                <c:pt idx="3196">
                  <c:v>4.4906300000000001E-5</c:v>
                </c:pt>
                <c:pt idx="3197">
                  <c:v>4.4870100000000003E-5</c:v>
                </c:pt>
                <c:pt idx="3198">
                  <c:v>4.4834199999999998E-5</c:v>
                </c:pt>
                <c:pt idx="3199">
                  <c:v>4.4797599999999999E-5</c:v>
                </c:pt>
                <c:pt idx="3200">
                  <c:v>4.47609E-5</c:v>
                </c:pt>
                <c:pt idx="3201">
                  <c:v>4.4724700000000002E-5</c:v>
                </c:pt>
                <c:pt idx="3202">
                  <c:v>4.4689099999999999E-5</c:v>
                </c:pt>
                <c:pt idx="3203">
                  <c:v>4.4653600000000002E-5</c:v>
                </c:pt>
                <c:pt idx="3204">
                  <c:v>4.4617599999999998E-5</c:v>
                </c:pt>
                <c:pt idx="3205">
                  <c:v>4.45813E-5</c:v>
                </c:pt>
                <c:pt idx="3206">
                  <c:v>4.4545500000000002E-5</c:v>
                </c:pt>
                <c:pt idx="3207">
                  <c:v>4.4509599999999998E-5</c:v>
                </c:pt>
                <c:pt idx="3208">
                  <c:v>4.4473700000000001E-5</c:v>
                </c:pt>
                <c:pt idx="3209">
                  <c:v>4.4437100000000002E-5</c:v>
                </c:pt>
                <c:pt idx="3210">
                  <c:v>4.4400899999999997E-5</c:v>
                </c:pt>
                <c:pt idx="3211">
                  <c:v>4.4365800000000001E-5</c:v>
                </c:pt>
                <c:pt idx="3212">
                  <c:v>4.4329100000000002E-5</c:v>
                </c:pt>
                <c:pt idx="3213">
                  <c:v>4.4292300000000003E-5</c:v>
                </c:pt>
                <c:pt idx="3214">
                  <c:v>4.42572E-5</c:v>
                </c:pt>
                <c:pt idx="3215">
                  <c:v>4.4222499999999999E-5</c:v>
                </c:pt>
                <c:pt idx="3216">
                  <c:v>4.4187400000000003E-5</c:v>
                </c:pt>
                <c:pt idx="3217">
                  <c:v>4.4152200000000001E-5</c:v>
                </c:pt>
                <c:pt idx="3218">
                  <c:v>4.4116999999999998E-5</c:v>
                </c:pt>
                <c:pt idx="3219">
                  <c:v>4.4081800000000002E-5</c:v>
                </c:pt>
                <c:pt idx="3220">
                  <c:v>4.4046299999999999E-5</c:v>
                </c:pt>
                <c:pt idx="3221">
                  <c:v>4.4010600000000002E-5</c:v>
                </c:pt>
                <c:pt idx="3222">
                  <c:v>4.3975499999999999E-5</c:v>
                </c:pt>
                <c:pt idx="3223">
                  <c:v>4.3941399999999999E-5</c:v>
                </c:pt>
                <c:pt idx="3224">
                  <c:v>4.3906599999999997E-5</c:v>
                </c:pt>
                <c:pt idx="3225">
                  <c:v>4.3871600000000002E-5</c:v>
                </c:pt>
                <c:pt idx="3226">
                  <c:v>4.3837600000000002E-5</c:v>
                </c:pt>
                <c:pt idx="3227">
                  <c:v>4.3803500000000002E-5</c:v>
                </c:pt>
                <c:pt idx="3228">
                  <c:v>4.3769200000000001E-5</c:v>
                </c:pt>
                <c:pt idx="3229">
                  <c:v>4.37346E-5</c:v>
                </c:pt>
                <c:pt idx="3230">
                  <c:v>4.3699599999999997E-5</c:v>
                </c:pt>
                <c:pt idx="3231">
                  <c:v>4.3664500000000002E-5</c:v>
                </c:pt>
                <c:pt idx="3232">
                  <c:v>4.36296E-5</c:v>
                </c:pt>
                <c:pt idx="3233">
                  <c:v>4.3595299999999999E-5</c:v>
                </c:pt>
                <c:pt idx="3234">
                  <c:v>4.3561199999999999E-5</c:v>
                </c:pt>
                <c:pt idx="3235">
                  <c:v>4.3526799999999998E-5</c:v>
                </c:pt>
                <c:pt idx="3236">
                  <c:v>4.3492299999999997E-5</c:v>
                </c:pt>
                <c:pt idx="3237">
                  <c:v>4.3457700000000002E-5</c:v>
                </c:pt>
                <c:pt idx="3238">
                  <c:v>4.3423100000000001E-5</c:v>
                </c:pt>
                <c:pt idx="3239">
                  <c:v>4.3389100000000001E-5</c:v>
                </c:pt>
                <c:pt idx="3240">
                  <c:v>4.3356000000000003E-5</c:v>
                </c:pt>
                <c:pt idx="3241">
                  <c:v>4.3322299999999997E-5</c:v>
                </c:pt>
                <c:pt idx="3242">
                  <c:v>4.3288000000000003E-5</c:v>
                </c:pt>
                <c:pt idx="3243">
                  <c:v>4.3253500000000002E-5</c:v>
                </c:pt>
                <c:pt idx="3244">
                  <c:v>4.3219200000000001E-5</c:v>
                </c:pt>
                <c:pt idx="3245">
                  <c:v>4.3185200000000001E-5</c:v>
                </c:pt>
                <c:pt idx="3246">
                  <c:v>4.31509E-5</c:v>
                </c:pt>
                <c:pt idx="3247">
                  <c:v>4.31166E-5</c:v>
                </c:pt>
                <c:pt idx="3248">
                  <c:v>4.30829E-5</c:v>
                </c:pt>
                <c:pt idx="3249">
                  <c:v>4.3049100000000001E-5</c:v>
                </c:pt>
                <c:pt idx="3250">
                  <c:v>4.3015100000000001E-5</c:v>
                </c:pt>
                <c:pt idx="3251">
                  <c:v>4.2981000000000001E-5</c:v>
                </c:pt>
                <c:pt idx="3252">
                  <c:v>4.2947400000000002E-5</c:v>
                </c:pt>
                <c:pt idx="3253">
                  <c:v>4.2914599999999997E-5</c:v>
                </c:pt>
                <c:pt idx="3254">
                  <c:v>4.2881399999999999E-5</c:v>
                </c:pt>
                <c:pt idx="3255">
                  <c:v>4.2848E-5</c:v>
                </c:pt>
                <c:pt idx="3256">
                  <c:v>4.2814700000000002E-5</c:v>
                </c:pt>
                <c:pt idx="3257">
                  <c:v>4.2781000000000003E-5</c:v>
                </c:pt>
                <c:pt idx="3258">
                  <c:v>4.2747499999999997E-5</c:v>
                </c:pt>
                <c:pt idx="3259">
                  <c:v>4.2713999999999998E-5</c:v>
                </c:pt>
                <c:pt idx="3260">
                  <c:v>4.2680499999999999E-5</c:v>
                </c:pt>
                <c:pt idx="3261">
                  <c:v>4.26471E-5</c:v>
                </c:pt>
                <c:pt idx="3262">
                  <c:v>4.2613700000000002E-5</c:v>
                </c:pt>
                <c:pt idx="3263">
                  <c:v>4.2580599999999997E-5</c:v>
                </c:pt>
                <c:pt idx="3264">
                  <c:v>4.2547299999999998E-5</c:v>
                </c:pt>
                <c:pt idx="3265">
                  <c:v>4.2513199999999998E-5</c:v>
                </c:pt>
                <c:pt idx="3266">
                  <c:v>4.2479599999999999E-5</c:v>
                </c:pt>
                <c:pt idx="3267">
                  <c:v>4.2446700000000001E-5</c:v>
                </c:pt>
                <c:pt idx="3268">
                  <c:v>4.2413799999999997E-5</c:v>
                </c:pt>
                <c:pt idx="3269">
                  <c:v>4.2380199999999998E-5</c:v>
                </c:pt>
                <c:pt idx="3270">
                  <c:v>4.2346699999999999E-5</c:v>
                </c:pt>
                <c:pt idx="3271">
                  <c:v>4.2313700000000001E-5</c:v>
                </c:pt>
                <c:pt idx="3272">
                  <c:v>4.2280500000000003E-5</c:v>
                </c:pt>
                <c:pt idx="3273">
                  <c:v>4.2247599999999998E-5</c:v>
                </c:pt>
                <c:pt idx="3274">
                  <c:v>4.2214600000000001E-5</c:v>
                </c:pt>
                <c:pt idx="3275">
                  <c:v>4.2180900000000001E-5</c:v>
                </c:pt>
                <c:pt idx="3276">
                  <c:v>4.2147400000000002E-5</c:v>
                </c:pt>
                <c:pt idx="3277">
                  <c:v>4.2113899999999997E-5</c:v>
                </c:pt>
                <c:pt idx="3278">
                  <c:v>4.2080099999999997E-5</c:v>
                </c:pt>
                <c:pt idx="3279">
                  <c:v>4.2046999999999999E-5</c:v>
                </c:pt>
                <c:pt idx="3280">
                  <c:v>4.2014000000000001E-5</c:v>
                </c:pt>
                <c:pt idx="3281">
                  <c:v>4.1980900000000003E-5</c:v>
                </c:pt>
                <c:pt idx="3282">
                  <c:v>4.1947899999999999E-5</c:v>
                </c:pt>
                <c:pt idx="3283">
                  <c:v>4.1915300000000002E-5</c:v>
                </c:pt>
                <c:pt idx="3284">
                  <c:v>4.1882499999999998E-5</c:v>
                </c:pt>
                <c:pt idx="3285">
                  <c:v>4.1849399999999999E-5</c:v>
                </c:pt>
                <c:pt idx="3286">
                  <c:v>4.1816400000000002E-5</c:v>
                </c:pt>
                <c:pt idx="3287">
                  <c:v>4.1783100000000003E-5</c:v>
                </c:pt>
                <c:pt idx="3288">
                  <c:v>4.1748600000000002E-5</c:v>
                </c:pt>
                <c:pt idx="3289">
                  <c:v>4.1714800000000003E-5</c:v>
                </c:pt>
                <c:pt idx="3290">
                  <c:v>4.1682299999999999E-5</c:v>
                </c:pt>
                <c:pt idx="3291">
                  <c:v>4.1649200000000001E-5</c:v>
                </c:pt>
                <c:pt idx="3292">
                  <c:v>4.1615200000000001E-5</c:v>
                </c:pt>
                <c:pt idx="3293">
                  <c:v>4.1581200000000001E-5</c:v>
                </c:pt>
                <c:pt idx="3294">
                  <c:v>4.1548000000000003E-5</c:v>
                </c:pt>
                <c:pt idx="3295">
                  <c:v>4.1515099999999998E-5</c:v>
                </c:pt>
                <c:pt idx="3296">
                  <c:v>4.14818E-5</c:v>
                </c:pt>
                <c:pt idx="3297">
                  <c:v>4.1448E-5</c:v>
                </c:pt>
                <c:pt idx="3298">
                  <c:v>4.1414E-5</c:v>
                </c:pt>
                <c:pt idx="3299">
                  <c:v>4.1380500000000001E-5</c:v>
                </c:pt>
                <c:pt idx="3300">
                  <c:v>4.1347000000000002E-5</c:v>
                </c:pt>
                <c:pt idx="3301">
                  <c:v>4.1313899999999998E-5</c:v>
                </c:pt>
                <c:pt idx="3302">
                  <c:v>4.1280599999999999E-5</c:v>
                </c:pt>
                <c:pt idx="3303">
                  <c:v>4.1246499999999999E-5</c:v>
                </c:pt>
                <c:pt idx="3304">
                  <c:v>4.1212299999999998E-5</c:v>
                </c:pt>
                <c:pt idx="3305">
                  <c:v>4.1178699999999999E-5</c:v>
                </c:pt>
                <c:pt idx="3306">
                  <c:v>4.11452E-5</c:v>
                </c:pt>
                <c:pt idx="3307">
                  <c:v>4.11112E-5</c:v>
                </c:pt>
                <c:pt idx="3308">
                  <c:v>4.1076499999999999E-5</c:v>
                </c:pt>
                <c:pt idx="3309">
                  <c:v>4.1042299999999998E-5</c:v>
                </c:pt>
                <c:pt idx="3310">
                  <c:v>4.1009700000000001E-5</c:v>
                </c:pt>
                <c:pt idx="3311">
                  <c:v>4.0977099999999998E-5</c:v>
                </c:pt>
                <c:pt idx="3312">
                  <c:v>4.0943099999999998E-5</c:v>
                </c:pt>
                <c:pt idx="3313">
                  <c:v>4.0908899999999997E-5</c:v>
                </c:pt>
                <c:pt idx="3314">
                  <c:v>4.0875399999999998E-5</c:v>
                </c:pt>
                <c:pt idx="3315">
                  <c:v>4.0841499999999999E-5</c:v>
                </c:pt>
                <c:pt idx="3316">
                  <c:v>4.0807099999999998E-5</c:v>
                </c:pt>
                <c:pt idx="3317">
                  <c:v>4.0773099999999998E-5</c:v>
                </c:pt>
                <c:pt idx="3318">
                  <c:v>4.0738999999999997E-5</c:v>
                </c:pt>
                <c:pt idx="3319">
                  <c:v>4.0705399999999998E-5</c:v>
                </c:pt>
                <c:pt idx="3320">
                  <c:v>4.06722E-5</c:v>
                </c:pt>
                <c:pt idx="3321">
                  <c:v>4.06384E-5</c:v>
                </c:pt>
                <c:pt idx="3322">
                  <c:v>4.0602899999999997E-5</c:v>
                </c:pt>
                <c:pt idx="3323">
                  <c:v>4.05673E-5</c:v>
                </c:pt>
                <c:pt idx="3324">
                  <c:v>4.0532399999999998E-5</c:v>
                </c:pt>
                <c:pt idx="3325">
                  <c:v>4.0497100000000002E-5</c:v>
                </c:pt>
                <c:pt idx="3326">
                  <c:v>4.0461799999999999E-5</c:v>
                </c:pt>
                <c:pt idx="3327">
                  <c:v>4.0426599999999997E-5</c:v>
                </c:pt>
                <c:pt idx="3328">
                  <c:v>4.0392200000000003E-5</c:v>
                </c:pt>
                <c:pt idx="3329">
                  <c:v>4.0358200000000003E-5</c:v>
                </c:pt>
                <c:pt idx="3330">
                  <c:v>4.0324100000000002E-5</c:v>
                </c:pt>
                <c:pt idx="3331">
                  <c:v>4.0289600000000001E-5</c:v>
                </c:pt>
                <c:pt idx="3332">
                  <c:v>4.0254699999999999E-5</c:v>
                </c:pt>
                <c:pt idx="3333">
                  <c:v>4.0219599999999997E-5</c:v>
                </c:pt>
                <c:pt idx="3334">
                  <c:v>4.0183699999999999E-5</c:v>
                </c:pt>
                <c:pt idx="3335">
                  <c:v>4.0148100000000003E-5</c:v>
                </c:pt>
                <c:pt idx="3336">
                  <c:v>4.0112599999999999E-5</c:v>
                </c:pt>
                <c:pt idx="3337">
                  <c:v>4.0076600000000002E-5</c:v>
                </c:pt>
                <c:pt idx="3338">
                  <c:v>4.0040999999999998E-5</c:v>
                </c:pt>
                <c:pt idx="3339">
                  <c:v>4.0006499999999997E-5</c:v>
                </c:pt>
                <c:pt idx="3340">
                  <c:v>3.9971500000000002E-5</c:v>
                </c:pt>
                <c:pt idx="3341">
                  <c:v>3.9934800000000003E-5</c:v>
                </c:pt>
                <c:pt idx="3342">
                  <c:v>3.9897600000000002E-5</c:v>
                </c:pt>
                <c:pt idx="3343">
                  <c:v>3.9860900000000003E-5</c:v>
                </c:pt>
                <c:pt idx="3344">
                  <c:v>3.9825099999999999E-5</c:v>
                </c:pt>
                <c:pt idx="3345">
                  <c:v>3.9789400000000002E-5</c:v>
                </c:pt>
                <c:pt idx="3346">
                  <c:v>3.9752899999999997E-5</c:v>
                </c:pt>
                <c:pt idx="3347">
                  <c:v>3.9716099999999997E-5</c:v>
                </c:pt>
                <c:pt idx="3348">
                  <c:v>3.9679799999999999E-5</c:v>
                </c:pt>
                <c:pt idx="3349">
                  <c:v>3.9643500000000001E-5</c:v>
                </c:pt>
                <c:pt idx="3350">
                  <c:v>3.9606300000000001E-5</c:v>
                </c:pt>
                <c:pt idx="3351">
                  <c:v>3.95691E-5</c:v>
                </c:pt>
                <c:pt idx="3352">
                  <c:v>3.9531599999999999E-5</c:v>
                </c:pt>
                <c:pt idx="3353">
                  <c:v>3.9494199999999999E-5</c:v>
                </c:pt>
                <c:pt idx="3354">
                  <c:v>3.9456599999999998E-5</c:v>
                </c:pt>
                <c:pt idx="3355">
                  <c:v>3.9418600000000002E-5</c:v>
                </c:pt>
                <c:pt idx="3356">
                  <c:v>3.9380199999999999E-5</c:v>
                </c:pt>
                <c:pt idx="3357">
                  <c:v>3.9342199999999997E-5</c:v>
                </c:pt>
                <c:pt idx="3358">
                  <c:v>3.9305199999999998E-5</c:v>
                </c:pt>
                <c:pt idx="3359">
                  <c:v>3.9267500000000003E-5</c:v>
                </c:pt>
                <c:pt idx="3360">
                  <c:v>3.9229E-5</c:v>
                </c:pt>
                <c:pt idx="3361">
                  <c:v>3.9190300000000003E-5</c:v>
                </c:pt>
                <c:pt idx="3362">
                  <c:v>3.91517E-5</c:v>
                </c:pt>
                <c:pt idx="3363">
                  <c:v>3.9113199999999997E-5</c:v>
                </c:pt>
                <c:pt idx="3364">
                  <c:v>3.9074900000000001E-5</c:v>
                </c:pt>
                <c:pt idx="3365">
                  <c:v>3.9036399999999998E-5</c:v>
                </c:pt>
                <c:pt idx="3366">
                  <c:v>3.89972E-5</c:v>
                </c:pt>
                <c:pt idx="3367">
                  <c:v>3.8957400000000001E-5</c:v>
                </c:pt>
                <c:pt idx="3368">
                  <c:v>3.8917400000000001E-5</c:v>
                </c:pt>
                <c:pt idx="3369">
                  <c:v>3.8877400000000002E-5</c:v>
                </c:pt>
                <c:pt idx="3370">
                  <c:v>3.8837200000000001E-5</c:v>
                </c:pt>
                <c:pt idx="3371">
                  <c:v>3.8796800000000001E-5</c:v>
                </c:pt>
                <c:pt idx="3372">
                  <c:v>3.87562E-5</c:v>
                </c:pt>
                <c:pt idx="3373">
                  <c:v>3.8716E-5</c:v>
                </c:pt>
                <c:pt idx="3374">
                  <c:v>3.8676300000000001E-5</c:v>
                </c:pt>
                <c:pt idx="3375">
                  <c:v>3.8636000000000001E-5</c:v>
                </c:pt>
                <c:pt idx="3376">
                  <c:v>3.8594199999999997E-5</c:v>
                </c:pt>
                <c:pt idx="3377">
                  <c:v>3.85521E-5</c:v>
                </c:pt>
                <c:pt idx="3378">
                  <c:v>3.8509900000000002E-5</c:v>
                </c:pt>
                <c:pt idx="3379">
                  <c:v>3.8468399999999999E-5</c:v>
                </c:pt>
                <c:pt idx="3380">
                  <c:v>3.8427799999999998E-5</c:v>
                </c:pt>
                <c:pt idx="3381">
                  <c:v>3.8385600000000001E-5</c:v>
                </c:pt>
                <c:pt idx="3382">
                  <c:v>3.83422E-5</c:v>
                </c:pt>
                <c:pt idx="3383">
                  <c:v>3.8299900000000002E-5</c:v>
                </c:pt>
                <c:pt idx="3384">
                  <c:v>3.8257899999999998E-5</c:v>
                </c:pt>
                <c:pt idx="3385">
                  <c:v>3.82152E-5</c:v>
                </c:pt>
                <c:pt idx="3386">
                  <c:v>3.81719E-5</c:v>
                </c:pt>
                <c:pt idx="3387">
                  <c:v>3.8129200000000001E-5</c:v>
                </c:pt>
                <c:pt idx="3388">
                  <c:v>3.8086700000000002E-5</c:v>
                </c:pt>
                <c:pt idx="3389">
                  <c:v>3.8043899999999997E-5</c:v>
                </c:pt>
                <c:pt idx="3390">
                  <c:v>3.8000200000000003E-5</c:v>
                </c:pt>
                <c:pt idx="3391">
                  <c:v>3.7954999999999998E-5</c:v>
                </c:pt>
                <c:pt idx="3392">
                  <c:v>3.7910500000000002E-5</c:v>
                </c:pt>
                <c:pt idx="3393">
                  <c:v>3.7867000000000002E-5</c:v>
                </c:pt>
                <c:pt idx="3394">
                  <c:v>3.78229E-5</c:v>
                </c:pt>
                <c:pt idx="3395">
                  <c:v>3.7777300000000002E-5</c:v>
                </c:pt>
                <c:pt idx="3396">
                  <c:v>3.7731100000000002E-5</c:v>
                </c:pt>
                <c:pt idx="3397">
                  <c:v>3.7685499999999997E-5</c:v>
                </c:pt>
                <c:pt idx="3398">
                  <c:v>3.7639899999999999E-5</c:v>
                </c:pt>
                <c:pt idx="3399">
                  <c:v>3.7593699999999999E-5</c:v>
                </c:pt>
                <c:pt idx="3400">
                  <c:v>3.7546499999999997E-5</c:v>
                </c:pt>
                <c:pt idx="3401">
                  <c:v>3.7499700000000003E-5</c:v>
                </c:pt>
                <c:pt idx="3402">
                  <c:v>3.7453000000000002E-5</c:v>
                </c:pt>
                <c:pt idx="3403">
                  <c:v>3.74057E-5</c:v>
                </c:pt>
                <c:pt idx="3404">
                  <c:v>3.7357700000000003E-5</c:v>
                </c:pt>
                <c:pt idx="3405">
                  <c:v>3.73098E-5</c:v>
                </c:pt>
                <c:pt idx="3406">
                  <c:v>3.7261600000000003E-5</c:v>
                </c:pt>
                <c:pt idx="3407">
                  <c:v>3.7212599999999997E-5</c:v>
                </c:pt>
                <c:pt idx="3408">
                  <c:v>3.7164299999999999E-5</c:v>
                </c:pt>
                <c:pt idx="3409">
                  <c:v>3.7115500000000001E-5</c:v>
                </c:pt>
                <c:pt idx="3410">
                  <c:v>3.7065099999999999E-5</c:v>
                </c:pt>
                <c:pt idx="3411">
                  <c:v>3.7014600000000003E-5</c:v>
                </c:pt>
                <c:pt idx="3412">
                  <c:v>3.69638E-5</c:v>
                </c:pt>
                <c:pt idx="3413">
                  <c:v>3.6912600000000003E-5</c:v>
                </c:pt>
                <c:pt idx="3414">
                  <c:v>3.6861099999999998E-5</c:v>
                </c:pt>
                <c:pt idx="3415">
                  <c:v>3.68092E-5</c:v>
                </c:pt>
                <c:pt idx="3416">
                  <c:v>3.6757500000000002E-5</c:v>
                </c:pt>
                <c:pt idx="3417">
                  <c:v>3.6705799999999997E-5</c:v>
                </c:pt>
                <c:pt idx="3418">
                  <c:v>3.6653599999999998E-5</c:v>
                </c:pt>
                <c:pt idx="3419">
                  <c:v>3.6600699999999997E-5</c:v>
                </c:pt>
                <c:pt idx="3420">
                  <c:v>3.6546900000000001E-5</c:v>
                </c:pt>
                <c:pt idx="3421">
                  <c:v>3.6493099999999998E-5</c:v>
                </c:pt>
                <c:pt idx="3422">
                  <c:v>3.6439000000000001E-5</c:v>
                </c:pt>
                <c:pt idx="3423">
                  <c:v>3.6384000000000003E-5</c:v>
                </c:pt>
                <c:pt idx="3424">
                  <c:v>3.6328999999999997E-5</c:v>
                </c:pt>
                <c:pt idx="3425">
                  <c:v>3.6273999999999999E-5</c:v>
                </c:pt>
                <c:pt idx="3426">
                  <c:v>3.6219500000000001E-5</c:v>
                </c:pt>
                <c:pt idx="3427">
                  <c:v>3.6164600000000003E-5</c:v>
                </c:pt>
                <c:pt idx="3428">
                  <c:v>3.6109000000000003E-5</c:v>
                </c:pt>
                <c:pt idx="3429">
                  <c:v>3.6052400000000001E-5</c:v>
                </c:pt>
                <c:pt idx="3430">
                  <c:v>3.5994800000000003E-5</c:v>
                </c:pt>
                <c:pt idx="3431">
                  <c:v>3.5936599999999997E-5</c:v>
                </c:pt>
                <c:pt idx="3432">
                  <c:v>3.5878199999999998E-5</c:v>
                </c:pt>
                <c:pt idx="3433">
                  <c:v>3.5819699999999999E-5</c:v>
                </c:pt>
                <c:pt idx="3434">
                  <c:v>3.5760399999999997E-5</c:v>
                </c:pt>
                <c:pt idx="3435">
                  <c:v>3.5701699999999997E-5</c:v>
                </c:pt>
                <c:pt idx="3436">
                  <c:v>3.5643099999999998E-5</c:v>
                </c:pt>
                <c:pt idx="3437">
                  <c:v>3.55826E-5</c:v>
                </c:pt>
                <c:pt idx="3438">
                  <c:v>3.5521100000000001E-5</c:v>
                </c:pt>
                <c:pt idx="3439">
                  <c:v>3.5459900000000002E-5</c:v>
                </c:pt>
                <c:pt idx="3440">
                  <c:v>3.5398799999999997E-5</c:v>
                </c:pt>
                <c:pt idx="3441">
                  <c:v>3.5337899999999999E-5</c:v>
                </c:pt>
                <c:pt idx="3442">
                  <c:v>3.52766E-5</c:v>
                </c:pt>
                <c:pt idx="3443">
                  <c:v>3.5213999999999999E-5</c:v>
                </c:pt>
                <c:pt idx="3444">
                  <c:v>3.51499E-5</c:v>
                </c:pt>
                <c:pt idx="3445">
                  <c:v>3.50847E-5</c:v>
                </c:pt>
                <c:pt idx="3446">
                  <c:v>3.5018799999999997E-5</c:v>
                </c:pt>
                <c:pt idx="3447">
                  <c:v>3.4952300000000001E-5</c:v>
                </c:pt>
                <c:pt idx="3448">
                  <c:v>3.4885200000000003E-5</c:v>
                </c:pt>
                <c:pt idx="3449">
                  <c:v>3.4817400000000003E-5</c:v>
                </c:pt>
                <c:pt idx="3450">
                  <c:v>3.4750299999999998E-5</c:v>
                </c:pt>
                <c:pt idx="3451">
                  <c:v>3.46829E-5</c:v>
                </c:pt>
                <c:pt idx="3452">
                  <c:v>3.4614599999999999E-5</c:v>
                </c:pt>
                <c:pt idx="3453">
                  <c:v>3.4545599999999997E-5</c:v>
                </c:pt>
                <c:pt idx="3454">
                  <c:v>3.4475199999999998E-5</c:v>
                </c:pt>
                <c:pt idx="3455">
                  <c:v>3.44049E-5</c:v>
                </c:pt>
                <c:pt idx="3456">
                  <c:v>3.4335000000000002E-5</c:v>
                </c:pt>
                <c:pt idx="3457">
                  <c:v>3.4264999999999998E-5</c:v>
                </c:pt>
                <c:pt idx="3458">
                  <c:v>3.4193999999999998E-5</c:v>
                </c:pt>
                <c:pt idx="3459">
                  <c:v>3.41206E-5</c:v>
                </c:pt>
                <c:pt idx="3460">
                  <c:v>3.4046800000000001E-5</c:v>
                </c:pt>
                <c:pt idx="3461">
                  <c:v>3.3972900000000001E-5</c:v>
                </c:pt>
                <c:pt idx="3462">
                  <c:v>3.3898800000000001E-5</c:v>
                </c:pt>
                <c:pt idx="3463">
                  <c:v>3.38238E-5</c:v>
                </c:pt>
                <c:pt idx="3464">
                  <c:v>3.3747500000000002E-5</c:v>
                </c:pt>
                <c:pt idx="3465">
                  <c:v>3.3671099999999997E-5</c:v>
                </c:pt>
                <c:pt idx="3466">
                  <c:v>3.35951E-5</c:v>
                </c:pt>
                <c:pt idx="3467">
                  <c:v>3.3518900000000002E-5</c:v>
                </c:pt>
                <c:pt idx="3468">
                  <c:v>3.3440199999999999E-5</c:v>
                </c:pt>
                <c:pt idx="3469">
                  <c:v>3.3359899999999999E-5</c:v>
                </c:pt>
                <c:pt idx="3470">
                  <c:v>3.32801E-5</c:v>
                </c:pt>
                <c:pt idx="3471">
                  <c:v>3.31998E-5</c:v>
                </c:pt>
                <c:pt idx="3472">
                  <c:v>3.3118999999999999E-5</c:v>
                </c:pt>
                <c:pt idx="3473">
                  <c:v>3.3037100000000003E-5</c:v>
                </c:pt>
                <c:pt idx="3474">
                  <c:v>3.2954199999999997E-5</c:v>
                </c:pt>
                <c:pt idx="3475">
                  <c:v>3.2871599999999999E-5</c:v>
                </c:pt>
                <c:pt idx="3476">
                  <c:v>3.2788399999999999E-5</c:v>
                </c:pt>
                <c:pt idx="3477">
                  <c:v>3.2704499999999998E-5</c:v>
                </c:pt>
                <c:pt idx="3478">
                  <c:v>3.26188E-5</c:v>
                </c:pt>
                <c:pt idx="3479">
                  <c:v>3.2531699999999999E-5</c:v>
                </c:pt>
                <c:pt idx="3480">
                  <c:v>3.2444699999999998E-5</c:v>
                </c:pt>
                <c:pt idx="3481">
                  <c:v>3.2356300000000001E-5</c:v>
                </c:pt>
                <c:pt idx="3482">
                  <c:v>3.2267400000000002E-5</c:v>
                </c:pt>
                <c:pt idx="3483">
                  <c:v>3.2177700000000002E-5</c:v>
                </c:pt>
                <c:pt idx="3484">
                  <c:v>3.2087E-5</c:v>
                </c:pt>
                <c:pt idx="3485">
                  <c:v>3.1996399999999997E-5</c:v>
                </c:pt>
                <c:pt idx="3486">
                  <c:v>3.1906000000000003E-5</c:v>
                </c:pt>
                <c:pt idx="3487">
                  <c:v>3.1814399999999998E-5</c:v>
                </c:pt>
                <c:pt idx="3488">
                  <c:v>3.1720800000000003E-5</c:v>
                </c:pt>
                <c:pt idx="3489">
                  <c:v>3.16267E-5</c:v>
                </c:pt>
                <c:pt idx="3490">
                  <c:v>3.1532300000000003E-5</c:v>
                </c:pt>
                <c:pt idx="3491">
                  <c:v>3.1437599999999999E-5</c:v>
                </c:pt>
                <c:pt idx="3492">
                  <c:v>3.1341899999999999E-5</c:v>
                </c:pt>
                <c:pt idx="3493">
                  <c:v>3.1244100000000001E-5</c:v>
                </c:pt>
                <c:pt idx="3494">
                  <c:v>3.1146199999999997E-5</c:v>
                </c:pt>
                <c:pt idx="3495">
                  <c:v>3.1049E-5</c:v>
                </c:pt>
                <c:pt idx="3496">
                  <c:v>3.0950500000000001E-5</c:v>
                </c:pt>
                <c:pt idx="3497">
                  <c:v>3.0850599999999999E-5</c:v>
                </c:pt>
                <c:pt idx="3498">
                  <c:v>3.0749700000000001E-5</c:v>
                </c:pt>
                <c:pt idx="3499">
                  <c:v>3.0648699999999997E-5</c:v>
                </c:pt>
                <c:pt idx="3500">
                  <c:v>3.0546500000000003E-5</c:v>
                </c:pt>
                <c:pt idx="3501">
                  <c:v>3.04433E-5</c:v>
                </c:pt>
                <c:pt idx="3502">
                  <c:v>3.03396E-5</c:v>
                </c:pt>
                <c:pt idx="3503">
                  <c:v>3.0235399999999999E-5</c:v>
                </c:pt>
                <c:pt idx="3504">
                  <c:v>3.0131500000000001E-5</c:v>
                </c:pt>
                <c:pt idx="3505">
                  <c:v>3.0026400000000001E-5</c:v>
                </c:pt>
                <c:pt idx="3506">
                  <c:v>2.9920499999999999E-5</c:v>
                </c:pt>
                <c:pt idx="3507">
                  <c:v>2.9813499999999998E-5</c:v>
                </c:pt>
                <c:pt idx="3508">
                  <c:v>2.9703899999999999E-5</c:v>
                </c:pt>
                <c:pt idx="3509">
                  <c:v>2.9593800000000001E-5</c:v>
                </c:pt>
                <c:pt idx="3510">
                  <c:v>2.9484200000000001E-5</c:v>
                </c:pt>
                <c:pt idx="3511">
                  <c:v>2.9373599999999999E-5</c:v>
                </c:pt>
                <c:pt idx="3512">
                  <c:v>2.9261600000000001E-5</c:v>
                </c:pt>
                <c:pt idx="3513">
                  <c:v>2.9148900000000001E-5</c:v>
                </c:pt>
                <c:pt idx="3514">
                  <c:v>2.90369E-5</c:v>
                </c:pt>
                <c:pt idx="3515">
                  <c:v>2.8924500000000001E-5</c:v>
                </c:pt>
                <c:pt idx="3516">
                  <c:v>2.8810200000000001E-5</c:v>
                </c:pt>
                <c:pt idx="3517">
                  <c:v>2.8694E-5</c:v>
                </c:pt>
                <c:pt idx="3518">
                  <c:v>2.8577300000000002E-5</c:v>
                </c:pt>
                <c:pt idx="3519">
                  <c:v>2.84607E-5</c:v>
                </c:pt>
                <c:pt idx="3520">
                  <c:v>2.8343900000000001E-5</c:v>
                </c:pt>
                <c:pt idx="3521">
                  <c:v>2.8225399999999999E-5</c:v>
                </c:pt>
                <c:pt idx="3522">
                  <c:v>2.8104699999999999E-5</c:v>
                </c:pt>
                <c:pt idx="3523">
                  <c:v>2.7984399999999999E-5</c:v>
                </c:pt>
                <c:pt idx="3524">
                  <c:v>2.7865299999999999E-5</c:v>
                </c:pt>
                <c:pt idx="3525">
                  <c:v>2.7745600000000001E-5</c:v>
                </c:pt>
                <c:pt idx="3526">
                  <c:v>2.7624399999999999E-5</c:v>
                </c:pt>
                <c:pt idx="3527">
                  <c:v>2.7501700000000001E-5</c:v>
                </c:pt>
                <c:pt idx="3528">
                  <c:v>2.73792E-5</c:v>
                </c:pt>
                <c:pt idx="3529">
                  <c:v>2.72571E-5</c:v>
                </c:pt>
                <c:pt idx="3530">
                  <c:v>2.7134100000000002E-5</c:v>
                </c:pt>
                <c:pt idx="3531">
                  <c:v>2.7010799999999999E-5</c:v>
                </c:pt>
                <c:pt idx="3532">
                  <c:v>2.6886500000000001E-5</c:v>
                </c:pt>
                <c:pt idx="3533">
                  <c:v>2.6760699999999999E-5</c:v>
                </c:pt>
                <c:pt idx="3534">
                  <c:v>2.66344E-5</c:v>
                </c:pt>
                <c:pt idx="3535">
                  <c:v>2.6508200000000001E-5</c:v>
                </c:pt>
                <c:pt idx="3536">
                  <c:v>2.6381799999999999E-5</c:v>
                </c:pt>
                <c:pt idx="3537">
                  <c:v>2.6253399999999998E-5</c:v>
                </c:pt>
                <c:pt idx="3538">
                  <c:v>2.6123799999999999E-5</c:v>
                </c:pt>
                <c:pt idx="3539">
                  <c:v>2.59945E-5</c:v>
                </c:pt>
                <c:pt idx="3540">
                  <c:v>2.5865100000000001E-5</c:v>
                </c:pt>
                <c:pt idx="3541">
                  <c:v>2.5734499999999999E-5</c:v>
                </c:pt>
                <c:pt idx="3542">
                  <c:v>2.56034E-5</c:v>
                </c:pt>
                <c:pt idx="3543">
                  <c:v>2.5473000000000002E-5</c:v>
                </c:pt>
                <c:pt idx="3544">
                  <c:v>2.53424E-5</c:v>
                </c:pt>
                <c:pt idx="3545">
                  <c:v>2.5210899999999999E-5</c:v>
                </c:pt>
                <c:pt idx="3546">
                  <c:v>2.5077499999999998E-5</c:v>
                </c:pt>
                <c:pt idx="3547">
                  <c:v>2.4943499999999999E-5</c:v>
                </c:pt>
                <c:pt idx="3548">
                  <c:v>2.4810000000000001E-5</c:v>
                </c:pt>
                <c:pt idx="3549">
                  <c:v>2.46764E-5</c:v>
                </c:pt>
                <c:pt idx="3550">
                  <c:v>2.45422E-5</c:v>
                </c:pt>
                <c:pt idx="3551">
                  <c:v>2.4407199999999999E-5</c:v>
                </c:pt>
                <c:pt idx="3552">
                  <c:v>2.42718E-5</c:v>
                </c:pt>
                <c:pt idx="3553">
                  <c:v>2.41373E-5</c:v>
                </c:pt>
                <c:pt idx="3554">
                  <c:v>2.40026E-5</c:v>
                </c:pt>
                <c:pt idx="3555">
                  <c:v>2.3867200000000001E-5</c:v>
                </c:pt>
                <c:pt idx="3556">
                  <c:v>2.3731300000000001E-5</c:v>
                </c:pt>
                <c:pt idx="3557">
                  <c:v>2.35948E-5</c:v>
                </c:pt>
                <c:pt idx="3558">
                  <c:v>2.3458599999999999E-5</c:v>
                </c:pt>
                <c:pt idx="3559">
                  <c:v>2.3322199999999998E-5</c:v>
                </c:pt>
                <c:pt idx="3560">
                  <c:v>2.31856E-5</c:v>
                </c:pt>
                <c:pt idx="3561">
                  <c:v>2.3048E-5</c:v>
                </c:pt>
                <c:pt idx="3562">
                  <c:v>2.2909400000000001E-5</c:v>
                </c:pt>
                <c:pt idx="3563">
                  <c:v>2.2771800000000001E-5</c:v>
                </c:pt>
                <c:pt idx="3564">
                  <c:v>2.2634799999999999E-5</c:v>
                </c:pt>
                <c:pt idx="3565">
                  <c:v>2.24964E-5</c:v>
                </c:pt>
                <c:pt idx="3566">
                  <c:v>2.23572E-5</c:v>
                </c:pt>
                <c:pt idx="3567">
                  <c:v>2.2219299999999999E-5</c:v>
                </c:pt>
                <c:pt idx="3568">
                  <c:v>2.2081799999999999E-5</c:v>
                </c:pt>
                <c:pt idx="3569">
                  <c:v>2.1943999999999999E-5</c:v>
                </c:pt>
                <c:pt idx="3570">
                  <c:v>2.18069E-5</c:v>
                </c:pt>
                <c:pt idx="3571">
                  <c:v>2.16695E-5</c:v>
                </c:pt>
                <c:pt idx="3572">
                  <c:v>2.1531399999999999E-5</c:v>
                </c:pt>
                <c:pt idx="3573">
                  <c:v>2.13931E-5</c:v>
                </c:pt>
                <c:pt idx="3574">
                  <c:v>2.12556E-5</c:v>
                </c:pt>
                <c:pt idx="3575">
                  <c:v>2.1118700000000002E-5</c:v>
                </c:pt>
                <c:pt idx="3576">
                  <c:v>2.0981100000000001E-5</c:v>
                </c:pt>
                <c:pt idx="3577">
                  <c:v>2.08429E-5</c:v>
                </c:pt>
                <c:pt idx="3578">
                  <c:v>2.07052E-5</c:v>
                </c:pt>
                <c:pt idx="3579">
                  <c:v>2.0568500000000001E-5</c:v>
                </c:pt>
                <c:pt idx="3580">
                  <c:v>2.0432E-5</c:v>
                </c:pt>
                <c:pt idx="3581">
                  <c:v>2.0294900000000001E-5</c:v>
                </c:pt>
                <c:pt idx="3582">
                  <c:v>2.0157999999999999E-5</c:v>
                </c:pt>
                <c:pt idx="3583">
                  <c:v>2.0021200000000001E-5</c:v>
                </c:pt>
                <c:pt idx="3584">
                  <c:v>1.9884199999999998E-5</c:v>
                </c:pt>
                <c:pt idx="3585">
                  <c:v>1.9747800000000001E-5</c:v>
                </c:pt>
                <c:pt idx="3586">
                  <c:v>1.9612699999999999E-5</c:v>
                </c:pt>
                <c:pt idx="3587">
                  <c:v>1.94784E-5</c:v>
                </c:pt>
                <c:pt idx="3588">
                  <c:v>1.93441E-5</c:v>
                </c:pt>
                <c:pt idx="3589">
                  <c:v>1.92098E-5</c:v>
                </c:pt>
                <c:pt idx="3590">
                  <c:v>1.9074699999999999E-5</c:v>
                </c:pt>
                <c:pt idx="3591">
                  <c:v>1.89393E-5</c:v>
                </c:pt>
                <c:pt idx="3592">
                  <c:v>1.8805899999999999E-5</c:v>
                </c:pt>
                <c:pt idx="3593">
                  <c:v>1.8673900000000001E-5</c:v>
                </c:pt>
                <c:pt idx="3594">
                  <c:v>1.8541799999999999E-5</c:v>
                </c:pt>
                <c:pt idx="3595">
                  <c:v>1.84092E-5</c:v>
                </c:pt>
                <c:pt idx="3596">
                  <c:v>1.8277000000000001E-5</c:v>
                </c:pt>
                <c:pt idx="3597">
                  <c:v>1.8146099999999999E-5</c:v>
                </c:pt>
                <c:pt idx="3598">
                  <c:v>1.8015800000000001E-5</c:v>
                </c:pt>
                <c:pt idx="3599">
                  <c:v>1.78853E-5</c:v>
                </c:pt>
                <c:pt idx="3600">
                  <c:v>1.7754600000000001E-5</c:v>
                </c:pt>
                <c:pt idx="3601">
                  <c:v>1.7624900000000001E-5</c:v>
                </c:pt>
                <c:pt idx="3602">
                  <c:v>1.7496500000000001E-5</c:v>
                </c:pt>
                <c:pt idx="3603">
                  <c:v>1.7368999999999999E-5</c:v>
                </c:pt>
                <c:pt idx="3604">
                  <c:v>1.7241700000000001E-5</c:v>
                </c:pt>
                <c:pt idx="3605">
                  <c:v>1.71142E-5</c:v>
                </c:pt>
                <c:pt idx="3606">
                  <c:v>1.6986999999999998E-5</c:v>
                </c:pt>
                <c:pt idx="3607">
                  <c:v>1.6860699999999999E-5</c:v>
                </c:pt>
                <c:pt idx="3608">
                  <c:v>1.6735399999999999E-5</c:v>
                </c:pt>
                <c:pt idx="3609">
                  <c:v>1.6611200000000001E-5</c:v>
                </c:pt>
                <c:pt idx="3610">
                  <c:v>1.6487800000000002E-5</c:v>
                </c:pt>
                <c:pt idx="3611">
                  <c:v>1.6364599999999999E-5</c:v>
                </c:pt>
                <c:pt idx="3612">
                  <c:v>1.6242499999999999E-5</c:v>
                </c:pt>
                <c:pt idx="3613">
                  <c:v>1.6121400000000001E-5</c:v>
                </c:pt>
                <c:pt idx="3614">
                  <c:v>1.6000700000000001E-5</c:v>
                </c:pt>
                <c:pt idx="3615">
                  <c:v>1.588E-5</c:v>
                </c:pt>
                <c:pt idx="3616">
                  <c:v>1.5759700000000001E-5</c:v>
                </c:pt>
                <c:pt idx="3617">
                  <c:v>1.56404E-5</c:v>
                </c:pt>
                <c:pt idx="3618">
                  <c:v>1.5522599999999999E-5</c:v>
                </c:pt>
                <c:pt idx="3619">
                  <c:v>1.54054E-5</c:v>
                </c:pt>
                <c:pt idx="3620">
                  <c:v>1.52879E-5</c:v>
                </c:pt>
                <c:pt idx="3621">
                  <c:v>1.51714E-5</c:v>
                </c:pt>
                <c:pt idx="3622">
                  <c:v>1.50555E-5</c:v>
                </c:pt>
                <c:pt idx="3623">
                  <c:v>1.4940600000000001E-5</c:v>
                </c:pt>
                <c:pt idx="3624">
                  <c:v>1.4826499999999999E-5</c:v>
                </c:pt>
                <c:pt idx="3625">
                  <c:v>1.47124E-5</c:v>
                </c:pt>
                <c:pt idx="3626">
                  <c:v>1.45995E-5</c:v>
                </c:pt>
                <c:pt idx="3627">
                  <c:v>1.4487999999999999E-5</c:v>
                </c:pt>
                <c:pt idx="3628">
                  <c:v>1.43777E-5</c:v>
                </c:pt>
                <c:pt idx="3629">
                  <c:v>1.42681E-5</c:v>
                </c:pt>
                <c:pt idx="3630">
                  <c:v>1.41586E-5</c:v>
                </c:pt>
                <c:pt idx="3631">
                  <c:v>1.40504E-5</c:v>
                </c:pt>
                <c:pt idx="3632">
                  <c:v>1.39436E-5</c:v>
                </c:pt>
                <c:pt idx="3633">
                  <c:v>1.3838E-5</c:v>
                </c:pt>
                <c:pt idx="3634">
                  <c:v>1.37322E-5</c:v>
                </c:pt>
                <c:pt idx="3635">
                  <c:v>1.3625799999999999E-5</c:v>
                </c:pt>
                <c:pt idx="3636">
                  <c:v>1.35211E-5</c:v>
                </c:pt>
                <c:pt idx="3637">
                  <c:v>1.34177E-5</c:v>
                </c:pt>
                <c:pt idx="3638">
                  <c:v>1.3314400000000001E-5</c:v>
                </c:pt>
                <c:pt idx="3639">
                  <c:v>1.32121E-5</c:v>
                </c:pt>
                <c:pt idx="3640">
                  <c:v>1.31103E-5</c:v>
                </c:pt>
                <c:pt idx="3641">
                  <c:v>1.3009900000000001E-5</c:v>
                </c:pt>
                <c:pt idx="3642">
                  <c:v>1.2911199999999999E-5</c:v>
                </c:pt>
                <c:pt idx="3643">
                  <c:v>1.2813700000000001E-5</c:v>
                </c:pt>
                <c:pt idx="3644">
                  <c:v>1.27167E-5</c:v>
                </c:pt>
                <c:pt idx="3645">
                  <c:v>1.2619199999999999E-5</c:v>
                </c:pt>
                <c:pt idx="3646">
                  <c:v>1.2523399999999999E-5</c:v>
                </c:pt>
                <c:pt idx="3647">
                  <c:v>1.24296E-5</c:v>
                </c:pt>
                <c:pt idx="3648">
                  <c:v>1.23359E-5</c:v>
                </c:pt>
                <c:pt idx="3649">
                  <c:v>1.22419E-5</c:v>
                </c:pt>
                <c:pt idx="3650">
                  <c:v>1.2149E-5</c:v>
                </c:pt>
                <c:pt idx="3651">
                  <c:v>1.20571E-5</c:v>
                </c:pt>
                <c:pt idx="3652">
                  <c:v>1.19667E-5</c:v>
                </c:pt>
                <c:pt idx="3653">
                  <c:v>1.18779E-5</c:v>
                </c:pt>
                <c:pt idx="3654">
                  <c:v>1.1789200000000001E-5</c:v>
                </c:pt>
                <c:pt idx="3655">
                  <c:v>1.1701200000000001E-5</c:v>
                </c:pt>
                <c:pt idx="3656">
                  <c:v>1.1614099999999999E-5</c:v>
                </c:pt>
                <c:pt idx="3657">
                  <c:v>1.15277E-5</c:v>
                </c:pt>
                <c:pt idx="3658">
                  <c:v>1.1442300000000001E-5</c:v>
                </c:pt>
                <c:pt idx="3659">
                  <c:v>1.13578E-5</c:v>
                </c:pt>
                <c:pt idx="3660">
                  <c:v>1.1274000000000001E-5</c:v>
                </c:pt>
                <c:pt idx="3661">
                  <c:v>1.11911E-5</c:v>
                </c:pt>
                <c:pt idx="3662">
                  <c:v>1.1109599999999999E-5</c:v>
                </c:pt>
                <c:pt idx="3663">
                  <c:v>1.1028399999999999E-5</c:v>
                </c:pt>
                <c:pt idx="3664">
                  <c:v>1.09477E-5</c:v>
                </c:pt>
                <c:pt idx="3665">
                  <c:v>1.08687E-5</c:v>
                </c:pt>
                <c:pt idx="3666">
                  <c:v>1.07901E-5</c:v>
                </c:pt>
                <c:pt idx="3667">
                  <c:v>1.07118E-5</c:v>
                </c:pt>
                <c:pt idx="3668">
                  <c:v>1.06345E-5</c:v>
                </c:pt>
                <c:pt idx="3669">
                  <c:v>1.0557700000000001E-5</c:v>
                </c:pt>
                <c:pt idx="3670">
                  <c:v>1.0482000000000001E-5</c:v>
                </c:pt>
                <c:pt idx="3671">
                  <c:v>1.0407800000000001E-5</c:v>
                </c:pt>
                <c:pt idx="3672">
                  <c:v>1.03341E-5</c:v>
                </c:pt>
                <c:pt idx="3673">
                  <c:v>1.026E-5</c:v>
                </c:pt>
                <c:pt idx="3674">
                  <c:v>1.01865E-5</c:v>
                </c:pt>
                <c:pt idx="3675">
                  <c:v>1.0115000000000001E-5</c:v>
                </c:pt>
                <c:pt idx="3676">
                  <c:v>1.0044899999999999E-5</c:v>
                </c:pt>
                <c:pt idx="3677">
                  <c:v>9.9754100000000001E-6</c:v>
                </c:pt>
                <c:pt idx="3678">
                  <c:v>9.9064599999999997E-6</c:v>
                </c:pt>
                <c:pt idx="3679">
                  <c:v>9.8374199999999997E-6</c:v>
                </c:pt>
                <c:pt idx="3680">
                  <c:v>9.7695300000000006E-6</c:v>
                </c:pt>
                <c:pt idx="3681">
                  <c:v>9.7034299999999997E-6</c:v>
                </c:pt>
                <c:pt idx="3682">
                  <c:v>9.6376200000000004E-6</c:v>
                </c:pt>
                <c:pt idx="3683">
                  <c:v>9.5719000000000006E-6</c:v>
                </c:pt>
                <c:pt idx="3684">
                  <c:v>9.5074100000000005E-6</c:v>
                </c:pt>
                <c:pt idx="3685">
                  <c:v>9.4442300000000005E-6</c:v>
                </c:pt>
                <c:pt idx="3686">
                  <c:v>9.38138E-6</c:v>
                </c:pt>
                <c:pt idx="3687">
                  <c:v>9.3186499999999993E-6</c:v>
                </c:pt>
                <c:pt idx="3688">
                  <c:v>9.2567500000000008E-6</c:v>
                </c:pt>
                <c:pt idx="3689">
                  <c:v>9.1954199999999998E-6</c:v>
                </c:pt>
                <c:pt idx="3690">
                  <c:v>9.1347799999999996E-6</c:v>
                </c:pt>
                <c:pt idx="3691">
                  <c:v>9.0755699999999996E-6</c:v>
                </c:pt>
                <c:pt idx="3692">
                  <c:v>9.0171299999999992E-6</c:v>
                </c:pt>
                <c:pt idx="3693">
                  <c:v>8.9591500000000004E-6</c:v>
                </c:pt>
                <c:pt idx="3694">
                  <c:v>8.9016199999999993E-6</c:v>
                </c:pt>
                <c:pt idx="3695">
                  <c:v>8.8445300000000002E-6</c:v>
                </c:pt>
                <c:pt idx="3696">
                  <c:v>8.7885900000000002E-6</c:v>
                </c:pt>
                <c:pt idx="3697">
                  <c:v>8.7330400000000003E-6</c:v>
                </c:pt>
                <c:pt idx="3698">
                  <c:v>8.6774999999999995E-6</c:v>
                </c:pt>
                <c:pt idx="3699">
                  <c:v>8.6227800000000001E-6</c:v>
                </c:pt>
                <c:pt idx="3700">
                  <c:v>8.5690200000000002E-6</c:v>
                </c:pt>
                <c:pt idx="3701">
                  <c:v>8.5159799999999997E-6</c:v>
                </c:pt>
                <c:pt idx="3702">
                  <c:v>8.4632799999999994E-6</c:v>
                </c:pt>
                <c:pt idx="3703">
                  <c:v>8.4111899999999993E-6</c:v>
                </c:pt>
                <c:pt idx="3704">
                  <c:v>8.3600999999999998E-6</c:v>
                </c:pt>
                <c:pt idx="3705">
                  <c:v>8.3091399999999992E-6</c:v>
                </c:pt>
                <c:pt idx="3706">
                  <c:v>8.2583300000000006E-6</c:v>
                </c:pt>
                <c:pt idx="3707">
                  <c:v>8.2087600000000007E-6</c:v>
                </c:pt>
                <c:pt idx="3708">
                  <c:v>8.1598999999999996E-6</c:v>
                </c:pt>
                <c:pt idx="3709">
                  <c:v>8.1114800000000005E-6</c:v>
                </c:pt>
                <c:pt idx="3710">
                  <c:v>8.0642899999999993E-6</c:v>
                </c:pt>
                <c:pt idx="3711">
                  <c:v>8.0182200000000003E-6</c:v>
                </c:pt>
                <c:pt idx="3712">
                  <c:v>7.9723199999999996E-6</c:v>
                </c:pt>
                <c:pt idx="3713">
                  <c:v>7.9260800000000005E-6</c:v>
                </c:pt>
                <c:pt idx="3714">
                  <c:v>7.8800200000000005E-6</c:v>
                </c:pt>
                <c:pt idx="3715">
                  <c:v>7.8351200000000003E-6</c:v>
                </c:pt>
                <c:pt idx="3716">
                  <c:v>7.7910000000000005E-6</c:v>
                </c:pt>
                <c:pt idx="3717">
                  <c:v>7.7472400000000004E-6</c:v>
                </c:pt>
                <c:pt idx="3718">
                  <c:v>7.7045000000000005E-6</c:v>
                </c:pt>
                <c:pt idx="3719">
                  <c:v>7.6623999999999997E-6</c:v>
                </c:pt>
                <c:pt idx="3720">
                  <c:v>7.6203999999999999E-6</c:v>
                </c:pt>
                <c:pt idx="3721">
                  <c:v>7.5786499999999999E-6</c:v>
                </c:pt>
                <c:pt idx="3722">
                  <c:v>7.5368700000000002E-6</c:v>
                </c:pt>
                <c:pt idx="3723">
                  <c:v>7.4957899999999996E-6</c:v>
                </c:pt>
                <c:pt idx="3724">
                  <c:v>7.4562200000000004E-6</c:v>
                </c:pt>
                <c:pt idx="3725">
                  <c:v>7.4168699999999997E-6</c:v>
                </c:pt>
                <c:pt idx="3726">
                  <c:v>7.3774800000000004E-6</c:v>
                </c:pt>
                <c:pt idx="3727">
                  <c:v>7.3387900000000001E-6</c:v>
                </c:pt>
                <c:pt idx="3728">
                  <c:v>7.3004200000000001E-6</c:v>
                </c:pt>
                <c:pt idx="3729">
                  <c:v>7.2626599999999997E-6</c:v>
                </c:pt>
                <c:pt idx="3730">
                  <c:v>7.2254899999999998E-6</c:v>
                </c:pt>
                <c:pt idx="3731">
                  <c:v>7.1891299999999999E-6</c:v>
                </c:pt>
                <c:pt idx="3732">
                  <c:v>7.1530300000000004E-6</c:v>
                </c:pt>
                <c:pt idx="3733">
                  <c:v>7.1156299999999997E-6</c:v>
                </c:pt>
                <c:pt idx="3734">
                  <c:v>7.0781900000000004E-6</c:v>
                </c:pt>
                <c:pt idx="3735">
                  <c:v>7.0426299999999997E-6</c:v>
                </c:pt>
                <c:pt idx="3736">
                  <c:v>7.0083899999999998E-6</c:v>
                </c:pt>
                <c:pt idx="3737">
                  <c:v>6.9741900000000002E-6</c:v>
                </c:pt>
                <c:pt idx="3738">
                  <c:v>6.9401099999999997E-6</c:v>
                </c:pt>
                <c:pt idx="3739">
                  <c:v>6.9061599999999998E-6</c:v>
                </c:pt>
                <c:pt idx="3740">
                  <c:v>6.8721599999999998E-6</c:v>
                </c:pt>
                <c:pt idx="3741">
                  <c:v>6.8384399999999999E-6</c:v>
                </c:pt>
                <c:pt idx="3742">
                  <c:v>6.8057099999999998E-6</c:v>
                </c:pt>
                <c:pt idx="3743">
                  <c:v>6.7741099999999999E-6</c:v>
                </c:pt>
                <c:pt idx="3744">
                  <c:v>6.7425799999999999E-6</c:v>
                </c:pt>
                <c:pt idx="3745">
                  <c:v>6.7109800000000001E-6</c:v>
                </c:pt>
                <c:pt idx="3746">
                  <c:v>6.6804499999999997E-6</c:v>
                </c:pt>
                <c:pt idx="3747">
                  <c:v>6.6500699999999997E-6</c:v>
                </c:pt>
                <c:pt idx="3748">
                  <c:v>6.6193500000000004E-6</c:v>
                </c:pt>
                <c:pt idx="3749">
                  <c:v>6.58882E-6</c:v>
                </c:pt>
                <c:pt idx="3750">
                  <c:v>6.5591399999999999E-6</c:v>
                </c:pt>
                <c:pt idx="3751">
                  <c:v>6.5301399999999998E-6</c:v>
                </c:pt>
                <c:pt idx="3752">
                  <c:v>6.5016800000000002E-6</c:v>
                </c:pt>
                <c:pt idx="3753">
                  <c:v>6.4738800000000003E-6</c:v>
                </c:pt>
                <c:pt idx="3754">
                  <c:v>6.4455100000000002E-6</c:v>
                </c:pt>
                <c:pt idx="3755">
                  <c:v>6.4173499999999996E-6</c:v>
                </c:pt>
                <c:pt idx="3756">
                  <c:v>6.3904499999999999E-6</c:v>
                </c:pt>
                <c:pt idx="3757">
                  <c:v>6.3643799999999999E-6</c:v>
                </c:pt>
                <c:pt idx="3758">
                  <c:v>6.3378700000000004E-6</c:v>
                </c:pt>
                <c:pt idx="3759">
                  <c:v>6.3110299999999998E-6</c:v>
                </c:pt>
                <c:pt idx="3760">
                  <c:v>6.2841800000000002E-6</c:v>
                </c:pt>
                <c:pt idx="3761">
                  <c:v>6.2577100000000001E-6</c:v>
                </c:pt>
                <c:pt idx="3762">
                  <c:v>6.2317799999999997E-6</c:v>
                </c:pt>
                <c:pt idx="3763">
                  <c:v>6.2060200000000001E-6</c:v>
                </c:pt>
                <c:pt idx="3764">
                  <c:v>6.1811199999999997E-6</c:v>
                </c:pt>
                <c:pt idx="3765">
                  <c:v>6.1565999999999996E-6</c:v>
                </c:pt>
                <c:pt idx="3766">
                  <c:v>6.13211E-6</c:v>
                </c:pt>
                <c:pt idx="3767">
                  <c:v>6.1080300000000002E-6</c:v>
                </c:pt>
                <c:pt idx="3768">
                  <c:v>6.08438E-6</c:v>
                </c:pt>
                <c:pt idx="3769">
                  <c:v>6.0609800000000004E-6</c:v>
                </c:pt>
                <c:pt idx="3770">
                  <c:v>6.0376600000000004E-6</c:v>
                </c:pt>
                <c:pt idx="3771">
                  <c:v>6.0142699999999998E-6</c:v>
                </c:pt>
                <c:pt idx="3772">
                  <c:v>5.99065E-6</c:v>
                </c:pt>
                <c:pt idx="3773">
                  <c:v>5.9676500000000004E-6</c:v>
                </c:pt>
                <c:pt idx="3774">
                  <c:v>5.94556E-6</c:v>
                </c:pt>
                <c:pt idx="3775">
                  <c:v>5.9238699999999997E-6</c:v>
                </c:pt>
                <c:pt idx="3776">
                  <c:v>5.9015199999999999E-6</c:v>
                </c:pt>
                <c:pt idx="3777">
                  <c:v>5.87865E-6</c:v>
                </c:pt>
                <c:pt idx="3778">
                  <c:v>5.8567000000000002E-6</c:v>
                </c:pt>
                <c:pt idx="3779">
                  <c:v>5.8349499999999999E-6</c:v>
                </c:pt>
                <c:pt idx="3780">
                  <c:v>5.8130799999999997E-6</c:v>
                </c:pt>
                <c:pt idx="3781">
                  <c:v>5.7919600000000004E-6</c:v>
                </c:pt>
                <c:pt idx="3782">
                  <c:v>5.7717899999999997E-6</c:v>
                </c:pt>
                <c:pt idx="3783">
                  <c:v>5.7523300000000004E-6</c:v>
                </c:pt>
                <c:pt idx="3784">
                  <c:v>5.7330099999999999E-6</c:v>
                </c:pt>
                <c:pt idx="3785">
                  <c:v>5.7130399999999996E-6</c:v>
                </c:pt>
                <c:pt idx="3786">
                  <c:v>5.6929500000000003E-6</c:v>
                </c:pt>
                <c:pt idx="3787">
                  <c:v>5.6730200000000003E-6</c:v>
                </c:pt>
                <c:pt idx="3788">
                  <c:v>5.6532399999999998E-6</c:v>
                </c:pt>
                <c:pt idx="3789">
                  <c:v>5.6343100000000003E-6</c:v>
                </c:pt>
                <c:pt idx="3790">
                  <c:v>5.6156699999999999E-6</c:v>
                </c:pt>
                <c:pt idx="3791">
                  <c:v>5.5972100000000002E-6</c:v>
                </c:pt>
                <c:pt idx="3792">
                  <c:v>5.5786299999999998E-6</c:v>
                </c:pt>
                <c:pt idx="3793">
                  <c:v>5.5596000000000001E-6</c:v>
                </c:pt>
                <c:pt idx="3794">
                  <c:v>5.5409200000000003E-6</c:v>
                </c:pt>
                <c:pt idx="3795">
                  <c:v>5.5223499999999997E-6</c:v>
                </c:pt>
                <c:pt idx="3796">
                  <c:v>5.5034300000000001E-6</c:v>
                </c:pt>
                <c:pt idx="3797">
                  <c:v>5.4851799999999999E-6</c:v>
                </c:pt>
                <c:pt idx="3798">
                  <c:v>5.4679599999999997E-6</c:v>
                </c:pt>
                <c:pt idx="3799">
                  <c:v>5.4515700000000001E-6</c:v>
                </c:pt>
                <c:pt idx="3800">
                  <c:v>5.4346700000000003E-6</c:v>
                </c:pt>
                <c:pt idx="3801">
                  <c:v>5.4167000000000002E-6</c:v>
                </c:pt>
                <c:pt idx="3802">
                  <c:v>5.3994600000000003E-6</c:v>
                </c:pt>
                <c:pt idx="3803">
                  <c:v>5.3833699999999996E-6</c:v>
                </c:pt>
                <c:pt idx="3804">
                  <c:v>5.3677600000000003E-6</c:v>
                </c:pt>
                <c:pt idx="3805">
                  <c:v>5.35141E-6</c:v>
                </c:pt>
                <c:pt idx="3806">
                  <c:v>5.3340199999999998E-6</c:v>
                </c:pt>
                <c:pt idx="3807">
                  <c:v>5.3166900000000004E-6</c:v>
                </c:pt>
                <c:pt idx="3808">
                  <c:v>5.3001600000000003E-6</c:v>
                </c:pt>
                <c:pt idx="3809">
                  <c:v>5.2843100000000002E-6</c:v>
                </c:pt>
                <c:pt idx="3810">
                  <c:v>5.2686800000000004E-6</c:v>
                </c:pt>
                <c:pt idx="3811">
                  <c:v>5.2531200000000003E-6</c:v>
                </c:pt>
                <c:pt idx="3812">
                  <c:v>5.2374900000000004E-6</c:v>
                </c:pt>
                <c:pt idx="3813">
                  <c:v>5.2215300000000003E-6</c:v>
                </c:pt>
                <c:pt idx="3814">
                  <c:v>5.2059600000000004E-6</c:v>
                </c:pt>
                <c:pt idx="3815">
                  <c:v>5.1916200000000001E-6</c:v>
                </c:pt>
                <c:pt idx="3816">
                  <c:v>5.1775900000000003E-6</c:v>
                </c:pt>
                <c:pt idx="3817">
                  <c:v>5.1628599999999999E-6</c:v>
                </c:pt>
                <c:pt idx="3818">
                  <c:v>5.1472100000000003E-6</c:v>
                </c:pt>
                <c:pt idx="3819">
                  <c:v>5.1316400000000004E-6</c:v>
                </c:pt>
                <c:pt idx="3820">
                  <c:v>5.1170000000000003E-6</c:v>
                </c:pt>
                <c:pt idx="3821">
                  <c:v>5.1026699999999999E-6</c:v>
                </c:pt>
                <c:pt idx="3822">
                  <c:v>5.0879400000000003E-6</c:v>
                </c:pt>
                <c:pt idx="3823">
                  <c:v>5.0734800000000001E-6</c:v>
                </c:pt>
                <c:pt idx="3824">
                  <c:v>5.0599100000000003E-6</c:v>
                </c:pt>
                <c:pt idx="3825">
                  <c:v>5.0461300000000003E-6</c:v>
                </c:pt>
                <c:pt idx="3826">
                  <c:v>5.0315900000000004E-6</c:v>
                </c:pt>
                <c:pt idx="3827">
                  <c:v>5.0175900000000002E-6</c:v>
                </c:pt>
                <c:pt idx="3828">
                  <c:v>5.0041699999999999E-6</c:v>
                </c:pt>
                <c:pt idx="3829">
                  <c:v>4.9902400000000004E-6</c:v>
                </c:pt>
                <c:pt idx="3830">
                  <c:v>4.9763500000000002E-6</c:v>
                </c:pt>
                <c:pt idx="3831">
                  <c:v>4.9628600000000001E-6</c:v>
                </c:pt>
                <c:pt idx="3832">
                  <c:v>4.9497100000000001E-6</c:v>
                </c:pt>
                <c:pt idx="3833">
                  <c:v>4.9369699999999999E-6</c:v>
                </c:pt>
                <c:pt idx="3834">
                  <c:v>4.9239700000000002E-6</c:v>
                </c:pt>
                <c:pt idx="3835">
                  <c:v>4.9112700000000003E-6</c:v>
                </c:pt>
                <c:pt idx="3836">
                  <c:v>4.8993800000000003E-6</c:v>
                </c:pt>
                <c:pt idx="3837">
                  <c:v>4.8871600000000001E-6</c:v>
                </c:pt>
                <c:pt idx="3838">
                  <c:v>4.8743299999999996E-6</c:v>
                </c:pt>
                <c:pt idx="3839">
                  <c:v>4.8613000000000004E-6</c:v>
                </c:pt>
                <c:pt idx="3840">
                  <c:v>4.8482999999999998E-6</c:v>
                </c:pt>
                <c:pt idx="3841">
                  <c:v>4.8356099999999998E-6</c:v>
                </c:pt>
                <c:pt idx="3842">
                  <c:v>4.8237199999999998E-6</c:v>
                </c:pt>
                <c:pt idx="3843">
                  <c:v>4.8114000000000002E-6</c:v>
                </c:pt>
                <c:pt idx="3844">
                  <c:v>4.7982400000000003E-6</c:v>
                </c:pt>
                <c:pt idx="3845">
                  <c:v>4.7857900000000001E-6</c:v>
                </c:pt>
                <c:pt idx="3846">
                  <c:v>4.7739799999999998E-6</c:v>
                </c:pt>
                <c:pt idx="3847">
                  <c:v>4.7620899999999998E-6</c:v>
                </c:pt>
                <c:pt idx="3848">
                  <c:v>4.7498599999999998E-6</c:v>
                </c:pt>
                <c:pt idx="3849">
                  <c:v>4.7382300000000002E-6</c:v>
                </c:pt>
                <c:pt idx="3850">
                  <c:v>4.7270900000000002E-6</c:v>
                </c:pt>
                <c:pt idx="3851">
                  <c:v>4.7155099999999999E-6</c:v>
                </c:pt>
                <c:pt idx="3852">
                  <c:v>4.7040899999999997E-6</c:v>
                </c:pt>
                <c:pt idx="3853">
                  <c:v>4.6927300000000004E-6</c:v>
                </c:pt>
                <c:pt idx="3854">
                  <c:v>4.68098E-6</c:v>
                </c:pt>
                <c:pt idx="3855">
                  <c:v>4.6690999999999999E-6</c:v>
                </c:pt>
                <c:pt idx="3856">
                  <c:v>4.6572799999999997E-6</c:v>
                </c:pt>
                <c:pt idx="3857">
                  <c:v>4.6457799999999999E-6</c:v>
                </c:pt>
                <c:pt idx="3858">
                  <c:v>4.6339900000000002E-6</c:v>
                </c:pt>
                <c:pt idx="3859">
                  <c:v>4.6221000000000002E-6</c:v>
                </c:pt>
                <c:pt idx="3860">
                  <c:v>4.61137E-6</c:v>
                </c:pt>
                <c:pt idx="3861">
                  <c:v>4.6010300000000001E-6</c:v>
                </c:pt>
                <c:pt idx="3862">
                  <c:v>4.5904199999999998E-6</c:v>
                </c:pt>
                <c:pt idx="3863">
                  <c:v>4.5800199999999999E-6</c:v>
                </c:pt>
                <c:pt idx="3864">
                  <c:v>4.5692899999999998E-6</c:v>
                </c:pt>
                <c:pt idx="3865">
                  <c:v>4.5578499999999999E-6</c:v>
                </c:pt>
                <c:pt idx="3866">
                  <c:v>4.5469700000000003E-6</c:v>
                </c:pt>
                <c:pt idx="3867">
                  <c:v>4.53619E-6</c:v>
                </c:pt>
                <c:pt idx="3868">
                  <c:v>4.5249300000000001E-6</c:v>
                </c:pt>
                <c:pt idx="3869">
                  <c:v>4.5136100000000001E-6</c:v>
                </c:pt>
                <c:pt idx="3870">
                  <c:v>4.5026800000000004E-6</c:v>
                </c:pt>
                <c:pt idx="3871">
                  <c:v>4.4922699999999998E-6</c:v>
                </c:pt>
                <c:pt idx="3872">
                  <c:v>4.48203E-6</c:v>
                </c:pt>
                <c:pt idx="3873">
                  <c:v>4.47146E-6</c:v>
                </c:pt>
                <c:pt idx="3874">
                  <c:v>4.4607700000000002E-6</c:v>
                </c:pt>
                <c:pt idx="3875">
                  <c:v>4.4503399999999998E-6</c:v>
                </c:pt>
                <c:pt idx="3876">
                  <c:v>4.4398000000000002E-6</c:v>
                </c:pt>
                <c:pt idx="3877">
                  <c:v>4.4291300000000001E-6</c:v>
                </c:pt>
                <c:pt idx="3878">
                  <c:v>4.4186999999999997E-6</c:v>
                </c:pt>
                <c:pt idx="3879">
                  <c:v>4.40886E-6</c:v>
                </c:pt>
                <c:pt idx="3880">
                  <c:v>4.3989100000000002E-6</c:v>
                </c:pt>
                <c:pt idx="3881">
                  <c:v>4.38893E-6</c:v>
                </c:pt>
                <c:pt idx="3882">
                  <c:v>4.3783400000000003E-6</c:v>
                </c:pt>
                <c:pt idx="3883">
                  <c:v>4.3675500000000002E-6</c:v>
                </c:pt>
                <c:pt idx="3884">
                  <c:v>4.3575799999999999E-6</c:v>
                </c:pt>
                <c:pt idx="3885">
                  <c:v>4.3479899999999999E-6</c:v>
                </c:pt>
                <c:pt idx="3886">
                  <c:v>4.3385299999999996E-6</c:v>
                </c:pt>
                <c:pt idx="3887">
                  <c:v>4.3286100000000002E-6</c:v>
                </c:pt>
                <c:pt idx="3888">
                  <c:v>4.3188400000000003E-6</c:v>
                </c:pt>
                <c:pt idx="3889">
                  <c:v>4.3095099999999998E-6</c:v>
                </c:pt>
                <c:pt idx="3890">
                  <c:v>4.2996299999999999E-6</c:v>
                </c:pt>
                <c:pt idx="3891">
                  <c:v>4.2895799999999998E-6</c:v>
                </c:pt>
                <c:pt idx="3892">
                  <c:v>4.2802600000000001E-6</c:v>
                </c:pt>
                <c:pt idx="3893">
                  <c:v>4.2704800000000003E-6</c:v>
                </c:pt>
                <c:pt idx="3894">
                  <c:v>4.25976E-6</c:v>
                </c:pt>
                <c:pt idx="3895">
                  <c:v>4.24942E-6</c:v>
                </c:pt>
                <c:pt idx="3896">
                  <c:v>4.2400099999999999E-6</c:v>
                </c:pt>
                <c:pt idx="3897">
                  <c:v>4.2312000000000002E-6</c:v>
                </c:pt>
                <c:pt idx="3898">
                  <c:v>4.2222900000000004E-6</c:v>
                </c:pt>
                <c:pt idx="3899">
                  <c:v>4.2134500000000003E-6</c:v>
                </c:pt>
                <c:pt idx="3900">
                  <c:v>4.2040400000000002E-6</c:v>
                </c:pt>
                <c:pt idx="3901">
                  <c:v>4.1944400000000003E-6</c:v>
                </c:pt>
                <c:pt idx="3902">
                  <c:v>4.1853700000000002E-6</c:v>
                </c:pt>
                <c:pt idx="3903">
                  <c:v>4.1759699999999999E-6</c:v>
                </c:pt>
                <c:pt idx="3904">
                  <c:v>4.1660800000000001E-6</c:v>
                </c:pt>
                <c:pt idx="3905">
                  <c:v>4.1561099999999998E-6</c:v>
                </c:pt>
                <c:pt idx="3906">
                  <c:v>4.1468200000000004E-6</c:v>
                </c:pt>
                <c:pt idx="3907">
                  <c:v>4.1377600000000002E-6</c:v>
                </c:pt>
                <c:pt idx="3908">
                  <c:v>4.1290599999999997E-6</c:v>
                </c:pt>
                <c:pt idx="3909">
                  <c:v>4.1204899999999999E-6</c:v>
                </c:pt>
                <c:pt idx="3910">
                  <c:v>4.1104700000000003E-6</c:v>
                </c:pt>
                <c:pt idx="3911">
                  <c:v>4.1004700000000004E-6</c:v>
                </c:pt>
                <c:pt idx="3912">
                  <c:v>4.0912599999999999E-6</c:v>
                </c:pt>
                <c:pt idx="3913">
                  <c:v>4.08183E-6</c:v>
                </c:pt>
                <c:pt idx="3914">
                  <c:v>4.0722200000000003E-6</c:v>
                </c:pt>
                <c:pt idx="3915">
                  <c:v>4.0629399999999999E-6</c:v>
                </c:pt>
                <c:pt idx="3916">
                  <c:v>4.05438E-6</c:v>
                </c:pt>
                <c:pt idx="3917">
                  <c:v>4.0459499999999998E-6</c:v>
                </c:pt>
                <c:pt idx="3918">
                  <c:v>4.0370800000000001E-6</c:v>
                </c:pt>
                <c:pt idx="3919">
                  <c:v>4.0277499999999997E-6</c:v>
                </c:pt>
                <c:pt idx="3920">
                  <c:v>4.0190699999999998E-6</c:v>
                </c:pt>
                <c:pt idx="3921">
                  <c:v>4.0110000000000002E-6</c:v>
                </c:pt>
                <c:pt idx="3922">
                  <c:v>4.0020400000000002E-6</c:v>
                </c:pt>
                <c:pt idx="3923">
                  <c:v>3.9927900000000003E-6</c:v>
                </c:pt>
                <c:pt idx="3924">
                  <c:v>3.9845300000000001E-6</c:v>
                </c:pt>
                <c:pt idx="3925">
                  <c:v>3.97621E-6</c:v>
                </c:pt>
                <c:pt idx="3926">
                  <c:v>3.9677600000000001E-6</c:v>
                </c:pt>
                <c:pt idx="3927">
                  <c:v>3.95938E-6</c:v>
                </c:pt>
                <c:pt idx="3928">
                  <c:v>3.9506099999999998E-6</c:v>
                </c:pt>
                <c:pt idx="3929">
                  <c:v>3.9425199999999997E-6</c:v>
                </c:pt>
                <c:pt idx="3930">
                  <c:v>3.9346399999999998E-6</c:v>
                </c:pt>
                <c:pt idx="3931">
                  <c:v>3.92555E-6</c:v>
                </c:pt>
                <c:pt idx="3932">
                  <c:v>3.9154599999999998E-6</c:v>
                </c:pt>
                <c:pt idx="3933">
                  <c:v>3.9066199999999997E-6</c:v>
                </c:pt>
                <c:pt idx="3934">
                  <c:v>3.8989000000000001E-6</c:v>
                </c:pt>
                <c:pt idx="3935">
                  <c:v>3.8907599999999998E-6</c:v>
                </c:pt>
                <c:pt idx="3936">
                  <c:v>3.8819699999999999E-6</c:v>
                </c:pt>
                <c:pt idx="3937">
                  <c:v>3.8730699999999998E-6</c:v>
                </c:pt>
                <c:pt idx="3938">
                  <c:v>3.8653299999999996E-6</c:v>
                </c:pt>
                <c:pt idx="3939">
                  <c:v>3.8574800000000002E-6</c:v>
                </c:pt>
                <c:pt idx="3940">
                  <c:v>3.8484899999999998E-6</c:v>
                </c:pt>
                <c:pt idx="3941">
                  <c:v>3.83883E-6</c:v>
                </c:pt>
                <c:pt idx="3942">
                  <c:v>3.8297400000000002E-6</c:v>
                </c:pt>
                <c:pt idx="3943">
                  <c:v>3.8222399999999998E-6</c:v>
                </c:pt>
                <c:pt idx="3944">
                  <c:v>3.8149599999999996E-6</c:v>
                </c:pt>
                <c:pt idx="3945">
                  <c:v>3.8069599999999999E-6</c:v>
                </c:pt>
                <c:pt idx="3946">
                  <c:v>3.7983199999999998E-6</c:v>
                </c:pt>
                <c:pt idx="3947">
                  <c:v>3.7894800000000002E-6</c:v>
                </c:pt>
                <c:pt idx="3948">
                  <c:v>3.7808599999999998E-6</c:v>
                </c:pt>
                <c:pt idx="3949">
                  <c:v>3.7725100000000002E-6</c:v>
                </c:pt>
                <c:pt idx="3950">
                  <c:v>3.7645600000000001E-6</c:v>
                </c:pt>
                <c:pt idx="3951">
                  <c:v>3.7570300000000002E-6</c:v>
                </c:pt>
                <c:pt idx="3952">
                  <c:v>3.7493499999999999E-6</c:v>
                </c:pt>
                <c:pt idx="3953">
                  <c:v>3.7413099999999999E-6</c:v>
                </c:pt>
                <c:pt idx="3954">
                  <c:v>3.7331599999999998E-6</c:v>
                </c:pt>
                <c:pt idx="3955">
                  <c:v>3.72488E-6</c:v>
                </c:pt>
                <c:pt idx="3956">
                  <c:v>3.7164399999999999E-6</c:v>
                </c:pt>
                <c:pt idx="3957">
                  <c:v>3.7083600000000001E-6</c:v>
                </c:pt>
                <c:pt idx="3958">
                  <c:v>3.7009899999999999E-6</c:v>
                </c:pt>
                <c:pt idx="3959">
                  <c:v>3.6933599999999998E-6</c:v>
                </c:pt>
                <c:pt idx="3960">
                  <c:v>3.6852400000000001E-6</c:v>
                </c:pt>
                <c:pt idx="3961">
                  <c:v>3.6766699999999999E-6</c:v>
                </c:pt>
                <c:pt idx="3962">
                  <c:v>3.6682400000000001E-6</c:v>
                </c:pt>
                <c:pt idx="3963">
                  <c:v>3.66055E-6</c:v>
                </c:pt>
                <c:pt idx="3964">
                  <c:v>3.6527199999999999E-6</c:v>
                </c:pt>
                <c:pt idx="3965">
                  <c:v>3.6446300000000002E-6</c:v>
                </c:pt>
                <c:pt idx="3966">
                  <c:v>3.63637E-6</c:v>
                </c:pt>
                <c:pt idx="3967">
                  <c:v>3.6283399999999999E-6</c:v>
                </c:pt>
                <c:pt idx="3968">
                  <c:v>3.6209899999999999E-6</c:v>
                </c:pt>
                <c:pt idx="3969">
                  <c:v>3.61346E-6</c:v>
                </c:pt>
                <c:pt idx="3970">
                  <c:v>3.6056799999999999E-6</c:v>
                </c:pt>
                <c:pt idx="3971">
                  <c:v>3.5978099999999999E-6</c:v>
                </c:pt>
                <c:pt idx="3972">
                  <c:v>3.5893199999999998E-6</c:v>
                </c:pt>
                <c:pt idx="3973">
                  <c:v>3.58132E-6</c:v>
                </c:pt>
                <c:pt idx="3974">
                  <c:v>3.57417E-6</c:v>
                </c:pt>
                <c:pt idx="3975">
                  <c:v>3.5667199999999998E-6</c:v>
                </c:pt>
                <c:pt idx="3976">
                  <c:v>3.5587599999999999E-6</c:v>
                </c:pt>
                <c:pt idx="3977">
                  <c:v>3.5509300000000002E-6</c:v>
                </c:pt>
                <c:pt idx="3978">
                  <c:v>3.5434499999999999E-6</c:v>
                </c:pt>
                <c:pt idx="3979">
                  <c:v>3.5360800000000002E-6</c:v>
                </c:pt>
                <c:pt idx="3980">
                  <c:v>3.5284500000000001E-6</c:v>
                </c:pt>
                <c:pt idx="3981">
                  <c:v>3.52033E-6</c:v>
                </c:pt>
                <c:pt idx="3982">
                  <c:v>3.5121600000000002E-6</c:v>
                </c:pt>
                <c:pt idx="3983">
                  <c:v>3.5042599999999998E-6</c:v>
                </c:pt>
                <c:pt idx="3984">
                  <c:v>3.4964500000000002E-6</c:v>
                </c:pt>
                <c:pt idx="3985">
                  <c:v>3.4890700000000002E-6</c:v>
                </c:pt>
                <c:pt idx="3986">
                  <c:v>3.4821399999999999E-6</c:v>
                </c:pt>
                <c:pt idx="3987">
                  <c:v>3.4746499999999998E-6</c:v>
                </c:pt>
                <c:pt idx="3988">
                  <c:v>3.4666800000000001E-6</c:v>
                </c:pt>
                <c:pt idx="3989">
                  <c:v>3.45925E-6</c:v>
                </c:pt>
                <c:pt idx="3990">
                  <c:v>3.4523E-6</c:v>
                </c:pt>
                <c:pt idx="3991">
                  <c:v>3.4452999999999999E-6</c:v>
                </c:pt>
                <c:pt idx="3992">
                  <c:v>3.4385900000000001E-6</c:v>
                </c:pt>
                <c:pt idx="3993">
                  <c:v>3.4311800000000002E-6</c:v>
                </c:pt>
                <c:pt idx="3994">
                  <c:v>3.42364E-6</c:v>
                </c:pt>
                <c:pt idx="3995">
                  <c:v>3.4162500000000001E-6</c:v>
                </c:pt>
                <c:pt idx="3996">
                  <c:v>3.4086100000000001E-6</c:v>
                </c:pt>
                <c:pt idx="3997">
                  <c:v>3.4013899999999999E-6</c:v>
                </c:pt>
                <c:pt idx="3998">
                  <c:v>3.3942E-6</c:v>
                </c:pt>
                <c:pt idx="3999">
                  <c:v>3.38674E-6</c:v>
                </c:pt>
              </c:numCache>
            </c:numRef>
          </c:xVal>
          <c:yVal>
            <c:numRef>
              <c:f>'0.6M 15%KCl-3'!$M$26:$M$4025</c:f>
              <c:numCache>
                <c:formatCode>0.00</c:formatCode>
                <c:ptCount val="4000"/>
                <c:pt idx="0">
                  <c:v>0.50022299999999997</c:v>
                </c:pt>
                <c:pt idx="1">
                  <c:v>0.50006899999999999</c:v>
                </c:pt>
                <c:pt idx="2">
                  <c:v>0.50017199999999995</c:v>
                </c:pt>
                <c:pt idx="3">
                  <c:v>0.50037299999999996</c:v>
                </c:pt>
                <c:pt idx="4">
                  <c:v>0.50077300000000002</c:v>
                </c:pt>
                <c:pt idx="5">
                  <c:v>0.50123799999999996</c:v>
                </c:pt>
                <c:pt idx="6">
                  <c:v>0.50172600000000001</c:v>
                </c:pt>
                <c:pt idx="7">
                  <c:v>0.50222199999999995</c:v>
                </c:pt>
                <c:pt idx="8">
                  <c:v>0.50271999999999994</c:v>
                </c:pt>
                <c:pt idx="9">
                  <c:v>0.50321899999999997</c:v>
                </c:pt>
                <c:pt idx="10">
                  <c:v>0.503718</c:v>
                </c:pt>
                <c:pt idx="11">
                  <c:v>0.50421700000000003</c:v>
                </c:pt>
                <c:pt idx="12">
                  <c:v>0.50471900000000003</c:v>
                </c:pt>
                <c:pt idx="13">
                  <c:v>0.50522100000000003</c:v>
                </c:pt>
                <c:pt idx="14">
                  <c:v>0.50572099999999998</c:v>
                </c:pt>
                <c:pt idx="15">
                  <c:v>0.50621899999999997</c:v>
                </c:pt>
                <c:pt idx="16">
                  <c:v>0.506718</c:v>
                </c:pt>
                <c:pt idx="17">
                  <c:v>0.50721799999999995</c:v>
                </c:pt>
                <c:pt idx="18">
                  <c:v>0.50771699999999997</c:v>
                </c:pt>
                <c:pt idx="19">
                  <c:v>0.50821499999999997</c:v>
                </c:pt>
                <c:pt idx="20">
                  <c:v>0.50871299999999997</c:v>
                </c:pt>
                <c:pt idx="21">
                  <c:v>0.509212</c:v>
                </c:pt>
                <c:pt idx="22">
                  <c:v>0.50971200000000005</c:v>
                </c:pt>
                <c:pt idx="23">
                  <c:v>0.510212</c:v>
                </c:pt>
                <c:pt idx="24">
                  <c:v>0.51071100000000003</c:v>
                </c:pt>
                <c:pt idx="25">
                  <c:v>0.51121099999999997</c:v>
                </c:pt>
                <c:pt idx="26">
                  <c:v>0.51171299999999997</c:v>
                </c:pt>
                <c:pt idx="27">
                  <c:v>0.51221399999999995</c:v>
                </c:pt>
                <c:pt idx="28">
                  <c:v>0.51271299999999997</c:v>
                </c:pt>
                <c:pt idx="29">
                  <c:v>0.513212</c:v>
                </c:pt>
                <c:pt idx="30">
                  <c:v>0.51371</c:v>
                </c:pt>
                <c:pt idx="31">
                  <c:v>0.51420900000000003</c:v>
                </c:pt>
                <c:pt idx="32">
                  <c:v>0.51470899999999997</c:v>
                </c:pt>
                <c:pt idx="33">
                  <c:v>0.515208</c:v>
                </c:pt>
                <c:pt idx="34">
                  <c:v>0.51570700000000003</c:v>
                </c:pt>
                <c:pt idx="35">
                  <c:v>0.516208</c:v>
                </c:pt>
                <c:pt idx="36">
                  <c:v>0.51670899999999997</c:v>
                </c:pt>
                <c:pt idx="37">
                  <c:v>0.51720900000000003</c:v>
                </c:pt>
                <c:pt idx="38">
                  <c:v>0.51770899999999997</c:v>
                </c:pt>
                <c:pt idx="39">
                  <c:v>0.51820699999999997</c:v>
                </c:pt>
                <c:pt idx="40">
                  <c:v>0.518706</c:v>
                </c:pt>
                <c:pt idx="41">
                  <c:v>0.51920500000000003</c:v>
                </c:pt>
                <c:pt idx="42">
                  <c:v>0.51970300000000003</c:v>
                </c:pt>
                <c:pt idx="43">
                  <c:v>0.52020200000000005</c:v>
                </c:pt>
                <c:pt idx="44">
                  <c:v>0.52070000000000005</c:v>
                </c:pt>
                <c:pt idx="45">
                  <c:v>0.5212</c:v>
                </c:pt>
                <c:pt idx="46">
                  <c:v>0.52170099999999997</c:v>
                </c:pt>
                <c:pt idx="47">
                  <c:v>0.52220100000000003</c:v>
                </c:pt>
                <c:pt idx="48">
                  <c:v>0.52270099999999997</c:v>
                </c:pt>
                <c:pt idx="49">
                  <c:v>0.52320100000000003</c:v>
                </c:pt>
                <c:pt idx="50">
                  <c:v>0.52370099999999997</c:v>
                </c:pt>
                <c:pt idx="51">
                  <c:v>0.52420199999999995</c:v>
                </c:pt>
                <c:pt idx="52">
                  <c:v>0.52470399999999995</c:v>
                </c:pt>
                <c:pt idx="53">
                  <c:v>0.52520500000000003</c:v>
                </c:pt>
                <c:pt idx="54">
                  <c:v>0.52570600000000001</c:v>
                </c:pt>
                <c:pt idx="55">
                  <c:v>0.52620699999999998</c:v>
                </c:pt>
                <c:pt idx="56">
                  <c:v>0.52670799999999995</c:v>
                </c:pt>
                <c:pt idx="57">
                  <c:v>0.52720699999999998</c:v>
                </c:pt>
                <c:pt idx="58">
                  <c:v>0.52770499999999998</c:v>
                </c:pt>
                <c:pt idx="59">
                  <c:v>0.52820199999999995</c:v>
                </c:pt>
                <c:pt idx="60">
                  <c:v>0.52870099999999998</c:v>
                </c:pt>
                <c:pt idx="61">
                  <c:v>0.52920100000000003</c:v>
                </c:pt>
                <c:pt idx="62">
                  <c:v>0.52970099999999998</c:v>
                </c:pt>
                <c:pt idx="63">
                  <c:v>0.53019899999999998</c:v>
                </c:pt>
                <c:pt idx="64">
                  <c:v>0.530698</c:v>
                </c:pt>
                <c:pt idx="65">
                  <c:v>0.53119799999999995</c:v>
                </c:pt>
                <c:pt idx="66">
                  <c:v>0.531698</c:v>
                </c:pt>
                <c:pt idx="67">
                  <c:v>0.53219799999999995</c:v>
                </c:pt>
                <c:pt idx="68">
                  <c:v>0.53269699999999998</c:v>
                </c:pt>
                <c:pt idx="69">
                  <c:v>0.53319499999999997</c:v>
                </c:pt>
                <c:pt idx="70">
                  <c:v>0.53369500000000003</c:v>
                </c:pt>
                <c:pt idx="71">
                  <c:v>0.53419700000000003</c:v>
                </c:pt>
                <c:pt idx="72">
                  <c:v>0.53469800000000001</c:v>
                </c:pt>
                <c:pt idx="73">
                  <c:v>0.53519899999999998</c:v>
                </c:pt>
                <c:pt idx="74">
                  <c:v>0.53569999999999995</c:v>
                </c:pt>
                <c:pt idx="75">
                  <c:v>0.53620100000000004</c:v>
                </c:pt>
                <c:pt idx="76">
                  <c:v>0.53669999999999995</c:v>
                </c:pt>
                <c:pt idx="77">
                  <c:v>0.53719799999999995</c:v>
                </c:pt>
                <c:pt idx="78">
                  <c:v>0.53769599999999995</c:v>
                </c:pt>
                <c:pt idx="79">
                  <c:v>0.53819300000000003</c:v>
                </c:pt>
                <c:pt idx="80">
                  <c:v>0.53869199999999995</c:v>
                </c:pt>
                <c:pt idx="81">
                  <c:v>0.53919099999999998</c:v>
                </c:pt>
                <c:pt idx="82">
                  <c:v>0.53968899999999997</c:v>
                </c:pt>
                <c:pt idx="83">
                  <c:v>0.54018900000000003</c:v>
                </c:pt>
                <c:pt idx="84">
                  <c:v>0.54068899999999998</c:v>
                </c:pt>
                <c:pt idx="85">
                  <c:v>0.54119099999999998</c:v>
                </c:pt>
                <c:pt idx="86">
                  <c:v>0.54169199999999995</c:v>
                </c:pt>
                <c:pt idx="87">
                  <c:v>0.54219200000000001</c:v>
                </c:pt>
                <c:pt idx="88">
                  <c:v>0.54269199999999995</c:v>
                </c:pt>
                <c:pt idx="89">
                  <c:v>0.54319200000000001</c:v>
                </c:pt>
                <c:pt idx="90">
                  <c:v>0.54369400000000001</c:v>
                </c:pt>
                <c:pt idx="91">
                  <c:v>0.54419499999999998</c:v>
                </c:pt>
                <c:pt idx="92">
                  <c:v>0.54469599999999996</c:v>
                </c:pt>
                <c:pt idx="93">
                  <c:v>0.54519600000000001</c:v>
                </c:pt>
                <c:pt idx="94">
                  <c:v>0.54569699999999999</c:v>
                </c:pt>
                <c:pt idx="95">
                  <c:v>0.54619799999999996</c:v>
                </c:pt>
                <c:pt idx="96">
                  <c:v>0.54669800000000002</c:v>
                </c:pt>
                <c:pt idx="97">
                  <c:v>0.54719700000000004</c:v>
                </c:pt>
                <c:pt idx="98">
                  <c:v>0.54769599999999996</c:v>
                </c:pt>
                <c:pt idx="99">
                  <c:v>0.54819499999999999</c:v>
                </c:pt>
                <c:pt idx="100">
                  <c:v>0.54869599999999996</c:v>
                </c:pt>
                <c:pt idx="101">
                  <c:v>0.54919399999999996</c:v>
                </c:pt>
                <c:pt idx="102">
                  <c:v>0.54969199999999996</c:v>
                </c:pt>
                <c:pt idx="103">
                  <c:v>0.55018900000000004</c:v>
                </c:pt>
                <c:pt idx="104">
                  <c:v>0.55068899999999998</c:v>
                </c:pt>
                <c:pt idx="105">
                  <c:v>0.55118900000000004</c:v>
                </c:pt>
                <c:pt idx="106">
                  <c:v>0.55168899999999998</c:v>
                </c:pt>
                <c:pt idx="107">
                  <c:v>0.55218800000000001</c:v>
                </c:pt>
                <c:pt idx="108">
                  <c:v>0.55268799999999996</c:v>
                </c:pt>
                <c:pt idx="109">
                  <c:v>0.55318900000000004</c:v>
                </c:pt>
                <c:pt idx="110">
                  <c:v>0.55369000000000002</c:v>
                </c:pt>
                <c:pt idx="111">
                  <c:v>0.55418999999999996</c:v>
                </c:pt>
                <c:pt idx="112">
                  <c:v>0.55468799999999996</c:v>
                </c:pt>
                <c:pt idx="113">
                  <c:v>0.55518599999999996</c:v>
                </c:pt>
                <c:pt idx="114">
                  <c:v>0.55568499999999998</c:v>
                </c:pt>
                <c:pt idx="115">
                  <c:v>0.55618299999999998</c:v>
                </c:pt>
                <c:pt idx="116">
                  <c:v>0.55667999999999995</c:v>
                </c:pt>
                <c:pt idx="117">
                  <c:v>0.55717899999999998</c:v>
                </c:pt>
                <c:pt idx="118">
                  <c:v>0.55767900000000004</c:v>
                </c:pt>
                <c:pt idx="119">
                  <c:v>0.55817899999999998</c:v>
                </c:pt>
                <c:pt idx="120">
                  <c:v>0.55867999999999995</c:v>
                </c:pt>
                <c:pt idx="121">
                  <c:v>0.55918000000000001</c:v>
                </c:pt>
                <c:pt idx="122">
                  <c:v>0.55967999999999996</c:v>
                </c:pt>
                <c:pt idx="123">
                  <c:v>0.56018100000000004</c:v>
                </c:pt>
                <c:pt idx="124">
                  <c:v>0.56068300000000004</c:v>
                </c:pt>
                <c:pt idx="125">
                  <c:v>0.56118299999999999</c:v>
                </c:pt>
                <c:pt idx="126">
                  <c:v>0.56168200000000001</c:v>
                </c:pt>
                <c:pt idx="127">
                  <c:v>0.56218100000000004</c:v>
                </c:pt>
                <c:pt idx="128">
                  <c:v>0.56268200000000002</c:v>
                </c:pt>
                <c:pt idx="129">
                  <c:v>0.56318199999999996</c:v>
                </c:pt>
                <c:pt idx="130">
                  <c:v>0.56368200000000002</c:v>
                </c:pt>
                <c:pt idx="131">
                  <c:v>0.56418199999999996</c:v>
                </c:pt>
                <c:pt idx="132">
                  <c:v>0.56468300000000005</c:v>
                </c:pt>
                <c:pt idx="133">
                  <c:v>0.56518400000000002</c:v>
                </c:pt>
                <c:pt idx="134">
                  <c:v>0.56568499999999999</c:v>
                </c:pt>
                <c:pt idx="135">
                  <c:v>0.56618500000000005</c:v>
                </c:pt>
                <c:pt idx="136">
                  <c:v>0.56668399999999997</c:v>
                </c:pt>
                <c:pt idx="137">
                  <c:v>0.56718199999999996</c:v>
                </c:pt>
                <c:pt idx="138">
                  <c:v>0.56768099999999999</c:v>
                </c:pt>
                <c:pt idx="139">
                  <c:v>0.56818100000000005</c:v>
                </c:pt>
                <c:pt idx="140">
                  <c:v>0.56868099999999999</c:v>
                </c:pt>
                <c:pt idx="141">
                  <c:v>0.56918000000000002</c:v>
                </c:pt>
                <c:pt idx="142">
                  <c:v>0.56967900000000005</c:v>
                </c:pt>
                <c:pt idx="143">
                  <c:v>0.57018000000000002</c:v>
                </c:pt>
                <c:pt idx="144">
                  <c:v>0.57067999999999997</c:v>
                </c:pt>
                <c:pt idx="145">
                  <c:v>0.57117899999999999</c:v>
                </c:pt>
                <c:pt idx="146">
                  <c:v>0.57167800000000002</c:v>
                </c:pt>
                <c:pt idx="147">
                  <c:v>0.57217700000000005</c:v>
                </c:pt>
                <c:pt idx="148">
                  <c:v>0.57267699999999999</c:v>
                </c:pt>
                <c:pt idx="149">
                  <c:v>0.57317799999999997</c:v>
                </c:pt>
                <c:pt idx="150">
                  <c:v>0.57367800000000002</c:v>
                </c:pt>
                <c:pt idx="151">
                  <c:v>0.57417799999999997</c:v>
                </c:pt>
                <c:pt idx="152">
                  <c:v>0.57467800000000002</c:v>
                </c:pt>
                <c:pt idx="153">
                  <c:v>0.57517799999999997</c:v>
                </c:pt>
                <c:pt idx="154">
                  <c:v>0.57567699999999999</c:v>
                </c:pt>
                <c:pt idx="155">
                  <c:v>0.57617600000000002</c:v>
                </c:pt>
                <c:pt idx="156">
                  <c:v>0.57667299999999999</c:v>
                </c:pt>
                <c:pt idx="157">
                  <c:v>0.57717099999999999</c:v>
                </c:pt>
                <c:pt idx="158">
                  <c:v>0.57767000000000002</c:v>
                </c:pt>
                <c:pt idx="159">
                  <c:v>0.57816999999999996</c:v>
                </c:pt>
                <c:pt idx="160">
                  <c:v>0.57867000000000002</c:v>
                </c:pt>
                <c:pt idx="161">
                  <c:v>0.57916800000000002</c:v>
                </c:pt>
                <c:pt idx="162">
                  <c:v>0.57966799999999996</c:v>
                </c:pt>
                <c:pt idx="163">
                  <c:v>0.58016800000000002</c:v>
                </c:pt>
                <c:pt idx="164">
                  <c:v>0.58066799999999996</c:v>
                </c:pt>
                <c:pt idx="165">
                  <c:v>0.58116800000000002</c:v>
                </c:pt>
                <c:pt idx="166">
                  <c:v>0.58166799999999996</c:v>
                </c:pt>
                <c:pt idx="167">
                  <c:v>0.58216800000000002</c:v>
                </c:pt>
                <c:pt idx="168">
                  <c:v>0.58267000000000002</c:v>
                </c:pt>
                <c:pt idx="169">
                  <c:v>0.58317200000000002</c:v>
                </c:pt>
                <c:pt idx="170">
                  <c:v>0.58367199999999997</c:v>
                </c:pt>
                <c:pt idx="171">
                  <c:v>0.58417300000000005</c:v>
                </c:pt>
                <c:pt idx="172">
                  <c:v>0.58467400000000003</c:v>
                </c:pt>
                <c:pt idx="173">
                  <c:v>0.58517699999999995</c:v>
                </c:pt>
                <c:pt idx="174">
                  <c:v>0.58567800000000003</c:v>
                </c:pt>
                <c:pt idx="175">
                  <c:v>0.58617699999999995</c:v>
                </c:pt>
                <c:pt idx="176">
                  <c:v>0.58667599999999998</c:v>
                </c:pt>
                <c:pt idx="177">
                  <c:v>0.58717399999999997</c:v>
                </c:pt>
                <c:pt idx="178">
                  <c:v>0.58767199999999997</c:v>
                </c:pt>
                <c:pt idx="179">
                  <c:v>0.58816999999999997</c:v>
                </c:pt>
                <c:pt idx="180">
                  <c:v>0.58866799999999997</c:v>
                </c:pt>
                <c:pt idx="181">
                  <c:v>0.589167</c:v>
                </c:pt>
                <c:pt idx="182">
                  <c:v>0.58966700000000005</c:v>
                </c:pt>
                <c:pt idx="183">
                  <c:v>0.59016900000000005</c:v>
                </c:pt>
                <c:pt idx="184">
                  <c:v>0.590669</c:v>
                </c:pt>
                <c:pt idx="185">
                  <c:v>0.59116800000000003</c:v>
                </c:pt>
                <c:pt idx="186">
                  <c:v>0.59166600000000003</c:v>
                </c:pt>
                <c:pt idx="187">
                  <c:v>0.59216599999999997</c:v>
                </c:pt>
                <c:pt idx="188">
                  <c:v>0.59266700000000005</c:v>
                </c:pt>
                <c:pt idx="189">
                  <c:v>0.593167</c:v>
                </c:pt>
                <c:pt idx="190">
                  <c:v>0.59366799999999997</c:v>
                </c:pt>
                <c:pt idx="191">
                  <c:v>0.59416800000000003</c:v>
                </c:pt>
                <c:pt idx="192">
                  <c:v>0.594669</c:v>
                </c:pt>
                <c:pt idx="193">
                  <c:v>0.59516999999999998</c:v>
                </c:pt>
                <c:pt idx="194">
                  <c:v>0.595669</c:v>
                </c:pt>
                <c:pt idx="195">
                  <c:v>0.59616800000000003</c:v>
                </c:pt>
                <c:pt idx="196">
                  <c:v>0.59666600000000003</c:v>
                </c:pt>
                <c:pt idx="197">
                  <c:v>0.59716599999999997</c:v>
                </c:pt>
                <c:pt idx="198">
                  <c:v>0.59766699999999995</c:v>
                </c:pt>
                <c:pt idx="199">
                  <c:v>0.598167</c:v>
                </c:pt>
                <c:pt idx="200">
                  <c:v>0.59866600000000003</c:v>
                </c:pt>
                <c:pt idx="201">
                  <c:v>0.59916599999999998</c:v>
                </c:pt>
                <c:pt idx="202">
                  <c:v>0.59966600000000003</c:v>
                </c:pt>
                <c:pt idx="203">
                  <c:v>0.60016599999999998</c:v>
                </c:pt>
                <c:pt idx="204">
                  <c:v>0.600665</c:v>
                </c:pt>
                <c:pt idx="205">
                  <c:v>0.60116400000000003</c:v>
                </c:pt>
                <c:pt idx="206">
                  <c:v>0.60166500000000001</c:v>
                </c:pt>
                <c:pt idx="207">
                  <c:v>0.60216599999999998</c:v>
                </c:pt>
                <c:pt idx="208">
                  <c:v>0.60266699999999995</c:v>
                </c:pt>
                <c:pt idx="209">
                  <c:v>0.60316700000000001</c:v>
                </c:pt>
                <c:pt idx="210">
                  <c:v>0.60366699999999995</c:v>
                </c:pt>
                <c:pt idx="211">
                  <c:v>0.60416800000000004</c:v>
                </c:pt>
                <c:pt idx="212">
                  <c:v>0.60466900000000001</c:v>
                </c:pt>
                <c:pt idx="213">
                  <c:v>0.60516800000000004</c:v>
                </c:pt>
                <c:pt idx="214">
                  <c:v>0.60566399999999998</c:v>
                </c:pt>
                <c:pt idx="215">
                  <c:v>0.60616000000000003</c:v>
                </c:pt>
                <c:pt idx="216">
                  <c:v>0.60665800000000003</c:v>
                </c:pt>
                <c:pt idx="217">
                  <c:v>0.60715799999999998</c:v>
                </c:pt>
                <c:pt idx="218">
                  <c:v>0.60765899999999995</c:v>
                </c:pt>
                <c:pt idx="219">
                  <c:v>0.60816000000000003</c:v>
                </c:pt>
                <c:pt idx="220">
                  <c:v>0.60865999999999998</c:v>
                </c:pt>
                <c:pt idx="221">
                  <c:v>0.60916099999999995</c:v>
                </c:pt>
                <c:pt idx="222">
                  <c:v>0.60966200000000004</c:v>
                </c:pt>
                <c:pt idx="223">
                  <c:v>0.61016099999999995</c:v>
                </c:pt>
                <c:pt idx="224">
                  <c:v>0.61066100000000001</c:v>
                </c:pt>
                <c:pt idx="225">
                  <c:v>0.61116000000000004</c:v>
                </c:pt>
                <c:pt idx="226">
                  <c:v>0.61165999999999998</c:v>
                </c:pt>
                <c:pt idx="227">
                  <c:v>0.61216000000000004</c:v>
                </c:pt>
                <c:pt idx="228">
                  <c:v>0.61265999999999998</c:v>
                </c:pt>
                <c:pt idx="229">
                  <c:v>0.61316099999999996</c:v>
                </c:pt>
                <c:pt idx="230">
                  <c:v>0.61366200000000004</c:v>
                </c:pt>
                <c:pt idx="231">
                  <c:v>0.61416300000000001</c:v>
                </c:pt>
                <c:pt idx="232">
                  <c:v>0.61466299999999996</c:v>
                </c:pt>
                <c:pt idx="233">
                  <c:v>0.61516199999999999</c:v>
                </c:pt>
                <c:pt idx="234">
                  <c:v>0.61565999999999999</c:v>
                </c:pt>
                <c:pt idx="235">
                  <c:v>0.61615799999999998</c:v>
                </c:pt>
                <c:pt idx="236">
                  <c:v>0.61665800000000004</c:v>
                </c:pt>
                <c:pt idx="237">
                  <c:v>0.61715900000000001</c:v>
                </c:pt>
                <c:pt idx="238">
                  <c:v>0.61765999999999999</c:v>
                </c:pt>
                <c:pt idx="239">
                  <c:v>0.61816000000000004</c:v>
                </c:pt>
                <c:pt idx="240">
                  <c:v>0.61865899999999996</c:v>
                </c:pt>
                <c:pt idx="241">
                  <c:v>0.61915799999999999</c:v>
                </c:pt>
                <c:pt idx="242">
                  <c:v>0.61965599999999998</c:v>
                </c:pt>
                <c:pt idx="243">
                  <c:v>0.62015399999999998</c:v>
                </c:pt>
                <c:pt idx="244">
                  <c:v>0.62065300000000001</c:v>
                </c:pt>
                <c:pt idx="245">
                  <c:v>0.62115299999999996</c:v>
                </c:pt>
                <c:pt idx="246">
                  <c:v>0.62165499999999996</c:v>
                </c:pt>
                <c:pt idx="247">
                  <c:v>0.62215799999999999</c:v>
                </c:pt>
                <c:pt idx="248">
                  <c:v>0.62265899999999996</c:v>
                </c:pt>
                <c:pt idx="249">
                  <c:v>0.62316000000000005</c:v>
                </c:pt>
                <c:pt idx="250">
                  <c:v>0.62366299999999997</c:v>
                </c:pt>
                <c:pt idx="251">
                  <c:v>0.62416700000000003</c:v>
                </c:pt>
                <c:pt idx="252">
                  <c:v>0.62466900000000003</c:v>
                </c:pt>
                <c:pt idx="253">
                  <c:v>0.62516700000000003</c:v>
                </c:pt>
                <c:pt idx="254">
                  <c:v>0.625664</c:v>
                </c:pt>
                <c:pt idx="255">
                  <c:v>0.62616400000000005</c:v>
                </c:pt>
                <c:pt idx="256">
                  <c:v>0.626664</c:v>
                </c:pt>
                <c:pt idx="257">
                  <c:v>0.62716400000000005</c:v>
                </c:pt>
                <c:pt idx="258">
                  <c:v>0.62766299999999997</c:v>
                </c:pt>
                <c:pt idx="259">
                  <c:v>0.628162</c:v>
                </c:pt>
                <c:pt idx="260">
                  <c:v>0.62866200000000005</c:v>
                </c:pt>
                <c:pt idx="261">
                  <c:v>0.62916300000000003</c:v>
                </c:pt>
                <c:pt idx="262">
                  <c:v>0.62966200000000005</c:v>
                </c:pt>
                <c:pt idx="263">
                  <c:v>0.63016000000000005</c:v>
                </c:pt>
                <c:pt idx="264">
                  <c:v>0.63065800000000005</c:v>
                </c:pt>
                <c:pt idx="265">
                  <c:v>0.63115600000000005</c:v>
                </c:pt>
                <c:pt idx="266">
                  <c:v>0.63165700000000002</c:v>
                </c:pt>
                <c:pt idx="267">
                  <c:v>0.63215699999999997</c:v>
                </c:pt>
                <c:pt idx="268">
                  <c:v>0.63265800000000005</c:v>
                </c:pt>
                <c:pt idx="269">
                  <c:v>0.63315999999999995</c:v>
                </c:pt>
                <c:pt idx="270">
                  <c:v>0.63366100000000003</c:v>
                </c:pt>
                <c:pt idx="271">
                  <c:v>0.63416099999999997</c:v>
                </c:pt>
                <c:pt idx="272">
                  <c:v>0.63466</c:v>
                </c:pt>
                <c:pt idx="273">
                  <c:v>0.635158</c:v>
                </c:pt>
                <c:pt idx="274">
                  <c:v>0.63565700000000003</c:v>
                </c:pt>
                <c:pt idx="275">
                  <c:v>0.63615600000000005</c:v>
                </c:pt>
                <c:pt idx="276">
                  <c:v>0.63665499999999997</c:v>
                </c:pt>
                <c:pt idx="277">
                  <c:v>0.63715200000000005</c:v>
                </c:pt>
                <c:pt idx="278">
                  <c:v>0.63764900000000002</c:v>
                </c:pt>
                <c:pt idx="279">
                  <c:v>0.63814700000000002</c:v>
                </c:pt>
                <c:pt idx="280">
                  <c:v>0.63864699999999996</c:v>
                </c:pt>
                <c:pt idx="281">
                  <c:v>0.63914800000000005</c:v>
                </c:pt>
                <c:pt idx="282">
                  <c:v>0.63964799999999999</c:v>
                </c:pt>
                <c:pt idx="283">
                  <c:v>0.64014800000000005</c:v>
                </c:pt>
                <c:pt idx="284">
                  <c:v>0.640648</c:v>
                </c:pt>
                <c:pt idx="285">
                  <c:v>0.64114899999999997</c:v>
                </c:pt>
                <c:pt idx="286">
                  <c:v>0.64165000000000005</c:v>
                </c:pt>
                <c:pt idx="287">
                  <c:v>0.64215</c:v>
                </c:pt>
                <c:pt idx="288">
                  <c:v>0.64265099999999997</c:v>
                </c:pt>
                <c:pt idx="289">
                  <c:v>0.64315299999999997</c:v>
                </c:pt>
                <c:pt idx="290">
                  <c:v>0.64365600000000001</c:v>
                </c:pt>
                <c:pt idx="291">
                  <c:v>0.64415699999999998</c:v>
                </c:pt>
                <c:pt idx="292">
                  <c:v>0.64465600000000001</c:v>
                </c:pt>
                <c:pt idx="293">
                  <c:v>0.64515400000000001</c:v>
                </c:pt>
                <c:pt idx="294">
                  <c:v>0.64565300000000003</c:v>
                </c:pt>
                <c:pt idx="295">
                  <c:v>0.64615199999999995</c:v>
                </c:pt>
                <c:pt idx="296">
                  <c:v>0.64665099999999998</c:v>
                </c:pt>
                <c:pt idx="297">
                  <c:v>0.64715100000000003</c:v>
                </c:pt>
                <c:pt idx="298">
                  <c:v>0.64765099999999998</c:v>
                </c:pt>
                <c:pt idx="299">
                  <c:v>0.64815100000000003</c:v>
                </c:pt>
                <c:pt idx="300">
                  <c:v>0.64864999999999995</c:v>
                </c:pt>
                <c:pt idx="301">
                  <c:v>0.64914899999999998</c:v>
                </c:pt>
                <c:pt idx="302">
                  <c:v>0.64964900000000003</c:v>
                </c:pt>
                <c:pt idx="303">
                  <c:v>0.65014799999999995</c:v>
                </c:pt>
                <c:pt idx="304">
                  <c:v>0.650648</c:v>
                </c:pt>
                <c:pt idx="305">
                  <c:v>0.65114899999999998</c:v>
                </c:pt>
                <c:pt idx="306">
                  <c:v>0.65164800000000001</c:v>
                </c:pt>
                <c:pt idx="307">
                  <c:v>0.65214700000000003</c:v>
                </c:pt>
                <c:pt idx="308">
                  <c:v>0.65264500000000003</c:v>
                </c:pt>
                <c:pt idx="309">
                  <c:v>0.65314499999999998</c:v>
                </c:pt>
                <c:pt idx="310">
                  <c:v>0.653644</c:v>
                </c:pt>
                <c:pt idx="311">
                  <c:v>0.654142</c:v>
                </c:pt>
                <c:pt idx="312">
                  <c:v>0.65464</c:v>
                </c:pt>
                <c:pt idx="313">
                  <c:v>0.65513900000000003</c:v>
                </c:pt>
                <c:pt idx="314">
                  <c:v>0.65564</c:v>
                </c:pt>
                <c:pt idx="315">
                  <c:v>0.65614099999999997</c:v>
                </c:pt>
                <c:pt idx="316">
                  <c:v>0.65664199999999995</c:v>
                </c:pt>
                <c:pt idx="317">
                  <c:v>0.657142</c:v>
                </c:pt>
                <c:pt idx="318">
                  <c:v>0.65764199999999995</c:v>
                </c:pt>
                <c:pt idx="319">
                  <c:v>0.65814300000000003</c:v>
                </c:pt>
                <c:pt idx="320">
                  <c:v>0.65864400000000001</c:v>
                </c:pt>
                <c:pt idx="321">
                  <c:v>0.65914399999999995</c:v>
                </c:pt>
                <c:pt idx="322">
                  <c:v>0.65964299999999998</c:v>
                </c:pt>
                <c:pt idx="323">
                  <c:v>0.66014300000000004</c:v>
                </c:pt>
                <c:pt idx="324">
                  <c:v>0.66064400000000001</c:v>
                </c:pt>
                <c:pt idx="325">
                  <c:v>0.66114499999999998</c:v>
                </c:pt>
                <c:pt idx="326">
                  <c:v>0.66164500000000004</c:v>
                </c:pt>
                <c:pt idx="327">
                  <c:v>0.66214499999999998</c:v>
                </c:pt>
                <c:pt idx="328">
                  <c:v>0.66264599999999996</c:v>
                </c:pt>
                <c:pt idx="329">
                  <c:v>0.66314700000000004</c:v>
                </c:pt>
                <c:pt idx="330">
                  <c:v>0.66364699999999999</c:v>
                </c:pt>
                <c:pt idx="331">
                  <c:v>0.66414600000000001</c:v>
                </c:pt>
                <c:pt idx="332">
                  <c:v>0.66464500000000004</c:v>
                </c:pt>
                <c:pt idx="333">
                  <c:v>0.66514300000000004</c:v>
                </c:pt>
                <c:pt idx="334">
                  <c:v>0.66564299999999998</c:v>
                </c:pt>
                <c:pt idx="335">
                  <c:v>0.66614300000000004</c:v>
                </c:pt>
                <c:pt idx="336">
                  <c:v>0.66664199999999996</c:v>
                </c:pt>
                <c:pt idx="337">
                  <c:v>0.66714200000000001</c:v>
                </c:pt>
                <c:pt idx="338">
                  <c:v>0.66764299999999999</c:v>
                </c:pt>
                <c:pt idx="339">
                  <c:v>0.66814399999999996</c:v>
                </c:pt>
                <c:pt idx="340">
                  <c:v>0.66864299999999999</c:v>
                </c:pt>
                <c:pt idx="341">
                  <c:v>0.66913999999999996</c:v>
                </c:pt>
                <c:pt idx="342">
                  <c:v>0.66963700000000004</c:v>
                </c:pt>
                <c:pt idx="343">
                  <c:v>0.67013500000000004</c:v>
                </c:pt>
                <c:pt idx="344">
                  <c:v>0.67063499999999998</c:v>
                </c:pt>
                <c:pt idx="345">
                  <c:v>0.67113500000000004</c:v>
                </c:pt>
                <c:pt idx="346">
                  <c:v>0.67163499999999998</c:v>
                </c:pt>
                <c:pt idx="347">
                  <c:v>0.67213400000000001</c:v>
                </c:pt>
                <c:pt idx="348">
                  <c:v>0.67263399999999995</c:v>
                </c:pt>
                <c:pt idx="349">
                  <c:v>0.67313500000000004</c:v>
                </c:pt>
                <c:pt idx="350">
                  <c:v>0.67363399999999996</c:v>
                </c:pt>
                <c:pt idx="351">
                  <c:v>0.67413299999999998</c:v>
                </c:pt>
                <c:pt idx="352">
                  <c:v>0.67463300000000004</c:v>
                </c:pt>
                <c:pt idx="353">
                  <c:v>0.67513400000000001</c:v>
                </c:pt>
                <c:pt idx="354">
                  <c:v>0.67563499999999999</c:v>
                </c:pt>
                <c:pt idx="355">
                  <c:v>0.67613599999999996</c:v>
                </c:pt>
                <c:pt idx="356">
                  <c:v>0.67663700000000004</c:v>
                </c:pt>
                <c:pt idx="357">
                  <c:v>0.67713699999999999</c:v>
                </c:pt>
                <c:pt idx="358">
                  <c:v>0.67763700000000004</c:v>
                </c:pt>
                <c:pt idx="359">
                  <c:v>0.67813800000000002</c:v>
                </c:pt>
                <c:pt idx="360">
                  <c:v>0.67863700000000005</c:v>
                </c:pt>
                <c:pt idx="361">
                  <c:v>0.67913400000000002</c:v>
                </c:pt>
                <c:pt idx="362">
                  <c:v>0.67963200000000001</c:v>
                </c:pt>
                <c:pt idx="363">
                  <c:v>0.68013199999999996</c:v>
                </c:pt>
                <c:pt idx="364">
                  <c:v>0.68063300000000004</c:v>
                </c:pt>
                <c:pt idx="365">
                  <c:v>0.68113400000000002</c:v>
                </c:pt>
                <c:pt idx="366">
                  <c:v>0.68163399999999996</c:v>
                </c:pt>
                <c:pt idx="367">
                  <c:v>0.68213400000000002</c:v>
                </c:pt>
                <c:pt idx="368">
                  <c:v>0.68263499999999999</c:v>
                </c:pt>
                <c:pt idx="369">
                  <c:v>0.68313699999999999</c:v>
                </c:pt>
                <c:pt idx="370">
                  <c:v>0.68363499999999999</c:v>
                </c:pt>
                <c:pt idx="371">
                  <c:v>0.68413299999999999</c:v>
                </c:pt>
                <c:pt idx="372">
                  <c:v>0.68463200000000002</c:v>
                </c:pt>
                <c:pt idx="373">
                  <c:v>0.68513199999999996</c:v>
                </c:pt>
                <c:pt idx="374">
                  <c:v>0.68563099999999999</c:v>
                </c:pt>
                <c:pt idx="375">
                  <c:v>0.68613100000000005</c:v>
                </c:pt>
                <c:pt idx="376">
                  <c:v>0.68663099999999999</c:v>
                </c:pt>
                <c:pt idx="377">
                  <c:v>0.68713100000000005</c:v>
                </c:pt>
                <c:pt idx="378">
                  <c:v>0.68763099999999999</c:v>
                </c:pt>
                <c:pt idx="379">
                  <c:v>0.68812899999999999</c:v>
                </c:pt>
                <c:pt idx="380">
                  <c:v>0.68862699999999999</c:v>
                </c:pt>
                <c:pt idx="381">
                  <c:v>0.68912499999999999</c:v>
                </c:pt>
                <c:pt idx="382">
                  <c:v>0.68962400000000001</c:v>
                </c:pt>
                <c:pt idx="383">
                  <c:v>0.69012499999999999</c:v>
                </c:pt>
                <c:pt idx="384">
                  <c:v>0.69062599999999996</c:v>
                </c:pt>
                <c:pt idx="385">
                  <c:v>0.69112700000000005</c:v>
                </c:pt>
                <c:pt idx="386">
                  <c:v>0.69162800000000002</c:v>
                </c:pt>
                <c:pt idx="387">
                  <c:v>0.69212899999999999</c:v>
                </c:pt>
                <c:pt idx="388">
                  <c:v>0.692631</c:v>
                </c:pt>
                <c:pt idx="389">
                  <c:v>0.693129</c:v>
                </c:pt>
                <c:pt idx="390">
                  <c:v>0.69362800000000002</c:v>
                </c:pt>
                <c:pt idx="391">
                  <c:v>0.69412700000000005</c:v>
                </c:pt>
                <c:pt idx="392">
                  <c:v>0.69462699999999999</c:v>
                </c:pt>
                <c:pt idx="393">
                  <c:v>0.69512700000000005</c:v>
                </c:pt>
                <c:pt idx="394">
                  <c:v>0.69562800000000002</c:v>
                </c:pt>
                <c:pt idx="395">
                  <c:v>0.69612799999999997</c:v>
                </c:pt>
                <c:pt idx="396">
                  <c:v>0.696627</c:v>
                </c:pt>
                <c:pt idx="397">
                  <c:v>0.69712700000000005</c:v>
                </c:pt>
                <c:pt idx="398">
                  <c:v>0.69762800000000003</c:v>
                </c:pt>
                <c:pt idx="399">
                  <c:v>0.69812600000000002</c:v>
                </c:pt>
                <c:pt idx="400">
                  <c:v>0.69862400000000002</c:v>
                </c:pt>
                <c:pt idx="401">
                  <c:v>0.69912099999999999</c:v>
                </c:pt>
                <c:pt idx="402">
                  <c:v>0.69962100000000005</c:v>
                </c:pt>
                <c:pt idx="403">
                  <c:v>0.70012200000000002</c:v>
                </c:pt>
                <c:pt idx="404">
                  <c:v>0.70062400000000002</c:v>
                </c:pt>
                <c:pt idx="405">
                  <c:v>0.701125</c:v>
                </c:pt>
                <c:pt idx="406">
                  <c:v>0.70162500000000005</c:v>
                </c:pt>
                <c:pt idx="407">
                  <c:v>0.70212699999999995</c:v>
                </c:pt>
                <c:pt idx="408">
                  <c:v>0.702627</c:v>
                </c:pt>
                <c:pt idx="409">
                  <c:v>0.70312600000000003</c:v>
                </c:pt>
                <c:pt idx="410">
                  <c:v>0.70362599999999997</c:v>
                </c:pt>
                <c:pt idx="411">
                  <c:v>0.70412600000000003</c:v>
                </c:pt>
                <c:pt idx="412">
                  <c:v>0.704627</c:v>
                </c:pt>
                <c:pt idx="413">
                  <c:v>0.70512699999999995</c:v>
                </c:pt>
                <c:pt idx="414">
                  <c:v>0.70562599999999998</c:v>
                </c:pt>
                <c:pt idx="415">
                  <c:v>0.706125</c:v>
                </c:pt>
                <c:pt idx="416">
                  <c:v>0.70662499999999995</c:v>
                </c:pt>
                <c:pt idx="417">
                  <c:v>0.70712600000000003</c:v>
                </c:pt>
                <c:pt idx="418">
                  <c:v>0.70762599999999998</c:v>
                </c:pt>
                <c:pt idx="419">
                  <c:v>0.70812299999999995</c:v>
                </c:pt>
                <c:pt idx="420">
                  <c:v>0.70862000000000003</c:v>
                </c:pt>
                <c:pt idx="421">
                  <c:v>0.70911900000000005</c:v>
                </c:pt>
                <c:pt idx="422">
                  <c:v>0.709619</c:v>
                </c:pt>
                <c:pt idx="423">
                  <c:v>0.71011899999999994</c:v>
                </c:pt>
                <c:pt idx="424">
                  <c:v>0.71062000000000003</c:v>
                </c:pt>
                <c:pt idx="425">
                  <c:v>0.71111999999999997</c:v>
                </c:pt>
                <c:pt idx="426">
                  <c:v>0.71162199999999998</c:v>
                </c:pt>
                <c:pt idx="427">
                  <c:v>0.71212200000000003</c:v>
                </c:pt>
                <c:pt idx="428">
                  <c:v>0.71262000000000003</c:v>
                </c:pt>
                <c:pt idx="429">
                  <c:v>0.71311800000000003</c:v>
                </c:pt>
                <c:pt idx="430">
                  <c:v>0.71361699999999995</c:v>
                </c:pt>
                <c:pt idx="431">
                  <c:v>0.714117</c:v>
                </c:pt>
                <c:pt idx="432">
                  <c:v>0.71461799999999998</c:v>
                </c:pt>
                <c:pt idx="433">
                  <c:v>0.71511899999999995</c:v>
                </c:pt>
                <c:pt idx="434">
                  <c:v>0.71561799999999998</c:v>
                </c:pt>
                <c:pt idx="435">
                  <c:v>0.716117</c:v>
                </c:pt>
                <c:pt idx="436">
                  <c:v>0.71661699999999995</c:v>
                </c:pt>
                <c:pt idx="437">
                  <c:v>0.71711599999999998</c:v>
                </c:pt>
                <c:pt idx="438">
                  <c:v>0.71761399999999997</c:v>
                </c:pt>
                <c:pt idx="439">
                  <c:v>0.71811199999999997</c:v>
                </c:pt>
                <c:pt idx="440">
                  <c:v>0.718611</c:v>
                </c:pt>
                <c:pt idx="441">
                  <c:v>0.71911099999999994</c:v>
                </c:pt>
                <c:pt idx="442">
                  <c:v>0.71961200000000003</c:v>
                </c:pt>
                <c:pt idx="443">
                  <c:v>0.720113</c:v>
                </c:pt>
                <c:pt idx="444">
                  <c:v>0.72061399999999998</c:v>
                </c:pt>
                <c:pt idx="445">
                  <c:v>0.72111499999999995</c:v>
                </c:pt>
                <c:pt idx="446">
                  <c:v>0.72161699999999995</c:v>
                </c:pt>
                <c:pt idx="447">
                  <c:v>0.72211899999999996</c:v>
                </c:pt>
                <c:pt idx="448">
                  <c:v>0.72261799999999998</c:v>
                </c:pt>
                <c:pt idx="449">
                  <c:v>0.72311700000000001</c:v>
                </c:pt>
                <c:pt idx="450">
                  <c:v>0.72361600000000004</c:v>
                </c:pt>
                <c:pt idx="451">
                  <c:v>0.72411599999999998</c:v>
                </c:pt>
                <c:pt idx="452">
                  <c:v>0.72461699999999996</c:v>
                </c:pt>
                <c:pt idx="453">
                  <c:v>0.72511599999999998</c:v>
                </c:pt>
                <c:pt idx="454">
                  <c:v>0.72561600000000004</c:v>
                </c:pt>
                <c:pt idx="455">
                  <c:v>0.72611499999999995</c:v>
                </c:pt>
                <c:pt idx="456">
                  <c:v>0.72661500000000001</c:v>
                </c:pt>
                <c:pt idx="457">
                  <c:v>0.72711499999999996</c:v>
                </c:pt>
                <c:pt idx="458">
                  <c:v>0.72761399999999998</c:v>
                </c:pt>
                <c:pt idx="459">
                  <c:v>0.72811300000000001</c:v>
                </c:pt>
                <c:pt idx="460">
                  <c:v>0.72861299999999996</c:v>
                </c:pt>
                <c:pt idx="461">
                  <c:v>0.72911300000000001</c:v>
                </c:pt>
                <c:pt idx="462">
                  <c:v>0.72961299999999996</c:v>
                </c:pt>
                <c:pt idx="463">
                  <c:v>0.73011099999999995</c:v>
                </c:pt>
                <c:pt idx="464">
                  <c:v>0.73060999999999998</c:v>
                </c:pt>
                <c:pt idx="465">
                  <c:v>0.73111000000000004</c:v>
                </c:pt>
                <c:pt idx="466">
                  <c:v>0.73161100000000001</c:v>
                </c:pt>
                <c:pt idx="467">
                  <c:v>0.73211099999999996</c:v>
                </c:pt>
                <c:pt idx="468">
                  <c:v>0.73261100000000001</c:v>
                </c:pt>
                <c:pt idx="469">
                  <c:v>0.73310900000000001</c:v>
                </c:pt>
                <c:pt idx="470">
                  <c:v>0.73360899999999996</c:v>
                </c:pt>
                <c:pt idx="471">
                  <c:v>0.73410900000000001</c:v>
                </c:pt>
                <c:pt idx="472">
                  <c:v>0.73460899999999996</c:v>
                </c:pt>
                <c:pt idx="473">
                  <c:v>0.73510799999999998</c:v>
                </c:pt>
                <c:pt idx="474">
                  <c:v>0.73560700000000001</c:v>
                </c:pt>
                <c:pt idx="475">
                  <c:v>0.73610699999999996</c:v>
                </c:pt>
                <c:pt idx="476">
                  <c:v>0.73660700000000001</c:v>
                </c:pt>
                <c:pt idx="477">
                  <c:v>0.73710799999999999</c:v>
                </c:pt>
                <c:pt idx="478">
                  <c:v>0.73760599999999998</c:v>
                </c:pt>
                <c:pt idx="479">
                  <c:v>0.73810500000000001</c:v>
                </c:pt>
                <c:pt idx="480">
                  <c:v>0.73860499999999996</c:v>
                </c:pt>
                <c:pt idx="481">
                  <c:v>0.73910699999999996</c:v>
                </c:pt>
                <c:pt idx="482">
                  <c:v>0.73960700000000001</c:v>
                </c:pt>
                <c:pt idx="483">
                  <c:v>0.74010699999999996</c:v>
                </c:pt>
                <c:pt idx="484">
                  <c:v>0.74060700000000002</c:v>
                </c:pt>
                <c:pt idx="485">
                  <c:v>0.74110799999999999</c:v>
                </c:pt>
                <c:pt idx="486">
                  <c:v>0.74160899999999996</c:v>
                </c:pt>
                <c:pt idx="487">
                  <c:v>0.74210900000000002</c:v>
                </c:pt>
                <c:pt idx="488">
                  <c:v>0.74260700000000002</c:v>
                </c:pt>
                <c:pt idx="489">
                  <c:v>0.74310500000000002</c:v>
                </c:pt>
                <c:pt idx="490">
                  <c:v>0.74360400000000004</c:v>
                </c:pt>
                <c:pt idx="491">
                  <c:v>0.74410399999999999</c:v>
                </c:pt>
                <c:pt idx="492">
                  <c:v>0.74460400000000004</c:v>
                </c:pt>
                <c:pt idx="493">
                  <c:v>0.74510299999999996</c:v>
                </c:pt>
                <c:pt idx="494">
                  <c:v>0.74560300000000002</c:v>
                </c:pt>
                <c:pt idx="495">
                  <c:v>0.74610399999999999</c:v>
                </c:pt>
                <c:pt idx="496">
                  <c:v>0.74660300000000002</c:v>
                </c:pt>
                <c:pt idx="497">
                  <c:v>0.74710100000000002</c:v>
                </c:pt>
                <c:pt idx="498">
                  <c:v>0.74759799999999998</c:v>
                </c:pt>
                <c:pt idx="499">
                  <c:v>0.74809599999999998</c:v>
                </c:pt>
                <c:pt idx="500">
                  <c:v>0.74859699999999996</c:v>
                </c:pt>
                <c:pt idx="501">
                  <c:v>0.74909700000000001</c:v>
                </c:pt>
                <c:pt idx="502">
                  <c:v>0.74959699999999996</c:v>
                </c:pt>
                <c:pt idx="503">
                  <c:v>0.75009700000000001</c:v>
                </c:pt>
                <c:pt idx="504">
                  <c:v>0.75059799999999999</c:v>
                </c:pt>
                <c:pt idx="505">
                  <c:v>0.75109999999999999</c:v>
                </c:pt>
                <c:pt idx="506">
                  <c:v>0.75160099999999996</c:v>
                </c:pt>
                <c:pt idx="507">
                  <c:v>0.75210100000000002</c:v>
                </c:pt>
                <c:pt idx="508">
                  <c:v>0.75260099999999996</c:v>
                </c:pt>
                <c:pt idx="509">
                  <c:v>0.75310100000000002</c:v>
                </c:pt>
                <c:pt idx="510">
                  <c:v>0.75360000000000005</c:v>
                </c:pt>
                <c:pt idx="511">
                  <c:v>0.75409999999999999</c:v>
                </c:pt>
                <c:pt idx="512">
                  <c:v>0.75459900000000002</c:v>
                </c:pt>
                <c:pt idx="513">
                  <c:v>0.75509800000000005</c:v>
                </c:pt>
                <c:pt idx="514">
                  <c:v>0.75559799999999999</c:v>
                </c:pt>
                <c:pt idx="515">
                  <c:v>0.75609800000000005</c:v>
                </c:pt>
                <c:pt idx="516">
                  <c:v>0.75659799999999999</c:v>
                </c:pt>
                <c:pt idx="517">
                  <c:v>0.75709800000000005</c:v>
                </c:pt>
                <c:pt idx="518">
                  <c:v>0.75759799999999999</c:v>
                </c:pt>
                <c:pt idx="519">
                  <c:v>0.75809899999999997</c:v>
                </c:pt>
                <c:pt idx="520">
                  <c:v>0.75860099999999997</c:v>
                </c:pt>
                <c:pt idx="521">
                  <c:v>0.75910299999999997</c:v>
                </c:pt>
                <c:pt idx="522">
                  <c:v>0.75960300000000003</c:v>
                </c:pt>
                <c:pt idx="523">
                  <c:v>0.76010299999999997</c:v>
                </c:pt>
                <c:pt idx="524">
                  <c:v>0.76060300000000003</c:v>
                </c:pt>
                <c:pt idx="525">
                  <c:v>0.76110500000000003</c:v>
                </c:pt>
                <c:pt idx="526">
                  <c:v>0.76160499999999998</c:v>
                </c:pt>
                <c:pt idx="527">
                  <c:v>0.762104</c:v>
                </c:pt>
                <c:pt idx="528">
                  <c:v>0.762602</c:v>
                </c:pt>
                <c:pt idx="529">
                  <c:v>0.76310100000000003</c:v>
                </c:pt>
                <c:pt idx="530">
                  <c:v>0.76360099999999997</c:v>
                </c:pt>
                <c:pt idx="531">
                  <c:v>0.7641</c:v>
                </c:pt>
                <c:pt idx="532">
                  <c:v>0.764598</c:v>
                </c:pt>
                <c:pt idx="533">
                  <c:v>0.765096</c:v>
                </c:pt>
                <c:pt idx="534">
                  <c:v>0.76559500000000003</c:v>
                </c:pt>
                <c:pt idx="535">
                  <c:v>0.76609300000000002</c:v>
                </c:pt>
                <c:pt idx="536">
                  <c:v>0.76659200000000005</c:v>
                </c:pt>
                <c:pt idx="537">
                  <c:v>0.76709099999999997</c:v>
                </c:pt>
                <c:pt idx="538">
                  <c:v>0.76759100000000002</c:v>
                </c:pt>
                <c:pt idx="539">
                  <c:v>0.768092</c:v>
                </c:pt>
                <c:pt idx="540">
                  <c:v>0.76859299999999997</c:v>
                </c:pt>
                <c:pt idx="541">
                  <c:v>0.76909300000000003</c:v>
                </c:pt>
                <c:pt idx="542">
                  <c:v>0.76959299999999997</c:v>
                </c:pt>
                <c:pt idx="543">
                  <c:v>0.77009399999999995</c:v>
                </c:pt>
                <c:pt idx="544">
                  <c:v>0.77059599999999995</c:v>
                </c:pt>
                <c:pt idx="545">
                  <c:v>0.77109700000000003</c:v>
                </c:pt>
                <c:pt idx="546">
                  <c:v>0.77159699999999998</c:v>
                </c:pt>
                <c:pt idx="547">
                  <c:v>0.772096</c:v>
                </c:pt>
                <c:pt idx="548">
                  <c:v>0.77259500000000003</c:v>
                </c:pt>
                <c:pt idx="549">
                  <c:v>0.77309600000000001</c:v>
                </c:pt>
                <c:pt idx="550">
                  <c:v>0.77359699999999998</c:v>
                </c:pt>
                <c:pt idx="551">
                  <c:v>0.77409700000000004</c:v>
                </c:pt>
                <c:pt idx="552">
                  <c:v>0.77459699999999998</c:v>
                </c:pt>
                <c:pt idx="553">
                  <c:v>0.77509700000000004</c:v>
                </c:pt>
                <c:pt idx="554">
                  <c:v>0.77559699999999998</c:v>
                </c:pt>
                <c:pt idx="555">
                  <c:v>0.77609600000000001</c:v>
                </c:pt>
                <c:pt idx="556">
                  <c:v>0.77659500000000004</c:v>
                </c:pt>
                <c:pt idx="557">
                  <c:v>0.77709399999999995</c:v>
                </c:pt>
                <c:pt idx="558">
                  <c:v>0.77759299999999998</c:v>
                </c:pt>
                <c:pt idx="559">
                  <c:v>0.77809300000000003</c:v>
                </c:pt>
                <c:pt idx="560">
                  <c:v>0.77859299999999998</c:v>
                </c:pt>
                <c:pt idx="561">
                  <c:v>0.77909300000000004</c:v>
                </c:pt>
                <c:pt idx="562">
                  <c:v>0.77959299999999998</c:v>
                </c:pt>
                <c:pt idx="563">
                  <c:v>0.78009499999999998</c:v>
                </c:pt>
                <c:pt idx="564">
                  <c:v>0.78059699999999999</c:v>
                </c:pt>
                <c:pt idx="565">
                  <c:v>0.78109700000000004</c:v>
                </c:pt>
                <c:pt idx="566">
                  <c:v>0.78159699999999999</c:v>
                </c:pt>
                <c:pt idx="567">
                  <c:v>0.78209499999999998</c:v>
                </c:pt>
                <c:pt idx="568">
                  <c:v>0.78259400000000001</c:v>
                </c:pt>
                <c:pt idx="569">
                  <c:v>0.78309300000000004</c:v>
                </c:pt>
                <c:pt idx="570">
                  <c:v>0.78359199999999996</c:v>
                </c:pt>
                <c:pt idx="571">
                  <c:v>0.78408900000000004</c:v>
                </c:pt>
                <c:pt idx="572">
                  <c:v>0.78458799999999995</c:v>
                </c:pt>
                <c:pt idx="573">
                  <c:v>0.78508800000000001</c:v>
                </c:pt>
                <c:pt idx="574">
                  <c:v>0.78558799999999995</c:v>
                </c:pt>
                <c:pt idx="575">
                  <c:v>0.78608699999999998</c:v>
                </c:pt>
                <c:pt idx="576">
                  <c:v>0.78658600000000001</c:v>
                </c:pt>
                <c:pt idx="577">
                  <c:v>0.78708599999999995</c:v>
                </c:pt>
                <c:pt idx="578">
                  <c:v>0.78758799999999995</c:v>
                </c:pt>
                <c:pt idx="579">
                  <c:v>0.78808900000000004</c:v>
                </c:pt>
                <c:pt idx="580">
                  <c:v>0.78858899999999998</c:v>
                </c:pt>
                <c:pt idx="581">
                  <c:v>0.78908999999999996</c:v>
                </c:pt>
                <c:pt idx="582">
                  <c:v>0.78959100000000004</c:v>
                </c:pt>
                <c:pt idx="583">
                  <c:v>0.79009099999999999</c:v>
                </c:pt>
                <c:pt idx="584">
                  <c:v>0.79059199999999996</c:v>
                </c:pt>
                <c:pt idx="585">
                  <c:v>0.79109099999999999</c:v>
                </c:pt>
                <c:pt idx="586">
                  <c:v>0.79158899999999999</c:v>
                </c:pt>
                <c:pt idx="587">
                  <c:v>0.79208800000000001</c:v>
                </c:pt>
                <c:pt idx="588">
                  <c:v>0.79258799999999996</c:v>
                </c:pt>
                <c:pt idx="589">
                  <c:v>0.79308800000000002</c:v>
                </c:pt>
                <c:pt idx="590">
                  <c:v>0.79358700000000004</c:v>
                </c:pt>
                <c:pt idx="591">
                  <c:v>0.79408599999999996</c:v>
                </c:pt>
                <c:pt idx="592">
                  <c:v>0.79458499999999999</c:v>
                </c:pt>
                <c:pt idx="593">
                  <c:v>0.79508500000000004</c:v>
                </c:pt>
                <c:pt idx="594">
                  <c:v>0.79558399999999996</c:v>
                </c:pt>
                <c:pt idx="595">
                  <c:v>0.79608199999999996</c:v>
                </c:pt>
                <c:pt idx="596">
                  <c:v>0.79658200000000001</c:v>
                </c:pt>
                <c:pt idx="597">
                  <c:v>0.79708199999999996</c:v>
                </c:pt>
                <c:pt idx="598">
                  <c:v>0.79758300000000004</c:v>
                </c:pt>
                <c:pt idx="599">
                  <c:v>0.79808400000000002</c:v>
                </c:pt>
                <c:pt idx="600">
                  <c:v>0.79858499999999999</c:v>
                </c:pt>
                <c:pt idx="601">
                  <c:v>0.79908500000000005</c:v>
                </c:pt>
                <c:pt idx="602">
                  <c:v>0.79958600000000002</c:v>
                </c:pt>
                <c:pt idx="603">
                  <c:v>0.80008800000000002</c:v>
                </c:pt>
                <c:pt idx="604">
                  <c:v>0.80058799999999997</c:v>
                </c:pt>
                <c:pt idx="605">
                  <c:v>0.80108599999999996</c:v>
                </c:pt>
                <c:pt idx="606">
                  <c:v>0.80158399999999996</c:v>
                </c:pt>
                <c:pt idx="607">
                  <c:v>0.80208199999999996</c:v>
                </c:pt>
                <c:pt idx="608">
                  <c:v>0.80258200000000002</c:v>
                </c:pt>
                <c:pt idx="609">
                  <c:v>0.80308100000000004</c:v>
                </c:pt>
                <c:pt idx="610">
                  <c:v>0.80357999999999996</c:v>
                </c:pt>
                <c:pt idx="611">
                  <c:v>0.80407899999999999</c:v>
                </c:pt>
                <c:pt idx="612">
                  <c:v>0.80457900000000004</c:v>
                </c:pt>
                <c:pt idx="613">
                  <c:v>0.80507899999999999</c:v>
                </c:pt>
                <c:pt idx="614">
                  <c:v>0.80557699999999999</c:v>
                </c:pt>
                <c:pt idx="615">
                  <c:v>0.80607600000000001</c:v>
                </c:pt>
                <c:pt idx="616">
                  <c:v>0.80657599999999996</c:v>
                </c:pt>
                <c:pt idx="617">
                  <c:v>0.80707700000000004</c:v>
                </c:pt>
                <c:pt idx="618">
                  <c:v>0.80757900000000005</c:v>
                </c:pt>
                <c:pt idx="619">
                  <c:v>0.80808100000000005</c:v>
                </c:pt>
                <c:pt idx="620">
                  <c:v>0.80858200000000002</c:v>
                </c:pt>
                <c:pt idx="621">
                  <c:v>0.809083</c:v>
                </c:pt>
                <c:pt idx="622">
                  <c:v>0.809585</c:v>
                </c:pt>
                <c:pt idx="623">
                  <c:v>0.81008400000000003</c:v>
                </c:pt>
                <c:pt idx="624">
                  <c:v>0.81058300000000005</c:v>
                </c:pt>
                <c:pt idx="625">
                  <c:v>0.81108100000000005</c:v>
                </c:pt>
                <c:pt idx="626">
                  <c:v>0.81157999999999997</c:v>
                </c:pt>
                <c:pt idx="627">
                  <c:v>0.81208000000000002</c:v>
                </c:pt>
                <c:pt idx="628">
                  <c:v>0.81257800000000002</c:v>
                </c:pt>
                <c:pt idx="629">
                  <c:v>0.81307600000000002</c:v>
                </c:pt>
                <c:pt idx="630">
                  <c:v>0.81357500000000005</c:v>
                </c:pt>
                <c:pt idx="631">
                  <c:v>0.81407499999999999</c:v>
                </c:pt>
                <c:pt idx="632">
                  <c:v>0.81457500000000005</c:v>
                </c:pt>
                <c:pt idx="633">
                  <c:v>0.81507399999999997</c:v>
                </c:pt>
                <c:pt idx="634">
                  <c:v>0.81557299999999999</c:v>
                </c:pt>
                <c:pt idx="635">
                  <c:v>0.81607099999999999</c:v>
                </c:pt>
                <c:pt idx="636">
                  <c:v>0.81657199999999996</c:v>
                </c:pt>
                <c:pt idx="637">
                  <c:v>0.81707300000000005</c:v>
                </c:pt>
                <c:pt idx="638">
                  <c:v>0.81757400000000002</c:v>
                </c:pt>
                <c:pt idx="639">
                  <c:v>0.81807399999999997</c:v>
                </c:pt>
                <c:pt idx="640">
                  <c:v>0.81857500000000005</c:v>
                </c:pt>
                <c:pt idx="641">
                  <c:v>0.81907700000000006</c:v>
                </c:pt>
                <c:pt idx="642">
                  <c:v>0.81957999999999998</c:v>
                </c:pt>
                <c:pt idx="643">
                  <c:v>0.82008099999999995</c:v>
                </c:pt>
                <c:pt idx="644">
                  <c:v>0.820581</c:v>
                </c:pt>
                <c:pt idx="645">
                  <c:v>0.82108099999999995</c:v>
                </c:pt>
                <c:pt idx="646">
                  <c:v>0.82158200000000003</c:v>
                </c:pt>
                <c:pt idx="647">
                  <c:v>0.82208099999999995</c:v>
                </c:pt>
                <c:pt idx="648">
                  <c:v>0.82257800000000003</c:v>
                </c:pt>
                <c:pt idx="649">
                  <c:v>0.82307399999999997</c:v>
                </c:pt>
                <c:pt idx="650">
                  <c:v>0.82357199999999997</c:v>
                </c:pt>
                <c:pt idx="651">
                  <c:v>0.824071</c:v>
                </c:pt>
                <c:pt idx="652">
                  <c:v>0.82457100000000005</c:v>
                </c:pt>
                <c:pt idx="653">
                  <c:v>0.825071</c:v>
                </c:pt>
                <c:pt idx="654">
                  <c:v>0.82557100000000005</c:v>
                </c:pt>
                <c:pt idx="655">
                  <c:v>0.826071</c:v>
                </c:pt>
                <c:pt idx="656">
                  <c:v>0.82657099999999994</c:v>
                </c:pt>
                <c:pt idx="657">
                  <c:v>0.827071</c:v>
                </c:pt>
                <c:pt idx="658">
                  <c:v>0.82757199999999997</c:v>
                </c:pt>
                <c:pt idx="659">
                  <c:v>0.82807200000000003</c:v>
                </c:pt>
                <c:pt idx="660">
                  <c:v>0.828573</c:v>
                </c:pt>
                <c:pt idx="661">
                  <c:v>0.82907500000000001</c:v>
                </c:pt>
                <c:pt idx="662">
                  <c:v>0.82957400000000003</c:v>
                </c:pt>
                <c:pt idx="663">
                  <c:v>0.83007299999999995</c:v>
                </c:pt>
                <c:pt idx="664">
                  <c:v>0.83057300000000001</c:v>
                </c:pt>
                <c:pt idx="665">
                  <c:v>0.83107299999999995</c:v>
                </c:pt>
                <c:pt idx="666">
                  <c:v>0.83157400000000004</c:v>
                </c:pt>
                <c:pt idx="667">
                  <c:v>0.83207299999999995</c:v>
                </c:pt>
                <c:pt idx="668">
                  <c:v>0.83257199999999998</c:v>
                </c:pt>
                <c:pt idx="669">
                  <c:v>0.83307200000000003</c:v>
                </c:pt>
                <c:pt idx="670">
                  <c:v>0.83357300000000001</c:v>
                </c:pt>
                <c:pt idx="671">
                  <c:v>0.83407299999999995</c:v>
                </c:pt>
                <c:pt idx="672">
                  <c:v>0.83457199999999998</c:v>
                </c:pt>
                <c:pt idx="673">
                  <c:v>0.83506899999999995</c:v>
                </c:pt>
                <c:pt idx="674">
                  <c:v>0.83556600000000003</c:v>
                </c:pt>
                <c:pt idx="675">
                  <c:v>0.83606599999999998</c:v>
                </c:pt>
                <c:pt idx="676">
                  <c:v>0.83656699999999995</c:v>
                </c:pt>
                <c:pt idx="677">
                  <c:v>0.83706800000000003</c:v>
                </c:pt>
                <c:pt idx="678">
                  <c:v>0.83756900000000001</c:v>
                </c:pt>
                <c:pt idx="679">
                  <c:v>0.83806999999999998</c:v>
                </c:pt>
                <c:pt idx="680">
                  <c:v>0.83857199999999998</c:v>
                </c:pt>
                <c:pt idx="681">
                  <c:v>0.83907399999999999</c:v>
                </c:pt>
                <c:pt idx="682">
                  <c:v>0.83957400000000004</c:v>
                </c:pt>
                <c:pt idx="683">
                  <c:v>0.84007399999999999</c:v>
                </c:pt>
                <c:pt idx="684">
                  <c:v>0.84057300000000001</c:v>
                </c:pt>
                <c:pt idx="685">
                  <c:v>0.84107299999999996</c:v>
                </c:pt>
                <c:pt idx="686">
                  <c:v>0.84157400000000004</c:v>
                </c:pt>
                <c:pt idx="687">
                  <c:v>0.84207299999999996</c:v>
                </c:pt>
                <c:pt idx="688">
                  <c:v>0.84257099999999996</c:v>
                </c:pt>
                <c:pt idx="689">
                  <c:v>0.84306999999999999</c:v>
                </c:pt>
                <c:pt idx="690">
                  <c:v>0.84357000000000004</c:v>
                </c:pt>
                <c:pt idx="691">
                  <c:v>0.84407100000000002</c:v>
                </c:pt>
                <c:pt idx="692">
                  <c:v>0.84456900000000001</c:v>
                </c:pt>
                <c:pt idx="693">
                  <c:v>0.84506800000000004</c:v>
                </c:pt>
                <c:pt idx="694">
                  <c:v>0.84556600000000004</c:v>
                </c:pt>
                <c:pt idx="695">
                  <c:v>0.84606599999999998</c:v>
                </c:pt>
                <c:pt idx="696">
                  <c:v>0.84656699999999996</c:v>
                </c:pt>
                <c:pt idx="697">
                  <c:v>0.84706700000000001</c:v>
                </c:pt>
                <c:pt idx="698">
                  <c:v>0.84756600000000004</c:v>
                </c:pt>
                <c:pt idx="699">
                  <c:v>0.84806599999999999</c:v>
                </c:pt>
                <c:pt idx="700">
                  <c:v>0.84856699999999996</c:v>
                </c:pt>
                <c:pt idx="701">
                  <c:v>0.84906599999999999</c:v>
                </c:pt>
                <c:pt idx="702">
                  <c:v>0.84956399999999999</c:v>
                </c:pt>
                <c:pt idx="703">
                  <c:v>0.85006300000000001</c:v>
                </c:pt>
                <c:pt idx="704">
                  <c:v>0.85056200000000004</c:v>
                </c:pt>
                <c:pt idx="705">
                  <c:v>0.85106300000000001</c:v>
                </c:pt>
                <c:pt idx="706">
                  <c:v>0.85156299999999996</c:v>
                </c:pt>
                <c:pt idx="707">
                  <c:v>0.85206199999999999</c:v>
                </c:pt>
                <c:pt idx="708">
                  <c:v>0.85255999999999998</c:v>
                </c:pt>
                <c:pt idx="709">
                  <c:v>0.85305799999999998</c:v>
                </c:pt>
                <c:pt idx="710">
                  <c:v>0.85355899999999996</c:v>
                </c:pt>
                <c:pt idx="711">
                  <c:v>0.85405900000000001</c:v>
                </c:pt>
                <c:pt idx="712">
                  <c:v>0.85455800000000004</c:v>
                </c:pt>
                <c:pt idx="713">
                  <c:v>0.85505699999999996</c:v>
                </c:pt>
                <c:pt idx="714">
                  <c:v>0.85555700000000001</c:v>
                </c:pt>
                <c:pt idx="715">
                  <c:v>0.85606000000000004</c:v>
                </c:pt>
                <c:pt idx="716">
                  <c:v>0.85656299999999996</c:v>
                </c:pt>
                <c:pt idx="717">
                  <c:v>0.85706300000000002</c:v>
                </c:pt>
                <c:pt idx="718">
                  <c:v>0.85756399999999999</c:v>
                </c:pt>
                <c:pt idx="719">
                  <c:v>0.858066</c:v>
                </c:pt>
                <c:pt idx="720">
                  <c:v>0.85856600000000005</c:v>
                </c:pt>
                <c:pt idx="721">
                  <c:v>0.85906400000000005</c:v>
                </c:pt>
                <c:pt idx="722">
                  <c:v>0.85955999999999999</c:v>
                </c:pt>
                <c:pt idx="723">
                  <c:v>0.86005799999999999</c:v>
                </c:pt>
                <c:pt idx="724">
                  <c:v>0.86055700000000002</c:v>
                </c:pt>
                <c:pt idx="725">
                  <c:v>0.86105699999999996</c:v>
                </c:pt>
                <c:pt idx="726">
                  <c:v>0.86155800000000005</c:v>
                </c:pt>
                <c:pt idx="727">
                  <c:v>0.86205799999999999</c:v>
                </c:pt>
                <c:pt idx="728">
                  <c:v>0.86255800000000005</c:v>
                </c:pt>
                <c:pt idx="729">
                  <c:v>0.86305799999999999</c:v>
                </c:pt>
                <c:pt idx="730">
                  <c:v>0.86355899999999997</c:v>
                </c:pt>
                <c:pt idx="731">
                  <c:v>0.86405900000000002</c:v>
                </c:pt>
                <c:pt idx="732">
                  <c:v>0.86455899999999997</c:v>
                </c:pt>
                <c:pt idx="733">
                  <c:v>0.86505799999999999</c:v>
                </c:pt>
                <c:pt idx="734">
                  <c:v>0.86555800000000005</c:v>
                </c:pt>
                <c:pt idx="735">
                  <c:v>0.86605900000000002</c:v>
                </c:pt>
                <c:pt idx="736">
                  <c:v>0.86656</c:v>
                </c:pt>
                <c:pt idx="737">
                  <c:v>0.86706000000000005</c:v>
                </c:pt>
                <c:pt idx="738">
                  <c:v>0.86755800000000005</c:v>
                </c:pt>
                <c:pt idx="739">
                  <c:v>0.86805600000000005</c:v>
                </c:pt>
                <c:pt idx="740">
                  <c:v>0.86855499999999997</c:v>
                </c:pt>
                <c:pt idx="741">
                  <c:v>0.86905399999999999</c:v>
                </c:pt>
                <c:pt idx="742">
                  <c:v>0.86955300000000002</c:v>
                </c:pt>
                <c:pt idx="743">
                  <c:v>0.87005299999999997</c:v>
                </c:pt>
                <c:pt idx="744">
                  <c:v>0.87055300000000002</c:v>
                </c:pt>
                <c:pt idx="745">
                  <c:v>0.87105299999999997</c:v>
                </c:pt>
                <c:pt idx="746">
                  <c:v>0.87155400000000005</c:v>
                </c:pt>
                <c:pt idx="747">
                  <c:v>0.87205500000000002</c:v>
                </c:pt>
                <c:pt idx="748">
                  <c:v>0.87255499999999997</c:v>
                </c:pt>
                <c:pt idx="749">
                  <c:v>0.87305600000000005</c:v>
                </c:pt>
                <c:pt idx="750">
                  <c:v>0.87355700000000003</c:v>
                </c:pt>
                <c:pt idx="751">
                  <c:v>0.87405699999999997</c:v>
                </c:pt>
                <c:pt idx="752">
                  <c:v>0.874556</c:v>
                </c:pt>
                <c:pt idx="753">
                  <c:v>0.87505500000000003</c:v>
                </c:pt>
                <c:pt idx="754">
                  <c:v>0.875556</c:v>
                </c:pt>
                <c:pt idx="755">
                  <c:v>0.87605500000000003</c:v>
                </c:pt>
                <c:pt idx="756">
                  <c:v>0.87655300000000003</c:v>
                </c:pt>
                <c:pt idx="757">
                  <c:v>0.87705200000000005</c:v>
                </c:pt>
                <c:pt idx="758">
                  <c:v>0.87755099999999997</c:v>
                </c:pt>
                <c:pt idx="759">
                  <c:v>0.87805100000000003</c:v>
                </c:pt>
                <c:pt idx="760">
                  <c:v>0.87855099999999997</c:v>
                </c:pt>
                <c:pt idx="761">
                  <c:v>0.87905</c:v>
                </c:pt>
                <c:pt idx="762">
                  <c:v>0.87954900000000003</c:v>
                </c:pt>
                <c:pt idx="763">
                  <c:v>0.88005</c:v>
                </c:pt>
                <c:pt idx="764">
                  <c:v>0.880552</c:v>
                </c:pt>
                <c:pt idx="765">
                  <c:v>0.881054</c:v>
                </c:pt>
                <c:pt idx="766">
                  <c:v>0.88155300000000003</c:v>
                </c:pt>
                <c:pt idx="767">
                  <c:v>0.88205299999999998</c:v>
                </c:pt>
                <c:pt idx="768">
                  <c:v>0.88255399999999995</c:v>
                </c:pt>
                <c:pt idx="769">
                  <c:v>0.88305500000000003</c:v>
                </c:pt>
                <c:pt idx="770">
                  <c:v>0.88355499999999998</c:v>
                </c:pt>
                <c:pt idx="771">
                  <c:v>0.88405400000000001</c:v>
                </c:pt>
                <c:pt idx="772">
                  <c:v>0.88455099999999998</c:v>
                </c:pt>
                <c:pt idx="773">
                  <c:v>0.88505</c:v>
                </c:pt>
                <c:pt idx="774">
                  <c:v>0.88554900000000003</c:v>
                </c:pt>
                <c:pt idx="775">
                  <c:v>0.88604799999999995</c:v>
                </c:pt>
                <c:pt idx="776">
                  <c:v>0.88654599999999995</c:v>
                </c:pt>
                <c:pt idx="777">
                  <c:v>0.88704499999999997</c:v>
                </c:pt>
                <c:pt idx="778">
                  <c:v>0.88754599999999995</c:v>
                </c:pt>
                <c:pt idx="779">
                  <c:v>0.88804700000000003</c:v>
                </c:pt>
                <c:pt idx="780">
                  <c:v>0.88854599999999995</c:v>
                </c:pt>
                <c:pt idx="781">
                  <c:v>0.88904499999999997</c:v>
                </c:pt>
                <c:pt idx="782">
                  <c:v>0.88954500000000003</c:v>
                </c:pt>
                <c:pt idx="783">
                  <c:v>0.89004700000000003</c:v>
                </c:pt>
                <c:pt idx="784">
                  <c:v>0.89054800000000001</c:v>
                </c:pt>
                <c:pt idx="785">
                  <c:v>0.89104799999999995</c:v>
                </c:pt>
                <c:pt idx="786">
                  <c:v>0.89154800000000001</c:v>
                </c:pt>
                <c:pt idx="787">
                  <c:v>0.89204799999999995</c:v>
                </c:pt>
                <c:pt idx="788">
                  <c:v>0.89254900000000004</c:v>
                </c:pt>
                <c:pt idx="789">
                  <c:v>0.89305000000000001</c:v>
                </c:pt>
                <c:pt idx="790">
                  <c:v>0.89354999999999996</c:v>
                </c:pt>
                <c:pt idx="791">
                  <c:v>0.89404899999999998</c:v>
                </c:pt>
                <c:pt idx="792">
                  <c:v>0.89454900000000004</c:v>
                </c:pt>
                <c:pt idx="793">
                  <c:v>0.89505000000000001</c:v>
                </c:pt>
                <c:pt idx="794">
                  <c:v>0.89555200000000001</c:v>
                </c:pt>
                <c:pt idx="795">
                  <c:v>0.89605199999999996</c:v>
                </c:pt>
                <c:pt idx="796">
                  <c:v>0.89654999999999996</c:v>
                </c:pt>
                <c:pt idx="797">
                  <c:v>0.89704899999999999</c:v>
                </c:pt>
                <c:pt idx="798">
                  <c:v>0.89754800000000001</c:v>
                </c:pt>
                <c:pt idx="799">
                  <c:v>0.89804700000000004</c:v>
                </c:pt>
                <c:pt idx="800">
                  <c:v>0.89854500000000004</c:v>
                </c:pt>
                <c:pt idx="801">
                  <c:v>0.89904399999999995</c:v>
                </c:pt>
                <c:pt idx="802">
                  <c:v>0.89954400000000001</c:v>
                </c:pt>
                <c:pt idx="803">
                  <c:v>0.90004600000000001</c:v>
                </c:pt>
                <c:pt idx="804">
                  <c:v>0.90054599999999996</c:v>
                </c:pt>
                <c:pt idx="805">
                  <c:v>0.90104600000000001</c:v>
                </c:pt>
                <c:pt idx="806">
                  <c:v>0.90154599999999996</c:v>
                </c:pt>
                <c:pt idx="807">
                  <c:v>0.90204700000000004</c:v>
                </c:pt>
                <c:pt idx="808">
                  <c:v>0.90254900000000005</c:v>
                </c:pt>
                <c:pt idx="809">
                  <c:v>0.90304899999999999</c:v>
                </c:pt>
                <c:pt idx="810">
                  <c:v>0.90354800000000002</c:v>
                </c:pt>
                <c:pt idx="811">
                  <c:v>0.90404600000000002</c:v>
                </c:pt>
                <c:pt idx="812">
                  <c:v>0.90454500000000004</c:v>
                </c:pt>
                <c:pt idx="813">
                  <c:v>0.90504499999999999</c:v>
                </c:pt>
                <c:pt idx="814">
                  <c:v>0.90554400000000002</c:v>
                </c:pt>
                <c:pt idx="815">
                  <c:v>0.90604399999999996</c:v>
                </c:pt>
                <c:pt idx="816">
                  <c:v>0.90654400000000002</c:v>
                </c:pt>
                <c:pt idx="817">
                  <c:v>0.90704499999999999</c:v>
                </c:pt>
                <c:pt idx="818">
                  <c:v>0.90754500000000005</c:v>
                </c:pt>
                <c:pt idx="819">
                  <c:v>0.90804399999999996</c:v>
                </c:pt>
                <c:pt idx="820">
                  <c:v>0.90854299999999999</c:v>
                </c:pt>
                <c:pt idx="821">
                  <c:v>0.90904099999999999</c:v>
                </c:pt>
                <c:pt idx="822">
                  <c:v>0.90954000000000002</c:v>
                </c:pt>
                <c:pt idx="823">
                  <c:v>0.91003900000000004</c:v>
                </c:pt>
                <c:pt idx="824">
                  <c:v>0.91054000000000002</c:v>
                </c:pt>
                <c:pt idx="825">
                  <c:v>0.91103999999999996</c:v>
                </c:pt>
                <c:pt idx="826">
                  <c:v>0.91154100000000005</c:v>
                </c:pt>
                <c:pt idx="827">
                  <c:v>0.91204099999999999</c:v>
                </c:pt>
                <c:pt idx="828">
                  <c:v>0.91253899999999999</c:v>
                </c:pt>
                <c:pt idx="829">
                  <c:v>0.91303699999999999</c:v>
                </c:pt>
                <c:pt idx="830">
                  <c:v>0.91353600000000001</c:v>
                </c:pt>
                <c:pt idx="831">
                  <c:v>0.91403599999999996</c:v>
                </c:pt>
                <c:pt idx="832">
                  <c:v>0.91453899999999999</c:v>
                </c:pt>
                <c:pt idx="833">
                  <c:v>0.91504099999999999</c:v>
                </c:pt>
                <c:pt idx="834">
                  <c:v>0.91554199999999997</c:v>
                </c:pt>
                <c:pt idx="835">
                  <c:v>0.91604200000000002</c:v>
                </c:pt>
                <c:pt idx="836">
                  <c:v>0.91654199999999997</c:v>
                </c:pt>
                <c:pt idx="837">
                  <c:v>0.91704300000000005</c:v>
                </c:pt>
                <c:pt idx="838">
                  <c:v>0.91754199999999997</c:v>
                </c:pt>
                <c:pt idx="839">
                  <c:v>0.91803999999999997</c:v>
                </c:pt>
                <c:pt idx="840">
                  <c:v>0.91853799999999997</c:v>
                </c:pt>
                <c:pt idx="841">
                  <c:v>0.91903800000000002</c:v>
                </c:pt>
                <c:pt idx="842">
                  <c:v>0.919539</c:v>
                </c:pt>
                <c:pt idx="843">
                  <c:v>0.92003900000000005</c:v>
                </c:pt>
                <c:pt idx="844">
                  <c:v>0.92053799999999997</c:v>
                </c:pt>
                <c:pt idx="845">
                  <c:v>0.92103800000000002</c:v>
                </c:pt>
                <c:pt idx="846">
                  <c:v>0.921539</c:v>
                </c:pt>
                <c:pt idx="847">
                  <c:v>0.92203999999999997</c:v>
                </c:pt>
                <c:pt idx="848">
                  <c:v>0.92254000000000003</c:v>
                </c:pt>
                <c:pt idx="849">
                  <c:v>0.92303800000000003</c:v>
                </c:pt>
                <c:pt idx="850">
                  <c:v>0.92353600000000002</c:v>
                </c:pt>
                <c:pt idx="851">
                  <c:v>0.92403599999999997</c:v>
                </c:pt>
                <c:pt idx="852">
                  <c:v>0.924535</c:v>
                </c:pt>
                <c:pt idx="853">
                  <c:v>0.92503299999999999</c:v>
                </c:pt>
                <c:pt idx="854">
                  <c:v>0.92552999999999996</c:v>
                </c:pt>
                <c:pt idx="855">
                  <c:v>0.92603000000000002</c:v>
                </c:pt>
                <c:pt idx="856">
                  <c:v>0.92653200000000002</c:v>
                </c:pt>
                <c:pt idx="857">
                  <c:v>0.92703400000000002</c:v>
                </c:pt>
                <c:pt idx="858">
                  <c:v>0.92753399999999997</c:v>
                </c:pt>
                <c:pt idx="859">
                  <c:v>0.92803500000000005</c:v>
                </c:pt>
                <c:pt idx="860">
                  <c:v>0.928535</c:v>
                </c:pt>
                <c:pt idx="861">
                  <c:v>0.92903599999999997</c:v>
                </c:pt>
                <c:pt idx="862">
                  <c:v>0.92953600000000003</c:v>
                </c:pt>
                <c:pt idx="863">
                  <c:v>0.930037</c:v>
                </c:pt>
                <c:pt idx="864">
                  <c:v>0.93053799999999998</c:v>
                </c:pt>
                <c:pt idx="865">
                  <c:v>0.931037</c:v>
                </c:pt>
                <c:pt idx="866">
                  <c:v>0.93153600000000003</c:v>
                </c:pt>
                <c:pt idx="867">
                  <c:v>0.93203599999999998</c:v>
                </c:pt>
                <c:pt idx="868">
                  <c:v>0.93253399999999997</c:v>
                </c:pt>
                <c:pt idx="869">
                  <c:v>0.933033</c:v>
                </c:pt>
                <c:pt idx="870">
                  <c:v>0.93353200000000003</c:v>
                </c:pt>
                <c:pt idx="871">
                  <c:v>0.934033</c:v>
                </c:pt>
                <c:pt idx="872">
                  <c:v>0.93453399999999998</c:v>
                </c:pt>
                <c:pt idx="873">
                  <c:v>0.93503499999999995</c:v>
                </c:pt>
                <c:pt idx="874">
                  <c:v>0.93553500000000001</c:v>
                </c:pt>
                <c:pt idx="875">
                  <c:v>0.93603700000000001</c:v>
                </c:pt>
                <c:pt idx="876">
                  <c:v>0.93653699999999995</c:v>
                </c:pt>
                <c:pt idx="877">
                  <c:v>0.93703700000000001</c:v>
                </c:pt>
                <c:pt idx="878">
                  <c:v>0.93753399999999998</c:v>
                </c:pt>
                <c:pt idx="879">
                  <c:v>0.93803199999999998</c:v>
                </c:pt>
                <c:pt idx="880">
                  <c:v>0.93852999999999998</c:v>
                </c:pt>
                <c:pt idx="881">
                  <c:v>0.93903000000000003</c:v>
                </c:pt>
                <c:pt idx="882">
                  <c:v>0.93953100000000001</c:v>
                </c:pt>
                <c:pt idx="883">
                  <c:v>0.94003000000000003</c:v>
                </c:pt>
                <c:pt idx="884">
                  <c:v>0.94052899999999995</c:v>
                </c:pt>
                <c:pt idx="885">
                  <c:v>0.941029</c:v>
                </c:pt>
                <c:pt idx="886">
                  <c:v>0.94152899999999995</c:v>
                </c:pt>
                <c:pt idx="887">
                  <c:v>0.94202900000000001</c:v>
                </c:pt>
                <c:pt idx="888">
                  <c:v>0.94252899999999995</c:v>
                </c:pt>
                <c:pt idx="889">
                  <c:v>0.94302699999999995</c:v>
                </c:pt>
                <c:pt idx="890">
                  <c:v>0.94352599999999998</c:v>
                </c:pt>
                <c:pt idx="891">
                  <c:v>0.94402600000000003</c:v>
                </c:pt>
                <c:pt idx="892">
                  <c:v>0.94452499999999995</c:v>
                </c:pt>
                <c:pt idx="893">
                  <c:v>0.94502399999999998</c:v>
                </c:pt>
                <c:pt idx="894">
                  <c:v>0.94552499999999995</c:v>
                </c:pt>
                <c:pt idx="895">
                  <c:v>0.94602600000000003</c:v>
                </c:pt>
                <c:pt idx="896">
                  <c:v>0.94652800000000004</c:v>
                </c:pt>
                <c:pt idx="897">
                  <c:v>0.94702699999999995</c:v>
                </c:pt>
                <c:pt idx="898">
                  <c:v>0.94752499999999995</c:v>
                </c:pt>
                <c:pt idx="899">
                  <c:v>0.94802200000000003</c:v>
                </c:pt>
                <c:pt idx="900">
                  <c:v>0.94852000000000003</c:v>
                </c:pt>
                <c:pt idx="901">
                  <c:v>0.94901899999999995</c:v>
                </c:pt>
                <c:pt idx="902">
                  <c:v>0.94951799999999997</c:v>
                </c:pt>
                <c:pt idx="903">
                  <c:v>0.950017</c:v>
                </c:pt>
                <c:pt idx="904">
                  <c:v>0.950515</c:v>
                </c:pt>
                <c:pt idx="905">
                  <c:v>0.95101500000000005</c:v>
                </c:pt>
                <c:pt idx="906">
                  <c:v>0.951515</c:v>
                </c:pt>
                <c:pt idx="907">
                  <c:v>0.95201499999999994</c:v>
                </c:pt>
                <c:pt idx="908">
                  <c:v>0.95251399999999997</c:v>
                </c:pt>
                <c:pt idx="909">
                  <c:v>0.95301400000000003</c:v>
                </c:pt>
                <c:pt idx="910">
                  <c:v>0.95351799999999998</c:v>
                </c:pt>
                <c:pt idx="911">
                  <c:v>0.95402100000000001</c:v>
                </c:pt>
                <c:pt idx="912">
                  <c:v>0.95452199999999998</c:v>
                </c:pt>
                <c:pt idx="913">
                  <c:v>0.95502200000000004</c:v>
                </c:pt>
                <c:pt idx="914">
                  <c:v>0.95552300000000001</c:v>
                </c:pt>
                <c:pt idx="915">
                  <c:v>0.95602299999999996</c:v>
                </c:pt>
                <c:pt idx="916">
                  <c:v>0.95652199999999998</c:v>
                </c:pt>
                <c:pt idx="917">
                  <c:v>0.95702100000000001</c:v>
                </c:pt>
                <c:pt idx="918">
                  <c:v>0.95752000000000004</c:v>
                </c:pt>
                <c:pt idx="919">
                  <c:v>0.95801999999999998</c:v>
                </c:pt>
                <c:pt idx="920">
                  <c:v>0.95852300000000001</c:v>
                </c:pt>
                <c:pt idx="921">
                  <c:v>0.95902399999999999</c:v>
                </c:pt>
                <c:pt idx="922">
                  <c:v>0.95952300000000001</c:v>
                </c:pt>
                <c:pt idx="923">
                  <c:v>0.96002200000000004</c:v>
                </c:pt>
                <c:pt idx="924">
                  <c:v>0.96052099999999996</c:v>
                </c:pt>
                <c:pt idx="925">
                  <c:v>0.96102100000000001</c:v>
                </c:pt>
                <c:pt idx="926">
                  <c:v>0.96152000000000004</c:v>
                </c:pt>
                <c:pt idx="927">
                  <c:v>0.96201899999999996</c:v>
                </c:pt>
                <c:pt idx="928">
                  <c:v>0.96251600000000004</c:v>
                </c:pt>
                <c:pt idx="929">
                  <c:v>0.96301300000000001</c:v>
                </c:pt>
                <c:pt idx="930">
                  <c:v>0.96351299999999995</c:v>
                </c:pt>
                <c:pt idx="931">
                  <c:v>0.96401400000000004</c:v>
                </c:pt>
                <c:pt idx="932">
                  <c:v>0.96451399999999998</c:v>
                </c:pt>
                <c:pt idx="933">
                  <c:v>0.96501400000000004</c:v>
                </c:pt>
                <c:pt idx="934">
                  <c:v>0.96551399999999998</c:v>
                </c:pt>
                <c:pt idx="935">
                  <c:v>0.96601400000000004</c:v>
                </c:pt>
                <c:pt idx="936">
                  <c:v>0.96651399999999998</c:v>
                </c:pt>
                <c:pt idx="937">
                  <c:v>0.96701300000000001</c:v>
                </c:pt>
                <c:pt idx="938">
                  <c:v>0.96751200000000004</c:v>
                </c:pt>
                <c:pt idx="939">
                  <c:v>0.96801300000000001</c:v>
                </c:pt>
                <c:pt idx="940">
                  <c:v>0.96851399999999999</c:v>
                </c:pt>
                <c:pt idx="941">
                  <c:v>0.96901300000000001</c:v>
                </c:pt>
                <c:pt idx="942">
                  <c:v>0.96950999999999998</c:v>
                </c:pt>
                <c:pt idx="943">
                  <c:v>0.97000799999999998</c:v>
                </c:pt>
                <c:pt idx="944">
                  <c:v>0.97050800000000004</c:v>
                </c:pt>
                <c:pt idx="945">
                  <c:v>0.97100799999999998</c:v>
                </c:pt>
                <c:pt idx="946">
                  <c:v>0.97150800000000004</c:v>
                </c:pt>
                <c:pt idx="947">
                  <c:v>0.97200900000000001</c:v>
                </c:pt>
                <c:pt idx="948">
                  <c:v>0.97250999999999999</c:v>
                </c:pt>
                <c:pt idx="949">
                  <c:v>0.97301199999999999</c:v>
                </c:pt>
                <c:pt idx="950">
                  <c:v>0.97351299999999996</c:v>
                </c:pt>
                <c:pt idx="951">
                  <c:v>0.97401300000000002</c:v>
                </c:pt>
                <c:pt idx="952">
                  <c:v>0.97451100000000002</c:v>
                </c:pt>
                <c:pt idx="953">
                  <c:v>0.97501099999999996</c:v>
                </c:pt>
                <c:pt idx="954">
                  <c:v>0.97551200000000005</c:v>
                </c:pt>
                <c:pt idx="955">
                  <c:v>0.97601300000000002</c:v>
                </c:pt>
                <c:pt idx="956">
                  <c:v>0.97651299999999996</c:v>
                </c:pt>
                <c:pt idx="957">
                  <c:v>0.97701400000000005</c:v>
                </c:pt>
                <c:pt idx="958">
                  <c:v>0.97751500000000002</c:v>
                </c:pt>
                <c:pt idx="959">
                  <c:v>0.97801499999999997</c:v>
                </c:pt>
                <c:pt idx="960">
                  <c:v>0.97851600000000005</c:v>
                </c:pt>
                <c:pt idx="961">
                  <c:v>0.97901499999999997</c:v>
                </c:pt>
                <c:pt idx="962">
                  <c:v>0.979514</c:v>
                </c:pt>
                <c:pt idx="963">
                  <c:v>0.98001199999999999</c:v>
                </c:pt>
                <c:pt idx="964">
                  <c:v>0.98051100000000002</c:v>
                </c:pt>
                <c:pt idx="965">
                  <c:v>0.98100900000000002</c:v>
                </c:pt>
                <c:pt idx="966">
                  <c:v>0.98150700000000002</c:v>
                </c:pt>
                <c:pt idx="967">
                  <c:v>0.98200500000000002</c:v>
                </c:pt>
                <c:pt idx="968">
                  <c:v>0.98250400000000004</c:v>
                </c:pt>
                <c:pt idx="969">
                  <c:v>0.98300600000000005</c:v>
                </c:pt>
                <c:pt idx="970">
                  <c:v>0.98350800000000005</c:v>
                </c:pt>
                <c:pt idx="971">
                  <c:v>0.98401000000000005</c:v>
                </c:pt>
                <c:pt idx="972">
                  <c:v>0.98451100000000002</c:v>
                </c:pt>
                <c:pt idx="973">
                  <c:v>0.985012</c:v>
                </c:pt>
                <c:pt idx="974">
                  <c:v>0.98551299999999997</c:v>
                </c:pt>
                <c:pt idx="975">
                  <c:v>0.98601099999999997</c:v>
                </c:pt>
                <c:pt idx="976">
                  <c:v>0.98650800000000005</c:v>
                </c:pt>
                <c:pt idx="977">
                  <c:v>0.98700600000000005</c:v>
                </c:pt>
                <c:pt idx="978">
                  <c:v>0.98750499999999997</c:v>
                </c:pt>
                <c:pt idx="979">
                  <c:v>0.98800500000000002</c:v>
                </c:pt>
                <c:pt idx="980">
                  <c:v>0.98850400000000005</c:v>
                </c:pt>
                <c:pt idx="981">
                  <c:v>0.98900299999999997</c:v>
                </c:pt>
                <c:pt idx="982">
                  <c:v>0.98950300000000002</c:v>
                </c:pt>
                <c:pt idx="983">
                  <c:v>0.990004</c:v>
                </c:pt>
                <c:pt idx="984">
                  <c:v>0.99050400000000005</c:v>
                </c:pt>
                <c:pt idx="985">
                  <c:v>0.99100500000000002</c:v>
                </c:pt>
                <c:pt idx="986">
                  <c:v>0.99150499999999997</c:v>
                </c:pt>
                <c:pt idx="987">
                  <c:v>0.992004</c:v>
                </c:pt>
                <c:pt idx="988">
                  <c:v>0.99250400000000005</c:v>
                </c:pt>
                <c:pt idx="989">
                  <c:v>0.99300500000000003</c:v>
                </c:pt>
                <c:pt idx="990">
                  <c:v>0.99350499999999997</c:v>
                </c:pt>
                <c:pt idx="991">
                  <c:v>0.994004</c:v>
                </c:pt>
                <c:pt idx="992">
                  <c:v>0.99450300000000003</c:v>
                </c:pt>
                <c:pt idx="993">
                  <c:v>0.995004</c:v>
                </c:pt>
                <c:pt idx="994">
                  <c:v>0.99550499999999997</c:v>
                </c:pt>
                <c:pt idx="995">
                  <c:v>0.996004</c:v>
                </c:pt>
                <c:pt idx="996">
                  <c:v>0.996502</c:v>
                </c:pt>
                <c:pt idx="997">
                  <c:v>0.99700100000000003</c:v>
                </c:pt>
                <c:pt idx="998">
                  <c:v>0.99749900000000002</c:v>
                </c:pt>
                <c:pt idx="999">
                  <c:v>0.99799700000000002</c:v>
                </c:pt>
                <c:pt idx="1000">
                  <c:v>0.99849399999999999</c:v>
                </c:pt>
                <c:pt idx="1001">
                  <c:v>0.99899199999999999</c:v>
                </c:pt>
                <c:pt idx="1002">
                  <c:v>0.99949200000000005</c:v>
                </c:pt>
                <c:pt idx="1003">
                  <c:v>0.99999300000000002</c:v>
                </c:pt>
                <c:pt idx="1004">
                  <c:v>1.0004900000000001</c:v>
                </c:pt>
                <c:pt idx="1005">
                  <c:v>1.00099</c:v>
                </c:pt>
                <c:pt idx="1006">
                  <c:v>1.00149</c:v>
                </c:pt>
                <c:pt idx="1007">
                  <c:v>1.0019899999999999</c:v>
                </c:pt>
                <c:pt idx="1008">
                  <c:v>1.0024999999999999</c:v>
                </c:pt>
                <c:pt idx="1009">
                  <c:v>1.0029999999999999</c:v>
                </c:pt>
                <c:pt idx="1010">
                  <c:v>1.0035000000000001</c:v>
                </c:pt>
                <c:pt idx="1011">
                  <c:v>1.004</c:v>
                </c:pt>
                <c:pt idx="1012">
                  <c:v>1.0044999999999999</c:v>
                </c:pt>
                <c:pt idx="1013">
                  <c:v>1.0049999999999999</c:v>
                </c:pt>
                <c:pt idx="1014">
                  <c:v>1.0055000000000001</c:v>
                </c:pt>
                <c:pt idx="1015">
                  <c:v>1.006</c:v>
                </c:pt>
                <c:pt idx="1016">
                  <c:v>1.0065</c:v>
                </c:pt>
                <c:pt idx="1017">
                  <c:v>1.0069999999999999</c:v>
                </c:pt>
                <c:pt idx="1018">
                  <c:v>1.00749</c:v>
                </c:pt>
                <c:pt idx="1019">
                  <c:v>1.0079899999999999</c:v>
                </c:pt>
                <c:pt idx="1020">
                  <c:v>1.0084900000000001</c:v>
                </c:pt>
                <c:pt idx="1021">
                  <c:v>1.0089900000000001</c:v>
                </c:pt>
                <c:pt idx="1022">
                  <c:v>1.00949</c:v>
                </c:pt>
                <c:pt idx="1023">
                  <c:v>1.0099899999999999</c:v>
                </c:pt>
                <c:pt idx="1024">
                  <c:v>1.0104900000000001</c:v>
                </c:pt>
                <c:pt idx="1025">
                  <c:v>1.0109900000000001</c:v>
                </c:pt>
                <c:pt idx="1026">
                  <c:v>1.01149</c:v>
                </c:pt>
                <c:pt idx="1027">
                  <c:v>1.012</c:v>
                </c:pt>
                <c:pt idx="1028">
                  <c:v>1.0125</c:v>
                </c:pt>
                <c:pt idx="1029">
                  <c:v>1.0129999999999999</c:v>
                </c:pt>
                <c:pt idx="1030">
                  <c:v>1.0135000000000001</c:v>
                </c:pt>
                <c:pt idx="1031">
                  <c:v>1.014</c:v>
                </c:pt>
                <c:pt idx="1032">
                  <c:v>1.0145</c:v>
                </c:pt>
                <c:pt idx="1033">
                  <c:v>1.0149999999999999</c:v>
                </c:pt>
                <c:pt idx="1034">
                  <c:v>1.0155000000000001</c:v>
                </c:pt>
                <c:pt idx="1035">
                  <c:v>1.016</c:v>
                </c:pt>
                <c:pt idx="1036">
                  <c:v>1.0165</c:v>
                </c:pt>
                <c:pt idx="1037">
                  <c:v>1.0169999999999999</c:v>
                </c:pt>
                <c:pt idx="1038">
                  <c:v>1.0175000000000001</c:v>
                </c:pt>
                <c:pt idx="1039">
                  <c:v>1.018</c:v>
                </c:pt>
                <c:pt idx="1040">
                  <c:v>1.0184899999999999</c:v>
                </c:pt>
                <c:pt idx="1041">
                  <c:v>1.0189900000000001</c:v>
                </c:pt>
                <c:pt idx="1042">
                  <c:v>1.01949</c:v>
                </c:pt>
                <c:pt idx="1043">
                  <c:v>1.01999</c:v>
                </c:pt>
                <c:pt idx="1044">
                  <c:v>1.0204899999999999</c:v>
                </c:pt>
                <c:pt idx="1045">
                  <c:v>1.0209900000000001</c:v>
                </c:pt>
                <c:pt idx="1046">
                  <c:v>1.02149</c:v>
                </c:pt>
                <c:pt idx="1047">
                  <c:v>1.02199</c:v>
                </c:pt>
                <c:pt idx="1048">
                  <c:v>1.0224899999999999</c:v>
                </c:pt>
                <c:pt idx="1049">
                  <c:v>1.0229900000000001</c:v>
                </c:pt>
                <c:pt idx="1050">
                  <c:v>1.02349</c:v>
                </c:pt>
                <c:pt idx="1051">
                  <c:v>1.02399</c:v>
                </c:pt>
                <c:pt idx="1052">
                  <c:v>1.0244899999999999</c:v>
                </c:pt>
                <c:pt idx="1053">
                  <c:v>1.0249900000000001</c:v>
                </c:pt>
                <c:pt idx="1054">
                  <c:v>1.02549</c:v>
                </c:pt>
                <c:pt idx="1055">
                  <c:v>1.02599</c:v>
                </c:pt>
                <c:pt idx="1056">
                  <c:v>1.0264899999999999</c:v>
                </c:pt>
                <c:pt idx="1057">
                  <c:v>1.0269900000000001</c:v>
                </c:pt>
                <c:pt idx="1058">
                  <c:v>1.02749</c:v>
                </c:pt>
                <c:pt idx="1059">
                  <c:v>1.0279799999999999</c:v>
                </c:pt>
                <c:pt idx="1060">
                  <c:v>1.0284800000000001</c:v>
                </c:pt>
                <c:pt idx="1061">
                  <c:v>1.02898</c:v>
                </c:pt>
                <c:pt idx="1062">
                  <c:v>1.02948</c:v>
                </c:pt>
                <c:pt idx="1063">
                  <c:v>1.0299799999999999</c:v>
                </c:pt>
                <c:pt idx="1064">
                  <c:v>1.0304800000000001</c:v>
                </c:pt>
                <c:pt idx="1065">
                  <c:v>1.03098</c:v>
                </c:pt>
                <c:pt idx="1066">
                  <c:v>1.03148</c:v>
                </c:pt>
                <c:pt idx="1067">
                  <c:v>1.0319799999999999</c:v>
                </c:pt>
                <c:pt idx="1068">
                  <c:v>1.0324800000000001</c:v>
                </c:pt>
                <c:pt idx="1069">
                  <c:v>1.03298</c:v>
                </c:pt>
                <c:pt idx="1070">
                  <c:v>1.03348</c:v>
                </c:pt>
                <c:pt idx="1071">
                  <c:v>1.03399</c:v>
                </c:pt>
                <c:pt idx="1072">
                  <c:v>1.0344899999999999</c:v>
                </c:pt>
                <c:pt idx="1073">
                  <c:v>1.0349900000000001</c:v>
                </c:pt>
                <c:pt idx="1074">
                  <c:v>1.03549</c:v>
                </c:pt>
                <c:pt idx="1075">
                  <c:v>1.0359799999999999</c:v>
                </c:pt>
                <c:pt idx="1076">
                  <c:v>1.0364800000000001</c:v>
                </c:pt>
                <c:pt idx="1077">
                  <c:v>1.03698</c:v>
                </c:pt>
                <c:pt idx="1078">
                  <c:v>1.03748</c:v>
                </c:pt>
                <c:pt idx="1079">
                  <c:v>1.0379799999999999</c:v>
                </c:pt>
                <c:pt idx="1080">
                  <c:v>1.0384800000000001</c:v>
                </c:pt>
                <c:pt idx="1081">
                  <c:v>1.03898</c:v>
                </c:pt>
                <c:pt idx="1082">
                  <c:v>1.03948</c:v>
                </c:pt>
                <c:pt idx="1083">
                  <c:v>1.0399799999999999</c:v>
                </c:pt>
                <c:pt idx="1084">
                  <c:v>1.04047</c:v>
                </c:pt>
                <c:pt idx="1085">
                  <c:v>1.04097</c:v>
                </c:pt>
                <c:pt idx="1086">
                  <c:v>1.04148</c:v>
                </c:pt>
                <c:pt idx="1087">
                  <c:v>1.0419799999999999</c:v>
                </c:pt>
                <c:pt idx="1088">
                  <c:v>1.0424800000000001</c:v>
                </c:pt>
                <c:pt idx="1089">
                  <c:v>1.04298</c:v>
                </c:pt>
                <c:pt idx="1090">
                  <c:v>1.04348</c:v>
                </c:pt>
                <c:pt idx="1091">
                  <c:v>1.0439799999999999</c:v>
                </c:pt>
                <c:pt idx="1092">
                  <c:v>1.0444800000000001</c:v>
                </c:pt>
                <c:pt idx="1093">
                  <c:v>1.04498</c:v>
                </c:pt>
                <c:pt idx="1094">
                  <c:v>1.04548</c:v>
                </c:pt>
                <c:pt idx="1095">
                  <c:v>1.0459799999999999</c:v>
                </c:pt>
                <c:pt idx="1096">
                  <c:v>1.0464800000000001</c:v>
                </c:pt>
                <c:pt idx="1097">
                  <c:v>1.04698</c:v>
                </c:pt>
                <c:pt idx="1098">
                  <c:v>1.0474699999999999</c:v>
                </c:pt>
                <c:pt idx="1099">
                  <c:v>1.0479700000000001</c:v>
                </c:pt>
                <c:pt idx="1100">
                  <c:v>1.04847</c:v>
                </c:pt>
                <c:pt idx="1101">
                  <c:v>1.04897</c:v>
                </c:pt>
                <c:pt idx="1102">
                  <c:v>1.0494699999999999</c:v>
                </c:pt>
                <c:pt idx="1103">
                  <c:v>1.0499700000000001</c:v>
                </c:pt>
                <c:pt idx="1104">
                  <c:v>1.05047</c:v>
                </c:pt>
                <c:pt idx="1105">
                  <c:v>1.05097</c:v>
                </c:pt>
                <c:pt idx="1106">
                  <c:v>1.0514699999999999</c:v>
                </c:pt>
                <c:pt idx="1107">
                  <c:v>1.0519700000000001</c:v>
                </c:pt>
                <c:pt idx="1108">
                  <c:v>1.05247</c:v>
                </c:pt>
                <c:pt idx="1109">
                  <c:v>1.05297</c:v>
                </c:pt>
                <c:pt idx="1110">
                  <c:v>1.05348</c:v>
                </c:pt>
                <c:pt idx="1111">
                  <c:v>1.0539799999999999</c:v>
                </c:pt>
                <c:pt idx="1112">
                  <c:v>1.0544800000000001</c:v>
                </c:pt>
                <c:pt idx="1113">
                  <c:v>1.05497</c:v>
                </c:pt>
                <c:pt idx="1114">
                  <c:v>1.0554699999999999</c:v>
                </c:pt>
                <c:pt idx="1115">
                  <c:v>1.0559799999999999</c:v>
                </c:pt>
                <c:pt idx="1116">
                  <c:v>1.0564800000000001</c:v>
                </c:pt>
                <c:pt idx="1117">
                  <c:v>1.05698</c:v>
                </c:pt>
                <c:pt idx="1118">
                  <c:v>1.05748</c:v>
                </c:pt>
                <c:pt idx="1119">
                  <c:v>1.0579799999999999</c:v>
                </c:pt>
                <c:pt idx="1120">
                  <c:v>1.0584800000000001</c:v>
                </c:pt>
                <c:pt idx="1121">
                  <c:v>1.05897</c:v>
                </c:pt>
                <c:pt idx="1122">
                  <c:v>1.0594699999999999</c:v>
                </c:pt>
                <c:pt idx="1123">
                  <c:v>1.0599700000000001</c:v>
                </c:pt>
                <c:pt idx="1124">
                  <c:v>1.06047</c:v>
                </c:pt>
                <c:pt idx="1125">
                  <c:v>1.06097</c:v>
                </c:pt>
                <c:pt idx="1126">
                  <c:v>1.0614699999999999</c:v>
                </c:pt>
                <c:pt idx="1127">
                  <c:v>1.0619700000000001</c:v>
                </c:pt>
                <c:pt idx="1128">
                  <c:v>1.06247</c:v>
                </c:pt>
                <c:pt idx="1129">
                  <c:v>1.06297</c:v>
                </c:pt>
                <c:pt idx="1130">
                  <c:v>1.0634699999999999</c:v>
                </c:pt>
                <c:pt idx="1131">
                  <c:v>1.0639700000000001</c:v>
                </c:pt>
                <c:pt idx="1132">
                  <c:v>1.06447</c:v>
                </c:pt>
                <c:pt idx="1133">
                  <c:v>1.06497</c:v>
                </c:pt>
                <c:pt idx="1134">
                  <c:v>1.0654699999999999</c:v>
                </c:pt>
                <c:pt idx="1135">
                  <c:v>1.0659700000000001</c:v>
                </c:pt>
                <c:pt idx="1136">
                  <c:v>1.06647</c:v>
                </c:pt>
                <c:pt idx="1137">
                  <c:v>1.06697</c:v>
                </c:pt>
                <c:pt idx="1138">
                  <c:v>1.0674699999999999</c:v>
                </c:pt>
                <c:pt idx="1139">
                  <c:v>1.0679700000000001</c:v>
                </c:pt>
                <c:pt idx="1140">
                  <c:v>1.06847</c:v>
                </c:pt>
                <c:pt idx="1141">
                  <c:v>1.06897</c:v>
                </c:pt>
                <c:pt idx="1142">
                  <c:v>1.0694699999999999</c:v>
                </c:pt>
                <c:pt idx="1143">
                  <c:v>1.0699700000000001</c:v>
                </c:pt>
                <c:pt idx="1144">
                  <c:v>1.07047</c:v>
                </c:pt>
                <c:pt idx="1145">
                  <c:v>1.07097</c:v>
                </c:pt>
                <c:pt idx="1146">
                  <c:v>1.0714699999999999</c:v>
                </c:pt>
                <c:pt idx="1147">
                  <c:v>1.0719700000000001</c:v>
                </c:pt>
                <c:pt idx="1148">
                  <c:v>1.07247</c:v>
                </c:pt>
                <c:pt idx="1149">
                  <c:v>1.07297</c:v>
                </c:pt>
                <c:pt idx="1150">
                  <c:v>1.0734699999999999</c:v>
                </c:pt>
                <c:pt idx="1151">
                  <c:v>1.0739700000000001</c:v>
                </c:pt>
                <c:pt idx="1152">
                  <c:v>1.07447</c:v>
                </c:pt>
                <c:pt idx="1153">
                  <c:v>1.07497</c:v>
                </c:pt>
                <c:pt idx="1154">
                  <c:v>1.0754699999999999</c:v>
                </c:pt>
                <c:pt idx="1155">
                  <c:v>1.0759700000000001</c:v>
                </c:pt>
                <c:pt idx="1156">
                  <c:v>1.07647</c:v>
                </c:pt>
                <c:pt idx="1157">
                  <c:v>1.0769599999999999</c:v>
                </c:pt>
                <c:pt idx="1158">
                  <c:v>1.0774600000000001</c:v>
                </c:pt>
                <c:pt idx="1159">
                  <c:v>1.07796</c:v>
                </c:pt>
                <c:pt idx="1160">
                  <c:v>1.07846</c:v>
                </c:pt>
                <c:pt idx="1161">
                  <c:v>1.0789599999999999</c:v>
                </c:pt>
                <c:pt idx="1162">
                  <c:v>1.0794600000000001</c:v>
                </c:pt>
                <c:pt idx="1163">
                  <c:v>1.07996</c:v>
                </c:pt>
                <c:pt idx="1164">
                  <c:v>1.08046</c:v>
                </c:pt>
                <c:pt idx="1165">
                  <c:v>1.0809599999999999</c:v>
                </c:pt>
                <c:pt idx="1166">
                  <c:v>1.0814600000000001</c:v>
                </c:pt>
                <c:pt idx="1167">
                  <c:v>1.08196</c:v>
                </c:pt>
                <c:pt idx="1168">
                  <c:v>1.08246</c:v>
                </c:pt>
                <c:pt idx="1169">
                  <c:v>1.0829599999999999</c:v>
                </c:pt>
                <c:pt idx="1170">
                  <c:v>1.0834600000000001</c:v>
                </c:pt>
                <c:pt idx="1171">
                  <c:v>1.08396</c:v>
                </c:pt>
                <c:pt idx="1172">
                  <c:v>1.08446</c:v>
                </c:pt>
                <c:pt idx="1173">
                  <c:v>1.0849599999999999</c:v>
                </c:pt>
                <c:pt idx="1174">
                  <c:v>1.0854600000000001</c:v>
                </c:pt>
                <c:pt idx="1175">
                  <c:v>1.08596</c:v>
                </c:pt>
                <c:pt idx="1176">
                  <c:v>1.08646</c:v>
                </c:pt>
                <c:pt idx="1177">
                  <c:v>1.0869599999999999</c:v>
                </c:pt>
                <c:pt idx="1178">
                  <c:v>1.0874600000000001</c:v>
                </c:pt>
                <c:pt idx="1179">
                  <c:v>1.08796</c:v>
                </c:pt>
                <c:pt idx="1180">
                  <c:v>1.08846</c:v>
                </c:pt>
                <c:pt idx="1181">
                  <c:v>1.0889599999999999</c:v>
                </c:pt>
                <c:pt idx="1182">
                  <c:v>1.0894600000000001</c:v>
                </c:pt>
                <c:pt idx="1183">
                  <c:v>1.08996</c:v>
                </c:pt>
                <c:pt idx="1184">
                  <c:v>1.09046</c:v>
                </c:pt>
                <c:pt idx="1185">
                  <c:v>1.0909599999999999</c:v>
                </c:pt>
                <c:pt idx="1186">
                  <c:v>1.0914600000000001</c:v>
                </c:pt>
                <c:pt idx="1187">
                  <c:v>1.09196</c:v>
                </c:pt>
                <c:pt idx="1188">
                  <c:v>1.09246</c:v>
                </c:pt>
                <c:pt idx="1189">
                  <c:v>1.09297</c:v>
                </c:pt>
                <c:pt idx="1190">
                  <c:v>1.0934699999999999</c:v>
                </c:pt>
                <c:pt idx="1191">
                  <c:v>1.0939700000000001</c:v>
                </c:pt>
                <c:pt idx="1192">
                  <c:v>1.09446</c:v>
                </c:pt>
                <c:pt idx="1193">
                  <c:v>1.0949599999999999</c:v>
                </c:pt>
                <c:pt idx="1194">
                  <c:v>1.0954600000000001</c:v>
                </c:pt>
                <c:pt idx="1195">
                  <c:v>1.09596</c:v>
                </c:pt>
                <c:pt idx="1196">
                  <c:v>1.09646</c:v>
                </c:pt>
                <c:pt idx="1197">
                  <c:v>1.0969599999999999</c:v>
                </c:pt>
                <c:pt idx="1198">
                  <c:v>1.0974600000000001</c:v>
                </c:pt>
                <c:pt idx="1199">
                  <c:v>1.09796</c:v>
                </c:pt>
                <c:pt idx="1200">
                  <c:v>1.09846</c:v>
                </c:pt>
                <c:pt idx="1201">
                  <c:v>1.0989599999999999</c:v>
                </c:pt>
                <c:pt idx="1202">
                  <c:v>1.09945</c:v>
                </c:pt>
                <c:pt idx="1203">
                  <c:v>1.09995</c:v>
                </c:pt>
                <c:pt idx="1204">
                  <c:v>1.1004499999999999</c:v>
                </c:pt>
                <c:pt idx="1205">
                  <c:v>1.1009500000000001</c:v>
                </c:pt>
                <c:pt idx="1206">
                  <c:v>1.1014600000000001</c:v>
                </c:pt>
                <c:pt idx="1207">
                  <c:v>1.1019600000000001</c:v>
                </c:pt>
                <c:pt idx="1208">
                  <c:v>1.10246</c:v>
                </c:pt>
                <c:pt idx="1209">
                  <c:v>1.1029599999999999</c:v>
                </c:pt>
                <c:pt idx="1210">
                  <c:v>1.1034600000000001</c:v>
                </c:pt>
                <c:pt idx="1211">
                  <c:v>1.1039600000000001</c:v>
                </c:pt>
                <c:pt idx="1212">
                  <c:v>1.10446</c:v>
                </c:pt>
                <c:pt idx="1213">
                  <c:v>1.1049599999999999</c:v>
                </c:pt>
                <c:pt idx="1214">
                  <c:v>1.10545</c:v>
                </c:pt>
                <c:pt idx="1215">
                  <c:v>1.10595</c:v>
                </c:pt>
                <c:pt idx="1216">
                  <c:v>1.1064499999999999</c:v>
                </c:pt>
                <c:pt idx="1217">
                  <c:v>1.1069500000000001</c:v>
                </c:pt>
                <c:pt idx="1218">
                  <c:v>1.10745</c:v>
                </c:pt>
                <c:pt idx="1219">
                  <c:v>1.10795</c:v>
                </c:pt>
                <c:pt idx="1220">
                  <c:v>1.1084499999999999</c:v>
                </c:pt>
                <c:pt idx="1221">
                  <c:v>1.1089500000000001</c:v>
                </c:pt>
                <c:pt idx="1222">
                  <c:v>1.10945</c:v>
                </c:pt>
                <c:pt idx="1223">
                  <c:v>1.10995</c:v>
                </c:pt>
                <c:pt idx="1224">
                  <c:v>1.1104499999999999</c:v>
                </c:pt>
                <c:pt idx="1225">
                  <c:v>1.1109500000000001</c:v>
                </c:pt>
                <c:pt idx="1226">
                  <c:v>1.11145</c:v>
                </c:pt>
                <c:pt idx="1227">
                  <c:v>1.11195</c:v>
                </c:pt>
                <c:pt idx="1228">
                  <c:v>1.1124499999999999</c:v>
                </c:pt>
                <c:pt idx="1229">
                  <c:v>1.1129500000000001</c:v>
                </c:pt>
                <c:pt idx="1230">
                  <c:v>1.1134500000000001</c:v>
                </c:pt>
                <c:pt idx="1231">
                  <c:v>1.11395</c:v>
                </c:pt>
                <c:pt idx="1232">
                  <c:v>1.1144499999999999</c:v>
                </c:pt>
                <c:pt idx="1233">
                  <c:v>1.1149500000000001</c:v>
                </c:pt>
                <c:pt idx="1234">
                  <c:v>1.1154500000000001</c:v>
                </c:pt>
                <c:pt idx="1235">
                  <c:v>1.11595</c:v>
                </c:pt>
                <c:pt idx="1236">
                  <c:v>1.1164400000000001</c:v>
                </c:pt>
                <c:pt idx="1237">
                  <c:v>1.11694</c:v>
                </c:pt>
                <c:pt idx="1238">
                  <c:v>1.11744</c:v>
                </c:pt>
                <c:pt idx="1239">
                  <c:v>1.11795</c:v>
                </c:pt>
                <c:pt idx="1240">
                  <c:v>1.1184499999999999</c:v>
                </c:pt>
                <c:pt idx="1241">
                  <c:v>1.1189499999999999</c:v>
                </c:pt>
                <c:pt idx="1242">
                  <c:v>1.1194500000000001</c:v>
                </c:pt>
                <c:pt idx="1243">
                  <c:v>1.11995</c:v>
                </c:pt>
                <c:pt idx="1244">
                  <c:v>1.1204499999999999</c:v>
                </c:pt>
                <c:pt idx="1245">
                  <c:v>1.1209499999999999</c:v>
                </c:pt>
                <c:pt idx="1246">
                  <c:v>1.1214500000000001</c:v>
                </c:pt>
                <c:pt idx="1247">
                  <c:v>1.12195</c:v>
                </c:pt>
                <c:pt idx="1248">
                  <c:v>1.1224499999999999</c:v>
                </c:pt>
                <c:pt idx="1249">
                  <c:v>1.1229499999999999</c:v>
                </c:pt>
                <c:pt idx="1250">
                  <c:v>1.12344</c:v>
                </c:pt>
                <c:pt idx="1251">
                  <c:v>1.1239399999999999</c:v>
                </c:pt>
                <c:pt idx="1252">
                  <c:v>1.1244499999999999</c:v>
                </c:pt>
                <c:pt idx="1253">
                  <c:v>1.1249499999999999</c:v>
                </c:pt>
                <c:pt idx="1254">
                  <c:v>1.12544</c:v>
                </c:pt>
                <c:pt idx="1255">
                  <c:v>1.1259399999999999</c:v>
                </c:pt>
                <c:pt idx="1256">
                  <c:v>1.1264400000000001</c:v>
                </c:pt>
                <c:pt idx="1257">
                  <c:v>1.1269400000000001</c:v>
                </c:pt>
                <c:pt idx="1258">
                  <c:v>1.12744</c:v>
                </c:pt>
                <c:pt idx="1259">
                  <c:v>1.1279399999999999</c:v>
                </c:pt>
                <c:pt idx="1260">
                  <c:v>1.1284400000000001</c:v>
                </c:pt>
                <c:pt idx="1261">
                  <c:v>1.1289400000000001</c:v>
                </c:pt>
                <c:pt idx="1262">
                  <c:v>1.12944</c:v>
                </c:pt>
                <c:pt idx="1263">
                  <c:v>1.1299399999999999</c:v>
                </c:pt>
                <c:pt idx="1264">
                  <c:v>1.1304399999999999</c:v>
                </c:pt>
                <c:pt idx="1265">
                  <c:v>1.1309400000000001</c:v>
                </c:pt>
                <c:pt idx="1266">
                  <c:v>1.13144</c:v>
                </c:pt>
                <c:pt idx="1267">
                  <c:v>1.1319399999999999</c:v>
                </c:pt>
                <c:pt idx="1268">
                  <c:v>1.1324399999999999</c:v>
                </c:pt>
                <c:pt idx="1269">
                  <c:v>1.1329400000000001</c:v>
                </c:pt>
                <c:pt idx="1270">
                  <c:v>1.13344</c:v>
                </c:pt>
                <c:pt idx="1271">
                  <c:v>1.1339399999999999</c:v>
                </c:pt>
                <c:pt idx="1272">
                  <c:v>1.1344399999999999</c:v>
                </c:pt>
                <c:pt idx="1273">
                  <c:v>1.13493</c:v>
                </c:pt>
                <c:pt idx="1274">
                  <c:v>1.1354299999999999</c:v>
                </c:pt>
                <c:pt idx="1275">
                  <c:v>1.1359300000000001</c:v>
                </c:pt>
                <c:pt idx="1276">
                  <c:v>1.1364300000000001</c:v>
                </c:pt>
                <c:pt idx="1277">
                  <c:v>1.13693</c:v>
                </c:pt>
                <c:pt idx="1278">
                  <c:v>1.1374299999999999</c:v>
                </c:pt>
                <c:pt idx="1279">
                  <c:v>1.1379300000000001</c:v>
                </c:pt>
                <c:pt idx="1280">
                  <c:v>1.1384300000000001</c:v>
                </c:pt>
                <c:pt idx="1281">
                  <c:v>1.13893</c:v>
                </c:pt>
                <c:pt idx="1282">
                  <c:v>1.13944</c:v>
                </c:pt>
                <c:pt idx="1283">
                  <c:v>1.13994</c:v>
                </c:pt>
                <c:pt idx="1284">
                  <c:v>1.1404399999999999</c:v>
                </c:pt>
                <c:pt idx="1285">
                  <c:v>1.1409400000000001</c:v>
                </c:pt>
                <c:pt idx="1286">
                  <c:v>1.14144</c:v>
                </c:pt>
                <c:pt idx="1287">
                  <c:v>1.14194</c:v>
                </c:pt>
                <c:pt idx="1288">
                  <c:v>1.1424399999999999</c:v>
                </c:pt>
                <c:pt idx="1289">
                  <c:v>1.1429400000000001</c:v>
                </c:pt>
                <c:pt idx="1290">
                  <c:v>1.14344</c:v>
                </c:pt>
                <c:pt idx="1291">
                  <c:v>1.1439299999999999</c:v>
                </c:pt>
                <c:pt idx="1292">
                  <c:v>1.1444300000000001</c:v>
                </c:pt>
                <c:pt idx="1293">
                  <c:v>1.14493</c:v>
                </c:pt>
                <c:pt idx="1294">
                  <c:v>1.1454299999999999</c:v>
                </c:pt>
                <c:pt idx="1295">
                  <c:v>1.1459299999999999</c:v>
                </c:pt>
                <c:pt idx="1296">
                  <c:v>1.1464300000000001</c:v>
                </c:pt>
                <c:pt idx="1297">
                  <c:v>1.1469199999999999</c:v>
                </c:pt>
                <c:pt idx="1298">
                  <c:v>1.1474200000000001</c:v>
                </c:pt>
                <c:pt idx="1299">
                  <c:v>1.1479200000000001</c:v>
                </c:pt>
                <c:pt idx="1300">
                  <c:v>1.14842</c:v>
                </c:pt>
                <c:pt idx="1301">
                  <c:v>1.14893</c:v>
                </c:pt>
                <c:pt idx="1302">
                  <c:v>1.14943</c:v>
                </c:pt>
                <c:pt idx="1303">
                  <c:v>1.1499299999999999</c:v>
                </c:pt>
                <c:pt idx="1304">
                  <c:v>1.1504300000000001</c:v>
                </c:pt>
                <c:pt idx="1305">
                  <c:v>1.15093</c:v>
                </c:pt>
                <c:pt idx="1306">
                  <c:v>1.15144</c:v>
                </c:pt>
                <c:pt idx="1307">
                  <c:v>1.15194</c:v>
                </c:pt>
                <c:pt idx="1308">
                  <c:v>1.1524300000000001</c:v>
                </c:pt>
                <c:pt idx="1309">
                  <c:v>1.15293</c:v>
                </c:pt>
                <c:pt idx="1310">
                  <c:v>1.15343</c:v>
                </c:pt>
                <c:pt idx="1311">
                  <c:v>1.1539299999999999</c:v>
                </c:pt>
                <c:pt idx="1312">
                  <c:v>1.1544300000000001</c:v>
                </c:pt>
                <c:pt idx="1313">
                  <c:v>1.15493</c:v>
                </c:pt>
                <c:pt idx="1314">
                  <c:v>1.15543</c:v>
                </c:pt>
                <c:pt idx="1315">
                  <c:v>1.1559299999999999</c:v>
                </c:pt>
                <c:pt idx="1316">
                  <c:v>1.15642</c:v>
                </c:pt>
                <c:pt idx="1317">
                  <c:v>1.1569199999999999</c:v>
                </c:pt>
                <c:pt idx="1318">
                  <c:v>1.1574199999999999</c:v>
                </c:pt>
                <c:pt idx="1319">
                  <c:v>1.1579200000000001</c:v>
                </c:pt>
                <c:pt idx="1320">
                  <c:v>1.15842</c:v>
                </c:pt>
                <c:pt idx="1321">
                  <c:v>1.15892</c:v>
                </c:pt>
                <c:pt idx="1322">
                  <c:v>1.1594199999999999</c:v>
                </c:pt>
                <c:pt idx="1323">
                  <c:v>1.1599299999999999</c:v>
                </c:pt>
                <c:pt idx="1324">
                  <c:v>1.1604300000000001</c:v>
                </c:pt>
                <c:pt idx="1325">
                  <c:v>1.16093</c:v>
                </c:pt>
                <c:pt idx="1326">
                  <c:v>1.16143</c:v>
                </c:pt>
                <c:pt idx="1327">
                  <c:v>1.1619299999999999</c:v>
                </c:pt>
                <c:pt idx="1328">
                  <c:v>1.1624300000000001</c:v>
                </c:pt>
                <c:pt idx="1329">
                  <c:v>1.16293</c:v>
                </c:pt>
                <c:pt idx="1330">
                  <c:v>1.16343</c:v>
                </c:pt>
                <c:pt idx="1331">
                  <c:v>1.1639299999999999</c:v>
                </c:pt>
                <c:pt idx="1332">
                  <c:v>1.1644300000000001</c:v>
                </c:pt>
                <c:pt idx="1333">
                  <c:v>1.16493</c:v>
                </c:pt>
                <c:pt idx="1334">
                  <c:v>1.16543</c:v>
                </c:pt>
                <c:pt idx="1335">
                  <c:v>1.1659299999999999</c:v>
                </c:pt>
                <c:pt idx="1336">
                  <c:v>1.1664300000000001</c:v>
                </c:pt>
                <c:pt idx="1337">
                  <c:v>1.16693</c:v>
                </c:pt>
                <c:pt idx="1338">
                  <c:v>1.1674199999999999</c:v>
                </c:pt>
                <c:pt idx="1339">
                  <c:v>1.1679200000000001</c:v>
                </c:pt>
                <c:pt idx="1340">
                  <c:v>1.1684300000000001</c:v>
                </c:pt>
                <c:pt idx="1341">
                  <c:v>1.16893</c:v>
                </c:pt>
                <c:pt idx="1342">
                  <c:v>1.16943</c:v>
                </c:pt>
                <c:pt idx="1343">
                  <c:v>1.1699200000000001</c:v>
                </c:pt>
                <c:pt idx="1344">
                  <c:v>1.17042</c:v>
                </c:pt>
                <c:pt idx="1345">
                  <c:v>1.17092</c:v>
                </c:pt>
                <c:pt idx="1346">
                  <c:v>1.1714199999999999</c:v>
                </c:pt>
                <c:pt idx="1347">
                  <c:v>1.1719200000000001</c:v>
                </c:pt>
                <c:pt idx="1348">
                  <c:v>1.17242</c:v>
                </c:pt>
                <c:pt idx="1349">
                  <c:v>1.17292</c:v>
                </c:pt>
                <c:pt idx="1350">
                  <c:v>1.1734199999999999</c:v>
                </c:pt>
                <c:pt idx="1351">
                  <c:v>1.1739200000000001</c:v>
                </c:pt>
                <c:pt idx="1352">
                  <c:v>1.17442</c:v>
                </c:pt>
                <c:pt idx="1353">
                  <c:v>1.17492</c:v>
                </c:pt>
                <c:pt idx="1354">
                  <c:v>1.1754199999999999</c:v>
                </c:pt>
                <c:pt idx="1355">
                  <c:v>1.1759200000000001</c:v>
                </c:pt>
                <c:pt idx="1356">
                  <c:v>1.17642</c:v>
                </c:pt>
                <c:pt idx="1357">
                  <c:v>1.17692</c:v>
                </c:pt>
                <c:pt idx="1358">
                  <c:v>1.1774199999999999</c:v>
                </c:pt>
                <c:pt idx="1359">
                  <c:v>1.1779200000000001</c:v>
                </c:pt>
                <c:pt idx="1360">
                  <c:v>1.17842</c:v>
                </c:pt>
                <c:pt idx="1361">
                  <c:v>1.17892</c:v>
                </c:pt>
                <c:pt idx="1362">
                  <c:v>1.1794199999999999</c:v>
                </c:pt>
                <c:pt idx="1363">
                  <c:v>1.1799200000000001</c:v>
                </c:pt>
                <c:pt idx="1364">
                  <c:v>1.18042</c:v>
                </c:pt>
                <c:pt idx="1365">
                  <c:v>1.18092</c:v>
                </c:pt>
                <c:pt idx="1366">
                  <c:v>1.1814199999999999</c:v>
                </c:pt>
                <c:pt idx="1367">
                  <c:v>1.1819200000000001</c:v>
                </c:pt>
                <c:pt idx="1368">
                  <c:v>1.18242</c:v>
                </c:pt>
                <c:pt idx="1369">
                  <c:v>1.18292</c:v>
                </c:pt>
                <c:pt idx="1370">
                  <c:v>1.1834199999999999</c:v>
                </c:pt>
                <c:pt idx="1371">
                  <c:v>1.18391</c:v>
                </c:pt>
                <c:pt idx="1372">
                  <c:v>1.18441</c:v>
                </c:pt>
                <c:pt idx="1373">
                  <c:v>1.1849099999999999</c:v>
                </c:pt>
                <c:pt idx="1374">
                  <c:v>1.1854100000000001</c:v>
                </c:pt>
                <c:pt idx="1375">
                  <c:v>1.18591</c:v>
                </c:pt>
                <c:pt idx="1376">
                  <c:v>1.18641</c:v>
                </c:pt>
                <c:pt idx="1377">
                  <c:v>1.1869099999999999</c:v>
                </c:pt>
                <c:pt idx="1378">
                  <c:v>1.1874100000000001</c:v>
                </c:pt>
                <c:pt idx="1379">
                  <c:v>1.18791</c:v>
                </c:pt>
                <c:pt idx="1380">
                  <c:v>1.18841</c:v>
                </c:pt>
                <c:pt idx="1381">
                  <c:v>1.1889099999999999</c:v>
                </c:pt>
                <c:pt idx="1382">
                  <c:v>1.1894199999999999</c:v>
                </c:pt>
                <c:pt idx="1383">
                  <c:v>1.1899200000000001</c:v>
                </c:pt>
                <c:pt idx="1384">
                  <c:v>1.19042</c:v>
                </c:pt>
                <c:pt idx="1385">
                  <c:v>1.19092</c:v>
                </c:pt>
                <c:pt idx="1386">
                  <c:v>1.1914100000000001</c:v>
                </c:pt>
                <c:pt idx="1387">
                  <c:v>1.19191</c:v>
                </c:pt>
                <c:pt idx="1388">
                  <c:v>1.19241</c:v>
                </c:pt>
                <c:pt idx="1389">
                  <c:v>1.1929099999999999</c:v>
                </c:pt>
                <c:pt idx="1390">
                  <c:v>1.1934100000000001</c:v>
                </c:pt>
                <c:pt idx="1391">
                  <c:v>1.19391</c:v>
                </c:pt>
                <c:pt idx="1392">
                  <c:v>1.19441</c:v>
                </c:pt>
                <c:pt idx="1393">
                  <c:v>1.1949099999999999</c:v>
                </c:pt>
                <c:pt idx="1394">
                  <c:v>1.1954100000000001</c:v>
                </c:pt>
                <c:pt idx="1395">
                  <c:v>1.19591</c:v>
                </c:pt>
                <c:pt idx="1396">
                  <c:v>1.19641</c:v>
                </c:pt>
                <c:pt idx="1397">
                  <c:v>1.1969099999999999</c:v>
                </c:pt>
                <c:pt idx="1398">
                  <c:v>1.1974100000000001</c:v>
                </c:pt>
                <c:pt idx="1399">
                  <c:v>1.19791</c:v>
                </c:pt>
                <c:pt idx="1400">
                  <c:v>1.19841</c:v>
                </c:pt>
                <c:pt idx="1401">
                  <c:v>1.1989099999999999</c:v>
                </c:pt>
                <c:pt idx="1402">
                  <c:v>1.1994100000000001</c:v>
                </c:pt>
                <c:pt idx="1403">
                  <c:v>1.19991</c:v>
                </c:pt>
                <c:pt idx="1404">
                  <c:v>1.20041</c:v>
                </c:pt>
                <c:pt idx="1405">
                  <c:v>1.2009099999999999</c:v>
                </c:pt>
                <c:pt idx="1406">
                  <c:v>1.2014100000000001</c:v>
                </c:pt>
                <c:pt idx="1407">
                  <c:v>1.20191</c:v>
                </c:pt>
                <c:pt idx="1408">
                  <c:v>1.20241</c:v>
                </c:pt>
                <c:pt idx="1409">
                  <c:v>1.2029099999999999</c:v>
                </c:pt>
                <c:pt idx="1410">
                  <c:v>1.2034100000000001</c:v>
                </c:pt>
                <c:pt idx="1411">
                  <c:v>1.20391</c:v>
                </c:pt>
                <c:pt idx="1412">
                  <c:v>1.20441</c:v>
                </c:pt>
                <c:pt idx="1413">
                  <c:v>1.2049099999999999</c:v>
                </c:pt>
                <c:pt idx="1414">
                  <c:v>1.2054100000000001</c:v>
                </c:pt>
                <c:pt idx="1415">
                  <c:v>1.20591</c:v>
                </c:pt>
                <c:pt idx="1416">
                  <c:v>1.20641</c:v>
                </c:pt>
                <c:pt idx="1417">
                  <c:v>1.2069099999999999</c:v>
                </c:pt>
                <c:pt idx="1418">
                  <c:v>1.2074100000000001</c:v>
                </c:pt>
                <c:pt idx="1419">
                  <c:v>1.2079</c:v>
                </c:pt>
                <c:pt idx="1420">
                  <c:v>1.2083999999999999</c:v>
                </c:pt>
                <c:pt idx="1421">
                  <c:v>1.2089000000000001</c:v>
                </c:pt>
                <c:pt idx="1422">
                  <c:v>1.2094</c:v>
                </c:pt>
                <c:pt idx="1423">
                  <c:v>1.2099</c:v>
                </c:pt>
                <c:pt idx="1424">
                  <c:v>1.2103999999999999</c:v>
                </c:pt>
                <c:pt idx="1425">
                  <c:v>1.2109000000000001</c:v>
                </c:pt>
                <c:pt idx="1426">
                  <c:v>1.2114</c:v>
                </c:pt>
                <c:pt idx="1427">
                  <c:v>1.2119</c:v>
                </c:pt>
                <c:pt idx="1428">
                  <c:v>1.2123999999999999</c:v>
                </c:pt>
                <c:pt idx="1429">
                  <c:v>1.2129000000000001</c:v>
                </c:pt>
                <c:pt idx="1430">
                  <c:v>1.2134</c:v>
                </c:pt>
                <c:pt idx="1431">
                  <c:v>1.21391</c:v>
                </c:pt>
                <c:pt idx="1432">
                  <c:v>1.21441</c:v>
                </c:pt>
                <c:pt idx="1433">
                  <c:v>1.2149000000000001</c:v>
                </c:pt>
                <c:pt idx="1434">
                  <c:v>1.2154</c:v>
                </c:pt>
                <c:pt idx="1435">
                  <c:v>1.2159</c:v>
                </c:pt>
                <c:pt idx="1436">
                  <c:v>1.2163999999999999</c:v>
                </c:pt>
                <c:pt idx="1437">
                  <c:v>1.2169000000000001</c:v>
                </c:pt>
                <c:pt idx="1438">
                  <c:v>1.2174</c:v>
                </c:pt>
                <c:pt idx="1439">
                  <c:v>1.2179</c:v>
                </c:pt>
                <c:pt idx="1440">
                  <c:v>1.2183999999999999</c:v>
                </c:pt>
                <c:pt idx="1441">
                  <c:v>1.2189000000000001</c:v>
                </c:pt>
                <c:pt idx="1442">
                  <c:v>1.2194</c:v>
                </c:pt>
                <c:pt idx="1443">
                  <c:v>1.2199</c:v>
                </c:pt>
                <c:pt idx="1444">
                  <c:v>1.2203999999999999</c:v>
                </c:pt>
                <c:pt idx="1445">
                  <c:v>1.2209000000000001</c:v>
                </c:pt>
                <c:pt idx="1446">
                  <c:v>1.2214</c:v>
                </c:pt>
                <c:pt idx="1447">
                  <c:v>1.2219</c:v>
                </c:pt>
                <c:pt idx="1448">
                  <c:v>1.2223999999999999</c:v>
                </c:pt>
                <c:pt idx="1449">
                  <c:v>1.2229000000000001</c:v>
                </c:pt>
                <c:pt idx="1450">
                  <c:v>1.2234</c:v>
                </c:pt>
                <c:pt idx="1451">
                  <c:v>1.2239</c:v>
                </c:pt>
                <c:pt idx="1452">
                  <c:v>1.2243999999999999</c:v>
                </c:pt>
                <c:pt idx="1453">
                  <c:v>1.2249000000000001</c:v>
                </c:pt>
                <c:pt idx="1454">
                  <c:v>1.2254</c:v>
                </c:pt>
                <c:pt idx="1455">
                  <c:v>1.2259</c:v>
                </c:pt>
                <c:pt idx="1456">
                  <c:v>1.2263999999999999</c:v>
                </c:pt>
                <c:pt idx="1457">
                  <c:v>1.2269000000000001</c:v>
                </c:pt>
                <c:pt idx="1458">
                  <c:v>1.2274</c:v>
                </c:pt>
                <c:pt idx="1459">
                  <c:v>1.2279</c:v>
                </c:pt>
                <c:pt idx="1460">
                  <c:v>1.2283999999999999</c:v>
                </c:pt>
                <c:pt idx="1461">
                  <c:v>1.2289000000000001</c:v>
                </c:pt>
                <c:pt idx="1462">
                  <c:v>1.2294</c:v>
                </c:pt>
                <c:pt idx="1463">
                  <c:v>1.2299</c:v>
                </c:pt>
                <c:pt idx="1464">
                  <c:v>1.2303999999999999</c:v>
                </c:pt>
                <c:pt idx="1465">
                  <c:v>1.2309000000000001</c:v>
                </c:pt>
                <c:pt idx="1466">
                  <c:v>1.2314000000000001</c:v>
                </c:pt>
                <c:pt idx="1467">
                  <c:v>1.2319</c:v>
                </c:pt>
                <c:pt idx="1468">
                  <c:v>1.2323999999999999</c:v>
                </c:pt>
                <c:pt idx="1469">
                  <c:v>1.23289</c:v>
                </c:pt>
                <c:pt idx="1470">
                  <c:v>1.23339</c:v>
                </c:pt>
                <c:pt idx="1471">
                  <c:v>1.2338899999999999</c:v>
                </c:pt>
                <c:pt idx="1472">
                  <c:v>1.2343900000000001</c:v>
                </c:pt>
                <c:pt idx="1473">
                  <c:v>1.23489</c:v>
                </c:pt>
                <c:pt idx="1474">
                  <c:v>1.23539</c:v>
                </c:pt>
                <c:pt idx="1475">
                  <c:v>1.2359</c:v>
                </c:pt>
                <c:pt idx="1476">
                  <c:v>1.2363999999999999</c:v>
                </c:pt>
                <c:pt idx="1477">
                  <c:v>1.2369000000000001</c:v>
                </c:pt>
                <c:pt idx="1478">
                  <c:v>1.2374000000000001</c:v>
                </c:pt>
                <c:pt idx="1479">
                  <c:v>1.2379</c:v>
                </c:pt>
                <c:pt idx="1480">
                  <c:v>1.2383999999999999</c:v>
                </c:pt>
                <c:pt idx="1481">
                  <c:v>1.2388999999999999</c:v>
                </c:pt>
                <c:pt idx="1482">
                  <c:v>1.2394000000000001</c:v>
                </c:pt>
                <c:pt idx="1483">
                  <c:v>1.2399</c:v>
                </c:pt>
                <c:pt idx="1484">
                  <c:v>1.2403900000000001</c:v>
                </c:pt>
                <c:pt idx="1485">
                  <c:v>1.24089</c:v>
                </c:pt>
                <c:pt idx="1486">
                  <c:v>1.24139</c:v>
                </c:pt>
                <c:pt idx="1487">
                  <c:v>1.2418899999999999</c:v>
                </c:pt>
                <c:pt idx="1488">
                  <c:v>1.2423900000000001</c:v>
                </c:pt>
                <c:pt idx="1489">
                  <c:v>1.2428900000000001</c:v>
                </c:pt>
                <c:pt idx="1490">
                  <c:v>1.24339</c:v>
                </c:pt>
                <c:pt idx="1491">
                  <c:v>1.2438899999999999</c:v>
                </c:pt>
                <c:pt idx="1492">
                  <c:v>1.2443900000000001</c:v>
                </c:pt>
                <c:pt idx="1493">
                  <c:v>1.2448900000000001</c:v>
                </c:pt>
                <c:pt idx="1494">
                  <c:v>1.24539</c:v>
                </c:pt>
                <c:pt idx="1495">
                  <c:v>1.2458899999999999</c:v>
                </c:pt>
                <c:pt idx="1496">
                  <c:v>1.2463900000000001</c:v>
                </c:pt>
                <c:pt idx="1497">
                  <c:v>1.2468900000000001</c:v>
                </c:pt>
                <c:pt idx="1498">
                  <c:v>1.24739</c:v>
                </c:pt>
                <c:pt idx="1499">
                  <c:v>1.2479</c:v>
                </c:pt>
                <c:pt idx="1500">
                  <c:v>1.2483900000000001</c:v>
                </c:pt>
                <c:pt idx="1501">
                  <c:v>1.2488900000000001</c:v>
                </c:pt>
                <c:pt idx="1502">
                  <c:v>1.2493799999999999</c:v>
                </c:pt>
                <c:pt idx="1503">
                  <c:v>1.2498800000000001</c:v>
                </c:pt>
                <c:pt idx="1504">
                  <c:v>1.25038</c:v>
                </c:pt>
                <c:pt idx="1505">
                  <c:v>1.25088</c:v>
                </c:pt>
                <c:pt idx="1506">
                  <c:v>1.2513799999999999</c:v>
                </c:pt>
                <c:pt idx="1507">
                  <c:v>1.2518800000000001</c:v>
                </c:pt>
                <c:pt idx="1508">
                  <c:v>1.25238</c:v>
                </c:pt>
                <c:pt idx="1509">
                  <c:v>1.2528699999999999</c:v>
                </c:pt>
                <c:pt idx="1510">
                  <c:v>1.2533700000000001</c:v>
                </c:pt>
                <c:pt idx="1511">
                  <c:v>1.25387</c:v>
                </c:pt>
                <c:pt idx="1512">
                  <c:v>1.25437</c:v>
                </c:pt>
                <c:pt idx="1513">
                  <c:v>1.2548699999999999</c:v>
                </c:pt>
                <c:pt idx="1514">
                  <c:v>1.2553700000000001</c:v>
                </c:pt>
                <c:pt idx="1515">
                  <c:v>1.25587</c:v>
                </c:pt>
                <c:pt idx="1516">
                  <c:v>1.25637</c:v>
                </c:pt>
                <c:pt idx="1517">
                  <c:v>1.2568699999999999</c:v>
                </c:pt>
                <c:pt idx="1518">
                  <c:v>1.2573700000000001</c:v>
                </c:pt>
                <c:pt idx="1519">
                  <c:v>1.25787</c:v>
                </c:pt>
                <c:pt idx="1520">
                  <c:v>1.25837</c:v>
                </c:pt>
                <c:pt idx="1521">
                  <c:v>1.2588699999999999</c:v>
                </c:pt>
                <c:pt idx="1522">
                  <c:v>1.2593700000000001</c:v>
                </c:pt>
                <c:pt idx="1523">
                  <c:v>1.25986</c:v>
                </c:pt>
                <c:pt idx="1524">
                  <c:v>1.2603599999999999</c:v>
                </c:pt>
                <c:pt idx="1525">
                  <c:v>1.2608600000000001</c:v>
                </c:pt>
                <c:pt idx="1526">
                  <c:v>1.26136</c:v>
                </c:pt>
                <c:pt idx="1527">
                  <c:v>1.26187</c:v>
                </c:pt>
                <c:pt idx="1528">
                  <c:v>1.26237</c:v>
                </c:pt>
                <c:pt idx="1529">
                  <c:v>1.2628699999999999</c:v>
                </c:pt>
                <c:pt idx="1530">
                  <c:v>1.2633700000000001</c:v>
                </c:pt>
                <c:pt idx="1531">
                  <c:v>1.26387</c:v>
                </c:pt>
                <c:pt idx="1532">
                  <c:v>1.26437</c:v>
                </c:pt>
                <c:pt idx="1533">
                  <c:v>1.2648699999999999</c:v>
                </c:pt>
                <c:pt idx="1534">
                  <c:v>1.2653700000000001</c:v>
                </c:pt>
                <c:pt idx="1535">
                  <c:v>1.2658700000000001</c:v>
                </c:pt>
                <c:pt idx="1536">
                  <c:v>1.26637</c:v>
                </c:pt>
                <c:pt idx="1537">
                  <c:v>1.2668699999999999</c:v>
                </c:pt>
                <c:pt idx="1538">
                  <c:v>1.2673700000000001</c:v>
                </c:pt>
                <c:pt idx="1539">
                  <c:v>1.2678700000000001</c:v>
                </c:pt>
                <c:pt idx="1540">
                  <c:v>1.26837</c:v>
                </c:pt>
                <c:pt idx="1541">
                  <c:v>1.2688699999999999</c:v>
                </c:pt>
                <c:pt idx="1542">
                  <c:v>1.2693700000000001</c:v>
                </c:pt>
                <c:pt idx="1543">
                  <c:v>1.2698700000000001</c:v>
                </c:pt>
                <c:pt idx="1544">
                  <c:v>1.2703599999999999</c:v>
                </c:pt>
                <c:pt idx="1545">
                  <c:v>1.2708600000000001</c:v>
                </c:pt>
                <c:pt idx="1546">
                  <c:v>1.27136</c:v>
                </c:pt>
                <c:pt idx="1547">
                  <c:v>1.27186</c:v>
                </c:pt>
                <c:pt idx="1548">
                  <c:v>1.2723599999999999</c:v>
                </c:pt>
                <c:pt idx="1549">
                  <c:v>1.2728600000000001</c:v>
                </c:pt>
                <c:pt idx="1550">
                  <c:v>1.27336</c:v>
                </c:pt>
                <c:pt idx="1551">
                  <c:v>1.27386</c:v>
                </c:pt>
                <c:pt idx="1552">
                  <c:v>1.2743599999999999</c:v>
                </c:pt>
                <c:pt idx="1553">
                  <c:v>1.2748600000000001</c:v>
                </c:pt>
                <c:pt idx="1554">
                  <c:v>1.27535</c:v>
                </c:pt>
                <c:pt idx="1555">
                  <c:v>1.2758499999999999</c:v>
                </c:pt>
                <c:pt idx="1556">
                  <c:v>1.2763599999999999</c:v>
                </c:pt>
                <c:pt idx="1557">
                  <c:v>1.2768600000000001</c:v>
                </c:pt>
                <c:pt idx="1558">
                  <c:v>1.2773600000000001</c:v>
                </c:pt>
                <c:pt idx="1559">
                  <c:v>1.27786</c:v>
                </c:pt>
                <c:pt idx="1560">
                  <c:v>1.2783599999999999</c:v>
                </c:pt>
                <c:pt idx="1561">
                  <c:v>1.2788600000000001</c:v>
                </c:pt>
                <c:pt idx="1562">
                  <c:v>1.2793600000000001</c:v>
                </c:pt>
                <c:pt idx="1563">
                  <c:v>1.27986</c:v>
                </c:pt>
                <c:pt idx="1564">
                  <c:v>1.2803599999999999</c:v>
                </c:pt>
                <c:pt idx="1565">
                  <c:v>1.2808600000000001</c:v>
                </c:pt>
                <c:pt idx="1566">
                  <c:v>1.2813600000000001</c:v>
                </c:pt>
                <c:pt idx="1567">
                  <c:v>1.2818499999999999</c:v>
                </c:pt>
                <c:pt idx="1568">
                  <c:v>1.2823500000000001</c:v>
                </c:pt>
                <c:pt idx="1569">
                  <c:v>1.28285</c:v>
                </c:pt>
                <c:pt idx="1570">
                  <c:v>1.28335</c:v>
                </c:pt>
                <c:pt idx="1571">
                  <c:v>1.2838499999999999</c:v>
                </c:pt>
                <c:pt idx="1572">
                  <c:v>1.2843500000000001</c:v>
                </c:pt>
                <c:pt idx="1573">
                  <c:v>1.28485</c:v>
                </c:pt>
                <c:pt idx="1574">
                  <c:v>1.28535</c:v>
                </c:pt>
                <c:pt idx="1575">
                  <c:v>1.2858499999999999</c:v>
                </c:pt>
                <c:pt idx="1576">
                  <c:v>1.2863500000000001</c:v>
                </c:pt>
                <c:pt idx="1577">
                  <c:v>1.28685</c:v>
                </c:pt>
                <c:pt idx="1578">
                  <c:v>1.2873600000000001</c:v>
                </c:pt>
                <c:pt idx="1579">
                  <c:v>1.28786</c:v>
                </c:pt>
                <c:pt idx="1580">
                  <c:v>1.2883599999999999</c:v>
                </c:pt>
                <c:pt idx="1581">
                  <c:v>1.2888599999999999</c:v>
                </c:pt>
                <c:pt idx="1582">
                  <c:v>1.2893600000000001</c:v>
                </c:pt>
                <c:pt idx="1583">
                  <c:v>1.28986</c:v>
                </c:pt>
                <c:pt idx="1584">
                  <c:v>1.29036</c:v>
                </c:pt>
                <c:pt idx="1585">
                  <c:v>1.2908599999999999</c:v>
                </c:pt>
                <c:pt idx="1586">
                  <c:v>1.2913600000000001</c:v>
                </c:pt>
                <c:pt idx="1587">
                  <c:v>1.29186</c:v>
                </c:pt>
                <c:pt idx="1588">
                  <c:v>1.2923500000000001</c:v>
                </c:pt>
                <c:pt idx="1589">
                  <c:v>1.2928500000000001</c:v>
                </c:pt>
                <c:pt idx="1590">
                  <c:v>1.29335</c:v>
                </c:pt>
                <c:pt idx="1591">
                  <c:v>1.2938499999999999</c:v>
                </c:pt>
                <c:pt idx="1592">
                  <c:v>1.2943499999999999</c:v>
                </c:pt>
                <c:pt idx="1593">
                  <c:v>1.2948500000000001</c:v>
                </c:pt>
                <c:pt idx="1594">
                  <c:v>1.29535</c:v>
                </c:pt>
                <c:pt idx="1595">
                  <c:v>1.2958499999999999</c:v>
                </c:pt>
                <c:pt idx="1596">
                  <c:v>1.2963499999999999</c:v>
                </c:pt>
                <c:pt idx="1597">
                  <c:v>1.2968500000000001</c:v>
                </c:pt>
                <c:pt idx="1598">
                  <c:v>1.29735</c:v>
                </c:pt>
                <c:pt idx="1599">
                  <c:v>1.2978499999999999</c:v>
                </c:pt>
                <c:pt idx="1600">
                  <c:v>1.2983499999999999</c:v>
                </c:pt>
                <c:pt idx="1601">
                  <c:v>1.2988500000000001</c:v>
                </c:pt>
                <c:pt idx="1602">
                  <c:v>1.29935</c:v>
                </c:pt>
                <c:pt idx="1603">
                  <c:v>1.2998499999999999</c:v>
                </c:pt>
                <c:pt idx="1604">
                  <c:v>1.3003499999999999</c:v>
                </c:pt>
                <c:pt idx="1605">
                  <c:v>1.30084</c:v>
                </c:pt>
                <c:pt idx="1606">
                  <c:v>1.3013399999999999</c:v>
                </c:pt>
                <c:pt idx="1607">
                  <c:v>1.3018400000000001</c:v>
                </c:pt>
                <c:pt idx="1608">
                  <c:v>1.3023400000000001</c:v>
                </c:pt>
                <c:pt idx="1609">
                  <c:v>1.30284</c:v>
                </c:pt>
                <c:pt idx="1610">
                  <c:v>1.30335</c:v>
                </c:pt>
                <c:pt idx="1611">
                  <c:v>1.30385</c:v>
                </c:pt>
                <c:pt idx="1612">
                  <c:v>1.3043499999999999</c:v>
                </c:pt>
                <c:pt idx="1613">
                  <c:v>1.3048500000000001</c:v>
                </c:pt>
                <c:pt idx="1614">
                  <c:v>1.30535</c:v>
                </c:pt>
                <c:pt idx="1615">
                  <c:v>1.30585</c:v>
                </c:pt>
                <c:pt idx="1616">
                  <c:v>1.3063499999999999</c:v>
                </c:pt>
                <c:pt idx="1617">
                  <c:v>1.3068500000000001</c:v>
                </c:pt>
                <c:pt idx="1618">
                  <c:v>1.30735</c:v>
                </c:pt>
                <c:pt idx="1619">
                  <c:v>1.30785</c:v>
                </c:pt>
                <c:pt idx="1620">
                  <c:v>1.3083499999999999</c:v>
                </c:pt>
                <c:pt idx="1621">
                  <c:v>1.3088500000000001</c:v>
                </c:pt>
                <c:pt idx="1622">
                  <c:v>1.30935</c:v>
                </c:pt>
                <c:pt idx="1623">
                  <c:v>1.3098399999999999</c:v>
                </c:pt>
                <c:pt idx="1624">
                  <c:v>1.3103400000000001</c:v>
                </c:pt>
                <c:pt idx="1625">
                  <c:v>1.31084</c:v>
                </c:pt>
                <c:pt idx="1626">
                  <c:v>1.31134</c:v>
                </c:pt>
                <c:pt idx="1627">
                  <c:v>1.3118399999999999</c:v>
                </c:pt>
                <c:pt idx="1628">
                  <c:v>1.3123499999999999</c:v>
                </c:pt>
                <c:pt idx="1629">
                  <c:v>1.3128500000000001</c:v>
                </c:pt>
                <c:pt idx="1630">
                  <c:v>1.31335</c:v>
                </c:pt>
                <c:pt idx="1631">
                  <c:v>1.3138399999999999</c:v>
                </c:pt>
                <c:pt idx="1632">
                  <c:v>1.3143400000000001</c:v>
                </c:pt>
                <c:pt idx="1633">
                  <c:v>1.31484</c:v>
                </c:pt>
                <c:pt idx="1634">
                  <c:v>1.31534</c:v>
                </c:pt>
                <c:pt idx="1635">
                  <c:v>1.31585</c:v>
                </c:pt>
                <c:pt idx="1636">
                  <c:v>1.3163400000000001</c:v>
                </c:pt>
                <c:pt idx="1637">
                  <c:v>1.31684</c:v>
                </c:pt>
                <c:pt idx="1638">
                  <c:v>1.31735</c:v>
                </c:pt>
                <c:pt idx="1639">
                  <c:v>1.3178399999999999</c:v>
                </c:pt>
                <c:pt idx="1640">
                  <c:v>1.3183400000000001</c:v>
                </c:pt>
                <c:pt idx="1641">
                  <c:v>1.31884</c:v>
                </c:pt>
                <c:pt idx="1642">
                  <c:v>1.31934</c:v>
                </c:pt>
                <c:pt idx="1643">
                  <c:v>1.3198399999999999</c:v>
                </c:pt>
                <c:pt idx="1644">
                  <c:v>1.3203400000000001</c:v>
                </c:pt>
                <c:pt idx="1645">
                  <c:v>1.32084</c:v>
                </c:pt>
                <c:pt idx="1646">
                  <c:v>1.32134</c:v>
                </c:pt>
                <c:pt idx="1647">
                  <c:v>1.3218399999999999</c:v>
                </c:pt>
                <c:pt idx="1648">
                  <c:v>1.3223400000000001</c:v>
                </c:pt>
                <c:pt idx="1649">
                  <c:v>1.32284</c:v>
                </c:pt>
                <c:pt idx="1650">
                  <c:v>1.32334</c:v>
                </c:pt>
                <c:pt idx="1651">
                  <c:v>1.3238399999999999</c:v>
                </c:pt>
                <c:pt idx="1652">
                  <c:v>1.3243400000000001</c:v>
                </c:pt>
                <c:pt idx="1653">
                  <c:v>1.32484</c:v>
                </c:pt>
                <c:pt idx="1654">
                  <c:v>1.32534</c:v>
                </c:pt>
                <c:pt idx="1655">
                  <c:v>1.3258399999999999</c:v>
                </c:pt>
                <c:pt idx="1656">
                  <c:v>1.3263400000000001</c:v>
                </c:pt>
                <c:pt idx="1657">
                  <c:v>1.32684</c:v>
                </c:pt>
                <c:pt idx="1658">
                  <c:v>1.32734</c:v>
                </c:pt>
                <c:pt idx="1659">
                  <c:v>1.3278399999999999</c:v>
                </c:pt>
                <c:pt idx="1660">
                  <c:v>1.3283400000000001</c:v>
                </c:pt>
                <c:pt idx="1661">
                  <c:v>1.32884</c:v>
                </c:pt>
                <c:pt idx="1662">
                  <c:v>1.32934</c:v>
                </c:pt>
                <c:pt idx="1663">
                  <c:v>1.3298399999999999</c:v>
                </c:pt>
                <c:pt idx="1664">
                  <c:v>1.3303400000000001</c:v>
                </c:pt>
                <c:pt idx="1665">
                  <c:v>1.33084</c:v>
                </c:pt>
                <c:pt idx="1666">
                  <c:v>1.33134</c:v>
                </c:pt>
                <c:pt idx="1667">
                  <c:v>1.3318399999999999</c:v>
                </c:pt>
                <c:pt idx="1668">
                  <c:v>1.3323400000000001</c:v>
                </c:pt>
                <c:pt idx="1669">
                  <c:v>1.33284</c:v>
                </c:pt>
                <c:pt idx="1670">
                  <c:v>1.3333299999999999</c:v>
                </c:pt>
                <c:pt idx="1671">
                  <c:v>1.3338300000000001</c:v>
                </c:pt>
                <c:pt idx="1672">
                  <c:v>1.33433</c:v>
                </c:pt>
                <c:pt idx="1673">
                  <c:v>1.33483</c:v>
                </c:pt>
                <c:pt idx="1674">
                  <c:v>1.3353299999999999</c:v>
                </c:pt>
                <c:pt idx="1675">
                  <c:v>1.3358300000000001</c:v>
                </c:pt>
                <c:pt idx="1676">
                  <c:v>1.33633</c:v>
                </c:pt>
                <c:pt idx="1677">
                  <c:v>1.33683</c:v>
                </c:pt>
                <c:pt idx="1678">
                  <c:v>1.3373299999999999</c:v>
                </c:pt>
                <c:pt idx="1679">
                  <c:v>1.3378300000000001</c:v>
                </c:pt>
                <c:pt idx="1680">
                  <c:v>1.33833</c:v>
                </c:pt>
                <c:pt idx="1681">
                  <c:v>1.33883</c:v>
                </c:pt>
                <c:pt idx="1682">
                  <c:v>1.3393299999999999</c:v>
                </c:pt>
                <c:pt idx="1683">
                  <c:v>1.3398300000000001</c:v>
                </c:pt>
                <c:pt idx="1684">
                  <c:v>1.34033</c:v>
                </c:pt>
                <c:pt idx="1685">
                  <c:v>1.34083</c:v>
                </c:pt>
                <c:pt idx="1686">
                  <c:v>1.3413299999999999</c:v>
                </c:pt>
                <c:pt idx="1687">
                  <c:v>1.3418300000000001</c:v>
                </c:pt>
                <c:pt idx="1688">
                  <c:v>1.34233</c:v>
                </c:pt>
                <c:pt idx="1689">
                  <c:v>1.34283</c:v>
                </c:pt>
                <c:pt idx="1690">
                  <c:v>1.3433299999999999</c:v>
                </c:pt>
                <c:pt idx="1691">
                  <c:v>1.3438300000000001</c:v>
                </c:pt>
                <c:pt idx="1692">
                  <c:v>1.34433</c:v>
                </c:pt>
                <c:pt idx="1693">
                  <c:v>1.34483</c:v>
                </c:pt>
                <c:pt idx="1694">
                  <c:v>1.3453299999999999</c:v>
                </c:pt>
                <c:pt idx="1695">
                  <c:v>1.3458300000000001</c:v>
                </c:pt>
                <c:pt idx="1696">
                  <c:v>1.34633</c:v>
                </c:pt>
                <c:pt idx="1697">
                  <c:v>1.34683</c:v>
                </c:pt>
                <c:pt idx="1698">
                  <c:v>1.3473200000000001</c:v>
                </c:pt>
                <c:pt idx="1699">
                  <c:v>1.34782</c:v>
                </c:pt>
                <c:pt idx="1700">
                  <c:v>1.34832</c:v>
                </c:pt>
                <c:pt idx="1701">
                  <c:v>1.3488199999999999</c:v>
                </c:pt>
                <c:pt idx="1702">
                  <c:v>1.3493200000000001</c:v>
                </c:pt>
                <c:pt idx="1703">
                  <c:v>1.34982</c:v>
                </c:pt>
                <c:pt idx="1704">
                  <c:v>1.35032</c:v>
                </c:pt>
                <c:pt idx="1705">
                  <c:v>1.3508199999999999</c:v>
                </c:pt>
                <c:pt idx="1706">
                  <c:v>1.3513200000000001</c:v>
                </c:pt>
                <c:pt idx="1707">
                  <c:v>1.35182</c:v>
                </c:pt>
                <c:pt idx="1708">
                  <c:v>1.35232</c:v>
                </c:pt>
                <c:pt idx="1709">
                  <c:v>1.3528199999999999</c:v>
                </c:pt>
                <c:pt idx="1710">
                  <c:v>1.3533200000000001</c:v>
                </c:pt>
                <c:pt idx="1711">
                  <c:v>1.35382</c:v>
                </c:pt>
                <c:pt idx="1712">
                  <c:v>1.35432</c:v>
                </c:pt>
                <c:pt idx="1713">
                  <c:v>1.3548199999999999</c:v>
                </c:pt>
                <c:pt idx="1714">
                  <c:v>1.3553200000000001</c:v>
                </c:pt>
                <c:pt idx="1715">
                  <c:v>1.3558300000000001</c:v>
                </c:pt>
                <c:pt idx="1716">
                  <c:v>1.35632</c:v>
                </c:pt>
                <c:pt idx="1717">
                  <c:v>1.3568199999999999</c:v>
                </c:pt>
                <c:pt idx="1718">
                  <c:v>1.3573200000000001</c:v>
                </c:pt>
                <c:pt idx="1719">
                  <c:v>1.35782</c:v>
                </c:pt>
                <c:pt idx="1720">
                  <c:v>1.35832</c:v>
                </c:pt>
                <c:pt idx="1721">
                  <c:v>1.3588199999999999</c:v>
                </c:pt>
                <c:pt idx="1722">
                  <c:v>1.3593200000000001</c:v>
                </c:pt>
                <c:pt idx="1723">
                  <c:v>1.35982</c:v>
                </c:pt>
                <c:pt idx="1724">
                  <c:v>1.36032</c:v>
                </c:pt>
                <c:pt idx="1725">
                  <c:v>1.3608199999999999</c:v>
                </c:pt>
                <c:pt idx="1726">
                  <c:v>1.3613200000000001</c:v>
                </c:pt>
                <c:pt idx="1727">
                  <c:v>1.36182</c:v>
                </c:pt>
                <c:pt idx="1728">
                  <c:v>1.36232</c:v>
                </c:pt>
                <c:pt idx="1729">
                  <c:v>1.3628199999999999</c:v>
                </c:pt>
                <c:pt idx="1730">
                  <c:v>1.3633200000000001</c:v>
                </c:pt>
                <c:pt idx="1731">
                  <c:v>1.36382</c:v>
                </c:pt>
                <c:pt idx="1732">
                  <c:v>1.36432</c:v>
                </c:pt>
                <c:pt idx="1733">
                  <c:v>1.3648100000000001</c:v>
                </c:pt>
                <c:pt idx="1734">
                  <c:v>1.36531</c:v>
                </c:pt>
                <c:pt idx="1735">
                  <c:v>1.36581</c:v>
                </c:pt>
                <c:pt idx="1736">
                  <c:v>1.36632</c:v>
                </c:pt>
                <c:pt idx="1737">
                  <c:v>1.3668199999999999</c:v>
                </c:pt>
                <c:pt idx="1738">
                  <c:v>1.3673200000000001</c:v>
                </c:pt>
                <c:pt idx="1739">
                  <c:v>1.36781</c:v>
                </c:pt>
                <c:pt idx="1740">
                  <c:v>1.36832</c:v>
                </c:pt>
                <c:pt idx="1741">
                  <c:v>1.3688199999999999</c:v>
                </c:pt>
                <c:pt idx="1742">
                  <c:v>1.3693200000000001</c:v>
                </c:pt>
                <c:pt idx="1743">
                  <c:v>1.36982</c:v>
                </c:pt>
                <c:pt idx="1744">
                  <c:v>1.37032</c:v>
                </c:pt>
                <c:pt idx="1745">
                  <c:v>1.3708199999999999</c:v>
                </c:pt>
                <c:pt idx="1746">
                  <c:v>1.3713200000000001</c:v>
                </c:pt>
                <c:pt idx="1747">
                  <c:v>1.37181</c:v>
                </c:pt>
                <c:pt idx="1748">
                  <c:v>1.3723099999999999</c:v>
                </c:pt>
                <c:pt idx="1749">
                  <c:v>1.3728100000000001</c:v>
                </c:pt>
                <c:pt idx="1750">
                  <c:v>1.37331</c:v>
                </c:pt>
                <c:pt idx="1751">
                  <c:v>1.37381</c:v>
                </c:pt>
                <c:pt idx="1752">
                  <c:v>1.3743099999999999</c:v>
                </c:pt>
                <c:pt idx="1753">
                  <c:v>1.3748100000000001</c:v>
                </c:pt>
                <c:pt idx="1754">
                  <c:v>1.37531</c:v>
                </c:pt>
                <c:pt idx="1755">
                  <c:v>1.37581</c:v>
                </c:pt>
                <c:pt idx="1756">
                  <c:v>1.3763099999999999</c:v>
                </c:pt>
                <c:pt idx="1757">
                  <c:v>1.3768100000000001</c:v>
                </c:pt>
                <c:pt idx="1758">
                  <c:v>1.37731</c:v>
                </c:pt>
                <c:pt idx="1759">
                  <c:v>1.37781</c:v>
                </c:pt>
                <c:pt idx="1760">
                  <c:v>1.3783099999999999</c:v>
                </c:pt>
                <c:pt idx="1761">
                  <c:v>1.3788100000000001</c:v>
                </c:pt>
                <c:pt idx="1762">
                  <c:v>1.37931</c:v>
                </c:pt>
                <c:pt idx="1763">
                  <c:v>1.37981</c:v>
                </c:pt>
                <c:pt idx="1764">
                  <c:v>1.3803099999999999</c:v>
                </c:pt>
                <c:pt idx="1765">
                  <c:v>1.3808100000000001</c:v>
                </c:pt>
                <c:pt idx="1766">
                  <c:v>1.38131</c:v>
                </c:pt>
                <c:pt idx="1767">
                  <c:v>1.38181</c:v>
                </c:pt>
                <c:pt idx="1768">
                  <c:v>1.3823099999999999</c:v>
                </c:pt>
                <c:pt idx="1769">
                  <c:v>1.3828100000000001</c:v>
                </c:pt>
                <c:pt idx="1770">
                  <c:v>1.38331</c:v>
                </c:pt>
                <c:pt idx="1771">
                  <c:v>1.38381</c:v>
                </c:pt>
                <c:pt idx="1772">
                  <c:v>1.3843099999999999</c:v>
                </c:pt>
                <c:pt idx="1773">
                  <c:v>1.3848100000000001</c:v>
                </c:pt>
                <c:pt idx="1774">
                  <c:v>1.38531</c:v>
                </c:pt>
                <c:pt idx="1775">
                  <c:v>1.3858200000000001</c:v>
                </c:pt>
                <c:pt idx="1776">
                  <c:v>1.38632</c:v>
                </c:pt>
                <c:pt idx="1777">
                  <c:v>1.3868100000000001</c:v>
                </c:pt>
                <c:pt idx="1778">
                  <c:v>1.38731</c:v>
                </c:pt>
                <c:pt idx="1779">
                  <c:v>1.3877999999999999</c:v>
                </c:pt>
                <c:pt idx="1780">
                  <c:v>1.3883000000000001</c:v>
                </c:pt>
                <c:pt idx="1781">
                  <c:v>1.3888100000000001</c:v>
                </c:pt>
                <c:pt idx="1782">
                  <c:v>1.38931</c:v>
                </c:pt>
                <c:pt idx="1783">
                  <c:v>1.38981</c:v>
                </c:pt>
                <c:pt idx="1784">
                  <c:v>1.3903099999999999</c:v>
                </c:pt>
                <c:pt idx="1785">
                  <c:v>1.3908100000000001</c:v>
                </c:pt>
                <c:pt idx="1786">
                  <c:v>1.39131</c:v>
                </c:pt>
                <c:pt idx="1787">
                  <c:v>1.39181</c:v>
                </c:pt>
                <c:pt idx="1788">
                  <c:v>1.3923099999999999</c:v>
                </c:pt>
                <c:pt idx="1789">
                  <c:v>1.3928100000000001</c:v>
                </c:pt>
                <c:pt idx="1790">
                  <c:v>1.39331</c:v>
                </c:pt>
                <c:pt idx="1791">
                  <c:v>1.39381</c:v>
                </c:pt>
                <c:pt idx="1792">
                  <c:v>1.3943000000000001</c:v>
                </c:pt>
                <c:pt idx="1793">
                  <c:v>1.3948</c:v>
                </c:pt>
                <c:pt idx="1794">
                  <c:v>1.3953100000000001</c:v>
                </c:pt>
                <c:pt idx="1795">
                  <c:v>1.39581</c:v>
                </c:pt>
                <c:pt idx="1796">
                  <c:v>1.3963000000000001</c:v>
                </c:pt>
                <c:pt idx="1797">
                  <c:v>1.3968</c:v>
                </c:pt>
                <c:pt idx="1798">
                  <c:v>1.3973</c:v>
                </c:pt>
                <c:pt idx="1799">
                  <c:v>1.39781</c:v>
                </c:pt>
                <c:pt idx="1800">
                  <c:v>1.3983099999999999</c:v>
                </c:pt>
                <c:pt idx="1801">
                  <c:v>1.3988100000000001</c:v>
                </c:pt>
                <c:pt idx="1802">
                  <c:v>1.3993100000000001</c:v>
                </c:pt>
                <c:pt idx="1803">
                  <c:v>1.3997999999999999</c:v>
                </c:pt>
                <c:pt idx="1804">
                  <c:v>1.4003000000000001</c:v>
                </c:pt>
                <c:pt idx="1805">
                  <c:v>1.4008</c:v>
                </c:pt>
                <c:pt idx="1806">
                  <c:v>1.4013</c:v>
                </c:pt>
                <c:pt idx="1807">
                  <c:v>1.4017999999999999</c:v>
                </c:pt>
                <c:pt idx="1808">
                  <c:v>1.4023000000000001</c:v>
                </c:pt>
                <c:pt idx="1809">
                  <c:v>1.4028</c:v>
                </c:pt>
                <c:pt idx="1810">
                  <c:v>1.4033</c:v>
                </c:pt>
                <c:pt idx="1811">
                  <c:v>1.4037999999999999</c:v>
                </c:pt>
                <c:pt idx="1812">
                  <c:v>1.4043000000000001</c:v>
                </c:pt>
                <c:pt idx="1813">
                  <c:v>1.4048</c:v>
                </c:pt>
                <c:pt idx="1814">
                  <c:v>1.4053</c:v>
                </c:pt>
                <c:pt idx="1815">
                  <c:v>1.4057999999999999</c:v>
                </c:pt>
                <c:pt idx="1816">
                  <c:v>1.4063000000000001</c:v>
                </c:pt>
                <c:pt idx="1817">
                  <c:v>1.4068000000000001</c:v>
                </c:pt>
                <c:pt idx="1818">
                  <c:v>1.4073100000000001</c:v>
                </c:pt>
                <c:pt idx="1819">
                  <c:v>1.40781</c:v>
                </c:pt>
                <c:pt idx="1820">
                  <c:v>1.40831</c:v>
                </c:pt>
                <c:pt idx="1821">
                  <c:v>1.4088099999999999</c:v>
                </c:pt>
                <c:pt idx="1822">
                  <c:v>1.4093</c:v>
                </c:pt>
                <c:pt idx="1823">
                  <c:v>1.4097999999999999</c:v>
                </c:pt>
                <c:pt idx="1824">
                  <c:v>1.4103000000000001</c:v>
                </c:pt>
                <c:pt idx="1825">
                  <c:v>1.4108000000000001</c:v>
                </c:pt>
                <c:pt idx="1826">
                  <c:v>1.4113</c:v>
                </c:pt>
                <c:pt idx="1827">
                  <c:v>1.4117999999999999</c:v>
                </c:pt>
                <c:pt idx="1828">
                  <c:v>1.4123000000000001</c:v>
                </c:pt>
                <c:pt idx="1829">
                  <c:v>1.4128000000000001</c:v>
                </c:pt>
                <c:pt idx="1830">
                  <c:v>1.4132899999999999</c:v>
                </c:pt>
                <c:pt idx="1831">
                  <c:v>1.4137900000000001</c:v>
                </c:pt>
                <c:pt idx="1832">
                  <c:v>1.41429</c:v>
                </c:pt>
                <c:pt idx="1833">
                  <c:v>1.41479</c:v>
                </c:pt>
                <c:pt idx="1834">
                  <c:v>1.4152899999999999</c:v>
                </c:pt>
                <c:pt idx="1835">
                  <c:v>1.4157900000000001</c:v>
                </c:pt>
                <c:pt idx="1836">
                  <c:v>1.41629</c:v>
                </c:pt>
                <c:pt idx="1837">
                  <c:v>1.4168000000000001</c:v>
                </c:pt>
                <c:pt idx="1838">
                  <c:v>1.4173</c:v>
                </c:pt>
                <c:pt idx="1839">
                  <c:v>1.4177999999999999</c:v>
                </c:pt>
                <c:pt idx="1840">
                  <c:v>1.4182999999999999</c:v>
                </c:pt>
                <c:pt idx="1841">
                  <c:v>1.4188000000000001</c:v>
                </c:pt>
                <c:pt idx="1842">
                  <c:v>1.4192899999999999</c:v>
                </c:pt>
                <c:pt idx="1843">
                  <c:v>1.4197900000000001</c:v>
                </c:pt>
                <c:pt idx="1844">
                  <c:v>1.4202900000000001</c:v>
                </c:pt>
                <c:pt idx="1845">
                  <c:v>1.42079</c:v>
                </c:pt>
                <c:pt idx="1846">
                  <c:v>1.4212899999999999</c:v>
                </c:pt>
                <c:pt idx="1847">
                  <c:v>1.4217900000000001</c:v>
                </c:pt>
                <c:pt idx="1848">
                  <c:v>1.4222900000000001</c:v>
                </c:pt>
                <c:pt idx="1849">
                  <c:v>1.42279</c:v>
                </c:pt>
                <c:pt idx="1850">
                  <c:v>1.4232899999999999</c:v>
                </c:pt>
                <c:pt idx="1851">
                  <c:v>1.4237899999999999</c:v>
                </c:pt>
                <c:pt idx="1852">
                  <c:v>1.4242999999999999</c:v>
                </c:pt>
                <c:pt idx="1853">
                  <c:v>1.4248000000000001</c:v>
                </c:pt>
                <c:pt idx="1854">
                  <c:v>1.4253</c:v>
                </c:pt>
                <c:pt idx="1855">
                  <c:v>1.4257899999999999</c:v>
                </c:pt>
                <c:pt idx="1856">
                  <c:v>1.4262900000000001</c:v>
                </c:pt>
                <c:pt idx="1857">
                  <c:v>1.42679</c:v>
                </c:pt>
                <c:pt idx="1858">
                  <c:v>1.4272899999999999</c:v>
                </c:pt>
                <c:pt idx="1859">
                  <c:v>1.4277899999999999</c:v>
                </c:pt>
                <c:pt idx="1860">
                  <c:v>1.42828</c:v>
                </c:pt>
                <c:pt idx="1861">
                  <c:v>1.4287799999999999</c:v>
                </c:pt>
                <c:pt idx="1862">
                  <c:v>1.4292800000000001</c:v>
                </c:pt>
                <c:pt idx="1863">
                  <c:v>1.4297800000000001</c:v>
                </c:pt>
                <c:pt idx="1864">
                  <c:v>1.43028</c:v>
                </c:pt>
                <c:pt idx="1865">
                  <c:v>1.4307799999999999</c:v>
                </c:pt>
                <c:pt idx="1866">
                  <c:v>1.4312800000000001</c:v>
                </c:pt>
                <c:pt idx="1867">
                  <c:v>1.4317800000000001</c:v>
                </c:pt>
                <c:pt idx="1868">
                  <c:v>1.4322900000000001</c:v>
                </c:pt>
                <c:pt idx="1869">
                  <c:v>1.43279</c:v>
                </c:pt>
                <c:pt idx="1870">
                  <c:v>1.43329</c:v>
                </c:pt>
                <c:pt idx="1871">
                  <c:v>1.4337899999999999</c:v>
                </c:pt>
                <c:pt idx="1872">
                  <c:v>1.4342900000000001</c:v>
                </c:pt>
                <c:pt idx="1873">
                  <c:v>1.43479</c:v>
                </c:pt>
                <c:pt idx="1874">
                  <c:v>1.43529</c:v>
                </c:pt>
                <c:pt idx="1875">
                  <c:v>1.4357800000000001</c:v>
                </c:pt>
                <c:pt idx="1876">
                  <c:v>1.43628</c:v>
                </c:pt>
                <c:pt idx="1877">
                  <c:v>1.4367799999999999</c:v>
                </c:pt>
                <c:pt idx="1878">
                  <c:v>1.4372799999999999</c:v>
                </c:pt>
                <c:pt idx="1879">
                  <c:v>1.4377800000000001</c:v>
                </c:pt>
                <c:pt idx="1880">
                  <c:v>1.43828</c:v>
                </c:pt>
                <c:pt idx="1881">
                  <c:v>1.4387799999999999</c:v>
                </c:pt>
                <c:pt idx="1882">
                  <c:v>1.4392799999999999</c:v>
                </c:pt>
                <c:pt idx="1883">
                  <c:v>1.4397800000000001</c:v>
                </c:pt>
                <c:pt idx="1884">
                  <c:v>1.44028</c:v>
                </c:pt>
                <c:pt idx="1885">
                  <c:v>1.4407799999999999</c:v>
                </c:pt>
                <c:pt idx="1886">
                  <c:v>1.44129</c:v>
                </c:pt>
                <c:pt idx="1887">
                  <c:v>1.4417899999999999</c:v>
                </c:pt>
                <c:pt idx="1888">
                  <c:v>1.4422900000000001</c:v>
                </c:pt>
                <c:pt idx="1889">
                  <c:v>1.44279</c:v>
                </c:pt>
                <c:pt idx="1890">
                  <c:v>1.44329</c:v>
                </c:pt>
                <c:pt idx="1891">
                  <c:v>1.4437899999999999</c:v>
                </c:pt>
                <c:pt idx="1892">
                  <c:v>1.4442900000000001</c:v>
                </c:pt>
                <c:pt idx="1893">
                  <c:v>1.44479</c:v>
                </c:pt>
                <c:pt idx="1894">
                  <c:v>1.4452799999999999</c:v>
                </c:pt>
                <c:pt idx="1895">
                  <c:v>1.4457800000000001</c:v>
                </c:pt>
                <c:pt idx="1896">
                  <c:v>1.44628</c:v>
                </c:pt>
                <c:pt idx="1897">
                  <c:v>1.44678</c:v>
                </c:pt>
                <c:pt idx="1898">
                  <c:v>1.4472799999999999</c:v>
                </c:pt>
                <c:pt idx="1899">
                  <c:v>1.4477800000000001</c:v>
                </c:pt>
                <c:pt idx="1900">
                  <c:v>1.44828</c:v>
                </c:pt>
                <c:pt idx="1901">
                  <c:v>1.44878</c:v>
                </c:pt>
                <c:pt idx="1902">
                  <c:v>1.4492799999999999</c:v>
                </c:pt>
                <c:pt idx="1903">
                  <c:v>1.4497800000000001</c:v>
                </c:pt>
                <c:pt idx="1904">
                  <c:v>1.45028</c:v>
                </c:pt>
                <c:pt idx="1905">
                  <c:v>1.45078</c:v>
                </c:pt>
                <c:pt idx="1906">
                  <c:v>1.4512799999999999</c:v>
                </c:pt>
                <c:pt idx="1907">
                  <c:v>1.4517800000000001</c:v>
                </c:pt>
                <c:pt idx="1908">
                  <c:v>1.45228</c:v>
                </c:pt>
                <c:pt idx="1909">
                  <c:v>1.45278</c:v>
                </c:pt>
                <c:pt idx="1910">
                  <c:v>1.4532799999999999</c:v>
                </c:pt>
                <c:pt idx="1911">
                  <c:v>1.4537800000000001</c:v>
                </c:pt>
                <c:pt idx="1912">
                  <c:v>1.45428</c:v>
                </c:pt>
                <c:pt idx="1913">
                  <c:v>1.45478</c:v>
                </c:pt>
                <c:pt idx="1914">
                  <c:v>1.4552799999999999</c:v>
                </c:pt>
                <c:pt idx="1915">
                  <c:v>1.4557800000000001</c:v>
                </c:pt>
                <c:pt idx="1916">
                  <c:v>1.45628</c:v>
                </c:pt>
                <c:pt idx="1917">
                  <c:v>1.45678</c:v>
                </c:pt>
                <c:pt idx="1918">
                  <c:v>1.4572799999999999</c:v>
                </c:pt>
                <c:pt idx="1919">
                  <c:v>1.45777</c:v>
                </c:pt>
                <c:pt idx="1920">
                  <c:v>1.45827</c:v>
                </c:pt>
                <c:pt idx="1921">
                  <c:v>1.45878</c:v>
                </c:pt>
                <c:pt idx="1922">
                  <c:v>1.4592700000000001</c:v>
                </c:pt>
                <c:pt idx="1923">
                  <c:v>1.45977</c:v>
                </c:pt>
                <c:pt idx="1924">
                  <c:v>1.46027</c:v>
                </c:pt>
                <c:pt idx="1925">
                  <c:v>1.4607699999999999</c:v>
                </c:pt>
                <c:pt idx="1926">
                  <c:v>1.4612700000000001</c:v>
                </c:pt>
                <c:pt idx="1927">
                  <c:v>1.46177</c:v>
                </c:pt>
                <c:pt idx="1928">
                  <c:v>1.46227</c:v>
                </c:pt>
                <c:pt idx="1929">
                  <c:v>1.4627699999999999</c:v>
                </c:pt>
                <c:pt idx="1930">
                  <c:v>1.4632799999999999</c:v>
                </c:pt>
                <c:pt idx="1931">
                  <c:v>1.4637800000000001</c:v>
                </c:pt>
                <c:pt idx="1932">
                  <c:v>1.46428</c:v>
                </c:pt>
                <c:pt idx="1933">
                  <c:v>1.4647699999999999</c:v>
                </c:pt>
                <c:pt idx="1934">
                  <c:v>1.4652700000000001</c:v>
                </c:pt>
                <c:pt idx="1935">
                  <c:v>1.46577</c:v>
                </c:pt>
                <c:pt idx="1936">
                  <c:v>1.46627</c:v>
                </c:pt>
                <c:pt idx="1937">
                  <c:v>1.4667699999999999</c:v>
                </c:pt>
                <c:pt idx="1938">
                  <c:v>1.4672700000000001</c:v>
                </c:pt>
                <c:pt idx="1939">
                  <c:v>1.46777</c:v>
                </c:pt>
                <c:pt idx="1940">
                  <c:v>1.46827</c:v>
                </c:pt>
                <c:pt idx="1941">
                  <c:v>1.4687699999999999</c:v>
                </c:pt>
                <c:pt idx="1942">
                  <c:v>1.4692700000000001</c:v>
                </c:pt>
                <c:pt idx="1943">
                  <c:v>1.46976</c:v>
                </c:pt>
                <c:pt idx="1944">
                  <c:v>1.4702599999999999</c:v>
                </c:pt>
                <c:pt idx="1945">
                  <c:v>1.4707600000000001</c:v>
                </c:pt>
                <c:pt idx="1946">
                  <c:v>1.47126</c:v>
                </c:pt>
                <c:pt idx="1947">
                  <c:v>1.47176</c:v>
                </c:pt>
                <c:pt idx="1948">
                  <c:v>1.4722599999999999</c:v>
                </c:pt>
                <c:pt idx="1949">
                  <c:v>1.4727699999999999</c:v>
                </c:pt>
                <c:pt idx="1950">
                  <c:v>1.4732700000000001</c:v>
                </c:pt>
                <c:pt idx="1951">
                  <c:v>1.47377</c:v>
                </c:pt>
                <c:pt idx="1952">
                  <c:v>1.47427</c:v>
                </c:pt>
                <c:pt idx="1953">
                  <c:v>1.4747699999999999</c:v>
                </c:pt>
                <c:pt idx="1954">
                  <c:v>1.4752700000000001</c:v>
                </c:pt>
                <c:pt idx="1955">
                  <c:v>1.47577</c:v>
                </c:pt>
                <c:pt idx="1956">
                  <c:v>1.47627</c:v>
                </c:pt>
                <c:pt idx="1957">
                  <c:v>1.4767699999999999</c:v>
                </c:pt>
                <c:pt idx="1958">
                  <c:v>1.4772700000000001</c:v>
                </c:pt>
                <c:pt idx="1959">
                  <c:v>1.47777</c:v>
                </c:pt>
                <c:pt idx="1960">
                  <c:v>1.47827</c:v>
                </c:pt>
                <c:pt idx="1961">
                  <c:v>1.4787699999999999</c:v>
                </c:pt>
                <c:pt idx="1962">
                  <c:v>1.4792700000000001</c:v>
                </c:pt>
                <c:pt idx="1963">
                  <c:v>1.47977</c:v>
                </c:pt>
                <c:pt idx="1964">
                  <c:v>1.48027</c:v>
                </c:pt>
                <c:pt idx="1965">
                  <c:v>1.4807699999999999</c:v>
                </c:pt>
                <c:pt idx="1966">
                  <c:v>1.4812700000000001</c:v>
                </c:pt>
                <c:pt idx="1967">
                  <c:v>1.48177</c:v>
                </c:pt>
                <c:pt idx="1968">
                  <c:v>1.48227</c:v>
                </c:pt>
                <c:pt idx="1969">
                  <c:v>1.4827699999999999</c:v>
                </c:pt>
                <c:pt idx="1970">
                  <c:v>1.4832700000000001</c:v>
                </c:pt>
                <c:pt idx="1971">
                  <c:v>1.48376</c:v>
                </c:pt>
                <c:pt idx="1972">
                  <c:v>1.4842599999999999</c:v>
                </c:pt>
                <c:pt idx="1973">
                  <c:v>1.4847600000000001</c:v>
                </c:pt>
                <c:pt idx="1974">
                  <c:v>1.48526</c:v>
                </c:pt>
                <c:pt idx="1975">
                  <c:v>1.48576</c:v>
                </c:pt>
                <c:pt idx="1976">
                  <c:v>1.4862599999999999</c:v>
                </c:pt>
                <c:pt idx="1977">
                  <c:v>1.4867600000000001</c:v>
                </c:pt>
                <c:pt idx="1978">
                  <c:v>1.48726</c:v>
                </c:pt>
                <c:pt idx="1979">
                  <c:v>1.48776</c:v>
                </c:pt>
                <c:pt idx="1980">
                  <c:v>1.4882599999999999</c:v>
                </c:pt>
                <c:pt idx="1981">
                  <c:v>1.4887600000000001</c:v>
                </c:pt>
                <c:pt idx="1982">
                  <c:v>1.48925</c:v>
                </c:pt>
                <c:pt idx="1983">
                  <c:v>1.4897499999999999</c:v>
                </c:pt>
                <c:pt idx="1984">
                  <c:v>1.4902599999999999</c:v>
                </c:pt>
                <c:pt idx="1985">
                  <c:v>1.4907600000000001</c:v>
                </c:pt>
                <c:pt idx="1986">
                  <c:v>1.49126</c:v>
                </c:pt>
                <c:pt idx="1987">
                  <c:v>1.49176</c:v>
                </c:pt>
                <c:pt idx="1988">
                  <c:v>1.4922599999999999</c:v>
                </c:pt>
                <c:pt idx="1989">
                  <c:v>1.4927600000000001</c:v>
                </c:pt>
                <c:pt idx="1990">
                  <c:v>1.49326</c:v>
                </c:pt>
                <c:pt idx="1991">
                  <c:v>1.49376</c:v>
                </c:pt>
                <c:pt idx="1992">
                  <c:v>1.4942599999999999</c:v>
                </c:pt>
                <c:pt idx="1993">
                  <c:v>1.4947600000000001</c:v>
                </c:pt>
                <c:pt idx="1994">
                  <c:v>1.49525</c:v>
                </c:pt>
                <c:pt idx="1995">
                  <c:v>1.4957499999999999</c:v>
                </c:pt>
                <c:pt idx="1996">
                  <c:v>1.4962500000000001</c:v>
                </c:pt>
                <c:pt idx="1997">
                  <c:v>1.49675</c:v>
                </c:pt>
                <c:pt idx="1998">
                  <c:v>1.49725</c:v>
                </c:pt>
                <c:pt idx="1999">
                  <c:v>1.4977499999999999</c:v>
                </c:pt>
                <c:pt idx="2000">
                  <c:v>1.49824</c:v>
                </c:pt>
                <c:pt idx="2001">
                  <c:v>1.4984</c:v>
                </c:pt>
                <c:pt idx="2002">
                  <c:v>1.4982899999999999</c:v>
                </c:pt>
                <c:pt idx="2003">
                  <c:v>1.4981</c:v>
                </c:pt>
                <c:pt idx="2004">
                  <c:v>1.4977</c:v>
                </c:pt>
                <c:pt idx="2005">
                  <c:v>1.4972300000000001</c:v>
                </c:pt>
                <c:pt idx="2006">
                  <c:v>1.49675</c:v>
                </c:pt>
                <c:pt idx="2007">
                  <c:v>1.4962500000000001</c:v>
                </c:pt>
                <c:pt idx="2008">
                  <c:v>1.49576</c:v>
                </c:pt>
                <c:pt idx="2009">
                  <c:v>1.49526</c:v>
                </c:pt>
                <c:pt idx="2010">
                  <c:v>1.4947600000000001</c:v>
                </c:pt>
                <c:pt idx="2011">
                  <c:v>1.4942599999999999</c:v>
                </c:pt>
                <c:pt idx="2012">
                  <c:v>1.49376</c:v>
                </c:pt>
                <c:pt idx="2013">
                  <c:v>1.4932700000000001</c:v>
                </c:pt>
                <c:pt idx="2014">
                  <c:v>1.4927699999999999</c:v>
                </c:pt>
                <c:pt idx="2015">
                  <c:v>1.49227</c:v>
                </c:pt>
                <c:pt idx="2016">
                  <c:v>1.49177</c:v>
                </c:pt>
                <c:pt idx="2017">
                  <c:v>1.4912700000000001</c:v>
                </c:pt>
                <c:pt idx="2018">
                  <c:v>1.4907699999999999</c:v>
                </c:pt>
                <c:pt idx="2019">
                  <c:v>1.49027</c:v>
                </c:pt>
                <c:pt idx="2020">
                  <c:v>1.48977</c:v>
                </c:pt>
                <c:pt idx="2021">
                  <c:v>1.4892700000000001</c:v>
                </c:pt>
                <c:pt idx="2022">
                  <c:v>1.4887699999999999</c:v>
                </c:pt>
                <c:pt idx="2023">
                  <c:v>1.48827</c:v>
                </c:pt>
                <c:pt idx="2024">
                  <c:v>1.48777</c:v>
                </c:pt>
                <c:pt idx="2025">
                  <c:v>1.4872700000000001</c:v>
                </c:pt>
                <c:pt idx="2026">
                  <c:v>1.4867699999999999</c:v>
                </c:pt>
                <c:pt idx="2027">
                  <c:v>1.48627</c:v>
                </c:pt>
                <c:pt idx="2028">
                  <c:v>1.48577</c:v>
                </c:pt>
                <c:pt idx="2029">
                  <c:v>1.4852700000000001</c:v>
                </c:pt>
                <c:pt idx="2030">
                  <c:v>1.4847699999999999</c:v>
                </c:pt>
                <c:pt idx="2031">
                  <c:v>1.48427</c:v>
                </c:pt>
                <c:pt idx="2032">
                  <c:v>1.4837800000000001</c:v>
                </c:pt>
                <c:pt idx="2033">
                  <c:v>1.4832799999999999</c:v>
                </c:pt>
                <c:pt idx="2034">
                  <c:v>1.48278</c:v>
                </c:pt>
                <c:pt idx="2035">
                  <c:v>1.48228</c:v>
                </c:pt>
                <c:pt idx="2036">
                  <c:v>1.4817800000000001</c:v>
                </c:pt>
                <c:pt idx="2037">
                  <c:v>1.4812799999999999</c:v>
                </c:pt>
                <c:pt idx="2038">
                  <c:v>1.48078</c:v>
                </c:pt>
                <c:pt idx="2039">
                  <c:v>1.48028</c:v>
                </c:pt>
                <c:pt idx="2040">
                  <c:v>1.4797800000000001</c:v>
                </c:pt>
                <c:pt idx="2041">
                  <c:v>1.4792799999999999</c:v>
                </c:pt>
                <c:pt idx="2042">
                  <c:v>1.47878</c:v>
                </c:pt>
                <c:pt idx="2043">
                  <c:v>1.47828</c:v>
                </c:pt>
                <c:pt idx="2044">
                  <c:v>1.4777800000000001</c:v>
                </c:pt>
                <c:pt idx="2045">
                  <c:v>1.4772799999999999</c:v>
                </c:pt>
                <c:pt idx="2046">
                  <c:v>1.47678</c:v>
                </c:pt>
                <c:pt idx="2047">
                  <c:v>1.47628</c:v>
                </c:pt>
                <c:pt idx="2048">
                  <c:v>1.4757800000000001</c:v>
                </c:pt>
                <c:pt idx="2049">
                  <c:v>1.4752700000000001</c:v>
                </c:pt>
                <c:pt idx="2050">
                  <c:v>1.4747699999999999</c:v>
                </c:pt>
                <c:pt idx="2051">
                  <c:v>1.47427</c:v>
                </c:pt>
                <c:pt idx="2052">
                  <c:v>1.47377</c:v>
                </c:pt>
                <c:pt idx="2053">
                  <c:v>1.4732700000000001</c:v>
                </c:pt>
                <c:pt idx="2054">
                  <c:v>1.4727699999999999</c:v>
                </c:pt>
                <c:pt idx="2055">
                  <c:v>1.47227</c:v>
                </c:pt>
                <c:pt idx="2056">
                  <c:v>1.47177</c:v>
                </c:pt>
                <c:pt idx="2057">
                  <c:v>1.4712700000000001</c:v>
                </c:pt>
                <c:pt idx="2058">
                  <c:v>1.4707699999999999</c:v>
                </c:pt>
                <c:pt idx="2059">
                  <c:v>1.47027</c:v>
                </c:pt>
                <c:pt idx="2060">
                  <c:v>1.4697800000000001</c:v>
                </c:pt>
                <c:pt idx="2061">
                  <c:v>1.4692799999999999</c:v>
                </c:pt>
                <c:pt idx="2062">
                  <c:v>1.46878</c:v>
                </c:pt>
                <c:pt idx="2063">
                  <c:v>1.46828</c:v>
                </c:pt>
                <c:pt idx="2064">
                  <c:v>1.4677800000000001</c:v>
                </c:pt>
                <c:pt idx="2065">
                  <c:v>1.4672799999999999</c:v>
                </c:pt>
                <c:pt idx="2066">
                  <c:v>1.46679</c:v>
                </c:pt>
                <c:pt idx="2067">
                  <c:v>1.46628</c:v>
                </c:pt>
                <c:pt idx="2068">
                  <c:v>1.4657800000000001</c:v>
                </c:pt>
                <c:pt idx="2069">
                  <c:v>1.46529</c:v>
                </c:pt>
                <c:pt idx="2070">
                  <c:v>1.46479</c:v>
                </c:pt>
                <c:pt idx="2071">
                  <c:v>1.4642900000000001</c:v>
                </c:pt>
                <c:pt idx="2072">
                  <c:v>1.4637899999999999</c:v>
                </c:pt>
                <c:pt idx="2073">
                  <c:v>1.46329</c:v>
                </c:pt>
                <c:pt idx="2074">
                  <c:v>1.46278</c:v>
                </c:pt>
                <c:pt idx="2075">
                  <c:v>1.46228</c:v>
                </c:pt>
                <c:pt idx="2076">
                  <c:v>1.4617800000000001</c:v>
                </c:pt>
                <c:pt idx="2077">
                  <c:v>1.4612799999999999</c:v>
                </c:pt>
                <c:pt idx="2078">
                  <c:v>1.46078</c:v>
                </c:pt>
                <c:pt idx="2079">
                  <c:v>1.46028</c:v>
                </c:pt>
                <c:pt idx="2080">
                  <c:v>1.4597800000000001</c:v>
                </c:pt>
                <c:pt idx="2081">
                  <c:v>1.4592799999999999</c:v>
                </c:pt>
                <c:pt idx="2082">
                  <c:v>1.45878</c:v>
                </c:pt>
                <c:pt idx="2083">
                  <c:v>1.45828</c:v>
                </c:pt>
                <c:pt idx="2084">
                  <c:v>1.4577800000000001</c:v>
                </c:pt>
                <c:pt idx="2085">
                  <c:v>1.4572799999999999</c:v>
                </c:pt>
                <c:pt idx="2086">
                  <c:v>1.45679</c:v>
                </c:pt>
                <c:pt idx="2087">
                  <c:v>1.4562900000000001</c:v>
                </c:pt>
                <c:pt idx="2088">
                  <c:v>1.4557899999999999</c:v>
                </c:pt>
                <c:pt idx="2089">
                  <c:v>1.45529</c:v>
                </c:pt>
                <c:pt idx="2090">
                  <c:v>1.45479</c:v>
                </c:pt>
                <c:pt idx="2091">
                  <c:v>1.4542900000000001</c:v>
                </c:pt>
                <c:pt idx="2092">
                  <c:v>1.4537899999999999</c:v>
                </c:pt>
                <c:pt idx="2093">
                  <c:v>1.45329</c:v>
                </c:pt>
                <c:pt idx="2094">
                  <c:v>1.45279</c:v>
                </c:pt>
                <c:pt idx="2095">
                  <c:v>1.4522900000000001</c:v>
                </c:pt>
                <c:pt idx="2096">
                  <c:v>1.4517899999999999</c:v>
                </c:pt>
                <c:pt idx="2097">
                  <c:v>1.45129</c:v>
                </c:pt>
                <c:pt idx="2098">
                  <c:v>1.45079</c:v>
                </c:pt>
                <c:pt idx="2099">
                  <c:v>1.4502900000000001</c:v>
                </c:pt>
                <c:pt idx="2100">
                  <c:v>1.4497899999999999</c:v>
                </c:pt>
                <c:pt idx="2101">
                  <c:v>1.44929</c:v>
                </c:pt>
                <c:pt idx="2102">
                  <c:v>1.44879</c:v>
                </c:pt>
                <c:pt idx="2103">
                  <c:v>1.4482900000000001</c:v>
                </c:pt>
                <c:pt idx="2104">
                  <c:v>1.4477899999999999</c:v>
                </c:pt>
                <c:pt idx="2105">
                  <c:v>1.44729</c:v>
                </c:pt>
                <c:pt idx="2106">
                  <c:v>1.44679</c:v>
                </c:pt>
                <c:pt idx="2107">
                  <c:v>1.4462900000000001</c:v>
                </c:pt>
                <c:pt idx="2108">
                  <c:v>1.4457899999999999</c:v>
                </c:pt>
                <c:pt idx="2109">
                  <c:v>1.44529</c:v>
                </c:pt>
                <c:pt idx="2110">
                  <c:v>1.4448000000000001</c:v>
                </c:pt>
                <c:pt idx="2111">
                  <c:v>1.4442999999999999</c:v>
                </c:pt>
                <c:pt idx="2112">
                  <c:v>1.4437899999999999</c:v>
                </c:pt>
                <c:pt idx="2113">
                  <c:v>1.44329</c:v>
                </c:pt>
                <c:pt idx="2114">
                  <c:v>1.44279</c:v>
                </c:pt>
                <c:pt idx="2115">
                  <c:v>1.4422900000000001</c:v>
                </c:pt>
                <c:pt idx="2116">
                  <c:v>1.4417899999999999</c:v>
                </c:pt>
                <c:pt idx="2117">
                  <c:v>1.44129</c:v>
                </c:pt>
                <c:pt idx="2118">
                  <c:v>1.44079</c:v>
                </c:pt>
                <c:pt idx="2119">
                  <c:v>1.4402900000000001</c:v>
                </c:pt>
                <c:pt idx="2120">
                  <c:v>1.4397899999999999</c:v>
                </c:pt>
                <c:pt idx="2121">
                  <c:v>1.43929</c:v>
                </c:pt>
                <c:pt idx="2122">
                  <c:v>1.43879</c:v>
                </c:pt>
                <c:pt idx="2123">
                  <c:v>1.4382900000000001</c:v>
                </c:pt>
                <c:pt idx="2124">
                  <c:v>1.4377899999999999</c:v>
                </c:pt>
                <c:pt idx="2125">
                  <c:v>1.43729</c:v>
                </c:pt>
                <c:pt idx="2126">
                  <c:v>1.43679</c:v>
                </c:pt>
                <c:pt idx="2127">
                  <c:v>1.4362900000000001</c:v>
                </c:pt>
                <c:pt idx="2128">
                  <c:v>1.4357899999999999</c:v>
                </c:pt>
                <c:pt idx="2129">
                  <c:v>1.4353</c:v>
                </c:pt>
                <c:pt idx="2130">
                  <c:v>1.4348000000000001</c:v>
                </c:pt>
                <c:pt idx="2131">
                  <c:v>1.4342999999999999</c:v>
                </c:pt>
                <c:pt idx="2132">
                  <c:v>1.4337899999999999</c:v>
                </c:pt>
                <c:pt idx="2133">
                  <c:v>1.43329</c:v>
                </c:pt>
                <c:pt idx="2134">
                  <c:v>1.43279</c:v>
                </c:pt>
                <c:pt idx="2135">
                  <c:v>1.4322900000000001</c:v>
                </c:pt>
                <c:pt idx="2136">
                  <c:v>1.4317899999999999</c:v>
                </c:pt>
                <c:pt idx="2137">
                  <c:v>1.43129</c:v>
                </c:pt>
                <c:pt idx="2138">
                  <c:v>1.43079</c:v>
                </c:pt>
                <c:pt idx="2139">
                  <c:v>1.4302900000000001</c:v>
                </c:pt>
                <c:pt idx="2140">
                  <c:v>1.4298</c:v>
                </c:pt>
                <c:pt idx="2141">
                  <c:v>1.4293</c:v>
                </c:pt>
                <c:pt idx="2142">
                  <c:v>1.4288000000000001</c:v>
                </c:pt>
                <c:pt idx="2143">
                  <c:v>1.4282999999999999</c:v>
                </c:pt>
                <c:pt idx="2144">
                  <c:v>1.4278</c:v>
                </c:pt>
                <c:pt idx="2145">
                  <c:v>1.4273</c:v>
                </c:pt>
                <c:pt idx="2146">
                  <c:v>1.4268000000000001</c:v>
                </c:pt>
                <c:pt idx="2147">
                  <c:v>1.4262999999999999</c:v>
                </c:pt>
                <c:pt idx="2148">
                  <c:v>1.4258</c:v>
                </c:pt>
                <c:pt idx="2149">
                  <c:v>1.4253100000000001</c:v>
                </c:pt>
                <c:pt idx="2150">
                  <c:v>1.4248099999999999</c:v>
                </c:pt>
                <c:pt idx="2151">
                  <c:v>1.42431</c:v>
                </c:pt>
                <c:pt idx="2152">
                  <c:v>1.42381</c:v>
                </c:pt>
                <c:pt idx="2153">
                  <c:v>1.4233100000000001</c:v>
                </c:pt>
                <c:pt idx="2154">
                  <c:v>1.4228099999999999</c:v>
                </c:pt>
                <c:pt idx="2155">
                  <c:v>1.4222999999999999</c:v>
                </c:pt>
                <c:pt idx="2156">
                  <c:v>1.4218</c:v>
                </c:pt>
                <c:pt idx="2157">
                  <c:v>1.4213</c:v>
                </c:pt>
                <c:pt idx="2158">
                  <c:v>1.4208000000000001</c:v>
                </c:pt>
                <c:pt idx="2159">
                  <c:v>1.4202999999999999</c:v>
                </c:pt>
                <c:pt idx="2160">
                  <c:v>1.4198</c:v>
                </c:pt>
                <c:pt idx="2161">
                  <c:v>1.4193</c:v>
                </c:pt>
                <c:pt idx="2162">
                  <c:v>1.4188000000000001</c:v>
                </c:pt>
                <c:pt idx="2163">
                  <c:v>1.4182999999999999</c:v>
                </c:pt>
                <c:pt idx="2164">
                  <c:v>1.4177999999999999</c:v>
                </c:pt>
                <c:pt idx="2165">
                  <c:v>1.4173</c:v>
                </c:pt>
                <c:pt idx="2166">
                  <c:v>1.4168000000000001</c:v>
                </c:pt>
                <c:pt idx="2167">
                  <c:v>1.4162999999999999</c:v>
                </c:pt>
                <c:pt idx="2168">
                  <c:v>1.4157999999999999</c:v>
                </c:pt>
                <c:pt idx="2169">
                  <c:v>1.4153100000000001</c:v>
                </c:pt>
                <c:pt idx="2170">
                  <c:v>1.4148099999999999</c:v>
                </c:pt>
                <c:pt idx="2171">
                  <c:v>1.41431</c:v>
                </c:pt>
                <c:pt idx="2172">
                  <c:v>1.41381</c:v>
                </c:pt>
                <c:pt idx="2173">
                  <c:v>1.4133100000000001</c:v>
                </c:pt>
                <c:pt idx="2174">
                  <c:v>1.4128099999999999</c:v>
                </c:pt>
                <c:pt idx="2175">
                  <c:v>1.41231</c:v>
                </c:pt>
                <c:pt idx="2176">
                  <c:v>1.41181</c:v>
                </c:pt>
                <c:pt idx="2177">
                  <c:v>1.4113100000000001</c:v>
                </c:pt>
                <c:pt idx="2178">
                  <c:v>1.4108099999999999</c:v>
                </c:pt>
                <c:pt idx="2179">
                  <c:v>1.41031</c:v>
                </c:pt>
                <c:pt idx="2180">
                  <c:v>1.40981</c:v>
                </c:pt>
                <c:pt idx="2181">
                  <c:v>1.4093100000000001</c:v>
                </c:pt>
                <c:pt idx="2182">
                  <c:v>1.4088099999999999</c:v>
                </c:pt>
                <c:pt idx="2183">
                  <c:v>1.40831</c:v>
                </c:pt>
                <c:pt idx="2184">
                  <c:v>1.40781</c:v>
                </c:pt>
                <c:pt idx="2185">
                  <c:v>1.4073100000000001</c:v>
                </c:pt>
                <c:pt idx="2186">
                  <c:v>1.40682</c:v>
                </c:pt>
                <c:pt idx="2187">
                  <c:v>1.40632</c:v>
                </c:pt>
                <c:pt idx="2188">
                  <c:v>1.4058200000000001</c:v>
                </c:pt>
                <c:pt idx="2189">
                  <c:v>1.4053199999999999</c:v>
                </c:pt>
                <c:pt idx="2190">
                  <c:v>1.40482</c:v>
                </c:pt>
                <c:pt idx="2191">
                  <c:v>1.40432</c:v>
                </c:pt>
                <c:pt idx="2192">
                  <c:v>1.40381</c:v>
                </c:pt>
                <c:pt idx="2193">
                  <c:v>1.4033100000000001</c:v>
                </c:pt>
                <c:pt idx="2194">
                  <c:v>1.4028099999999999</c:v>
                </c:pt>
                <c:pt idx="2195">
                  <c:v>1.4023099999999999</c:v>
                </c:pt>
                <c:pt idx="2196">
                  <c:v>1.40181</c:v>
                </c:pt>
                <c:pt idx="2197">
                  <c:v>1.4013100000000001</c:v>
                </c:pt>
                <c:pt idx="2198">
                  <c:v>1.4008100000000001</c:v>
                </c:pt>
                <c:pt idx="2199">
                  <c:v>1.4003099999999999</c:v>
                </c:pt>
                <c:pt idx="2200">
                  <c:v>1.39981</c:v>
                </c:pt>
                <c:pt idx="2201">
                  <c:v>1.3993100000000001</c:v>
                </c:pt>
                <c:pt idx="2202">
                  <c:v>1.3988100000000001</c:v>
                </c:pt>
                <c:pt idx="2203">
                  <c:v>1.3983099999999999</c:v>
                </c:pt>
                <c:pt idx="2204">
                  <c:v>1.39781</c:v>
                </c:pt>
                <c:pt idx="2205">
                  <c:v>1.3973100000000001</c:v>
                </c:pt>
                <c:pt idx="2206">
                  <c:v>1.39682</c:v>
                </c:pt>
                <c:pt idx="2207">
                  <c:v>1.39632</c:v>
                </c:pt>
                <c:pt idx="2208">
                  <c:v>1.3958200000000001</c:v>
                </c:pt>
                <c:pt idx="2209">
                  <c:v>1.3953199999999999</c:v>
                </c:pt>
                <c:pt idx="2210">
                  <c:v>1.3948199999999999</c:v>
                </c:pt>
                <c:pt idx="2211">
                  <c:v>1.39432</c:v>
                </c:pt>
                <c:pt idx="2212">
                  <c:v>1.3938200000000001</c:v>
                </c:pt>
                <c:pt idx="2213">
                  <c:v>1.3933199999999999</c:v>
                </c:pt>
                <c:pt idx="2214">
                  <c:v>1.3928199999999999</c:v>
                </c:pt>
                <c:pt idx="2215">
                  <c:v>1.39232</c:v>
                </c:pt>
                <c:pt idx="2216">
                  <c:v>1.3918200000000001</c:v>
                </c:pt>
                <c:pt idx="2217">
                  <c:v>1.3913199999999999</c:v>
                </c:pt>
                <c:pt idx="2218">
                  <c:v>1.3908199999999999</c:v>
                </c:pt>
                <c:pt idx="2219">
                  <c:v>1.39032</c:v>
                </c:pt>
                <c:pt idx="2220">
                  <c:v>1.3898200000000001</c:v>
                </c:pt>
                <c:pt idx="2221">
                  <c:v>1.3893200000000001</c:v>
                </c:pt>
                <c:pt idx="2222">
                  <c:v>1.3888199999999999</c:v>
                </c:pt>
                <c:pt idx="2223">
                  <c:v>1.38832</c:v>
                </c:pt>
                <c:pt idx="2224">
                  <c:v>1.3878200000000001</c:v>
                </c:pt>
                <c:pt idx="2225">
                  <c:v>1.3873200000000001</c:v>
                </c:pt>
                <c:pt idx="2226">
                  <c:v>1.3868199999999999</c:v>
                </c:pt>
                <c:pt idx="2227">
                  <c:v>1.38632</c:v>
                </c:pt>
                <c:pt idx="2228">
                  <c:v>1.3858200000000001</c:v>
                </c:pt>
                <c:pt idx="2229">
                  <c:v>1.3853200000000001</c:v>
                </c:pt>
                <c:pt idx="2230">
                  <c:v>1.3848199999999999</c:v>
                </c:pt>
                <c:pt idx="2231">
                  <c:v>1.38432</c:v>
                </c:pt>
                <c:pt idx="2232">
                  <c:v>1.3838200000000001</c:v>
                </c:pt>
                <c:pt idx="2233">
                  <c:v>1.3833200000000001</c:v>
                </c:pt>
                <c:pt idx="2234">
                  <c:v>1.3828100000000001</c:v>
                </c:pt>
                <c:pt idx="2235">
                  <c:v>1.38232</c:v>
                </c:pt>
                <c:pt idx="2236">
                  <c:v>1.38182</c:v>
                </c:pt>
                <c:pt idx="2237">
                  <c:v>1.3813200000000001</c:v>
                </c:pt>
                <c:pt idx="2238">
                  <c:v>1.3808199999999999</c:v>
                </c:pt>
                <c:pt idx="2239">
                  <c:v>1.38032</c:v>
                </c:pt>
                <c:pt idx="2240">
                  <c:v>1.37982</c:v>
                </c:pt>
                <c:pt idx="2241">
                  <c:v>1.3793200000000001</c:v>
                </c:pt>
                <c:pt idx="2242">
                  <c:v>1.3788199999999999</c:v>
                </c:pt>
                <c:pt idx="2243">
                  <c:v>1.37832</c:v>
                </c:pt>
                <c:pt idx="2244">
                  <c:v>1.37782</c:v>
                </c:pt>
                <c:pt idx="2245">
                  <c:v>1.3773200000000001</c:v>
                </c:pt>
                <c:pt idx="2246">
                  <c:v>1.3768199999999999</c:v>
                </c:pt>
                <c:pt idx="2247">
                  <c:v>1.37632</c:v>
                </c:pt>
                <c:pt idx="2248">
                  <c:v>1.37582</c:v>
                </c:pt>
                <c:pt idx="2249">
                  <c:v>1.3753200000000001</c:v>
                </c:pt>
                <c:pt idx="2250">
                  <c:v>1.3748199999999999</c:v>
                </c:pt>
                <c:pt idx="2251">
                  <c:v>1.37432</c:v>
                </c:pt>
                <c:pt idx="2252">
                  <c:v>1.37382</c:v>
                </c:pt>
                <c:pt idx="2253">
                  <c:v>1.3733200000000001</c:v>
                </c:pt>
                <c:pt idx="2254">
                  <c:v>1.3728199999999999</c:v>
                </c:pt>
                <c:pt idx="2255">
                  <c:v>1.37232</c:v>
                </c:pt>
                <c:pt idx="2256">
                  <c:v>1.3718300000000001</c:v>
                </c:pt>
                <c:pt idx="2257">
                  <c:v>1.3713299999999999</c:v>
                </c:pt>
                <c:pt idx="2258">
                  <c:v>1.37083</c:v>
                </c:pt>
                <c:pt idx="2259">
                  <c:v>1.37033</c:v>
                </c:pt>
                <c:pt idx="2260">
                  <c:v>1.3698300000000001</c:v>
                </c:pt>
                <c:pt idx="2261">
                  <c:v>1.3693299999999999</c:v>
                </c:pt>
                <c:pt idx="2262">
                  <c:v>1.36883</c:v>
                </c:pt>
                <c:pt idx="2263">
                  <c:v>1.36833</c:v>
                </c:pt>
                <c:pt idx="2264">
                  <c:v>1.3678300000000001</c:v>
                </c:pt>
                <c:pt idx="2265">
                  <c:v>1.3673299999999999</c:v>
                </c:pt>
                <c:pt idx="2266">
                  <c:v>1.36683</c:v>
                </c:pt>
                <c:pt idx="2267">
                  <c:v>1.36632</c:v>
                </c:pt>
                <c:pt idx="2268">
                  <c:v>1.36582</c:v>
                </c:pt>
                <c:pt idx="2269">
                  <c:v>1.3653200000000001</c:v>
                </c:pt>
                <c:pt idx="2270">
                  <c:v>1.3648199999999999</c:v>
                </c:pt>
                <c:pt idx="2271">
                  <c:v>1.36432</c:v>
                </c:pt>
                <c:pt idx="2272">
                  <c:v>1.36382</c:v>
                </c:pt>
                <c:pt idx="2273">
                  <c:v>1.3633200000000001</c:v>
                </c:pt>
                <c:pt idx="2274">
                  <c:v>1.36283</c:v>
                </c:pt>
                <c:pt idx="2275">
                  <c:v>1.36233</c:v>
                </c:pt>
                <c:pt idx="2276">
                  <c:v>1.3618300000000001</c:v>
                </c:pt>
                <c:pt idx="2277">
                  <c:v>1.3613299999999999</c:v>
                </c:pt>
                <c:pt idx="2278">
                  <c:v>1.36083</c:v>
                </c:pt>
                <c:pt idx="2279">
                  <c:v>1.36033</c:v>
                </c:pt>
                <c:pt idx="2280">
                  <c:v>1.3598300000000001</c:v>
                </c:pt>
                <c:pt idx="2281">
                  <c:v>1.3593299999999999</c:v>
                </c:pt>
                <c:pt idx="2282">
                  <c:v>1.35883</c:v>
                </c:pt>
                <c:pt idx="2283">
                  <c:v>1.35833</c:v>
                </c:pt>
                <c:pt idx="2284">
                  <c:v>1.3578300000000001</c:v>
                </c:pt>
                <c:pt idx="2285">
                  <c:v>1.3573299999999999</c:v>
                </c:pt>
                <c:pt idx="2286">
                  <c:v>1.35683</c:v>
                </c:pt>
                <c:pt idx="2287">
                  <c:v>1.35633</c:v>
                </c:pt>
                <c:pt idx="2288">
                  <c:v>1.3558300000000001</c:v>
                </c:pt>
                <c:pt idx="2289">
                  <c:v>1.3553299999999999</c:v>
                </c:pt>
                <c:pt idx="2290">
                  <c:v>1.35483</c:v>
                </c:pt>
                <c:pt idx="2291">
                  <c:v>1.35433</c:v>
                </c:pt>
                <c:pt idx="2292">
                  <c:v>1.3538300000000001</c:v>
                </c:pt>
                <c:pt idx="2293">
                  <c:v>1.3533299999999999</c:v>
                </c:pt>
                <c:pt idx="2294">
                  <c:v>1.35283</c:v>
                </c:pt>
                <c:pt idx="2295">
                  <c:v>1.35233</c:v>
                </c:pt>
                <c:pt idx="2296">
                  <c:v>1.3518300000000001</c:v>
                </c:pt>
                <c:pt idx="2297">
                  <c:v>1.3513299999999999</c:v>
                </c:pt>
                <c:pt idx="2298">
                  <c:v>1.35084</c:v>
                </c:pt>
                <c:pt idx="2299">
                  <c:v>1.3503400000000001</c:v>
                </c:pt>
                <c:pt idx="2300">
                  <c:v>1.3498399999999999</c:v>
                </c:pt>
                <c:pt idx="2301">
                  <c:v>1.34934</c:v>
                </c:pt>
                <c:pt idx="2302">
                  <c:v>1.34884</c:v>
                </c:pt>
                <c:pt idx="2303">
                  <c:v>1.34833</c:v>
                </c:pt>
                <c:pt idx="2304">
                  <c:v>1.3478300000000001</c:v>
                </c:pt>
                <c:pt idx="2305">
                  <c:v>1.3473299999999999</c:v>
                </c:pt>
                <c:pt idx="2306">
                  <c:v>1.34683</c:v>
                </c:pt>
                <c:pt idx="2307">
                  <c:v>1.34633</c:v>
                </c:pt>
                <c:pt idx="2308">
                  <c:v>1.3458300000000001</c:v>
                </c:pt>
                <c:pt idx="2309">
                  <c:v>1.3453299999999999</c:v>
                </c:pt>
                <c:pt idx="2310">
                  <c:v>1.34484</c:v>
                </c:pt>
                <c:pt idx="2311">
                  <c:v>1.3443400000000001</c:v>
                </c:pt>
                <c:pt idx="2312">
                  <c:v>1.3438399999999999</c:v>
                </c:pt>
                <c:pt idx="2313">
                  <c:v>1.34334</c:v>
                </c:pt>
                <c:pt idx="2314">
                  <c:v>1.34284</c:v>
                </c:pt>
                <c:pt idx="2315">
                  <c:v>1.3423400000000001</c:v>
                </c:pt>
                <c:pt idx="2316">
                  <c:v>1.3418399999999999</c:v>
                </c:pt>
                <c:pt idx="2317">
                  <c:v>1.34134</c:v>
                </c:pt>
                <c:pt idx="2318">
                  <c:v>1.34084</c:v>
                </c:pt>
                <c:pt idx="2319">
                  <c:v>1.3403400000000001</c:v>
                </c:pt>
                <c:pt idx="2320">
                  <c:v>1.3398399999999999</c:v>
                </c:pt>
                <c:pt idx="2321">
                  <c:v>1.33934</c:v>
                </c:pt>
                <c:pt idx="2322">
                  <c:v>1.33884</c:v>
                </c:pt>
                <c:pt idx="2323">
                  <c:v>1.3383400000000001</c:v>
                </c:pt>
                <c:pt idx="2324">
                  <c:v>1.3378399999999999</c:v>
                </c:pt>
                <c:pt idx="2325">
                  <c:v>1.33735</c:v>
                </c:pt>
                <c:pt idx="2326">
                  <c:v>1.33684</c:v>
                </c:pt>
                <c:pt idx="2327">
                  <c:v>1.3363400000000001</c:v>
                </c:pt>
                <c:pt idx="2328">
                  <c:v>1.3358399999999999</c:v>
                </c:pt>
                <c:pt idx="2329">
                  <c:v>1.33534</c:v>
                </c:pt>
                <c:pt idx="2330">
                  <c:v>1.33484</c:v>
                </c:pt>
                <c:pt idx="2331">
                  <c:v>1.3343400000000001</c:v>
                </c:pt>
                <c:pt idx="2332">
                  <c:v>1.3338399999999999</c:v>
                </c:pt>
                <c:pt idx="2333">
                  <c:v>1.33334</c:v>
                </c:pt>
                <c:pt idx="2334">
                  <c:v>1.3328500000000001</c:v>
                </c:pt>
                <c:pt idx="2335">
                  <c:v>1.3323499999999999</c:v>
                </c:pt>
                <c:pt idx="2336">
                  <c:v>1.33185</c:v>
                </c:pt>
                <c:pt idx="2337">
                  <c:v>1.33135</c:v>
                </c:pt>
                <c:pt idx="2338">
                  <c:v>1.3308500000000001</c:v>
                </c:pt>
                <c:pt idx="2339">
                  <c:v>1.3303499999999999</c:v>
                </c:pt>
                <c:pt idx="2340">
                  <c:v>1.32985</c:v>
                </c:pt>
                <c:pt idx="2341">
                  <c:v>1.32935</c:v>
                </c:pt>
                <c:pt idx="2342">
                  <c:v>1.3288500000000001</c:v>
                </c:pt>
                <c:pt idx="2343">
                  <c:v>1.3283499999999999</c:v>
                </c:pt>
                <c:pt idx="2344">
                  <c:v>1.32785</c:v>
                </c:pt>
                <c:pt idx="2345">
                  <c:v>1.32735</c:v>
                </c:pt>
                <c:pt idx="2346">
                  <c:v>1.3268500000000001</c:v>
                </c:pt>
                <c:pt idx="2347">
                  <c:v>1.3263499999999999</c:v>
                </c:pt>
                <c:pt idx="2348">
                  <c:v>1.32585</c:v>
                </c:pt>
                <c:pt idx="2349">
                  <c:v>1.32535</c:v>
                </c:pt>
                <c:pt idx="2350">
                  <c:v>1.32484</c:v>
                </c:pt>
                <c:pt idx="2351">
                  <c:v>1.3243400000000001</c:v>
                </c:pt>
                <c:pt idx="2352">
                  <c:v>1.3238399999999999</c:v>
                </c:pt>
                <c:pt idx="2353">
                  <c:v>1.32335</c:v>
                </c:pt>
                <c:pt idx="2354">
                  <c:v>1.3228500000000001</c:v>
                </c:pt>
                <c:pt idx="2355">
                  <c:v>1.3223499999999999</c:v>
                </c:pt>
                <c:pt idx="2356">
                  <c:v>1.32185</c:v>
                </c:pt>
                <c:pt idx="2357">
                  <c:v>1.32135</c:v>
                </c:pt>
                <c:pt idx="2358">
                  <c:v>1.32084</c:v>
                </c:pt>
                <c:pt idx="2359">
                  <c:v>1.3203400000000001</c:v>
                </c:pt>
                <c:pt idx="2360">
                  <c:v>1.3198399999999999</c:v>
                </c:pt>
                <c:pt idx="2361">
                  <c:v>1.31934</c:v>
                </c:pt>
                <c:pt idx="2362">
                  <c:v>1.3188500000000001</c:v>
                </c:pt>
                <c:pt idx="2363">
                  <c:v>1.3183499999999999</c:v>
                </c:pt>
                <c:pt idx="2364">
                  <c:v>1.31785</c:v>
                </c:pt>
                <c:pt idx="2365">
                  <c:v>1.31735</c:v>
                </c:pt>
                <c:pt idx="2366">
                  <c:v>1.3168500000000001</c:v>
                </c:pt>
                <c:pt idx="2367">
                  <c:v>1.3163499999999999</c:v>
                </c:pt>
                <c:pt idx="2368">
                  <c:v>1.31585</c:v>
                </c:pt>
                <c:pt idx="2369">
                  <c:v>1.31535</c:v>
                </c:pt>
                <c:pt idx="2370">
                  <c:v>1.3148500000000001</c:v>
                </c:pt>
                <c:pt idx="2371">
                  <c:v>1.3143499999999999</c:v>
                </c:pt>
                <c:pt idx="2372">
                  <c:v>1.31385</c:v>
                </c:pt>
                <c:pt idx="2373">
                  <c:v>1.31335</c:v>
                </c:pt>
                <c:pt idx="2374">
                  <c:v>1.3128500000000001</c:v>
                </c:pt>
                <c:pt idx="2375">
                  <c:v>1.3123499999999999</c:v>
                </c:pt>
                <c:pt idx="2376">
                  <c:v>1.31185</c:v>
                </c:pt>
                <c:pt idx="2377">
                  <c:v>1.31135</c:v>
                </c:pt>
                <c:pt idx="2378">
                  <c:v>1.3108500000000001</c:v>
                </c:pt>
                <c:pt idx="2379">
                  <c:v>1.3103499999999999</c:v>
                </c:pt>
                <c:pt idx="2380">
                  <c:v>1.30985</c:v>
                </c:pt>
                <c:pt idx="2381">
                  <c:v>1.30935</c:v>
                </c:pt>
                <c:pt idx="2382">
                  <c:v>1.3088500000000001</c:v>
                </c:pt>
                <c:pt idx="2383">
                  <c:v>1.3083499999999999</c:v>
                </c:pt>
                <c:pt idx="2384">
                  <c:v>1.30786</c:v>
                </c:pt>
                <c:pt idx="2385">
                  <c:v>1.3073600000000001</c:v>
                </c:pt>
                <c:pt idx="2386">
                  <c:v>1.3068599999999999</c:v>
                </c:pt>
                <c:pt idx="2387">
                  <c:v>1.30636</c:v>
                </c:pt>
                <c:pt idx="2388">
                  <c:v>1.30586</c:v>
                </c:pt>
                <c:pt idx="2389">
                  <c:v>1.3053600000000001</c:v>
                </c:pt>
                <c:pt idx="2390">
                  <c:v>1.3048599999999999</c:v>
                </c:pt>
                <c:pt idx="2391">
                  <c:v>1.30436</c:v>
                </c:pt>
                <c:pt idx="2392">
                  <c:v>1.30386</c:v>
                </c:pt>
                <c:pt idx="2393">
                  <c:v>1.3033600000000001</c:v>
                </c:pt>
                <c:pt idx="2394">
                  <c:v>1.3028599999999999</c:v>
                </c:pt>
                <c:pt idx="2395">
                  <c:v>1.30236</c:v>
                </c:pt>
                <c:pt idx="2396">
                  <c:v>1.30186</c:v>
                </c:pt>
                <c:pt idx="2397">
                  <c:v>1.3013600000000001</c:v>
                </c:pt>
                <c:pt idx="2398">
                  <c:v>1.3008599999999999</c:v>
                </c:pt>
                <c:pt idx="2399">
                  <c:v>1.30036</c:v>
                </c:pt>
                <c:pt idx="2400">
                  <c:v>1.29986</c:v>
                </c:pt>
                <c:pt idx="2401">
                  <c:v>1.2993600000000001</c:v>
                </c:pt>
                <c:pt idx="2402">
                  <c:v>1.2988599999999999</c:v>
                </c:pt>
                <c:pt idx="2403">
                  <c:v>1.29836</c:v>
                </c:pt>
                <c:pt idx="2404">
                  <c:v>1.29786</c:v>
                </c:pt>
                <c:pt idx="2405">
                  <c:v>1.2973600000000001</c:v>
                </c:pt>
                <c:pt idx="2406">
                  <c:v>1.2968599999999999</c:v>
                </c:pt>
                <c:pt idx="2407">
                  <c:v>1.29636</c:v>
                </c:pt>
                <c:pt idx="2408">
                  <c:v>1.29586</c:v>
                </c:pt>
                <c:pt idx="2409">
                  <c:v>1.2953600000000001</c:v>
                </c:pt>
                <c:pt idx="2410">
                  <c:v>1.2948599999999999</c:v>
                </c:pt>
                <c:pt idx="2411">
                  <c:v>1.29436</c:v>
                </c:pt>
                <c:pt idx="2412">
                  <c:v>1.29386</c:v>
                </c:pt>
                <c:pt idx="2413">
                  <c:v>1.2933600000000001</c:v>
                </c:pt>
                <c:pt idx="2414">
                  <c:v>1.2928599999999999</c:v>
                </c:pt>
                <c:pt idx="2415">
                  <c:v>1.29236</c:v>
                </c:pt>
                <c:pt idx="2416">
                  <c:v>1.29186</c:v>
                </c:pt>
                <c:pt idx="2417">
                  <c:v>1.2913699999999999</c:v>
                </c:pt>
                <c:pt idx="2418">
                  <c:v>1.29087</c:v>
                </c:pt>
                <c:pt idx="2419">
                  <c:v>1.29037</c:v>
                </c:pt>
                <c:pt idx="2420">
                  <c:v>1.2898700000000001</c:v>
                </c:pt>
                <c:pt idx="2421">
                  <c:v>1.2893699999999999</c:v>
                </c:pt>
                <c:pt idx="2422">
                  <c:v>1.28887</c:v>
                </c:pt>
                <c:pt idx="2423">
                  <c:v>1.28837</c:v>
                </c:pt>
                <c:pt idx="2424">
                  <c:v>1.2878700000000001</c:v>
                </c:pt>
                <c:pt idx="2425">
                  <c:v>1.2873699999999999</c:v>
                </c:pt>
                <c:pt idx="2426">
                  <c:v>1.28687</c:v>
                </c:pt>
                <c:pt idx="2427">
                  <c:v>1.28637</c:v>
                </c:pt>
                <c:pt idx="2428">
                  <c:v>1.2858700000000001</c:v>
                </c:pt>
                <c:pt idx="2429">
                  <c:v>1.2853699999999999</c:v>
                </c:pt>
                <c:pt idx="2430">
                  <c:v>1.28487</c:v>
                </c:pt>
                <c:pt idx="2431">
                  <c:v>1.28437</c:v>
                </c:pt>
                <c:pt idx="2432">
                  <c:v>1.2838700000000001</c:v>
                </c:pt>
                <c:pt idx="2433">
                  <c:v>1.2833699999999999</c:v>
                </c:pt>
                <c:pt idx="2434">
                  <c:v>1.2828599999999999</c:v>
                </c:pt>
                <c:pt idx="2435">
                  <c:v>1.28237</c:v>
                </c:pt>
                <c:pt idx="2436">
                  <c:v>1.2818700000000001</c:v>
                </c:pt>
                <c:pt idx="2437">
                  <c:v>1.2813699999999999</c:v>
                </c:pt>
                <c:pt idx="2438">
                  <c:v>1.28087</c:v>
                </c:pt>
                <c:pt idx="2439">
                  <c:v>1.28037</c:v>
                </c:pt>
                <c:pt idx="2440">
                  <c:v>1.2798700000000001</c:v>
                </c:pt>
                <c:pt idx="2441">
                  <c:v>1.2793699999999999</c:v>
                </c:pt>
                <c:pt idx="2442">
                  <c:v>1.27887</c:v>
                </c:pt>
                <c:pt idx="2443">
                  <c:v>1.27837</c:v>
                </c:pt>
                <c:pt idx="2444">
                  <c:v>1.2778700000000001</c:v>
                </c:pt>
                <c:pt idx="2445">
                  <c:v>1.2773600000000001</c:v>
                </c:pt>
                <c:pt idx="2446">
                  <c:v>1.2768699999999999</c:v>
                </c:pt>
                <c:pt idx="2447">
                  <c:v>1.27637</c:v>
                </c:pt>
                <c:pt idx="2448">
                  <c:v>1.2758700000000001</c:v>
                </c:pt>
                <c:pt idx="2449">
                  <c:v>1.2753699999999999</c:v>
                </c:pt>
                <c:pt idx="2450">
                  <c:v>1.2748699999999999</c:v>
                </c:pt>
                <c:pt idx="2451">
                  <c:v>1.27437</c:v>
                </c:pt>
                <c:pt idx="2452">
                  <c:v>1.2738799999999999</c:v>
                </c:pt>
                <c:pt idx="2453">
                  <c:v>1.27338</c:v>
                </c:pt>
                <c:pt idx="2454">
                  <c:v>1.27288</c:v>
                </c:pt>
                <c:pt idx="2455">
                  <c:v>1.2723800000000001</c:v>
                </c:pt>
                <c:pt idx="2456">
                  <c:v>1.2718799999999999</c:v>
                </c:pt>
                <c:pt idx="2457">
                  <c:v>1.27138</c:v>
                </c:pt>
                <c:pt idx="2458">
                  <c:v>1.27088</c:v>
                </c:pt>
                <c:pt idx="2459">
                  <c:v>1.2703800000000001</c:v>
                </c:pt>
                <c:pt idx="2460">
                  <c:v>1.2698799999999999</c:v>
                </c:pt>
                <c:pt idx="2461">
                  <c:v>1.26938</c:v>
                </c:pt>
                <c:pt idx="2462">
                  <c:v>1.26888</c:v>
                </c:pt>
                <c:pt idx="2463">
                  <c:v>1.2683800000000001</c:v>
                </c:pt>
                <c:pt idx="2464">
                  <c:v>1.2678700000000001</c:v>
                </c:pt>
                <c:pt idx="2465">
                  <c:v>1.2673700000000001</c:v>
                </c:pt>
                <c:pt idx="2466">
                  <c:v>1.2668699999999999</c:v>
                </c:pt>
                <c:pt idx="2467">
                  <c:v>1.26637</c:v>
                </c:pt>
                <c:pt idx="2468">
                  <c:v>1.2658700000000001</c:v>
                </c:pt>
                <c:pt idx="2469">
                  <c:v>1.2653700000000001</c:v>
                </c:pt>
                <c:pt idx="2470">
                  <c:v>1.26488</c:v>
                </c:pt>
                <c:pt idx="2471">
                  <c:v>1.2643800000000001</c:v>
                </c:pt>
                <c:pt idx="2472">
                  <c:v>1.2638799999999999</c:v>
                </c:pt>
                <c:pt idx="2473">
                  <c:v>1.2633799999999999</c:v>
                </c:pt>
                <c:pt idx="2474">
                  <c:v>1.26288</c:v>
                </c:pt>
                <c:pt idx="2475">
                  <c:v>1.2623800000000001</c:v>
                </c:pt>
                <c:pt idx="2476">
                  <c:v>1.2618799999999999</c:v>
                </c:pt>
                <c:pt idx="2477">
                  <c:v>1.2613700000000001</c:v>
                </c:pt>
                <c:pt idx="2478">
                  <c:v>1.2608699999999999</c:v>
                </c:pt>
                <c:pt idx="2479">
                  <c:v>1.26037</c:v>
                </c:pt>
                <c:pt idx="2480">
                  <c:v>1.25987</c:v>
                </c:pt>
                <c:pt idx="2481">
                  <c:v>1.2593799999999999</c:v>
                </c:pt>
                <c:pt idx="2482">
                  <c:v>1.25888</c:v>
                </c:pt>
                <c:pt idx="2483">
                  <c:v>1.2583800000000001</c:v>
                </c:pt>
                <c:pt idx="2484">
                  <c:v>1.2578800000000001</c:v>
                </c:pt>
                <c:pt idx="2485">
                  <c:v>1.2573799999999999</c:v>
                </c:pt>
                <c:pt idx="2486">
                  <c:v>1.2568900000000001</c:v>
                </c:pt>
                <c:pt idx="2487">
                  <c:v>1.2563899999999999</c:v>
                </c:pt>
                <c:pt idx="2488">
                  <c:v>1.25589</c:v>
                </c:pt>
                <c:pt idx="2489">
                  <c:v>1.25539</c:v>
                </c:pt>
                <c:pt idx="2490">
                  <c:v>1.2548900000000001</c:v>
                </c:pt>
                <c:pt idx="2491">
                  <c:v>1.2543899999999999</c:v>
                </c:pt>
                <c:pt idx="2492">
                  <c:v>1.2538899999999999</c:v>
                </c:pt>
                <c:pt idx="2493">
                  <c:v>1.25339</c:v>
                </c:pt>
                <c:pt idx="2494">
                  <c:v>1.2528900000000001</c:v>
                </c:pt>
                <c:pt idx="2495">
                  <c:v>1.2523899999999999</c:v>
                </c:pt>
                <c:pt idx="2496">
                  <c:v>1.2518899999999999</c:v>
                </c:pt>
                <c:pt idx="2497">
                  <c:v>1.25139</c:v>
                </c:pt>
                <c:pt idx="2498">
                  <c:v>1.2508900000000001</c:v>
                </c:pt>
                <c:pt idx="2499">
                  <c:v>1.2503899999999999</c:v>
                </c:pt>
                <c:pt idx="2500">
                  <c:v>1.2498899999999999</c:v>
                </c:pt>
                <c:pt idx="2501">
                  <c:v>1.2494000000000001</c:v>
                </c:pt>
                <c:pt idx="2502">
                  <c:v>1.2488999999999999</c:v>
                </c:pt>
                <c:pt idx="2503">
                  <c:v>1.2484</c:v>
                </c:pt>
                <c:pt idx="2504">
                  <c:v>1.2479</c:v>
                </c:pt>
                <c:pt idx="2505">
                  <c:v>1.2474000000000001</c:v>
                </c:pt>
                <c:pt idx="2506">
                  <c:v>1.2468999999999999</c:v>
                </c:pt>
                <c:pt idx="2507">
                  <c:v>1.2464</c:v>
                </c:pt>
                <c:pt idx="2508">
                  <c:v>1.2459</c:v>
                </c:pt>
                <c:pt idx="2509">
                  <c:v>1.2454000000000001</c:v>
                </c:pt>
                <c:pt idx="2510">
                  <c:v>1.24491</c:v>
                </c:pt>
                <c:pt idx="2511">
                  <c:v>1.24441</c:v>
                </c:pt>
                <c:pt idx="2512">
                  <c:v>1.2439100000000001</c:v>
                </c:pt>
                <c:pt idx="2513">
                  <c:v>1.2434099999999999</c:v>
                </c:pt>
                <c:pt idx="2514">
                  <c:v>1.24291</c:v>
                </c:pt>
                <c:pt idx="2515">
                  <c:v>1.2423999999999999</c:v>
                </c:pt>
                <c:pt idx="2516">
                  <c:v>1.2419</c:v>
                </c:pt>
                <c:pt idx="2517">
                  <c:v>1.2414000000000001</c:v>
                </c:pt>
                <c:pt idx="2518">
                  <c:v>1.2408999999999999</c:v>
                </c:pt>
                <c:pt idx="2519">
                  <c:v>1.2403999999999999</c:v>
                </c:pt>
                <c:pt idx="2520">
                  <c:v>1.2399100000000001</c:v>
                </c:pt>
                <c:pt idx="2521">
                  <c:v>1.2394099999999999</c:v>
                </c:pt>
                <c:pt idx="2522">
                  <c:v>1.23891</c:v>
                </c:pt>
                <c:pt idx="2523">
                  <c:v>1.23841</c:v>
                </c:pt>
                <c:pt idx="2524">
                  <c:v>1.2379100000000001</c:v>
                </c:pt>
                <c:pt idx="2525">
                  <c:v>1.2374099999999999</c:v>
                </c:pt>
                <c:pt idx="2526">
                  <c:v>1.23691</c:v>
                </c:pt>
                <c:pt idx="2527">
                  <c:v>1.23641</c:v>
                </c:pt>
                <c:pt idx="2528">
                  <c:v>1.2359100000000001</c:v>
                </c:pt>
                <c:pt idx="2529">
                  <c:v>1.2354099999999999</c:v>
                </c:pt>
                <c:pt idx="2530">
                  <c:v>1.23491</c:v>
                </c:pt>
                <c:pt idx="2531">
                  <c:v>1.23441</c:v>
                </c:pt>
                <c:pt idx="2532">
                  <c:v>1.2339100000000001</c:v>
                </c:pt>
                <c:pt idx="2533">
                  <c:v>1.2334099999999999</c:v>
                </c:pt>
                <c:pt idx="2534">
                  <c:v>1.23291</c:v>
                </c:pt>
                <c:pt idx="2535">
                  <c:v>1.23241</c:v>
                </c:pt>
                <c:pt idx="2536">
                  <c:v>1.2319100000000001</c:v>
                </c:pt>
                <c:pt idx="2537">
                  <c:v>1.2314099999999999</c:v>
                </c:pt>
                <c:pt idx="2538">
                  <c:v>1.2309099999999999</c:v>
                </c:pt>
                <c:pt idx="2539">
                  <c:v>1.2304200000000001</c:v>
                </c:pt>
                <c:pt idx="2540">
                  <c:v>1.2299199999999999</c:v>
                </c:pt>
                <c:pt idx="2541">
                  <c:v>1.22942</c:v>
                </c:pt>
                <c:pt idx="2542">
                  <c:v>1.22892</c:v>
                </c:pt>
                <c:pt idx="2543">
                  <c:v>1.2284200000000001</c:v>
                </c:pt>
                <c:pt idx="2544">
                  <c:v>1.2279199999999999</c:v>
                </c:pt>
                <c:pt idx="2545">
                  <c:v>1.22742</c:v>
                </c:pt>
                <c:pt idx="2546">
                  <c:v>1.2269099999999999</c:v>
                </c:pt>
                <c:pt idx="2547">
                  <c:v>1.22641</c:v>
                </c:pt>
                <c:pt idx="2548">
                  <c:v>1.2259100000000001</c:v>
                </c:pt>
                <c:pt idx="2549">
                  <c:v>1.2254100000000001</c:v>
                </c:pt>
                <c:pt idx="2550">
                  <c:v>1.2249099999999999</c:v>
                </c:pt>
                <c:pt idx="2551">
                  <c:v>1.22441</c:v>
                </c:pt>
                <c:pt idx="2552">
                  <c:v>1.2239100000000001</c:v>
                </c:pt>
                <c:pt idx="2553">
                  <c:v>1.2234100000000001</c:v>
                </c:pt>
                <c:pt idx="2554">
                  <c:v>1.2229099999999999</c:v>
                </c:pt>
                <c:pt idx="2555">
                  <c:v>1.22241</c:v>
                </c:pt>
                <c:pt idx="2556">
                  <c:v>1.2219100000000001</c:v>
                </c:pt>
                <c:pt idx="2557">
                  <c:v>1.2214100000000001</c:v>
                </c:pt>
                <c:pt idx="2558">
                  <c:v>1.2209099999999999</c:v>
                </c:pt>
                <c:pt idx="2559">
                  <c:v>1.22041</c:v>
                </c:pt>
                <c:pt idx="2560">
                  <c:v>1.21991</c:v>
                </c:pt>
                <c:pt idx="2561">
                  <c:v>1.2194199999999999</c:v>
                </c:pt>
                <c:pt idx="2562">
                  <c:v>1.21892</c:v>
                </c:pt>
                <c:pt idx="2563">
                  <c:v>1.2184200000000001</c:v>
                </c:pt>
                <c:pt idx="2564">
                  <c:v>1.2179199999999999</c:v>
                </c:pt>
                <c:pt idx="2565">
                  <c:v>1.2174199999999999</c:v>
                </c:pt>
                <c:pt idx="2566">
                  <c:v>1.21692</c:v>
                </c:pt>
                <c:pt idx="2567">
                  <c:v>1.2164200000000001</c:v>
                </c:pt>
                <c:pt idx="2568">
                  <c:v>1.2159199999999999</c:v>
                </c:pt>
                <c:pt idx="2569">
                  <c:v>1.2154199999999999</c:v>
                </c:pt>
                <c:pt idx="2570">
                  <c:v>1.21492</c:v>
                </c:pt>
                <c:pt idx="2571">
                  <c:v>1.2144200000000001</c:v>
                </c:pt>
                <c:pt idx="2572">
                  <c:v>1.2139200000000001</c:v>
                </c:pt>
                <c:pt idx="2573">
                  <c:v>1.2134199999999999</c:v>
                </c:pt>
                <c:pt idx="2574">
                  <c:v>1.21292</c:v>
                </c:pt>
                <c:pt idx="2575">
                  <c:v>1.2124200000000001</c:v>
                </c:pt>
                <c:pt idx="2576">
                  <c:v>1.2119200000000001</c:v>
                </c:pt>
                <c:pt idx="2577">
                  <c:v>1.2114199999999999</c:v>
                </c:pt>
                <c:pt idx="2578">
                  <c:v>1.21092</c:v>
                </c:pt>
                <c:pt idx="2579">
                  <c:v>1.2104200000000001</c:v>
                </c:pt>
                <c:pt idx="2580">
                  <c:v>1.2099200000000001</c:v>
                </c:pt>
                <c:pt idx="2581">
                  <c:v>1.2094100000000001</c:v>
                </c:pt>
                <c:pt idx="2582">
                  <c:v>1.2089099999999999</c:v>
                </c:pt>
                <c:pt idx="2583">
                  <c:v>1.20841</c:v>
                </c:pt>
                <c:pt idx="2584">
                  <c:v>1.20791</c:v>
                </c:pt>
                <c:pt idx="2585">
                  <c:v>1.2074100000000001</c:v>
                </c:pt>
                <c:pt idx="2586">
                  <c:v>1.2069099999999999</c:v>
                </c:pt>
                <c:pt idx="2587">
                  <c:v>1.20642</c:v>
                </c:pt>
                <c:pt idx="2588">
                  <c:v>1.2059200000000001</c:v>
                </c:pt>
                <c:pt idx="2589">
                  <c:v>1.2054199999999999</c:v>
                </c:pt>
                <c:pt idx="2590">
                  <c:v>1.20492</c:v>
                </c:pt>
                <c:pt idx="2591">
                  <c:v>1.20442</c:v>
                </c:pt>
                <c:pt idx="2592">
                  <c:v>1.2039200000000001</c:v>
                </c:pt>
                <c:pt idx="2593">
                  <c:v>1.2034199999999999</c:v>
                </c:pt>
                <c:pt idx="2594">
                  <c:v>1.20292</c:v>
                </c:pt>
                <c:pt idx="2595">
                  <c:v>1.20242</c:v>
                </c:pt>
                <c:pt idx="2596">
                  <c:v>1.2019200000000001</c:v>
                </c:pt>
                <c:pt idx="2597">
                  <c:v>1.20143</c:v>
                </c:pt>
                <c:pt idx="2598">
                  <c:v>1.2009300000000001</c:v>
                </c:pt>
                <c:pt idx="2599">
                  <c:v>1.2004300000000001</c:v>
                </c:pt>
                <c:pt idx="2600">
                  <c:v>1.1999299999999999</c:v>
                </c:pt>
                <c:pt idx="2601">
                  <c:v>1.19943</c:v>
                </c:pt>
                <c:pt idx="2602">
                  <c:v>1.1989300000000001</c:v>
                </c:pt>
                <c:pt idx="2603">
                  <c:v>1.19842</c:v>
                </c:pt>
                <c:pt idx="2604">
                  <c:v>1.1979200000000001</c:v>
                </c:pt>
                <c:pt idx="2605">
                  <c:v>1.1974199999999999</c:v>
                </c:pt>
                <c:pt idx="2606">
                  <c:v>1.19692</c:v>
                </c:pt>
                <c:pt idx="2607">
                  <c:v>1.1964300000000001</c:v>
                </c:pt>
                <c:pt idx="2608">
                  <c:v>1.1959299999999999</c:v>
                </c:pt>
                <c:pt idx="2609">
                  <c:v>1.19543</c:v>
                </c:pt>
                <c:pt idx="2610">
                  <c:v>1.19493</c:v>
                </c:pt>
                <c:pt idx="2611">
                  <c:v>1.1944300000000001</c:v>
                </c:pt>
                <c:pt idx="2612">
                  <c:v>1.1939299999999999</c:v>
                </c:pt>
                <c:pt idx="2613">
                  <c:v>1.19343</c:v>
                </c:pt>
                <c:pt idx="2614">
                  <c:v>1.19293</c:v>
                </c:pt>
                <c:pt idx="2615">
                  <c:v>1.1924300000000001</c:v>
                </c:pt>
                <c:pt idx="2616">
                  <c:v>1.1919299999999999</c:v>
                </c:pt>
                <c:pt idx="2617">
                  <c:v>1.19143</c:v>
                </c:pt>
                <c:pt idx="2618">
                  <c:v>1.19093</c:v>
                </c:pt>
                <c:pt idx="2619">
                  <c:v>1.1904300000000001</c:v>
                </c:pt>
                <c:pt idx="2620">
                  <c:v>1.1899299999999999</c:v>
                </c:pt>
                <c:pt idx="2621">
                  <c:v>1.18943</c:v>
                </c:pt>
                <c:pt idx="2622">
                  <c:v>1.18893</c:v>
                </c:pt>
                <c:pt idx="2623">
                  <c:v>1.1884300000000001</c:v>
                </c:pt>
                <c:pt idx="2624">
                  <c:v>1.1879299999999999</c:v>
                </c:pt>
                <c:pt idx="2625">
                  <c:v>1.18743</c:v>
                </c:pt>
                <c:pt idx="2626">
                  <c:v>1.18693</c:v>
                </c:pt>
                <c:pt idx="2627">
                  <c:v>1.1864300000000001</c:v>
                </c:pt>
                <c:pt idx="2628">
                  <c:v>1.1859299999999999</c:v>
                </c:pt>
                <c:pt idx="2629">
                  <c:v>1.18543</c:v>
                </c:pt>
                <c:pt idx="2630">
                  <c:v>1.18493</c:v>
                </c:pt>
                <c:pt idx="2631">
                  <c:v>1.1844300000000001</c:v>
                </c:pt>
                <c:pt idx="2632">
                  <c:v>1.1839299999999999</c:v>
                </c:pt>
                <c:pt idx="2633">
                  <c:v>1.18343</c:v>
                </c:pt>
                <c:pt idx="2634">
                  <c:v>1.18293</c:v>
                </c:pt>
                <c:pt idx="2635">
                  <c:v>1.1824300000000001</c:v>
                </c:pt>
                <c:pt idx="2636">
                  <c:v>1.1819299999999999</c:v>
                </c:pt>
                <c:pt idx="2637">
                  <c:v>1.18143</c:v>
                </c:pt>
                <c:pt idx="2638">
                  <c:v>1.18093</c:v>
                </c:pt>
                <c:pt idx="2639">
                  <c:v>1.1804300000000001</c:v>
                </c:pt>
                <c:pt idx="2640">
                  <c:v>1.1799299999999999</c:v>
                </c:pt>
                <c:pt idx="2641">
                  <c:v>1.17943</c:v>
                </c:pt>
                <c:pt idx="2642">
                  <c:v>1.17893</c:v>
                </c:pt>
                <c:pt idx="2643">
                  <c:v>1.1784300000000001</c:v>
                </c:pt>
                <c:pt idx="2644">
                  <c:v>1.1779299999999999</c:v>
                </c:pt>
                <c:pt idx="2645">
                  <c:v>1.17744</c:v>
                </c:pt>
                <c:pt idx="2646">
                  <c:v>1.1769400000000001</c:v>
                </c:pt>
                <c:pt idx="2647">
                  <c:v>1.1764399999999999</c:v>
                </c:pt>
                <c:pt idx="2648">
                  <c:v>1.17594</c:v>
                </c:pt>
                <c:pt idx="2649">
                  <c:v>1.17544</c:v>
                </c:pt>
                <c:pt idx="2650">
                  <c:v>1.1749400000000001</c:v>
                </c:pt>
                <c:pt idx="2651">
                  <c:v>1.1744399999999999</c:v>
                </c:pt>
                <c:pt idx="2652">
                  <c:v>1.1739299999999999</c:v>
                </c:pt>
                <c:pt idx="2653">
                  <c:v>1.17343</c:v>
                </c:pt>
                <c:pt idx="2654">
                  <c:v>1.17293</c:v>
                </c:pt>
                <c:pt idx="2655">
                  <c:v>1.1724300000000001</c:v>
                </c:pt>
                <c:pt idx="2656">
                  <c:v>1.17194</c:v>
                </c:pt>
                <c:pt idx="2657">
                  <c:v>1.17144</c:v>
                </c:pt>
                <c:pt idx="2658">
                  <c:v>1.1709400000000001</c:v>
                </c:pt>
                <c:pt idx="2659">
                  <c:v>1.1704399999999999</c:v>
                </c:pt>
                <c:pt idx="2660">
                  <c:v>1.16994</c:v>
                </c:pt>
                <c:pt idx="2661">
                  <c:v>1.16944</c:v>
                </c:pt>
                <c:pt idx="2662">
                  <c:v>1.1689400000000001</c:v>
                </c:pt>
                <c:pt idx="2663">
                  <c:v>1.1684399999999999</c:v>
                </c:pt>
                <c:pt idx="2664">
                  <c:v>1.16794</c:v>
                </c:pt>
                <c:pt idx="2665">
                  <c:v>1.16744</c:v>
                </c:pt>
                <c:pt idx="2666">
                  <c:v>1.1669400000000001</c:v>
                </c:pt>
                <c:pt idx="2667">
                  <c:v>1.1664399999999999</c:v>
                </c:pt>
                <c:pt idx="2668">
                  <c:v>1.16594</c:v>
                </c:pt>
                <c:pt idx="2669">
                  <c:v>1.16544</c:v>
                </c:pt>
                <c:pt idx="2670">
                  <c:v>1.1649400000000001</c:v>
                </c:pt>
                <c:pt idx="2671">
                  <c:v>1.1644399999999999</c:v>
                </c:pt>
                <c:pt idx="2672">
                  <c:v>1.16394</c:v>
                </c:pt>
                <c:pt idx="2673">
                  <c:v>1.16344</c:v>
                </c:pt>
                <c:pt idx="2674">
                  <c:v>1.1629400000000001</c:v>
                </c:pt>
                <c:pt idx="2675">
                  <c:v>1.1624399999999999</c:v>
                </c:pt>
                <c:pt idx="2676">
                  <c:v>1.16194</c:v>
                </c:pt>
                <c:pt idx="2677">
                  <c:v>1.16144</c:v>
                </c:pt>
                <c:pt idx="2678">
                  <c:v>1.1609400000000001</c:v>
                </c:pt>
                <c:pt idx="2679">
                  <c:v>1.1604399999999999</c:v>
                </c:pt>
                <c:pt idx="2680">
                  <c:v>1.15994</c:v>
                </c:pt>
                <c:pt idx="2681">
                  <c:v>1.15944</c:v>
                </c:pt>
                <c:pt idx="2682">
                  <c:v>1.1589400000000001</c:v>
                </c:pt>
                <c:pt idx="2683">
                  <c:v>1.1584399999999999</c:v>
                </c:pt>
                <c:pt idx="2684">
                  <c:v>1.15795</c:v>
                </c:pt>
                <c:pt idx="2685">
                  <c:v>1.1574500000000001</c:v>
                </c:pt>
                <c:pt idx="2686">
                  <c:v>1.1569499999999999</c:v>
                </c:pt>
                <c:pt idx="2687">
                  <c:v>1.15645</c:v>
                </c:pt>
                <c:pt idx="2688">
                  <c:v>1.15595</c:v>
                </c:pt>
                <c:pt idx="2689">
                  <c:v>1.1554500000000001</c:v>
                </c:pt>
                <c:pt idx="2690">
                  <c:v>1.1549499999999999</c:v>
                </c:pt>
                <c:pt idx="2691">
                  <c:v>1.15445</c:v>
                </c:pt>
                <c:pt idx="2692">
                  <c:v>1.15394</c:v>
                </c:pt>
                <c:pt idx="2693">
                  <c:v>1.15344</c:v>
                </c:pt>
                <c:pt idx="2694">
                  <c:v>1.1529400000000001</c:v>
                </c:pt>
                <c:pt idx="2695">
                  <c:v>1.1524399999999999</c:v>
                </c:pt>
                <c:pt idx="2696">
                  <c:v>1.15195</c:v>
                </c:pt>
                <c:pt idx="2697">
                  <c:v>1.1514500000000001</c:v>
                </c:pt>
                <c:pt idx="2698">
                  <c:v>1.1509499999999999</c:v>
                </c:pt>
                <c:pt idx="2699">
                  <c:v>1.15045</c:v>
                </c:pt>
                <c:pt idx="2700">
                  <c:v>1.14995</c:v>
                </c:pt>
                <c:pt idx="2701">
                  <c:v>1.1494500000000001</c:v>
                </c:pt>
                <c:pt idx="2702">
                  <c:v>1.1489499999999999</c:v>
                </c:pt>
                <c:pt idx="2703">
                  <c:v>1.14845</c:v>
                </c:pt>
                <c:pt idx="2704">
                  <c:v>1.14795</c:v>
                </c:pt>
                <c:pt idx="2705">
                  <c:v>1.1474500000000001</c:v>
                </c:pt>
                <c:pt idx="2706">
                  <c:v>1.1469499999999999</c:v>
                </c:pt>
                <c:pt idx="2707">
                  <c:v>1.14645</c:v>
                </c:pt>
                <c:pt idx="2708">
                  <c:v>1.14595</c:v>
                </c:pt>
                <c:pt idx="2709">
                  <c:v>1.1454500000000001</c:v>
                </c:pt>
                <c:pt idx="2710">
                  <c:v>1.1449499999999999</c:v>
                </c:pt>
                <c:pt idx="2711">
                  <c:v>1.14445</c:v>
                </c:pt>
                <c:pt idx="2712">
                  <c:v>1.14395</c:v>
                </c:pt>
                <c:pt idx="2713">
                  <c:v>1.1434500000000001</c:v>
                </c:pt>
                <c:pt idx="2714">
                  <c:v>1.1429400000000001</c:v>
                </c:pt>
                <c:pt idx="2715">
                  <c:v>1.1424399999999999</c:v>
                </c:pt>
                <c:pt idx="2716">
                  <c:v>1.14194</c:v>
                </c:pt>
                <c:pt idx="2717">
                  <c:v>1.14144</c:v>
                </c:pt>
                <c:pt idx="2718">
                  <c:v>1.1409499999999999</c:v>
                </c:pt>
                <c:pt idx="2719">
                  <c:v>1.14045</c:v>
                </c:pt>
                <c:pt idx="2720">
                  <c:v>1.13995</c:v>
                </c:pt>
                <c:pt idx="2721">
                  <c:v>1.1394500000000001</c:v>
                </c:pt>
                <c:pt idx="2722">
                  <c:v>1.1389499999999999</c:v>
                </c:pt>
                <c:pt idx="2723">
                  <c:v>1.13846</c:v>
                </c:pt>
                <c:pt idx="2724">
                  <c:v>1.1379600000000001</c:v>
                </c:pt>
                <c:pt idx="2725">
                  <c:v>1.1374599999999999</c:v>
                </c:pt>
                <c:pt idx="2726">
                  <c:v>1.13696</c:v>
                </c:pt>
                <c:pt idx="2727">
                  <c:v>1.13646</c:v>
                </c:pt>
                <c:pt idx="2728">
                  <c:v>1.1359600000000001</c:v>
                </c:pt>
                <c:pt idx="2729">
                  <c:v>1.1354599999999999</c:v>
                </c:pt>
                <c:pt idx="2730">
                  <c:v>1.13496</c:v>
                </c:pt>
                <c:pt idx="2731">
                  <c:v>1.13446</c:v>
                </c:pt>
                <c:pt idx="2732">
                  <c:v>1.1339600000000001</c:v>
                </c:pt>
                <c:pt idx="2733">
                  <c:v>1.1334599999999999</c:v>
                </c:pt>
                <c:pt idx="2734">
                  <c:v>1.13296</c:v>
                </c:pt>
                <c:pt idx="2735">
                  <c:v>1.13246</c:v>
                </c:pt>
                <c:pt idx="2736">
                  <c:v>1.1319600000000001</c:v>
                </c:pt>
                <c:pt idx="2737">
                  <c:v>1.1314599999999999</c:v>
                </c:pt>
                <c:pt idx="2738">
                  <c:v>1.13096</c:v>
                </c:pt>
                <c:pt idx="2739">
                  <c:v>1.13046</c:v>
                </c:pt>
                <c:pt idx="2740">
                  <c:v>1.1299600000000001</c:v>
                </c:pt>
                <c:pt idx="2741">
                  <c:v>1.1294599999999999</c:v>
                </c:pt>
                <c:pt idx="2742">
                  <c:v>1.1289499999999999</c:v>
                </c:pt>
                <c:pt idx="2743">
                  <c:v>1.12845</c:v>
                </c:pt>
                <c:pt idx="2744">
                  <c:v>1.12795</c:v>
                </c:pt>
                <c:pt idx="2745">
                  <c:v>1.1274500000000001</c:v>
                </c:pt>
                <c:pt idx="2746">
                  <c:v>1.1269499999999999</c:v>
                </c:pt>
                <c:pt idx="2747">
                  <c:v>1.12645</c:v>
                </c:pt>
                <c:pt idx="2748">
                  <c:v>1.1259600000000001</c:v>
                </c:pt>
                <c:pt idx="2749">
                  <c:v>1.1254599999999999</c:v>
                </c:pt>
                <c:pt idx="2750">
                  <c:v>1.12496</c:v>
                </c:pt>
                <c:pt idx="2751">
                  <c:v>1.12446</c:v>
                </c:pt>
                <c:pt idx="2752">
                  <c:v>1.1239600000000001</c:v>
                </c:pt>
                <c:pt idx="2753">
                  <c:v>1.1234599999999999</c:v>
                </c:pt>
                <c:pt idx="2754">
                  <c:v>1.12296</c:v>
                </c:pt>
                <c:pt idx="2755">
                  <c:v>1.12246</c:v>
                </c:pt>
                <c:pt idx="2756">
                  <c:v>1.1219600000000001</c:v>
                </c:pt>
                <c:pt idx="2757">
                  <c:v>1.1214599999999999</c:v>
                </c:pt>
                <c:pt idx="2758">
                  <c:v>1.12097</c:v>
                </c:pt>
                <c:pt idx="2759">
                  <c:v>1.1204700000000001</c:v>
                </c:pt>
                <c:pt idx="2760">
                  <c:v>1.1199699999999999</c:v>
                </c:pt>
                <c:pt idx="2761">
                  <c:v>1.1194599999999999</c:v>
                </c:pt>
                <c:pt idx="2762">
                  <c:v>1.11896</c:v>
                </c:pt>
                <c:pt idx="2763">
                  <c:v>1.11846</c:v>
                </c:pt>
                <c:pt idx="2764">
                  <c:v>1.1179600000000001</c:v>
                </c:pt>
                <c:pt idx="2765">
                  <c:v>1.11747</c:v>
                </c:pt>
                <c:pt idx="2766">
                  <c:v>1.11697</c:v>
                </c:pt>
                <c:pt idx="2767">
                  <c:v>1.1164700000000001</c:v>
                </c:pt>
                <c:pt idx="2768">
                  <c:v>1.1159699999999999</c:v>
                </c:pt>
                <c:pt idx="2769">
                  <c:v>1.11547</c:v>
                </c:pt>
                <c:pt idx="2770">
                  <c:v>1.11497</c:v>
                </c:pt>
                <c:pt idx="2771">
                  <c:v>1.11446</c:v>
                </c:pt>
                <c:pt idx="2772">
                  <c:v>1.1139600000000001</c:v>
                </c:pt>
                <c:pt idx="2773">
                  <c:v>1.11347</c:v>
                </c:pt>
                <c:pt idx="2774">
                  <c:v>1.11297</c:v>
                </c:pt>
                <c:pt idx="2775">
                  <c:v>1.1124700000000001</c:v>
                </c:pt>
                <c:pt idx="2776">
                  <c:v>1.1119699999999999</c:v>
                </c:pt>
                <c:pt idx="2777">
                  <c:v>1.11147</c:v>
                </c:pt>
                <c:pt idx="2778">
                  <c:v>1.11097</c:v>
                </c:pt>
                <c:pt idx="2779">
                  <c:v>1.1104700000000001</c:v>
                </c:pt>
                <c:pt idx="2780">
                  <c:v>1.1099699999999999</c:v>
                </c:pt>
                <c:pt idx="2781">
                  <c:v>1.10947</c:v>
                </c:pt>
                <c:pt idx="2782">
                  <c:v>1.10897</c:v>
                </c:pt>
                <c:pt idx="2783">
                  <c:v>1.1084700000000001</c:v>
                </c:pt>
                <c:pt idx="2784">
                  <c:v>1.1079699999999999</c:v>
                </c:pt>
                <c:pt idx="2785">
                  <c:v>1.10747</c:v>
                </c:pt>
                <c:pt idx="2786">
                  <c:v>1.10697</c:v>
                </c:pt>
                <c:pt idx="2787">
                  <c:v>1.10646</c:v>
                </c:pt>
                <c:pt idx="2788">
                  <c:v>1.1059600000000001</c:v>
                </c:pt>
                <c:pt idx="2789">
                  <c:v>1.10547</c:v>
                </c:pt>
                <c:pt idx="2790">
                  <c:v>1.10497</c:v>
                </c:pt>
                <c:pt idx="2791">
                  <c:v>1.1044700000000001</c:v>
                </c:pt>
                <c:pt idx="2792">
                  <c:v>1.1039699999999999</c:v>
                </c:pt>
                <c:pt idx="2793">
                  <c:v>1.10347</c:v>
                </c:pt>
                <c:pt idx="2794">
                  <c:v>1.10297</c:v>
                </c:pt>
                <c:pt idx="2795">
                  <c:v>1.1024700000000001</c:v>
                </c:pt>
                <c:pt idx="2796">
                  <c:v>1.1019699999999999</c:v>
                </c:pt>
                <c:pt idx="2797">
                  <c:v>1.1014699999999999</c:v>
                </c:pt>
                <c:pt idx="2798">
                  <c:v>1.10097</c:v>
                </c:pt>
                <c:pt idx="2799">
                  <c:v>1.1004700000000001</c:v>
                </c:pt>
                <c:pt idx="2800">
                  <c:v>1.0999699999999999</c:v>
                </c:pt>
                <c:pt idx="2801">
                  <c:v>1.0994699999999999</c:v>
                </c:pt>
                <c:pt idx="2802">
                  <c:v>1.09897</c:v>
                </c:pt>
                <c:pt idx="2803">
                  <c:v>1.0984700000000001</c:v>
                </c:pt>
                <c:pt idx="2804">
                  <c:v>1.09798</c:v>
                </c:pt>
                <c:pt idx="2805">
                  <c:v>1.09748</c:v>
                </c:pt>
                <c:pt idx="2806">
                  <c:v>1.0969800000000001</c:v>
                </c:pt>
                <c:pt idx="2807">
                  <c:v>1.0964799999999999</c:v>
                </c:pt>
                <c:pt idx="2808">
                  <c:v>1.09598</c:v>
                </c:pt>
                <c:pt idx="2809">
                  <c:v>1.09548</c:v>
                </c:pt>
                <c:pt idx="2810">
                  <c:v>1.0949800000000001</c:v>
                </c:pt>
                <c:pt idx="2811">
                  <c:v>1.0944799999999999</c:v>
                </c:pt>
                <c:pt idx="2812">
                  <c:v>1.09398</c:v>
                </c:pt>
                <c:pt idx="2813">
                  <c:v>1.09348</c:v>
                </c:pt>
                <c:pt idx="2814">
                  <c:v>1.0929800000000001</c:v>
                </c:pt>
                <c:pt idx="2815">
                  <c:v>1.0924799999999999</c:v>
                </c:pt>
                <c:pt idx="2816">
                  <c:v>1.09198</c:v>
                </c:pt>
                <c:pt idx="2817">
                  <c:v>1.09148</c:v>
                </c:pt>
                <c:pt idx="2818">
                  <c:v>1.0909800000000001</c:v>
                </c:pt>
                <c:pt idx="2819">
                  <c:v>1.0904799999999999</c:v>
                </c:pt>
                <c:pt idx="2820">
                  <c:v>1.0899799999999999</c:v>
                </c:pt>
                <c:pt idx="2821">
                  <c:v>1.08948</c:v>
                </c:pt>
                <c:pt idx="2822">
                  <c:v>1.0889800000000001</c:v>
                </c:pt>
                <c:pt idx="2823">
                  <c:v>1.0884799999999999</c:v>
                </c:pt>
                <c:pt idx="2824">
                  <c:v>1.0879799999999999</c:v>
                </c:pt>
                <c:pt idx="2825">
                  <c:v>1.08748</c:v>
                </c:pt>
                <c:pt idx="2826">
                  <c:v>1.0869800000000001</c:v>
                </c:pt>
                <c:pt idx="2827">
                  <c:v>1.0864799999999999</c:v>
                </c:pt>
                <c:pt idx="2828">
                  <c:v>1.0859799999999999</c:v>
                </c:pt>
                <c:pt idx="2829">
                  <c:v>1.0854699999999999</c:v>
                </c:pt>
                <c:pt idx="2830">
                  <c:v>1.08497</c:v>
                </c:pt>
                <c:pt idx="2831">
                  <c:v>1.08447</c:v>
                </c:pt>
                <c:pt idx="2832">
                  <c:v>1.0839700000000001</c:v>
                </c:pt>
                <c:pt idx="2833">
                  <c:v>1.08348</c:v>
                </c:pt>
                <c:pt idx="2834">
                  <c:v>1.0829800000000001</c:v>
                </c:pt>
                <c:pt idx="2835">
                  <c:v>1.0824800000000001</c:v>
                </c:pt>
                <c:pt idx="2836">
                  <c:v>1.0819799999999999</c:v>
                </c:pt>
                <c:pt idx="2837">
                  <c:v>1.08148</c:v>
                </c:pt>
                <c:pt idx="2838">
                  <c:v>1.0809800000000001</c:v>
                </c:pt>
                <c:pt idx="2839">
                  <c:v>1.0804800000000001</c:v>
                </c:pt>
                <c:pt idx="2840">
                  <c:v>1.0799799999999999</c:v>
                </c:pt>
                <c:pt idx="2841">
                  <c:v>1.07948</c:v>
                </c:pt>
                <c:pt idx="2842">
                  <c:v>1.0789800000000001</c:v>
                </c:pt>
                <c:pt idx="2843">
                  <c:v>1.0784800000000001</c:v>
                </c:pt>
                <c:pt idx="2844">
                  <c:v>1.0779799999999999</c:v>
                </c:pt>
                <c:pt idx="2845">
                  <c:v>1.07748</c:v>
                </c:pt>
                <c:pt idx="2846">
                  <c:v>1.07698</c:v>
                </c:pt>
                <c:pt idx="2847">
                  <c:v>1.0764800000000001</c:v>
                </c:pt>
                <c:pt idx="2848">
                  <c:v>1.0759799999999999</c:v>
                </c:pt>
                <c:pt idx="2849">
                  <c:v>1.07548</c:v>
                </c:pt>
                <c:pt idx="2850">
                  <c:v>1.07498</c:v>
                </c:pt>
                <c:pt idx="2851">
                  <c:v>1.0744800000000001</c:v>
                </c:pt>
                <c:pt idx="2852">
                  <c:v>1.0739799999999999</c:v>
                </c:pt>
                <c:pt idx="2853">
                  <c:v>1.07348</c:v>
                </c:pt>
                <c:pt idx="2854">
                  <c:v>1.07298</c:v>
                </c:pt>
                <c:pt idx="2855">
                  <c:v>1.0724800000000001</c:v>
                </c:pt>
                <c:pt idx="2856">
                  <c:v>1.07199</c:v>
                </c:pt>
                <c:pt idx="2857">
                  <c:v>1.0714900000000001</c:v>
                </c:pt>
                <c:pt idx="2858">
                  <c:v>1.0709900000000001</c:v>
                </c:pt>
                <c:pt idx="2859">
                  <c:v>1.0704899999999999</c:v>
                </c:pt>
                <c:pt idx="2860">
                  <c:v>1.06999</c:v>
                </c:pt>
                <c:pt idx="2861">
                  <c:v>1.0694900000000001</c:v>
                </c:pt>
                <c:pt idx="2862">
                  <c:v>1.0689900000000001</c:v>
                </c:pt>
                <c:pt idx="2863">
                  <c:v>1.0684899999999999</c:v>
                </c:pt>
                <c:pt idx="2864">
                  <c:v>1.06799</c:v>
                </c:pt>
                <c:pt idx="2865">
                  <c:v>1.06749</c:v>
                </c:pt>
                <c:pt idx="2866">
                  <c:v>1.06698</c:v>
                </c:pt>
                <c:pt idx="2867">
                  <c:v>1.0664800000000001</c:v>
                </c:pt>
                <c:pt idx="2868">
                  <c:v>1.0659799999999999</c:v>
                </c:pt>
                <c:pt idx="2869">
                  <c:v>1.06548</c:v>
                </c:pt>
                <c:pt idx="2870">
                  <c:v>1.06498</c:v>
                </c:pt>
                <c:pt idx="2871">
                  <c:v>1.0644800000000001</c:v>
                </c:pt>
                <c:pt idx="2872">
                  <c:v>1.06399</c:v>
                </c:pt>
                <c:pt idx="2873">
                  <c:v>1.06349</c:v>
                </c:pt>
                <c:pt idx="2874">
                  <c:v>1.0629900000000001</c:v>
                </c:pt>
                <c:pt idx="2875">
                  <c:v>1.0624899999999999</c:v>
                </c:pt>
                <c:pt idx="2876">
                  <c:v>1.06199</c:v>
                </c:pt>
                <c:pt idx="2877">
                  <c:v>1.06149</c:v>
                </c:pt>
                <c:pt idx="2878">
                  <c:v>1.0609900000000001</c:v>
                </c:pt>
                <c:pt idx="2879">
                  <c:v>1.0604899999999999</c:v>
                </c:pt>
                <c:pt idx="2880">
                  <c:v>1.05999</c:v>
                </c:pt>
                <c:pt idx="2881">
                  <c:v>1.05949</c:v>
                </c:pt>
                <c:pt idx="2882">
                  <c:v>1.0589900000000001</c:v>
                </c:pt>
                <c:pt idx="2883">
                  <c:v>1.0584899999999999</c:v>
                </c:pt>
                <c:pt idx="2884">
                  <c:v>1.05799</c:v>
                </c:pt>
                <c:pt idx="2885">
                  <c:v>1.05749</c:v>
                </c:pt>
                <c:pt idx="2886">
                  <c:v>1.0569900000000001</c:v>
                </c:pt>
                <c:pt idx="2887">
                  <c:v>1.0564899999999999</c:v>
                </c:pt>
                <c:pt idx="2888">
                  <c:v>1.05599</c:v>
                </c:pt>
                <c:pt idx="2889">
                  <c:v>1.05549</c:v>
                </c:pt>
                <c:pt idx="2890">
                  <c:v>1.0549900000000001</c:v>
                </c:pt>
                <c:pt idx="2891">
                  <c:v>1.0545</c:v>
                </c:pt>
                <c:pt idx="2892">
                  <c:v>1.054</c:v>
                </c:pt>
                <c:pt idx="2893">
                  <c:v>1.05349</c:v>
                </c:pt>
                <c:pt idx="2894">
                  <c:v>1.0529900000000001</c:v>
                </c:pt>
                <c:pt idx="2895">
                  <c:v>1.0524899999999999</c:v>
                </c:pt>
                <c:pt idx="2896">
                  <c:v>1.05199</c:v>
                </c:pt>
                <c:pt idx="2897">
                  <c:v>1.05149</c:v>
                </c:pt>
                <c:pt idx="2898">
                  <c:v>1.0509900000000001</c:v>
                </c:pt>
                <c:pt idx="2899">
                  <c:v>1.0504899999999999</c:v>
                </c:pt>
                <c:pt idx="2900">
                  <c:v>1.04999</c:v>
                </c:pt>
                <c:pt idx="2901">
                  <c:v>1.04949</c:v>
                </c:pt>
                <c:pt idx="2902">
                  <c:v>1.0489900000000001</c:v>
                </c:pt>
                <c:pt idx="2903">
                  <c:v>1.0484899999999999</c:v>
                </c:pt>
                <c:pt idx="2904">
                  <c:v>1.04799</c:v>
                </c:pt>
                <c:pt idx="2905">
                  <c:v>1.04749</c:v>
                </c:pt>
                <c:pt idx="2906">
                  <c:v>1.0469900000000001</c:v>
                </c:pt>
                <c:pt idx="2907">
                  <c:v>1.0464899999999999</c:v>
                </c:pt>
                <c:pt idx="2908">
                  <c:v>1.04599</c:v>
                </c:pt>
                <c:pt idx="2909">
                  <c:v>1.04549</c:v>
                </c:pt>
                <c:pt idx="2910">
                  <c:v>1.0449900000000001</c:v>
                </c:pt>
                <c:pt idx="2911">
                  <c:v>1.0444899999999999</c:v>
                </c:pt>
                <c:pt idx="2912">
                  <c:v>1.04399</c:v>
                </c:pt>
                <c:pt idx="2913">
                  <c:v>1.04349</c:v>
                </c:pt>
                <c:pt idx="2914">
                  <c:v>1.0429900000000001</c:v>
                </c:pt>
                <c:pt idx="2915">
                  <c:v>1.0424899999999999</c:v>
                </c:pt>
                <c:pt idx="2916">
                  <c:v>1.04199</c:v>
                </c:pt>
                <c:pt idx="2917">
                  <c:v>1.04149</c:v>
                </c:pt>
                <c:pt idx="2918">
                  <c:v>1.0409900000000001</c:v>
                </c:pt>
                <c:pt idx="2919">
                  <c:v>1.0404899999999999</c:v>
                </c:pt>
                <c:pt idx="2920">
                  <c:v>1.04</c:v>
                </c:pt>
                <c:pt idx="2921">
                  <c:v>1.0395000000000001</c:v>
                </c:pt>
                <c:pt idx="2922">
                  <c:v>1.0389999999999999</c:v>
                </c:pt>
                <c:pt idx="2923">
                  <c:v>1.0385</c:v>
                </c:pt>
                <c:pt idx="2924">
                  <c:v>1.038</c:v>
                </c:pt>
                <c:pt idx="2925">
                  <c:v>1.0375000000000001</c:v>
                </c:pt>
                <c:pt idx="2926">
                  <c:v>1.0369999999999999</c:v>
                </c:pt>
                <c:pt idx="2927">
                  <c:v>1.0365</c:v>
                </c:pt>
                <c:pt idx="2928">
                  <c:v>1.036</c:v>
                </c:pt>
                <c:pt idx="2929">
                  <c:v>1.0355000000000001</c:v>
                </c:pt>
                <c:pt idx="2930">
                  <c:v>1.0349999999999999</c:v>
                </c:pt>
                <c:pt idx="2931">
                  <c:v>1.0345</c:v>
                </c:pt>
                <c:pt idx="2932">
                  <c:v>1.034</c:v>
                </c:pt>
                <c:pt idx="2933">
                  <c:v>1.0335000000000001</c:v>
                </c:pt>
                <c:pt idx="2934">
                  <c:v>1.0329999999999999</c:v>
                </c:pt>
                <c:pt idx="2935">
                  <c:v>1.0325</c:v>
                </c:pt>
                <c:pt idx="2936">
                  <c:v>1.032</c:v>
                </c:pt>
                <c:pt idx="2937">
                  <c:v>1.0315000000000001</c:v>
                </c:pt>
                <c:pt idx="2938">
                  <c:v>1.0309999999999999</c:v>
                </c:pt>
                <c:pt idx="2939">
                  <c:v>1.0305</c:v>
                </c:pt>
                <c:pt idx="2940">
                  <c:v>1.03</c:v>
                </c:pt>
                <c:pt idx="2941">
                  <c:v>1.0295000000000001</c:v>
                </c:pt>
                <c:pt idx="2942">
                  <c:v>1.0289999999999999</c:v>
                </c:pt>
                <c:pt idx="2943">
                  <c:v>1.0285</c:v>
                </c:pt>
                <c:pt idx="2944">
                  <c:v>1.028</c:v>
                </c:pt>
                <c:pt idx="2945">
                  <c:v>1.0275000000000001</c:v>
                </c:pt>
                <c:pt idx="2946">
                  <c:v>1.0269999999999999</c:v>
                </c:pt>
                <c:pt idx="2947">
                  <c:v>1.0265</c:v>
                </c:pt>
                <c:pt idx="2948">
                  <c:v>1.026</c:v>
                </c:pt>
                <c:pt idx="2949">
                  <c:v>1.0255000000000001</c:v>
                </c:pt>
                <c:pt idx="2950">
                  <c:v>1.0249999999999999</c:v>
                </c:pt>
                <c:pt idx="2951">
                  <c:v>1.0245</c:v>
                </c:pt>
                <c:pt idx="2952">
                  <c:v>1.024</c:v>
                </c:pt>
                <c:pt idx="2953">
                  <c:v>1.0235000000000001</c:v>
                </c:pt>
                <c:pt idx="2954">
                  <c:v>1.02301</c:v>
                </c:pt>
                <c:pt idx="2955">
                  <c:v>1.02251</c:v>
                </c:pt>
                <c:pt idx="2956">
                  <c:v>1.0220100000000001</c:v>
                </c:pt>
                <c:pt idx="2957">
                  <c:v>1.0215099999999999</c:v>
                </c:pt>
                <c:pt idx="2958">
                  <c:v>1.02101</c:v>
                </c:pt>
                <c:pt idx="2959">
                  <c:v>1.02051</c:v>
                </c:pt>
                <c:pt idx="2960">
                  <c:v>1.0200100000000001</c:v>
                </c:pt>
                <c:pt idx="2961">
                  <c:v>1.0195099999999999</c:v>
                </c:pt>
                <c:pt idx="2962">
                  <c:v>1.01901</c:v>
                </c:pt>
                <c:pt idx="2963">
                  <c:v>1.01851</c:v>
                </c:pt>
                <c:pt idx="2964">
                  <c:v>1.0180100000000001</c:v>
                </c:pt>
                <c:pt idx="2965">
                  <c:v>1.0175099999999999</c:v>
                </c:pt>
                <c:pt idx="2966">
                  <c:v>1.01701</c:v>
                </c:pt>
                <c:pt idx="2967">
                  <c:v>1.01651</c:v>
                </c:pt>
                <c:pt idx="2968">
                  <c:v>1.0160100000000001</c:v>
                </c:pt>
                <c:pt idx="2969">
                  <c:v>1.0155099999999999</c:v>
                </c:pt>
                <c:pt idx="2970">
                  <c:v>1.01501</c:v>
                </c:pt>
                <c:pt idx="2971">
                  <c:v>1.01451</c:v>
                </c:pt>
                <c:pt idx="2972">
                  <c:v>1.0140100000000001</c:v>
                </c:pt>
                <c:pt idx="2973">
                  <c:v>1.0135099999999999</c:v>
                </c:pt>
                <c:pt idx="2974">
                  <c:v>1.01301</c:v>
                </c:pt>
                <c:pt idx="2975">
                  <c:v>1.01251</c:v>
                </c:pt>
                <c:pt idx="2976">
                  <c:v>1.0120100000000001</c:v>
                </c:pt>
                <c:pt idx="2977">
                  <c:v>1.0115099999999999</c:v>
                </c:pt>
                <c:pt idx="2978">
                  <c:v>1.01102</c:v>
                </c:pt>
                <c:pt idx="2979">
                  <c:v>1.0105200000000001</c:v>
                </c:pt>
                <c:pt idx="2980">
                  <c:v>1.0100199999999999</c:v>
                </c:pt>
                <c:pt idx="2981">
                  <c:v>1.0095099999999999</c:v>
                </c:pt>
                <c:pt idx="2982">
                  <c:v>1.00901</c:v>
                </c:pt>
                <c:pt idx="2983">
                  <c:v>1.00851</c:v>
                </c:pt>
                <c:pt idx="2984">
                  <c:v>1.0080100000000001</c:v>
                </c:pt>
                <c:pt idx="2985">
                  <c:v>1.0075099999999999</c:v>
                </c:pt>
                <c:pt idx="2986">
                  <c:v>1.00701</c:v>
                </c:pt>
                <c:pt idx="2987">
                  <c:v>1.00651</c:v>
                </c:pt>
                <c:pt idx="2988">
                  <c:v>1.0060199999999999</c:v>
                </c:pt>
                <c:pt idx="2989">
                  <c:v>1.00552</c:v>
                </c:pt>
                <c:pt idx="2990">
                  <c:v>1.00502</c:v>
                </c:pt>
                <c:pt idx="2991">
                  <c:v>1.00451</c:v>
                </c:pt>
                <c:pt idx="2992">
                  <c:v>1.0040100000000001</c:v>
                </c:pt>
                <c:pt idx="2993">
                  <c:v>1.0035099999999999</c:v>
                </c:pt>
                <c:pt idx="2994">
                  <c:v>1.00301</c:v>
                </c:pt>
                <c:pt idx="2995">
                  <c:v>1.00251</c:v>
                </c:pt>
                <c:pt idx="2996">
                  <c:v>1.0020100000000001</c:v>
                </c:pt>
                <c:pt idx="2997">
                  <c:v>1.0015099999999999</c:v>
                </c:pt>
                <c:pt idx="2998">
                  <c:v>1.00102</c:v>
                </c:pt>
                <c:pt idx="2999">
                  <c:v>1.0005200000000001</c:v>
                </c:pt>
                <c:pt idx="3000">
                  <c:v>1.0000199999999999</c:v>
                </c:pt>
                <c:pt idx="3001">
                  <c:v>0.99951800000000002</c:v>
                </c:pt>
                <c:pt idx="3002">
                  <c:v>0.99901799999999996</c:v>
                </c:pt>
                <c:pt idx="3003">
                  <c:v>0.99851900000000005</c:v>
                </c:pt>
                <c:pt idx="3004">
                  <c:v>0.99801899999999999</c:v>
                </c:pt>
                <c:pt idx="3005">
                  <c:v>0.99751900000000004</c:v>
                </c:pt>
                <c:pt idx="3006">
                  <c:v>0.99701899999999999</c:v>
                </c:pt>
                <c:pt idx="3007">
                  <c:v>0.99651900000000004</c:v>
                </c:pt>
                <c:pt idx="3008">
                  <c:v>0.99601899999999999</c:v>
                </c:pt>
                <c:pt idx="3009">
                  <c:v>0.99551800000000001</c:v>
                </c:pt>
                <c:pt idx="3010">
                  <c:v>0.99501700000000004</c:v>
                </c:pt>
                <c:pt idx="3011">
                  <c:v>0.99451699999999998</c:v>
                </c:pt>
                <c:pt idx="3012">
                  <c:v>0.99401700000000004</c:v>
                </c:pt>
                <c:pt idx="3013">
                  <c:v>0.99351800000000001</c:v>
                </c:pt>
                <c:pt idx="3014">
                  <c:v>0.99301899999999999</c:v>
                </c:pt>
                <c:pt idx="3015">
                  <c:v>0.99251999999999996</c:v>
                </c:pt>
                <c:pt idx="3016">
                  <c:v>0.99202100000000004</c:v>
                </c:pt>
                <c:pt idx="3017">
                  <c:v>0.99152200000000001</c:v>
                </c:pt>
                <c:pt idx="3018">
                  <c:v>0.99102100000000004</c:v>
                </c:pt>
                <c:pt idx="3019">
                  <c:v>0.99051900000000004</c:v>
                </c:pt>
                <c:pt idx="3020">
                  <c:v>0.99001700000000004</c:v>
                </c:pt>
                <c:pt idx="3021">
                  <c:v>0.98951599999999995</c:v>
                </c:pt>
                <c:pt idx="3022">
                  <c:v>0.98901600000000001</c:v>
                </c:pt>
                <c:pt idx="3023">
                  <c:v>0.98851699999999998</c:v>
                </c:pt>
                <c:pt idx="3024">
                  <c:v>0.98801700000000003</c:v>
                </c:pt>
                <c:pt idx="3025">
                  <c:v>0.98751699999999998</c:v>
                </c:pt>
                <c:pt idx="3026">
                  <c:v>0.98701799999999995</c:v>
                </c:pt>
                <c:pt idx="3027">
                  <c:v>0.98652099999999998</c:v>
                </c:pt>
                <c:pt idx="3028">
                  <c:v>0.98602400000000001</c:v>
                </c:pt>
                <c:pt idx="3029">
                  <c:v>0.98552499999999998</c:v>
                </c:pt>
                <c:pt idx="3030">
                  <c:v>0.98502599999999996</c:v>
                </c:pt>
                <c:pt idx="3031">
                  <c:v>0.98452700000000004</c:v>
                </c:pt>
                <c:pt idx="3032">
                  <c:v>0.98402800000000001</c:v>
                </c:pt>
                <c:pt idx="3033">
                  <c:v>0.98352899999999999</c:v>
                </c:pt>
                <c:pt idx="3034">
                  <c:v>0.98302900000000004</c:v>
                </c:pt>
                <c:pt idx="3035">
                  <c:v>0.98252899999999999</c:v>
                </c:pt>
                <c:pt idx="3036">
                  <c:v>0.98202900000000004</c:v>
                </c:pt>
                <c:pt idx="3037">
                  <c:v>0.98152899999999998</c:v>
                </c:pt>
                <c:pt idx="3038">
                  <c:v>0.98102999999999996</c:v>
                </c:pt>
                <c:pt idx="3039">
                  <c:v>0.98052799999999996</c:v>
                </c:pt>
                <c:pt idx="3040">
                  <c:v>0.98002699999999998</c:v>
                </c:pt>
                <c:pt idx="3041">
                  <c:v>0.97952700000000004</c:v>
                </c:pt>
                <c:pt idx="3042">
                  <c:v>0.97902500000000003</c:v>
                </c:pt>
                <c:pt idx="3043">
                  <c:v>0.97852300000000003</c:v>
                </c:pt>
                <c:pt idx="3044">
                  <c:v>0.97802199999999995</c:v>
                </c:pt>
                <c:pt idx="3045">
                  <c:v>0.977522</c:v>
                </c:pt>
                <c:pt idx="3046">
                  <c:v>0.97702500000000003</c:v>
                </c:pt>
                <c:pt idx="3047">
                  <c:v>0.97652799999999995</c:v>
                </c:pt>
                <c:pt idx="3048">
                  <c:v>0.97602999999999995</c:v>
                </c:pt>
                <c:pt idx="3049">
                  <c:v>0.97552899999999998</c:v>
                </c:pt>
                <c:pt idx="3050">
                  <c:v>0.97502900000000003</c:v>
                </c:pt>
                <c:pt idx="3051">
                  <c:v>0.97453000000000001</c:v>
                </c:pt>
                <c:pt idx="3052">
                  <c:v>0.97402999999999995</c:v>
                </c:pt>
                <c:pt idx="3053">
                  <c:v>0.97353000000000001</c:v>
                </c:pt>
                <c:pt idx="3054">
                  <c:v>0.97302900000000003</c:v>
                </c:pt>
                <c:pt idx="3055">
                  <c:v>0.97252899999999998</c:v>
                </c:pt>
                <c:pt idx="3056">
                  <c:v>0.97202900000000003</c:v>
                </c:pt>
                <c:pt idx="3057">
                  <c:v>0.97152899999999998</c:v>
                </c:pt>
                <c:pt idx="3058">
                  <c:v>0.971028</c:v>
                </c:pt>
                <c:pt idx="3059">
                  <c:v>0.970526</c:v>
                </c:pt>
                <c:pt idx="3060">
                  <c:v>0.97002600000000005</c:v>
                </c:pt>
                <c:pt idx="3061">
                  <c:v>0.96952700000000003</c:v>
                </c:pt>
                <c:pt idx="3062">
                  <c:v>0.969028</c:v>
                </c:pt>
                <c:pt idx="3063">
                  <c:v>0.96852899999999997</c:v>
                </c:pt>
                <c:pt idx="3064">
                  <c:v>0.96802999999999995</c:v>
                </c:pt>
                <c:pt idx="3065">
                  <c:v>0.96753199999999995</c:v>
                </c:pt>
                <c:pt idx="3066">
                  <c:v>0.96703499999999998</c:v>
                </c:pt>
                <c:pt idx="3067">
                  <c:v>0.96653699999999998</c:v>
                </c:pt>
                <c:pt idx="3068">
                  <c:v>0.96603700000000003</c:v>
                </c:pt>
                <c:pt idx="3069">
                  <c:v>0.96553699999999998</c:v>
                </c:pt>
                <c:pt idx="3070">
                  <c:v>0.96503700000000003</c:v>
                </c:pt>
                <c:pt idx="3071">
                  <c:v>0.96453699999999998</c:v>
                </c:pt>
                <c:pt idx="3072">
                  <c:v>0.96403700000000003</c:v>
                </c:pt>
                <c:pt idx="3073">
                  <c:v>0.96353599999999995</c:v>
                </c:pt>
                <c:pt idx="3074">
                  <c:v>0.96303499999999997</c:v>
                </c:pt>
                <c:pt idx="3075">
                  <c:v>0.96253500000000003</c:v>
                </c:pt>
                <c:pt idx="3076">
                  <c:v>0.962036</c:v>
                </c:pt>
                <c:pt idx="3077">
                  <c:v>0.96153500000000003</c:v>
                </c:pt>
                <c:pt idx="3078">
                  <c:v>0.96103300000000003</c:v>
                </c:pt>
                <c:pt idx="3079">
                  <c:v>0.96053200000000005</c:v>
                </c:pt>
                <c:pt idx="3080">
                  <c:v>0.960032</c:v>
                </c:pt>
                <c:pt idx="3081">
                  <c:v>0.95953200000000005</c:v>
                </c:pt>
                <c:pt idx="3082">
                  <c:v>0.95903300000000002</c:v>
                </c:pt>
                <c:pt idx="3083">
                  <c:v>0.958534</c:v>
                </c:pt>
                <c:pt idx="3084">
                  <c:v>0.95803499999999997</c:v>
                </c:pt>
                <c:pt idx="3085">
                  <c:v>0.95753699999999997</c:v>
                </c:pt>
                <c:pt idx="3086">
                  <c:v>0.95703899999999997</c:v>
                </c:pt>
                <c:pt idx="3087">
                  <c:v>0.95653999999999995</c:v>
                </c:pt>
                <c:pt idx="3088">
                  <c:v>0.95603800000000005</c:v>
                </c:pt>
                <c:pt idx="3089">
                  <c:v>0.955538</c:v>
                </c:pt>
                <c:pt idx="3090">
                  <c:v>0.95503800000000005</c:v>
                </c:pt>
                <c:pt idx="3091">
                  <c:v>0.954538</c:v>
                </c:pt>
                <c:pt idx="3092">
                  <c:v>0.95403700000000002</c:v>
                </c:pt>
                <c:pt idx="3093">
                  <c:v>0.95353399999999999</c:v>
                </c:pt>
                <c:pt idx="3094">
                  <c:v>0.95303400000000005</c:v>
                </c:pt>
                <c:pt idx="3095">
                  <c:v>0.95253399999999999</c:v>
                </c:pt>
                <c:pt idx="3096">
                  <c:v>0.95203599999999999</c:v>
                </c:pt>
                <c:pt idx="3097">
                  <c:v>0.95153699999999997</c:v>
                </c:pt>
                <c:pt idx="3098">
                  <c:v>0.95103700000000002</c:v>
                </c:pt>
                <c:pt idx="3099">
                  <c:v>0.95053799999999999</c:v>
                </c:pt>
                <c:pt idx="3100">
                  <c:v>0.95004</c:v>
                </c:pt>
                <c:pt idx="3101">
                  <c:v>0.94954099999999997</c:v>
                </c:pt>
                <c:pt idx="3102">
                  <c:v>0.94904200000000005</c:v>
                </c:pt>
                <c:pt idx="3103">
                  <c:v>0.94854099999999997</c:v>
                </c:pt>
                <c:pt idx="3104">
                  <c:v>0.94804100000000002</c:v>
                </c:pt>
                <c:pt idx="3105">
                  <c:v>0.94754300000000002</c:v>
                </c:pt>
                <c:pt idx="3106">
                  <c:v>0.94704600000000005</c:v>
                </c:pt>
                <c:pt idx="3107">
                  <c:v>0.94654700000000003</c:v>
                </c:pt>
                <c:pt idx="3108">
                  <c:v>0.94604600000000005</c:v>
                </c:pt>
                <c:pt idx="3109">
                  <c:v>0.94554400000000005</c:v>
                </c:pt>
                <c:pt idx="3110">
                  <c:v>0.945044</c:v>
                </c:pt>
                <c:pt idx="3111">
                  <c:v>0.94454400000000005</c:v>
                </c:pt>
                <c:pt idx="3112">
                  <c:v>0.94404200000000005</c:v>
                </c:pt>
                <c:pt idx="3113">
                  <c:v>0.94354099999999996</c:v>
                </c:pt>
                <c:pt idx="3114">
                  <c:v>0.94304100000000002</c:v>
                </c:pt>
                <c:pt idx="3115">
                  <c:v>0.94254400000000005</c:v>
                </c:pt>
                <c:pt idx="3116">
                  <c:v>0.94204600000000005</c:v>
                </c:pt>
                <c:pt idx="3117">
                  <c:v>0.94154700000000002</c:v>
                </c:pt>
                <c:pt idx="3118">
                  <c:v>0.94104699999999997</c:v>
                </c:pt>
                <c:pt idx="3119">
                  <c:v>0.94054700000000002</c:v>
                </c:pt>
                <c:pt idx="3120">
                  <c:v>0.94004799999999999</c:v>
                </c:pt>
                <c:pt idx="3121">
                  <c:v>0.93954800000000005</c:v>
                </c:pt>
                <c:pt idx="3122">
                  <c:v>0.93904600000000005</c:v>
                </c:pt>
                <c:pt idx="3123">
                  <c:v>0.93854599999999999</c:v>
                </c:pt>
                <c:pt idx="3124">
                  <c:v>0.93804799999999999</c:v>
                </c:pt>
                <c:pt idx="3125">
                  <c:v>0.93755200000000005</c:v>
                </c:pt>
                <c:pt idx="3126">
                  <c:v>0.937056</c:v>
                </c:pt>
                <c:pt idx="3127">
                  <c:v>0.936558</c:v>
                </c:pt>
                <c:pt idx="3128">
                  <c:v>0.93605899999999997</c:v>
                </c:pt>
                <c:pt idx="3129">
                  <c:v>0.93555999999999995</c:v>
                </c:pt>
                <c:pt idx="3130">
                  <c:v>0.93506100000000003</c:v>
                </c:pt>
                <c:pt idx="3131">
                  <c:v>0.93455999999999995</c:v>
                </c:pt>
                <c:pt idx="3132">
                  <c:v>0.93405700000000003</c:v>
                </c:pt>
                <c:pt idx="3133">
                  <c:v>0.93355500000000002</c:v>
                </c:pt>
                <c:pt idx="3134">
                  <c:v>0.93305499999999997</c:v>
                </c:pt>
                <c:pt idx="3135">
                  <c:v>0.93255699999999997</c:v>
                </c:pt>
                <c:pt idx="3136">
                  <c:v>0.93205700000000002</c:v>
                </c:pt>
                <c:pt idx="3137">
                  <c:v>0.93155500000000002</c:v>
                </c:pt>
                <c:pt idx="3138">
                  <c:v>0.93105400000000005</c:v>
                </c:pt>
                <c:pt idx="3139">
                  <c:v>0.93055299999999996</c:v>
                </c:pt>
                <c:pt idx="3140">
                  <c:v>0.93005199999999999</c:v>
                </c:pt>
                <c:pt idx="3141">
                  <c:v>0.92954999999999999</c:v>
                </c:pt>
                <c:pt idx="3142">
                  <c:v>0.92904900000000001</c:v>
                </c:pt>
                <c:pt idx="3143">
                  <c:v>0.92854899999999996</c:v>
                </c:pt>
                <c:pt idx="3144">
                  <c:v>0.92805199999999999</c:v>
                </c:pt>
                <c:pt idx="3145">
                  <c:v>0.92755500000000002</c:v>
                </c:pt>
                <c:pt idx="3146">
                  <c:v>0.92705599999999999</c:v>
                </c:pt>
                <c:pt idx="3147">
                  <c:v>0.92655699999999996</c:v>
                </c:pt>
                <c:pt idx="3148">
                  <c:v>0.92605700000000002</c:v>
                </c:pt>
                <c:pt idx="3149">
                  <c:v>0.92555799999999999</c:v>
                </c:pt>
                <c:pt idx="3150">
                  <c:v>0.92505800000000005</c:v>
                </c:pt>
                <c:pt idx="3151">
                  <c:v>0.92455600000000004</c:v>
                </c:pt>
                <c:pt idx="3152">
                  <c:v>0.92405599999999999</c:v>
                </c:pt>
                <c:pt idx="3153">
                  <c:v>0.92355699999999996</c:v>
                </c:pt>
                <c:pt idx="3154">
                  <c:v>0.92305800000000005</c:v>
                </c:pt>
                <c:pt idx="3155">
                  <c:v>0.92256000000000005</c:v>
                </c:pt>
                <c:pt idx="3156">
                  <c:v>0.92205999999999999</c:v>
                </c:pt>
                <c:pt idx="3157">
                  <c:v>0.92155900000000002</c:v>
                </c:pt>
                <c:pt idx="3158">
                  <c:v>0.92105899999999996</c:v>
                </c:pt>
                <c:pt idx="3159">
                  <c:v>0.92055799999999999</c:v>
                </c:pt>
                <c:pt idx="3160">
                  <c:v>0.92005700000000001</c:v>
                </c:pt>
                <c:pt idx="3161">
                  <c:v>0.91955600000000004</c:v>
                </c:pt>
                <c:pt idx="3162">
                  <c:v>0.91905599999999998</c:v>
                </c:pt>
                <c:pt idx="3163">
                  <c:v>0.91855799999999999</c:v>
                </c:pt>
                <c:pt idx="3164">
                  <c:v>0.91806100000000002</c:v>
                </c:pt>
                <c:pt idx="3165">
                  <c:v>0.91756400000000005</c:v>
                </c:pt>
                <c:pt idx="3166">
                  <c:v>0.91706399999999999</c:v>
                </c:pt>
                <c:pt idx="3167">
                  <c:v>0.91656300000000002</c:v>
                </c:pt>
                <c:pt idx="3168">
                  <c:v>0.91606299999999996</c:v>
                </c:pt>
                <c:pt idx="3169">
                  <c:v>0.91556099999999996</c:v>
                </c:pt>
                <c:pt idx="3170">
                  <c:v>0.91505800000000004</c:v>
                </c:pt>
                <c:pt idx="3171">
                  <c:v>0.91455500000000001</c:v>
                </c:pt>
                <c:pt idx="3172">
                  <c:v>0.91405400000000003</c:v>
                </c:pt>
                <c:pt idx="3173">
                  <c:v>0.91355399999999998</c:v>
                </c:pt>
                <c:pt idx="3174">
                  <c:v>0.91305499999999995</c:v>
                </c:pt>
                <c:pt idx="3175">
                  <c:v>0.91255600000000003</c:v>
                </c:pt>
                <c:pt idx="3176">
                  <c:v>0.91205599999999998</c:v>
                </c:pt>
                <c:pt idx="3177">
                  <c:v>0.91155600000000003</c:v>
                </c:pt>
                <c:pt idx="3178">
                  <c:v>0.91105700000000001</c:v>
                </c:pt>
                <c:pt idx="3179">
                  <c:v>0.91055799999999998</c:v>
                </c:pt>
                <c:pt idx="3180">
                  <c:v>0.91005899999999995</c:v>
                </c:pt>
                <c:pt idx="3181">
                  <c:v>0.90955799999999998</c:v>
                </c:pt>
                <c:pt idx="3182">
                  <c:v>0.90905899999999995</c:v>
                </c:pt>
                <c:pt idx="3183">
                  <c:v>0.90856099999999995</c:v>
                </c:pt>
                <c:pt idx="3184">
                  <c:v>0.90806200000000004</c:v>
                </c:pt>
                <c:pt idx="3185">
                  <c:v>0.90756400000000004</c:v>
                </c:pt>
                <c:pt idx="3186">
                  <c:v>0.90706500000000001</c:v>
                </c:pt>
                <c:pt idx="3187">
                  <c:v>0.90656700000000001</c:v>
                </c:pt>
                <c:pt idx="3188">
                  <c:v>0.90606799999999998</c:v>
                </c:pt>
                <c:pt idx="3189">
                  <c:v>0.90556800000000004</c:v>
                </c:pt>
                <c:pt idx="3190">
                  <c:v>0.90506699999999995</c:v>
                </c:pt>
                <c:pt idx="3191">
                  <c:v>0.90456700000000001</c:v>
                </c:pt>
                <c:pt idx="3192">
                  <c:v>0.90406600000000004</c:v>
                </c:pt>
                <c:pt idx="3193">
                  <c:v>0.90356700000000001</c:v>
                </c:pt>
                <c:pt idx="3194">
                  <c:v>0.90306699999999995</c:v>
                </c:pt>
                <c:pt idx="3195">
                  <c:v>0.90256700000000001</c:v>
                </c:pt>
                <c:pt idx="3196">
                  <c:v>0.90206600000000003</c:v>
                </c:pt>
                <c:pt idx="3197">
                  <c:v>0.90156700000000001</c:v>
                </c:pt>
                <c:pt idx="3198">
                  <c:v>0.90106799999999998</c:v>
                </c:pt>
                <c:pt idx="3199">
                  <c:v>0.90056800000000004</c:v>
                </c:pt>
                <c:pt idx="3200">
                  <c:v>0.90006799999999998</c:v>
                </c:pt>
                <c:pt idx="3201">
                  <c:v>0.89956800000000003</c:v>
                </c:pt>
                <c:pt idx="3202">
                  <c:v>0.89906900000000001</c:v>
                </c:pt>
                <c:pt idx="3203">
                  <c:v>0.89857100000000001</c:v>
                </c:pt>
                <c:pt idx="3204">
                  <c:v>0.89807000000000003</c:v>
                </c:pt>
                <c:pt idx="3205">
                  <c:v>0.89756800000000003</c:v>
                </c:pt>
                <c:pt idx="3206">
                  <c:v>0.89706600000000003</c:v>
                </c:pt>
                <c:pt idx="3207">
                  <c:v>0.89656400000000003</c:v>
                </c:pt>
                <c:pt idx="3208">
                  <c:v>0.89606300000000005</c:v>
                </c:pt>
                <c:pt idx="3209">
                  <c:v>0.895563</c:v>
                </c:pt>
                <c:pt idx="3210">
                  <c:v>0.89506200000000002</c:v>
                </c:pt>
                <c:pt idx="3211">
                  <c:v>0.89456199999999997</c:v>
                </c:pt>
                <c:pt idx="3212">
                  <c:v>0.89406300000000005</c:v>
                </c:pt>
                <c:pt idx="3213">
                  <c:v>0.89356500000000005</c:v>
                </c:pt>
                <c:pt idx="3214">
                  <c:v>0.89306600000000003</c:v>
                </c:pt>
                <c:pt idx="3215">
                  <c:v>0.89256500000000005</c:v>
                </c:pt>
                <c:pt idx="3216">
                  <c:v>0.89206600000000003</c:v>
                </c:pt>
                <c:pt idx="3217">
                  <c:v>0.891567</c:v>
                </c:pt>
                <c:pt idx="3218">
                  <c:v>0.891069</c:v>
                </c:pt>
                <c:pt idx="3219">
                  <c:v>0.89056900000000006</c:v>
                </c:pt>
                <c:pt idx="3220">
                  <c:v>0.89006799999999997</c:v>
                </c:pt>
                <c:pt idx="3221">
                  <c:v>0.88956900000000005</c:v>
                </c:pt>
                <c:pt idx="3222">
                  <c:v>0.88907000000000003</c:v>
                </c:pt>
                <c:pt idx="3223">
                  <c:v>0.88857200000000003</c:v>
                </c:pt>
                <c:pt idx="3224">
                  <c:v>0.888073</c:v>
                </c:pt>
                <c:pt idx="3225">
                  <c:v>0.88757299999999995</c:v>
                </c:pt>
                <c:pt idx="3226">
                  <c:v>0.88707199999999997</c:v>
                </c:pt>
                <c:pt idx="3227">
                  <c:v>0.88656999999999997</c:v>
                </c:pt>
                <c:pt idx="3228">
                  <c:v>0.88606799999999997</c:v>
                </c:pt>
                <c:pt idx="3229">
                  <c:v>0.88556699999999999</c:v>
                </c:pt>
                <c:pt idx="3230">
                  <c:v>0.88506700000000005</c:v>
                </c:pt>
                <c:pt idx="3231">
                  <c:v>0.88456800000000002</c:v>
                </c:pt>
                <c:pt idx="3232">
                  <c:v>0.88407000000000002</c:v>
                </c:pt>
                <c:pt idx="3233">
                  <c:v>0.883571</c:v>
                </c:pt>
                <c:pt idx="3234">
                  <c:v>0.88307199999999997</c:v>
                </c:pt>
                <c:pt idx="3235">
                  <c:v>0.88257099999999999</c:v>
                </c:pt>
                <c:pt idx="3236">
                  <c:v>0.88207199999999997</c:v>
                </c:pt>
                <c:pt idx="3237">
                  <c:v>0.88157300000000005</c:v>
                </c:pt>
                <c:pt idx="3238">
                  <c:v>0.88107400000000002</c:v>
                </c:pt>
                <c:pt idx="3239">
                  <c:v>0.880575</c:v>
                </c:pt>
                <c:pt idx="3240">
                  <c:v>0.88007500000000005</c:v>
                </c:pt>
                <c:pt idx="3241">
                  <c:v>0.87957600000000002</c:v>
                </c:pt>
                <c:pt idx="3242">
                  <c:v>0.879077</c:v>
                </c:pt>
                <c:pt idx="3243">
                  <c:v>0.87857700000000005</c:v>
                </c:pt>
                <c:pt idx="3244">
                  <c:v>0.87807500000000005</c:v>
                </c:pt>
                <c:pt idx="3245">
                  <c:v>0.87757399999999997</c:v>
                </c:pt>
                <c:pt idx="3246">
                  <c:v>0.87707299999999999</c:v>
                </c:pt>
                <c:pt idx="3247">
                  <c:v>0.87657200000000002</c:v>
                </c:pt>
                <c:pt idx="3248">
                  <c:v>0.87607100000000004</c:v>
                </c:pt>
                <c:pt idx="3249">
                  <c:v>0.87556800000000001</c:v>
                </c:pt>
                <c:pt idx="3250">
                  <c:v>0.87506700000000004</c:v>
                </c:pt>
                <c:pt idx="3251">
                  <c:v>0.87456699999999998</c:v>
                </c:pt>
                <c:pt idx="3252">
                  <c:v>0.87406799999999996</c:v>
                </c:pt>
                <c:pt idx="3253">
                  <c:v>0.87356999999999996</c:v>
                </c:pt>
                <c:pt idx="3254">
                  <c:v>0.87307199999999996</c:v>
                </c:pt>
                <c:pt idx="3255">
                  <c:v>0.87257300000000004</c:v>
                </c:pt>
                <c:pt idx="3256">
                  <c:v>0.87207500000000004</c:v>
                </c:pt>
                <c:pt idx="3257">
                  <c:v>0.87157600000000002</c:v>
                </c:pt>
                <c:pt idx="3258">
                  <c:v>0.87107699999999999</c:v>
                </c:pt>
                <c:pt idx="3259">
                  <c:v>0.87057700000000005</c:v>
                </c:pt>
                <c:pt idx="3260">
                  <c:v>0.87007699999999999</c:v>
                </c:pt>
                <c:pt idx="3261">
                  <c:v>0.86957899999999999</c:v>
                </c:pt>
                <c:pt idx="3262">
                  <c:v>0.86907999999999996</c:v>
                </c:pt>
                <c:pt idx="3263">
                  <c:v>0.86858100000000005</c:v>
                </c:pt>
                <c:pt idx="3264">
                  <c:v>0.86808099999999999</c:v>
                </c:pt>
                <c:pt idx="3265">
                  <c:v>0.86758100000000005</c:v>
                </c:pt>
                <c:pt idx="3266">
                  <c:v>0.86708099999999999</c:v>
                </c:pt>
                <c:pt idx="3267">
                  <c:v>0.86658199999999996</c:v>
                </c:pt>
                <c:pt idx="3268">
                  <c:v>0.86608099999999999</c:v>
                </c:pt>
                <c:pt idx="3269">
                  <c:v>0.86558000000000002</c:v>
                </c:pt>
                <c:pt idx="3270">
                  <c:v>0.86508099999999999</c:v>
                </c:pt>
                <c:pt idx="3271">
                  <c:v>0.86458199999999996</c:v>
                </c:pt>
                <c:pt idx="3272">
                  <c:v>0.86408200000000002</c:v>
                </c:pt>
                <c:pt idx="3273">
                  <c:v>0.86358199999999996</c:v>
                </c:pt>
                <c:pt idx="3274">
                  <c:v>0.86308200000000002</c:v>
                </c:pt>
                <c:pt idx="3275">
                  <c:v>0.86258199999999996</c:v>
                </c:pt>
                <c:pt idx="3276">
                  <c:v>0.86208200000000001</c:v>
                </c:pt>
                <c:pt idx="3277">
                  <c:v>0.86158199999999996</c:v>
                </c:pt>
                <c:pt idx="3278">
                  <c:v>0.86108099999999999</c:v>
                </c:pt>
                <c:pt idx="3279">
                  <c:v>0.86058100000000004</c:v>
                </c:pt>
                <c:pt idx="3280">
                  <c:v>0.86008099999999998</c:v>
                </c:pt>
                <c:pt idx="3281">
                  <c:v>0.85958299999999999</c:v>
                </c:pt>
                <c:pt idx="3282">
                  <c:v>0.85908300000000004</c:v>
                </c:pt>
                <c:pt idx="3283">
                  <c:v>0.85858199999999996</c:v>
                </c:pt>
                <c:pt idx="3284">
                  <c:v>0.85808099999999998</c:v>
                </c:pt>
                <c:pt idx="3285">
                  <c:v>0.85758199999999996</c:v>
                </c:pt>
                <c:pt idx="3286">
                  <c:v>0.85708399999999996</c:v>
                </c:pt>
                <c:pt idx="3287">
                  <c:v>0.85658400000000001</c:v>
                </c:pt>
                <c:pt idx="3288">
                  <c:v>0.85608399999999996</c:v>
                </c:pt>
                <c:pt idx="3289">
                  <c:v>0.85558400000000001</c:v>
                </c:pt>
                <c:pt idx="3290">
                  <c:v>0.85508499999999998</c:v>
                </c:pt>
                <c:pt idx="3291">
                  <c:v>0.85458699999999999</c:v>
                </c:pt>
                <c:pt idx="3292">
                  <c:v>0.85408799999999996</c:v>
                </c:pt>
                <c:pt idx="3293">
                  <c:v>0.85358599999999996</c:v>
                </c:pt>
                <c:pt idx="3294">
                  <c:v>0.85308399999999995</c:v>
                </c:pt>
                <c:pt idx="3295">
                  <c:v>0.85258299999999998</c:v>
                </c:pt>
                <c:pt idx="3296">
                  <c:v>0.85208200000000001</c:v>
                </c:pt>
                <c:pt idx="3297">
                  <c:v>0.85158199999999995</c:v>
                </c:pt>
                <c:pt idx="3298">
                  <c:v>0.85108300000000003</c:v>
                </c:pt>
                <c:pt idx="3299">
                  <c:v>0.85058400000000001</c:v>
                </c:pt>
                <c:pt idx="3300">
                  <c:v>0.85008600000000001</c:v>
                </c:pt>
                <c:pt idx="3301">
                  <c:v>0.84958800000000001</c:v>
                </c:pt>
                <c:pt idx="3302">
                  <c:v>0.84909000000000001</c:v>
                </c:pt>
                <c:pt idx="3303">
                  <c:v>0.84858999999999996</c:v>
                </c:pt>
                <c:pt idx="3304">
                  <c:v>0.84808899999999998</c:v>
                </c:pt>
                <c:pt idx="3305">
                  <c:v>0.84758800000000001</c:v>
                </c:pt>
                <c:pt idx="3306">
                  <c:v>0.84708799999999995</c:v>
                </c:pt>
                <c:pt idx="3307">
                  <c:v>0.84658599999999995</c:v>
                </c:pt>
                <c:pt idx="3308">
                  <c:v>0.84608399999999995</c:v>
                </c:pt>
                <c:pt idx="3309">
                  <c:v>0.84558199999999994</c:v>
                </c:pt>
                <c:pt idx="3310">
                  <c:v>0.845082</c:v>
                </c:pt>
                <c:pt idx="3311">
                  <c:v>0.844584</c:v>
                </c:pt>
                <c:pt idx="3312">
                  <c:v>0.84408499999999997</c:v>
                </c:pt>
                <c:pt idx="3313">
                  <c:v>0.843584</c:v>
                </c:pt>
                <c:pt idx="3314">
                  <c:v>0.84308399999999994</c:v>
                </c:pt>
                <c:pt idx="3315">
                  <c:v>0.84258599999999995</c:v>
                </c:pt>
                <c:pt idx="3316">
                  <c:v>0.84208700000000003</c:v>
                </c:pt>
                <c:pt idx="3317">
                  <c:v>0.84158699999999997</c:v>
                </c:pt>
                <c:pt idx="3318">
                  <c:v>0.84108799999999995</c:v>
                </c:pt>
                <c:pt idx="3319">
                  <c:v>0.84059099999999998</c:v>
                </c:pt>
                <c:pt idx="3320">
                  <c:v>0.84009299999999998</c:v>
                </c:pt>
                <c:pt idx="3321">
                  <c:v>0.83959499999999998</c:v>
                </c:pt>
                <c:pt idx="3322">
                  <c:v>0.83909500000000004</c:v>
                </c:pt>
                <c:pt idx="3323">
                  <c:v>0.83859399999999995</c:v>
                </c:pt>
                <c:pt idx="3324">
                  <c:v>0.83809400000000001</c:v>
                </c:pt>
                <c:pt idx="3325">
                  <c:v>0.83759300000000003</c:v>
                </c:pt>
                <c:pt idx="3326">
                  <c:v>0.83709</c:v>
                </c:pt>
                <c:pt idx="3327">
                  <c:v>0.83658500000000002</c:v>
                </c:pt>
                <c:pt idx="3328">
                  <c:v>0.83608300000000002</c:v>
                </c:pt>
                <c:pt idx="3329">
                  <c:v>0.83558299999999996</c:v>
                </c:pt>
                <c:pt idx="3330">
                  <c:v>0.83508400000000005</c:v>
                </c:pt>
                <c:pt idx="3331">
                  <c:v>0.83458500000000002</c:v>
                </c:pt>
                <c:pt idx="3332">
                  <c:v>0.83408499999999997</c:v>
                </c:pt>
                <c:pt idx="3333">
                  <c:v>0.83358600000000005</c:v>
                </c:pt>
                <c:pt idx="3334">
                  <c:v>0.83308800000000005</c:v>
                </c:pt>
                <c:pt idx="3335">
                  <c:v>0.83258900000000002</c:v>
                </c:pt>
                <c:pt idx="3336">
                  <c:v>0.83209</c:v>
                </c:pt>
                <c:pt idx="3337">
                  <c:v>0.83159000000000005</c:v>
                </c:pt>
                <c:pt idx="3338">
                  <c:v>0.83109200000000005</c:v>
                </c:pt>
                <c:pt idx="3339">
                  <c:v>0.83059499999999997</c:v>
                </c:pt>
                <c:pt idx="3340">
                  <c:v>0.83009599999999995</c:v>
                </c:pt>
                <c:pt idx="3341">
                  <c:v>0.829596</c:v>
                </c:pt>
                <c:pt idx="3342">
                  <c:v>0.82909500000000003</c:v>
                </c:pt>
                <c:pt idx="3343">
                  <c:v>0.82859400000000005</c:v>
                </c:pt>
                <c:pt idx="3344">
                  <c:v>0.828094</c:v>
                </c:pt>
                <c:pt idx="3345">
                  <c:v>0.82759400000000005</c:v>
                </c:pt>
                <c:pt idx="3346">
                  <c:v>0.827094</c:v>
                </c:pt>
                <c:pt idx="3347">
                  <c:v>0.82659400000000005</c:v>
                </c:pt>
                <c:pt idx="3348">
                  <c:v>0.82609600000000005</c:v>
                </c:pt>
                <c:pt idx="3349">
                  <c:v>0.82559700000000003</c:v>
                </c:pt>
                <c:pt idx="3350">
                  <c:v>0.825098</c:v>
                </c:pt>
                <c:pt idx="3351">
                  <c:v>0.82459899999999997</c:v>
                </c:pt>
                <c:pt idx="3352">
                  <c:v>0.82409900000000003</c:v>
                </c:pt>
                <c:pt idx="3353">
                  <c:v>0.8236</c:v>
                </c:pt>
                <c:pt idx="3354">
                  <c:v>0.82310099999999997</c:v>
                </c:pt>
                <c:pt idx="3355">
                  <c:v>0.8226</c:v>
                </c:pt>
                <c:pt idx="3356">
                  <c:v>0.822098</c:v>
                </c:pt>
                <c:pt idx="3357">
                  <c:v>0.82159499999999996</c:v>
                </c:pt>
                <c:pt idx="3358">
                  <c:v>0.82109500000000002</c:v>
                </c:pt>
                <c:pt idx="3359">
                  <c:v>0.82059599999999999</c:v>
                </c:pt>
                <c:pt idx="3360">
                  <c:v>0.82009799999999999</c:v>
                </c:pt>
                <c:pt idx="3361">
                  <c:v>0.8196</c:v>
                </c:pt>
                <c:pt idx="3362">
                  <c:v>0.81910099999999997</c:v>
                </c:pt>
                <c:pt idx="3363">
                  <c:v>0.81860100000000002</c:v>
                </c:pt>
                <c:pt idx="3364">
                  <c:v>0.818102</c:v>
                </c:pt>
                <c:pt idx="3365">
                  <c:v>0.81760200000000005</c:v>
                </c:pt>
                <c:pt idx="3366">
                  <c:v>0.81710099999999997</c:v>
                </c:pt>
                <c:pt idx="3367">
                  <c:v>0.81660100000000002</c:v>
                </c:pt>
                <c:pt idx="3368">
                  <c:v>0.81610099999999997</c:v>
                </c:pt>
                <c:pt idx="3369">
                  <c:v>0.81560100000000002</c:v>
                </c:pt>
                <c:pt idx="3370">
                  <c:v>0.81510099999999996</c:v>
                </c:pt>
                <c:pt idx="3371">
                  <c:v>0.81460100000000002</c:v>
                </c:pt>
                <c:pt idx="3372">
                  <c:v>0.81410099999999996</c:v>
                </c:pt>
                <c:pt idx="3373">
                  <c:v>0.81360100000000002</c:v>
                </c:pt>
                <c:pt idx="3374">
                  <c:v>0.81310099999999996</c:v>
                </c:pt>
                <c:pt idx="3375">
                  <c:v>0.81259999999999999</c:v>
                </c:pt>
                <c:pt idx="3376">
                  <c:v>0.81209799999999999</c:v>
                </c:pt>
                <c:pt idx="3377">
                  <c:v>0.81159599999999998</c:v>
                </c:pt>
                <c:pt idx="3378">
                  <c:v>0.81109500000000001</c:v>
                </c:pt>
                <c:pt idx="3379">
                  <c:v>0.81059499999999995</c:v>
                </c:pt>
                <c:pt idx="3380">
                  <c:v>0.81009600000000004</c:v>
                </c:pt>
                <c:pt idx="3381">
                  <c:v>0.80959700000000001</c:v>
                </c:pt>
                <c:pt idx="3382">
                  <c:v>0.80909900000000001</c:v>
                </c:pt>
                <c:pt idx="3383">
                  <c:v>0.80859999999999999</c:v>
                </c:pt>
                <c:pt idx="3384">
                  <c:v>0.80810099999999996</c:v>
                </c:pt>
                <c:pt idx="3385">
                  <c:v>0.80760100000000001</c:v>
                </c:pt>
                <c:pt idx="3386">
                  <c:v>0.80710099999999996</c:v>
                </c:pt>
                <c:pt idx="3387">
                  <c:v>0.80660200000000004</c:v>
                </c:pt>
                <c:pt idx="3388">
                  <c:v>0.80610300000000001</c:v>
                </c:pt>
                <c:pt idx="3389">
                  <c:v>0.80560500000000002</c:v>
                </c:pt>
                <c:pt idx="3390">
                  <c:v>0.80510599999999999</c:v>
                </c:pt>
                <c:pt idx="3391">
                  <c:v>0.80460600000000004</c:v>
                </c:pt>
                <c:pt idx="3392">
                  <c:v>0.80410700000000002</c:v>
                </c:pt>
                <c:pt idx="3393">
                  <c:v>0.80360699999999996</c:v>
                </c:pt>
                <c:pt idx="3394">
                  <c:v>0.80310599999999999</c:v>
                </c:pt>
                <c:pt idx="3395">
                  <c:v>0.80260600000000004</c:v>
                </c:pt>
                <c:pt idx="3396">
                  <c:v>0.80210599999999999</c:v>
                </c:pt>
                <c:pt idx="3397">
                  <c:v>0.80160600000000004</c:v>
                </c:pt>
                <c:pt idx="3398">
                  <c:v>0.80110800000000004</c:v>
                </c:pt>
                <c:pt idx="3399">
                  <c:v>0.80060900000000002</c:v>
                </c:pt>
                <c:pt idx="3400">
                  <c:v>0.80010800000000004</c:v>
                </c:pt>
                <c:pt idx="3401">
                  <c:v>0.79960600000000004</c:v>
                </c:pt>
                <c:pt idx="3402">
                  <c:v>0.79910400000000004</c:v>
                </c:pt>
                <c:pt idx="3403">
                  <c:v>0.79860500000000001</c:v>
                </c:pt>
                <c:pt idx="3404">
                  <c:v>0.79810499999999995</c:v>
                </c:pt>
                <c:pt idx="3405">
                  <c:v>0.79760500000000001</c:v>
                </c:pt>
                <c:pt idx="3406">
                  <c:v>0.79710499999999995</c:v>
                </c:pt>
                <c:pt idx="3407">
                  <c:v>0.79660600000000004</c:v>
                </c:pt>
                <c:pt idx="3408">
                  <c:v>0.79610700000000001</c:v>
                </c:pt>
                <c:pt idx="3409">
                  <c:v>0.79560799999999998</c:v>
                </c:pt>
                <c:pt idx="3410">
                  <c:v>0.79510700000000001</c:v>
                </c:pt>
                <c:pt idx="3411">
                  <c:v>0.79460600000000003</c:v>
                </c:pt>
                <c:pt idx="3412">
                  <c:v>0.79410499999999995</c:v>
                </c:pt>
                <c:pt idx="3413">
                  <c:v>0.79360399999999998</c:v>
                </c:pt>
                <c:pt idx="3414">
                  <c:v>0.79310400000000003</c:v>
                </c:pt>
                <c:pt idx="3415">
                  <c:v>0.79260299999999995</c:v>
                </c:pt>
                <c:pt idx="3416">
                  <c:v>0.79210400000000003</c:v>
                </c:pt>
                <c:pt idx="3417">
                  <c:v>0.79160600000000003</c:v>
                </c:pt>
                <c:pt idx="3418">
                  <c:v>0.791107</c:v>
                </c:pt>
                <c:pt idx="3419">
                  <c:v>0.79060900000000001</c:v>
                </c:pt>
                <c:pt idx="3420">
                  <c:v>0.79010999999999998</c:v>
                </c:pt>
                <c:pt idx="3421">
                  <c:v>0.78961000000000003</c:v>
                </c:pt>
                <c:pt idx="3422">
                  <c:v>0.78910999999999998</c:v>
                </c:pt>
                <c:pt idx="3423">
                  <c:v>0.78861099999999995</c:v>
                </c:pt>
                <c:pt idx="3424">
                  <c:v>0.78811100000000001</c:v>
                </c:pt>
                <c:pt idx="3425">
                  <c:v>0.787609</c:v>
                </c:pt>
                <c:pt idx="3426">
                  <c:v>0.78710999999999998</c:v>
                </c:pt>
                <c:pt idx="3427">
                  <c:v>0.78661199999999998</c:v>
                </c:pt>
                <c:pt idx="3428">
                  <c:v>0.78611500000000001</c:v>
                </c:pt>
                <c:pt idx="3429">
                  <c:v>0.78561599999999998</c:v>
                </c:pt>
                <c:pt idx="3430">
                  <c:v>0.78511500000000001</c:v>
                </c:pt>
                <c:pt idx="3431">
                  <c:v>0.78461499999999995</c:v>
                </c:pt>
                <c:pt idx="3432">
                  <c:v>0.78411600000000004</c:v>
                </c:pt>
                <c:pt idx="3433">
                  <c:v>0.78361700000000001</c:v>
                </c:pt>
                <c:pt idx="3434">
                  <c:v>0.78311799999999998</c:v>
                </c:pt>
                <c:pt idx="3435">
                  <c:v>0.78261800000000004</c:v>
                </c:pt>
                <c:pt idx="3436">
                  <c:v>0.78211900000000001</c:v>
                </c:pt>
                <c:pt idx="3437">
                  <c:v>0.78161999999999998</c:v>
                </c:pt>
                <c:pt idx="3438">
                  <c:v>0.78112099999999995</c:v>
                </c:pt>
                <c:pt idx="3439">
                  <c:v>0.78062100000000001</c:v>
                </c:pt>
                <c:pt idx="3440">
                  <c:v>0.78012000000000004</c:v>
                </c:pt>
                <c:pt idx="3441">
                  <c:v>0.77961999999999998</c:v>
                </c:pt>
                <c:pt idx="3442">
                  <c:v>0.77912000000000003</c:v>
                </c:pt>
                <c:pt idx="3443">
                  <c:v>0.77861899999999995</c:v>
                </c:pt>
                <c:pt idx="3444">
                  <c:v>0.77811799999999998</c:v>
                </c:pt>
                <c:pt idx="3445">
                  <c:v>0.777617</c:v>
                </c:pt>
                <c:pt idx="3446">
                  <c:v>0.77711699999999995</c:v>
                </c:pt>
                <c:pt idx="3447">
                  <c:v>0.77661800000000003</c:v>
                </c:pt>
                <c:pt idx="3448">
                  <c:v>0.776119</c:v>
                </c:pt>
                <c:pt idx="3449">
                  <c:v>0.77561800000000003</c:v>
                </c:pt>
                <c:pt idx="3450">
                  <c:v>0.77511600000000003</c:v>
                </c:pt>
                <c:pt idx="3451">
                  <c:v>0.77461500000000005</c:v>
                </c:pt>
                <c:pt idx="3452">
                  <c:v>0.774115</c:v>
                </c:pt>
                <c:pt idx="3453">
                  <c:v>0.77361500000000005</c:v>
                </c:pt>
                <c:pt idx="3454">
                  <c:v>0.773115</c:v>
                </c:pt>
                <c:pt idx="3455">
                  <c:v>0.77261599999999997</c:v>
                </c:pt>
                <c:pt idx="3456">
                  <c:v>0.77211700000000005</c:v>
                </c:pt>
                <c:pt idx="3457">
                  <c:v>0.77161900000000005</c:v>
                </c:pt>
                <c:pt idx="3458">
                  <c:v>0.77112000000000003</c:v>
                </c:pt>
                <c:pt idx="3459">
                  <c:v>0.770621</c:v>
                </c:pt>
                <c:pt idx="3460">
                  <c:v>0.77012000000000003</c:v>
                </c:pt>
                <c:pt idx="3461">
                  <c:v>0.76961999999999997</c:v>
                </c:pt>
                <c:pt idx="3462">
                  <c:v>0.769119</c:v>
                </c:pt>
                <c:pt idx="3463">
                  <c:v>0.76861800000000002</c:v>
                </c:pt>
                <c:pt idx="3464">
                  <c:v>0.76811799999999997</c:v>
                </c:pt>
                <c:pt idx="3465">
                  <c:v>0.76761699999999999</c:v>
                </c:pt>
                <c:pt idx="3466">
                  <c:v>0.76711600000000002</c:v>
                </c:pt>
                <c:pt idx="3467">
                  <c:v>0.76661800000000002</c:v>
                </c:pt>
                <c:pt idx="3468">
                  <c:v>0.76611899999999999</c:v>
                </c:pt>
                <c:pt idx="3469">
                  <c:v>0.76561900000000005</c:v>
                </c:pt>
                <c:pt idx="3470">
                  <c:v>0.76511899999999999</c:v>
                </c:pt>
                <c:pt idx="3471">
                  <c:v>0.76461999999999997</c:v>
                </c:pt>
                <c:pt idx="3472">
                  <c:v>0.76412100000000005</c:v>
                </c:pt>
                <c:pt idx="3473">
                  <c:v>0.76362099999999999</c:v>
                </c:pt>
                <c:pt idx="3474">
                  <c:v>0.76312000000000002</c:v>
                </c:pt>
                <c:pt idx="3475">
                  <c:v>0.76262099999999999</c:v>
                </c:pt>
                <c:pt idx="3476">
                  <c:v>0.76212299999999999</c:v>
                </c:pt>
                <c:pt idx="3477">
                  <c:v>0.76162399999999997</c:v>
                </c:pt>
                <c:pt idx="3478">
                  <c:v>0.76112500000000005</c:v>
                </c:pt>
                <c:pt idx="3479">
                  <c:v>0.76062300000000005</c:v>
                </c:pt>
                <c:pt idx="3480">
                  <c:v>0.76012199999999996</c:v>
                </c:pt>
                <c:pt idx="3481">
                  <c:v>0.75962200000000002</c:v>
                </c:pt>
                <c:pt idx="3482">
                  <c:v>0.75912199999999996</c:v>
                </c:pt>
                <c:pt idx="3483">
                  <c:v>0.75862099999999999</c:v>
                </c:pt>
                <c:pt idx="3484">
                  <c:v>0.75812000000000002</c:v>
                </c:pt>
                <c:pt idx="3485">
                  <c:v>0.75761999999999996</c:v>
                </c:pt>
                <c:pt idx="3486">
                  <c:v>0.75712100000000004</c:v>
                </c:pt>
                <c:pt idx="3487">
                  <c:v>0.75662200000000002</c:v>
                </c:pt>
                <c:pt idx="3488">
                  <c:v>0.75612199999999996</c:v>
                </c:pt>
                <c:pt idx="3489">
                  <c:v>0.75562099999999999</c:v>
                </c:pt>
                <c:pt idx="3490">
                  <c:v>0.75512100000000004</c:v>
                </c:pt>
                <c:pt idx="3491">
                  <c:v>0.75461999999999996</c:v>
                </c:pt>
                <c:pt idx="3492">
                  <c:v>0.75411899999999998</c:v>
                </c:pt>
                <c:pt idx="3493">
                  <c:v>0.75361800000000001</c:v>
                </c:pt>
                <c:pt idx="3494">
                  <c:v>0.75311600000000001</c:v>
                </c:pt>
                <c:pt idx="3495">
                  <c:v>0.75261699999999998</c:v>
                </c:pt>
                <c:pt idx="3496">
                  <c:v>0.75211899999999998</c:v>
                </c:pt>
                <c:pt idx="3497">
                  <c:v>0.75162099999999998</c:v>
                </c:pt>
                <c:pt idx="3498">
                  <c:v>0.75112199999999996</c:v>
                </c:pt>
                <c:pt idx="3499">
                  <c:v>0.75062300000000004</c:v>
                </c:pt>
                <c:pt idx="3500">
                  <c:v>0.75012400000000001</c:v>
                </c:pt>
                <c:pt idx="3501">
                  <c:v>0.74962600000000001</c:v>
                </c:pt>
                <c:pt idx="3502">
                  <c:v>0.74912699999999999</c:v>
                </c:pt>
                <c:pt idx="3503">
                  <c:v>0.74862700000000004</c:v>
                </c:pt>
                <c:pt idx="3504">
                  <c:v>0.74812699999999999</c:v>
                </c:pt>
                <c:pt idx="3505">
                  <c:v>0.74762799999999996</c:v>
                </c:pt>
                <c:pt idx="3506">
                  <c:v>0.74712900000000004</c:v>
                </c:pt>
                <c:pt idx="3507">
                  <c:v>0.74663000000000002</c:v>
                </c:pt>
                <c:pt idx="3508">
                  <c:v>0.74612999999999996</c:v>
                </c:pt>
                <c:pt idx="3509">
                  <c:v>0.74562899999999999</c:v>
                </c:pt>
                <c:pt idx="3510">
                  <c:v>0.74512800000000001</c:v>
                </c:pt>
                <c:pt idx="3511">
                  <c:v>0.74462799999999996</c:v>
                </c:pt>
                <c:pt idx="3512">
                  <c:v>0.74412599999999995</c:v>
                </c:pt>
                <c:pt idx="3513">
                  <c:v>0.74362499999999998</c:v>
                </c:pt>
                <c:pt idx="3514">
                  <c:v>0.74312599999999995</c:v>
                </c:pt>
                <c:pt idx="3515">
                  <c:v>0.74262899999999998</c:v>
                </c:pt>
                <c:pt idx="3516">
                  <c:v>0.74213200000000001</c:v>
                </c:pt>
                <c:pt idx="3517">
                  <c:v>0.74163400000000002</c:v>
                </c:pt>
                <c:pt idx="3518">
                  <c:v>0.74113399999999996</c:v>
                </c:pt>
                <c:pt idx="3519">
                  <c:v>0.74063299999999999</c:v>
                </c:pt>
                <c:pt idx="3520">
                  <c:v>0.74013399999999996</c:v>
                </c:pt>
                <c:pt idx="3521">
                  <c:v>0.73963299999999998</c:v>
                </c:pt>
                <c:pt idx="3522">
                  <c:v>0.73913200000000001</c:v>
                </c:pt>
                <c:pt idx="3523">
                  <c:v>0.73862899999999998</c:v>
                </c:pt>
                <c:pt idx="3524">
                  <c:v>0.73812900000000004</c:v>
                </c:pt>
                <c:pt idx="3525">
                  <c:v>0.73762899999999998</c:v>
                </c:pt>
                <c:pt idx="3526">
                  <c:v>0.73712999999999995</c:v>
                </c:pt>
                <c:pt idx="3527">
                  <c:v>0.73663100000000004</c:v>
                </c:pt>
                <c:pt idx="3528">
                  <c:v>0.73613099999999998</c:v>
                </c:pt>
                <c:pt idx="3529">
                  <c:v>0.73563199999999995</c:v>
                </c:pt>
                <c:pt idx="3530">
                  <c:v>0.73513300000000004</c:v>
                </c:pt>
                <c:pt idx="3531">
                  <c:v>0.73463400000000001</c:v>
                </c:pt>
                <c:pt idx="3532">
                  <c:v>0.73413399999999995</c:v>
                </c:pt>
                <c:pt idx="3533">
                  <c:v>0.73363400000000001</c:v>
                </c:pt>
                <c:pt idx="3534">
                  <c:v>0.73313399999999995</c:v>
                </c:pt>
                <c:pt idx="3535">
                  <c:v>0.73263500000000004</c:v>
                </c:pt>
                <c:pt idx="3536">
                  <c:v>0.73213700000000004</c:v>
                </c:pt>
                <c:pt idx="3537">
                  <c:v>0.73163699999999998</c:v>
                </c:pt>
                <c:pt idx="3538">
                  <c:v>0.73113600000000001</c:v>
                </c:pt>
                <c:pt idx="3539">
                  <c:v>0.73063699999999998</c:v>
                </c:pt>
                <c:pt idx="3540">
                  <c:v>0.73013700000000004</c:v>
                </c:pt>
                <c:pt idx="3541">
                  <c:v>0.72963599999999995</c:v>
                </c:pt>
                <c:pt idx="3542">
                  <c:v>0.72913499999999998</c:v>
                </c:pt>
                <c:pt idx="3543">
                  <c:v>0.72863500000000003</c:v>
                </c:pt>
                <c:pt idx="3544">
                  <c:v>0.72813499999999998</c:v>
                </c:pt>
                <c:pt idx="3545">
                  <c:v>0.72763500000000003</c:v>
                </c:pt>
                <c:pt idx="3546">
                  <c:v>0.72713300000000003</c:v>
                </c:pt>
                <c:pt idx="3547">
                  <c:v>0.72663199999999994</c:v>
                </c:pt>
                <c:pt idx="3548">
                  <c:v>0.72613099999999997</c:v>
                </c:pt>
                <c:pt idx="3549">
                  <c:v>0.72563100000000003</c:v>
                </c:pt>
                <c:pt idx="3550">
                  <c:v>0.725132</c:v>
                </c:pt>
                <c:pt idx="3551">
                  <c:v>0.72463100000000003</c:v>
                </c:pt>
                <c:pt idx="3552">
                  <c:v>0.72413099999999997</c:v>
                </c:pt>
                <c:pt idx="3553">
                  <c:v>0.72363299999999997</c:v>
                </c:pt>
                <c:pt idx="3554">
                  <c:v>0.723136</c:v>
                </c:pt>
                <c:pt idx="3555">
                  <c:v>0.72263900000000003</c:v>
                </c:pt>
                <c:pt idx="3556">
                  <c:v>0.72214</c:v>
                </c:pt>
                <c:pt idx="3557">
                  <c:v>0.72163900000000003</c:v>
                </c:pt>
                <c:pt idx="3558">
                  <c:v>0.72113899999999997</c:v>
                </c:pt>
                <c:pt idx="3559">
                  <c:v>0.72063999999999995</c:v>
                </c:pt>
                <c:pt idx="3560">
                  <c:v>0.72014</c:v>
                </c:pt>
                <c:pt idx="3561">
                  <c:v>0.71963999999999995</c:v>
                </c:pt>
                <c:pt idx="3562">
                  <c:v>0.71914</c:v>
                </c:pt>
                <c:pt idx="3563">
                  <c:v>0.71863900000000003</c:v>
                </c:pt>
                <c:pt idx="3564">
                  <c:v>0.71813899999999997</c:v>
                </c:pt>
                <c:pt idx="3565">
                  <c:v>0.71763999999999994</c:v>
                </c:pt>
                <c:pt idx="3566">
                  <c:v>0.71714</c:v>
                </c:pt>
                <c:pt idx="3567">
                  <c:v>0.71663900000000003</c:v>
                </c:pt>
                <c:pt idx="3568">
                  <c:v>0.71613899999999997</c:v>
                </c:pt>
                <c:pt idx="3569">
                  <c:v>0.71563900000000003</c:v>
                </c:pt>
                <c:pt idx="3570">
                  <c:v>0.71514</c:v>
                </c:pt>
                <c:pt idx="3571">
                  <c:v>0.71464099999999997</c:v>
                </c:pt>
                <c:pt idx="3572">
                  <c:v>0.71414100000000003</c:v>
                </c:pt>
                <c:pt idx="3573">
                  <c:v>0.713642</c:v>
                </c:pt>
                <c:pt idx="3574">
                  <c:v>0.71314299999999997</c:v>
                </c:pt>
                <c:pt idx="3575">
                  <c:v>0.71264499999999997</c:v>
                </c:pt>
                <c:pt idx="3576">
                  <c:v>0.71214500000000003</c:v>
                </c:pt>
                <c:pt idx="3577">
                  <c:v>0.71164400000000005</c:v>
                </c:pt>
                <c:pt idx="3578">
                  <c:v>0.711144</c:v>
                </c:pt>
                <c:pt idx="3579">
                  <c:v>0.71064499999999997</c:v>
                </c:pt>
                <c:pt idx="3580">
                  <c:v>0.71014500000000003</c:v>
                </c:pt>
                <c:pt idx="3581">
                  <c:v>0.70964400000000005</c:v>
                </c:pt>
                <c:pt idx="3582">
                  <c:v>0.70914299999999997</c:v>
                </c:pt>
                <c:pt idx="3583">
                  <c:v>0.70864300000000002</c:v>
                </c:pt>
                <c:pt idx="3584">
                  <c:v>0.70814299999999997</c:v>
                </c:pt>
                <c:pt idx="3585">
                  <c:v>0.70764400000000005</c:v>
                </c:pt>
                <c:pt idx="3586">
                  <c:v>0.70714299999999997</c:v>
                </c:pt>
                <c:pt idx="3587">
                  <c:v>0.70664199999999999</c:v>
                </c:pt>
                <c:pt idx="3588">
                  <c:v>0.70614299999999997</c:v>
                </c:pt>
                <c:pt idx="3589">
                  <c:v>0.70564400000000005</c:v>
                </c:pt>
                <c:pt idx="3590">
                  <c:v>0.70514600000000005</c:v>
                </c:pt>
                <c:pt idx="3591">
                  <c:v>0.70464700000000002</c:v>
                </c:pt>
                <c:pt idx="3592">
                  <c:v>0.70414900000000002</c:v>
                </c:pt>
                <c:pt idx="3593">
                  <c:v>0.70365100000000003</c:v>
                </c:pt>
                <c:pt idx="3594">
                  <c:v>0.70315399999999995</c:v>
                </c:pt>
                <c:pt idx="3595">
                  <c:v>0.70265500000000003</c:v>
                </c:pt>
                <c:pt idx="3596">
                  <c:v>0.70215399999999994</c:v>
                </c:pt>
                <c:pt idx="3597">
                  <c:v>0.70165299999999997</c:v>
                </c:pt>
                <c:pt idx="3598">
                  <c:v>0.701152</c:v>
                </c:pt>
                <c:pt idx="3599">
                  <c:v>0.70065100000000002</c:v>
                </c:pt>
                <c:pt idx="3600">
                  <c:v>0.70015000000000005</c:v>
                </c:pt>
                <c:pt idx="3601">
                  <c:v>0.69964800000000005</c:v>
                </c:pt>
                <c:pt idx="3602">
                  <c:v>0.69914699999999996</c:v>
                </c:pt>
                <c:pt idx="3603">
                  <c:v>0.69864599999999999</c:v>
                </c:pt>
                <c:pt idx="3604">
                  <c:v>0.69814699999999996</c:v>
                </c:pt>
                <c:pt idx="3605">
                  <c:v>0.69764800000000005</c:v>
                </c:pt>
                <c:pt idx="3606">
                  <c:v>0.69714799999999999</c:v>
                </c:pt>
                <c:pt idx="3607">
                  <c:v>0.69664999999999999</c:v>
                </c:pt>
                <c:pt idx="3608">
                  <c:v>0.69615099999999996</c:v>
                </c:pt>
                <c:pt idx="3609">
                  <c:v>0.69565299999999997</c:v>
                </c:pt>
                <c:pt idx="3610">
                  <c:v>0.69515300000000002</c:v>
                </c:pt>
                <c:pt idx="3611">
                  <c:v>0.69465299999999996</c:v>
                </c:pt>
                <c:pt idx="3612">
                  <c:v>0.69415300000000002</c:v>
                </c:pt>
                <c:pt idx="3613">
                  <c:v>0.69365399999999999</c:v>
                </c:pt>
                <c:pt idx="3614">
                  <c:v>0.69315599999999999</c:v>
                </c:pt>
                <c:pt idx="3615">
                  <c:v>0.69265699999999997</c:v>
                </c:pt>
                <c:pt idx="3616">
                  <c:v>0.69215599999999999</c:v>
                </c:pt>
                <c:pt idx="3617">
                  <c:v>0.69165500000000002</c:v>
                </c:pt>
                <c:pt idx="3618">
                  <c:v>0.69115499999999996</c:v>
                </c:pt>
                <c:pt idx="3619">
                  <c:v>0.69065500000000002</c:v>
                </c:pt>
                <c:pt idx="3620">
                  <c:v>0.69015400000000005</c:v>
                </c:pt>
                <c:pt idx="3621">
                  <c:v>0.68965299999999996</c:v>
                </c:pt>
                <c:pt idx="3622">
                  <c:v>0.68915300000000002</c:v>
                </c:pt>
                <c:pt idx="3623">
                  <c:v>0.68865299999999996</c:v>
                </c:pt>
                <c:pt idx="3624">
                  <c:v>0.68815300000000001</c:v>
                </c:pt>
                <c:pt idx="3625">
                  <c:v>0.68765100000000001</c:v>
                </c:pt>
                <c:pt idx="3626">
                  <c:v>0.68714900000000001</c:v>
                </c:pt>
                <c:pt idx="3627">
                  <c:v>0.68664899999999995</c:v>
                </c:pt>
                <c:pt idx="3628">
                  <c:v>0.68615000000000004</c:v>
                </c:pt>
                <c:pt idx="3629">
                  <c:v>0.68565100000000001</c:v>
                </c:pt>
                <c:pt idx="3630">
                  <c:v>0.68515099999999995</c:v>
                </c:pt>
                <c:pt idx="3631">
                  <c:v>0.68465200000000004</c:v>
                </c:pt>
                <c:pt idx="3632">
                  <c:v>0.68415499999999996</c:v>
                </c:pt>
                <c:pt idx="3633">
                  <c:v>0.68365699999999996</c:v>
                </c:pt>
                <c:pt idx="3634">
                  <c:v>0.68315700000000001</c:v>
                </c:pt>
                <c:pt idx="3635">
                  <c:v>0.68265699999999996</c:v>
                </c:pt>
                <c:pt idx="3636">
                  <c:v>0.68215700000000001</c:v>
                </c:pt>
                <c:pt idx="3637">
                  <c:v>0.68165799999999999</c:v>
                </c:pt>
                <c:pt idx="3638">
                  <c:v>0.68115800000000004</c:v>
                </c:pt>
                <c:pt idx="3639">
                  <c:v>0.68065799999999999</c:v>
                </c:pt>
                <c:pt idx="3640">
                  <c:v>0.68015800000000004</c:v>
                </c:pt>
                <c:pt idx="3641">
                  <c:v>0.67965699999999996</c:v>
                </c:pt>
                <c:pt idx="3642">
                  <c:v>0.67915700000000001</c:v>
                </c:pt>
                <c:pt idx="3643">
                  <c:v>0.67865799999999998</c:v>
                </c:pt>
                <c:pt idx="3644">
                  <c:v>0.67815800000000004</c:v>
                </c:pt>
                <c:pt idx="3645">
                  <c:v>0.67765600000000004</c:v>
                </c:pt>
                <c:pt idx="3646">
                  <c:v>0.67715499999999995</c:v>
                </c:pt>
                <c:pt idx="3647">
                  <c:v>0.67665600000000004</c:v>
                </c:pt>
                <c:pt idx="3648">
                  <c:v>0.67615700000000001</c:v>
                </c:pt>
                <c:pt idx="3649">
                  <c:v>0.67565799999999998</c:v>
                </c:pt>
                <c:pt idx="3650">
                  <c:v>0.67515999999999998</c:v>
                </c:pt>
                <c:pt idx="3651">
                  <c:v>0.67466199999999998</c:v>
                </c:pt>
                <c:pt idx="3652">
                  <c:v>0.67416399999999999</c:v>
                </c:pt>
                <c:pt idx="3653">
                  <c:v>0.67366599999999999</c:v>
                </c:pt>
                <c:pt idx="3654">
                  <c:v>0.67316699999999996</c:v>
                </c:pt>
                <c:pt idx="3655">
                  <c:v>0.67266400000000004</c:v>
                </c:pt>
                <c:pt idx="3656">
                  <c:v>0.67216200000000004</c:v>
                </c:pt>
                <c:pt idx="3657">
                  <c:v>0.67166199999999998</c:v>
                </c:pt>
                <c:pt idx="3658">
                  <c:v>0.67116200000000004</c:v>
                </c:pt>
                <c:pt idx="3659">
                  <c:v>0.67066099999999995</c:v>
                </c:pt>
                <c:pt idx="3660">
                  <c:v>0.67016100000000001</c:v>
                </c:pt>
                <c:pt idx="3661">
                  <c:v>0.66966300000000001</c:v>
                </c:pt>
                <c:pt idx="3662">
                  <c:v>0.66916399999999998</c:v>
                </c:pt>
                <c:pt idx="3663">
                  <c:v>0.66866499999999995</c:v>
                </c:pt>
                <c:pt idx="3664">
                  <c:v>0.66816600000000004</c:v>
                </c:pt>
                <c:pt idx="3665">
                  <c:v>0.66766599999999998</c:v>
                </c:pt>
                <c:pt idx="3666">
                  <c:v>0.66716699999999995</c:v>
                </c:pt>
                <c:pt idx="3667">
                  <c:v>0.66666700000000001</c:v>
                </c:pt>
                <c:pt idx="3668">
                  <c:v>0.66616699999999995</c:v>
                </c:pt>
                <c:pt idx="3669">
                  <c:v>0.66566599999999998</c:v>
                </c:pt>
                <c:pt idx="3670">
                  <c:v>0.66516699999999995</c:v>
                </c:pt>
                <c:pt idx="3671">
                  <c:v>0.66466899999999995</c:v>
                </c:pt>
                <c:pt idx="3672">
                  <c:v>0.66417099999999996</c:v>
                </c:pt>
                <c:pt idx="3673">
                  <c:v>0.66367100000000001</c:v>
                </c:pt>
                <c:pt idx="3674">
                  <c:v>0.66316799999999998</c:v>
                </c:pt>
                <c:pt idx="3675">
                  <c:v>0.66266599999999998</c:v>
                </c:pt>
                <c:pt idx="3676">
                  <c:v>0.66216399999999997</c:v>
                </c:pt>
                <c:pt idx="3677">
                  <c:v>0.661663</c:v>
                </c:pt>
                <c:pt idx="3678">
                  <c:v>0.66116200000000003</c:v>
                </c:pt>
                <c:pt idx="3679">
                  <c:v>0.66066100000000005</c:v>
                </c:pt>
                <c:pt idx="3680">
                  <c:v>0.66016200000000003</c:v>
                </c:pt>
                <c:pt idx="3681">
                  <c:v>0.659663</c:v>
                </c:pt>
                <c:pt idx="3682">
                  <c:v>0.65916399999999997</c:v>
                </c:pt>
                <c:pt idx="3683">
                  <c:v>0.65866400000000003</c:v>
                </c:pt>
                <c:pt idx="3684">
                  <c:v>0.65816399999999997</c:v>
                </c:pt>
                <c:pt idx="3685">
                  <c:v>0.65766500000000006</c:v>
                </c:pt>
                <c:pt idx="3686">
                  <c:v>0.65716600000000003</c:v>
                </c:pt>
                <c:pt idx="3687">
                  <c:v>0.656667</c:v>
                </c:pt>
                <c:pt idx="3688">
                  <c:v>0.65616699999999994</c:v>
                </c:pt>
                <c:pt idx="3689">
                  <c:v>0.655667</c:v>
                </c:pt>
                <c:pt idx="3690">
                  <c:v>0.65516700000000005</c:v>
                </c:pt>
                <c:pt idx="3691">
                  <c:v>0.65466800000000003</c:v>
                </c:pt>
                <c:pt idx="3692">
                  <c:v>0.654169</c:v>
                </c:pt>
                <c:pt idx="3693">
                  <c:v>0.65366999999999997</c:v>
                </c:pt>
                <c:pt idx="3694">
                  <c:v>0.65317000000000003</c:v>
                </c:pt>
                <c:pt idx="3695">
                  <c:v>0.652671</c:v>
                </c:pt>
                <c:pt idx="3696">
                  <c:v>0.65217400000000003</c:v>
                </c:pt>
                <c:pt idx="3697">
                  <c:v>0.65167600000000003</c:v>
                </c:pt>
                <c:pt idx="3698">
                  <c:v>0.65117599999999998</c:v>
                </c:pt>
                <c:pt idx="3699">
                  <c:v>0.650675</c:v>
                </c:pt>
                <c:pt idx="3700">
                  <c:v>0.65017599999999998</c:v>
                </c:pt>
                <c:pt idx="3701">
                  <c:v>0.64967699999999995</c:v>
                </c:pt>
                <c:pt idx="3702">
                  <c:v>0.64917599999999998</c:v>
                </c:pt>
                <c:pt idx="3703">
                  <c:v>0.64867300000000006</c:v>
                </c:pt>
                <c:pt idx="3704">
                  <c:v>0.64817000000000002</c:v>
                </c:pt>
                <c:pt idx="3705">
                  <c:v>0.64766999999999997</c:v>
                </c:pt>
                <c:pt idx="3706">
                  <c:v>0.64717000000000002</c:v>
                </c:pt>
                <c:pt idx="3707">
                  <c:v>0.646671</c:v>
                </c:pt>
                <c:pt idx="3708">
                  <c:v>0.64617000000000002</c:v>
                </c:pt>
                <c:pt idx="3709">
                  <c:v>0.64567099999999999</c:v>
                </c:pt>
                <c:pt idx="3710">
                  <c:v>0.64517400000000003</c:v>
                </c:pt>
                <c:pt idx="3711">
                  <c:v>0.64467600000000003</c:v>
                </c:pt>
                <c:pt idx="3712">
                  <c:v>0.644177</c:v>
                </c:pt>
                <c:pt idx="3713">
                  <c:v>0.64367700000000005</c:v>
                </c:pt>
                <c:pt idx="3714">
                  <c:v>0.643177</c:v>
                </c:pt>
                <c:pt idx="3715">
                  <c:v>0.64267600000000003</c:v>
                </c:pt>
                <c:pt idx="3716">
                  <c:v>0.64217599999999997</c:v>
                </c:pt>
                <c:pt idx="3717">
                  <c:v>0.64167600000000002</c:v>
                </c:pt>
                <c:pt idx="3718">
                  <c:v>0.64117500000000005</c:v>
                </c:pt>
                <c:pt idx="3719">
                  <c:v>0.64067600000000002</c:v>
                </c:pt>
                <c:pt idx="3720">
                  <c:v>0.64017800000000002</c:v>
                </c:pt>
                <c:pt idx="3721">
                  <c:v>0.639679</c:v>
                </c:pt>
                <c:pt idx="3722">
                  <c:v>0.63917900000000005</c:v>
                </c:pt>
                <c:pt idx="3723">
                  <c:v>0.638679</c:v>
                </c:pt>
                <c:pt idx="3724">
                  <c:v>0.63817800000000002</c:v>
                </c:pt>
                <c:pt idx="3725">
                  <c:v>0.637679</c:v>
                </c:pt>
                <c:pt idx="3726">
                  <c:v>0.63717999999999997</c:v>
                </c:pt>
                <c:pt idx="3727">
                  <c:v>0.63668100000000005</c:v>
                </c:pt>
                <c:pt idx="3728">
                  <c:v>0.63617999999999997</c:v>
                </c:pt>
                <c:pt idx="3729">
                  <c:v>0.63568100000000005</c:v>
                </c:pt>
                <c:pt idx="3730">
                  <c:v>0.63518200000000002</c:v>
                </c:pt>
                <c:pt idx="3731">
                  <c:v>0.634683</c:v>
                </c:pt>
                <c:pt idx="3732">
                  <c:v>0.63418399999999997</c:v>
                </c:pt>
                <c:pt idx="3733">
                  <c:v>0.633683</c:v>
                </c:pt>
                <c:pt idx="3734">
                  <c:v>0.63318300000000005</c:v>
                </c:pt>
                <c:pt idx="3735">
                  <c:v>0.63268400000000002</c:v>
                </c:pt>
                <c:pt idx="3736">
                  <c:v>0.63218399999999997</c:v>
                </c:pt>
                <c:pt idx="3737">
                  <c:v>0.63168299999999999</c:v>
                </c:pt>
                <c:pt idx="3738">
                  <c:v>0.63118099999999999</c:v>
                </c:pt>
                <c:pt idx="3739">
                  <c:v>0.63068100000000005</c:v>
                </c:pt>
                <c:pt idx="3740">
                  <c:v>0.63018300000000005</c:v>
                </c:pt>
                <c:pt idx="3741">
                  <c:v>0.62968500000000005</c:v>
                </c:pt>
                <c:pt idx="3742">
                  <c:v>0.62918499999999999</c:v>
                </c:pt>
                <c:pt idx="3743">
                  <c:v>0.62868500000000005</c:v>
                </c:pt>
                <c:pt idx="3744">
                  <c:v>0.62818499999999999</c:v>
                </c:pt>
                <c:pt idx="3745">
                  <c:v>0.62768500000000005</c:v>
                </c:pt>
                <c:pt idx="3746">
                  <c:v>0.62718499999999999</c:v>
                </c:pt>
                <c:pt idx="3747">
                  <c:v>0.62668299999999999</c:v>
                </c:pt>
                <c:pt idx="3748">
                  <c:v>0.62618300000000005</c:v>
                </c:pt>
                <c:pt idx="3749">
                  <c:v>0.62568400000000002</c:v>
                </c:pt>
                <c:pt idx="3750">
                  <c:v>0.62518600000000002</c:v>
                </c:pt>
                <c:pt idx="3751">
                  <c:v>0.62468599999999996</c:v>
                </c:pt>
                <c:pt idx="3752">
                  <c:v>0.62418499999999999</c:v>
                </c:pt>
                <c:pt idx="3753">
                  <c:v>0.62368299999999999</c:v>
                </c:pt>
                <c:pt idx="3754">
                  <c:v>0.62318300000000004</c:v>
                </c:pt>
                <c:pt idx="3755">
                  <c:v>0.62268400000000002</c:v>
                </c:pt>
                <c:pt idx="3756">
                  <c:v>0.62218399999999996</c:v>
                </c:pt>
                <c:pt idx="3757">
                  <c:v>0.62168299999999999</c:v>
                </c:pt>
                <c:pt idx="3758">
                  <c:v>0.62118300000000004</c:v>
                </c:pt>
                <c:pt idx="3759">
                  <c:v>0.62068199999999996</c:v>
                </c:pt>
                <c:pt idx="3760">
                  <c:v>0.62018099999999998</c:v>
                </c:pt>
                <c:pt idx="3761">
                  <c:v>0.61968000000000001</c:v>
                </c:pt>
                <c:pt idx="3762">
                  <c:v>0.61917800000000001</c:v>
                </c:pt>
                <c:pt idx="3763">
                  <c:v>0.61867700000000003</c:v>
                </c:pt>
                <c:pt idx="3764">
                  <c:v>0.61817800000000001</c:v>
                </c:pt>
                <c:pt idx="3765">
                  <c:v>0.61768000000000001</c:v>
                </c:pt>
                <c:pt idx="3766">
                  <c:v>0.61718099999999998</c:v>
                </c:pt>
                <c:pt idx="3767">
                  <c:v>0.61668100000000003</c:v>
                </c:pt>
                <c:pt idx="3768">
                  <c:v>0.61618300000000004</c:v>
                </c:pt>
                <c:pt idx="3769">
                  <c:v>0.61568500000000004</c:v>
                </c:pt>
                <c:pt idx="3770">
                  <c:v>0.61518799999999996</c:v>
                </c:pt>
                <c:pt idx="3771">
                  <c:v>0.61468999999999996</c:v>
                </c:pt>
                <c:pt idx="3772">
                  <c:v>0.61418899999999998</c:v>
                </c:pt>
                <c:pt idx="3773">
                  <c:v>0.61368900000000004</c:v>
                </c:pt>
                <c:pt idx="3774">
                  <c:v>0.61318899999999998</c:v>
                </c:pt>
                <c:pt idx="3775">
                  <c:v>0.61268800000000001</c:v>
                </c:pt>
                <c:pt idx="3776">
                  <c:v>0.61218700000000004</c:v>
                </c:pt>
                <c:pt idx="3777">
                  <c:v>0.61168599999999995</c:v>
                </c:pt>
                <c:pt idx="3778">
                  <c:v>0.61118600000000001</c:v>
                </c:pt>
                <c:pt idx="3779">
                  <c:v>0.61068699999999998</c:v>
                </c:pt>
                <c:pt idx="3780">
                  <c:v>0.61018799999999995</c:v>
                </c:pt>
                <c:pt idx="3781">
                  <c:v>0.60968699999999998</c:v>
                </c:pt>
                <c:pt idx="3782">
                  <c:v>0.60918600000000001</c:v>
                </c:pt>
                <c:pt idx="3783">
                  <c:v>0.60868500000000003</c:v>
                </c:pt>
                <c:pt idx="3784">
                  <c:v>0.60818499999999998</c:v>
                </c:pt>
                <c:pt idx="3785">
                  <c:v>0.60768500000000003</c:v>
                </c:pt>
                <c:pt idx="3786">
                  <c:v>0.60718399999999995</c:v>
                </c:pt>
                <c:pt idx="3787">
                  <c:v>0.60668500000000003</c:v>
                </c:pt>
                <c:pt idx="3788">
                  <c:v>0.606186</c:v>
                </c:pt>
                <c:pt idx="3789">
                  <c:v>0.605688</c:v>
                </c:pt>
                <c:pt idx="3790">
                  <c:v>0.60519100000000003</c:v>
                </c:pt>
                <c:pt idx="3791">
                  <c:v>0.60468999999999995</c:v>
                </c:pt>
                <c:pt idx="3792">
                  <c:v>0.60418899999999998</c:v>
                </c:pt>
                <c:pt idx="3793">
                  <c:v>0.60368999999999995</c:v>
                </c:pt>
                <c:pt idx="3794">
                  <c:v>0.60319</c:v>
                </c:pt>
                <c:pt idx="3795">
                  <c:v>0.60268900000000003</c:v>
                </c:pt>
                <c:pt idx="3796">
                  <c:v>0.602186</c:v>
                </c:pt>
                <c:pt idx="3797">
                  <c:v>0.60168500000000003</c:v>
                </c:pt>
                <c:pt idx="3798">
                  <c:v>0.60118400000000005</c:v>
                </c:pt>
                <c:pt idx="3799">
                  <c:v>0.60068299999999997</c:v>
                </c:pt>
                <c:pt idx="3800">
                  <c:v>0.60018400000000005</c:v>
                </c:pt>
                <c:pt idx="3801">
                  <c:v>0.59968399999999999</c:v>
                </c:pt>
                <c:pt idx="3802">
                  <c:v>0.59918499999999997</c:v>
                </c:pt>
                <c:pt idx="3803">
                  <c:v>0.598688</c:v>
                </c:pt>
                <c:pt idx="3804">
                  <c:v>0.59819</c:v>
                </c:pt>
                <c:pt idx="3805">
                  <c:v>0.597692</c:v>
                </c:pt>
                <c:pt idx="3806">
                  <c:v>0.59719199999999995</c:v>
                </c:pt>
                <c:pt idx="3807">
                  <c:v>0.59669300000000003</c:v>
                </c:pt>
                <c:pt idx="3808">
                  <c:v>0.596194</c:v>
                </c:pt>
                <c:pt idx="3809">
                  <c:v>0.59569499999999997</c:v>
                </c:pt>
                <c:pt idx="3810">
                  <c:v>0.59519599999999995</c:v>
                </c:pt>
                <c:pt idx="3811">
                  <c:v>0.59469499999999997</c:v>
                </c:pt>
                <c:pt idx="3812">
                  <c:v>0.594194</c:v>
                </c:pt>
                <c:pt idx="3813">
                  <c:v>0.59369400000000006</c:v>
                </c:pt>
                <c:pt idx="3814">
                  <c:v>0.59319500000000003</c:v>
                </c:pt>
                <c:pt idx="3815">
                  <c:v>0.59269400000000005</c:v>
                </c:pt>
                <c:pt idx="3816">
                  <c:v>0.59219200000000005</c:v>
                </c:pt>
                <c:pt idx="3817">
                  <c:v>0.591692</c:v>
                </c:pt>
                <c:pt idx="3818">
                  <c:v>0.591194</c:v>
                </c:pt>
                <c:pt idx="3819">
                  <c:v>0.590696</c:v>
                </c:pt>
                <c:pt idx="3820">
                  <c:v>0.59019600000000005</c:v>
                </c:pt>
                <c:pt idx="3821">
                  <c:v>0.589696</c:v>
                </c:pt>
                <c:pt idx="3822">
                  <c:v>0.58919600000000005</c:v>
                </c:pt>
                <c:pt idx="3823">
                  <c:v>0.58869499999999997</c:v>
                </c:pt>
                <c:pt idx="3824">
                  <c:v>0.58819500000000002</c:v>
                </c:pt>
                <c:pt idx="3825">
                  <c:v>0.58769499999999997</c:v>
                </c:pt>
                <c:pt idx="3826">
                  <c:v>0.58719500000000002</c:v>
                </c:pt>
                <c:pt idx="3827">
                  <c:v>0.58669700000000002</c:v>
                </c:pt>
                <c:pt idx="3828">
                  <c:v>0.58620000000000005</c:v>
                </c:pt>
                <c:pt idx="3829">
                  <c:v>0.58570199999999994</c:v>
                </c:pt>
                <c:pt idx="3830">
                  <c:v>0.58520099999999997</c:v>
                </c:pt>
                <c:pt idx="3831">
                  <c:v>0.58469899999999997</c:v>
                </c:pt>
                <c:pt idx="3832">
                  <c:v>0.584198</c:v>
                </c:pt>
                <c:pt idx="3833">
                  <c:v>0.58369899999999997</c:v>
                </c:pt>
                <c:pt idx="3834">
                  <c:v>0.58319900000000002</c:v>
                </c:pt>
                <c:pt idx="3835">
                  <c:v>0.58269800000000005</c:v>
                </c:pt>
                <c:pt idx="3836">
                  <c:v>0.58219699999999996</c:v>
                </c:pt>
                <c:pt idx="3837">
                  <c:v>0.58169800000000005</c:v>
                </c:pt>
                <c:pt idx="3838">
                  <c:v>0.58119900000000002</c:v>
                </c:pt>
                <c:pt idx="3839">
                  <c:v>0.58069700000000002</c:v>
                </c:pt>
                <c:pt idx="3840">
                  <c:v>0.58019500000000002</c:v>
                </c:pt>
                <c:pt idx="3841">
                  <c:v>0.57969499999999996</c:v>
                </c:pt>
                <c:pt idx="3842">
                  <c:v>0.57919600000000004</c:v>
                </c:pt>
                <c:pt idx="3843">
                  <c:v>0.57869700000000002</c:v>
                </c:pt>
                <c:pt idx="3844">
                  <c:v>0.57819799999999999</c:v>
                </c:pt>
                <c:pt idx="3845">
                  <c:v>0.57769800000000004</c:v>
                </c:pt>
                <c:pt idx="3846">
                  <c:v>0.57719900000000002</c:v>
                </c:pt>
                <c:pt idx="3847">
                  <c:v>0.57669999999999999</c:v>
                </c:pt>
                <c:pt idx="3848">
                  <c:v>0.57620300000000002</c:v>
                </c:pt>
                <c:pt idx="3849">
                  <c:v>0.57570399999999999</c:v>
                </c:pt>
                <c:pt idx="3850">
                  <c:v>0.57520400000000005</c:v>
                </c:pt>
                <c:pt idx="3851">
                  <c:v>0.57470299999999996</c:v>
                </c:pt>
                <c:pt idx="3852">
                  <c:v>0.57420400000000005</c:v>
                </c:pt>
                <c:pt idx="3853">
                  <c:v>0.57370399999999999</c:v>
                </c:pt>
                <c:pt idx="3854">
                  <c:v>0.57320400000000005</c:v>
                </c:pt>
                <c:pt idx="3855">
                  <c:v>0.57270299999999996</c:v>
                </c:pt>
                <c:pt idx="3856">
                  <c:v>0.57220300000000002</c:v>
                </c:pt>
                <c:pt idx="3857">
                  <c:v>0.57170399999999999</c:v>
                </c:pt>
                <c:pt idx="3858">
                  <c:v>0.57120499999999996</c:v>
                </c:pt>
                <c:pt idx="3859">
                  <c:v>0.57070399999999999</c:v>
                </c:pt>
                <c:pt idx="3860">
                  <c:v>0.57020300000000002</c:v>
                </c:pt>
                <c:pt idx="3861">
                  <c:v>0.56970299999999996</c:v>
                </c:pt>
                <c:pt idx="3862">
                  <c:v>0.56920300000000001</c:v>
                </c:pt>
                <c:pt idx="3863">
                  <c:v>0.56870399999999999</c:v>
                </c:pt>
                <c:pt idx="3864">
                  <c:v>0.56820400000000004</c:v>
                </c:pt>
                <c:pt idx="3865">
                  <c:v>0.56770500000000002</c:v>
                </c:pt>
                <c:pt idx="3866">
                  <c:v>0.56720599999999999</c:v>
                </c:pt>
                <c:pt idx="3867">
                  <c:v>0.56670799999999999</c:v>
                </c:pt>
                <c:pt idx="3868">
                  <c:v>0.56620899999999996</c:v>
                </c:pt>
                <c:pt idx="3869">
                  <c:v>0.56570699999999996</c:v>
                </c:pt>
                <c:pt idx="3870">
                  <c:v>0.56520400000000004</c:v>
                </c:pt>
                <c:pt idx="3871">
                  <c:v>0.56470299999999995</c:v>
                </c:pt>
                <c:pt idx="3872">
                  <c:v>0.56420300000000001</c:v>
                </c:pt>
                <c:pt idx="3873">
                  <c:v>0.56370299999999995</c:v>
                </c:pt>
                <c:pt idx="3874">
                  <c:v>0.56320400000000004</c:v>
                </c:pt>
                <c:pt idx="3875">
                  <c:v>0.56270500000000001</c:v>
                </c:pt>
                <c:pt idx="3876">
                  <c:v>0.56220499999999995</c:v>
                </c:pt>
                <c:pt idx="3877">
                  <c:v>0.56170699999999996</c:v>
                </c:pt>
                <c:pt idx="3878">
                  <c:v>0.56120800000000004</c:v>
                </c:pt>
                <c:pt idx="3879">
                  <c:v>0.56070799999999998</c:v>
                </c:pt>
                <c:pt idx="3880">
                  <c:v>0.56020700000000001</c:v>
                </c:pt>
                <c:pt idx="3881">
                  <c:v>0.55970699999999995</c:v>
                </c:pt>
                <c:pt idx="3882">
                  <c:v>0.55920700000000001</c:v>
                </c:pt>
                <c:pt idx="3883">
                  <c:v>0.55870600000000004</c:v>
                </c:pt>
                <c:pt idx="3884">
                  <c:v>0.55820599999999998</c:v>
                </c:pt>
                <c:pt idx="3885">
                  <c:v>0.55770799999999998</c:v>
                </c:pt>
                <c:pt idx="3886">
                  <c:v>0.55720999999999998</c:v>
                </c:pt>
                <c:pt idx="3887">
                  <c:v>0.55671199999999998</c:v>
                </c:pt>
                <c:pt idx="3888">
                  <c:v>0.55621299999999996</c:v>
                </c:pt>
                <c:pt idx="3889">
                  <c:v>0.55571300000000001</c:v>
                </c:pt>
                <c:pt idx="3890">
                  <c:v>0.55521100000000001</c:v>
                </c:pt>
                <c:pt idx="3891">
                  <c:v>0.55471000000000004</c:v>
                </c:pt>
                <c:pt idx="3892">
                  <c:v>0.55420899999999995</c:v>
                </c:pt>
                <c:pt idx="3893">
                  <c:v>0.55370699999999995</c:v>
                </c:pt>
                <c:pt idx="3894">
                  <c:v>0.55320599999999998</c:v>
                </c:pt>
                <c:pt idx="3895">
                  <c:v>0.552705</c:v>
                </c:pt>
                <c:pt idx="3896">
                  <c:v>0.55220599999999997</c:v>
                </c:pt>
                <c:pt idx="3897">
                  <c:v>0.551709</c:v>
                </c:pt>
                <c:pt idx="3898">
                  <c:v>0.55121100000000001</c:v>
                </c:pt>
                <c:pt idx="3899">
                  <c:v>0.55071199999999998</c:v>
                </c:pt>
                <c:pt idx="3900">
                  <c:v>0.55021399999999998</c:v>
                </c:pt>
                <c:pt idx="3901">
                  <c:v>0.54971599999999998</c:v>
                </c:pt>
                <c:pt idx="3902">
                  <c:v>0.54921699999999996</c:v>
                </c:pt>
                <c:pt idx="3903">
                  <c:v>0.54871700000000001</c:v>
                </c:pt>
                <c:pt idx="3904">
                  <c:v>0.54821699999999995</c:v>
                </c:pt>
                <c:pt idx="3905">
                  <c:v>0.54771899999999996</c:v>
                </c:pt>
                <c:pt idx="3906">
                  <c:v>0.54722099999999996</c:v>
                </c:pt>
                <c:pt idx="3907">
                  <c:v>0.54672100000000001</c:v>
                </c:pt>
                <c:pt idx="3908">
                  <c:v>0.54622199999999999</c:v>
                </c:pt>
                <c:pt idx="3909">
                  <c:v>0.54572100000000001</c:v>
                </c:pt>
                <c:pt idx="3910">
                  <c:v>0.54522099999999996</c:v>
                </c:pt>
                <c:pt idx="3911">
                  <c:v>0.54472100000000001</c:v>
                </c:pt>
                <c:pt idx="3912">
                  <c:v>0.54422000000000004</c:v>
                </c:pt>
                <c:pt idx="3913">
                  <c:v>0.54371899999999995</c:v>
                </c:pt>
                <c:pt idx="3914">
                  <c:v>0.54321799999999998</c:v>
                </c:pt>
                <c:pt idx="3915">
                  <c:v>0.54271800000000003</c:v>
                </c:pt>
                <c:pt idx="3916">
                  <c:v>0.54221900000000001</c:v>
                </c:pt>
                <c:pt idx="3917">
                  <c:v>0.54171899999999995</c:v>
                </c:pt>
                <c:pt idx="3918">
                  <c:v>0.54121799999999998</c:v>
                </c:pt>
                <c:pt idx="3919">
                  <c:v>0.54071599999999997</c:v>
                </c:pt>
                <c:pt idx="3920">
                  <c:v>0.540215</c:v>
                </c:pt>
                <c:pt idx="3921">
                  <c:v>0.53971499999999994</c:v>
                </c:pt>
                <c:pt idx="3922">
                  <c:v>0.539215</c:v>
                </c:pt>
                <c:pt idx="3923">
                  <c:v>0.53871500000000005</c:v>
                </c:pt>
                <c:pt idx="3924">
                  <c:v>0.53821600000000003</c:v>
                </c:pt>
                <c:pt idx="3925">
                  <c:v>0.53771800000000003</c:v>
                </c:pt>
                <c:pt idx="3926">
                  <c:v>0.53722199999999998</c:v>
                </c:pt>
                <c:pt idx="3927">
                  <c:v>0.53672399999999998</c:v>
                </c:pt>
                <c:pt idx="3928">
                  <c:v>0.53622400000000003</c:v>
                </c:pt>
                <c:pt idx="3929">
                  <c:v>0.53572299999999995</c:v>
                </c:pt>
                <c:pt idx="3930">
                  <c:v>0.535223</c:v>
                </c:pt>
                <c:pt idx="3931">
                  <c:v>0.53472200000000003</c:v>
                </c:pt>
                <c:pt idx="3932">
                  <c:v>0.53422099999999995</c:v>
                </c:pt>
                <c:pt idx="3933">
                  <c:v>0.53371800000000003</c:v>
                </c:pt>
                <c:pt idx="3934">
                  <c:v>0.53321600000000002</c:v>
                </c:pt>
                <c:pt idx="3935">
                  <c:v>0.532717</c:v>
                </c:pt>
                <c:pt idx="3936">
                  <c:v>0.53222000000000003</c:v>
                </c:pt>
                <c:pt idx="3937">
                  <c:v>0.531721</c:v>
                </c:pt>
                <c:pt idx="3938">
                  <c:v>0.53122000000000003</c:v>
                </c:pt>
                <c:pt idx="3939">
                  <c:v>0.530721</c:v>
                </c:pt>
                <c:pt idx="3940">
                  <c:v>0.53022199999999997</c:v>
                </c:pt>
                <c:pt idx="3941">
                  <c:v>0.52972300000000005</c:v>
                </c:pt>
                <c:pt idx="3942">
                  <c:v>0.529223</c:v>
                </c:pt>
                <c:pt idx="3943">
                  <c:v>0.52872399999999997</c:v>
                </c:pt>
                <c:pt idx="3944">
                  <c:v>0.52822599999999997</c:v>
                </c:pt>
                <c:pt idx="3945">
                  <c:v>0.527729</c:v>
                </c:pt>
                <c:pt idx="3946">
                  <c:v>0.52722999999999998</c:v>
                </c:pt>
                <c:pt idx="3947">
                  <c:v>0.526729</c:v>
                </c:pt>
                <c:pt idx="3948">
                  <c:v>0.52622599999999997</c:v>
                </c:pt>
                <c:pt idx="3949">
                  <c:v>0.52572399999999997</c:v>
                </c:pt>
                <c:pt idx="3950">
                  <c:v>0.52522100000000005</c:v>
                </c:pt>
                <c:pt idx="3951">
                  <c:v>0.52471999999999996</c:v>
                </c:pt>
                <c:pt idx="3952">
                  <c:v>0.52421799999999996</c:v>
                </c:pt>
                <c:pt idx="3953">
                  <c:v>0.52371800000000002</c:v>
                </c:pt>
                <c:pt idx="3954">
                  <c:v>0.52321899999999999</c:v>
                </c:pt>
                <c:pt idx="3955">
                  <c:v>0.52272099999999999</c:v>
                </c:pt>
                <c:pt idx="3956">
                  <c:v>0.52222400000000002</c:v>
                </c:pt>
                <c:pt idx="3957">
                  <c:v>0.52172399999999997</c:v>
                </c:pt>
                <c:pt idx="3958">
                  <c:v>0.52122400000000002</c:v>
                </c:pt>
                <c:pt idx="3959">
                  <c:v>0.52072499999999999</c:v>
                </c:pt>
                <c:pt idx="3960">
                  <c:v>0.52022699999999999</c:v>
                </c:pt>
                <c:pt idx="3961">
                  <c:v>0.519729</c:v>
                </c:pt>
                <c:pt idx="3962">
                  <c:v>0.51922900000000005</c:v>
                </c:pt>
                <c:pt idx="3963">
                  <c:v>0.518729</c:v>
                </c:pt>
                <c:pt idx="3964">
                  <c:v>0.51822999999999997</c:v>
                </c:pt>
                <c:pt idx="3965">
                  <c:v>0.51773199999999997</c:v>
                </c:pt>
                <c:pt idx="3966">
                  <c:v>0.51723200000000003</c:v>
                </c:pt>
                <c:pt idx="3967">
                  <c:v>0.51673100000000005</c:v>
                </c:pt>
                <c:pt idx="3968">
                  <c:v>0.51622999999999997</c:v>
                </c:pt>
                <c:pt idx="3969">
                  <c:v>0.51572899999999999</c:v>
                </c:pt>
                <c:pt idx="3970">
                  <c:v>0.51522900000000005</c:v>
                </c:pt>
                <c:pt idx="3971">
                  <c:v>0.51472799999999996</c:v>
                </c:pt>
                <c:pt idx="3972">
                  <c:v>0.51422699999999999</c:v>
                </c:pt>
                <c:pt idx="3973">
                  <c:v>0.51372799999999996</c:v>
                </c:pt>
                <c:pt idx="3974">
                  <c:v>0.51322999999999996</c:v>
                </c:pt>
                <c:pt idx="3975">
                  <c:v>0.51273299999999999</c:v>
                </c:pt>
                <c:pt idx="3976">
                  <c:v>0.51223399999999997</c:v>
                </c:pt>
                <c:pt idx="3977">
                  <c:v>0.51173400000000002</c:v>
                </c:pt>
                <c:pt idx="3978">
                  <c:v>0.51123300000000005</c:v>
                </c:pt>
                <c:pt idx="3979">
                  <c:v>0.51073199999999996</c:v>
                </c:pt>
                <c:pt idx="3980">
                  <c:v>0.51023200000000002</c:v>
                </c:pt>
                <c:pt idx="3981">
                  <c:v>0.50973000000000002</c:v>
                </c:pt>
                <c:pt idx="3982">
                  <c:v>0.50922900000000004</c:v>
                </c:pt>
                <c:pt idx="3983">
                  <c:v>0.50873100000000004</c:v>
                </c:pt>
                <c:pt idx="3984">
                  <c:v>0.50823399999999996</c:v>
                </c:pt>
                <c:pt idx="3985">
                  <c:v>0.50773599999999997</c:v>
                </c:pt>
                <c:pt idx="3986">
                  <c:v>0.50723600000000002</c:v>
                </c:pt>
                <c:pt idx="3987">
                  <c:v>0.50673599999999996</c:v>
                </c:pt>
                <c:pt idx="3988">
                  <c:v>0.50623600000000002</c:v>
                </c:pt>
                <c:pt idx="3989">
                  <c:v>0.50573599999999996</c:v>
                </c:pt>
                <c:pt idx="3990">
                  <c:v>0.50523600000000002</c:v>
                </c:pt>
                <c:pt idx="3991">
                  <c:v>0.50473500000000004</c:v>
                </c:pt>
                <c:pt idx="3992">
                  <c:v>0.50423399999999996</c:v>
                </c:pt>
                <c:pt idx="3993">
                  <c:v>0.50373599999999996</c:v>
                </c:pt>
                <c:pt idx="3994">
                  <c:v>0.50323700000000005</c:v>
                </c:pt>
                <c:pt idx="3995">
                  <c:v>0.50273699999999999</c:v>
                </c:pt>
                <c:pt idx="3996">
                  <c:v>0.50223600000000002</c:v>
                </c:pt>
                <c:pt idx="3997">
                  <c:v>0.50173500000000004</c:v>
                </c:pt>
                <c:pt idx="3998">
                  <c:v>0.50123399999999996</c:v>
                </c:pt>
                <c:pt idx="3999">
                  <c:v>0.50073699999999999</c:v>
                </c:pt>
              </c:numCache>
            </c:numRef>
          </c:yVal>
          <c:smooth val="1"/>
          <c:extLst>
            <c:ext xmlns:c16="http://schemas.microsoft.com/office/drawing/2014/chart" uri="{C3380CC4-5D6E-409C-BE32-E72D297353CC}">
              <c16:uniqueId val="{00000001-98B8-4C72-A2B6-FCB84F0B3021}"/>
            </c:ext>
          </c:extLst>
        </c:ser>
        <c:ser>
          <c:idx val="2"/>
          <c:order val="2"/>
          <c:tx>
            <c:strRef>
              <c:f>'0.6M 15%KCl-3'!$P$25</c:f>
              <c:strCache>
                <c:ptCount val="1"/>
                <c:pt idx="0">
                  <c:v>3rd Cycle SR-PC</c:v>
                </c:pt>
              </c:strCache>
            </c:strRef>
          </c:tx>
          <c:spPr>
            <a:ln w="19050" cap="rnd">
              <a:solidFill>
                <a:schemeClr val="accent3"/>
              </a:solidFill>
              <a:round/>
            </a:ln>
            <a:effectLst/>
          </c:spPr>
          <c:marker>
            <c:symbol val="none"/>
          </c:marker>
          <c:xVal>
            <c:numRef>
              <c:f>'0.6M 15%KCl-3'!$Q$26:$Q$4026</c:f>
              <c:numCache>
                <c:formatCode>0.00E+00</c:formatCode>
                <c:ptCount val="4001"/>
                <c:pt idx="0">
                  <c:v>3.38909E-6</c:v>
                </c:pt>
                <c:pt idx="1">
                  <c:v>3.41089E-6</c:v>
                </c:pt>
                <c:pt idx="2">
                  <c:v>3.4574699999999999E-6</c:v>
                </c:pt>
                <c:pt idx="3">
                  <c:v>3.4996599999999999E-6</c:v>
                </c:pt>
                <c:pt idx="4">
                  <c:v>3.5311299999999999E-6</c:v>
                </c:pt>
                <c:pt idx="5">
                  <c:v>3.55714E-6</c:v>
                </c:pt>
                <c:pt idx="6">
                  <c:v>3.5810399999999999E-6</c:v>
                </c:pt>
                <c:pt idx="7">
                  <c:v>3.6033299999999999E-6</c:v>
                </c:pt>
                <c:pt idx="8">
                  <c:v>3.6237900000000001E-6</c:v>
                </c:pt>
                <c:pt idx="9">
                  <c:v>3.6440499999999999E-6</c:v>
                </c:pt>
                <c:pt idx="10">
                  <c:v>3.66472E-6</c:v>
                </c:pt>
                <c:pt idx="11">
                  <c:v>3.6844499999999999E-6</c:v>
                </c:pt>
                <c:pt idx="12">
                  <c:v>3.7034599999999999E-6</c:v>
                </c:pt>
                <c:pt idx="13">
                  <c:v>3.7220399999999999E-6</c:v>
                </c:pt>
                <c:pt idx="14">
                  <c:v>3.73967E-6</c:v>
                </c:pt>
                <c:pt idx="15">
                  <c:v>3.7563899999999999E-6</c:v>
                </c:pt>
                <c:pt idx="16">
                  <c:v>3.77321E-6</c:v>
                </c:pt>
                <c:pt idx="17">
                  <c:v>3.7911500000000001E-6</c:v>
                </c:pt>
                <c:pt idx="18">
                  <c:v>3.8086799999999999E-6</c:v>
                </c:pt>
                <c:pt idx="19">
                  <c:v>3.82556E-6</c:v>
                </c:pt>
                <c:pt idx="20">
                  <c:v>3.8430299999999999E-6</c:v>
                </c:pt>
                <c:pt idx="21">
                  <c:v>3.8599899999999996E-6</c:v>
                </c:pt>
                <c:pt idx="22">
                  <c:v>3.8761E-6</c:v>
                </c:pt>
                <c:pt idx="23">
                  <c:v>3.8922099999999996E-6</c:v>
                </c:pt>
                <c:pt idx="24">
                  <c:v>3.9079299999999999E-6</c:v>
                </c:pt>
                <c:pt idx="25">
                  <c:v>3.9239099999999997E-6</c:v>
                </c:pt>
                <c:pt idx="26">
                  <c:v>3.9402799999999997E-6</c:v>
                </c:pt>
                <c:pt idx="27">
                  <c:v>3.9560900000000003E-6</c:v>
                </c:pt>
                <c:pt idx="28">
                  <c:v>3.9717999999999998E-6</c:v>
                </c:pt>
                <c:pt idx="29">
                  <c:v>3.9877799999999996E-6</c:v>
                </c:pt>
                <c:pt idx="30">
                  <c:v>4.0038599999999996E-6</c:v>
                </c:pt>
                <c:pt idx="31">
                  <c:v>4.0195600000000002E-6</c:v>
                </c:pt>
                <c:pt idx="32">
                  <c:v>4.0350399999999997E-6</c:v>
                </c:pt>
                <c:pt idx="33">
                  <c:v>4.0505499999999997E-6</c:v>
                </c:pt>
                <c:pt idx="34">
                  <c:v>4.0661699999999997E-6</c:v>
                </c:pt>
                <c:pt idx="35">
                  <c:v>4.08212E-6</c:v>
                </c:pt>
                <c:pt idx="36">
                  <c:v>4.0980800000000001E-6</c:v>
                </c:pt>
                <c:pt idx="37">
                  <c:v>4.1137500000000002E-6</c:v>
                </c:pt>
                <c:pt idx="38">
                  <c:v>4.1290200000000003E-6</c:v>
                </c:pt>
                <c:pt idx="39">
                  <c:v>4.1444599999999996E-6</c:v>
                </c:pt>
                <c:pt idx="40">
                  <c:v>4.1603499999999999E-6</c:v>
                </c:pt>
                <c:pt idx="41">
                  <c:v>4.1756899999999998E-6</c:v>
                </c:pt>
                <c:pt idx="42">
                  <c:v>4.1907600000000003E-6</c:v>
                </c:pt>
                <c:pt idx="43">
                  <c:v>4.2057299999999998E-6</c:v>
                </c:pt>
                <c:pt idx="44">
                  <c:v>4.2202699999999997E-6</c:v>
                </c:pt>
                <c:pt idx="45">
                  <c:v>4.2357599999999999E-6</c:v>
                </c:pt>
                <c:pt idx="46">
                  <c:v>4.2519699999999997E-6</c:v>
                </c:pt>
                <c:pt idx="47">
                  <c:v>4.2669200000000003E-6</c:v>
                </c:pt>
                <c:pt idx="48">
                  <c:v>4.2815600000000004E-6</c:v>
                </c:pt>
                <c:pt idx="49">
                  <c:v>4.2979799999999996E-6</c:v>
                </c:pt>
                <c:pt idx="50">
                  <c:v>4.3148900000000001E-6</c:v>
                </c:pt>
                <c:pt idx="51">
                  <c:v>4.33058E-6</c:v>
                </c:pt>
                <c:pt idx="52">
                  <c:v>4.3458599999999999E-6</c:v>
                </c:pt>
                <c:pt idx="53">
                  <c:v>4.3615999999999999E-6</c:v>
                </c:pt>
                <c:pt idx="54">
                  <c:v>4.3774900000000002E-6</c:v>
                </c:pt>
                <c:pt idx="55">
                  <c:v>4.3931299999999999E-6</c:v>
                </c:pt>
                <c:pt idx="56">
                  <c:v>4.4087900000000002E-6</c:v>
                </c:pt>
                <c:pt idx="57">
                  <c:v>4.4243600000000001E-6</c:v>
                </c:pt>
                <c:pt idx="58">
                  <c:v>4.4394000000000002E-6</c:v>
                </c:pt>
                <c:pt idx="59">
                  <c:v>4.4543599999999998E-6</c:v>
                </c:pt>
                <c:pt idx="60">
                  <c:v>4.4698E-6</c:v>
                </c:pt>
                <c:pt idx="61">
                  <c:v>4.4852900000000002E-6</c:v>
                </c:pt>
                <c:pt idx="62">
                  <c:v>4.5007E-6</c:v>
                </c:pt>
                <c:pt idx="63">
                  <c:v>4.5161800000000004E-6</c:v>
                </c:pt>
                <c:pt idx="64">
                  <c:v>4.5317899999999997E-6</c:v>
                </c:pt>
                <c:pt idx="65">
                  <c:v>4.5474400000000001E-6</c:v>
                </c:pt>
                <c:pt idx="66">
                  <c:v>4.5630000000000002E-6</c:v>
                </c:pt>
                <c:pt idx="67">
                  <c:v>4.5789399999999997E-6</c:v>
                </c:pt>
                <c:pt idx="68">
                  <c:v>4.59529E-6</c:v>
                </c:pt>
                <c:pt idx="69">
                  <c:v>4.6110899999999999E-6</c:v>
                </c:pt>
                <c:pt idx="70">
                  <c:v>4.6267000000000001E-6</c:v>
                </c:pt>
                <c:pt idx="71">
                  <c:v>4.6429500000000002E-6</c:v>
                </c:pt>
                <c:pt idx="72">
                  <c:v>4.6591099999999998E-6</c:v>
                </c:pt>
                <c:pt idx="73">
                  <c:v>4.6748499999999998E-6</c:v>
                </c:pt>
                <c:pt idx="74">
                  <c:v>4.6905399999999996E-6</c:v>
                </c:pt>
                <c:pt idx="75">
                  <c:v>4.7062199999999996E-6</c:v>
                </c:pt>
                <c:pt idx="76">
                  <c:v>4.7216900000000002E-6</c:v>
                </c:pt>
                <c:pt idx="77">
                  <c:v>4.7374900000000001E-6</c:v>
                </c:pt>
                <c:pt idx="78">
                  <c:v>4.7535999999999997E-6</c:v>
                </c:pt>
                <c:pt idx="79">
                  <c:v>4.7694200000000002E-6</c:v>
                </c:pt>
                <c:pt idx="80">
                  <c:v>4.78534E-6</c:v>
                </c:pt>
                <c:pt idx="81">
                  <c:v>4.8013899999999996E-6</c:v>
                </c:pt>
                <c:pt idx="82">
                  <c:v>4.8171900000000004E-6</c:v>
                </c:pt>
                <c:pt idx="83">
                  <c:v>4.8331000000000004E-6</c:v>
                </c:pt>
                <c:pt idx="84">
                  <c:v>4.84955E-6</c:v>
                </c:pt>
                <c:pt idx="85">
                  <c:v>4.8657699999999997E-6</c:v>
                </c:pt>
                <c:pt idx="86">
                  <c:v>4.88183E-6</c:v>
                </c:pt>
                <c:pt idx="87">
                  <c:v>4.8984200000000001E-6</c:v>
                </c:pt>
                <c:pt idx="88">
                  <c:v>4.9150999999999997E-6</c:v>
                </c:pt>
                <c:pt idx="89">
                  <c:v>4.9313999999999999E-6</c:v>
                </c:pt>
                <c:pt idx="90">
                  <c:v>4.9479800000000002E-6</c:v>
                </c:pt>
                <c:pt idx="91">
                  <c:v>4.9649499999999998E-6</c:v>
                </c:pt>
                <c:pt idx="92">
                  <c:v>4.9813500000000002E-6</c:v>
                </c:pt>
                <c:pt idx="93">
                  <c:v>4.9980600000000002E-6</c:v>
                </c:pt>
                <c:pt idx="94">
                  <c:v>5.0155599999999996E-6</c:v>
                </c:pt>
                <c:pt idx="95">
                  <c:v>5.0325399999999999E-6</c:v>
                </c:pt>
                <c:pt idx="96">
                  <c:v>5.0486500000000004E-6</c:v>
                </c:pt>
                <c:pt idx="97">
                  <c:v>5.06516E-6</c:v>
                </c:pt>
                <c:pt idx="98">
                  <c:v>5.0825099999999999E-6</c:v>
                </c:pt>
                <c:pt idx="99">
                  <c:v>5.09933E-6</c:v>
                </c:pt>
                <c:pt idx="100">
                  <c:v>5.1157799999999997E-6</c:v>
                </c:pt>
                <c:pt idx="101">
                  <c:v>5.1333100000000003E-6</c:v>
                </c:pt>
                <c:pt idx="102">
                  <c:v>5.1509899999999996E-6</c:v>
                </c:pt>
                <c:pt idx="103">
                  <c:v>5.1687199999999999E-6</c:v>
                </c:pt>
                <c:pt idx="104">
                  <c:v>5.1870700000000003E-6</c:v>
                </c:pt>
                <c:pt idx="105">
                  <c:v>5.2043299999999999E-6</c:v>
                </c:pt>
                <c:pt idx="106">
                  <c:v>5.2204299999999996E-6</c:v>
                </c:pt>
                <c:pt idx="107">
                  <c:v>5.2369300000000002E-6</c:v>
                </c:pt>
                <c:pt idx="108">
                  <c:v>5.2546800000000001E-6</c:v>
                </c:pt>
                <c:pt idx="109">
                  <c:v>5.2734199999999999E-6</c:v>
                </c:pt>
                <c:pt idx="110">
                  <c:v>5.2917100000000004E-6</c:v>
                </c:pt>
                <c:pt idx="111">
                  <c:v>5.3093500000000003E-6</c:v>
                </c:pt>
                <c:pt idx="112">
                  <c:v>5.3270699999999998E-6</c:v>
                </c:pt>
                <c:pt idx="113">
                  <c:v>5.3452099999999999E-6</c:v>
                </c:pt>
                <c:pt idx="114">
                  <c:v>5.3627999999999997E-6</c:v>
                </c:pt>
                <c:pt idx="115">
                  <c:v>5.3794100000000004E-6</c:v>
                </c:pt>
                <c:pt idx="116">
                  <c:v>5.3972800000000003E-6</c:v>
                </c:pt>
                <c:pt idx="117">
                  <c:v>5.4160700000000001E-6</c:v>
                </c:pt>
                <c:pt idx="118">
                  <c:v>5.4342800000000001E-6</c:v>
                </c:pt>
                <c:pt idx="119">
                  <c:v>5.4521800000000004E-6</c:v>
                </c:pt>
                <c:pt idx="120">
                  <c:v>5.4704899999999997E-6</c:v>
                </c:pt>
                <c:pt idx="121">
                  <c:v>5.4890299999999999E-6</c:v>
                </c:pt>
                <c:pt idx="122">
                  <c:v>5.5076399999999998E-6</c:v>
                </c:pt>
                <c:pt idx="123">
                  <c:v>5.5264799999999998E-6</c:v>
                </c:pt>
                <c:pt idx="124">
                  <c:v>5.5450000000000003E-6</c:v>
                </c:pt>
                <c:pt idx="125">
                  <c:v>5.56311E-6</c:v>
                </c:pt>
                <c:pt idx="126">
                  <c:v>5.5815900000000002E-6</c:v>
                </c:pt>
                <c:pt idx="127">
                  <c:v>5.6009799999999997E-6</c:v>
                </c:pt>
                <c:pt idx="128">
                  <c:v>5.6205699999999996E-6</c:v>
                </c:pt>
                <c:pt idx="129">
                  <c:v>5.6397399999999998E-6</c:v>
                </c:pt>
                <c:pt idx="130">
                  <c:v>5.6588599999999999E-6</c:v>
                </c:pt>
                <c:pt idx="131">
                  <c:v>5.6780700000000003E-6</c:v>
                </c:pt>
                <c:pt idx="132">
                  <c:v>5.6972100000000001E-6</c:v>
                </c:pt>
                <c:pt idx="133">
                  <c:v>5.71623E-6</c:v>
                </c:pt>
                <c:pt idx="134">
                  <c:v>5.7355999999999998E-6</c:v>
                </c:pt>
                <c:pt idx="135">
                  <c:v>5.7552899999999999E-6</c:v>
                </c:pt>
                <c:pt idx="136">
                  <c:v>5.7745899999999999E-6</c:v>
                </c:pt>
                <c:pt idx="137">
                  <c:v>5.7944500000000001E-6</c:v>
                </c:pt>
                <c:pt idx="138">
                  <c:v>5.8147000000000004E-6</c:v>
                </c:pt>
                <c:pt idx="139">
                  <c:v>5.8342900000000003E-6</c:v>
                </c:pt>
                <c:pt idx="140">
                  <c:v>5.8542499999999999E-6</c:v>
                </c:pt>
                <c:pt idx="141">
                  <c:v>5.8748299999999996E-6</c:v>
                </c:pt>
                <c:pt idx="142">
                  <c:v>5.8952199999999996E-6</c:v>
                </c:pt>
                <c:pt idx="143">
                  <c:v>5.9154500000000003E-6</c:v>
                </c:pt>
                <c:pt idx="144">
                  <c:v>5.9361200000000004E-6</c:v>
                </c:pt>
                <c:pt idx="145">
                  <c:v>5.9570400000000001E-6</c:v>
                </c:pt>
                <c:pt idx="146">
                  <c:v>5.9779400000000002E-6</c:v>
                </c:pt>
                <c:pt idx="147">
                  <c:v>5.9984400000000003E-6</c:v>
                </c:pt>
                <c:pt idx="148">
                  <c:v>6.0193000000000001E-6</c:v>
                </c:pt>
                <c:pt idx="149">
                  <c:v>6.0408800000000003E-6</c:v>
                </c:pt>
                <c:pt idx="150">
                  <c:v>6.0619000000000004E-6</c:v>
                </c:pt>
                <c:pt idx="151">
                  <c:v>6.0832399999999999E-6</c:v>
                </c:pt>
                <c:pt idx="152">
                  <c:v>6.10517E-6</c:v>
                </c:pt>
                <c:pt idx="153">
                  <c:v>6.1273099999999996E-6</c:v>
                </c:pt>
                <c:pt idx="154">
                  <c:v>6.1493100000000004E-6</c:v>
                </c:pt>
                <c:pt idx="155">
                  <c:v>6.1708700000000001E-6</c:v>
                </c:pt>
                <c:pt idx="156">
                  <c:v>6.1923900000000004E-6</c:v>
                </c:pt>
                <c:pt idx="157">
                  <c:v>6.2143799999999996E-6</c:v>
                </c:pt>
                <c:pt idx="158">
                  <c:v>6.2369399999999998E-6</c:v>
                </c:pt>
                <c:pt idx="159">
                  <c:v>6.2598800000000003E-6</c:v>
                </c:pt>
                <c:pt idx="160">
                  <c:v>6.2825499999999997E-6</c:v>
                </c:pt>
                <c:pt idx="161">
                  <c:v>6.3053200000000001E-6</c:v>
                </c:pt>
                <c:pt idx="162">
                  <c:v>6.3289399999999999E-6</c:v>
                </c:pt>
                <c:pt idx="163">
                  <c:v>6.3526199999999997E-6</c:v>
                </c:pt>
                <c:pt idx="164">
                  <c:v>6.3763399999999997E-6</c:v>
                </c:pt>
                <c:pt idx="165">
                  <c:v>6.3998699999999999E-6</c:v>
                </c:pt>
                <c:pt idx="166">
                  <c:v>6.4233300000000004E-6</c:v>
                </c:pt>
                <c:pt idx="167">
                  <c:v>6.4470700000000001E-6</c:v>
                </c:pt>
                <c:pt idx="168">
                  <c:v>6.4712E-6</c:v>
                </c:pt>
                <c:pt idx="169">
                  <c:v>6.4951599999999998E-6</c:v>
                </c:pt>
                <c:pt idx="170">
                  <c:v>6.5191599999999999E-6</c:v>
                </c:pt>
                <c:pt idx="171">
                  <c:v>6.5441800000000003E-6</c:v>
                </c:pt>
                <c:pt idx="172">
                  <c:v>6.5695299999999999E-6</c:v>
                </c:pt>
                <c:pt idx="173">
                  <c:v>6.5943999999999999E-6</c:v>
                </c:pt>
                <c:pt idx="174">
                  <c:v>6.6190999999999999E-6</c:v>
                </c:pt>
                <c:pt idx="175">
                  <c:v>6.6444500000000004E-6</c:v>
                </c:pt>
                <c:pt idx="176">
                  <c:v>6.6711100000000002E-6</c:v>
                </c:pt>
                <c:pt idx="177">
                  <c:v>6.6978999999999999E-6</c:v>
                </c:pt>
                <c:pt idx="178">
                  <c:v>6.7236500000000004E-6</c:v>
                </c:pt>
                <c:pt idx="179">
                  <c:v>6.74964E-6</c:v>
                </c:pt>
                <c:pt idx="180">
                  <c:v>6.7762100000000003E-6</c:v>
                </c:pt>
                <c:pt idx="181">
                  <c:v>6.8034699999999998E-6</c:v>
                </c:pt>
                <c:pt idx="182">
                  <c:v>6.8308699999999997E-6</c:v>
                </c:pt>
                <c:pt idx="183">
                  <c:v>6.8579099999999999E-6</c:v>
                </c:pt>
                <c:pt idx="184">
                  <c:v>6.8859200000000001E-6</c:v>
                </c:pt>
                <c:pt idx="185">
                  <c:v>6.9142699999999996E-6</c:v>
                </c:pt>
                <c:pt idx="186">
                  <c:v>6.9424200000000004E-6</c:v>
                </c:pt>
                <c:pt idx="187">
                  <c:v>6.9706099999999997E-6</c:v>
                </c:pt>
                <c:pt idx="188">
                  <c:v>6.9990999999999996E-6</c:v>
                </c:pt>
                <c:pt idx="189">
                  <c:v>7.0288000000000004E-6</c:v>
                </c:pt>
                <c:pt idx="190">
                  <c:v>7.0593899999999998E-6</c:v>
                </c:pt>
                <c:pt idx="191">
                  <c:v>7.0894899999999998E-6</c:v>
                </c:pt>
                <c:pt idx="192">
                  <c:v>7.1195199999999999E-6</c:v>
                </c:pt>
                <c:pt idx="193">
                  <c:v>7.1503199999999997E-6</c:v>
                </c:pt>
                <c:pt idx="194">
                  <c:v>7.1811900000000001E-6</c:v>
                </c:pt>
                <c:pt idx="195">
                  <c:v>7.2117699999999997E-6</c:v>
                </c:pt>
                <c:pt idx="196">
                  <c:v>7.2427600000000001E-6</c:v>
                </c:pt>
                <c:pt idx="197">
                  <c:v>7.2748799999999999E-6</c:v>
                </c:pt>
                <c:pt idx="198">
                  <c:v>7.3073700000000001E-6</c:v>
                </c:pt>
                <c:pt idx="199">
                  <c:v>7.3392900000000003E-6</c:v>
                </c:pt>
                <c:pt idx="200">
                  <c:v>7.37182E-6</c:v>
                </c:pt>
                <c:pt idx="201">
                  <c:v>7.4054500000000004E-6</c:v>
                </c:pt>
                <c:pt idx="202">
                  <c:v>7.4394399999999997E-6</c:v>
                </c:pt>
                <c:pt idx="203">
                  <c:v>7.4742499999999996E-6</c:v>
                </c:pt>
                <c:pt idx="204">
                  <c:v>7.5092400000000003E-6</c:v>
                </c:pt>
                <c:pt idx="205">
                  <c:v>7.5442800000000002E-6</c:v>
                </c:pt>
                <c:pt idx="206">
                  <c:v>7.5802400000000001E-6</c:v>
                </c:pt>
                <c:pt idx="207">
                  <c:v>7.6158E-6</c:v>
                </c:pt>
                <c:pt idx="208">
                  <c:v>7.6508400000000008E-6</c:v>
                </c:pt>
                <c:pt idx="209">
                  <c:v>7.6870900000000006E-6</c:v>
                </c:pt>
                <c:pt idx="210">
                  <c:v>7.7242499999999998E-6</c:v>
                </c:pt>
                <c:pt idx="211">
                  <c:v>7.7618000000000008E-6</c:v>
                </c:pt>
                <c:pt idx="212">
                  <c:v>7.8000899999999994E-6</c:v>
                </c:pt>
                <c:pt idx="213">
                  <c:v>7.8383200000000005E-6</c:v>
                </c:pt>
                <c:pt idx="214">
                  <c:v>7.8765399999999993E-6</c:v>
                </c:pt>
                <c:pt idx="215">
                  <c:v>7.9158400000000008E-6</c:v>
                </c:pt>
                <c:pt idx="216">
                  <c:v>7.9560999999999999E-6</c:v>
                </c:pt>
                <c:pt idx="217">
                  <c:v>7.9965799999999993E-6</c:v>
                </c:pt>
                <c:pt idx="218">
                  <c:v>8.03754E-6</c:v>
                </c:pt>
                <c:pt idx="219">
                  <c:v>8.0790500000000002E-6</c:v>
                </c:pt>
                <c:pt idx="220">
                  <c:v>8.1203400000000003E-6</c:v>
                </c:pt>
                <c:pt idx="221">
                  <c:v>8.1619599999999997E-6</c:v>
                </c:pt>
                <c:pt idx="222">
                  <c:v>8.2048899999999993E-6</c:v>
                </c:pt>
                <c:pt idx="223">
                  <c:v>8.2490500000000002E-6</c:v>
                </c:pt>
                <c:pt idx="224">
                  <c:v>8.29312E-6</c:v>
                </c:pt>
                <c:pt idx="225">
                  <c:v>8.3368600000000003E-6</c:v>
                </c:pt>
                <c:pt idx="226">
                  <c:v>8.3817800000000002E-6</c:v>
                </c:pt>
                <c:pt idx="227">
                  <c:v>8.4277999999999992E-6</c:v>
                </c:pt>
                <c:pt idx="228">
                  <c:v>8.4744800000000002E-6</c:v>
                </c:pt>
                <c:pt idx="229">
                  <c:v>8.5215800000000002E-6</c:v>
                </c:pt>
                <c:pt idx="230">
                  <c:v>8.5699099999999997E-6</c:v>
                </c:pt>
                <c:pt idx="231">
                  <c:v>8.6186499999999992E-6</c:v>
                </c:pt>
                <c:pt idx="232">
                  <c:v>8.6672299999999993E-6</c:v>
                </c:pt>
                <c:pt idx="233">
                  <c:v>8.7168600000000001E-6</c:v>
                </c:pt>
                <c:pt idx="234">
                  <c:v>8.7668299999999992E-6</c:v>
                </c:pt>
                <c:pt idx="235">
                  <c:v>8.81801E-6</c:v>
                </c:pt>
                <c:pt idx="236">
                  <c:v>8.8704900000000002E-6</c:v>
                </c:pt>
                <c:pt idx="237">
                  <c:v>8.9230000000000008E-6</c:v>
                </c:pt>
                <c:pt idx="238">
                  <c:v>8.9763200000000005E-6</c:v>
                </c:pt>
                <c:pt idx="239">
                  <c:v>9.0311099999999997E-6</c:v>
                </c:pt>
                <c:pt idx="240">
                  <c:v>9.0866799999999992E-6</c:v>
                </c:pt>
                <c:pt idx="241">
                  <c:v>9.1422099999999993E-6</c:v>
                </c:pt>
                <c:pt idx="242">
                  <c:v>9.1974400000000005E-6</c:v>
                </c:pt>
                <c:pt idx="243">
                  <c:v>9.2540499999999999E-6</c:v>
                </c:pt>
                <c:pt idx="244">
                  <c:v>9.3122200000000001E-6</c:v>
                </c:pt>
                <c:pt idx="245">
                  <c:v>9.3711099999999998E-6</c:v>
                </c:pt>
                <c:pt idx="246">
                  <c:v>9.4314299999999996E-6</c:v>
                </c:pt>
                <c:pt idx="247">
                  <c:v>9.4925299999999997E-6</c:v>
                </c:pt>
                <c:pt idx="248">
                  <c:v>9.5541799999999994E-6</c:v>
                </c:pt>
                <c:pt idx="249">
                  <c:v>9.6173199999999999E-6</c:v>
                </c:pt>
                <c:pt idx="250">
                  <c:v>9.6817400000000002E-6</c:v>
                </c:pt>
                <c:pt idx="251">
                  <c:v>9.7465900000000001E-6</c:v>
                </c:pt>
                <c:pt idx="252">
                  <c:v>9.8115900000000004E-6</c:v>
                </c:pt>
                <c:pt idx="253">
                  <c:v>9.8773299999999998E-6</c:v>
                </c:pt>
                <c:pt idx="254">
                  <c:v>9.9439100000000005E-6</c:v>
                </c:pt>
                <c:pt idx="255">
                  <c:v>1.0011600000000001E-5</c:v>
                </c:pt>
                <c:pt idx="256">
                  <c:v>1.0081000000000001E-5</c:v>
                </c:pt>
                <c:pt idx="257">
                  <c:v>1.0151499999999999E-5</c:v>
                </c:pt>
                <c:pt idx="258">
                  <c:v>1.02231E-5</c:v>
                </c:pt>
                <c:pt idx="259">
                  <c:v>1.0295199999999999E-5</c:v>
                </c:pt>
                <c:pt idx="260">
                  <c:v>1.0367799999999999E-5</c:v>
                </c:pt>
                <c:pt idx="261">
                  <c:v>1.04425E-5</c:v>
                </c:pt>
                <c:pt idx="262">
                  <c:v>1.0517799999999999E-5</c:v>
                </c:pt>
                <c:pt idx="263">
                  <c:v>1.0594000000000001E-5</c:v>
                </c:pt>
                <c:pt idx="264">
                  <c:v>1.0672299999999999E-5</c:v>
                </c:pt>
                <c:pt idx="265">
                  <c:v>1.07521E-5</c:v>
                </c:pt>
                <c:pt idx="266">
                  <c:v>1.08325E-5</c:v>
                </c:pt>
                <c:pt idx="267">
                  <c:v>1.09138E-5</c:v>
                </c:pt>
                <c:pt idx="268">
                  <c:v>1.09963E-5</c:v>
                </c:pt>
                <c:pt idx="269">
                  <c:v>1.1080199999999999E-5</c:v>
                </c:pt>
                <c:pt idx="270">
                  <c:v>1.1165800000000001E-5</c:v>
                </c:pt>
                <c:pt idx="271">
                  <c:v>1.1252499999999999E-5</c:v>
                </c:pt>
                <c:pt idx="272">
                  <c:v>1.13399E-5</c:v>
                </c:pt>
                <c:pt idx="273">
                  <c:v>1.1427899999999999E-5</c:v>
                </c:pt>
                <c:pt idx="274">
                  <c:v>1.1517399999999999E-5</c:v>
                </c:pt>
                <c:pt idx="275">
                  <c:v>1.16089E-5</c:v>
                </c:pt>
                <c:pt idx="276">
                  <c:v>1.17024E-5</c:v>
                </c:pt>
                <c:pt idx="277">
                  <c:v>1.1797199999999999E-5</c:v>
                </c:pt>
                <c:pt idx="278">
                  <c:v>1.18924E-5</c:v>
                </c:pt>
                <c:pt idx="279">
                  <c:v>1.19897E-5</c:v>
                </c:pt>
                <c:pt idx="280">
                  <c:v>1.2089800000000001E-5</c:v>
                </c:pt>
                <c:pt idx="281">
                  <c:v>1.2191199999999999E-5</c:v>
                </c:pt>
                <c:pt idx="282">
                  <c:v>1.22935E-5</c:v>
                </c:pt>
                <c:pt idx="283">
                  <c:v>1.2397300000000001E-5</c:v>
                </c:pt>
                <c:pt idx="284">
                  <c:v>1.25027E-5</c:v>
                </c:pt>
                <c:pt idx="285">
                  <c:v>1.261E-5</c:v>
                </c:pt>
                <c:pt idx="286">
                  <c:v>1.27193E-5</c:v>
                </c:pt>
                <c:pt idx="287">
                  <c:v>1.28297E-5</c:v>
                </c:pt>
                <c:pt idx="288">
                  <c:v>1.29418E-5</c:v>
                </c:pt>
                <c:pt idx="289">
                  <c:v>1.30562E-5</c:v>
                </c:pt>
                <c:pt idx="290">
                  <c:v>1.31725E-5</c:v>
                </c:pt>
                <c:pt idx="291">
                  <c:v>1.329E-5</c:v>
                </c:pt>
                <c:pt idx="292">
                  <c:v>1.34091E-5</c:v>
                </c:pt>
                <c:pt idx="293">
                  <c:v>1.3529299999999999E-5</c:v>
                </c:pt>
                <c:pt idx="294">
                  <c:v>1.36518E-5</c:v>
                </c:pt>
                <c:pt idx="295">
                  <c:v>1.37777E-5</c:v>
                </c:pt>
                <c:pt idx="296">
                  <c:v>1.39051E-5</c:v>
                </c:pt>
                <c:pt idx="297">
                  <c:v>1.4034E-5</c:v>
                </c:pt>
                <c:pt idx="298">
                  <c:v>1.41653E-5</c:v>
                </c:pt>
                <c:pt idx="299">
                  <c:v>1.4299E-5</c:v>
                </c:pt>
                <c:pt idx="300">
                  <c:v>1.4434699999999999E-5</c:v>
                </c:pt>
                <c:pt idx="301">
                  <c:v>1.45719E-5</c:v>
                </c:pt>
                <c:pt idx="302">
                  <c:v>1.4710400000000001E-5</c:v>
                </c:pt>
                <c:pt idx="303">
                  <c:v>1.48508E-5</c:v>
                </c:pt>
                <c:pt idx="304">
                  <c:v>1.4995500000000001E-5</c:v>
                </c:pt>
                <c:pt idx="305">
                  <c:v>1.51428E-5</c:v>
                </c:pt>
                <c:pt idx="306">
                  <c:v>1.5290699999999999E-5</c:v>
                </c:pt>
                <c:pt idx="307">
                  <c:v>1.54411E-5</c:v>
                </c:pt>
                <c:pt idx="308">
                  <c:v>1.55939E-5</c:v>
                </c:pt>
                <c:pt idx="309">
                  <c:v>1.5749100000000001E-5</c:v>
                </c:pt>
                <c:pt idx="310">
                  <c:v>1.5906700000000001E-5</c:v>
                </c:pt>
                <c:pt idx="311">
                  <c:v>1.6067100000000001E-5</c:v>
                </c:pt>
                <c:pt idx="312">
                  <c:v>1.6229899999999999E-5</c:v>
                </c:pt>
                <c:pt idx="313">
                  <c:v>1.6394099999999999E-5</c:v>
                </c:pt>
                <c:pt idx="314">
                  <c:v>1.6561900000000001E-5</c:v>
                </c:pt>
                <c:pt idx="315">
                  <c:v>1.67329E-5</c:v>
                </c:pt>
                <c:pt idx="316">
                  <c:v>1.6905199999999999E-5</c:v>
                </c:pt>
                <c:pt idx="317">
                  <c:v>1.70803E-5</c:v>
                </c:pt>
                <c:pt idx="318">
                  <c:v>1.7258999999999999E-5</c:v>
                </c:pt>
                <c:pt idx="319">
                  <c:v>1.7440800000000001E-5</c:v>
                </c:pt>
                <c:pt idx="320">
                  <c:v>1.7624800000000001E-5</c:v>
                </c:pt>
                <c:pt idx="321">
                  <c:v>1.7810699999999999E-5</c:v>
                </c:pt>
                <c:pt idx="322">
                  <c:v>1.7999199999999999E-5</c:v>
                </c:pt>
                <c:pt idx="323">
                  <c:v>1.8190999999999999E-5</c:v>
                </c:pt>
                <c:pt idx="324">
                  <c:v>1.8386600000000001E-5</c:v>
                </c:pt>
                <c:pt idx="325">
                  <c:v>1.85856E-5</c:v>
                </c:pt>
                <c:pt idx="326">
                  <c:v>1.8786800000000001E-5</c:v>
                </c:pt>
                <c:pt idx="327">
                  <c:v>1.8989999999999999E-5</c:v>
                </c:pt>
                <c:pt idx="328">
                  <c:v>1.9196500000000002E-5</c:v>
                </c:pt>
                <c:pt idx="329">
                  <c:v>1.9406999999999999E-5</c:v>
                </c:pt>
                <c:pt idx="330">
                  <c:v>1.9619800000000001E-5</c:v>
                </c:pt>
                <c:pt idx="331">
                  <c:v>1.9834699999999998E-5</c:v>
                </c:pt>
                <c:pt idx="332">
                  <c:v>2.0053099999999999E-5</c:v>
                </c:pt>
                <c:pt idx="333">
                  <c:v>2.0275099999999998E-5</c:v>
                </c:pt>
                <c:pt idx="334">
                  <c:v>2.0501199999999999E-5</c:v>
                </c:pt>
                <c:pt idx="335">
                  <c:v>2.0730700000000001E-5</c:v>
                </c:pt>
                <c:pt idx="336">
                  <c:v>2.0962300000000001E-5</c:v>
                </c:pt>
                <c:pt idx="337">
                  <c:v>2.11967E-5</c:v>
                </c:pt>
                <c:pt idx="338">
                  <c:v>2.1435599999999999E-5</c:v>
                </c:pt>
                <c:pt idx="339">
                  <c:v>2.1677600000000001E-5</c:v>
                </c:pt>
                <c:pt idx="340">
                  <c:v>2.1920999999999999E-5</c:v>
                </c:pt>
                <c:pt idx="341">
                  <c:v>2.2167700000000001E-5</c:v>
                </c:pt>
                <c:pt idx="342">
                  <c:v>2.2418399999999999E-5</c:v>
                </c:pt>
                <c:pt idx="343">
                  <c:v>2.2673100000000002E-5</c:v>
                </c:pt>
                <c:pt idx="344">
                  <c:v>2.2931399999999999E-5</c:v>
                </c:pt>
                <c:pt idx="345">
                  <c:v>2.3192200000000001E-5</c:v>
                </c:pt>
                <c:pt idx="346">
                  <c:v>2.3456300000000001E-5</c:v>
                </c:pt>
                <c:pt idx="347">
                  <c:v>2.37246E-5</c:v>
                </c:pt>
                <c:pt idx="348">
                  <c:v>2.39968E-5</c:v>
                </c:pt>
                <c:pt idx="349">
                  <c:v>2.4272000000000001E-5</c:v>
                </c:pt>
                <c:pt idx="350">
                  <c:v>2.4550400000000001E-5</c:v>
                </c:pt>
                <c:pt idx="351">
                  <c:v>2.4831600000000001E-5</c:v>
                </c:pt>
                <c:pt idx="352">
                  <c:v>2.51154E-5</c:v>
                </c:pt>
                <c:pt idx="353">
                  <c:v>2.5403300000000001E-5</c:v>
                </c:pt>
                <c:pt idx="354">
                  <c:v>2.5695100000000001E-5</c:v>
                </c:pt>
                <c:pt idx="355">
                  <c:v>2.59901E-5</c:v>
                </c:pt>
                <c:pt idx="356">
                  <c:v>2.6288800000000001E-5</c:v>
                </c:pt>
                <c:pt idx="357">
                  <c:v>2.6591E-5</c:v>
                </c:pt>
                <c:pt idx="358">
                  <c:v>2.6896699999999999E-5</c:v>
                </c:pt>
                <c:pt idx="359">
                  <c:v>2.7205499999999999E-5</c:v>
                </c:pt>
                <c:pt idx="360">
                  <c:v>2.7517699999999999E-5</c:v>
                </c:pt>
                <c:pt idx="361">
                  <c:v>2.78331E-5</c:v>
                </c:pt>
                <c:pt idx="362">
                  <c:v>2.8152300000000001E-5</c:v>
                </c:pt>
                <c:pt idx="363">
                  <c:v>2.8476E-5</c:v>
                </c:pt>
                <c:pt idx="364">
                  <c:v>2.8802800000000001E-5</c:v>
                </c:pt>
                <c:pt idx="365">
                  <c:v>2.9132499999999999E-5</c:v>
                </c:pt>
                <c:pt idx="366">
                  <c:v>2.94649E-5</c:v>
                </c:pt>
                <c:pt idx="367">
                  <c:v>2.9801399999999999E-5</c:v>
                </c:pt>
                <c:pt idx="368">
                  <c:v>3.0142E-5</c:v>
                </c:pt>
                <c:pt idx="369">
                  <c:v>3.04835E-5</c:v>
                </c:pt>
                <c:pt idx="370">
                  <c:v>3.0826600000000001E-5</c:v>
                </c:pt>
                <c:pt idx="371">
                  <c:v>3.1173500000000002E-5</c:v>
                </c:pt>
                <c:pt idx="372">
                  <c:v>3.15246E-5</c:v>
                </c:pt>
                <c:pt idx="373">
                  <c:v>3.188E-5</c:v>
                </c:pt>
                <c:pt idx="374">
                  <c:v>3.2238099999999999E-5</c:v>
                </c:pt>
                <c:pt idx="375">
                  <c:v>3.2598899999999997E-5</c:v>
                </c:pt>
                <c:pt idx="376">
                  <c:v>3.2962700000000002E-5</c:v>
                </c:pt>
                <c:pt idx="377">
                  <c:v>3.3330000000000001E-5</c:v>
                </c:pt>
                <c:pt idx="378">
                  <c:v>3.3701200000000002E-5</c:v>
                </c:pt>
                <c:pt idx="379">
                  <c:v>3.40742E-5</c:v>
                </c:pt>
                <c:pt idx="380">
                  <c:v>3.4447599999999999E-5</c:v>
                </c:pt>
                <c:pt idx="381">
                  <c:v>3.4823899999999997E-5</c:v>
                </c:pt>
                <c:pt idx="382">
                  <c:v>3.52052E-5</c:v>
                </c:pt>
                <c:pt idx="383">
                  <c:v>3.5589800000000003E-5</c:v>
                </c:pt>
                <c:pt idx="384">
                  <c:v>3.5976599999999997E-5</c:v>
                </c:pt>
                <c:pt idx="385">
                  <c:v>3.6365799999999997E-5</c:v>
                </c:pt>
                <c:pt idx="386">
                  <c:v>3.6757100000000001E-5</c:v>
                </c:pt>
                <c:pt idx="387">
                  <c:v>3.7150600000000003E-5</c:v>
                </c:pt>
                <c:pt idx="388">
                  <c:v>3.7546699999999997E-5</c:v>
                </c:pt>
                <c:pt idx="389">
                  <c:v>3.7944300000000002E-5</c:v>
                </c:pt>
                <c:pt idx="390">
                  <c:v>3.8341799999999999E-5</c:v>
                </c:pt>
                <c:pt idx="391">
                  <c:v>3.8741300000000001E-5</c:v>
                </c:pt>
                <c:pt idx="392">
                  <c:v>3.9144699999999998E-5</c:v>
                </c:pt>
                <c:pt idx="393">
                  <c:v>3.95502E-5</c:v>
                </c:pt>
                <c:pt idx="394">
                  <c:v>3.9956899999999997E-5</c:v>
                </c:pt>
                <c:pt idx="395">
                  <c:v>4.0364700000000003E-5</c:v>
                </c:pt>
                <c:pt idx="396">
                  <c:v>4.07743E-5</c:v>
                </c:pt>
                <c:pt idx="397">
                  <c:v>4.1186999999999997E-5</c:v>
                </c:pt>
                <c:pt idx="398">
                  <c:v>4.1600400000000002E-5</c:v>
                </c:pt>
                <c:pt idx="399">
                  <c:v>4.2013700000000001E-5</c:v>
                </c:pt>
                <c:pt idx="400">
                  <c:v>4.24277E-5</c:v>
                </c:pt>
                <c:pt idx="401">
                  <c:v>4.2843000000000003E-5</c:v>
                </c:pt>
                <c:pt idx="402">
                  <c:v>4.3261599999999999E-5</c:v>
                </c:pt>
                <c:pt idx="403">
                  <c:v>4.3681099999999998E-5</c:v>
                </c:pt>
                <c:pt idx="404">
                  <c:v>4.40993E-5</c:v>
                </c:pt>
                <c:pt idx="405">
                  <c:v>4.45168E-5</c:v>
                </c:pt>
                <c:pt idx="406">
                  <c:v>4.4935300000000003E-5</c:v>
                </c:pt>
                <c:pt idx="407">
                  <c:v>4.5354900000000002E-5</c:v>
                </c:pt>
                <c:pt idx="408">
                  <c:v>4.5773399999999998E-5</c:v>
                </c:pt>
                <c:pt idx="409">
                  <c:v>4.6190299999999997E-5</c:v>
                </c:pt>
                <c:pt idx="410">
                  <c:v>4.6606300000000001E-5</c:v>
                </c:pt>
                <c:pt idx="411">
                  <c:v>4.70229E-5</c:v>
                </c:pt>
                <c:pt idx="412">
                  <c:v>4.7441400000000003E-5</c:v>
                </c:pt>
                <c:pt idx="413">
                  <c:v>4.7859099999999997E-5</c:v>
                </c:pt>
                <c:pt idx="414">
                  <c:v>4.8274199999999999E-5</c:v>
                </c:pt>
                <c:pt idx="415">
                  <c:v>4.8687499999999998E-5</c:v>
                </c:pt>
                <c:pt idx="416">
                  <c:v>4.9100600000000002E-5</c:v>
                </c:pt>
                <c:pt idx="417">
                  <c:v>4.9514200000000001E-5</c:v>
                </c:pt>
                <c:pt idx="418">
                  <c:v>4.9925500000000002E-5</c:v>
                </c:pt>
                <c:pt idx="419">
                  <c:v>5.0333600000000002E-5</c:v>
                </c:pt>
                <c:pt idx="420">
                  <c:v>5.0740199999999999E-5</c:v>
                </c:pt>
                <c:pt idx="421">
                  <c:v>5.1146300000000002E-5</c:v>
                </c:pt>
                <c:pt idx="422">
                  <c:v>5.1551899999999997E-5</c:v>
                </c:pt>
                <c:pt idx="423">
                  <c:v>5.19552E-5</c:v>
                </c:pt>
                <c:pt idx="424">
                  <c:v>5.2355100000000003E-5</c:v>
                </c:pt>
                <c:pt idx="425">
                  <c:v>5.2751499999999998E-5</c:v>
                </c:pt>
                <c:pt idx="426">
                  <c:v>5.3145800000000002E-5</c:v>
                </c:pt>
                <c:pt idx="427">
                  <c:v>5.35373E-5</c:v>
                </c:pt>
                <c:pt idx="428">
                  <c:v>5.3924400000000002E-5</c:v>
                </c:pt>
                <c:pt idx="429">
                  <c:v>5.4308100000000003E-5</c:v>
                </c:pt>
                <c:pt idx="430">
                  <c:v>5.4688300000000003E-5</c:v>
                </c:pt>
                <c:pt idx="431">
                  <c:v>5.5066199999999998E-5</c:v>
                </c:pt>
                <c:pt idx="432">
                  <c:v>5.5441E-5</c:v>
                </c:pt>
                <c:pt idx="433">
                  <c:v>5.58118E-5</c:v>
                </c:pt>
                <c:pt idx="434">
                  <c:v>5.6178599999999998E-5</c:v>
                </c:pt>
                <c:pt idx="435">
                  <c:v>5.6541600000000001E-5</c:v>
                </c:pt>
                <c:pt idx="436">
                  <c:v>5.6901399999999997E-5</c:v>
                </c:pt>
                <c:pt idx="437">
                  <c:v>5.7255800000000002E-5</c:v>
                </c:pt>
                <c:pt idx="438">
                  <c:v>5.76043E-5</c:v>
                </c:pt>
                <c:pt idx="439">
                  <c:v>5.7947700000000001E-5</c:v>
                </c:pt>
                <c:pt idx="440">
                  <c:v>5.8286599999999999E-5</c:v>
                </c:pt>
                <c:pt idx="441">
                  <c:v>5.8622300000000003E-5</c:v>
                </c:pt>
                <c:pt idx="442">
                  <c:v>5.8953100000000003E-5</c:v>
                </c:pt>
                <c:pt idx="443">
                  <c:v>5.9277500000000003E-5</c:v>
                </c:pt>
                <c:pt idx="444">
                  <c:v>5.9595700000000003E-5</c:v>
                </c:pt>
                <c:pt idx="445">
                  <c:v>5.9908799999999998E-5</c:v>
                </c:pt>
                <c:pt idx="446">
                  <c:v>6.0218099999999999E-5</c:v>
                </c:pt>
                <c:pt idx="447">
                  <c:v>6.0521099999999999E-5</c:v>
                </c:pt>
                <c:pt idx="448">
                  <c:v>6.0815E-5</c:v>
                </c:pt>
                <c:pt idx="449">
                  <c:v>6.1100900000000003E-5</c:v>
                </c:pt>
                <c:pt idx="450">
                  <c:v>6.1381499999999995E-5</c:v>
                </c:pt>
                <c:pt idx="451">
                  <c:v>6.1658599999999999E-5</c:v>
                </c:pt>
                <c:pt idx="452">
                  <c:v>6.1928599999999995E-5</c:v>
                </c:pt>
                <c:pt idx="453">
                  <c:v>6.2191200000000002E-5</c:v>
                </c:pt>
                <c:pt idx="454">
                  <c:v>6.2447399999999994E-5</c:v>
                </c:pt>
                <c:pt idx="455">
                  <c:v>6.2697299999999993E-5</c:v>
                </c:pt>
                <c:pt idx="456">
                  <c:v>6.2941700000000001E-5</c:v>
                </c:pt>
                <c:pt idx="457">
                  <c:v>6.3177900000000004E-5</c:v>
                </c:pt>
                <c:pt idx="458">
                  <c:v>6.3405500000000001E-5</c:v>
                </c:pt>
                <c:pt idx="459">
                  <c:v>6.3625099999999995E-5</c:v>
                </c:pt>
                <c:pt idx="460">
                  <c:v>6.3838999999999996E-5</c:v>
                </c:pt>
                <c:pt idx="461">
                  <c:v>6.4048599999999995E-5</c:v>
                </c:pt>
                <c:pt idx="462">
                  <c:v>6.4249299999999995E-5</c:v>
                </c:pt>
                <c:pt idx="463">
                  <c:v>6.4440699999999994E-5</c:v>
                </c:pt>
                <c:pt idx="464">
                  <c:v>6.4623599999999996E-5</c:v>
                </c:pt>
                <c:pt idx="465">
                  <c:v>6.4800499999999997E-5</c:v>
                </c:pt>
                <c:pt idx="466">
                  <c:v>6.4970500000000004E-5</c:v>
                </c:pt>
                <c:pt idx="467">
                  <c:v>6.5131300000000004E-5</c:v>
                </c:pt>
                <c:pt idx="468">
                  <c:v>6.52839E-5</c:v>
                </c:pt>
                <c:pt idx="469">
                  <c:v>6.5428700000000006E-5</c:v>
                </c:pt>
                <c:pt idx="470">
                  <c:v>6.5567400000000005E-5</c:v>
                </c:pt>
                <c:pt idx="471">
                  <c:v>6.5700100000000005E-5</c:v>
                </c:pt>
                <c:pt idx="472">
                  <c:v>6.58246E-5</c:v>
                </c:pt>
                <c:pt idx="473">
                  <c:v>6.5940399999999996E-5</c:v>
                </c:pt>
                <c:pt idx="474">
                  <c:v>6.6048699999999997E-5</c:v>
                </c:pt>
                <c:pt idx="475">
                  <c:v>6.6151700000000006E-5</c:v>
                </c:pt>
                <c:pt idx="476">
                  <c:v>6.6247800000000006E-5</c:v>
                </c:pt>
                <c:pt idx="477">
                  <c:v>6.6333899999999999E-5</c:v>
                </c:pt>
                <c:pt idx="478">
                  <c:v>6.64116E-5</c:v>
                </c:pt>
                <c:pt idx="479">
                  <c:v>6.6482800000000007E-5</c:v>
                </c:pt>
                <c:pt idx="480">
                  <c:v>6.6549099999999996E-5</c:v>
                </c:pt>
                <c:pt idx="481">
                  <c:v>6.6608199999999997E-5</c:v>
                </c:pt>
                <c:pt idx="482">
                  <c:v>6.6658100000000005E-5</c:v>
                </c:pt>
                <c:pt idx="483">
                  <c:v>6.6700700000000003E-5</c:v>
                </c:pt>
                <c:pt idx="484">
                  <c:v>6.6737599999999996E-5</c:v>
                </c:pt>
                <c:pt idx="485">
                  <c:v>6.6768999999999997E-5</c:v>
                </c:pt>
                <c:pt idx="486">
                  <c:v>6.6792199999999994E-5</c:v>
                </c:pt>
                <c:pt idx="487">
                  <c:v>6.6806300000000004E-5</c:v>
                </c:pt>
                <c:pt idx="488">
                  <c:v>6.6811900000000003E-5</c:v>
                </c:pt>
                <c:pt idx="489">
                  <c:v>6.68103E-5</c:v>
                </c:pt>
                <c:pt idx="490">
                  <c:v>6.6808499999999996E-5</c:v>
                </c:pt>
                <c:pt idx="491">
                  <c:v>6.6799100000000002E-5</c:v>
                </c:pt>
                <c:pt idx="492">
                  <c:v>6.6782300000000006E-5</c:v>
                </c:pt>
                <c:pt idx="493">
                  <c:v>6.6758800000000002E-5</c:v>
                </c:pt>
                <c:pt idx="494">
                  <c:v>6.6730000000000007E-5</c:v>
                </c:pt>
                <c:pt idx="495">
                  <c:v>6.6696800000000002E-5</c:v>
                </c:pt>
                <c:pt idx="496">
                  <c:v>6.6657100000000003E-5</c:v>
                </c:pt>
                <c:pt idx="497">
                  <c:v>6.6610499999999995E-5</c:v>
                </c:pt>
                <c:pt idx="498">
                  <c:v>6.6558700000000004E-5</c:v>
                </c:pt>
                <c:pt idx="499">
                  <c:v>6.6503199999999997E-5</c:v>
                </c:pt>
                <c:pt idx="500">
                  <c:v>6.6444499999999997E-5</c:v>
                </c:pt>
                <c:pt idx="501">
                  <c:v>6.63808E-5</c:v>
                </c:pt>
                <c:pt idx="502">
                  <c:v>6.6311399999999997E-5</c:v>
                </c:pt>
                <c:pt idx="503">
                  <c:v>6.6237300000000004E-5</c:v>
                </c:pt>
                <c:pt idx="504">
                  <c:v>6.6159299999999995E-5</c:v>
                </c:pt>
                <c:pt idx="505">
                  <c:v>6.6076300000000003E-5</c:v>
                </c:pt>
                <c:pt idx="506">
                  <c:v>6.5987299999999998E-5</c:v>
                </c:pt>
                <c:pt idx="507">
                  <c:v>6.5893600000000002E-5</c:v>
                </c:pt>
                <c:pt idx="508">
                  <c:v>6.5796299999999999E-5</c:v>
                </c:pt>
                <c:pt idx="509">
                  <c:v>6.5697400000000006E-5</c:v>
                </c:pt>
                <c:pt idx="510">
                  <c:v>6.5596099999999994E-5</c:v>
                </c:pt>
                <c:pt idx="511">
                  <c:v>6.5490700000000006E-5</c:v>
                </c:pt>
                <c:pt idx="512">
                  <c:v>6.5381400000000004E-5</c:v>
                </c:pt>
                <c:pt idx="513">
                  <c:v>6.5268699999999994E-5</c:v>
                </c:pt>
                <c:pt idx="514">
                  <c:v>6.5154399999999994E-5</c:v>
                </c:pt>
                <c:pt idx="515">
                  <c:v>6.5037900000000003E-5</c:v>
                </c:pt>
                <c:pt idx="516">
                  <c:v>6.4916699999999995E-5</c:v>
                </c:pt>
                <c:pt idx="517">
                  <c:v>6.4792199999999999E-5</c:v>
                </c:pt>
                <c:pt idx="518">
                  <c:v>6.46659E-5</c:v>
                </c:pt>
                <c:pt idx="519">
                  <c:v>6.45392E-5</c:v>
                </c:pt>
                <c:pt idx="520">
                  <c:v>6.4411400000000005E-5</c:v>
                </c:pt>
                <c:pt idx="521">
                  <c:v>6.4280400000000002E-5</c:v>
                </c:pt>
                <c:pt idx="522">
                  <c:v>6.4146799999999994E-5</c:v>
                </c:pt>
                <c:pt idx="523">
                  <c:v>6.4012399999999997E-5</c:v>
                </c:pt>
                <c:pt idx="524">
                  <c:v>6.3878000000000001E-5</c:v>
                </c:pt>
                <c:pt idx="525">
                  <c:v>6.3740399999999997E-5</c:v>
                </c:pt>
                <c:pt idx="526">
                  <c:v>6.3598900000000005E-5</c:v>
                </c:pt>
                <c:pt idx="527">
                  <c:v>6.3456599999999998E-5</c:v>
                </c:pt>
                <c:pt idx="528">
                  <c:v>6.3313700000000003E-5</c:v>
                </c:pt>
                <c:pt idx="529">
                  <c:v>6.3170199999999994E-5</c:v>
                </c:pt>
                <c:pt idx="530">
                  <c:v>6.3025699999999995E-5</c:v>
                </c:pt>
                <c:pt idx="531">
                  <c:v>6.2879200000000006E-5</c:v>
                </c:pt>
                <c:pt idx="532">
                  <c:v>6.2732100000000002E-5</c:v>
                </c:pt>
                <c:pt idx="533">
                  <c:v>6.2585599999999999E-5</c:v>
                </c:pt>
                <c:pt idx="534">
                  <c:v>6.2440400000000006E-5</c:v>
                </c:pt>
                <c:pt idx="535">
                  <c:v>6.2294100000000004E-5</c:v>
                </c:pt>
                <c:pt idx="536">
                  <c:v>6.2145900000000004E-5</c:v>
                </c:pt>
                <c:pt idx="537">
                  <c:v>6.1996900000000003E-5</c:v>
                </c:pt>
                <c:pt idx="538">
                  <c:v>6.1848100000000002E-5</c:v>
                </c:pt>
                <c:pt idx="539">
                  <c:v>6.1700300000000003E-5</c:v>
                </c:pt>
                <c:pt idx="540">
                  <c:v>6.1552399999999997E-5</c:v>
                </c:pt>
                <c:pt idx="541">
                  <c:v>6.1404300000000004E-5</c:v>
                </c:pt>
                <c:pt idx="542">
                  <c:v>6.1256300000000005E-5</c:v>
                </c:pt>
                <c:pt idx="543">
                  <c:v>6.1109499999999995E-5</c:v>
                </c:pt>
                <c:pt idx="544">
                  <c:v>6.0962099999999997E-5</c:v>
                </c:pt>
                <c:pt idx="545">
                  <c:v>6.0813600000000003E-5</c:v>
                </c:pt>
                <c:pt idx="546">
                  <c:v>6.0666199999999999E-5</c:v>
                </c:pt>
                <c:pt idx="547">
                  <c:v>6.0519100000000001E-5</c:v>
                </c:pt>
                <c:pt idx="548">
                  <c:v>6.0372599999999999E-5</c:v>
                </c:pt>
                <c:pt idx="549">
                  <c:v>6.0227499999999999E-5</c:v>
                </c:pt>
                <c:pt idx="550">
                  <c:v>6.0082399999999999E-5</c:v>
                </c:pt>
                <c:pt idx="551">
                  <c:v>5.99375E-5</c:v>
                </c:pt>
                <c:pt idx="552">
                  <c:v>5.9793100000000002E-5</c:v>
                </c:pt>
                <c:pt idx="553">
                  <c:v>5.9650600000000001E-5</c:v>
                </c:pt>
                <c:pt idx="554">
                  <c:v>5.9509200000000003E-5</c:v>
                </c:pt>
                <c:pt idx="555">
                  <c:v>5.9367399999999997E-5</c:v>
                </c:pt>
                <c:pt idx="556">
                  <c:v>5.9226199999999999E-5</c:v>
                </c:pt>
                <c:pt idx="557">
                  <c:v>5.9086100000000003E-5</c:v>
                </c:pt>
                <c:pt idx="558">
                  <c:v>5.8947499999999998E-5</c:v>
                </c:pt>
                <c:pt idx="559">
                  <c:v>5.8810200000000001E-5</c:v>
                </c:pt>
                <c:pt idx="560">
                  <c:v>5.8673199999999999E-5</c:v>
                </c:pt>
                <c:pt idx="561">
                  <c:v>5.85375E-5</c:v>
                </c:pt>
                <c:pt idx="562">
                  <c:v>5.8403599999999998E-5</c:v>
                </c:pt>
                <c:pt idx="563">
                  <c:v>5.8271499999999999E-5</c:v>
                </c:pt>
                <c:pt idx="564">
                  <c:v>5.81391E-5</c:v>
                </c:pt>
                <c:pt idx="565">
                  <c:v>5.8004699999999997E-5</c:v>
                </c:pt>
                <c:pt idx="566">
                  <c:v>5.7870300000000001E-5</c:v>
                </c:pt>
                <c:pt idx="567">
                  <c:v>5.7738400000000003E-5</c:v>
                </c:pt>
                <c:pt idx="568">
                  <c:v>5.7608300000000002E-5</c:v>
                </c:pt>
                <c:pt idx="569">
                  <c:v>5.7478200000000001E-5</c:v>
                </c:pt>
                <c:pt idx="570">
                  <c:v>5.7348600000000002E-5</c:v>
                </c:pt>
                <c:pt idx="571">
                  <c:v>5.7219799999999997E-5</c:v>
                </c:pt>
                <c:pt idx="572">
                  <c:v>5.7092500000000003E-5</c:v>
                </c:pt>
                <c:pt idx="573">
                  <c:v>5.6966799999999998E-5</c:v>
                </c:pt>
                <c:pt idx="574">
                  <c:v>5.6841300000000001E-5</c:v>
                </c:pt>
                <c:pt idx="575">
                  <c:v>5.6716799999999999E-5</c:v>
                </c:pt>
                <c:pt idx="576">
                  <c:v>5.6593399999999999E-5</c:v>
                </c:pt>
                <c:pt idx="577">
                  <c:v>5.6471699999999997E-5</c:v>
                </c:pt>
                <c:pt idx="578">
                  <c:v>5.6351899999999998E-5</c:v>
                </c:pt>
                <c:pt idx="579">
                  <c:v>5.6232E-5</c:v>
                </c:pt>
                <c:pt idx="580">
                  <c:v>5.6112900000000003E-5</c:v>
                </c:pt>
                <c:pt idx="581">
                  <c:v>5.59944E-5</c:v>
                </c:pt>
                <c:pt idx="582">
                  <c:v>5.5877000000000001E-5</c:v>
                </c:pt>
                <c:pt idx="583">
                  <c:v>5.5761699999999998E-5</c:v>
                </c:pt>
                <c:pt idx="584">
                  <c:v>5.5646899999999997E-5</c:v>
                </c:pt>
                <c:pt idx="585">
                  <c:v>5.5532699999999998E-5</c:v>
                </c:pt>
                <c:pt idx="586">
                  <c:v>5.5420200000000002E-5</c:v>
                </c:pt>
                <c:pt idx="587">
                  <c:v>5.5309500000000003E-5</c:v>
                </c:pt>
                <c:pt idx="588">
                  <c:v>5.51998E-5</c:v>
                </c:pt>
                <c:pt idx="589">
                  <c:v>5.5090000000000003E-5</c:v>
                </c:pt>
                <c:pt idx="590">
                  <c:v>5.4980900000000001E-5</c:v>
                </c:pt>
                <c:pt idx="591">
                  <c:v>5.4873000000000001E-5</c:v>
                </c:pt>
                <c:pt idx="592">
                  <c:v>5.4766099999999997E-5</c:v>
                </c:pt>
                <c:pt idx="593">
                  <c:v>5.4661299999999998E-5</c:v>
                </c:pt>
                <c:pt idx="594">
                  <c:v>5.4557900000000002E-5</c:v>
                </c:pt>
                <c:pt idx="595">
                  <c:v>5.4455700000000001E-5</c:v>
                </c:pt>
                <c:pt idx="596">
                  <c:v>5.4353900000000001E-5</c:v>
                </c:pt>
                <c:pt idx="597">
                  <c:v>5.4252500000000003E-5</c:v>
                </c:pt>
                <c:pt idx="598">
                  <c:v>5.41522E-5</c:v>
                </c:pt>
                <c:pt idx="599">
                  <c:v>5.4052699999999998E-5</c:v>
                </c:pt>
                <c:pt idx="600">
                  <c:v>5.3954299999999999E-5</c:v>
                </c:pt>
                <c:pt idx="601">
                  <c:v>5.3856600000000002E-5</c:v>
                </c:pt>
                <c:pt idx="602">
                  <c:v>5.3760600000000002E-5</c:v>
                </c:pt>
                <c:pt idx="603">
                  <c:v>5.3666099999999998E-5</c:v>
                </c:pt>
                <c:pt idx="604">
                  <c:v>5.35714E-5</c:v>
                </c:pt>
                <c:pt idx="605">
                  <c:v>5.3477299999999997E-5</c:v>
                </c:pt>
                <c:pt idx="606">
                  <c:v>5.3384699999999997E-5</c:v>
                </c:pt>
                <c:pt idx="607">
                  <c:v>5.3294200000000002E-5</c:v>
                </c:pt>
                <c:pt idx="608">
                  <c:v>5.3204300000000002E-5</c:v>
                </c:pt>
                <c:pt idx="609">
                  <c:v>5.31141E-5</c:v>
                </c:pt>
                <c:pt idx="610">
                  <c:v>5.3025500000000002E-5</c:v>
                </c:pt>
                <c:pt idx="611">
                  <c:v>5.2938700000000002E-5</c:v>
                </c:pt>
                <c:pt idx="612">
                  <c:v>5.2851800000000001E-5</c:v>
                </c:pt>
                <c:pt idx="613">
                  <c:v>5.27647E-5</c:v>
                </c:pt>
                <c:pt idx="614">
                  <c:v>5.2679100000000002E-5</c:v>
                </c:pt>
                <c:pt idx="615">
                  <c:v>5.2594099999999998E-5</c:v>
                </c:pt>
                <c:pt idx="616">
                  <c:v>5.2509800000000003E-5</c:v>
                </c:pt>
                <c:pt idx="617">
                  <c:v>5.2427099999999998E-5</c:v>
                </c:pt>
                <c:pt idx="618">
                  <c:v>5.2345500000000002E-5</c:v>
                </c:pt>
                <c:pt idx="619">
                  <c:v>5.2264500000000001E-5</c:v>
                </c:pt>
                <c:pt idx="620">
                  <c:v>5.2184600000000002E-5</c:v>
                </c:pt>
                <c:pt idx="621">
                  <c:v>5.2106099999999999E-5</c:v>
                </c:pt>
                <c:pt idx="622">
                  <c:v>5.2028499999999998E-5</c:v>
                </c:pt>
                <c:pt idx="623">
                  <c:v>5.1950200000000003E-5</c:v>
                </c:pt>
                <c:pt idx="624">
                  <c:v>5.18717E-5</c:v>
                </c:pt>
                <c:pt idx="625">
                  <c:v>5.17942E-5</c:v>
                </c:pt>
                <c:pt idx="626">
                  <c:v>5.1718500000000003E-5</c:v>
                </c:pt>
                <c:pt idx="627">
                  <c:v>5.1644300000000003E-5</c:v>
                </c:pt>
                <c:pt idx="628">
                  <c:v>5.1571099999999998E-5</c:v>
                </c:pt>
                <c:pt idx="629">
                  <c:v>5.1498900000000003E-5</c:v>
                </c:pt>
                <c:pt idx="630">
                  <c:v>5.1427500000000002E-5</c:v>
                </c:pt>
                <c:pt idx="631">
                  <c:v>5.1356300000000002E-5</c:v>
                </c:pt>
                <c:pt idx="632">
                  <c:v>5.1284800000000001E-5</c:v>
                </c:pt>
                <c:pt idx="633">
                  <c:v>5.12136E-5</c:v>
                </c:pt>
                <c:pt idx="634">
                  <c:v>5.1143800000000003E-5</c:v>
                </c:pt>
                <c:pt idx="635">
                  <c:v>5.1075600000000003E-5</c:v>
                </c:pt>
                <c:pt idx="636">
                  <c:v>5.1009099999999999E-5</c:v>
                </c:pt>
                <c:pt idx="637">
                  <c:v>5.0943399999999997E-5</c:v>
                </c:pt>
                <c:pt idx="638">
                  <c:v>5.0877700000000002E-5</c:v>
                </c:pt>
                <c:pt idx="639">
                  <c:v>5.0812400000000002E-5</c:v>
                </c:pt>
                <c:pt idx="640">
                  <c:v>5.0747300000000001E-5</c:v>
                </c:pt>
                <c:pt idx="641">
                  <c:v>5.0683100000000003E-5</c:v>
                </c:pt>
                <c:pt idx="642">
                  <c:v>5.0619399999999999E-5</c:v>
                </c:pt>
                <c:pt idx="643">
                  <c:v>5.0556000000000002E-5</c:v>
                </c:pt>
                <c:pt idx="644">
                  <c:v>5.0493900000000001E-5</c:v>
                </c:pt>
                <c:pt idx="645">
                  <c:v>5.0432100000000001E-5</c:v>
                </c:pt>
                <c:pt idx="646">
                  <c:v>5.0371399999999997E-5</c:v>
                </c:pt>
                <c:pt idx="647">
                  <c:v>5.0311300000000001E-5</c:v>
                </c:pt>
                <c:pt idx="648">
                  <c:v>5.0250799999999997E-5</c:v>
                </c:pt>
                <c:pt idx="649">
                  <c:v>5.0191200000000002E-5</c:v>
                </c:pt>
                <c:pt idx="650">
                  <c:v>5.0132400000000001E-5</c:v>
                </c:pt>
                <c:pt idx="651">
                  <c:v>5.0074500000000003E-5</c:v>
                </c:pt>
                <c:pt idx="652">
                  <c:v>5.0018200000000002E-5</c:v>
                </c:pt>
                <c:pt idx="653">
                  <c:v>4.9962500000000001E-5</c:v>
                </c:pt>
                <c:pt idx="654">
                  <c:v>4.9907300000000002E-5</c:v>
                </c:pt>
                <c:pt idx="655">
                  <c:v>4.9853099999999999E-5</c:v>
                </c:pt>
                <c:pt idx="656">
                  <c:v>4.9799200000000003E-5</c:v>
                </c:pt>
                <c:pt idx="657">
                  <c:v>4.9745099999999999E-5</c:v>
                </c:pt>
                <c:pt idx="658">
                  <c:v>4.9691499999999997E-5</c:v>
                </c:pt>
                <c:pt idx="659">
                  <c:v>4.9638600000000003E-5</c:v>
                </c:pt>
                <c:pt idx="660">
                  <c:v>4.9585900000000002E-5</c:v>
                </c:pt>
                <c:pt idx="661">
                  <c:v>4.9534099999999997E-5</c:v>
                </c:pt>
                <c:pt idx="662">
                  <c:v>4.9483400000000001E-5</c:v>
                </c:pt>
                <c:pt idx="663">
                  <c:v>4.9433600000000001E-5</c:v>
                </c:pt>
                <c:pt idx="664">
                  <c:v>4.93841E-5</c:v>
                </c:pt>
                <c:pt idx="665">
                  <c:v>4.9335300000000002E-5</c:v>
                </c:pt>
                <c:pt idx="666">
                  <c:v>4.9287199999999998E-5</c:v>
                </c:pt>
                <c:pt idx="667">
                  <c:v>4.92386E-5</c:v>
                </c:pt>
                <c:pt idx="668">
                  <c:v>4.9190000000000002E-5</c:v>
                </c:pt>
                <c:pt idx="669">
                  <c:v>4.91428E-5</c:v>
                </c:pt>
                <c:pt idx="670">
                  <c:v>4.9096900000000001E-5</c:v>
                </c:pt>
                <c:pt idx="671">
                  <c:v>4.9050500000000001E-5</c:v>
                </c:pt>
                <c:pt idx="672">
                  <c:v>4.9004400000000001E-5</c:v>
                </c:pt>
                <c:pt idx="673">
                  <c:v>4.8958700000000003E-5</c:v>
                </c:pt>
                <c:pt idx="674">
                  <c:v>4.8913399999999998E-5</c:v>
                </c:pt>
                <c:pt idx="675">
                  <c:v>4.8869200000000003E-5</c:v>
                </c:pt>
                <c:pt idx="676">
                  <c:v>4.8826499999999997E-5</c:v>
                </c:pt>
                <c:pt idx="677">
                  <c:v>4.87843E-5</c:v>
                </c:pt>
                <c:pt idx="678">
                  <c:v>4.8742100000000002E-5</c:v>
                </c:pt>
                <c:pt idx="679">
                  <c:v>4.8700599999999999E-5</c:v>
                </c:pt>
                <c:pt idx="680">
                  <c:v>4.8659999999999998E-5</c:v>
                </c:pt>
                <c:pt idx="681">
                  <c:v>4.8619099999999997E-5</c:v>
                </c:pt>
                <c:pt idx="682">
                  <c:v>4.8577600000000001E-5</c:v>
                </c:pt>
                <c:pt idx="683">
                  <c:v>4.8536299999999998E-5</c:v>
                </c:pt>
                <c:pt idx="684">
                  <c:v>4.8495899999999998E-5</c:v>
                </c:pt>
                <c:pt idx="685">
                  <c:v>4.84569E-5</c:v>
                </c:pt>
                <c:pt idx="686">
                  <c:v>4.8418499999999997E-5</c:v>
                </c:pt>
                <c:pt idx="687">
                  <c:v>4.8380600000000002E-5</c:v>
                </c:pt>
                <c:pt idx="688">
                  <c:v>4.8342900000000001E-5</c:v>
                </c:pt>
                <c:pt idx="689">
                  <c:v>4.83052E-5</c:v>
                </c:pt>
                <c:pt idx="690">
                  <c:v>4.82681E-5</c:v>
                </c:pt>
                <c:pt idx="691">
                  <c:v>4.8231500000000001E-5</c:v>
                </c:pt>
                <c:pt idx="692">
                  <c:v>4.8195699999999997E-5</c:v>
                </c:pt>
                <c:pt idx="693">
                  <c:v>4.8160600000000001E-5</c:v>
                </c:pt>
                <c:pt idx="694">
                  <c:v>4.8125499999999999E-5</c:v>
                </c:pt>
                <c:pt idx="695">
                  <c:v>4.8091099999999998E-5</c:v>
                </c:pt>
                <c:pt idx="696">
                  <c:v>4.8057199999999998E-5</c:v>
                </c:pt>
                <c:pt idx="697">
                  <c:v>4.8023299999999998E-5</c:v>
                </c:pt>
                <c:pt idx="698">
                  <c:v>4.7989799999999999E-5</c:v>
                </c:pt>
                <c:pt idx="699">
                  <c:v>4.7957500000000003E-5</c:v>
                </c:pt>
                <c:pt idx="700">
                  <c:v>4.7926000000000002E-5</c:v>
                </c:pt>
                <c:pt idx="701">
                  <c:v>4.7893999999999999E-5</c:v>
                </c:pt>
                <c:pt idx="702">
                  <c:v>4.7861500000000002E-5</c:v>
                </c:pt>
                <c:pt idx="703">
                  <c:v>4.7828899999999999E-5</c:v>
                </c:pt>
                <c:pt idx="704">
                  <c:v>4.7797599999999998E-5</c:v>
                </c:pt>
                <c:pt idx="705">
                  <c:v>4.7768100000000001E-5</c:v>
                </c:pt>
                <c:pt idx="706">
                  <c:v>4.7738499999999997E-5</c:v>
                </c:pt>
                <c:pt idx="707">
                  <c:v>4.7708599999999999E-5</c:v>
                </c:pt>
                <c:pt idx="708">
                  <c:v>4.7679799999999997E-5</c:v>
                </c:pt>
                <c:pt idx="709">
                  <c:v>4.7651600000000003E-5</c:v>
                </c:pt>
                <c:pt idx="710">
                  <c:v>4.7623600000000003E-5</c:v>
                </c:pt>
                <c:pt idx="711">
                  <c:v>4.7595500000000002E-5</c:v>
                </c:pt>
                <c:pt idx="712">
                  <c:v>4.7567300000000001E-5</c:v>
                </c:pt>
                <c:pt idx="713">
                  <c:v>4.7539600000000001E-5</c:v>
                </c:pt>
                <c:pt idx="714">
                  <c:v>4.7512600000000003E-5</c:v>
                </c:pt>
                <c:pt idx="715">
                  <c:v>4.74865E-5</c:v>
                </c:pt>
                <c:pt idx="716">
                  <c:v>4.7459900000000003E-5</c:v>
                </c:pt>
                <c:pt idx="717">
                  <c:v>4.7432799999999998E-5</c:v>
                </c:pt>
                <c:pt idx="718">
                  <c:v>4.7406900000000002E-5</c:v>
                </c:pt>
                <c:pt idx="719">
                  <c:v>4.7382400000000002E-5</c:v>
                </c:pt>
                <c:pt idx="720">
                  <c:v>4.7358299999999997E-5</c:v>
                </c:pt>
                <c:pt idx="721">
                  <c:v>4.7334699999999999E-5</c:v>
                </c:pt>
                <c:pt idx="722">
                  <c:v>4.7311800000000003E-5</c:v>
                </c:pt>
                <c:pt idx="723">
                  <c:v>4.7289400000000002E-5</c:v>
                </c:pt>
                <c:pt idx="724">
                  <c:v>4.72671E-5</c:v>
                </c:pt>
                <c:pt idx="725">
                  <c:v>4.7244599999999998E-5</c:v>
                </c:pt>
                <c:pt idx="726">
                  <c:v>4.72236E-5</c:v>
                </c:pt>
                <c:pt idx="727">
                  <c:v>4.7203899999999997E-5</c:v>
                </c:pt>
                <c:pt idx="728">
                  <c:v>4.7184600000000002E-5</c:v>
                </c:pt>
                <c:pt idx="729">
                  <c:v>4.7166200000000003E-5</c:v>
                </c:pt>
                <c:pt idx="730">
                  <c:v>4.7147300000000002E-5</c:v>
                </c:pt>
                <c:pt idx="731">
                  <c:v>4.7127399999999999E-5</c:v>
                </c:pt>
                <c:pt idx="732">
                  <c:v>4.7107600000000003E-5</c:v>
                </c:pt>
                <c:pt idx="733">
                  <c:v>4.7088400000000001E-5</c:v>
                </c:pt>
                <c:pt idx="734">
                  <c:v>4.7069800000000001E-5</c:v>
                </c:pt>
                <c:pt idx="735">
                  <c:v>4.7051200000000001E-5</c:v>
                </c:pt>
                <c:pt idx="736">
                  <c:v>4.7032700000000001E-5</c:v>
                </c:pt>
                <c:pt idx="737">
                  <c:v>4.7014500000000002E-5</c:v>
                </c:pt>
                <c:pt idx="738">
                  <c:v>4.6996400000000003E-5</c:v>
                </c:pt>
                <c:pt idx="739">
                  <c:v>4.6978099999999997E-5</c:v>
                </c:pt>
                <c:pt idx="740">
                  <c:v>4.6960099999999998E-5</c:v>
                </c:pt>
                <c:pt idx="741">
                  <c:v>4.69424E-5</c:v>
                </c:pt>
                <c:pt idx="742">
                  <c:v>4.6924700000000002E-5</c:v>
                </c:pt>
                <c:pt idx="743">
                  <c:v>4.6906900000000003E-5</c:v>
                </c:pt>
                <c:pt idx="744">
                  <c:v>4.6889499999999999E-5</c:v>
                </c:pt>
                <c:pt idx="745">
                  <c:v>4.6872900000000003E-5</c:v>
                </c:pt>
                <c:pt idx="746">
                  <c:v>4.6857400000000003E-5</c:v>
                </c:pt>
                <c:pt idx="747">
                  <c:v>4.6842199999999997E-5</c:v>
                </c:pt>
                <c:pt idx="748">
                  <c:v>4.6827099999999998E-5</c:v>
                </c:pt>
                <c:pt idx="749">
                  <c:v>4.6812499999999999E-5</c:v>
                </c:pt>
                <c:pt idx="750">
                  <c:v>4.67974E-5</c:v>
                </c:pt>
                <c:pt idx="751">
                  <c:v>4.6782100000000001E-5</c:v>
                </c:pt>
                <c:pt idx="752">
                  <c:v>4.6768299999999997E-5</c:v>
                </c:pt>
                <c:pt idx="753">
                  <c:v>4.6755599999999997E-5</c:v>
                </c:pt>
                <c:pt idx="754">
                  <c:v>4.6743299999999997E-5</c:v>
                </c:pt>
                <c:pt idx="755">
                  <c:v>4.6731399999999998E-5</c:v>
                </c:pt>
                <c:pt idx="756">
                  <c:v>4.6718699999999997E-5</c:v>
                </c:pt>
                <c:pt idx="757">
                  <c:v>4.6705800000000003E-5</c:v>
                </c:pt>
                <c:pt idx="758">
                  <c:v>4.6693500000000003E-5</c:v>
                </c:pt>
                <c:pt idx="759">
                  <c:v>4.6680900000000002E-5</c:v>
                </c:pt>
                <c:pt idx="760">
                  <c:v>4.6668700000000003E-5</c:v>
                </c:pt>
                <c:pt idx="761">
                  <c:v>4.6657799999999999E-5</c:v>
                </c:pt>
                <c:pt idx="762">
                  <c:v>4.6647100000000003E-5</c:v>
                </c:pt>
                <c:pt idx="763">
                  <c:v>4.66364E-5</c:v>
                </c:pt>
                <c:pt idx="764">
                  <c:v>4.6626099999999997E-5</c:v>
                </c:pt>
                <c:pt idx="765">
                  <c:v>4.6615500000000001E-5</c:v>
                </c:pt>
                <c:pt idx="766">
                  <c:v>4.6605299999999999E-5</c:v>
                </c:pt>
                <c:pt idx="767">
                  <c:v>4.6595899999999999E-5</c:v>
                </c:pt>
                <c:pt idx="768">
                  <c:v>4.6586699999999999E-5</c:v>
                </c:pt>
                <c:pt idx="769">
                  <c:v>4.6578E-5</c:v>
                </c:pt>
                <c:pt idx="770">
                  <c:v>4.6570000000000003E-5</c:v>
                </c:pt>
                <c:pt idx="771">
                  <c:v>4.6561499999999998E-5</c:v>
                </c:pt>
                <c:pt idx="772">
                  <c:v>4.65533E-5</c:v>
                </c:pt>
                <c:pt idx="773">
                  <c:v>4.6545499999999997E-5</c:v>
                </c:pt>
                <c:pt idx="774">
                  <c:v>4.6537299999999999E-5</c:v>
                </c:pt>
                <c:pt idx="775">
                  <c:v>4.6529400000000002E-5</c:v>
                </c:pt>
                <c:pt idx="776">
                  <c:v>4.65224E-5</c:v>
                </c:pt>
                <c:pt idx="777">
                  <c:v>4.6516700000000001E-5</c:v>
                </c:pt>
                <c:pt idx="778">
                  <c:v>4.6510900000000002E-5</c:v>
                </c:pt>
                <c:pt idx="779">
                  <c:v>4.6504900000000003E-5</c:v>
                </c:pt>
                <c:pt idx="780">
                  <c:v>4.6499000000000003E-5</c:v>
                </c:pt>
                <c:pt idx="781">
                  <c:v>4.6492600000000003E-5</c:v>
                </c:pt>
                <c:pt idx="782">
                  <c:v>4.6486999999999997E-5</c:v>
                </c:pt>
                <c:pt idx="783">
                  <c:v>4.6482900000000002E-5</c:v>
                </c:pt>
                <c:pt idx="784">
                  <c:v>4.6479E-5</c:v>
                </c:pt>
                <c:pt idx="785">
                  <c:v>4.6474499999999997E-5</c:v>
                </c:pt>
                <c:pt idx="786">
                  <c:v>4.6470600000000002E-5</c:v>
                </c:pt>
                <c:pt idx="787">
                  <c:v>4.6467800000000003E-5</c:v>
                </c:pt>
                <c:pt idx="788">
                  <c:v>4.6465199999999997E-5</c:v>
                </c:pt>
                <c:pt idx="789">
                  <c:v>4.6462799999999998E-5</c:v>
                </c:pt>
                <c:pt idx="790">
                  <c:v>4.64604E-5</c:v>
                </c:pt>
                <c:pt idx="791">
                  <c:v>4.6457600000000001E-5</c:v>
                </c:pt>
                <c:pt idx="792">
                  <c:v>4.6455000000000002E-5</c:v>
                </c:pt>
                <c:pt idx="793">
                  <c:v>4.6452999999999997E-5</c:v>
                </c:pt>
                <c:pt idx="794">
                  <c:v>4.64512E-5</c:v>
                </c:pt>
                <c:pt idx="795">
                  <c:v>4.6449799999999997E-5</c:v>
                </c:pt>
                <c:pt idx="796">
                  <c:v>4.6448600000000001E-5</c:v>
                </c:pt>
                <c:pt idx="797">
                  <c:v>4.6447399999999998E-5</c:v>
                </c:pt>
                <c:pt idx="798">
                  <c:v>4.6446500000000003E-5</c:v>
                </c:pt>
                <c:pt idx="799">
                  <c:v>4.6445400000000001E-5</c:v>
                </c:pt>
                <c:pt idx="800">
                  <c:v>4.6444599999999999E-5</c:v>
                </c:pt>
                <c:pt idx="801">
                  <c:v>4.6445E-5</c:v>
                </c:pt>
                <c:pt idx="802">
                  <c:v>4.6445700000000002E-5</c:v>
                </c:pt>
                <c:pt idx="803">
                  <c:v>4.6447099999999998E-5</c:v>
                </c:pt>
                <c:pt idx="804">
                  <c:v>4.6448500000000001E-5</c:v>
                </c:pt>
                <c:pt idx="805">
                  <c:v>4.6449999999999997E-5</c:v>
                </c:pt>
                <c:pt idx="806">
                  <c:v>4.6451600000000001E-5</c:v>
                </c:pt>
                <c:pt idx="807">
                  <c:v>4.6453099999999997E-5</c:v>
                </c:pt>
                <c:pt idx="808">
                  <c:v>4.6454800000000001E-5</c:v>
                </c:pt>
                <c:pt idx="809">
                  <c:v>4.6457700000000001E-5</c:v>
                </c:pt>
                <c:pt idx="810">
                  <c:v>4.6461900000000003E-5</c:v>
                </c:pt>
                <c:pt idx="811">
                  <c:v>4.6465599999999998E-5</c:v>
                </c:pt>
                <c:pt idx="812">
                  <c:v>4.6468899999999998E-5</c:v>
                </c:pt>
                <c:pt idx="813">
                  <c:v>4.6472399999999999E-5</c:v>
                </c:pt>
                <c:pt idx="814">
                  <c:v>4.6476400000000001E-5</c:v>
                </c:pt>
                <c:pt idx="815">
                  <c:v>4.6480100000000002E-5</c:v>
                </c:pt>
                <c:pt idx="816">
                  <c:v>4.6483799999999997E-5</c:v>
                </c:pt>
                <c:pt idx="817">
                  <c:v>4.6488500000000001E-5</c:v>
                </c:pt>
                <c:pt idx="818">
                  <c:v>4.6494099999999999E-5</c:v>
                </c:pt>
                <c:pt idx="819">
                  <c:v>4.6499199999999997E-5</c:v>
                </c:pt>
                <c:pt idx="820">
                  <c:v>4.65036E-5</c:v>
                </c:pt>
                <c:pt idx="821">
                  <c:v>4.6509099999999998E-5</c:v>
                </c:pt>
                <c:pt idx="822">
                  <c:v>4.6516500000000001E-5</c:v>
                </c:pt>
                <c:pt idx="823">
                  <c:v>4.6523700000000003E-5</c:v>
                </c:pt>
                <c:pt idx="824">
                  <c:v>4.6530099999999997E-5</c:v>
                </c:pt>
                <c:pt idx="825">
                  <c:v>4.6536999999999998E-5</c:v>
                </c:pt>
                <c:pt idx="826">
                  <c:v>4.6544400000000001E-5</c:v>
                </c:pt>
                <c:pt idx="827">
                  <c:v>4.6552299999999998E-5</c:v>
                </c:pt>
                <c:pt idx="828">
                  <c:v>4.6560300000000002E-5</c:v>
                </c:pt>
                <c:pt idx="829">
                  <c:v>4.65686E-5</c:v>
                </c:pt>
                <c:pt idx="830">
                  <c:v>4.6577299999999999E-5</c:v>
                </c:pt>
                <c:pt idx="831">
                  <c:v>4.6586099999999998E-5</c:v>
                </c:pt>
                <c:pt idx="832">
                  <c:v>4.6594999999999997E-5</c:v>
                </c:pt>
                <c:pt idx="833">
                  <c:v>4.6604000000000003E-5</c:v>
                </c:pt>
                <c:pt idx="834">
                  <c:v>4.6613400000000003E-5</c:v>
                </c:pt>
                <c:pt idx="835">
                  <c:v>4.6623599999999999E-5</c:v>
                </c:pt>
                <c:pt idx="836">
                  <c:v>4.6634100000000001E-5</c:v>
                </c:pt>
                <c:pt idx="837">
                  <c:v>4.6644100000000003E-5</c:v>
                </c:pt>
                <c:pt idx="838">
                  <c:v>4.6654599999999999E-5</c:v>
                </c:pt>
                <c:pt idx="839">
                  <c:v>4.6665700000000003E-5</c:v>
                </c:pt>
                <c:pt idx="840">
                  <c:v>4.66768E-5</c:v>
                </c:pt>
                <c:pt idx="841">
                  <c:v>4.6688799999999999E-5</c:v>
                </c:pt>
                <c:pt idx="842">
                  <c:v>4.6701199999999999E-5</c:v>
                </c:pt>
                <c:pt idx="843">
                  <c:v>4.6713599999999999E-5</c:v>
                </c:pt>
                <c:pt idx="844">
                  <c:v>4.6725699999999999E-5</c:v>
                </c:pt>
                <c:pt idx="845">
                  <c:v>4.6737799999999998E-5</c:v>
                </c:pt>
                <c:pt idx="846">
                  <c:v>4.6751400000000001E-5</c:v>
                </c:pt>
                <c:pt idx="847">
                  <c:v>4.6765099999999997E-5</c:v>
                </c:pt>
                <c:pt idx="848">
                  <c:v>4.6778499999999999E-5</c:v>
                </c:pt>
                <c:pt idx="849">
                  <c:v>4.6792100000000002E-5</c:v>
                </c:pt>
                <c:pt idx="850">
                  <c:v>4.6804900000000003E-5</c:v>
                </c:pt>
                <c:pt idx="851">
                  <c:v>4.6818399999999999E-5</c:v>
                </c:pt>
                <c:pt idx="852">
                  <c:v>4.6833099999999997E-5</c:v>
                </c:pt>
                <c:pt idx="853">
                  <c:v>4.6847600000000002E-5</c:v>
                </c:pt>
                <c:pt idx="854">
                  <c:v>4.6862500000000001E-5</c:v>
                </c:pt>
                <c:pt idx="855">
                  <c:v>4.6878000000000001E-5</c:v>
                </c:pt>
                <c:pt idx="856">
                  <c:v>4.6894100000000002E-5</c:v>
                </c:pt>
                <c:pt idx="857">
                  <c:v>4.6910299999999997E-5</c:v>
                </c:pt>
                <c:pt idx="858">
                  <c:v>4.6926399999999998E-5</c:v>
                </c:pt>
                <c:pt idx="859">
                  <c:v>4.69425E-5</c:v>
                </c:pt>
                <c:pt idx="860">
                  <c:v>4.6959400000000003E-5</c:v>
                </c:pt>
                <c:pt idx="861">
                  <c:v>4.6977300000000002E-5</c:v>
                </c:pt>
                <c:pt idx="862">
                  <c:v>4.6994799999999999E-5</c:v>
                </c:pt>
                <c:pt idx="863">
                  <c:v>4.7011900000000003E-5</c:v>
                </c:pt>
                <c:pt idx="864">
                  <c:v>4.7029400000000001E-5</c:v>
                </c:pt>
                <c:pt idx="865">
                  <c:v>4.7048300000000002E-5</c:v>
                </c:pt>
                <c:pt idx="866">
                  <c:v>4.7067700000000003E-5</c:v>
                </c:pt>
                <c:pt idx="867">
                  <c:v>4.7086999999999998E-5</c:v>
                </c:pt>
                <c:pt idx="868">
                  <c:v>4.7106600000000001E-5</c:v>
                </c:pt>
                <c:pt idx="869">
                  <c:v>4.7126300000000003E-5</c:v>
                </c:pt>
                <c:pt idx="870">
                  <c:v>4.71463E-5</c:v>
                </c:pt>
                <c:pt idx="871">
                  <c:v>4.7166999999999998E-5</c:v>
                </c:pt>
                <c:pt idx="872">
                  <c:v>4.7187800000000002E-5</c:v>
                </c:pt>
                <c:pt idx="873">
                  <c:v>4.7209300000000002E-5</c:v>
                </c:pt>
                <c:pt idx="874">
                  <c:v>4.7231200000000003E-5</c:v>
                </c:pt>
                <c:pt idx="875">
                  <c:v>4.7252600000000002E-5</c:v>
                </c:pt>
                <c:pt idx="876">
                  <c:v>4.7273700000000001E-5</c:v>
                </c:pt>
                <c:pt idx="877">
                  <c:v>4.7295500000000001E-5</c:v>
                </c:pt>
                <c:pt idx="878">
                  <c:v>4.7317900000000003E-5</c:v>
                </c:pt>
                <c:pt idx="879">
                  <c:v>4.7339999999999997E-5</c:v>
                </c:pt>
                <c:pt idx="880">
                  <c:v>4.7363100000000001E-5</c:v>
                </c:pt>
                <c:pt idx="881">
                  <c:v>4.7388100000000001E-5</c:v>
                </c:pt>
                <c:pt idx="882">
                  <c:v>4.7413100000000002E-5</c:v>
                </c:pt>
                <c:pt idx="883">
                  <c:v>4.7438100000000002E-5</c:v>
                </c:pt>
                <c:pt idx="884">
                  <c:v>4.7463100000000003E-5</c:v>
                </c:pt>
                <c:pt idx="885">
                  <c:v>4.7488599999999998E-5</c:v>
                </c:pt>
                <c:pt idx="886">
                  <c:v>4.75144E-5</c:v>
                </c:pt>
                <c:pt idx="887">
                  <c:v>4.7540100000000002E-5</c:v>
                </c:pt>
                <c:pt idx="888">
                  <c:v>4.7565699999999998E-5</c:v>
                </c:pt>
                <c:pt idx="889">
                  <c:v>4.75917E-5</c:v>
                </c:pt>
                <c:pt idx="890">
                  <c:v>4.7618999999999999E-5</c:v>
                </c:pt>
                <c:pt idx="891">
                  <c:v>4.7646799999999999E-5</c:v>
                </c:pt>
                <c:pt idx="892">
                  <c:v>4.7674399999999999E-5</c:v>
                </c:pt>
                <c:pt idx="893">
                  <c:v>4.7702499999999999E-5</c:v>
                </c:pt>
                <c:pt idx="894">
                  <c:v>4.7731300000000002E-5</c:v>
                </c:pt>
                <c:pt idx="895">
                  <c:v>4.7759999999999997E-5</c:v>
                </c:pt>
                <c:pt idx="896">
                  <c:v>4.7788199999999998E-5</c:v>
                </c:pt>
                <c:pt idx="897">
                  <c:v>4.7816699999999999E-5</c:v>
                </c:pt>
                <c:pt idx="898">
                  <c:v>4.7846200000000003E-5</c:v>
                </c:pt>
                <c:pt idx="899">
                  <c:v>4.78759E-5</c:v>
                </c:pt>
                <c:pt idx="900">
                  <c:v>4.7905999999999998E-5</c:v>
                </c:pt>
                <c:pt idx="901">
                  <c:v>4.7936799999999998E-5</c:v>
                </c:pt>
                <c:pt idx="902">
                  <c:v>4.7968199999999999E-5</c:v>
                </c:pt>
                <c:pt idx="903">
                  <c:v>4.8000600000000003E-5</c:v>
                </c:pt>
                <c:pt idx="904">
                  <c:v>4.8033099999999999E-5</c:v>
                </c:pt>
                <c:pt idx="905">
                  <c:v>4.8066199999999997E-5</c:v>
                </c:pt>
                <c:pt idx="906">
                  <c:v>4.8099100000000002E-5</c:v>
                </c:pt>
                <c:pt idx="907">
                  <c:v>4.8131499999999998E-5</c:v>
                </c:pt>
                <c:pt idx="908">
                  <c:v>4.8164700000000003E-5</c:v>
                </c:pt>
                <c:pt idx="909">
                  <c:v>4.8198600000000003E-5</c:v>
                </c:pt>
                <c:pt idx="910">
                  <c:v>4.8232899999999997E-5</c:v>
                </c:pt>
                <c:pt idx="911">
                  <c:v>4.8267299999999998E-5</c:v>
                </c:pt>
                <c:pt idx="912">
                  <c:v>4.8301499999999998E-5</c:v>
                </c:pt>
                <c:pt idx="913">
                  <c:v>4.83365E-5</c:v>
                </c:pt>
                <c:pt idx="914">
                  <c:v>4.8372099999999997E-5</c:v>
                </c:pt>
                <c:pt idx="915">
                  <c:v>4.8408200000000002E-5</c:v>
                </c:pt>
                <c:pt idx="916">
                  <c:v>4.84445E-5</c:v>
                </c:pt>
                <c:pt idx="917">
                  <c:v>4.8481199999999999E-5</c:v>
                </c:pt>
                <c:pt idx="918">
                  <c:v>4.85188E-5</c:v>
                </c:pt>
                <c:pt idx="919">
                  <c:v>4.8557299999999997E-5</c:v>
                </c:pt>
                <c:pt idx="920">
                  <c:v>4.8595599999999999E-5</c:v>
                </c:pt>
                <c:pt idx="921">
                  <c:v>4.8633300000000001E-5</c:v>
                </c:pt>
                <c:pt idx="922">
                  <c:v>4.8671899999999997E-5</c:v>
                </c:pt>
                <c:pt idx="923">
                  <c:v>4.8711400000000003E-5</c:v>
                </c:pt>
                <c:pt idx="924">
                  <c:v>4.8751200000000002E-5</c:v>
                </c:pt>
                <c:pt idx="925">
                  <c:v>4.8791300000000002E-5</c:v>
                </c:pt>
                <c:pt idx="926">
                  <c:v>4.8832000000000003E-5</c:v>
                </c:pt>
                <c:pt idx="927">
                  <c:v>4.8873399999999999E-5</c:v>
                </c:pt>
                <c:pt idx="928">
                  <c:v>4.8914800000000001E-5</c:v>
                </c:pt>
                <c:pt idx="929">
                  <c:v>4.8955999999999997E-5</c:v>
                </c:pt>
                <c:pt idx="930">
                  <c:v>4.8998400000000002E-5</c:v>
                </c:pt>
                <c:pt idx="931">
                  <c:v>4.9041900000000002E-5</c:v>
                </c:pt>
                <c:pt idx="932">
                  <c:v>4.9085300000000002E-5</c:v>
                </c:pt>
                <c:pt idx="933">
                  <c:v>4.9128999999999997E-5</c:v>
                </c:pt>
                <c:pt idx="934">
                  <c:v>4.9173399999999999E-5</c:v>
                </c:pt>
                <c:pt idx="935">
                  <c:v>4.9218000000000002E-5</c:v>
                </c:pt>
                <c:pt idx="936">
                  <c:v>4.9263099999999999E-5</c:v>
                </c:pt>
                <c:pt idx="937">
                  <c:v>4.9307900000000003E-5</c:v>
                </c:pt>
                <c:pt idx="938">
                  <c:v>4.9352299999999998E-5</c:v>
                </c:pt>
                <c:pt idx="939">
                  <c:v>4.9398599999999998E-5</c:v>
                </c:pt>
                <c:pt idx="940">
                  <c:v>4.9446000000000001E-5</c:v>
                </c:pt>
                <c:pt idx="941">
                  <c:v>4.9493300000000003E-5</c:v>
                </c:pt>
                <c:pt idx="942">
                  <c:v>4.9541099999999999E-5</c:v>
                </c:pt>
                <c:pt idx="943">
                  <c:v>4.9588900000000002E-5</c:v>
                </c:pt>
                <c:pt idx="944">
                  <c:v>4.9636699999999999E-5</c:v>
                </c:pt>
                <c:pt idx="945">
                  <c:v>4.9685999999999998E-5</c:v>
                </c:pt>
                <c:pt idx="946">
                  <c:v>4.9735799999999999E-5</c:v>
                </c:pt>
                <c:pt idx="947">
                  <c:v>4.97856E-5</c:v>
                </c:pt>
                <c:pt idx="948">
                  <c:v>4.9836500000000003E-5</c:v>
                </c:pt>
                <c:pt idx="949">
                  <c:v>4.9888700000000002E-5</c:v>
                </c:pt>
                <c:pt idx="950">
                  <c:v>4.9941200000000002E-5</c:v>
                </c:pt>
                <c:pt idx="951">
                  <c:v>4.9993700000000002E-5</c:v>
                </c:pt>
                <c:pt idx="952">
                  <c:v>5.0046899999999997E-5</c:v>
                </c:pt>
                <c:pt idx="953">
                  <c:v>5.0100499999999999E-5</c:v>
                </c:pt>
                <c:pt idx="954">
                  <c:v>5.0154200000000002E-5</c:v>
                </c:pt>
                <c:pt idx="955">
                  <c:v>5.0208399999999999E-5</c:v>
                </c:pt>
                <c:pt idx="956">
                  <c:v>5.0262600000000002E-5</c:v>
                </c:pt>
                <c:pt idx="957">
                  <c:v>5.0316599999999999E-5</c:v>
                </c:pt>
                <c:pt idx="958">
                  <c:v>5.0371999999999998E-5</c:v>
                </c:pt>
                <c:pt idx="959">
                  <c:v>5.0428900000000001E-5</c:v>
                </c:pt>
                <c:pt idx="960">
                  <c:v>5.0486099999999998E-5</c:v>
                </c:pt>
                <c:pt idx="961">
                  <c:v>5.0543100000000001E-5</c:v>
                </c:pt>
                <c:pt idx="962">
                  <c:v>5.0600599999999998E-5</c:v>
                </c:pt>
                <c:pt idx="963">
                  <c:v>5.0659199999999998E-5</c:v>
                </c:pt>
                <c:pt idx="964">
                  <c:v>5.0718699999999999E-5</c:v>
                </c:pt>
                <c:pt idx="965">
                  <c:v>5.0778600000000002E-5</c:v>
                </c:pt>
                <c:pt idx="966">
                  <c:v>5.0838599999999998E-5</c:v>
                </c:pt>
                <c:pt idx="967">
                  <c:v>5.0899600000000003E-5</c:v>
                </c:pt>
                <c:pt idx="968">
                  <c:v>5.0960700000000002E-5</c:v>
                </c:pt>
                <c:pt idx="969">
                  <c:v>5.1022E-5</c:v>
                </c:pt>
                <c:pt idx="970">
                  <c:v>5.10838E-5</c:v>
                </c:pt>
                <c:pt idx="971">
                  <c:v>5.1145800000000001E-5</c:v>
                </c:pt>
                <c:pt idx="972">
                  <c:v>5.1209399999999998E-5</c:v>
                </c:pt>
                <c:pt idx="973">
                  <c:v>5.1273999999999997E-5</c:v>
                </c:pt>
                <c:pt idx="974">
                  <c:v>5.1339099999999998E-5</c:v>
                </c:pt>
                <c:pt idx="975">
                  <c:v>5.1404499999999999E-5</c:v>
                </c:pt>
                <c:pt idx="976">
                  <c:v>5.1469199999999998E-5</c:v>
                </c:pt>
                <c:pt idx="977">
                  <c:v>5.1533799999999998E-5</c:v>
                </c:pt>
                <c:pt idx="978">
                  <c:v>5.1600300000000001E-5</c:v>
                </c:pt>
                <c:pt idx="979">
                  <c:v>5.16678E-5</c:v>
                </c:pt>
                <c:pt idx="980">
                  <c:v>5.1736100000000001E-5</c:v>
                </c:pt>
                <c:pt idx="981">
                  <c:v>5.1805699999999998E-5</c:v>
                </c:pt>
                <c:pt idx="982">
                  <c:v>5.1875900000000003E-5</c:v>
                </c:pt>
                <c:pt idx="983">
                  <c:v>5.1946200000000001E-5</c:v>
                </c:pt>
                <c:pt idx="984">
                  <c:v>5.2017E-5</c:v>
                </c:pt>
                <c:pt idx="985">
                  <c:v>5.20881E-5</c:v>
                </c:pt>
                <c:pt idx="986">
                  <c:v>5.2159500000000001E-5</c:v>
                </c:pt>
                <c:pt idx="987">
                  <c:v>5.2231400000000003E-5</c:v>
                </c:pt>
                <c:pt idx="988">
                  <c:v>5.23043E-5</c:v>
                </c:pt>
                <c:pt idx="989">
                  <c:v>5.2377999999999999E-5</c:v>
                </c:pt>
                <c:pt idx="990">
                  <c:v>5.2452399999999999E-5</c:v>
                </c:pt>
                <c:pt idx="991">
                  <c:v>5.2527700000000002E-5</c:v>
                </c:pt>
                <c:pt idx="992">
                  <c:v>5.2603699999999999E-5</c:v>
                </c:pt>
                <c:pt idx="993">
                  <c:v>5.2680799999999999E-5</c:v>
                </c:pt>
                <c:pt idx="994">
                  <c:v>5.27586E-5</c:v>
                </c:pt>
                <c:pt idx="995">
                  <c:v>5.2837000000000003E-5</c:v>
                </c:pt>
                <c:pt idx="996">
                  <c:v>5.2915299999999998E-5</c:v>
                </c:pt>
                <c:pt idx="997">
                  <c:v>5.2994000000000001E-5</c:v>
                </c:pt>
                <c:pt idx="998">
                  <c:v>5.3074E-5</c:v>
                </c:pt>
                <c:pt idx="999">
                  <c:v>5.3155000000000002E-5</c:v>
                </c:pt>
                <c:pt idx="1000">
                  <c:v>5.3236699999999998E-5</c:v>
                </c:pt>
                <c:pt idx="1001">
                  <c:v>5.3318500000000001E-5</c:v>
                </c:pt>
                <c:pt idx="1002">
                  <c:v>5.3400999999999999E-5</c:v>
                </c:pt>
                <c:pt idx="1003">
                  <c:v>5.3484099999999998E-5</c:v>
                </c:pt>
                <c:pt idx="1004">
                  <c:v>5.3567299999999998E-5</c:v>
                </c:pt>
                <c:pt idx="1005">
                  <c:v>5.36515E-5</c:v>
                </c:pt>
                <c:pt idx="1006">
                  <c:v>5.3737099999999997E-5</c:v>
                </c:pt>
                <c:pt idx="1007">
                  <c:v>5.3823100000000003E-5</c:v>
                </c:pt>
                <c:pt idx="1008">
                  <c:v>5.3909600000000003E-5</c:v>
                </c:pt>
                <c:pt idx="1009">
                  <c:v>5.3997199999999999E-5</c:v>
                </c:pt>
                <c:pt idx="1010">
                  <c:v>5.4085700000000003E-5</c:v>
                </c:pt>
                <c:pt idx="1011">
                  <c:v>5.4174600000000001E-5</c:v>
                </c:pt>
                <c:pt idx="1012">
                  <c:v>5.4265100000000003E-5</c:v>
                </c:pt>
                <c:pt idx="1013">
                  <c:v>5.4356900000000001E-5</c:v>
                </c:pt>
                <c:pt idx="1014">
                  <c:v>5.4447999999999998E-5</c:v>
                </c:pt>
                <c:pt idx="1015">
                  <c:v>5.4538900000000001E-5</c:v>
                </c:pt>
                <c:pt idx="1016">
                  <c:v>5.4630499999999998E-5</c:v>
                </c:pt>
                <c:pt idx="1017">
                  <c:v>5.4723799999999999E-5</c:v>
                </c:pt>
                <c:pt idx="1018">
                  <c:v>5.4818499999999997E-5</c:v>
                </c:pt>
                <c:pt idx="1019">
                  <c:v>5.4913300000000002E-5</c:v>
                </c:pt>
                <c:pt idx="1020">
                  <c:v>5.5009000000000001E-5</c:v>
                </c:pt>
                <c:pt idx="1021">
                  <c:v>5.5105899999999997E-5</c:v>
                </c:pt>
                <c:pt idx="1022">
                  <c:v>5.5203900000000002E-5</c:v>
                </c:pt>
                <c:pt idx="1023">
                  <c:v>5.53019E-5</c:v>
                </c:pt>
                <c:pt idx="1024">
                  <c:v>5.5400099999999998E-5</c:v>
                </c:pt>
                <c:pt idx="1025">
                  <c:v>5.54996E-5</c:v>
                </c:pt>
                <c:pt idx="1026">
                  <c:v>5.5600100000000003E-5</c:v>
                </c:pt>
                <c:pt idx="1027">
                  <c:v>5.5702100000000003E-5</c:v>
                </c:pt>
                <c:pt idx="1028">
                  <c:v>5.5805199999999999E-5</c:v>
                </c:pt>
                <c:pt idx="1029">
                  <c:v>5.5908900000000003E-5</c:v>
                </c:pt>
                <c:pt idx="1030">
                  <c:v>5.6013100000000001E-5</c:v>
                </c:pt>
                <c:pt idx="1031">
                  <c:v>5.6119100000000003E-5</c:v>
                </c:pt>
                <c:pt idx="1032">
                  <c:v>5.6226500000000001E-5</c:v>
                </c:pt>
                <c:pt idx="1033">
                  <c:v>5.6333899999999999E-5</c:v>
                </c:pt>
                <c:pt idx="1034">
                  <c:v>5.6441399999999998E-5</c:v>
                </c:pt>
                <c:pt idx="1035">
                  <c:v>5.6549599999999998E-5</c:v>
                </c:pt>
                <c:pt idx="1036">
                  <c:v>5.66588E-5</c:v>
                </c:pt>
                <c:pt idx="1037">
                  <c:v>5.6769299999999999E-5</c:v>
                </c:pt>
                <c:pt idx="1038">
                  <c:v>5.68811E-5</c:v>
                </c:pt>
                <c:pt idx="1039">
                  <c:v>5.6992700000000001E-5</c:v>
                </c:pt>
                <c:pt idx="1040">
                  <c:v>5.7105100000000003E-5</c:v>
                </c:pt>
                <c:pt idx="1041">
                  <c:v>5.7219200000000003E-5</c:v>
                </c:pt>
                <c:pt idx="1042">
                  <c:v>5.7334199999999997E-5</c:v>
                </c:pt>
                <c:pt idx="1043">
                  <c:v>5.7450100000000001E-5</c:v>
                </c:pt>
                <c:pt idx="1044">
                  <c:v>5.7567600000000001E-5</c:v>
                </c:pt>
                <c:pt idx="1045">
                  <c:v>5.7686000000000003E-5</c:v>
                </c:pt>
                <c:pt idx="1046">
                  <c:v>5.7805400000000001E-5</c:v>
                </c:pt>
                <c:pt idx="1047">
                  <c:v>5.79255E-5</c:v>
                </c:pt>
                <c:pt idx="1048">
                  <c:v>5.80463E-5</c:v>
                </c:pt>
                <c:pt idx="1049">
                  <c:v>5.8167800000000002E-5</c:v>
                </c:pt>
                <c:pt idx="1050">
                  <c:v>5.8289999999999999E-5</c:v>
                </c:pt>
                <c:pt idx="1051">
                  <c:v>5.8413499999999999E-5</c:v>
                </c:pt>
                <c:pt idx="1052">
                  <c:v>5.8538300000000002E-5</c:v>
                </c:pt>
                <c:pt idx="1053">
                  <c:v>5.86641E-5</c:v>
                </c:pt>
                <c:pt idx="1054">
                  <c:v>5.8789999999999998E-5</c:v>
                </c:pt>
                <c:pt idx="1055">
                  <c:v>5.8915700000000002E-5</c:v>
                </c:pt>
                <c:pt idx="1056">
                  <c:v>5.9043899999999999E-5</c:v>
                </c:pt>
                <c:pt idx="1057">
                  <c:v>5.9174500000000001E-5</c:v>
                </c:pt>
                <c:pt idx="1058">
                  <c:v>5.9305200000000003E-5</c:v>
                </c:pt>
                <c:pt idx="1059">
                  <c:v>5.94368E-5</c:v>
                </c:pt>
                <c:pt idx="1060">
                  <c:v>5.9570500000000002E-5</c:v>
                </c:pt>
                <c:pt idx="1061">
                  <c:v>5.9705399999999999E-5</c:v>
                </c:pt>
                <c:pt idx="1062">
                  <c:v>5.9840199999999997E-5</c:v>
                </c:pt>
                <c:pt idx="1063">
                  <c:v>5.9975600000000002E-5</c:v>
                </c:pt>
                <c:pt idx="1064">
                  <c:v>6.0112399999999997E-5</c:v>
                </c:pt>
                <c:pt idx="1065">
                  <c:v>6.0250700000000002E-5</c:v>
                </c:pt>
                <c:pt idx="1066">
                  <c:v>6.0390299999999997E-5</c:v>
                </c:pt>
                <c:pt idx="1067">
                  <c:v>6.05307E-5</c:v>
                </c:pt>
                <c:pt idx="1068">
                  <c:v>6.0672199999999998E-5</c:v>
                </c:pt>
                <c:pt idx="1069">
                  <c:v>6.0814599999999999E-5</c:v>
                </c:pt>
                <c:pt idx="1070">
                  <c:v>6.09575E-5</c:v>
                </c:pt>
                <c:pt idx="1071">
                  <c:v>6.1102100000000006E-5</c:v>
                </c:pt>
                <c:pt idx="1072">
                  <c:v>6.1248199999999994E-5</c:v>
                </c:pt>
                <c:pt idx="1073">
                  <c:v>6.1394800000000004E-5</c:v>
                </c:pt>
                <c:pt idx="1074">
                  <c:v>6.1542099999999995E-5</c:v>
                </c:pt>
                <c:pt idx="1075">
                  <c:v>6.1691099999999996E-5</c:v>
                </c:pt>
                <c:pt idx="1076">
                  <c:v>6.1841500000000001E-5</c:v>
                </c:pt>
                <c:pt idx="1077">
                  <c:v>6.19926E-5</c:v>
                </c:pt>
                <c:pt idx="1078">
                  <c:v>6.2145300000000003E-5</c:v>
                </c:pt>
                <c:pt idx="1079">
                  <c:v>6.2299199999999995E-5</c:v>
                </c:pt>
                <c:pt idx="1080">
                  <c:v>6.2454399999999996E-5</c:v>
                </c:pt>
                <c:pt idx="1081">
                  <c:v>6.26108E-5</c:v>
                </c:pt>
                <c:pt idx="1082">
                  <c:v>6.2767899999999999E-5</c:v>
                </c:pt>
                <c:pt idx="1083">
                  <c:v>6.2925700000000006E-5</c:v>
                </c:pt>
                <c:pt idx="1084">
                  <c:v>6.3084999999999997E-5</c:v>
                </c:pt>
                <c:pt idx="1085">
                  <c:v>6.3245599999999996E-5</c:v>
                </c:pt>
                <c:pt idx="1086">
                  <c:v>6.34078E-5</c:v>
                </c:pt>
                <c:pt idx="1087">
                  <c:v>6.3571200000000006E-5</c:v>
                </c:pt>
                <c:pt idx="1088">
                  <c:v>6.3735199999999999E-5</c:v>
                </c:pt>
                <c:pt idx="1089">
                  <c:v>6.3900500000000003E-5</c:v>
                </c:pt>
                <c:pt idx="1090">
                  <c:v>6.4067399999999996E-5</c:v>
                </c:pt>
                <c:pt idx="1091">
                  <c:v>6.4236E-5</c:v>
                </c:pt>
                <c:pt idx="1092">
                  <c:v>6.44061E-5</c:v>
                </c:pt>
                <c:pt idx="1093">
                  <c:v>6.4577200000000002E-5</c:v>
                </c:pt>
                <c:pt idx="1094">
                  <c:v>6.4749100000000007E-5</c:v>
                </c:pt>
                <c:pt idx="1095">
                  <c:v>6.49222E-5</c:v>
                </c:pt>
                <c:pt idx="1096">
                  <c:v>6.5097800000000005E-5</c:v>
                </c:pt>
                <c:pt idx="1097">
                  <c:v>6.5274899999999994E-5</c:v>
                </c:pt>
                <c:pt idx="1098">
                  <c:v>6.5452199999999997E-5</c:v>
                </c:pt>
                <c:pt idx="1099">
                  <c:v>6.5630999999999996E-5</c:v>
                </c:pt>
                <c:pt idx="1100">
                  <c:v>6.58124E-5</c:v>
                </c:pt>
                <c:pt idx="1101">
                  <c:v>6.5995500000000002E-5</c:v>
                </c:pt>
                <c:pt idx="1102">
                  <c:v>6.6179699999999999E-5</c:v>
                </c:pt>
                <c:pt idx="1103">
                  <c:v>6.6364800000000005E-5</c:v>
                </c:pt>
                <c:pt idx="1104">
                  <c:v>6.6551100000000001E-5</c:v>
                </c:pt>
                <c:pt idx="1105">
                  <c:v>6.67394E-5</c:v>
                </c:pt>
                <c:pt idx="1106">
                  <c:v>6.6929300000000003E-5</c:v>
                </c:pt>
                <c:pt idx="1107">
                  <c:v>6.7120599999999996E-5</c:v>
                </c:pt>
                <c:pt idx="1108">
                  <c:v>6.7312799999999997E-5</c:v>
                </c:pt>
                <c:pt idx="1109">
                  <c:v>6.7505899999999993E-5</c:v>
                </c:pt>
                <c:pt idx="1110">
                  <c:v>6.7701599999999996E-5</c:v>
                </c:pt>
                <c:pt idx="1111">
                  <c:v>6.7898599999999994E-5</c:v>
                </c:pt>
                <c:pt idx="1112">
                  <c:v>6.80961E-5</c:v>
                </c:pt>
                <c:pt idx="1113">
                  <c:v>6.8295199999999996E-5</c:v>
                </c:pt>
                <c:pt idx="1114">
                  <c:v>6.8496000000000003E-5</c:v>
                </c:pt>
                <c:pt idx="1115">
                  <c:v>6.8698199999999999E-5</c:v>
                </c:pt>
                <c:pt idx="1116">
                  <c:v>6.8901199999999997E-5</c:v>
                </c:pt>
                <c:pt idx="1117">
                  <c:v>6.9106300000000006E-5</c:v>
                </c:pt>
                <c:pt idx="1118">
                  <c:v>6.93137E-5</c:v>
                </c:pt>
                <c:pt idx="1119">
                  <c:v>6.9522400000000004E-5</c:v>
                </c:pt>
                <c:pt idx="1120">
                  <c:v>6.9733099999999998E-5</c:v>
                </c:pt>
                <c:pt idx="1121">
                  <c:v>6.9944700000000001E-5</c:v>
                </c:pt>
                <c:pt idx="1122">
                  <c:v>7.0156199999999998E-5</c:v>
                </c:pt>
                <c:pt idx="1123">
                  <c:v>7.0370000000000006E-5</c:v>
                </c:pt>
                <c:pt idx="1124">
                  <c:v>7.05869E-5</c:v>
                </c:pt>
                <c:pt idx="1125">
                  <c:v>7.0805500000000005E-5</c:v>
                </c:pt>
                <c:pt idx="1126">
                  <c:v>7.1024899999999998E-5</c:v>
                </c:pt>
                <c:pt idx="1127">
                  <c:v>7.1246099999999995E-5</c:v>
                </c:pt>
                <c:pt idx="1128">
                  <c:v>7.1469400000000004E-5</c:v>
                </c:pt>
                <c:pt idx="1129">
                  <c:v>7.1693799999999994E-5</c:v>
                </c:pt>
                <c:pt idx="1130">
                  <c:v>7.1919600000000002E-5</c:v>
                </c:pt>
                <c:pt idx="1131">
                  <c:v>7.2146799999999998E-5</c:v>
                </c:pt>
                <c:pt idx="1132">
                  <c:v>7.2375700000000006E-5</c:v>
                </c:pt>
                <c:pt idx="1133">
                  <c:v>7.2605699999999995E-5</c:v>
                </c:pt>
                <c:pt idx="1134">
                  <c:v>7.2838399999999997E-5</c:v>
                </c:pt>
                <c:pt idx="1135">
                  <c:v>7.3073599999999998E-5</c:v>
                </c:pt>
                <c:pt idx="1136">
                  <c:v>7.3310000000000001E-5</c:v>
                </c:pt>
                <c:pt idx="1137">
                  <c:v>7.3548300000000002E-5</c:v>
                </c:pt>
                <c:pt idx="1138">
                  <c:v>7.3787699999999998E-5</c:v>
                </c:pt>
                <c:pt idx="1139">
                  <c:v>7.4028600000000005E-5</c:v>
                </c:pt>
                <c:pt idx="1140">
                  <c:v>7.4271300000000002E-5</c:v>
                </c:pt>
                <c:pt idx="1141">
                  <c:v>7.4515800000000002E-5</c:v>
                </c:pt>
                <c:pt idx="1142">
                  <c:v>7.4762E-5</c:v>
                </c:pt>
                <c:pt idx="1143">
                  <c:v>7.5009699999999994E-5</c:v>
                </c:pt>
                <c:pt idx="1144">
                  <c:v>7.5260999999999997E-5</c:v>
                </c:pt>
                <c:pt idx="1145">
                  <c:v>7.5515199999999998E-5</c:v>
                </c:pt>
                <c:pt idx="1146">
                  <c:v>7.5770299999999995E-5</c:v>
                </c:pt>
                <c:pt idx="1147">
                  <c:v>7.6026399999999994E-5</c:v>
                </c:pt>
                <c:pt idx="1148">
                  <c:v>7.6284200000000004E-5</c:v>
                </c:pt>
                <c:pt idx="1149">
                  <c:v>7.65451E-5</c:v>
                </c:pt>
                <c:pt idx="1150">
                  <c:v>7.6808200000000001E-5</c:v>
                </c:pt>
                <c:pt idx="1151">
                  <c:v>7.7071500000000002E-5</c:v>
                </c:pt>
                <c:pt idx="1152">
                  <c:v>7.7335200000000005E-5</c:v>
                </c:pt>
                <c:pt idx="1153">
                  <c:v>7.7601800000000006E-5</c:v>
                </c:pt>
                <c:pt idx="1154">
                  <c:v>7.7872000000000003E-5</c:v>
                </c:pt>
                <c:pt idx="1155">
                  <c:v>7.8144000000000003E-5</c:v>
                </c:pt>
                <c:pt idx="1156">
                  <c:v>7.8416899999999998E-5</c:v>
                </c:pt>
                <c:pt idx="1157">
                  <c:v>7.8691399999999997E-5</c:v>
                </c:pt>
                <c:pt idx="1158">
                  <c:v>7.8968900000000002E-5</c:v>
                </c:pt>
                <c:pt idx="1159">
                  <c:v>7.9249600000000001E-5</c:v>
                </c:pt>
                <c:pt idx="1160">
                  <c:v>7.9531399999999995E-5</c:v>
                </c:pt>
                <c:pt idx="1161">
                  <c:v>7.9814799999999993E-5</c:v>
                </c:pt>
                <c:pt idx="1162">
                  <c:v>8.0100300000000003E-5</c:v>
                </c:pt>
                <c:pt idx="1163">
                  <c:v>8.0386899999999994E-5</c:v>
                </c:pt>
                <c:pt idx="1164">
                  <c:v>8.0676599999999999E-5</c:v>
                </c:pt>
                <c:pt idx="1165">
                  <c:v>8.0969800000000005E-5</c:v>
                </c:pt>
                <c:pt idx="1166">
                  <c:v>8.1264499999999994E-5</c:v>
                </c:pt>
                <c:pt idx="1167">
                  <c:v>8.1560500000000006E-5</c:v>
                </c:pt>
                <c:pt idx="1168">
                  <c:v>8.1858499999999996E-5</c:v>
                </c:pt>
                <c:pt idx="1169">
                  <c:v>8.2159100000000004E-5</c:v>
                </c:pt>
                <c:pt idx="1170">
                  <c:v>8.2460599999999994E-5</c:v>
                </c:pt>
                <c:pt idx="1171">
                  <c:v>8.2762600000000006E-5</c:v>
                </c:pt>
                <c:pt idx="1172">
                  <c:v>8.3067199999999996E-5</c:v>
                </c:pt>
                <c:pt idx="1173">
                  <c:v>8.33747E-5</c:v>
                </c:pt>
                <c:pt idx="1174">
                  <c:v>8.3685700000000004E-5</c:v>
                </c:pt>
                <c:pt idx="1175">
                  <c:v>8.3999500000000001E-5</c:v>
                </c:pt>
                <c:pt idx="1176">
                  <c:v>8.4314000000000006E-5</c:v>
                </c:pt>
                <c:pt idx="1177">
                  <c:v>8.4629999999999994E-5</c:v>
                </c:pt>
                <c:pt idx="1178">
                  <c:v>8.4949899999999998E-5</c:v>
                </c:pt>
                <c:pt idx="1179">
                  <c:v>8.5271899999999999E-5</c:v>
                </c:pt>
                <c:pt idx="1180">
                  <c:v>8.5595199999999997E-5</c:v>
                </c:pt>
                <c:pt idx="1181">
                  <c:v>8.5921000000000006E-5</c:v>
                </c:pt>
                <c:pt idx="1182">
                  <c:v>8.6249300000000001E-5</c:v>
                </c:pt>
                <c:pt idx="1183">
                  <c:v>8.6580400000000002E-5</c:v>
                </c:pt>
                <c:pt idx="1184">
                  <c:v>8.6914499999999996E-5</c:v>
                </c:pt>
                <c:pt idx="1185">
                  <c:v>8.7251199999999996E-5</c:v>
                </c:pt>
                <c:pt idx="1186">
                  <c:v>8.7590300000000001E-5</c:v>
                </c:pt>
                <c:pt idx="1187">
                  <c:v>8.7931599999999997E-5</c:v>
                </c:pt>
                <c:pt idx="1188">
                  <c:v>8.82761E-5</c:v>
                </c:pt>
                <c:pt idx="1189">
                  <c:v>8.8623100000000002E-5</c:v>
                </c:pt>
                <c:pt idx="1190">
                  <c:v>8.89712E-5</c:v>
                </c:pt>
                <c:pt idx="1191">
                  <c:v>8.9320299999999999E-5</c:v>
                </c:pt>
                <c:pt idx="1192">
                  <c:v>8.9671200000000003E-5</c:v>
                </c:pt>
                <c:pt idx="1193">
                  <c:v>9.0025399999999994E-5</c:v>
                </c:pt>
                <c:pt idx="1194">
                  <c:v>9.0382600000000004E-5</c:v>
                </c:pt>
                <c:pt idx="1195">
                  <c:v>9.0741899999999999E-5</c:v>
                </c:pt>
                <c:pt idx="1196">
                  <c:v>9.1103700000000007E-5</c:v>
                </c:pt>
                <c:pt idx="1197">
                  <c:v>9.1468300000000007E-5</c:v>
                </c:pt>
                <c:pt idx="1198">
                  <c:v>9.1835800000000006E-5</c:v>
                </c:pt>
                <c:pt idx="1199">
                  <c:v>9.2205099999999996E-5</c:v>
                </c:pt>
                <c:pt idx="1200">
                  <c:v>9.2576099999999996E-5</c:v>
                </c:pt>
                <c:pt idx="1201">
                  <c:v>9.2949199999999994E-5</c:v>
                </c:pt>
                <c:pt idx="1202">
                  <c:v>9.3325099999999999E-5</c:v>
                </c:pt>
                <c:pt idx="1203">
                  <c:v>9.3705899999999993E-5</c:v>
                </c:pt>
                <c:pt idx="1204">
                  <c:v>9.4090600000000003E-5</c:v>
                </c:pt>
                <c:pt idx="1205">
                  <c:v>9.4476799999999996E-5</c:v>
                </c:pt>
                <c:pt idx="1206">
                  <c:v>9.4864000000000005E-5</c:v>
                </c:pt>
                <c:pt idx="1207">
                  <c:v>9.5254799999999995E-5</c:v>
                </c:pt>
                <c:pt idx="1208">
                  <c:v>9.5649299999999999E-5</c:v>
                </c:pt>
                <c:pt idx="1209">
                  <c:v>9.6045000000000006E-5</c:v>
                </c:pt>
                <c:pt idx="1210">
                  <c:v>9.6442399999999997E-5</c:v>
                </c:pt>
                <c:pt idx="1211">
                  <c:v>9.6841899999999999E-5</c:v>
                </c:pt>
                <c:pt idx="1212">
                  <c:v>9.7245199999999995E-5</c:v>
                </c:pt>
                <c:pt idx="1213">
                  <c:v>9.76523E-5</c:v>
                </c:pt>
                <c:pt idx="1214">
                  <c:v>9.8061900000000004E-5</c:v>
                </c:pt>
                <c:pt idx="1215">
                  <c:v>9.8473699999999999E-5</c:v>
                </c:pt>
                <c:pt idx="1216">
                  <c:v>9.8888000000000006E-5</c:v>
                </c:pt>
                <c:pt idx="1217">
                  <c:v>9.9306000000000001E-5</c:v>
                </c:pt>
                <c:pt idx="1218">
                  <c:v>9.9726899999999995E-5</c:v>
                </c:pt>
                <c:pt idx="1219">
                  <c:v>1.0014900000000001E-4</c:v>
                </c:pt>
                <c:pt idx="1220">
                  <c:v>1.00573E-4</c:v>
                </c:pt>
                <c:pt idx="1221">
                  <c:v>1.01001E-4</c:v>
                </c:pt>
                <c:pt idx="1222">
                  <c:v>1.01434E-4</c:v>
                </c:pt>
                <c:pt idx="1223">
                  <c:v>1.0187E-4</c:v>
                </c:pt>
                <c:pt idx="1224">
                  <c:v>1.02308E-4</c:v>
                </c:pt>
                <c:pt idx="1225">
                  <c:v>1.02748E-4</c:v>
                </c:pt>
                <c:pt idx="1226">
                  <c:v>1.03191E-4</c:v>
                </c:pt>
                <c:pt idx="1227">
                  <c:v>1.03638E-4</c:v>
                </c:pt>
                <c:pt idx="1228">
                  <c:v>1.04089E-4</c:v>
                </c:pt>
                <c:pt idx="1229">
                  <c:v>1.04541E-4</c:v>
                </c:pt>
                <c:pt idx="1230">
                  <c:v>1.0499499999999999E-4</c:v>
                </c:pt>
                <c:pt idx="1231">
                  <c:v>1.05451E-4</c:v>
                </c:pt>
                <c:pt idx="1232">
                  <c:v>1.05911E-4</c:v>
                </c:pt>
                <c:pt idx="1233">
                  <c:v>1.06376E-4</c:v>
                </c:pt>
                <c:pt idx="1234">
                  <c:v>1.06844E-4</c:v>
                </c:pt>
                <c:pt idx="1235">
                  <c:v>1.07314E-4</c:v>
                </c:pt>
                <c:pt idx="1236">
                  <c:v>1.07786E-4</c:v>
                </c:pt>
                <c:pt idx="1237">
                  <c:v>1.08263E-4</c:v>
                </c:pt>
                <c:pt idx="1238">
                  <c:v>1.08743E-4</c:v>
                </c:pt>
                <c:pt idx="1239">
                  <c:v>1.09224E-4</c:v>
                </c:pt>
                <c:pt idx="1240">
                  <c:v>1.09708E-4</c:v>
                </c:pt>
                <c:pt idx="1241">
                  <c:v>1.10196E-4</c:v>
                </c:pt>
                <c:pt idx="1242">
                  <c:v>1.1069E-4</c:v>
                </c:pt>
                <c:pt idx="1243">
                  <c:v>1.11185E-4</c:v>
                </c:pt>
                <c:pt idx="1244">
                  <c:v>1.1168299999999999E-4</c:v>
                </c:pt>
                <c:pt idx="1245">
                  <c:v>1.1218300000000001E-4</c:v>
                </c:pt>
                <c:pt idx="1246">
                  <c:v>1.12686E-4</c:v>
                </c:pt>
                <c:pt idx="1247">
                  <c:v>1.13195E-4</c:v>
                </c:pt>
                <c:pt idx="1248">
                  <c:v>1.13706E-4</c:v>
                </c:pt>
                <c:pt idx="1249">
                  <c:v>1.14219E-4</c:v>
                </c:pt>
                <c:pt idx="1250">
                  <c:v>1.14734E-4</c:v>
                </c:pt>
                <c:pt idx="1251">
                  <c:v>1.15253E-4</c:v>
                </c:pt>
                <c:pt idx="1252">
                  <c:v>1.15778E-4</c:v>
                </c:pt>
                <c:pt idx="1253">
                  <c:v>1.1630599999999999E-4</c:v>
                </c:pt>
                <c:pt idx="1254">
                  <c:v>1.16836E-4</c:v>
                </c:pt>
                <c:pt idx="1255">
                  <c:v>1.1736899999999999E-4</c:v>
                </c:pt>
                <c:pt idx="1256">
                  <c:v>1.1790600000000001E-4</c:v>
                </c:pt>
                <c:pt idx="1257">
                  <c:v>1.18448E-4</c:v>
                </c:pt>
                <c:pt idx="1258">
                  <c:v>1.18991E-4</c:v>
                </c:pt>
                <c:pt idx="1259">
                  <c:v>1.19537E-4</c:v>
                </c:pt>
                <c:pt idx="1260">
                  <c:v>1.20087E-4</c:v>
                </c:pt>
                <c:pt idx="1261">
                  <c:v>1.20642E-4</c:v>
                </c:pt>
                <c:pt idx="1262">
                  <c:v>1.2120099999999999E-4</c:v>
                </c:pt>
                <c:pt idx="1263">
                  <c:v>1.21762E-4</c:v>
                </c:pt>
                <c:pt idx="1264">
                  <c:v>1.22328E-4</c:v>
                </c:pt>
                <c:pt idx="1265">
                  <c:v>1.22896E-4</c:v>
                </c:pt>
                <c:pt idx="1266">
                  <c:v>1.2346899999999999E-4</c:v>
                </c:pt>
                <c:pt idx="1267">
                  <c:v>1.2404699999999999E-4</c:v>
                </c:pt>
                <c:pt idx="1268">
                  <c:v>1.24626E-4</c:v>
                </c:pt>
                <c:pt idx="1269">
                  <c:v>1.2520599999999999E-4</c:v>
                </c:pt>
                <c:pt idx="1270">
                  <c:v>1.2578900000000001E-4</c:v>
                </c:pt>
                <c:pt idx="1271">
                  <c:v>1.2637799999999999E-4</c:v>
                </c:pt>
                <c:pt idx="1272">
                  <c:v>1.2697199999999999E-4</c:v>
                </c:pt>
                <c:pt idx="1273">
                  <c:v>1.27568E-4</c:v>
                </c:pt>
                <c:pt idx="1274">
                  <c:v>1.2816699999999999E-4</c:v>
                </c:pt>
                <c:pt idx="1275">
                  <c:v>1.2877E-4</c:v>
                </c:pt>
                <c:pt idx="1276">
                  <c:v>1.2937800000000001E-4</c:v>
                </c:pt>
                <c:pt idx="1277">
                  <c:v>1.2998999999999999E-4</c:v>
                </c:pt>
                <c:pt idx="1278">
                  <c:v>1.30603E-4</c:v>
                </c:pt>
                <c:pt idx="1279">
                  <c:v>1.3121899999999999E-4</c:v>
                </c:pt>
                <c:pt idx="1280">
                  <c:v>1.31839E-4</c:v>
                </c:pt>
                <c:pt idx="1281">
                  <c:v>1.32466E-4</c:v>
                </c:pt>
                <c:pt idx="1282">
                  <c:v>1.3309699999999999E-4</c:v>
                </c:pt>
                <c:pt idx="1283">
                  <c:v>1.33731E-4</c:v>
                </c:pt>
                <c:pt idx="1284">
                  <c:v>1.34368E-4</c:v>
                </c:pt>
                <c:pt idx="1285">
                  <c:v>1.3500799999999999E-4</c:v>
                </c:pt>
                <c:pt idx="1286">
                  <c:v>1.35654E-4</c:v>
                </c:pt>
                <c:pt idx="1287">
                  <c:v>1.36303E-4</c:v>
                </c:pt>
                <c:pt idx="1288">
                  <c:v>1.3695299999999999E-4</c:v>
                </c:pt>
                <c:pt idx="1289">
                  <c:v>1.37606E-4</c:v>
                </c:pt>
                <c:pt idx="1290">
                  <c:v>1.38264E-4</c:v>
                </c:pt>
                <c:pt idx="1291">
                  <c:v>1.3892700000000001E-4</c:v>
                </c:pt>
                <c:pt idx="1292">
                  <c:v>1.3959500000000001E-4</c:v>
                </c:pt>
                <c:pt idx="1293">
                  <c:v>1.40266E-4</c:v>
                </c:pt>
                <c:pt idx="1294">
                  <c:v>1.40939E-4</c:v>
                </c:pt>
                <c:pt idx="1295">
                  <c:v>1.4161800000000001E-4</c:v>
                </c:pt>
                <c:pt idx="1296">
                  <c:v>1.4230199999999999E-4</c:v>
                </c:pt>
                <c:pt idx="1297">
                  <c:v>1.4298800000000001E-4</c:v>
                </c:pt>
                <c:pt idx="1298">
                  <c:v>1.43676E-4</c:v>
                </c:pt>
                <c:pt idx="1299">
                  <c:v>1.44368E-4</c:v>
                </c:pt>
                <c:pt idx="1300">
                  <c:v>1.4506499999999999E-4</c:v>
                </c:pt>
                <c:pt idx="1301">
                  <c:v>1.45768E-4</c:v>
                </c:pt>
                <c:pt idx="1302">
                  <c:v>1.4647400000000001E-4</c:v>
                </c:pt>
                <c:pt idx="1303">
                  <c:v>1.4718399999999999E-4</c:v>
                </c:pt>
                <c:pt idx="1304">
                  <c:v>1.4789800000000001E-4</c:v>
                </c:pt>
                <c:pt idx="1305">
                  <c:v>1.48617E-4</c:v>
                </c:pt>
                <c:pt idx="1306">
                  <c:v>1.4934200000000001E-4</c:v>
                </c:pt>
                <c:pt idx="1307">
                  <c:v>1.50068E-4</c:v>
                </c:pt>
                <c:pt idx="1308">
                  <c:v>1.5079500000000001E-4</c:v>
                </c:pt>
                <c:pt idx="1309">
                  <c:v>1.5152500000000001E-4</c:v>
                </c:pt>
                <c:pt idx="1310">
                  <c:v>1.5226199999999999E-4</c:v>
                </c:pt>
                <c:pt idx="1311">
                  <c:v>1.5300399999999999E-4</c:v>
                </c:pt>
                <c:pt idx="1312">
                  <c:v>1.5375E-4</c:v>
                </c:pt>
                <c:pt idx="1313">
                  <c:v>1.54499E-4</c:v>
                </c:pt>
                <c:pt idx="1314">
                  <c:v>1.5525200000000001E-4</c:v>
                </c:pt>
                <c:pt idx="1315">
                  <c:v>1.5601100000000001E-4</c:v>
                </c:pt>
                <c:pt idx="1316">
                  <c:v>1.56773E-4</c:v>
                </c:pt>
                <c:pt idx="1317">
                  <c:v>1.57536E-4</c:v>
                </c:pt>
                <c:pt idx="1318">
                  <c:v>1.5830299999999999E-4</c:v>
                </c:pt>
                <c:pt idx="1319">
                  <c:v>1.59075E-4</c:v>
                </c:pt>
                <c:pt idx="1320">
                  <c:v>1.5985500000000001E-4</c:v>
                </c:pt>
                <c:pt idx="1321">
                  <c:v>1.6063899999999999E-4</c:v>
                </c:pt>
                <c:pt idx="1322">
                  <c:v>1.6142700000000001E-4</c:v>
                </c:pt>
                <c:pt idx="1323">
                  <c:v>1.6221700000000001E-4</c:v>
                </c:pt>
                <c:pt idx="1324">
                  <c:v>1.6301400000000001E-4</c:v>
                </c:pt>
                <c:pt idx="1325">
                  <c:v>1.6381499999999999E-4</c:v>
                </c:pt>
                <c:pt idx="1326">
                  <c:v>1.64618E-4</c:v>
                </c:pt>
                <c:pt idx="1327">
                  <c:v>1.65422E-4</c:v>
                </c:pt>
                <c:pt idx="1328">
                  <c:v>1.6622800000000001E-4</c:v>
                </c:pt>
                <c:pt idx="1329">
                  <c:v>1.6704099999999999E-4</c:v>
                </c:pt>
                <c:pt idx="1330">
                  <c:v>1.67861E-4</c:v>
                </c:pt>
                <c:pt idx="1331">
                  <c:v>1.68684E-4</c:v>
                </c:pt>
                <c:pt idx="1332">
                  <c:v>1.69512E-4</c:v>
                </c:pt>
                <c:pt idx="1333">
                  <c:v>1.7034299999999999E-4</c:v>
                </c:pt>
                <c:pt idx="1334">
                  <c:v>1.7118E-4</c:v>
                </c:pt>
                <c:pt idx="1335">
                  <c:v>1.72022E-4</c:v>
                </c:pt>
                <c:pt idx="1336">
                  <c:v>1.7286600000000001E-4</c:v>
                </c:pt>
                <c:pt idx="1337">
                  <c:v>1.7371199999999999E-4</c:v>
                </c:pt>
                <c:pt idx="1338">
                  <c:v>1.74561E-4</c:v>
                </c:pt>
                <c:pt idx="1339">
                  <c:v>1.75417E-4</c:v>
                </c:pt>
                <c:pt idx="1340">
                  <c:v>1.7628000000000001E-4</c:v>
                </c:pt>
                <c:pt idx="1341">
                  <c:v>1.77147E-4</c:v>
                </c:pt>
                <c:pt idx="1342">
                  <c:v>1.78016E-4</c:v>
                </c:pt>
                <c:pt idx="1343">
                  <c:v>1.7888999999999999E-4</c:v>
                </c:pt>
                <c:pt idx="1344">
                  <c:v>1.79772E-4</c:v>
                </c:pt>
                <c:pt idx="1345">
                  <c:v>1.8065799999999999E-4</c:v>
                </c:pt>
                <c:pt idx="1346">
                  <c:v>1.8154299999999999E-4</c:v>
                </c:pt>
                <c:pt idx="1347">
                  <c:v>1.8243E-4</c:v>
                </c:pt>
                <c:pt idx="1348">
                  <c:v>1.83322E-4</c:v>
                </c:pt>
                <c:pt idx="1349">
                  <c:v>1.8421999999999999E-4</c:v>
                </c:pt>
                <c:pt idx="1350">
                  <c:v>1.8512499999999999E-4</c:v>
                </c:pt>
                <c:pt idx="1351">
                  <c:v>1.8603200000000001E-4</c:v>
                </c:pt>
                <c:pt idx="1352">
                  <c:v>1.86942E-4</c:v>
                </c:pt>
                <c:pt idx="1353">
                  <c:v>1.8785699999999999E-4</c:v>
                </c:pt>
                <c:pt idx="1354">
                  <c:v>1.88779E-4</c:v>
                </c:pt>
                <c:pt idx="1355">
                  <c:v>1.8970400000000001E-4</c:v>
                </c:pt>
                <c:pt idx="1356">
                  <c:v>1.90633E-4</c:v>
                </c:pt>
                <c:pt idx="1357">
                  <c:v>1.91564E-4</c:v>
                </c:pt>
                <c:pt idx="1358">
                  <c:v>1.92499E-4</c:v>
                </c:pt>
                <c:pt idx="1359">
                  <c:v>1.9344100000000001E-4</c:v>
                </c:pt>
                <c:pt idx="1360">
                  <c:v>1.94391E-4</c:v>
                </c:pt>
                <c:pt idx="1361">
                  <c:v>1.9534399999999999E-4</c:v>
                </c:pt>
                <c:pt idx="1362">
                  <c:v>1.96298E-4</c:v>
                </c:pt>
                <c:pt idx="1363">
                  <c:v>1.97257E-4</c:v>
                </c:pt>
                <c:pt idx="1364">
                  <c:v>1.9822199999999999E-4</c:v>
                </c:pt>
                <c:pt idx="1365">
                  <c:v>1.9919100000000001E-4</c:v>
                </c:pt>
                <c:pt idx="1366">
                  <c:v>2.00161E-4</c:v>
                </c:pt>
                <c:pt idx="1367">
                  <c:v>2.01134E-4</c:v>
                </c:pt>
                <c:pt idx="1368">
                  <c:v>2.0211200000000001E-4</c:v>
                </c:pt>
                <c:pt idx="1369">
                  <c:v>2.0309899999999999E-4</c:v>
                </c:pt>
                <c:pt idx="1370">
                  <c:v>2.0409099999999999E-4</c:v>
                </c:pt>
                <c:pt idx="1371">
                  <c:v>2.0508500000000001E-4</c:v>
                </c:pt>
                <c:pt idx="1372">
                  <c:v>2.06083E-4</c:v>
                </c:pt>
                <c:pt idx="1373">
                  <c:v>2.07087E-4</c:v>
                </c:pt>
                <c:pt idx="1374">
                  <c:v>2.0809800000000001E-4</c:v>
                </c:pt>
                <c:pt idx="1375">
                  <c:v>2.09111E-4</c:v>
                </c:pt>
                <c:pt idx="1376">
                  <c:v>2.10127E-4</c:v>
                </c:pt>
                <c:pt idx="1377">
                  <c:v>2.11146E-4</c:v>
                </c:pt>
                <c:pt idx="1378">
                  <c:v>2.12172E-4</c:v>
                </c:pt>
                <c:pt idx="1379">
                  <c:v>2.1320599999999999E-4</c:v>
                </c:pt>
                <c:pt idx="1380">
                  <c:v>2.1424500000000001E-4</c:v>
                </c:pt>
                <c:pt idx="1381">
                  <c:v>2.15286E-4</c:v>
                </c:pt>
                <c:pt idx="1382">
                  <c:v>2.16331E-4</c:v>
                </c:pt>
                <c:pt idx="1383">
                  <c:v>2.17381E-4</c:v>
                </c:pt>
                <c:pt idx="1384">
                  <c:v>2.18438E-4</c:v>
                </c:pt>
                <c:pt idx="1385">
                  <c:v>2.1949799999999999E-4</c:v>
                </c:pt>
                <c:pt idx="1386">
                  <c:v>2.20557E-4</c:v>
                </c:pt>
                <c:pt idx="1387">
                  <c:v>2.2161899999999999E-4</c:v>
                </c:pt>
                <c:pt idx="1388">
                  <c:v>2.2269E-4</c:v>
                </c:pt>
                <c:pt idx="1389">
                  <c:v>2.2376699999999999E-4</c:v>
                </c:pt>
                <c:pt idx="1390">
                  <c:v>2.24847E-4</c:v>
                </c:pt>
                <c:pt idx="1391">
                  <c:v>2.2593099999999999E-4</c:v>
                </c:pt>
                <c:pt idx="1392">
                  <c:v>2.27018E-4</c:v>
                </c:pt>
                <c:pt idx="1393">
                  <c:v>2.28113E-4</c:v>
                </c:pt>
                <c:pt idx="1394">
                  <c:v>2.29213E-4</c:v>
                </c:pt>
                <c:pt idx="1395">
                  <c:v>2.3031500000000001E-4</c:v>
                </c:pt>
                <c:pt idx="1396">
                  <c:v>2.3141899999999999E-4</c:v>
                </c:pt>
                <c:pt idx="1397">
                  <c:v>2.3252799999999999E-4</c:v>
                </c:pt>
                <c:pt idx="1398">
                  <c:v>2.3364699999999999E-4</c:v>
                </c:pt>
                <c:pt idx="1399">
                  <c:v>2.3477200000000001E-4</c:v>
                </c:pt>
                <c:pt idx="1400">
                  <c:v>2.35899E-4</c:v>
                </c:pt>
                <c:pt idx="1401">
                  <c:v>2.3702900000000001E-4</c:v>
                </c:pt>
                <c:pt idx="1402">
                  <c:v>2.3816500000000001E-4</c:v>
                </c:pt>
                <c:pt idx="1403">
                  <c:v>2.39309E-4</c:v>
                </c:pt>
                <c:pt idx="1404">
                  <c:v>2.40454E-4</c:v>
                </c:pt>
                <c:pt idx="1405">
                  <c:v>2.4159999999999999E-4</c:v>
                </c:pt>
                <c:pt idx="1406">
                  <c:v>2.4274999999999999E-4</c:v>
                </c:pt>
                <c:pt idx="1407">
                  <c:v>2.4390499999999999E-4</c:v>
                </c:pt>
                <c:pt idx="1408">
                  <c:v>2.4506799999999998E-4</c:v>
                </c:pt>
                <c:pt idx="1409">
                  <c:v>2.4623800000000002E-4</c:v>
                </c:pt>
                <c:pt idx="1410">
                  <c:v>2.4741200000000002E-4</c:v>
                </c:pt>
                <c:pt idx="1411">
                  <c:v>2.4858900000000001E-4</c:v>
                </c:pt>
                <c:pt idx="1412">
                  <c:v>2.4977099999999998E-4</c:v>
                </c:pt>
                <c:pt idx="1413">
                  <c:v>2.5096E-4</c:v>
                </c:pt>
                <c:pt idx="1414">
                  <c:v>2.5215300000000002E-4</c:v>
                </c:pt>
                <c:pt idx="1415">
                  <c:v>2.5334700000000001E-4</c:v>
                </c:pt>
                <c:pt idx="1416">
                  <c:v>2.5454399999999999E-4</c:v>
                </c:pt>
                <c:pt idx="1417">
                  <c:v>2.5574799999999998E-4</c:v>
                </c:pt>
                <c:pt idx="1418">
                  <c:v>2.5696099999999999E-4</c:v>
                </c:pt>
                <c:pt idx="1419">
                  <c:v>2.5817700000000001E-4</c:v>
                </c:pt>
                <c:pt idx="1420">
                  <c:v>2.5939600000000001E-4</c:v>
                </c:pt>
                <c:pt idx="1421">
                  <c:v>2.60621E-4</c:v>
                </c:pt>
                <c:pt idx="1422">
                  <c:v>2.61854E-4</c:v>
                </c:pt>
                <c:pt idx="1423">
                  <c:v>2.6309400000000001E-4</c:v>
                </c:pt>
                <c:pt idx="1424">
                  <c:v>2.6433199999999999E-4</c:v>
                </c:pt>
                <c:pt idx="1425">
                  <c:v>2.6557000000000002E-4</c:v>
                </c:pt>
                <c:pt idx="1426">
                  <c:v>2.6681099999999999E-4</c:v>
                </c:pt>
                <c:pt idx="1427">
                  <c:v>2.6805900000000002E-4</c:v>
                </c:pt>
                <c:pt idx="1428">
                  <c:v>2.6931399999999999E-4</c:v>
                </c:pt>
                <c:pt idx="1429">
                  <c:v>2.7057300000000003E-4</c:v>
                </c:pt>
                <c:pt idx="1430">
                  <c:v>2.71835E-4</c:v>
                </c:pt>
                <c:pt idx="1431">
                  <c:v>2.7310099999999999E-4</c:v>
                </c:pt>
                <c:pt idx="1432">
                  <c:v>2.7437499999999999E-4</c:v>
                </c:pt>
                <c:pt idx="1433">
                  <c:v>2.7565400000000001E-4</c:v>
                </c:pt>
                <c:pt idx="1434">
                  <c:v>2.76934E-4</c:v>
                </c:pt>
                <c:pt idx="1435">
                  <c:v>2.7821600000000002E-4</c:v>
                </c:pt>
                <c:pt idx="1436">
                  <c:v>2.7950499999999999E-4</c:v>
                </c:pt>
                <c:pt idx="1437">
                  <c:v>2.8080200000000003E-4</c:v>
                </c:pt>
                <c:pt idx="1438">
                  <c:v>2.8210699999999997E-4</c:v>
                </c:pt>
                <c:pt idx="1439">
                  <c:v>2.8341400000000001E-4</c:v>
                </c:pt>
                <c:pt idx="1440">
                  <c:v>2.8472399999999998E-4</c:v>
                </c:pt>
                <c:pt idx="1441">
                  <c:v>2.8603899999999998E-4</c:v>
                </c:pt>
                <c:pt idx="1442">
                  <c:v>2.8736099999999997E-4</c:v>
                </c:pt>
                <c:pt idx="1443">
                  <c:v>2.8868600000000002E-4</c:v>
                </c:pt>
                <c:pt idx="1444">
                  <c:v>2.9001E-4</c:v>
                </c:pt>
                <c:pt idx="1445">
                  <c:v>2.9133799999999998E-4</c:v>
                </c:pt>
                <c:pt idx="1446">
                  <c:v>2.9267099999999999E-4</c:v>
                </c:pt>
                <c:pt idx="1447">
                  <c:v>2.9401200000000002E-4</c:v>
                </c:pt>
                <c:pt idx="1448">
                  <c:v>2.9535999999999999E-4</c:v>
                </c:pt>
                <c:pt idx="1449">
                  <c:v>2.9671199999999997E-4</c:v>
                </c:pt>
                <c:pt idx="1450">
                  <c:v>2.9806500000000003E-4</c:v>
                </c:pt>
                <c:pt idx="1451">
                  <c:v>2.9942400000000001E-4</c:v>
                </c:pt>
                <c:pt idx="1452">
                  <c:v>3.0079100000000001E-4</c:v>
                </c:pt>
                <c:pt idx="1453">
                  <c:v>3.0216200000000003E-4</c:v>
                </c:pt>
                <c:pt idx="1454">
                  <c:v>3.03534E-4</c:v>
                </c:pt>
                <c:pt idx="1455">
                  <c:v>3.0490900000000002E-4</c:v>
                </c:pt>
                <c:pt idx="1456">
                  <c:v>3.0628900000000001E-4</c:v>
                </c:pt>
                <c:pt idx="1457">
                  <c:v>3.0768000000000001E-4</c:v>
                </c:pt>
                <c:pt idx="1458">
                  <c:v>3.09077E-4</c:v>
                </c:pt>
                <c:pt idx="1459">
                  <c:v>3.1047600000000001E-4</c:v>
                </c:pt>
                <c:pt idx="1460">
                  <c:v>3.1187700000000001E-4</c:v>
                </c:pt>
                <c:pt idx="1461">
                  <c:v>3.1328399999999999E-4</c:v>
                </c:pt>
                <c:pt idx="1462">
                  <c:v>3.1470000000000001E-4</c:v>
                </c:pt>
                <c:pt idx="1463">
                  <c:v>3.1611600000000002E-4</c:v>
                </c:pt>
                <c:pt idx="1464">
                  <c:v>3.1753E-4</c:v>
                </c:pt>
                <c:pt idx="1465">
                  <c:v>3.18945E-4</c:v>
                </c:pt>
                <c:pt idx="1466">
                  <c:v>3.20367E-4</c:v>
                </c:pt>
                <c:pt idx="1467">
                  <c:v>3.21799E-4</c:v>
                </c:pt>
                <c:pt idx="1468">
                  <c:v>3.23235E-4</c:v>
                </c:pt>
                <c:pt idx="1469">
                  <c:v>3.2467299999999999E-4</c:v>
                </c:pt>
                <c:pt idx="1470">
                  <c:v>3.2611199999999998E-4</c:v>
                </c:pt>
                <c:pt idx="1471">
                  <c:v>3.2756000000000001E-4</c:v>
                </c:pt>
                <c:pt idx="1472">
                  <c:v>3.2901399999999998E-4</c:v>
                </c:pt>
                <c:pt idx="1473">
                  <c:v>3.3046900000000001E-4</c:v>
                </c:pt>
                <c:pt idx="1474">
                  <c:v>3.3192600000000002E-4</c:v>
                </c:pt>
                <c:pt idx="1475">
                  <c:v>3.3338699999999998E-4</c:v>
                </c:pt>
                <c:pt idx="1476">
                  <c:v>3.3485699999999998E-4</c:v>
                </c:pt>
                <c:pt idx="1477">
                  <c:v>3.3633300000000002E-4</c:v>
                </c:pt>
                <c:pt idx="1478">
                  <c:v>3.3781099999999998E-4</c:v>
                </c:pt>
                <c:pt idx="1479">
                  <c:v>3.3929099999999997E-4</c:v>
                </c:pt>
                <c:pt idx="1480">
                  <c:v>3.4077400000000001E-4</c:v>
                </c:pt>
                <c:pt idx="1481">
                  <c:v>3.4226599999999998E-4</c:v>
                </c:pt>
                <c:pt idx="1482">
                  <c:v>3.4376200000000001E-4</c:v>
                </c:pt>
                <c:pt idx="1483">
                  <c:v>3.45256E-4</c:v>
                </c:pt>
                <c:pt idx="1484">
                  <c:v>3.4675100000000001E-4</c:v>
                </c:pt>
                <c:pt idx="1485">
                  <c:v>3.4825200000000001E-4</c:v>
                </c:pt>
                <c:pt idx="1486">
                  <c:v>3.4976199999999999E-4</c:v>
                </c:pt>
                <c:pt idx="1487">
                  <c:v>3.5127999999999998E-4</c:v>
                </c:pt>
                <c:pt idx="1488">
                  <c:v>3.5280000000000001E-4</c:v>
                </c:pt>
                <c:pt idx="1489">
                  <c:v>3.54321E-4</c:v>
                </c:pt>
                <c:pt idx="1490">
                  <c:v>3.5584499999999998E-4</c:v>
                </c:pt>
                <c:pt idx="1491">
                  <c:v>3.5737799999999999E-4</c:v>
                </c:pt>
                <c:pt idx="1492">
                  <c:v>3.5891299999999998E-4</c:v>
                </c:pt>
                <c:pt idx="1493">
                  <c:v>3.6044700000000001E-4</c:v>
                </c:pt>
                <c:pt idx="1494">
                  <c:v>3.61985E-4</c:v>
                </c:pt>
                <c:pt idx="1495">
                  <c:v>3.6352800000000001E-4</c:v>
                </c:pt>
                <c:pt idx="1496">
                  <c:v>3.6508100000000001E-4</c:v>
                </c:pt>
                <c:pt idx="1497">
                  <c:v>3.6663899999999998E-4</c:v>
                </c:pt>
                <c:pt idx="1498">
                  <c:v>3.6819799999999997E-4</c:v>
                </c:pt>
                <c:pt idx="1499">
                  <c:v>3.6976000000000001E-4</c:v>
                </c:pt>
                <c:pt idx="1500">
                  <c:v>3.7132400000000002E-4</c:v>
                </c:pt>
                <c:pt idx="1501">
                  <c:v>3.7287799999999999E-4</c:v>
                </c:pt>
                <c:pt idx="1502">
                  <c:v>3.7442399999999999E-4</c:v>
                </c:pt>
                <c:pt idx="1503">
                  <c:v>3.75981E-4</c:v>
                </c:pt>
                <c:pt idx="1504">
                  <c:v>3.7754999999999999E-4</c:v>
                </c:pt>
                <c:pt idx="1505">
                  <c:v>3.7912800000000001E-4</c:v>
                </c:pt>
                <c:pt idx="1506">
                  <c:v>3.80715E-4</c:v>
                </c:pt>
                <c:pt idx="1507">
                  <c:v>3.8230300000000002E-4</c:v>
                </c:pt>
                <c:pt idx="1508">
                  <c:v>3.8389199999999999E-4</c:v>
                </c:pt>
                <c:pt idx="1509">
                  <c:v>3.8548500000000003E-4</c:v>
                </c:pt>
                <c:pt idx="1510">
                  <c:v>3.8708500000000001E-4</c:v>
                </c:pt>
                <c:pt idx="1511">
                  <c:v>3.8869000000000002E-4</c:v>
                </c:pt>
                <c:pt idx="1512">
                  <c:v>3.9029599999999999E-4</c:v>
                </c:pt>
                <c:pt idx="1513">
                  <c:v>3.9190200000000002E-4</c:v>
                </c:pt>
                <c:pt idx="1514">
                  <c:v>3.93512E-4</c:v>
                </c:pt>
                <c:pt idx="1515">
                  <c:v>3.9512899999999998E-4</c:v>
                </c:pt>
                <c:pt idx="1516">
                  <c:v>3.9675399999999998E-4</c:v>
                </c:pt>
                <c:pt idx="1517">
                  <c:v>3.9838100000000001E-4</c:v>
                </c:pt>
                <c:pt idx="1518">
                  <c:v>4.0001000000000001E-4</c:v>
                </c:pt>
                <c:pt idx="1519">
                  <c:v>4.0164399999999999E-4</c:v>
                </c:pt>
                <c:pt idx="1520">
                  <c:v>4.0328500000000003E-4</c:v>
                </c:pt>
                <c:pt idx="1521">
                  <c:v>4.0492700000000002E-4</c:v>
                </c:pt>
                <c:pt idx="1522">
                  <c:v>4.0656699999999999E-4</c:v>
                </c:pt>
                <c:pt idx="1523">
                  <c:v>4.08207E-4</c:v>
                </c:pt>
                <c:pt idx="1524">
                  <c:v>4.0985099999999998E-4</c:v>
                </c:pt>
                <c:pt idx="1525">
                  <c:v>4.1150399999999998E-4</c:v>
                </c:pt>
                <c:pt idx="1526">
                  <c:v>4.1316399999999999E-4</c:v>
                </c:pt>
                <c:pt idx="1527">
                  <c:v>4.14824E-4</c:v>
                </c:pt>
                <c:pt idx="1528">
                  <c:v>4.1648500000000002E-4</c:v>
                </c:pt>
                <c:pt idx="1529">
                  <c:v>4.1815100000000002E-4</c:v>
                </c:pt>
                <c:pt idx="1530">
                  <c:v>4.1982500000000003E-4</c:v>
                </c:pt>
                <c:pt idx="1531">
                  <c:v>4.2150100000000002E-4</c:v>
                </c:pt>
                <c:pt idx="1532">
                  <c:v>4.23177E-4</c:v>
                </c:pt>
                <c:pt idx="1533">
                  <c:v>4.2485500000000002E-4</c:v>
                </c:pt>
                <c:pt idx="1534">
                  <c:v>4.2653599999999998E-4</c:v>
                </c:pt>
                <c:pt idx="1535">
                  <c:v>4.2822599999999998E-4</c:v>
                </c:pt>
                <c:pt idx="1536">
                  <c:v>4.2991999999999998E-4</c:v>
                </c:pt>
                <c:pt idx="1537">
                  <c:v>4.3161399999999998E-4</c:v>
                </c:pt>
                <c:pt idx="1538">
                  <c:v>4.3331100000000003E-4</c:v>
                </c:pt>
                <c:pt idx="1539">
                  <c:v>4.3501299999999999E-4</c:v>
                </c:pt>
                <c:pt idx="1540">
                  <c:v>4.36725E-4</c:v>
                </c:pt>
                <c:pt idx="1541">
                  <c:v>4.3843700000000002E-4</c:v>
                </c:pt>
                <c:pt idx="1542">
                  <c:v>4.4014500000000002E-4</c:v>
                </c:pt>
                <c:pt idx="1543">
                  <c:v>4.4185200000000001E-4</c:v>
                </c:pt>
                <c:pt idx="1544">
                  <c:v>4.4356400000000002E-4</c:v>
                </c:pt>
                <c:pt idx="1545">
                  <c:v>4.4528699999999999E-4</c:v>
                </c:pt>
                <c:pt idx="1546">
                  <c:v>4.4701300000000001E-4</c:v>
                </c:pt>
                <c:pt idx="1547">
                  <c:v>4.4873800000000001E-4</c:v>
                </c:pt>
                <c:pt idx="1548">
                  <c:v>4.5046399999999998E-4</c:v>
                </c:pt>
                <c:pt idx="1549">
                  <c:v>4.5219500000000002E-4</c:v>
                </c:pt>
                <c:pt idx="1550">
                  <c:v>4.5393199999999999E-4</c:v>
                </c:pt>
                <c:pt idx="1551">
                  <c:v>4.5566900000000002E-4</c:v>
                </c:pt>
                <c:pt idx="1552">
                  <c:v>4.5740499999999998E-4</c:v>
                </c:pt>
                <c:pt idx="1553">
                  <c:v>4.5914399999999998E-4</c:v>
                </c:pt>
                <c:pt idx="1554">
                  <c:v>4.6088999999999999E-4</c:v>
                </c:pt>
                <c:pt idx="1555">
                  <c:v>4.6264500000000003E-4</c:v>
                </c:pt>
                <c:pt idx="1556">
                  <c:v>4.64399E-4</c:v>
                </c:pt>
                <c:pt idx="1557">
                  <c:v>4.6615399999999998E-4</c:v>
                </c:pt>
                <c:pt idx="1558">
                  <c:v>4.6790999999999998E-4</c:v>
                </c:pt>
                <c:pt idx="1559">
                  <c:v>4.69674E-4</c:v>
                </c:pt>
                <c:pt idx="1560">
                  <c:v>4.7143800000000002E-4</c:v>
                </c:pt>
                <c:pt idx="1561">
                  <c:v>4.7319899999999999E-4</c:v>
                </c:pt>
                <c:pt idx="1562">
                  <c:v>4.7496000000000002E-4</c:v>
                </c:pt>
                <c:pt idx="1563">
                  <c:v>4.7672399999999998E-4</c:v>
                </c:pt>
                <c:pt idx="1564">
                  <c:v>4.7849600000000002E-4</c:v>
                </c:pt>
                <c:pt idx="1565">
                  <c:v>4.8027399999999999E-4</c:v>
                </c:pt>
                <c:pt idx="1566">
                  <c:v>4.8205200000000001E-4</c:v>
                </c:pt>
                <c:pt idx="1567">
                  <c:v>4.8383200000000001E-4</c:v>
                </c:pt>
                <c:pt idx="1568">
                  <c:v>4.8561299999999997E-4</c:v>
                </c:pt>
                <c:pt idx="1569">
                  <c:v>4.8740300000000002E-4</c:v>
                </c:pt>
                <c:pt idx="1570">
                  <c:v>4.8919399999999998E-4</c:v>
                </c:pt>
                <c:pt idx="1571">
                  <c:v>4.9098200000000005E-4</c:v>
                </c:pt>
                <c:pt idx="1572">
                  <c:v>4.9277000000000001E-4</c:v>
                </c:pt>
                <c:pt idx="1573">
                  <c:v>4.9456000000000001E-4</c:v>
                </c:pt>
                <c:pt idx="1574">
                  <c:v>4.9635900000000004E-4</c:v>
                </c:pt>
                <c:pt idx="1575">
                  <c:v>4.9816499999999996E-4</c:v>
                </c:pt>
                <c:pt idx="1576">
                  <c:v>4.9997099999999999E-4</c:v>
                </c:pt>
                <c:pt idx="1577">
                  <c:v>5.0177700000000002E-4</c:v>
                </c:pt>
                <c:pt idx="1578">
                  <c:v>5.03587E-4</c:v>
                </c:pt>
                <c:pt idx="1579">
                  <c:v>5.0540299999999997E-4</c:v>
                </c:pt>
                <c:pt idx="1580">
                  <c:v>5.07216E-4</c:v>
                </c:pt>
                <c:pt idx="1581">
                  <c:v>5.0902300000000005E-4</c:v>
                </c:pt>
                <c:pt idx="1582">
                  <c:v>5.1082899999999997E-4</c:v>
                </c:pt>
                <c:pt idx="1583">
                  <c:v>5.1263999999999997E-4</c:v>
                </c:pt>
                <c:pt idx="1584">
                  <c:v>5.1446E-4</c:v>
                </c:pt>
                <c:pt idx="1585">
                  <c:v>5.1628199999999996E-4</c:v>
                </c:pt>
                <c:pt idx="1586">
                  <c:v>5.1810199999999999E-4</c:v>
                </c:pt>
                <c:pt idx="1587">
                  <c:v>5.1992300000000004E-4</c:v>
                </c:pt>
                <c:pt idx="1588">
                  <c:v>5.2174999999999997E-4</c:v>
                </c:pt>
                <c:pt idx="1589">
                  <c:v>5.2358299999999999E-4</c:v>
                </c:pt>
                <c:pt idx="1590">
                  <c:v>5.2541600000000001E-4</c:v>
                </c:pt>
                <c:pt idx="1591">
                  <c:v>5.2724599999999999E-4</c:v>
                </c:pt>
                <c:pt idx="1592">
                  <c:v>5.2907699999999998E-4</c:v>
                </c:pt>
                <c:pt idx="1593">
                  <c:v>5.3091499999999997E-4</c:v>
                </c:pt>
                <c:pt idx="1594">
                  <c:v>5.3275999999999996E-4</c:v>
                </c:pt>
                <c:pt idx="1595">
                  <c:v>5.3460599999999997E-4</c:v>
                </c:pt>
                <c:pt idx="1596">
                  <c:v>5.3644999999999995E-4</c:v>
                </c:pt>
                <c:pt idx="1597">
                  <c:v>5.3829500000000005E-4</c:v>
                </c:pt>
                <c:pt idx="1598">
                  <c:v>5.4014600000000003E-4</c:v>
                </c:pt>
                <c:pt idx="1599">
                  <c:v>5.4199999999999995E-4</c:v>
                </c:pt>
                <c:pt idx="1600">
                  <c:v>5.43849E-4</c:v>
                </c:pt>
                <c:pt idx="1601">
                  <c:v>5.4569700000000004E-4</c:v>
                </c:pt>
                <c:pt idx="1602">
                  <c:v>5.4754499999999998E-4</c:v>
                </c:pt>
                <c:pt idx="1603">
                  <c:v>5.4940100000000003E-4</c:v>
                </c:pt>
                <c:pt idx="1604">
                  <c:v>5.5126299999999997E-4</c:v>
                </c:pt>
                <c:pt idx="1605">
                  <c:v>5.5312299999999998E-4</c:v>
                </c:pt>
                <c:pt idx="1606">
                  <c:v>5.5498500000000003E-4</c:v>
                </c:pt>
                <c:pt idx="1607">
                  <c:v>5.5685000000000001E-4</c:v>
                </c:pt>
                <c:pt idx="1608">
                  <c:v>5.5872400000000003E-4</c:v>
                </c:pt>
                <c:pt idx="1609">
                  <c:v>5.6060099999999998E-4</c:v>
                </c:pt>
                <c:pt idx="1610">
                  <c:v>5.6247399999999998E-4</c:v>
                </c:pt>
                <c:pt idx="1611">
                  <c:v>5.6434699999999998E-4</c:v>
                </c:pt>
                <c:pt idx="1612">
                  <c:v>5.6621999999999998E-4</c:v>
                </c:pt>
                <c:pt idx="1613">
                  <c:v>5.68101E-4</c:v>
                </c:pt>
                <c:pt idx="1614">
                  <c:v>5.6998699999999999E-4</c:v>
                </c:pt>
                <c:pt idx="1615">
                  <c:v>5.7187099999999995E-4</c:v>
                </c:pt>
                <c:pt idx="1616">
                  <c:v>5.73754E-4</c:v>
                </c:pt>
                <c:pt idx="1617">
                  <c:v>5.7563799999999995E-4</c:v>
                </c:pt>
                <c:pt idx="1618">
                  <c:v>5.7753199999999996E-4</c:v>
                </c:pt>
                <c:pt idx="1619">
                  <c:v>5.7942499999999995E-4</c:v>
                </c:pt>
                <c:pt idx="1620">
                  <c:v>5.8131299999999997E-4</c:v>
                </c:pt>
                <c:pt idx="1621">
                  <c:v>5.8319800000000005E-4</c:v>
                </c:pt>
                <c:pt idx="1622">
                  <c:v>5.8508400000000004E-4</c:v>
                </c:pt>
                <c:pt idx="1623">
                  <c:v>5.8697899999999995E-4</c:v>
                </c:pt>
                <c:pt idx="1624">
                  <c:v>5.8887800000000004E-4</c:v>
                </c:pt>
                <c:pt idx="1625">
                  <c:v>5.9077399999999996E-4</c:v>
                </c:pt>
                <c:pt idx="1626">
                  <c:v>5.9267800000000002E-4</c:v>
                </c:pt>
                <c:pt idx="1627">
                  <c:v>5.9464100000000003E-4</c:v>
                </c:pt>
                <c:pt idx="1628">
                  <c:v>5.9667100000000001E-4</c:v>
                </c:pt>
                <c:pt idx="1629">
                  <c:v>5.9869399999999998E-4</c:v>
                </c:pt>
                <c:pt idx="1630">
                  <c:v>6.0067900000000001E-4</c:v>
                </c:pt>
                <c:pt idx="1631">
                  <c:v>6.0264100000000001E-4</c:v>
                </c:pt>
                <c:pt idx="1632">
                  <c:v>6.04603E-4</c:v>
                </c:pt>
                <c:pt idx="1633">
                  <c:v>6.0658000000000001E-4</c:v>
                </c:pt>
                <c:pt idx="1634">
                  <c:v>6.0856199999999999E-4</c:v>
                </c:pt>
                <c:pt idx="1635">
                  <c:v>6.1053799999999999E-4</c:v>
                </c:pt>
                <c:pt idx="1636">
                  <c:v>6.1250599999999997E-4</c:v>
                </c:pt>
                <c:pt idx="1637">
                  <c:v>6.1447499999999996E-4</c:v>
                </c:pt>
                <c:pt idx="1638">
                  <c:v>6.1644200000000003E-4</c:v>
                </c:pt>
                <c:pt idx="1639">
                  <c:v>6.1839900000000005E-4</c:v>
                </c:pt>
                <c:pt idx="1640">
                  <c:v>6.2034700000000004E-4</c:v>
                </c:pt>
                <c:pt idx="1641">
                  <c:v>6.2229099999999997E-4</c:v>
                </c:pt>
                <c:pt idx="1642">
                  <c:v>6.2423999999999997E-4</c:v>
                </c:pt>
                <c:pt idx="1643">
                  <c:v>6.2619300000000004E-4</c:v>
                </c:pt>
                <c:pt idx="1644">
                  <c:v>6.2814100000000003E-4</c:v>
                </c:pt>
                <c:pt idx="1645">
                  <c:v>6.3010400000000004E-4</c:v>
                </c:pt>
                <c:pt idx="1646">
                  <c:v>6.3208000000000003E-4</c:v>
                </c:pt>
                <c:pt idx="1647">
                  <c:v>6.3405299999999998E-4</c:v>
                </c:pt>
                <c:pt idx="1648">
                  <c:v>6.3619600000000001E-4</c:v>
                </c:pt>
                <c:pt idx="1649">
                  <c:v>6.3858999999999997E-4</c:v>
                </c:pt>
                <c:pt idx="1650">
                  <c:v>6.4097199999999996E-4</c:v>
                </c:pt>
                <c:pt idx="1651">
                  <c:v>6.4320100000000004E-4</c:v>
                </c:pt>
                <c:pt idx="1652">
                  <c:v>6.4536900000000002E-4</c:v>
                </c:pt>
                <c:pt idx="1653">
                  <c:v>6.4762800000000003E-4</c:v>
                </c:pt>
                <c:pt idx="1654">
                  <c:v>6.4997600000000003E-4</c:v>
                </c:pt>
                <c:pt idx="1655">
                  <c:v>6.5226499999999996E-4</c:v>
                </c:pt>
                <c:pt idx="1656">
                  <c:v>6.5457099999999995E-4</c:v>
                </c:pt>
                <c:pt idx="1657">
                  <c:v>6.5693399999999997E-4</c:v>
                </c:pt>
                <c:pt idx="1658">
                  <c:v>6.5922099999999998E-4</c:v>
                </c:pt>
                <c:pt idx="1659">
                  <c:v>6.6140899999999996E-4</c:v>
                </c:pt>
                <c:pt idx="1660">
                  <c:v>6.6353500000000004E-4</c:v>
                </c:pt>
                <c:pt idx="1661">
                  <c:v>6.6562100000000003E-4</c:v>
                </c:pt>
                <c:pt idx="1662">
                  <c:v>6.6768399999999999E-4</c:v>
                </c:pt>
                <c:pt idx="1663">
                  <c:v>6.6972699999999995E-4</c:v>
                </c:pt>
                <c:pt idx="1664">
                  <c:v>6.7175199999999996E-4</c:v>
                </c:pt>
                <c:pt idx="1665">
                  <c:v>6.7376199999999995E-4</c:v>
                </c:pt>
                <c:pt idx="1666">
                  <c:v>6.7576500000000005E-4</c:v>
                </c:pt>
                <c:pt idx="1667">
                  <c:v>6.7776499999999999E-4</c:v>
                </c:pt>
                <c:pt idx="1668">
                  <c:v>6.7977300000000005E-4</c:v>
                </c:pt>
                <c:pt idx="1669">
                  <c:v>6.8178599999999998E-4</c:v>
                </c:pt>
                <c:pt idx="1670">
                  <c:v>6.8377200000000003E-4</c:v>
                </c:pt>
                <c:pt idx="1671">
                  <c:v>6.8572700000000002E-4</c:v>
                </c:pt>
                <c:pt idx="1672">
                  <c:v>6.8770300000000001E-4</c:v>
                </c:pt>
                <c:pt idx="1673">
                  <c:v>6.8982099999999997E-4</c:v>
                </c:pt>
                <c:pt idx="1674">
                  <c:v>6.9205199999999997E-4</c:v>
                </c:pt>
                <c:pt idx="1675">
                  <c:v>6.9421700000000001E-4</c:v>
                </c:pt>
                <c:pt idx="1676">
                  <c:v>6.96289E-4</c:v>
                </c:pt>
                <c:pt idx="1677">
                  <c:v>6.9830800000000002E-4</c:v>
                </c:pt>
                <c:pt idx="1678">
                  <c:v>7.0029000000000001E-4</c:v>
                </c:pt>
                <c:pt idx="1679">
                  <c:v>7.0225099999999998E-4</c:v>
                </c:pt>
                <c:pt idx="1680">
                  <c:v>7.0420599999999997E-4</c:v>
                </c:pt>
                <c:pt idx="1681">
                  <c:v>7.0616199999999998E-4</c:v>
                </c:pt>
                <c:pt idx="1682">
                  <c:v>7.0812399999999997E-4</c:v>
                </c:pt>
                <c:pt idx="1683">
                  <c:v>7.1008400000000004E-4</c:v>
                </c:pt>
                <c:pt idx="1684">
                  <c:v>7.1204000000000005E-4</c:v>
                </c:pt>
                <c:pt idx="1685">
                  <c:v>7.1399400000000002E-4</c:v>
                </c:pt>
                <c:pt idx="1686">
                  <c:v>7.15955E-4</c:v>
                </c:pt>
                <c:pt idx="1687">
                  <c:v>7.1791900000000002E-4</c:v>
                </c:pt>
                <c:pt idx="1688">
                  <c:v>7.1989700000000005E-4</c:v>
                </c:pt>
                <c:pt idx="1689">
                  <c:v>7.2188999999999999E-4</c:v>
                </c:pt>
                <c:pt idx="1690">
                  <c:v>7.2389700000000004E-4</c:v>
                </c:pt>
                <c:pt idx="1691">
                  <c:v>7.2603800000000003E-4</c:v>
                </c:pt>
                <c:pt idx="1692">
                  <c:v>7.2826499999999997E-4</c:v>
                </c:pt>
                <c:pt idx="1693">
                  <c:v>7.30402E-4</c:v>
                </c:pt>
                <c:pt idx="1694">
                  <c:v>7.3244300000000005E-4</c:v>
                </c:pt>
                <c:pt idx="1695">
                  <c:v>7.3443900000000003E-4</c:v>
                </c:pt>
                <c:pt idx="1696">
                  <c:v>7.3642100000000002E-4</c:v>
                </c:pt>
                <c:pt idx="1697">
                  <c:v>7.3839499999999998E-4</c:v>
                </c:pt>
                <c:pt idx="1698">
                  <c:v>7.4035400000000003E-4</c:v>
                </c:pt>
                <c:pt idx="1699">
                  <c:v>7.4230300000000004E-4</c:v>
                </c:pt>
                <c:pt idx="1700">
                  <c:v>7.4425200000000004E-4</c:v>
                </c:pt>
                <c:pt idx="1701">
                  <c:v>7.4621099999999999E-4</c:v>
                </c:pt>
                <c:pt idx="1702">
                  <c:v>7.4816300000000004E-4</c:v>
                </c:pt>
                <c:pt idx="1703">
                  <c:v>7.5008900000000001E-4</c:v>
                </c:pt>
                <c:pt idx="1704">
                  <c:v>7.52003E-4</c:v>
                </c:pt>
                <c:pt idx="1705">
                  <c:v>7.53931E-4</c:v>
                </c:pt>
                <c:pt idx="1706">
                  <c:v>7.5587600000000005E-4</c:v>
                </c:pt>
                <c:pt idx="1707">
                  <c:v>7.5783100000000004E-4</c:v>
                </c:pt>
                <c:pt idx="1708">
                  <c:v>7.5981300000000002E-4</c:v>
                </c:pt>
                <c:pt idx="1709">
                  <c:v>7.6180400000000004E-4</c:v>
                </c:pt>
                <c:pt idx="1710">
                  <c:v>7.6376600000000003E-4</c:v>
                </c:pt>
                <c:pt idx="1711">
                  <c:v>7.6574E-4</c:v>
                </c:pt>
                <c:pt idx="1712">
                  <c:v>7.6810599999999995E-4</c:v>
                </c:pt>
                <c:pt idx="1713">
                  <c:v>7.7121399999999999E-4</c:v>
                </c:pt>
                <c:pt idx="1714">
                  <c:v>7.7466000000000004E-4</c:v>
                </c:pt>
                <c:pt idx="1715">
                  <c:v>7.77818E-4</c:v>
                </c:pt>
                <c:pt idx="1716">
                  <c:v>7.8056499999999999E-4</c:v>
                </c:pt>
                <c:pt idx="1717">
                  <c:v>7.8304700000000004E-4</c:v>
                </c:pt>
                <c:pt idx="1718">
                  <c:v>7.8537699999999997E-4</c:v>
                </c:pt>
                <c:pt idx="1719">
                  <c:v>7.8761499999999997E-4</c:v>
                </c:pt>
                <c:pt idx="1720">
                  <c:v>7.8979899999999999E-4</c:v>
                </c:pt>
                <c:pt idx="1721">
                  <c:v>7.9194699999999999E-4</c:v>
                </c:pt>
                <c:pt idx="1722">
                  <c:v>7.9406500000000005E-4</c:v>
                </c:pt>
                <c:pt idx="1723">
                  <c:v>7.9615800000000004E-4</c:v>
                </c:pt>
                <c:pt idx="1724">
                  <c:v>7.9824099999999999E-4</c:v>
                </c:pt>
                <c:pt idx="1725">
                  <c:v>8.0046399999999997E-4</c:v>
                </c:pt>
                <c:pt idx="1726">
                  <c:v>8.0287900000000005E-4</c:v>
                </c:pt>
                <c:pt idx="1727">
                  <c:v>8.0528700000000002E-4</c:v>
                </c:pt>
                <c:pt idx="1728">
                  <c:v>8.0758299999999996E-4</c:v>
                </c:pt>
                <c:pt idx="1729">
                  <c:v>8.0981800000000002E-4</c:v>
                </c:pt>
                <c:pt idx="1730">
                  <c:v>8.12048E-4</c:v>
                </c:pt>
                <c:pt idx="1731">
                  <c:v>8.1424899999999996E-4</c:v>
                </c:pt>
                <c:pt idx="1732">
                  <c:v>8.1644499999999995E-4</c:v>
                </c:pt>
                <c:pt idx="1733">
                  <c:v>8.1878599999999995E-4</c:v>
                </c:pt>
                <c:pt idx="1734">
                  <c:v>8.2117699999999997E-4</c:v>
                </c:pt>
                <c:pt idx="1735">
                  <c:v>8.23451E-4</c:v>
                </c:pt>
                <c:pt idx="1736">
                  <c:v>8.2562200000000003E-4</c:v>
                </c:pt>
                <c:pt idx="1737">
                  <c:v>8.2772399999999995E-4</c:v>
                </c:pt>
                <c:pt idx="1738">
                  <c:v>8.2978999999999995E-4</c:v>
                </c:pt>
                <c:pt idx="1739">
                  <c:v>8.31838E-4</c:v>
                </c:pt>
                <c:pt idx="1740">
                  <c:v>8.3388500000000003E-4</c:v>
                </c:pt>
                <c:pt idx="1741">
                  <c:v>8.3592599999999997E-4</c:v>
                </c:pt>
                <c:pt idx="1742">
                  <c:v>8.3795400000000002E-4</c:v>
                </c:pt>
                <c:pt idx="1743">
                  <c:v>8.3997399999999995E-4</c:v>
                </c:pt>
                <c:pt idx="1744">
                  <c:v>8.4199100000000005E-4</c:v>
                </c:pt>
                <c:pt idx="1745">
                  <c:v>8.4401400000000003E-4</c:v>
                </c:pt>
                <c:pt idx="1746">
                  <c:v>8.46037E-4</c:v>
                </c:pt>
                <c:pt idx="1747">
                  <c:v>8.4805299999999998E-4</c:v>
                </c:pt>
                <c:pt idx="1748">
                  <c:v>8.5006299999999997E-4</c:v>
                </c:pt>
                <c:pt idx="1749">
                  <c:v>8.5207499999999999E-4</c:v>
                </c:pt>
                <c:pt idx="1750">
                  <c:v>8.54121E-4</c:v>
                </c:pt>
                <c:pt idx="1751">
                  <c:v>8.5620599999999998E-4</c:v>
                </c:pt>
                <c:pt idx="1752">
                  <c:v>8.5840999999999999E-4</c:v>
                </c:pt>
                <c:pt idx="1753">
                  <c:v>8.6069200000000003E-4</c:v>
                </c:pt>
                <c:pt idx="1754">
                  <c:v>8.6287699999999996E-4</c:v>
                </c:pt>
                <c:pt idx="1755">
                  <c:v>8.64959E-4</c:v>
                </c:pt>
                <c:pt idx="1756">
                  <c:v>8.6698000000000005E-4</c:v>
                </c:pt>
                <c:pt idx="1757">
                  <c:v>8.6897299999999999E-4</c:v>
                </c:pt>
                <c:pt idx="1758">
                  <c:v>8.7095599999999999E-4</c:v>
                </c:pt>
                <c:pt idx="1759">
                  <c:v>8.7294100000000002E-4</c:v>
                </c:pt>
                <c:pt idx="1760">
                  <c:v>8.7493499999999997E-4</c:v>
                </c:pt>
                <c:pt idx="1761">
                  <c:v>8.7693000000000005E-4</c:v>
                </c:pt>
                <c:pt idx="1762">
                  <c:v>8.7892199999999997E-4</c:v>
                </c:pt>
                <c:pt idx="1763">
                  <c:v>8.8091000000000005E-4</c:v>
                </c:pt>
                <c:pt idx="1764">
                  <c:v>8.8289800000000002E-4</c:v>
                </c:pt>
                <c:pt idx="1765">
                  <c:v>8.8488800000000002E-4</c:v>
                </c:pt>
                <c:pt idx="1766">
                  <c:v>8.8687800000000002E-4</c:v>
                </c:pt>
                <c:pt idx="1767">
                  <c:v>8.8886399999999995E-4</c:v>
                </c:pt>
                <c:pt idx="1768">
                  <c:v>8.9084899999999998E-4</c:v>
                </c:pt>
                <c:pt idx="1769">
                  <c:v>8.9296999999999998E-4</c:v>
                </c:pt>
                <c:pt idx="1770">
                  <c:v>8.9549499999999995E-4</c:v>
                </c:pt>
                <c:pt idx="1771">
                  <c:v>8.9828499999999997E-4</c:v>
                </c:pt>
                <c:pt idx="1772">
                  <c:v>9.0090700000000005E-4</c:v>
                </c:pt>
                <c:pt idx="1773">
                  <c:v>9.0323300000000003E-4</c:v>
                </c:pt>
                <c:pt idx="1774">
                  <c:v>9.0536700000000002E-4</c:v>
                </c:pt>
                <c:pt idx="1775">
                  <c:v>9.0741400000000005E-4</c:v>
                </c:pt>
                <c:pt idx="1776">
                  <c:v>9.0941500000000001E-4</c:v>
                </c:pt>
                <c:pt idx="1777">
                  <c:v>9.1141499999999995E-4</c:v>
                </c:pt>
                <c:pt idx="1778">
                  <c:v>9.1356800000000002E-4</c:v>
                </c:pt>
                <c:pt idx="1779">
                  <c:v>9.1591000000000003E-4</c:v>
                </c:pt>
                <c:pt idx="1780">
                  <c:v>9.1824300000000001E-4</c:v>
                </c:pt>
                <c:pt idx="1781">
                  <c:v>9.2046999999999995E-4</c:v>
                </c:pt>
                <c:pt idx="1782">
                  <c:v>9.2261600000000002E-4</c:v>
                </c:pt>
                <c:pt idx="1783">
                  <c:v>9.2471899999999995E-4</c:v>
                </c:pt>
                <c:pt idx="1784">
                  <c:v>9.2681700000000003E-4</c:v>
                </c:pt>
                <c:pt idx="1785">
                  <c:v>9.2892400000000003E-4</c:v>
                </c:pt>
                <c:pt idx="1786">
                  <c:v>9.3102799999999998E-4</c:v>
                </c:pt>
                <c:pt idx="1787">
                  <c:v>9.3310799999999998E-4</c:v>
                </c:pt>
                <c:pt idx="1788">
                  <c:v>9.3519600000000001E-4</c:v>
                </c:pt>
                <c:pt idx="1789">
                  <c:v>9.3754099999999996E-4</c:v>
                </c:pt>
                <c:pt idx="1790">
                  <c:v>9.4059500000000002E-4</c:v>
                </c:pt>
                <c:pt idx="1791">
                  <c:v>9.4394800000000001E-4</c:v>
                </c:pt>
                <c:pt idx="1792">
                  <c:v>9.4688499999999996E-4</c:v>
                </c:pt>
                <c:pt idx="1793">
                  <c:v>9.49456E-4</c:v>
                </c:pt>
                <c:pt idx="1794">
                  <c:v>9.5180700000000004E-4</c:v>
                </c:pt>
                <c:pt idx="1795">
                  <c:v>9.5407300000000005E-4</c:v>
                </c:pt>
                <c:pt idx="1796">
                  <c:v>9.5649099999999996E-4</c:v>
                </c:pt>
                <c:pt idx="1797">
                  <c:v>9.5900800000000002E-4</c:v>
                </c:pt>
                <c:pt idx="1798">
                  <c:v>9.6140400000000001E-4</c:v>
                </c:pt>
                <c:pt idx="1799">
                  <c:v>9.6379600000000005E-4</c:v>
                </c:pt>
                <c:pt idx="1800">
                  <c:v>9.6670899999999995E-4</c:v>
                </c:pt>
                <c:pt idx="1801">
                  <c:v>9.7025500000000005E-4</c:v>
                </c:pt>
                <c:pt idx="1802">
                  <c:v>9.7385099999999997E-4</c:v>
                </c:pt>
                <c:pt idx="1803">
                  <c:v>9.7710900000000009E-4</c:v>
                </c:pt>
                <c:pt idx="1804">
                  <c:v>9.800360000000001E-4</c:v>
                </c:pt>
                <c:pt idx="1805">
                  <c:v>9.8273999999999996E-4</c:v>
                </c:pt>
                <c:pt idx="1806">
                  <c:v>9.8532299999999997E-4</c:v>
                </c:pt>
                <c:pt idx="1807">
                  <c:v>9.8797800000000003E-4</c:v>
                </c:pt>
                <c:pt idx="1808">
                  <c:v>9.90868E-4</c:v>
                </c:pt>
                <c:pt idx="1809">
                  <c:v>9.938499999999999E-4</c:v>
                </c:pt>
                <c:pt idx="1810">
                  <c:v>9.9664700000000003E-4</c:v>
                </c:pt>
                <c:pt idx="1811">
                  <c:v>9.9925699999999992E-4</c:v>
                </c:pt>
                <c:pt idx="1812">
                  <c:v>1.00187E-3</c:v>
                </c:pt>
                <c:pt idx="1813">
                  <c:v>1.0048699999999999E-3</c:v>
                </c:pt>
                <c:pt idx="1814">
                  <c:v>1.00825E-3</c:v>
                </c:pt>
                <c:pt idx="1815">
                  <c:v>1.0115199999999999E-3</c:v>
                </c:pt>
                <c:pt idx="1816">
                  <c:v>1.01447E-3</c:v>
                </c:pt>
                <c:pt idx="1817">
                  <c:v>1.0172200000000001E-3</c:v>
                </c:pt>
                <c:pt idx="1818">
                  <c:v>1.0198399999999999E-3</c:v>
                </c:pt>
                <c:pt idx="1819">
                  <c:v>1.0223599999999999E-3</c:v>
                </c:pt>
                <c:pt idx="1820">
                  <c:v>1.0248600000000001E-3</c:v>
                </c:pt>
                <c:pt idx="1821">
                  <c:v>1.0274500000000001E-3</c:v>
                </c:pt>
                <c:pt idx="1822">
                  <c:v>1.0300800000000001E-3</c:v>
                </c:pt>
                <c:pt idx="1823">
                  <c:v>1.0326000000000001E-3</c:v>
                </c:pt>
                <c:pt idx="1824">
                  <c:v>1.0350800000000001E-3</c:v>
                </c:pt>
                <c:pt idx="1825">
                  <c:v>1.0375499999999999E-3</c:v>
                </c:pt>
                <c:pt idx="1826">
                  <c:v>1.03999E-3</c:v>
                </c:pt>
                <c:pt idx="1827">
                  <c:v>1.0425600000000001E-3</c:v>
                </c:pt>
                <c:pt idx="1828">
                  <c:v>1.04531E-3</c:v>
                </c:pt>
                <c:pt idx="1829">
                  <c:v>1.0479599999999999E-3</c:v>
                </c:pt>
                <c:pt idx="1830">
                  <c:v>1.05039E-3</c:v>
                </c:pt>
                <c:pt idx="1831">
                  <c:v>1.05269E-3</c:v>
                </c:pt>
                <c:pt idx="1832">
                  <c:v>1.05492E-3</c:v>
                </c:pt>
                <c:pt idx="1833">
                  <c:v>1.05711E-3</c:v>
                </c:pt>
                <c:pt idx="1834">
                  <c:v>1.0592900000000001E-3</c:v>
                </c:pt>
                <c:pt idx="1835">
                  <c:v>1.0616099999999999E-3</c:v>
                </c:pt>
                <c:pt idx="1836">
                  <c:v>1.06412E-3</c:v>
                </c:pt>
                <c:pt idx="1837">
                  <c:v>1.06664E-3</c:v>
                </c:pt>
                <c:pt idx="1838">
                  <c:v>1.06927E-3</c:v>
                </c:pt>
                <c:pt idx="1839">
                  <c:v>1.0724300000000001E-3</c:v>
                </c:pt>
                <c:pt idx="1840">
                  <c:v>1.0761799999999999E-3</c:v>
                </c:pt>
                <c:pt idx="1841">
                  <c:v>1.07989E-3</c:v>
                </c:pt>
                <c:pt idx="1842">
                  <c:v>1.0832400000000001E-3</c:v>
                </c:pt>
                <c:pt idx="1843">
                  <c:v>1.08632E-3</c:v>
                </c:pt>
                <c:pt idx="1844">
                  <c:v>1.08917E-3</c:v>
                </c:pt>
                <c:pt idx="1845">
                  <c:v>1.09202E-3</c:v>
                </c:pt>
                <c:pt idx="1846">
                  <c:v>1.09487E-3</c:v>
                </c:pt>
                <c:pt idx="1847">
                  <c:v>1.0976600000000001E-3</c:v>
                </c:pt>
                <c:pt idx="1848">
                  <c:v>1.1007899999999999E-3</c:v>
                </c:pt>
                <c:pt idx="1849">
                  <c:v>1.1041200000000001E-3</c:v>
                </c:pt>
                <c:pt idx="1850">
                  <c:v>1.1071900000000001E-3</c:v>
                </c:pt>
                <c:pt idx="1851">
                  <c:v>1.1100999999999999E-3</c:v>
                </c:pt>
                <c:pt idx="1852">
                  <c:v>1.11304E-3</c:v>
                </c:pt>
                <c:pt idx="1853">
                  <c:v>1.11585E-3</c:v>
                </c:pt>
                <c:pt idx="1854">
                  <c:v>1.1184000000000001E-3</c:v>
                </c:pt>
                <c:pt idx="1855">
                  <c:v>1.1209E-3</c:v>
                </c:pt>
                <c:pt idx="1856">
                  <c:v>1.1234000000000001E-3</c:v>
                </c:pt>
                <c:pt idx="1857">
                  <c:v>1.1258500000000001E-3</c:v>
                </c:pt>
                <c:pt idx="1858">
                  <c:v>1.1283E-3</c:v>
                </c:pt>
                <c:pt idx="1859">
                  <c:v>1.13079E-3</c:v>
                </c:pt>
                <c:pt idx="1860">
                  <c:v>1.1331799999999999E-3</c:v>
                </c:pt>
                <c:pt idx="1861">
                  <c:v>1.1354399999999999E-3</c:v>
                </c:pt>
                <c:pt idx="1862">
                  <c:v>1.1380299999999999E-3</c:v>
                </c:pt>
                <c:pt idx="1863">
                  <c:v>1.1412E-3</c:v>
                </c:pt>
                <c:pt idx="1864">
                  <c:v>1.14423E-3</c:v>
                </c:pt>
                <c:pt idx="1865">
                  <c:v>1.14664E-3</c:v>
                </c:pt>
                <c:pt idx="1866">
                  <c:v>1.1487299999999999E-3</c:v>
                </c:pt>
                <c:pt idx="1867">
                  <c:v>1.15072E-3</c:v>
                </c:pt>
                <c:pt idx="1868">
                  <c:v>1.15273E-3</c:v>
                </c:pt>
                <c:pt idx="1869">
                  <c:v>1.1548800000000001E-3</c:v>
                </c:pt>
                <c:pt idx="1870">
                  <c:v>1.1571000000000001E-3</c:v>
                </c:pt>
                <c:pt idx="1871">
                  <c:v>1.1592600000000001E-3</c:v>
                </c:pt>
                <c:pt idx="1872">
                  <c:v>1.16135E-3</c:v>
                </c:pt>
                <c:pt idx="1873">
                  <c:v>1.16336E-3</c:v>
                </c:pt>
                <c:pt idx="1874">
                  <c:v>1.1653099999999999E-3</c:v>
                </c:pt>
                <c:pt idx="1875">
                  <c:v>1.1672399999999999E-3</c:v>
                </c:pt>
                <c:pt idx="1876">
                  <c:v>1.1692499999999999E-3</c:v>
                </c:pt>
                <c:pt idx="1877">
                  <c:v>1.17136E-3</c:v>
                </c:pt>
                <c:pt idx="1878">
                  <c:v>1.1735199999999999E-3</c:v>
                </c:pt>
                <c:pt idx="1879">
                  <c:v>1.1756500000000001E-3</c:v>
                </c:pt>
                <c:pt idx="1880">
                  <c:v>1.1778299999999999E-3</c:v>
                </c:pt>
                <c:pt idx="1881">
                  <c:v>1.1801400000000001E-3</c:v>
                </c:pt>
                <c:pt idx="1882">
                  <c:v>1.1826600000000001E-3</c:v>
                </c:pt>
                <c:pt idx="1883">
                  <c:v>1.18556E-3</c:v>
                </c:pt>
                <c:pt idx="1884">
                  <c:v>1.1884300000000001E-3</c:v>
                </c:pt>
                <c:pt idx="1885">
                  <c:v>1.19092E-3</c:v>
                </c:pt>
                <c:pt idx="1886">
                  <c:v>1.19322E-3</c:v>
                </c:pt>
                <c:pt idx="1887">
                  <c:v>1.19549E-3</c:v>
                </c:pt>
                <c:pt idx="1888">
                  <c:v>1.1977800000000001E-3</c:v>
                </c:pt>
                <c:pt idx="1889">
                  <c:v>1.2000400000000001E-3</c:v>
                </c:pt>
                <c:pt idx="1890">
                  <c:v>1.2022999999999999E-3</c:v>
                </c:pt>
                <c:pt idx="1891">
                  <c:v>1.2045199999999999E-3</c:v>
                </c:pt>
                <c:pt idx="1892">
                  <c:v>1.2066500000000001E-3</c:v>
                </c:pt>
                <c:pt idx="1893">
                  <c:v>1.20871E-3</c:v>
                </c:pt>
                <c:pt idx="1894">
                  <c:v>1.21072E-3</c:v>
                </c:pt>
                <c:pt idx="1895">
                  <c:v>1.2128799999999999E-3</c:v>
                </c:pt>
                <c:pt idx="1896">
                  <c:v>1.2154900000000001E-3</c:v>
                </c:pt>
                <c:pt idx="1897">
                  <c:v>1.2183599999999999E-3</c:v>
                </c:pt>
                <c:pt idx="1898">
                  <c:v>1.2213E-3</c:v>
                </c:pt>
                <c:pt idx="1899">
                  <c:v>1.22415E-3</c:v>
                </c:pt>
                <c:pt idx="1900">
                  <c:v>1.2266499999999999E-3</c:v>
                </c:pt>
                <c:pt idx="1901">
                  <c:v>1.2289E-3</c:v>
                </c:pt>
                <c:pt idx="1902">
                  <c:v>1.2310800000000001E-3</c:v>
                </c:pt>
                <c:pt idx="1903">
                  <c:v>1.23332E-3</c:v>
                </c:pt>
                <c:pt idx="1904">
                  <c:v>1.23559E-3</c:v>
                </c:pt>
                <c:pt idx="1905">
                  <c:v>1.2378000000000001E-3</c:v>
                </c:pt>
                <c:pt idx="1906">
                  <c:v>1.23993E-3</c:v>
                </c:pt>
                <c:pt idx="1907">
                  <c:v>1.24204E-3</c:v>
                </c:pt>
                <c:pt idx="1908">
                  <c:v>1.2443000000000001E-3</c:v>
                </c:pt>
                <c:pt idx="1909">
                  <c:v>1.2470599999999999E-3</c:v>
                </c:pt>
                <c:pt idx="1910">
                  <c:v>1.2500300000000001E-3</c:v>
                </c:pt>
                <c:pt idx="1911">
                  <c:v>1.25271E-3</c:v>
                </c:pt>
                <c:pt idx="1912">
                  <c:v>1.2556500000000001E-3</c:v>
                </c:pt>
                <c:pt idx="1913">
                  <c:v>1.2591600000000001E-3</c:v>
                </c:pt>
                <c:pt idx="1914">
                  <c:v>1.26263E-3</c:v>
                </c:pt>
                <c:pt idx="1915">
                  <c:v>1.26614E-3</c:v>
                </c:pt>
                <c:pt idx="1916">
                  <c:v>1.2698399999999999E-3</c:v>
                </c:pt>
                <c:pt idx="1917">
                  <c:v>1.2731999999999999E-3</c:v>
                </c:pt>
                <c:pt idx="1918">
                  <c:v>1.27614E-3</c:v>
                </c:pt>
                <c:pt idx="1919">
                  <c:v>1.2788599999999999E-3</c:v>
                </c:pt>
                <c:pt idx="1920">
                  <c:v>1.2814300000000001E-3</c:v>
                </c:pt>
                <c:pt idx="1921">
                  <c:v>1.28392E-3</c:v>
                </c:pt>
                <c:pt idx="1922">
                  <c:v>1.28695E-3</c:v>
                </c:pt>
                <c:pt idx="1923">
                  <c:v>1.29123E-3</c:v>
                </c:pt>
                <c:pt idx="1924">
                  <c:v>1.29593E-3</c:v>
                </c:pt>
                <c:pt idx="1925">
                  <c:v>1.29999E-3</c:v>
                </c:pt>
                <c:pt idx="1926">
                  <c:v>1.30339E-3</c:v>
                </c:pt>
                <c:pt idx="1927">
                  <c:v>1.3063300000000001E-3</c:v>
                </c:pt>
                <c:pt idx="1928">
                  <c:v>1.30911E-3</c:v>
                </c:pt>
                <c:pt idx="1929">
                  <c:v>1.31186E-3</c:v>
                </c:pt>
                <c:pt idx="1930">
                  <c:v>1.31448E-3</c:v>
                </c:pt>
                <c:pt idx="1931">
                  <c:v>1.3169200000000001E-3</c:v>
                </c:pt>
                <c:pt idx="1932">
                  <c:v>1.3192099999999999E-3</c:v>
                </c:pt>
                <c:pt idx="1933">
                  <c:v>1.32146E-3</c:v>
                </c:pt>
                <c:pt idx="1934">
                  <c:v>1.3239700000000001E-3</c:v>
                </c:pt>
                <c:pt idx="1935">
                  <c:v>1.32697E-3</c:v>
                </c:pt>
                <c:pt idx="1936">
                  <c:v>1.3301700000000001E-3</c:v>
                </c:pt>
                <c:pt idx="1937">
                  <c:v>1.3331300000000001E-3</c:v>
                </c:pt>
                <c:pt idx="1938">
                  <c:v>1.3356399999999999E-3</c:v>
                </c:pt>
                <c:pt idx="1939">
                  <c:v>1.33782E-3</c:v>
                </c:pt>
                <c:pt idx="1940">
                  <c:v>1.33982E-3</c:v>
                </c:pt>
                <c:pt idx="1941">
                  <c:v>1.3418E-3</c:v>
                </c:pt>
                <c:pt idx="1942">
                  <c:v>1.3437900000000001E-3</c:v>
                </c:pt>
                <c:pt idx="1943">
                  <c:v>1.3458000000000001E-3</c:v>
                </c:pt>
                <c:pt idx="1944">
                  <c:v>1.34796E-3</c:v>
                </c:pt>
                <c:pt idx="1945">
                  <c:v>1.3501299999999999E-3</c:v>
                </c:pt>
                <c:pt idx="1946">
                  <c:v>1.3521900000000001E-3</c:v>
                </c:pt>
                <c:pt idx="1947">
                  <c:v>1.3542700000000001E-3</c:v>
                </c:pt>
                <c:pt idx="1948">
                  <c:v>1.3563500000000001E-3</c:v>
                </c:pt>
                <c:pt idx="1949">
                  <c:v>1.3582799999999999E-3</c:v>
                </c:pt>
                <c:pt idx="1950">
                  <c:v>1.3601100000000001E-3</c:v>
                </c:pt>
                <c:pt idx="1951">
                  <c:v>1.36191E-3</c:v>
                </c:pt>
                <c:pt idx="1952">
                  <c:v>1.3636900000000001E-3</c:v>
                </c:pt>
                <c:pt idx="1953">
                  <c:v>1.36567E-3</c:v>
                </c:pt>
                <c:pt idx="1954">
                  <c:v>1.3679300000000001E-3</c:v>
                </c:pt>
                <c:pt idx="1955">
                  <c:v>1.37042E-3</c:v>
                </c:pt>
                <c:pt idx="1956">
                  <c:v>1.37436E-3</c:v>
                </c:pt>
                <c:pt idx="1957">
                  <c:v>1.37977E-3</c:v>
                </c:pt>
                <c:pt idx="1958">
                  <c:v>1.3845400000000001E-3</c:v>
                </c:pt>
                <c:pt idx="1959">
                  <c:v>1.3880299999999999E-3</c:v>
                </c:pt>
                <c:pt idx="1960">
                  <c:v>1.3909E-3</c:v>
                </c:pt>
                <c:pt idx="1961">
                  <c:v>1.3934399999999999E-3</c:v>
                </c:pt>
                <c:pt idx="1962">
                  <c:v>1.39577E-3</c:v>
                </c:pt>
                <c:pt idx="1963">
                  <c:v>1.3980900000000001E-3</c:v>
                </c:pt>
                <c:pt idx="1964">
                  <c:v>1.40036E-3</c:v>
                </c:pt>
                <c:pt idx="1965">
                  <c:v>1.40251E-3</c:v>
                </c:pt>
                <c:pt idx="1966">
                  <c:v>1.40467E-3</c:v>
                </c:pt>
                <c:pt idx="1967">
                  <c:v>1.40687E-3</c:v>
                </c:pt>
                <c:pt idx="1968">
                  <c:v>1.40901E-3</c:v>
                </c:pt>
                <c:pt idx="1969">
                  <c:v>1.4111099999999999E-3</c:v>
                </c:pt>
                <c:pt idx="1970">
                  <c:v>1.41315E-3</c:v>
                </c:pt>
                <c:pt idx="1971">
                  <c:v>1.4151400000000001E-3</c:v>
                </c:pt>
                <c:pt idx="1972">
                  <c:v>1.41723E-3</c:v>
                </c:pt>
                <c:pt idx="1973">
                  <c:v>1.4196E-3</c:v>
                </c:pt>
                <c:pt idx="1974">
                  <c:v>1.4219899999999999E-3</c:v>
                </c:pt>
                <c:pt idx="1975">
                  <c:v>1.4241799999999999E-3</c:v>
                </c:pt>
                <c:pt idx="1976">
                  <c:v>1.4262999999999999E-3</c:v>
                </c:pt>
                <c:pt idx="1977">
                  <c:v>1.4286399999999999E-3</c:v>
                </c:pt>
                <c:pt idx="1978">
                  <c:v>1.4311E-3</c:v>
                </c:pt>
                <c:pt idx="1979">
                  <c:v>1.4332399999999999E-3</c:v>
                </c:pt>
                <c:pt idx="1980">
                  <c:v>1.4350599999999999E-3</c:v>
                </c:pt>
                <c:pt idx="1981">
                  <c:v>1.43684E-3</c:v>
                </c:pt>
                <c:pt idx="1982">
                  <c:v>1.43878E-3</c:v>
                </c:pt>
                <c:pt idx="1983">
                  <c:v>1.44075E-3</c:v>
                </c:pt>
                <c:pt idx="1984">
                  <c:v>1.4426E-3</c:v>
                </c:pt>
                <c:pt idx="1985">
                  <c:v>1.4443699999999999E-3</c:v>
                </c:pt>
                <c:pt idx="1986">
                  <c:v>1.44622E-3</c:v>
                </c:pt>
                <c:pt idx="1987">
                  <c:v>1.4481400000000001E-3</c:v>
                </c:pt>
                <c:pt idx="1988">
                  <c:v>1.45016E-3</c:v>
                </c:pt>
                <c:pt idx="1989">
                  <c:v>1.4523400000000001E-3</c:v>
                </c:pt>
                <c:pt idx="1990">
                  <c:v>1.45454E-3</c:v>
                </c:pt>
                <c:pt idx="1991">
                  <c:v>1.4569100000000001E-3</c:v>
                </c:pt>
                <c:pt idx="1992">
                  <c:v>1.4593900000000001E-3</c:v>
                </c:pt>
                <c:pt idx="1993">
                  <c:v>1.46177E-3</c:v>
                </c:pt>
                <c:pt idx="1994">
                  <c:v>1.4639900000000001E-3</c:v>
                </c:pt>
                <c:pt idx="1995">
                  <c:v>1.4660000000000001E-3</c:v>
                </c:pt>
                <c:pt idx="1996">
                  <c:v>1.4678600000000001E-3</c:v>
                </c:pt>
                <c:pt idx="1997">
                  <c:v>1.46967E-3</c:v>
                </c:pt>
                <c:pt idx="1998">
                  <c:v>1.4717199999999999E-3</c:v>
                </c:pt>
                <c:pt idx="1999">
                  <c:v>1.4742399999999999E-3</c:v>
                </c:pt>
                <c:pt idx="2000">
                  <c:v>1.4766499999999999E-3</c:v>
                </c:pt>
                <c:pt idx="2001">
                  <c:v>1.4765399999999999E-3</c:v>
                </c:pt>
                <c:pt idx="2002">
                  <c:v>1.4756599999999999E-3</c:v>
                </c:pt>
                <c:pt idx="2003">
                  <c:v>1.47299E-3</c:v>
                </c:pt>
                <c:pt idx="2004">
                  <c:v>1.46901E-3</c:v>
                </c:pt>
                <c:pt idx="2005">
                  <c:v>1.46412E-3</c:v>
                </c:pt>
                <c:pt idx="2006">
                  <c:v>1.45871E-3</c:v>
                </c:pt>
                <c:pt idx="2007">
                  <c:v>1.4532799999999999E-3</c:v>
                </c:pt>
                <c:pt idx="2008">
                  <c:v>1.44798E-3</c:v>
                </c:pt>
                <c:pt idx="2009">
                  <c:v>1.44279E-3</c:v>
                </c:pt>
                <c:pt idx="2010">
                  <c:v>1.43801E-3</c:v>
                </c:pt>
                <c:pt idx="2011">
                  <c:v>1.4337900000000001E-3</c:v>
                </c:pt>
                <c:pt idx="2012">
                  <c:v>1.43045E-3</c:v>
                </c:pt>
                <c:pt idx="2013">
                  <c:v>1.4277199999999999E-3</c:v>
                </c:pt>
                <c:pt idx="2014">
                  <c:v>1.42457E-3</c:v>
                </c:pt>
                <c:pt idx="2015">
                  <c:v>1.4206900000000001E-3</c:v>
                </c:pt>
                <c:pt idx="2016">
                  <c:v>1.4163800000000001E-3</c:v>
                </c:pt>
                <c:pt idx="2017">
                  <c:v>1.41186E-3</c:v>
                </c:pt>
                <c:pt idx="2018">
                  <c:v>1.40726E-3</c:v>
                </c:pt>
                <c:pt idx="2019">
                  <c:v>1.4034E-3</c:v>
                </c:pt>
                <c:pt idx="2020">
                  <c:v>1.40113E-3</c:v>
                </c:pt>
                <c:pt idx="2021">
                  <c:v>1.39927E-3</c:v>
                </c:pt>
                <c:pt idx="2022">
                  <c:v>1.3965E-3</c:v>
                </c:pt>
                <c:pt idx="2023">
                  <c:v>1.3931E-3</c:v>
                </c:pt>
                <c:pt idx="2024">
                  <c:v>1.38937E-3</c:v>
                </c:pt>
                <c:pt idx="2025">
                  <c:v>1.38546E-3</c:v>
                </c:pt>
                <c:pt idx="2026">
                  <c:v>1.38178E-3</c:v>
                </c:pt>
                <c:pt idx="2027">
                  <c:v>1.3787999999999999E-3</c:v>
                </c:pt>
                <c:pt idx="2028">
                  <c:v>1.3760300000000001E-3</c:v>
                </c:pt>
                <c:pt idx="2029">
                  <c:v>1.3728200000000001E-3</c:v>
                </c:pt>
                <c:pt idx="2030">
                  <c:v>1.3691599999999999E-3</c:v>
                </c:pt>
                <c:pt idx="2031">
                  <c:v>1.3653599999999999E-3</c:v>
                </c:pt>
                <c:pt idx="2032">
                  <c:v>1.3619400000000001E-3</c:v>
                </c:pt>
                <c:pt idx="2033">
                  <c:v>1.3587899999999999E-3</c:v>
                </c:pt>
                <c:pt idx="2034">
                  <c:v>1.35534E-3</c:v>
                </c:pt>
                <c:pt idx="2035">
                  <c:v>1.35151E-3</c:v>
                </c:pt>
                <c:pt idx="2036">
                  <c:v>1.34749E-3</c:v>
                </c:pt>
                <c:pt idx="2037">
                  <c:v>1.3435400000000001E-3</c:v>
                </c:pt>
                <c:pt idx="2038">
                  <c:v>1.33957E-3</c:v>
                </c:pt>
                <c:pt idx="2039">
                  <c:v>1.3352800000000001E-3</c:v>
                </c:pt>
                <c:pt idx="2040">
                  <c:v>1.3308300000000001E-3</c:v>
                </c:pt>
                <c:pt idx="2041">
                  <c:v>1.32636E-3</c:v>
                </c:pt>
                <c:pt idx="2042">
                  <c:v>1.3218100000000001E-3</c:v>
                </c:pt>
                <c:pt idx="2043">
                  <c:v>1.3171599999999999E-3</c:v>
                </c:pt>
                <c:pt idx="2044">
                  <c:v>1.3124300000000001E-3</c:v>
                </c:pt>
                <c:pt idx="2045">
                  <c:v>1.30766E-3</c:v>
                </c:pt>
                <c:pt idx="2046">
                  <c:v>1.3029300000000001E-3</c:v>
                </c:pt>
                <c:pt idx="2047">
                  <c:v>1.29827E-3</c:v>
                </c:pt>
                <c:pt idx="2048">
                  <c:v>1.2936E-3</c:v>
                </c:pt>
                <c:pt idx="2049">
                  <c:v>1.28889E-3</c:v>
                </c:pt>
                <c:pt idx="2050">
                  <c:v>1.2845199999999999E-3</c:v>
                </c:pt>
                <c:pt idx="2051">
                  <c:v>1.28049E-3</c:v>
                </c:pt>
                <c:pt idx="2052">
                  <c:v>1.2762100000000001E-3</c:v>
                </c:pt>
                <c:pt idx="2053">
                  <c:v>1.27159E-3</c:v>
                </c:pt>
                <c:pt idx="2054">
                  <c:v>1.2669000000000001E-3</c:v>
                </c:pt>
                <c:pt idx="2055">
                  <c:v>1.2624100000000001E-3</c:v>
                </c:pt>
                <c:pt idx="2056">
                  <c:v>1.2581599999999999E-3</c:v>
                </c:pt>
                <c:pt idx="2057">
                  <c:v>1.2538E-3</c:v>
                </c:pt>
                <c:pt idx="2058">
                  <c:v>1.2491500000000001E-3</c:v>
                </c:pt>
                <c:pt idx="2059">
                  <c:v>1.24435E-3</c:v>
                </c:pt>
                <c:pt idx="2060">
                  <c:v>1.2394800000000001E-3</c:v>
                </c:pt>
                <c:pt idx="2061">
                  <c:v>1.2346799999999999E-3</c:v>
                </c:pt>
                <c:pt idx="2062">
                  <c:v>1.22999E-3</c:v>
                </c:pt>
                <c:pt idx="2063">
                  <c:v>1.2254200000000001E-3</c:v>
                </c:pt>
                <c:pt idx="2064">
                  <c:v>1.2211399999999999E-3</c:v>
                </c:pt>
                <c:pt idx="2065">
                  <c:v>1.21743E-3</c:v>
                </c:pt>
                <c:pt idx="2066">
                  <c:v>1.21408E-3</c:v>
                </c:pt>
                <c:pt idx="2067">
                  <c:v>1.2104800000000001E-3</c:v>
                </c:pt>
                <c:pt idx="2068">
                  <c:v>1.20663E-3</c:v>
                </c:pt>
                <c:pt idx="2069">
                  <c:v>1.2027800000000001E-3</c:v>
                </c:pt>
                <c:pt idx="2070">
                  <c:v>1.19885E-3</c:v>
                </c:pt>
                <c:pt idx="2071">
                  <c:v>1.1947699999999999E-3</c:v>
                </c:pt>
                <c:pt idx="2072">
                  <c:v>1.19057E-3</c:v>
                </c:pt>
                <c:pt idx="2073">
                  <c:v>1.1863100000000001E-3</c:v>
                </c:pt>
                <c:pt idx="2074">
                  <c:v>1.1821799999999999E-3</c:v>
                </c:pt>
                <c:pt idx="2075">
                  <c:v>1.17818E-3</c:v>
                </c:pt>
                <c:pt idx="2076">
                  <c:v>1.1741799999999999E-3</c:v>
                </c:pt>
                <c:pt idx="2077">
                  <c:v>1.17012E-3</c:v>
                </c:pt>
                <c:pt idx="2078">
                  <c:v>1.1660100000000001E-3</c:v>
                </c:pt>
                <c:pt idx="2079">
                  <c:v>1.16182E-3</c:v>
                </c:pt>
                <c:pt idx="2080">
                  <c:v>1.1575999999999999E-3</c:v>
                </c:pt>
                <c:pt idx="2081">
                  <c:v>1.15335E-3</c:v>
                </c:pt>
                <c:pt idx="2082">
                  <c:v>1.1490700000000001E-3</c:v>
                </c:pt>
                <c:pt idx="2083">
                  <c:v>1.14478E-3</c:v>
                </c:pt>
                <c:pt idx="2084">
                  <c:v>1.14046E-3</c:v>
                </c:pt>
                <c:pt idx="2085">
                  <c:v>1.1360700000000001E-3</c:v>
                </c:pt>
                <c:pt idx="2086">
                  <c:v>1.13166E-3</c:v>
                </c:pt>
                <c:pt idx="2087">
                  <c:v>1.1272599999999999E-3</c:v>
                </c:pt>
                <c:pt idx="2088">
                  <c:v>1.12291E-3</c:v>
                </c:pt>
                <c:pt idx="2089">
                  <c:v>1.11859E-3</c:v>
                </c:pt>
                <c:pt idx="2090">
                  <c:v>1.11428E-3</c:v>
                </c:pt>
                <c:pt idx="2091">
                  <c:v>1.1099899999999999E-3</c:v>
                </c:pt>
                <c:pt idx="2092">
                  <c:v>1.1057E-3</c:v>
                </c:pt>
                <c:pt idx="2093">
                  <c:v>1.1015E-3</c:v>
                </c:pt>
                <c:pt idx="2094">
                  <c:v>1.0974699999999999E-3</c:v>
                </c:pt>
                <c:pt idx="2095">
                  <c:v>1.0934499999999999E-3</c:v>
                </c:pt>
                <c:pt idx="2096">
                  <c:v>1.08927E-3</c:v>
                </c:pt>
                <c:pt idx="2097">
                  <c:v>1.08501E-3</c:v>
                </c:pt>
                <c:pt idx="2098">
                  <c:v>1.0807200000000001E-3</c:v>
                </c:pt>
                <c:pt idx="2099">
                  <c:v>1.0764100000000001E-3</c:v>
                </c:pt>
                <c:pt idx="2100">
                  <c:v>1.0721400000000001E-3</c:v>
                </c:pt>
                <c:pt idx="2101">
                  <c:v>1.06792E-3</c:v>
                </c:pt>
                <c:pt idx="2102">
                  <c:v>1.06372E-3</c:v>
                </c:pt>
                <c:pt idx="2103">
                  <c:v>1.05955E-3</c:v>
                </c:pt>
                <c:pt idx="2104">
                  <c:v>1.05539E-3</c:v>
                </c:pt>
                <c:pt idx="2105">
                  <c:v>1.0513300000000001E-3</c:v>
                </c:pt>
                <c:pt idx="2106">
                  <c:v>1.04816E-3</c:v>
                </c:pt>
                <c:pt idx="2107">
                  <c:v>1.04601E-3</c:v>
                </c:pt>
                <c:pt idx="2108">
                  <c:v>1.0437199999999999E-3</c:v>
                </c:pt>
                <c:pt idx="2109">
                  <c:v>1.04083E-3</c:v>
                </c:pt>
                <c:pt idx="2110">
                  <c:v>1.0378900000000001E-3</c:v>
                </c:pt>
                <c:pt idx="2111">
                  <c:v>1.0350800000000001E-3</c:v>
                </c:pt>
                <c:pt idx="2112">
                  <c:v>1.0320100000000001E-3</c:v>
                </c:pt>
                <c:pt idx="2113">
                  <c:v>1.02867E-3</c:v>
                </c:pt>
                <c:pt idx="2114">
                  <c:v>1.0254000000000001E-3</c:v>
                </c:pt>
                <c:pt idx="2115">
                  <c:v>1.0221799999999999E-3</c:v>
                </c:pt>
                <c:pt idx="2116">
                  <c:v>1.0187499999999999E-3</c:v>
                </c:pt>
                <c:pt idx="2117">
                  <c:v>1.0151100000000001E-3</c:v>
                </c:pt>
                <c:pt idx="2118">
                  <c:v>1.01136E-3</c:v>
                </c:pt>
                <c:pt idx="2119">
                  <c:v>1.0077899999999999E-3</c:v>
                </c:pt>
                <c:pt idx="2120">
                  <c:v>1.0047599999999999E-3</c:v>
                </c:pt>
                <c:pt idx="2121">
                  <c:v>1.0019499999999999E-3</c:v>
                </c:pt>
                <c:pt idx="2122">
                  <c:v>9.9889100000000002E-4</c:v>
                </c:pt>
                <c:pt idx="2123">
                  <c:v>9.9559400000000004E-4</c:v>
                </c:pt>
                <c:pt idx="2124">
                  <c:v>9.9213499999999989E-4</c:v>
                </c:pt>
                <c:pt idx="2125">
                  <c:v>9.8855899999999997E-4</c:v>
                </c:pt>
                <c:pt idx="2126">
                  <c:v>9.849119999999999E-4</c:v>
                </c:pt>
                <c:pt idx="2127">
                  <c:v>9.8123999999999998E-4</c:v>
                </c:pt>
                <c:pt idx="2128">
                  <c:v>9.7755600000000008E-4</c:v>
                </c:pt>
                <c:pt idx="2129">
                  <c:v>9.7386499999999997E-4</c:v>
                </c:pt>
                <c:pt idx="2130">
                  <c:v>9.7016400000000003E-4</c:v>
                </c:pt>
                <c:pt idx="2131">
                  <c:v>9.6644999999999999E-4</c:v>
                </c:pt>
                <c:pt idx="2132">
                  <c:v>9.6274800000000003E-4</c:v>
                </c:pt>
                <c:pt idx="2133">
                  <c:v>9.5911499999999997E-4</c:v>
                </c:pt>
                <c:pt idx="2134">
                  <c:v>9.5563400000000002E-4</c:v>
                </c:pt>
                <c:pt idx="2135">
                  <c:v>9.5220999999999999E-4</c:v>
                </c:pt>
                <c:pt idx="2136">
                  <c:v>9.4868100000000005E-4</c:v>
                </c:pt>
                <c:pt idx="2137">
                  <c:v>9.4510299999999998E-4</c:v>
                </c:pt>
                <c:pt idx="2138">
                  <c:v>9.4170799999999998E-4</c:v>
                </c:pt>
                <c:pt idx="2139">
                  <c:v>9.38494E-4</c:v>
                </c:pt>
                <c:pt idx="2140">
                  <c:v>9.3522699999999996E-4</c:v>
                </c:pt>
                <c:pt idx="2141">
                  <c:v>9.3187200000000004E-4</c:v>
                </c:pt>
                <c:pt idx="2142">
                  <c:v>9.2848200000000001E-4</c:v>
                </c:pt>
                <c:pt idx="2143">
                  <c:v>9.25073E-4</c:v>
                </c:pt>
                <c:pt idx="2144">
                  <c:v>9.2164899999999997E-4</c:v>
                </c:pt>
                <c:pt idx="2145">
                  <c:v>9.1821199999999996E-4</c:v>
                </c:pt>
                <c:pt idx="2146">
                  <c:v>9.1476600000000002E-4</c:v>
                </c:pt>
                <c:pt idx="2147">
                  <c:v>9.1132799999999999E-4</c:v>
                </c:pt>
                <c:pt idx="2148">
                  <c:v>9.0789799999999997E-4</c:v>
                </c:pt>
                <c:pt idx="2149">
                  <c:v>9.0446999999999999E-4</c:v>
                </c:pt>
                <c:pt idx="2150">
                  <c:v>9.0103899999999996E-4</c:v>
                </c:pt>
                <c:pt idx="2151">
                  <c:v>8.9761099999999998E-4</c:v>
                </c:pt>
                <c:pt idx="2152">
                  <c:v>8.9420999999999999E-4</c:v>
                </c:pt>
                <c:pt idx="2153">
                  <c:v>8.9085E-4</c:v>
                </c:pt>
                <c:pt idx="2154">
                  <c:v>8.8755799999999999E-4</c:v>
                </c:pt>
                <c:pt idx="2155">
                  <c:v>8.8437499999999996E-4</c:v>
                </c:pt>
                <c:pt idx="2156">
                  <c:v>8.81265E-4</c:v>
                </c:pt>
                <c:pt idx="2157">
                  <c:v>8.7846599999999995E-4</c:v>
                </c:pt>
                <c:pt idx="2158">
                  <c:v>8.75942E-4</c:v>
                </c:pt>
                <c:pt idx="2159">
                  <c:v>8.73243E-4</c:v>
                </c:pt>
                <c:pt idx="2160">
                  <c:v>8.7031499999999998E-4</c:v>
                </c:pt>
                <c:pt idx="2161">
                  <c:v>8.6726399999999997E-4</c:v>
                </c:pt>
                <c:pt idx="2162">
                  <c:v>8.6413500000000003E-4</c:v>
                </c:pt>
                <c:pt idx="2163">
                  <c:v>8.6096999999999996E-4</c:v>
                </c:pt>
                <c:pt idx="2164">
                  <c:v>8.5780100000000005E-4</c:v>
                </c:pt>
                <c:pt idx="2165">
                  <c:v>8.5464199999999997E-4</c:v>
                </c:pt>
                <c:pt idx="2166">
                  <c:v>8.5150299999999998E-4</c:v>
                </c:pt>
                <c:pt idx="2167">
                  <c:v>8.4838299999999997E-4</c:v>
                </c:pt>
                <c:pt idx="2168">
                  <c:v>8.4527699999999996E-4</c:v>
                </c:pt>
                <c:pt idx="2169">
                  <c:v>8.4217700000000005E-4</c:v>
                </c:pt>
                <c:pt idx="2170">
                  <c:v>8.39068E-4</c:v>
                </c:pt>
                <c:pt idx="2171">
                  <c:v>8.3595000000000002E-4</c:v>
                </c:pt>
                <c:pt idx="2172">
                  <c:v>8.3282099999999997E-4</c:v>
                </c:pt>
                <c:pt idx="2173">
                  <c:v>8.2966699999999997E-4</c:v>
                </c:pt>
                <c:pt idx="2174">
                  <c:v>8.2645500000000003E-4</c:v>
                </c:pt>
                <c:pt idx="2175">
                  <c:v>8.2315100000000005E-4</c:v>
                </c:pt>
                <c:pt idx="2176">
                  <c:v>8.1986899999999998E-4</c:v>
                </c:pt>
                <c:pt idx="2177">
                  <c:v>8.1681799999999997E-4</c:v>
                </c:pt>
                <c:pt idx="2178">
                  <c:v>8.13921E-4</c:v>
                </c:pt>
                <c:pt idx="2179">
                  <c:v>8.1097500000000002E-4</c:v>
                </c:pt>
                <c:pt idx="2180">
                  <c:v>8.0796500000000001E-4</c:v>
                </c:pt>
                <c:pt idx="2181">
                  <c:v>8.0493800000000005E-4</c:v>
                </c:pt>
                <c:pt idx="2182">
                  <c:v>8.0190999999999997E-4</c:v>
                </c:pt>
                <c:pt idx="2183">
                  <c:v>7.9888599999999995E-4</c:v>
                </c:pt>
                <c:pt idx="2184">
                  <c:v>7.9586999999999995E-4</c:v>
                </c:pt>
                <c:pt idx="2185">
                  <c:v>7.92864E-4</c:v>
                </c:pt>
                <c:pt idx="2186">
                  <c:v>7.8987299999999996E-4</c:v>
                </c:pt>
                <c:pt idx="2187">
                  <c:v>7.8689799999999996E-4</c:v>
                </c:pt>
                <c:pt idx="2188">
                  <c:v>7.8393799999999997E-4</c:v>
                </c:pt>
                <c:pt idx="2189">
                  <c:v>7.8098100000000004E-4</c:v>
                </c:pt>
                <c:pt idx="2190">
                  <c:v>7.7802800000000005E-4</c:v>
                </c:pt>
                <c:pt idx="2191">
                  <c:v>7.7508799999999995E-4</c:v>
                </c:pt>
                <c:pt idx="2192">
                  <c:v>7.7216100000000005E-4</c:v>
                </c:pt>
                <c:pt idx="2193">
                  <c:v>7.6924000000000003E-4</c:v>
                </c:pt>
                <c:pt idx="2194">
                  <c:v>7.6631599999999996E-4</c:v>
                </c:pt>
                <c:pt idx="2195">
                  <c:v>7.6340299999999995E-4</c:v>
                </c:pt>
                <c:pt idx="2196">
                  <c:v>7.6052400000000005E-4</c:v>
                </c:pt>
                <c:pt idx="2197">
                  <c:v>7.5767900000000003E-4</c:v>
                </c:pt>
                <c:pt idx="2198">
                  <c:v>7.54819E-4</c:v>
                </c:pt>
                <c:pt idx="2199">
                  <c:v>7.5192200000000003E-4</c:v>
                </c:pt>
                <c:pt idx="2200">
                  <c:v>7.4902599999999997E-4</c:v>
                </c:pt>
                <c:pt idx="2201">
                  <c:v>7.4615100000000002E-4</c:v>
                </c:pt>
                <c:pt idx="2202">
                  <c:v>7.43292E-4</c:v>
                </c:pt>
                <c:pt idx="2203">
                  <c:v>7.4043899999999996E-4</c:v>
                </c:pt>
                <c:pt idx="2204">
                  <c:v>7.3757800000000002E-4</c:v>
                </c:pt>
                <c:pt idx="2205">
                  <c:v>7.3472299999999995E-4</c:v>
                </c:pt>
                <c:pt idx="2206">
                  <c:v>7.3188799999999998E-4</c:v>
                </c:pt>
                <c:pt idx="2207">
                  <c:v>7.29066E-4</c:v>
                </c:pt>
                <c:pt idx="2208">
                  <c:v>7.2625499999999998E-4</c:v>
                </c:pt>
                <c:pt idx="2209">
                  <c:v>7.2344499999999997E-4</c:v>
                </c:pt>
                <c:pt idx="2210">
                  <c:v>7.2063699999999999E-4</c:v>
                </c:pt>
                <c:pt idx="2211">
                  <c:v>7.1783600000000002E-4</c:v>
                </c:pt>
                <c:pt idx="2212">
                  <c:v>7.1503799999999998E-4</c:v>
                </c:pt>
                <c:pt idx="2213">
                  <c:v>7.1224000000000005E-4</c:v>
                </c:pt>
                <c:pt idx="2214">
                  <c:v>7.0944300000000003E-4</c:v>
                </c:pt>
                <c:pt idx="2215">
                  <c:v>7.0666999999999995E-4</c:v>
                </c:pt>
                <c:pt idx="2216">
                  <c:v>7.0392199999999995E-4</c:v>
                </c:pt>
                <c:pt idx="2217">
                  <c:v>7.0118999999999997E-4</c:v>
                </c:pt>
                <c:pt idx="2218">
                  <c:v>6.9846899999999996E-4</c:v>
                </c:pt>
                <c:pt idx="2219">
                  <c:v>6.9580200000000003E-4</c:v>
                </c:pt>
                <c:pt idx="2220">
                  <c:v>6.9337000000000001E-4</c:v>
                </c:pt>
                <c:pt idx="2221">
                  <c:v>6.9113099999999999E-4</c:v>
                </c:pt>
                <c:pt idx="2222">
                  <c:v>6.8885799999999998E-4</c:v>
                </c:pt>
                <c:pt idx="2223">
                  <c:v>6.8650600000000003E-4</c:v>
                </c:pt>
                <c:pt idx="2224">
                  <c:v>6.8418999999999999E-4</c:v>
                </c:pt>
                <c:pt idx="2225">
                  <c:v>6.8218499999999997E-4</c:v>
                </c:pt>
                <c:pt idx="2226">
                  <c:v>6.8037200000000005E-4</c:v>
                </c:pt>
                <c:pt idx="2227">
                  <c:v>6.78406E-4</c:v>
                </c:pt>
                <c:pt idx="2228">
                  <c:v>6.7626700000000004E-4</c:v>
                </c:pt>
                <c:pt idx="2229">
                  <c:v>6.7402300000000005E-4</c:v>
                </c:pt>
                <c:pt idx="2230">
                  <c:v>6.7171699999999995E-4</c:v>
                </c:pt>
                <c:pt idx="2231">
                  <c:v>6.6936800000000005E-4</c:v>
                </c:pt>
                <c:pt idx="2232">
                  <c:v>6.6699499999999998E-4</c:v>
                </c:pt>
                <c:pt idx="2233">
                  <c:v>6.6460599999999999E-4</c:v>
                </c:pt>
                <c:pt idx="2234">
                  <c:v>6.6220899999999997E-4</c:v>
                </c:pt>
                <c:pt idx="2235">
                  <c:v>6.5981199999999996E-4</c:v>
                </c:pt>
                <c:pt idx="2236">
                  <c:v>6.5756400000000002E-4</c:v>
                </c:pt>
                <c:pt idx="2237">
                  <c:v>6.5582699999999999E-4</c:v>
                </c:pt>
                <c:pt idx="2238">
                  <c:v>6.5435899999999997E-4</c:v>
                </c:pt>
                <c:pt idx="2239">
                  <c:v>6.5271199999999995E-4</c:v>
                </c:pt>
                <c:pt idx="2240">
                  <c:v>6.5100399999999995E-4</c:v>
                </c:pt>
                <c:pt idx="2241">
                  <c:v>6.4923699999999999E-4</c:v>
                </c:pt>
                <c:pt idx="2242">
                  <c:v>6.4729000000000002E-4</c:v>
                </c:pt>
                <c:pt idx="2243">
                  <c:v>6.4518699999999997E-4</c:v>
                </c:pt>
                <c:pt idx="2244">
                  <c:v>6.4299300000000002E-4</c:v>
                </c:pt>
                <c:pt idx="2245">
                  <c:v>6.40754E-4</c:v>
                </c:pt>
                <c:pt idx="2246">
                  <c:v>6.3849100000000004E-4</c:v>
                </c:pt>
                <c:pt idx="2247">
                  <c:v>6.3638500000000005E-4</c:v>
                </c:pt>
                <c:pt idx="2248">
                  <c:v>6.3487999999999999E-4</c:v>
                </c:pt>
                <c:pt idx="2249">
                  <c:v>6.3380499999999998E-4</c:v>
                </c:pt>
                <c:pt idx="2250">
                  <c:v>6.3258900000000002E-4</c:v>
                </c:pt>
                <c:pt idx="2251">
                  <c:v>6.3111999999999999E-4</c:v>
                </c:pt>
                <c:pt idx="2252">
                  <c:v>6.2944900000000002E-4</c:v>
                </c:pt>
                <c:pt idx="2253">
                  <c:v>6.2763499999999998E-4</c:v>
                </c:pt>
                <c:pt idx="2254">
                  <c:v>6.2573399999999997E-4</c:v>
                </c:pt>
                <c:pt idx="2255">
                  <c:v>6.2377099999999996E-4</c:v>
                </c:pt>
                <c:pt idx="2256">
                  <c:v>6.2175299999999995E-4</c:v>
                </c:pt>
                <c:pt idx="2257">
                  <c:v>6.1969900000000003E-4</c:v>
                </c:pt>
                <c:pt idx="2258">
                  <c:v>6.1759900000000003E-4</c:v>
                </c:pt>
                <c:pt idx="2259">
                  <c:v>6.1541000000000005E-4</c:v>
                </c:pt>
                <c:pt idx="2260">
                  <c:v>6.1313899999999996E-4</c:v>
                </c:pt>
                <c:pt idx="2261">
                  <c:v>6.1085200000000005E-4</c:v>
                </c:pt>
                <c:pt idx="2262">
                  <c:v>6.0857999999999995E-4</c:v>
                </c:pt>
                <c:pt idx="2263">
                  <c:v>6.0632199999999996E-4</c:v>
                </c:pt>
                <c:pt idx="2264">
                  <c:v>6.0407600000000005E-4</c:v>
                </c:pt>
                <c:pt idx="2265">
                  <c:v>6.0183600000000002E-4</c:v>
                </c:pt>
                <c:pt idx="2266">
                  <c:v>5.9959E-4</c:v>
                </c:pt>
                <c:pt idx="2267">
                  <c:v>5.9732800000000005E-4</c:v>
                </c:pt>
                <c:pt idx="2268">
                  <c:v>5.9504800000000004E-4</c:v>
                </c:pt>
                <c:pt idx="2269">
                  <c:v>5.9275799999999998E-4</c:v>
                </c:pt>
                <c:pt idx="2270">
                  <c:v>5.9046800000000003E-4</c:v>
                </c:pt>
                <c:pt idx="2271">
                  <c:v>5.88187E-4</c:v>
                </c:pt>
                <c:pt idx="2272">
                  <c:v>5.8591000000000003E-4</c:v>
                </c:pt>
                <c:pt idx="2273">
                  <c:v>5.8363899999999995E-4</c:v>
                </c:pt>
                <c:pt idx="2274">
                  <c:v>5.8137499999999997E-4</c:v>
                </c:pt>
                <c:pt idx="2275">
                  <c:v>5.7911300000000002E-4</c:v>
                </c:pt>
                <c:pt idx="2276">
                  <c:v>5.7685400000000002E-4</c:v>
                </c:pt>
                <c:pt idx="2277">
                  <c:v>5.7459600000000003E-4</c:v>
                </c:pt>
                <c:pt idx="2278">
                  <c:v>5.7234400000000002E-4</c:v>
                </c:pt>
                <c:pt idx="2279">
                  <c:v>5.70105E-4</c:v>
                </c:pt>
                <c:pt idx="2280">
                  <c:v>5.6787099999999996E-4</c:v>
                </c:pt>
                <c:pt idx="2281">
                  <c:v>5.65636E-4</c:v>
                </c:pt>
                <c:pt idx="2282">
                  <c:v>5.6339900000000002E-4</c:v>
                </c:pt>
                <c:pt idx="2283">
                  <c:v>5.61167E-4</c:v>
                </c:pt>
                <c:pt idx="2284">
                  <c:v>5.5894699999999996E-4</c:v>
                </c:pt>
                <c:pt idx="2285">
                  <c:v>5.5673599999999995E-4</c:v>
                </c:pt>
                <c:pt idx="2286">
                  <c:v>5.5452799999999999E-4</c:v>
                </c:pt>
                <c:pt idx="2287">
                  <c:v>5.5232000000000002E-4</c:v>
                </c:pt>
                <c:pt idx="2288">
                  <c:v>5.5011700000000003E-4</c:v>
                </c:pt>
                <c:pt idx="2289">
                  <c:v>5.4792100000000004E-4</c:v>
                </c:pt>
                <c:pt idx="2290">
                  <c:v>5.4573100000000004E-4</c:v>
                </c:pt>
                <c:pt idx="2291">
                  <c:v>5.4354700000000002E-4</c:v>
                </c:pt>
                <c:pt idx="2292">
                  <c:v>5.4136500000000003E-4</c:v>
                </c:pt>
                <c:pt idx="2293">
                  <c:v>5.3919199999999997E-4</c:v>
                </c:pt>
                <c:pt idx="2294">
                  <c:v>5.3702999999999997E-4</c:v>
                </c:pt>
                <c:pt idx="2295">
                  <c:v>5.3487900000000004E-4</c:v>
                </c:pt>
                <c:pt idx="2296">
                  <c:v>5.3273399999999999E-4</c:v>
                </c:pt>
                <c:pt idx="2297">
                  <c:v>5.3059199999999998E-4</c:v>
                </c:pt>
                <c:pt idx="2298">
                  <c:v>5.2845799999999999E-4</c:v>
                </c:pt>
                <c:pt idx="2299">
                  <c:v>5.2633200000000002E-4</c:v>
                </c:pt>
                <c:pt idx="2300">
                  <c:v>5.2421499999999997E-4</c:v>
                </c:pt>
                <c:pt idx="2301">
                  <c:v>5.2209999999999995E-4</c:v>
                </c:pt>
                <c:pt idx="2302">
                  <c:v>5.1999000000000001E-4</c:v>
                </c:pt>
                <c:pt idx="2303">
                  <c:v>5.1789200000000005E-4</c:v>
                </c:pt>
                <c:pt idx="2304">
                  <c:v>5.1580400000000002E-4</c:v>
                </c:pt>
                <c:pt idx="2305">
                  <c:v>5.1371999999999995E-4</c:v>
                </c:pt>
                <c:pt idx="2306">
                  <c:v>5.1163700000000001E-4</c:v>
                </c:pt>
                <c:pt idx="2307">
                  <c:v>5.0955599999999998E-4</c:v>
                </c:pt>
                <c:pt idx="2308">
                  <c:v>5.0748500000000001E-4</c:v>
                </c:pt>
                <c:pt idx="2309">
                  <c:v>5.0542299999999996E-4</c:v>
                </c:pt>
                <c:pt idx="2310">
                  <c:v>5.0336700000000001E-4</c:v>
                </c:pt>
                <c:pt idx="2311">
                  <c:v>5.0131299999999998E-4</c:v>
                </c:pt>
                <c:pt idx="2312">
                  <c:v>4.9926699999999996E-4</c:v>
                </c:pt>
                <c:pt idx="2313">
                  <c:v>4.9723400000000004E-4</c:v>
                </c:pt>
                <c:pt idx="2314">
                  <c:v>4.9521199999999997E-4</c:v>
                </c:pt>
                <c:pt idx="2315">
                  <c:v>4.9319700000000001E-4</c:v>
                </c:pt>
                <c:pt idx="2316">
                  <c:v>4.9118700000000003E-4</c:v>
                </c:pt>
                <c:pt idx="2317">
                  <c:v>4.8917999999999998E-4</c:v>
                </c:pt>
                <c:pt idx="2318">
                  <c:v>4.87181E-4</c:v>
                </c:pt>
                <c:pt idx="2319">
                  <c:v>4.85188E-4</c:v>
                </c:pt>
                <c:pt idx="2320">
                  <c:v>4.8319900000000002E-4</c:v>
                </c:pt>
                <c:pt idx="2321">
                  <c:v>4.8121299999999997E-4</c:v>
                </c:pt>
                <c:pt idx="2322">
                  <c:v>4.79235E-4</c:v>
                </c:pt>
                <c:pt idx="2323">
                  <c:v>4.7726799999999998E-4</c:v>
                </c:pt>
                <c:pt idx="2324">
                  <c:v>4.7530499999999998E-4</c:v>
                </c:pt>
                <c:pt idx="2325">
                  <c:v>4.7334500000000002E-4</c:v>
                </c:pt>
                <c:pt idx="2326">
                  <c:v>4.7139000000000003E-4</c:v>
                </c:pt>
                <c:pt idx="2327">
                  <c:v>4.6944100000000002E-4</c:v>
                </c:pt>
                <c:pt idx="2328">
                  <c:v>4.6750200000000001E-4</c:v>
                </c:pt>
                <c:pt idx="2329">
                  <c:v>4.6557100000000002E-4</c:v>
                </c:pt>
                <c:pt idx="2330">
                  <c:v>4.63645E-4</c:v>
                </c:pt>
                <c:pt idx="2331">
                  <c:v>4.6172299999999998E-4</c:v>
                </c:pt>
                <c:pt idx="2332">
                  <c:v>4.5980700000000001E-4</c:v>
                </c:pt>
                <c:pt idx="2333">
                  <c:v>4.57885E-4</c:v>
                </c:pt>
                <c:pt idx="2334">
                  <c:v>4.5595899999999998E-4</c:v>
                </c:pt>
                <c:pt idx="2335">
                  <c:v>4.5403499999999999E-4</c:v>
                </c:pt>
                <c:pt idx="2336">
                  <c:v>4.52115E-4</c:v>
                </c:pt>
                <c:pt idx="2337">
                  <c:v>4.5020599999999998E-4</c:v>
                </c:pt>
                <c:pt idx="2338">
                  <c:v>4.48314E-4</c:v>
                </c:pt>
                <c:pt idx="2339">
                  <c:v>4.46451E-4</c:v>
                </c:pt>
                <c:pt idx="2340">
                  <c:v>4.4462100000000002E-4</c:v>
                </c:pt>
                <c:pt idx="2341">
                  <c:v>4.42798E-4</c:v>
                </c:pt>
                <c:pt idx="2342">
                  <c:v>4.4095700000000001E-4</c:v>
                </c:pt>
                <c:pt idx="2343">
                  <c:v>4.3910200000000003E-4</c:v>
                </c:pt>
                <c:pt idx="2344">
                  <c:v>4.3724699999999998E-4</c:v>
                </c:pt>
                <c:pt idx="2345">
                  <c:v>4.35396E-4</c:v>
                </c:pt>
                <c:pt idx="2346">
                  <c:v>4.33547E-4</c:v>
                </c:pt>
                <c:pt idx="2347">
                  <c:v>4.3170699999999998E-4</c:v>
                </c:pt>
                <c:pt idx="2348">
                  <c:v>4.2987400000000001E-4</c:v>
                </c:pt>
                <c:pt idx="2349">
                  <c:v>4.2804799999999999E-4</c:v>
                </c:pt>
                <c:pt idx="2350">
                  <c:v>4.26227E-4</c:v>
                </c:pt>
                <c:pt idx="2351">
                  <c:v>4.2441100000000003E-4</c:v>
                </c:pt>
                <c:pt idx="2352">
                  <c:v>4.2260300000000002E-4</c:v>
                </c:pt>
                <c:pt idx="2353">
                  <c:v>4.2080399999999999E-4</c:v>
                </c:pt>
                <c:pt idx="2354">
                  <c:v>4.19014E-4</c:v>
                </c:pt>
                <c:pt idx="2355">
                  <c:v>4.17227E-4</c:v>
                </c:pt>
                <c:pt idx="2356">
                  <c:v>4.1544100000000001E-4</c:v>
                </c:pt>
                <c:pt idx="2357">
                  <c:v>4.1365899999999998E-4</c:v>
                </c:pt>
                <c:pt idx="2358">
                  <c:v>4.1188500000000002E-4</c:v>
                </c:pt>
                <c:pt idx="2359">
                  <c:v>4.1012600000000002E-4</c:v>
                </c:pt>
                <c:pt idx="2360">
                  <c:v>4.0838799999999998E-4</c:v>
                </c:pt>
                <c:pt idx="2361">
                  <c:v>4.0666600000000003E-4</c:v>
                </c:pt>
                <c:pt idx="2362">
                  <c:v>4.0495499999999997E-4</c:v>
                </c:pt>
                <c:pt idx="2363">
                  <c:v>4.0325099999999998E-4</c:v>
                </c:pt>
                <c:pt idx="2364">
                  <c:v>4.0154900000000001E-4</c:v>
                </c:pt>
                <c:pt idx="2365">
                  <c:v>3.9984299999999999E-4</c:v>
                </c:pt>
                <c:pt idx="2366">
                  <c:v>3.9813400000000002E-4</c:v>
                </c:pt>
                <c:pt idx="2367">
                  <c:v>3.9642799999999999E-4</c:v>
                </c:pt>
                <c:pt idx="2368">
                  <c:v>3.9472599999999997E-4</c:v>
                </c:pt>
                <c:pt idx="2369">
                  <c:v>3.9302599999999999E-4</c:v>
                </c:pt>
                <c:pt idx="2370">
                  <c:v>3.91326E-4</c:v>
                </c:pt>
                <c:pt idx="2371">
                  <c:v>3.8963099999999998E-4</c:v>
                </c:pt>
                <c:pt idx="2372">
                  <c:v>3.8794699999999998E-4</c:v>
                </c:pt>
                <c:pt idx="2373">
                  <c:v>3.86272E-4</c:v>
                </c:pt>
                <c:pt idx="2374">
                  <c:v>3.8460499999999999E-4</c:v>
                </c:pt>
                <c:pt idx="2375">
                  <c:v>3.8294099999999998E-4</c:v>
                </c:pt>
                <c:pt idx="2376">
                  <c:v>3.8128400000000002E-4</c:v>
                </c:pt>
                <c:pt idx="2377">
                  <c:v>3.7963599999999998E-4</c:v>
                </c:pt>
                <c:pt idx="2378">
                  <c:v>3.77995E-4</c:v>
                </c:pt>
                <c:pt idx="2379">
                  <c:v>3.7635700000000002E-4</c:v>
                </c:pt>
                <c:pt idx="2380">
                  <c:v>3.7472200000000002E-4</c:v>
                </c:pt>
                <c:pt idx="2381">
                  <c:v>3.7309499999999999E-4</c:v>
                </c:pt>
                <c:pt idx="2382">
                  <c:v>3.7147800000000001E-4</c:v>
                </c:pt>
                <c:pt idx="2383">
                  <c:v>3.69866E-4</c:v>
                </c:pt>
                <c:pt idx="2384">
                  <c:v>3.68255E-4</c:v>
                </c:pt>
                <c:pt idx="2385">
                  <c:v>3.6664400000000001E-4</c:v>
                </c:pt>
                <c:pt idx="2386">
                  <c:v>3.6504199999999999E-4</c:v>
                </c:pt>
                <c:pt idx="2387">
                  <c:v>3.6344799999999999E-4</c:v>
                </c:pt>
                <c:pt idx="2388">
                  <c:v>3.61858E-4</c:v>
                </c:pt>
                <c:pt idx="2389">
                  <c:v>3.6026899999999998E-4</c:v>
                </c:pt>
                <c:pt idx="2390">
                  <c:v>3.5868599999999999E-4</c:v>
                </c:pt>
                <c:pt idx="2391">
                  <c:v>3.5711500000000003E-4</c:v>
                </c:pt>
                <c:pt idx="2392">
                  <c:v>3.5555199999999997E-4</c:v>
                </c:pt>
                <c:pt idx="2393">
                  <c:v>3.5399500000000001E-4</c:v>
                </c:pt>
                <c:pt idx="2394">
                  <c:v>3.52441E-4</c:v>
                </c:pt>
                <c:pt idx="2395">
                  <c:v>3.5088900000000001E-4</c:v>
                </c:pt>
                <c:pt idx="2396">
                  <c:v>3.4934499999999998E-4</c:v>
                </c:pt>
                <c:pt idx="2397">
                  <c:v>3.4780800000000001E-4</c:v>
                </c:pt>
                <c:pt idx="2398">
                  <c:v>3.46275E-4</c:v>
                </c:pt>
                <c:pt idx="2399">
                  <c:v>3.44746E-4</c:v>
                </c:pt>
                <c:pt idx="2400">
                  <c:v>3.4322299999999998E-4</c:v>
                </c:pt>
                <c:pt idx="2401">
                  <c:v>3.4170899999999999E-4</c:v>
                </c:pt>
                <c:pt idx="2402">
                  <c:v>3.4020300000000002E-4</c:v>
                </c:pt>
                <c:pt idx="2403">
                  <c:v>3.38704E-4</c:v>
                </c:pt>
                <c:pt idx="2404">
                  <c:v>3.3720799999999997E-4</c:v>
                </c:pt>
                <c:pt idx="2405">
                  <c:v>3.3571499999999999E-4</c:v>
                </c:pt>
                <c:pt idx="2406">
                  <c:v>3.3422600000000002E-4</c:v>
                </c:pt>
                <c:pt idx="2407">
                  <c:v>3.3274299999999998E-4</c:v>
                </c:pt>
                <c:pt idx="2408">
                  <c:v>3.31267E-4</c:v>
                </c:pt>
                <c:pt idx="2409">
                  <c:v>3.2979400000000001E-4</c:v>
                </c:pt>
                <c:pt idx="2410">
                  <c:v>3.2832800000000002E-4</c:v>
                </c:pt>
                <c:pt idx="2411">
                  <c:v>3.2687200000000002E-4</c:v>
                </c:pt>
                <c:pt idx="2412">
                  <c:v>3.2542299999999998E-4</c:v>
                </c:pt>
                <c:pt idx="2413">
                  <c:v>3.2397799999999999E-4</c:v>
                </c:pt>
                <c:pt idx="2414">
                  <c:v>3.2253400000000003E-4</c:v>
                </c:pt>
                <c:pt idx="2415">
                  <c:v>3.2109499999999997E-4</c:v>
                </c:pt>
                <c:pt idx="2416">
                  <c:v>3.1966399999999999E-4</c:v>
                </c:pt>
                <c:pt idx="2417">
                  <c:v>3.1824000000000002E-4</c:v>
                </c:pt>
                <c:pt idx="2418">
                  <c:v>3.1681899999999998E-4</c:v>
                </c:pt>
                <c:pt idx="2419">
                  <c:v>3.1540000000000002E-4</c:v>
                </c:pt>
                <c:pt idx="2420">
                  <c:v>3.1399100000000001E-4</c:v>
                </c:pt>
                <c:pt idx="2421">
                  <c:v>3.1259000000000001E-4</c:v>
                </c:pt>
                <c:pt idx="2422">
                  <c:v>3.1119699999999998E-4</c:v>
                </c:pt>
                <c:pt idx="2423">
                  <c:v>3.0980500000000002E-4</c:v>
                </c:pt>
                <c:pt idx="2424">
                  <c:v>3.08413E-4</c:v>
                </c:pt>
                <c:pt idx="2425">
                  <c:v>3.0702700000000003E-4</c:v>
                </c:pt>
                <c:pt idx="2426">
                  <c:v>3.0564900000000001E-4</c:v>
                </c:pt>
                <c:pt idx="2427">
                  <c:v>3.0427500000000001E-4</c:v>
                </c:pt>
                <c:pt idx="2428">
                  <c:v>3.0290299999999998E-4</c:v>
                </c:pt>
                <c:pt idx="2429">
                  <c:v>3.0153500000000002E-4</c:v>
                </c:pt>
                <c:pt idx="2430">
                  <c:v>3.0017599999999998E-4</c:v>
                </c:pt>
                <c:pt idx="2431">
                  <c:v>2.9882599999999997E-4</c:v>
                </c:pt>
                <c:pt idx="2432">
                  <c:v>2.9748300000000002E-4</c:v>
                </c:pt>
                <c:pt idx="2433">
                  <c:v>2.9614300000000001E-4</c:v>
                </c:pt>
                <c:pt idx="2434">
                  <c:v>2.9480499999999998E-4</c:v>
                </c:pt>
                <c:pt idx="2435">
                  <c:v>2.9347500000000002E-4</c:v>
                </c:pt>
                <c:pt idx="2436">
                  <c:v>2.92152E-4</c:v>
                </c:pt>
                <c:pt idx="2437">
                  <c:v>2.90833E-4</c:v>
                </c:pt>
                <c:pt idx="2438">
                  <c:v>2.89518E-4</c:v>
                </c:pt>
                <c:pt idx="2439">
                  <c:v>2.8820799999999998E-4</c:v>
                </c:pt>
                <c:pt idx="2440">
                  <c:v>2.8690600000000002E-4</c:v>
                </c:pt>
                <c:pt idx="2441">
                  <c:v>2.8561199999999998E-4</c:v>
                </c:pt>
                <c:pt idx="2442">
                  <c:v>2.8432400000000002E-4</c:v>
                </c:pt>
                <c:pt idx="2443">
                  <c:v>2.8303699999999998E-4</c:v>
                </c:pt>
                <c:pt idx="2444">
                  <c:v>2.8175200000000002E-4</c:v>
                </c:pt>
                <c:pt idx="2445">
                  <c:v>2.8047499999999997E-4</c:v>
                </c:pt>
                <c:pt idx="2446">
                  <c:v>2.79203E-4</c:v>
                </c:pt>
                <c:pt idx="2447">
                  <c:v>2.77936E-4</c:v>
                </c:pt>
                <c:pt idx="2448">
                  <c:v>2.7667099999999998E-4</c:v>
                </c:pt>
                <c:pt idx="2449">
                  <c:v>2.75412E-4</c:v>
                </c:pt>
                <c:pt idx="2450">
                  <c:v>2.74162E-4</c:v>
                </c:pt>
                <c:pt idx="2451">
                  <c:v>2.7291899999999999E-4</c:v>
                </c:pt>
                <c:pt idx="2452">
                  <c:v>2.7168E-4</c:v>
                </c:pt>
                <c:pt idx="2453">
                  <c:v>2.7044200000000002E-4</c:v>
                </c:pt>
                <c:pt idx="2454">
                  <c:v>2.6921099999999999E-4</c:v>
                </c:pt>
                <c:pt idx="2455">
                  <c:v>2.6798600000000001E-4</c:v>
                </c:pt>
                <c:pt idx="2456">
                  <c:v>2.6676599999999999E-4</c:v>
                </c:pt>
                <c:pt idx="2457">
                  <c:v>2.6554999999999998E-4</c:v>
                </c:pt>
                <c:pt idx="2458">
                  <c:v>2.6433700000000001E-4</c:v>
                </c:pt>
                <c:pt idx="2459">
                  <c:v>2.6313200000000001E-4</c:v>
                </c:pt>
                <c:pt idx="2460">
                  <c:v>2.6193400000000002E-4</c:v>
                </c:pt>
                <c:pt idx="2461">
                  <c:v>2.6074300000000002E-4</c:v>
                </c:pt>
                <c:pt idx="2462">
                  <c:v>2.5955299999999999E-4</c:v>
                </c:pt>
                <c:pt idx="2463">
                  <c:v>2.5836400000000002E-4</c:v>
                </c:pt>
                <c:pt idx="2464">
                  <c:v>2.5718099999999999E-4</c:v>
                </c:pt>
                <c:pt idx="2465">
                  <c:v>2.5600599999999997E-4</c:v>
                </c:pt>
                <c:pt idx="2466">
                  <c:v>2.5483500000000002E-4</c:v>
                </c:pt>
                <c:pt idx="2467">
                  <c:v>2.5366899999999999E-4</c:v>
                </c:pt>
                <c:pt idx="2468">
                  <c:v>2.52506E-4</c:v>
                </c:pt>
                <c:pt idx="2469">
                  <c:v>2.51349E-4</c:v>
                </c:pt>
                <c:pt idx="2470">
                  <c:v>2.5019899999999999E-4</c:v>
                </c:pt>
                <c:pt idx="2471">
                  <c:v>2.49056E-4</c:v>
                </c:pt>
                <c:pt idx="2472">
                  <c:v>2.4791499999999997E-4</c:v>
                </c:pt>
                <c:pt idx="2473">
                  <c:v>2.46777E-4</c:v>
                </c:pt>
                <c:pt idx="2474">
                  <c:v>2.4564500000000001E-4</c:v>
                </c:pt>
                <c:pt idx="2475">
                  <c:v>2.4452000000000002E-4</c:v>
                </c:pt>
                <c:pt idx="2476">
                  <c:v>2.4340000000000001E-4</c:v>
                </c:pt>
                <c:pt idx="2477">
                  <c:v>2.4228300000000001E-4</c:v>
                </c:pt>
                <c:pt idx="2478">
                  <c:v>2.4117E-4</c:v>
                </c:pt>
                <c:pt idx="2479">
                  <c:v>2.4006400000000001E-4</c:v>
                </c:pt>
                <c:pt idx="2480">
                  <c:v>2.38965E-4</c:v>
                </c:pt>
                <c:pt idx="2481">
                  <c:v>2.37872E-4</c:v>
                </c:pt>
                <c:pt idx="2482">
                  <c:v>2.3678100000000001E-4</c:v>
                </c:pt>
                <c:pt idx="2483">
                  <c:v>2.3569300000000001E-4</c:v>
                </c:pt>
                <c:pt idx="2484">
                  <c:v>2.3461000000000001E-4</c:v>
                </c:pt>
                <c:pt idx="2485">
                  <c:v>2.33532E-4</c:v>
                </c:pt>
                <c:pt idx="2486">
                  <c:v>2.32458E-4</c:v>
                </c:pt>
                <c:pt idx="2487">
                  <c:v>2.3138600000000001E-4</c:v>
                </c:pt>
                <c:pt idx="2488">
                  <c:v>2.3031899999999999E-4</c:v>
                </c:pt>
                <c:pt idx="2489">
                  <c:v>2.2926199999999999E-4</c:v>
                </c:pt>
                <c:pt idx="2490">
                  <c:v>2.2821000000000001E-4</c:v>
                </c:pt>
                <c:pt idx="2491">
                  <c:v>2.27161E-4</c:v>
                </c:pt>
                <c:pt idx="2492">
                  <c:v>2.2611500000000001E-4</c:v>
                </c:pt>
                <c:pt idx="2493">
                  <c:v>2.25073E-4</c:v>
                </c:pt>
                <c:pt idx="2494">
                  <c:v>2.2403599999999999E-4</c:v>
                </c:pt>
                <c:pt idx="2495">
                  <c:v>2.23005E-4</c:v>
                </c:pt>
                <c:pt idx="2496">
                  <c:v>2.2197800000000001E-4</c:v>
                </c:pt>
                <c:pt idx="2497">
                  <c:v>2.20953E-4</c:v>
                </c:pt>
                <c:pt idx="2498">
                  <c:v>2.1993499999999999E-4</c:v>
                </c:pt>
                <c:pt idx="2499">
                  <c:v>2.1892299999999999E-4</c:v>
                </c:pt>
                <c:pt idx="2500">
                  <c:v>2.1791700000000001E-4</c:v>
                </c:pt>
                <c:pt idx="2501">
                  <c:v>2.16925E-4</c:v>
                </c:pt>
                <c:pt idx="2502">
                  <c:v>2.1593599999999999E-4</c:v>
                </c:pt>
                <c:pt idx="2503">
                  <c:v>2.1494400000000001E-4</c:v>
                </c:pt>
                <c:pt idx="2504">
                  <c:v>2.13952E-4</c:v>
                </c:pt>
                <c:pt idx="2505">
                  <c:v>2.12964E-4</c:v>
                </c:pt>
                <c:pt idx="2506">
                  <c:v>2.11979E-4</c:v>
                </c:pt>
                <c:pt idx="2507">
                  <c:v>2.10998E-4</c:v>
                </c:pt>
                <c:pt idx="2508">
                  <c:v>2.10022E-4</c:v>
                </c:pt>
                <c:pt idx="2509">
                  <c:v>2.0905199999999999E-4</c:v>
                </c:pt>
                <c:pt idx="2510">
                  <c:v>2.08087E-4</c:v>
                </c:pt>
                <c:pt idx="2511">
                  <c:v>2.0712500000000001E-4</c:v>
                </c:pt>
                <c:pt idx="2512">
                  <c:v>2.06164E-4</c:v>
                </c:pt>
                <c:pt idx="2513">
                  <c:v>2.0520900000000001E-4</c:v>
                </c:pt>
                <c:pt idx="2514">
                  <c:v>2.0425900000000001E-4</c:v>
                </c:pt>
                <c:pt idx="2515">
                  <c:v>2.03313E-4</c:v>
                </c:pt>
                <c:pt idx="2516">
                  <c:v>2.0237E-4</c:v>
                </c:pt>
                <c:pt idx="2517">
                  <c:v>2.0143E-4</c:v>
                </c:pt>
                <c:pt idx="2518">
                  <c:v>2.0049799999999999E-4</c:v>
                </c:pt>
                <c:pt idx="2519">
                  <c:v>1.9957199999999999E-4</c:v>
                </c:pt>
                <c:pt idx="2520">
                  <c:v>1.9865099999999999E-4</c:v>
                </c:pt>
                <c:pt idx="2521">
                  <c:v>1.9773100000000001E-4</c:v>
                </c:pt>
                <c:pt idx="2522">
                  <c:v>1.96813E-4</c:v>
                </c:pt>
                <c:pt idx="2523">
                  <c:v>1.9589999999999999E-4</c:v>
                </c:pt>
                <c:pt idx="2524">
                  <c:v>1.9499200000000001E-4</c:v>
                </c:pt>
                <c:pt idx="2525">
                  <c:v>1.9408699999999999E-4</c:v>
                </c:pt>
                <c:pt idx="2526">
                  <c:v>1.9318100000000001E-4</c:v>
                </c:pt>
                <c:pt idx="2527">
                  <c:v>1.92277E-4</c:v>
                </c:pt>
                <c:pt idx="2528">
                  <c:v>1.9138099999999999E-4</c:v>
                </c:pt>
                <c:pt idx="2529">
                  <c:v>1.9049200000000001E-4</c:v>
                </c:pt>
                <c:pt idx="2530">
                  <c:v>1.8960799999999999E-4</c:v>
                </c:pt>
                <c:pt idx="2531">
                  <c:v>1.88727E-4</c:v>
                </c:pt>
                <c:pt idx="2532">
                  <c:v>1.8785000000000001E-4</c:v>
                </c:pt>
                <c:pt idx="2533">
                  <c:v>1.8697900000000001E-4</c:v>
                </c:pt>
                <c:pt idx="2534">
                  <c:v>1.8611300000000001E-4</c:v>
                </c:pt>
                <c:pt idx="2535">
                  <c:v>1.8524899999999999E-4</c:v>
                </c:pt>
                <c:pt idx="2536">
                  <c:v>1.8438800000000001E-4</c:v>
                </c:pt>
                <c:pt idx="2537">
                  <c:v>1.8353299999999999E-4</c:v>
                </c:pt>
                <c:pt idx="2538">
                  <c:v>1.82685E-4</c:v>
                </c:pt>
                <c:pt idx="2539">
                  <c:v>1.81841E-4</c:v>
                </c:pt>
                <c:pt idx="2540">
                  <c:v>1.8099899999999999E-4</c:v>
                </c:pt>
                <c:pt idx="2541">
                  <c:v>1.80156E-4</c:v>
                </c:pt>
                <c:pt idx="2542">
                  <c:v>1.7931800000000001E-4</c:v>
                </c:pt>
                <c:pt idx="2543">
                  <c:v>1.7848500000000001E-4</c:v>
                </c:pt>
                <c:pt idx="2544">
                  <c:v>1.7765700000000001E-4</c:v>
                </c:pt>
                <c:pt idx="2545">
                  <c:v>1.76832E-4</c:v>
                </c:pt>
                <c:pt idx="2546">
                  <c:v>1.7601100000000001E-4</c:v>
                </c:pt>
                <c:pt idx="2547">
                  <c:v>1.7519500000000001E-4</c:v>
                </c:pt>
                <c:pt idx="2548">
                  <c:v>1.74384E-4</c:v>
                </c:pt>
                <c:pt idx="2549">
                  <c:v>1.7357900000000001E-4</c:v>
                </c:pt>
                <c:pt idx="2550">
                  <c:v>1.7277699999999999E-4</c:v>
                </c:pt>
                <c:pt idx="2551">
                  <c:v>1.7197800000000001E-4</c:v>
                </c:pt>
                <c:pt idx="2552">
                  <c:v>1.7118299999999999E-4</c:v>
                </c:pt>
                <c:pt idx="2553">
                  <c:v>1.7039400000000001E-4</c:v>
                </c:pt>
                <c:pt idx="2554">
                  <c:v>1.6960900000000001E-4</c:v>
                </c:pt>
                <c:pt idx="2555">
                  <c:v>1.6882600000000001E-4</c:v>
                </c:pt>
                <c:pt idx="2556">
                  <c:v>1.6804600000000001E-4</c:v>
                </c:pt>
                <c:pt idx="2557">
                  <c:v>1.6727199999999999E-4</c:v>
                </c:pt>
                <c:pt idx="2558">
                  <c:v>1.6650200000000001E-4</c:v>
                </c:pt>
                <c:pt idx="2559">
                  <c:v>1.65737E-4</c:v>
                </c:pt>
                <c:pt idx="2560">
                  <c:v>1.6497300000000001E-4</c:v>
                </c:pt>
                <c:pt idx="2561">
                  <c:v>1.6421200000000001E-4</c:v>
                </c:pt>
                <c:pt idx="2562">
                  <c:v>1.6345500000000001E-4</c:v>
                </c:pt>
                <c:pt idx="2563">
                  <c:v>1.6270299999999999E-4</c:v>
                </c:pt>
                <c:pt idx="2564">
                  <c:v>1.6195399999999999E-4</c:v>
                </c:pt>
                <c:pt idx="2565">
                  <c:v>1.6120500000000001E-4</c:v>
                </c:pt>
                <c:pt idx="2566">
                  <c:v>1.6045999999999999E-4</c:v>
                </c:pt>
                <c:pt idx="2567">
                  <c:v>1.5971900000000001E-4</c:v>
                </c:pt>
                <c:pt idx="2568">
                  <c:v>1.5898299999999999E-4</c:v>
                </c:pt>
                <c:pt idx="2569">
                  <c:v>1.5825100000000001E-4</c:v>
                </c:pt>
                <c:pt idx="2570">
                  <c:v>1.5752100000000001E-4</c:v>
                </c:pt>
                <c:pt idx="2571">
                  <c:v>1.5679299999999999E-4</c:v>
                </c:pt>
                <c:pt idx="2572">
                  <c:v>1.5606999999999999E-4</c:v>
                </c:pt>
                <c:pt idx="2573">
                  <c:v>1.55351E-4</c:v>
                </c:pt>
                <c:pt idx="2574">
                  <c:v>1.54635E-4</c:v>
                </c:pt>
                <c:pt idx="2575">
                  <c:v>1.5392199999999999E-4</c:v>
                </c:pt>
                <c:pt idx="2576">
                  <c:v>1.53213E-4</c:v>
                </c:pt>
                <c:pt idx="2577">
                  <c:v>1.52509E-4</c:v>
                </c:pt>
                <c:pt idx="2578">
                  <c:v>1.5180900000000001E-4</c:v>
                </c:pt>
                <c:pt idx="2579">
                  <c:v>1.5111200000000001E-4</c:v>
                </c:pt>
                <c:pt idx="2580">
                  <c:v>1.5041499999999999E-4</c:v>
                </c:pt>
                <c:pt idx="2581">
                  <c:v>1.49722E-4</c:v>
                </c:pt>
                <c:pt idx="2582">
                  <c:v>1.49035E-4</c:v>
                </c:pt>
                <c:pt idx="2583">
                  <c:v>1.4835200000000001E-4</c:v>
                </c:pt>
                <c:pt idx="2584">
                  <c:v>1.4767099999999999E-4</c:v>
                </c:pt>
                <c:pt idx="2585">
                  <c:v>1.46992E-4</c:v>
                </c:pt>
                <c:pt idx="2586">
                  <c:v>1.4631799999999999E-4</c:v>
                </c:pt>
                <c:pt idx="2587">
                  <c:v>1.45649E-4</c:v>
                </c:pt>
                <c:pt idx="2588">
                  <c:v>1.4498500000000001E-4</c:v>
                </c:pt>
                <c:pt idx="2589">
                  <c:v>1.4432400000000001E-4</c:v>
                </c:pt>
                <c:pt idx="2590">
                  <c:v>1.4366300000000001E-4</c:v>
                </c:pt>
                <c:pt idx="2591">
                  <c:v>1.4300599999999999E-4</c:v>
                </c:pt>
                <c:pt idx="2592">
                  <c:v>1.42356E-4</c:v>
                </c:pt>
                <c:pt idx="2593">
                  <c:v>1.4170799999999999E-4</c:v>
                </c:pt>
                <c:pt idx="2594">
                  <c:v>1.41063E-4</c:v>
                </c:pt>
                <c:pt idx="2595">
                  <c:v>1.40419E-4</c:v>
                </c:pt>
                <c:pt idx="2596">
                  <c:v>1.3978100000000001E-4</c:v>
                </c:pt>
                <c:pt idx="2597">
                  <c:v>1.39147E-4</c:v>
                </c:pt>
                <c:pt idx="2598">
                  <c:v>1.3851799999999999E-4</c:v>
                </c:pt>
                <c:pt idx="2599">
                  <c:v>1.37892E-4</c:v>
                </c:pt>
                <c:pt idx="2600">
                  <c:v>1.37267E-4</c:v>
                </c:pt>
                <c:pt idx="2601">
                  <c:v>1.3664600000000001E-4</c:v>
                </c:pt>
                <c:pt idx="2602">
                  <c:v>1.3603000000000001E-4</c:v>
                </c:pt>
                <c:pt idx="2603">
                  <c:v>1.3541700000000001E-4</c:v>
                </c:pt>
                <c:pt idx="2604">
                  <c:v>1.3480499999999999E-4</c:v>
                </c:pt>
                <c:pt idx="2605">
                  <c:v>1.3419699999999999E-4</c:v>
                </c:pt>
                <c:pt idx="2606">
                  <c:v>1.3359400000000001E-4</c:v>
                </c:pt>
                <c:pt idx="2607">
                  <c:v>1.32996E-4</c:v>
                </c:pt>
                <c:pt idx="2608">
                  <c:v>1.32402E-4</c:v>
                </c:pt>
                <c:pt idx="2609">
                  <c:v>1.3180900000000001E-4</c:v>
                </c:pt>
                <c:pt idx="2610">
                  <c:v>1.3121699999999999E-4</c:v>
                </c:pt>
                <c:pt idx="2611">
                  <c:v>1.3062999999999999E-4</c:v>
                </c:pt>
                <c:pt idx="2612">
                  <c:v>1.30049E-4</c:v>
                </c:pt>
                <c:pt idx="2613">
                  <c:v>1.2947100000000001E-4</c:v>
                </c:pt>
                <c:pt idx="2614">
                  <c:v>1.2889499999999999E-4</c:v>
                </c:pt>
                <c:pt idx="2615">
                  <c:v>1.28324E-4</c:v>
                </c:pt>
                <c:pt idx="2616">
                  <c:v>1.2775800000000001E-4</c:v>
                </c:pt>
                <c:pt idx="2617">
                  <c:v>1.27195E-4</c:v>
                </c:pt>
                <c:pt idx="2618">
                  <c:v>1.2663400000000001E-4</c:v>
                </c:pt>
                <c:pt idx="2619">
                  <c:v>1.2607800000000001E-4</c:v>
                </c:pt>
                <c:pt idx="2620">
                  <c:v>1.2552799999999999E-4</c:v>
                </c:pt>
                <c:pt idx="2621">
                  <c:v>1.24986E-4</c:v>
                </c:pt>
                <c:pt idx="2622">
                  <c:v>1.24449E-4</c:v>
                </c:pt>
                <c:pt idx="2623">
                  <c:v>1.2391600000000001E-4</c:v>
                </c:pt>
                <c:pt idx="2624">
                  <c:v>1.23387E-4</c:v>
                </c:pt>
                <c:pt idx="2625">
                  <c:v>1.2286099999999999E-4</c:v>
                </c:pt>
                <c:pt idx="2626">
                  <c:v>1.2233900000000001E-4</c:v>
                </c:pt>
                <c:pt idx="2627">
                  <c:v>1.2182E-4</c:v>
                </c:pt>
                <c:pt idx="2628">
                  <c:v>1.21302E-4</c:v>
                </c:pt>
                <c:pt idx="2629">
                  <c:v>1.20784E-4</c:v>
                </c:pt>
                <c:pt idx="2630">
                  <c:v>1.20269E-4</c:v>
                </c:pt>
                <c:pt idx="2631">
                  <c:v>1.19756E-4</c:v>
                </c:pt>
                <c:pt idx="2632">
                  <c:v>1.19245E-4</c:v>
                </c:pt>
                <c:pt idx="2633">
                  <c:v>1.18736E-4</c:v>
                </c:pt>
                <c:pt idx="2634">
                  <c:v>1.18229E-4</c:v>
                </c:pt>
                <c:pt idx="2635">
                  <c:v>1.17725E-4</c:v>
                </c:pt>
                <c:pt idx="2636">
                  <c:v>1.17224E-4</c:v>
                </c:pt>
                <c:pt idx="2637">
                  <c:v>1.1672599999999999E-4</c:v>
                </c:pt>
                <c:pt idx="2638">
                  <c:v>1.1623E-4</c:v>
                </c:pt>
                <c:pt idx="2639">
                  <c:v>1.15736E-4</c:v>
                </c:pt>
                <c:pt idx="2640">
                  <c:v>1.15245E-4</c:v>
                </c:pt>
                <c:pt idx="2641">
                  <c:v>1.14757E-4</c:v>
                </c:pt>
                <c:pt idx="2642">
                  <c:v>1.1427200000000001E-4</c:v>
                </c:pt>
                <c:pt idx="2643">
                  <c:v>1.13789E-4</c:v>
                </c:pt>
                <c:pt idx="2644">
                  <c:v>1.1330799999999999E-4</c:v>
                </c:pt>
                <c:pt idx="2645">
                  <c:v>1.12831E-4</c:v>
                </c:pt>
                <c:pt idx="2646">
                  <c:v>1.12359E-4</c:v>
                </c:pt>
                <c:pt idx="2647">
                  <c:v>1.11889E-4</c:v>
                </c:pt>
                <c:pt idx="2648">
                  <c:v>1.11421E-4</c:v>
                </c:pt>
                <c:pt idx="2649">
                  <c:v>1.10955E-4</c:v>
                </c:pt>
                <c:pt idx="2650">
                  <c:v>1.10492E-4</c:v>
                </c:pt>
                <c:pt idx="2651">
                  <c:v>1.1003299999999999E-4</c:v>
                </c:pt>
                <c:pt idx="2652">
                  <c:v>1.09576E-4</c:v>
                </c:pt>
                <c:pt idx="2653">
                  <c:v>1.0912E-4</c:v>
                </c:pt>
                <c:pt idx="2654">
                  <c:v>1.0866699999999999E-4</c:v>
                </c:pt>
                <c:pt idx="2655">
                  <c:v>1.08218E-4</c:v>
                </c:pt>
                <c:pt idx="2656">
                  <c:v>1.07773E-4</c:v>
                </c:pt>
                <c:pt idx="2657">
                  <c:v>1.0733100000000001E-4</c:v>
                </c:pt>
                <c:pt idx="2658">
                  <c:v>1.0689E-4</c:v>
                </c:pt>
                <c:pt idx="2659">
                  <c:v>1.06451E-4</c:v>
                </c:pt>
                <c:pt idx="2660">
                  <c:v>1.0601499999999999E-4</c:v>
                </c:pt>
                <c:pt idx="2661">
                  <c:v>1.0558200000000001E-4</c:v>
                </c:pt>
                <c:pt idx="2662">
                  <c:v>1.05151E-4</c:v>
                </c:pt>
                <c:pt idx="2663">
                  <c:v>1.04721E-4</c:v>
                </c:pt>
                <c:pt idx="2664">
                  <c:v>1.04294E-4</c:v>
                </c:pt>
                <c:pt idx="2665">
                  <c:v>1.03873E-4</c:v>
                </c:pt>
                <c:pt idx="2666">
                  <c:v>1.03455E-4</c:v>
                </c:pt>
                <c:pt idx="2667">
                  <c:v>1.03039E-4</c:v>
                </c:pt>
                <c:pt idx="2668">
                  <c:v>1.02624E-4</c:v>
                </c:pt>
                <c:pt idx="2669">
                  <c:v>1.0221300000000001E-4</c:v>
                </c:pt>
                <c:pt idx="2670">
                  <c:v>1.0180500000000001E-4</c:v>
                </c:pt>
                <c:pt idx="2671">
                  <c:v>1.01399E-4</c:v>
                </c:pt>
                <c:pt idx="2672">
                  <c:v>1.00994E-4</c:v>
                </c:pt>
                <c:pt idx="2673">
                  <c:v>1.00591E-4</c:v>
                </c:pt>
                <c:pt idx="2674">
                  <c:v>1.0019299999999999E-4</c:v>
                </c:pt>
                <c:pt idx="2675">
                  <c:v>9.9798100000000003E-5</c:v>
                </c:pt>
                <c:pt idx="2676">
                  <c:v>9.9405800000000003E-5</c:v>
                </c:pt>
                <c:pt idx="2677">
                  <c:v>9.9015600000000001E-5</c:v>
                </c:pt>
                <c:pt idx="2678">
                  <c:v>9.8626099999999994E-5</c:v>
                </c:pt>
                <c:pt idx="2679">
                  <c:v>9.82395E-5</c:v>
                </c:pt>
                <c:pt idx="2680">
                  <c:v>9.78563E-5</c:v>
                </c:pt>
                <c:pt idx="2681">
                  <c:v>9.7475900000000006E-5</c:v>
                </c:pt>
                <c:pt idx="2682">
                  <c:v>9.7097100000000002E-5</c:v>
                </c:pt>
                <c:pt idx="2683">
                  <c:v>9.6719900000000002E-5</c:v>
                </c:pt>
                <c:pt idx="2684">
                  <c:v>9.6346200000000003E-5</c:v>
                </c:pt>
                <c:pt idx="2685">
                  <c:v>9.5976099999999997E-5</c:v>
                </c:pt>
                <c:pt idx="2686">
                  <c:v>9.5608500000000005E-5</c:v>
                </c:pt>
                <c:pt idx="2687">
                  <c:v>9.5242700000000002E-5</c:v>
                </c:pt>
                <c:pt idx="2688">
                  <c:v>9.4878700000000004E-5</c:v>
                </c:pt>
                <c:pt idx="2689">
                  <c:v>9.4517400000000004E-5</c:v>
                </c:pt>
                <c:pt idx="2690">
                  <c:v>9.4159800000000006E-5</c:v>
                </c:pt>
                <c:pt idx="2691">
                  <c:v>9.38048E-5</c:v>
                </c:pt>
                <c:pt idx="2692">
                  <c:v>9.3450700000000003E-5</c:v>
                </c:pt>
                <c:pt idx="2693">
                  <c:v>9.3099799999999999E-5</c:v>
                </c:pt>
                <c:pt idx="2694">
                  <c:v>9.2752799999999997E-5</c:v>
                </c:pt>
                <c:pt idx="2695">
                  <c:v>9.2408800000000002E-5</c:v>
                </c:pt>
                <c:pt idx="2696">
                  <c:v>9.2067300000000005E-5</c:v>
                </c:pt>
                <c:pt idx="2697">
                  <c:v>9.1727300000000005E-5</c:v>
                </c:pt>
                <c:pt idx="2698">
                  <c:v>9.1389099999999995E-5</c:v>
                </c:pt>
                <c:pt idx="2699">
                  <c:v>9.1052799999999997E-5</c:v>
                </c:pt>
                <c:pt idx="2700">
                  <c:v>9.0718799999999996E-5</c:v>
                </c:pt>
                <c:pt idx="2701">
                  <c:v>9.0387299999999994E-5</c:v>
                </c:pt>
                <c:pt idx="2702">
                  <c:v>9.0057500000000003E-5</c:v>
                </c:pt>
                <c:pt idx="2703">
                  <c:v>8.9729399999999995E-5</c:v>
                </c:pt>
                <c:pt idx="2704">
                  <c:v>8.9403599999999999E-5</c:v>
                </c:pt>
                <c:pt idx="2705">
                  <c:v>8.9080900000000003E-5</c:v>
                </c:pt>
                <c:pt idx="2706">
                  <c:v>8.8760399999999998E-5</c:v>
                </c:pt>
                <c:pt idx="2707">
                  <c:v>8.8440400000000001E-5</c:v>
                </c:pt>
                <c:pt idx="2708">
                  <c:v>8.8122300000000002E-5</c:v>
                </c:pt>
                <c:pt idx="2709">
                  <c:v>8.7807199999999995E-5</c:v>
                </c:pt>
                <c:pt idx="2710">
                  <c:v>8.7494899999999995E-5</c:v>
                </c:pt>
                <c:pt idx="2711">
                  <c:v>8.7183799999999997E-5</c:v>
                </c:pt>
                <c:pt idx="2712">
                  <c:v>8.6874399999999996E-5</c:v>
                </c:pt>
                <c:pt idx="2713">
                  <c:v>8.6567800000000001E-5</c:v>
                </c:pt>
                <c:pt idx="2714">
                  <c:v>8.6263500000000005E-5</c:v>
                </c:pt>
                <c:pt idx="2715">
                  <c:v>8.5961499999999993E-5</c:v>
                </c:pt>
                <c:pt idx="2716">
                  <c:v>8.5661400000000006E-5</c:v>
                </c:pt>
                <c:pt idx="2717">
                  <c:v>8.5362099999999994E-5</c:v>
                </c:pt>
                <c:pt idx="2718">
                  <c:v>8.5065E-5</c:v>
                </c:pt>
                <c:pt idx="2719">
                  <c:v>8.4770499999999998E-5</c:v>
                </c:pt>
                <c:pt idx="2720">
                  <c:v>8.44782E-5</c:v>
                </c:pt>
                <c:pt idx="2721">
                  <c:v>8.4188000000000001E-5</c:v>
                </c:pt>
                <c:pt idx="2722">
                  <c:v>8.3899099999999998E-5</c:v>
                </c:pt>
                <c:pt idx="2723">
                  <c:v>8.3612100000000005E-5</c:v>
                </c:pt>
                <c:pt idx="2724">
                  <c:v>8.3327399999999998E-5</c:v>
                </c:pt>
                <c:pt idx="2725">
                  <c:v>8.3044699999999995E-5</c:v>
                </c:pt>
                <c:pt idx="2726">
                  <c:v>8.2763399999999994E-5</c:v>
                </c:pt>
                <c:pt idx="2727">
                  <c:v>8.2483400000000004E-5</c:v>
                </c:pt>
                <c:pt idx="2728">
                  <c:v>8.2205800000000005E-5</c:v>
                </c:pt>
                <c:pt idx="2729">
                  <c:v>8.1931100000000006E-5</c:v>
                </c:pt>
                <c:pt idx="2730">
                  <c:v>8.1658900000000005E-5</c:v>
                </c:pt>
                <c:pt idx="2731">
                  <c:v>8.1387699999999993E-5</c:v>
                </c:pt>
                <c:pt idx="2732">
                  <c:v>8.11187E-5</c:v>
                </c:pt>
                <c:pt idx="2733">
                  <c:v>8.08531E-5</c:v>
                </c:pt>
                <c:pt idx="2734">
                  <c:v>8.0589500000000005E-5</c:v>
                </c:pt>
                <c:pt idx="2735">
                  <c:v>8.0327299999999999E-5</c:v>
                </c:pt>
                <c:pt idx="2736">
                  <c:v>8.00652E-5</c:v>
                </c:pt>
                <c:pt idx="2737">
                  <c:v>7.9803999999999997E-5</c:v>
                </c:pt>
                <c:pt idx="2738">
                  <c:v>7.9546200000000001E-5</c:v>
                </c:pt>
                <c:pt idx="2739">
                  <c:v>7.9291100000000004E-5</c:v>
                </c:pt>
                <c:pt idx="2740">
                  <c:v>7.9037100000000003E-5</c:v>
                </c:pt>
                <c:pt idx="2741">
                  <c:v>7.8784100000000003E-5</c:v>
                </c:pt>
                <c:pt idx="2742">
                  <c:v>7.8533699999999997E-5</c:v>
                </c:pt>
                <c:pt idx="2743">
                  <c:v>7.8287699999999999E-5</c:v>
                </c:pt>
                <c:pt idx="2744">
                  <c:v>7.8049399999999998E-5</c:v>
                </c:pt>
                <c:pt idx="2745">
                  <c:v>7.7818000000000006E-5</c:v>
                </c:pt>
                <c:pt idx="2746">
                  <c:v>7.7588699999999998E-5</c:v>
                </c:pt>
                <c:pt idx="2747">
                  <c:v>7.7360000000000005E-5</c:v>
                </c:pt>
                <c:pt idx="2748">
                  <c:v>7.7131400000000005E-5</c:v>
                </c:pt>
                <c:pt idx="2749">
                  <c:v>7.6902699999999998E-5</c:v>
                </c:pt>
                <c:pt idx="2750">
                  <c:v>7.6673499999999997E-5</c:v>
                </c:pt>
                <c:pt idx="2751">
                  <c:v>7.6444400000000003E-5</c:v>
                </c:pt>
                <c:pt idx="2752">
                  <c:v>7.62173E-5</c:v>
                </c:pt>
                <c:pt idx="2753">
                  <c:v>7.5991599999999999E-5</c:v>
                </c:pt>
                <c:pt idx="2754">
                  <c:v>7.5765400000000005E-5</c:v>
                </c:pt>
                <c:pt idx="2755">
                  <c:v>7.5539100000000003E-5</c:v>
                </c:pt>
                <c:pt idx="2756">
                  <c:v>7.5312899999999995E-5</c:v>
                </c:pt>
                <c:pt idx="2757">
                  <c:v>7.5087999999999997E-5</c:v>
                </c:pt>
                <c:pt idx="2758">
                  <c:v>7.4864199999999994E-5</c:v>
                </c:pt>
                <c:pt idx="2759">
                  <c:v>7.4640699999999998E-5</c:v>
                </c:pt>
                <c:pt idx="2760">
                  <c:v>7.4418400000000006E-5</c:v>
                </c:pt>
                <c:pt idx="2761">
                  <c:v>7.4197500000000002E-5</c:v>
                </c:pt>
                <c:pt idx="2762">
                  <c:v>7.3979099999999998E-5</c:v>
                </c:pt>
                <c:pt idx="2763">
                  <c:v>7.3763000000000005E-5</c:v>
                </c:pt>
                <c:pt idx="2764">
                  <c:v>7.3548100000000001E-5</c:v>
                </c:pt>
                <c:pt idx="2765">
                  <c:v>7.3334E-5</c:v>
                </c:pt>
                <c:pt idx="2766">
                  <c:v>7.3120600000000006E-5</c:v>
                </c:pt>
                <c:pt idx="2767">
                  <c:v>7.2909400000000004E-5</c:v>
                </c:pt>
                <c:pt idx="2768">
                  <c:v>7.2700600000000007E-5</c:v>
                </c:pt>
                <c:pt idx="2769">
                  <c:v>7.2492300000000004E-5</c:v>
                </c:pt>
                <c:pt idx="2770">
                  <c:v>7.2285200000000004E-5</c:v>
                </c:pt>
                <c:pt idx="2771">
                  <c:v>7.2079300000000006E-5</c:v>
                </c:pt>
                <c:pt idx="2772">
                  <c:v>7.1874199999999997E-5</c:v>
                </c:pt>
                <c:pt idx="2773">
                  <c:v>7.1670900000000005E-5</c:v>
                </c:pt>
                <c:pt idx="2774">
                  <c:v>7.1468899999999996E-5</c:v>
                </c:pt>
                <c:pt idx="2775">
                  <c:v>7.1267399999999995E-5</c:v>
                </c:pt>
                <c:pt idx="2776">
                  <c:v>7.1067400000000003E-5</c:v>
                </c:pt>
                <c:pt idx="2777">
                  <c:v>7.0869099999999995E-5</c:v>
                </c:pt>
                <c:pt idx="2778">
                  <c:v>7.0672099999999997E-5</c:v>
                </c:pt>
                <c:pt idx="2779">
                  <c:v>7.0475799999999994E-5</c:v>
                </c:pt>
                <c:pt idx="2780">
                  <c:v>7.0280199999999998E-5</c:v>
                </c:pt>
                <c:pt idx="2781">
                  <c:v>7.0086799999999994E-5</c:v>
                </c:pt>
                <c:pt idx="2782">
                  <c:v>6.9895500000000002E-5</c:v>
                </c:pt>
                <c:pt idx="2783">
                  <c:v>6.9704900000000004E-5</c:v>
                </c:pt>
                <c:pt idx="2784">
                  <c:v>6.9515499999999995E-5</c:v>
                </c:pt>
                <c:pt idx="2785">
                  <c:v>6.9327700000000004E-5</c:v>
                </c:pt>
                <c:pt idx="2786">
                  <c:v>6.9140999999999994E-5</c:v>
                </c:pt>
                <c:pt idx="2787">
                  <c:v>6.8955500000000001E-5</c:v>
                </c:pt>
                <c:pt idx="2788">
                  <c:v>6.8771799999999998E-5</c:v>
                </c:pt>
                <c:pt idx="2789">
                  <c:v>6.8588699999999996E-5</c:v>
                </c:pt>
                <c:pt idx="2790">
                  <c:v>6.8405500000000001E-5</c:v>
                </c:pt>
                <c:pt idx="2791">
                  <c:v>6.8223600000000002E-5</c:v>
                </c:pt>
                <c:pt idx="2792">
                  <c:v>6.8044000000000001E-5</c:v>
                </c:pt>
                <c:pt idx="2793">
                  <c:v>6.7865499999999996E-5</c:v>
                </c:pt>
                <c:pt idx="2794">
                  <c:v>6.7687299999999998E-5</c:v>
                </c:pt>
                <c:pt idx="2795">
                  <c:v>6.7510500000000004E-5</c:v>
                </c:pt>
                <c:pt idx="2796">
                  <c:v>6.7335000000000005E-5</c:v>
                </c:pt>
                <c:pt idx="2797">
                  <c:v>6.7161499999999997E-5</c:v>
                </c:pt>
                <c:pt idx="2798">
                  <c:v>6.6989000000000005E-5</c:v>
                </c:pt>
                <c:pt idx="2799">
                  <c:v>6.6816200000000006E-5</c:v>
                </c:pt>
                <c:pt idx="2800">
                  <c:v>6.6644700000000002E-5</c:v>
                </c:pt>
                <c:pt idx="2801">
                  <c:v>6.6475299999999997E-5</c:v>
                </c:pt>
                <c:pt idx="2802">
                  <c:v>6.6307000000000001E-5</c:v>
                </c:pt>
                <c:pt idx="2803">
                  <c:v>6.6139899999999993E-5</c:v>
                </c:pt>
                <c:pt idx="2804">
                  <c:v>6.5973499999999994E-5</c:v>
                </c:pt>
                <c:pt idx="2805">
                  <c:v>6.5808200000000005E-5</c:v>
                </c:pt>
                <c:pt idx="2806">
                  <c:v>6.5645300000000007E-5</c:v>
                </c:pt>
                <c:pt idx="2807">
                  <c:v>6.5483599999999998E-5</c:v>
                </c:pt>
                <c:pt idx="2808">
                  <c:v>6.5321300000000001E-5</c:v>
                </c:pt>
                <c:pt idx="2809">
                  <c:v>6.5159800000000006E-5</c:v>
                </c:pt>
                <c:pt idx="2810">
                  <c:v>6.4999400000000007E-5</c:v>
                </c:pt>
                <c:pt idx="2811">
                  <c:v>6.4840100000000003E-5</c:v>
                </c:pt>
                <c:pt idx="2812">
                  <c:v>6.4682299999999996E-5</c:v>
                </c:pt>
                <c:pt idx="2813">
                  <c:v>6.4525900000000005E-5</c:v>
                </c:pt>
                <c:pt idx="2814">
                  <c:v>6.4369900000000002E-5</c:v>
                </c:pt>
                <c:pt idx="2815">
                  <c:v>6.4214299999999999E-5</c:v>
                </c:pt>
                <c:pt idx="2816">
                  <c:v>6.4059800000000006E-5</c:v>
                </c:pt>
                <c:pt idx="2817">
                  <c:v>6.3905799999999994E-5</c:v>
                </c:pt>
                <c:pt idx="2818">
                  <c:v>6.3752799999999997E-5</c:v>
                </c:pt>
                <c:pt idx="2819">
                  <c:v>6.3601600000000004E-5</c:v>
                </c:pt>
                <c:pt idx="2820">
                  <c:v>6.3451699999999994E-5</c:v>
                </c:pt>
                <c:pt idx="2821">
                  <c:v>6.3303099999999994E-5</c:v>
                </c:pt>
                <c:pt idx="2822">
                  <c:v>6.3156099999999997E-5</c:v>
                </c:pt>
                <c:pt idx="2823">
                  <c:v>6.3009799999999994E-5</c:v>
                </c:pt>
                <c:pt idx="2824">
                  <c:v>6.2863100000000005E-5</c:v>
                </c:pt>
                <c:pt idx="2825">
                  <c:v>6.2717099999999996E-5</c:v>
                </c:pt>
                <c:pt idx="2826">
                  <c:v>6.2572900000000005E-5</c:v>
                </c:pt>
                <c:pt idx="2827">
                  <c:v>6.2430199999999997E-5</c:v>
                </c:pt>
                <c:pt idx="2828">
                  <c:v>6.2287999999999997E-5</c:v>
                </c:pt>
                <c:pt idx="2829">
                  <c:v>6.2146100000000005E-5</c:v>
                </c:pt>
                <c:pt idx="2830">
                  <c:v>6.2005400000000001E-5</c:v>
                </c:pt>
                <c:pt idx="2831">
                  <c:v>6.1866599999999995E-5</c:v>
                </c:pt>
                <c:pt idx="2832">
                  <c:v>6.1728800000000004E-5</c:v>
                </c:pt>
                <c:pt idx="2833">
                  <c:v>6.1590899999999993E-5</c:v>
                </c:pt>
                <c:pt idx="2834">
                  <c:v>6.1453300000000003E-5</c:v>
                </c:pt>
                <c:pt idx="2835">
                  <c:v>6.1316700000000002E-5</c:v>
                </c:pt>
                <c:pt idx="2836">
                  <c:v>6.1181199999999996E-5</c:v>
                </c:pt>
                <c:pt idx="2837">
                  <c:v>6.1046900000000007E-5</c:v>
                </c:pt>
                <c:pt idx="2838">
                  <c:v>6.0913799999999999E-5</c:v>
                </c:pt>
                <c:pt idx="2839">
                  <c:v>6.07812E-5</c:v>
                </c:pt>
                <c:pt idx="2840">
                  <c:v>6.0650999999999999E-5</c:v>
                </c:pt>
                <c:pt idx="2841">
                  <c:v>6.0522100000000001E-5</c:v>
                </c:pt>
                <c:pt idx="2842">
                  <c:v>6.0392300000000001E-5</c:v>
                </c:pt>
                <c:pt idx="2843">
                  <c:v>6.0263000000000002E-5</c:v>
                </c:pt>
                <c:pt idx="2844">
                  <c:v>6.0134099999999997E-5</c:v>
                </c:pt>
                <c:pt idx="2845">
                  <c:v>6.0005900000000001E-5</c:v>
                </c:pt>
                <c:pt idx="2846">
                  <c:v>5.98788E-5</c:v>
                </c:pt>
                <c:pt idx="2847">
                  <c:v>5.9752500000000001E-5</c:v>
                </c:pt>
                <c:pt idx="2848">
                  <c:v>5.9626700000000003E-5</c:v>
                </c:pt>
                <c:pt idx="2849">
                  <c:v>5.95017E-5</c:v>
                </c:pt>
                <c:pt idx="2850">
                  <c:v>5.93781E-5</c:v>
                </c:pt>
                <c:pt idx="2851">
                  <c:v>5.9255600000000002E-5</c:v>
                </c:pt>
                <c:pt idx="2852">
                  <c:v>5.9133499999999999E-5</c:v>
                </c:pt>
                <c:pt idx="2853">
                  <c:v>5.9011800000000003E-5</c:v>
                </c:pt>
                <c:pt idx="2854">
                  <c:v>5.8890500000000001E-5</c:v>
                </c:pt>
                <c:pt idx="2855">
                  <c:v>5.8770500000000003E-5</c:v>
                </c:pt>
                <c:pt idx="2856">
                  <c:v>5.8652E-5</c:v>
                </c:pt>
                <c:pt idx="2857">
                  <c:v>5.8534099999999999E-5</c:v>
                </c:pt>
                <c:pt idx="2858">
                  <c:v>5.8416399999999999E-5</c:v>
                </c:pt>
                <c:pt idx="2859">
                  <c:v>5.8300000000000001E-5</c:v>
                </c:pt>
                <c:pt idx="2860">
                  <c:v>5.8184299999999998E-5</c:v>
                </c:pt>
                <c:pt idx="2861">
                  <c:v>5.8068900000000002E-5</c:v>
                </c:pt>
                <c:pt idx="2862">
                  <c:v>5.7955199999999997E-5</c:v>
                </c:pt>
                <c:pt idx="2863">
                  <c:v>5.78422E-5</c:v>
                </c:pt>
                <c:pt idx="2864">
                  <c:v>5.7728500000000001E-5</c:v>
                </c:pt>
                <c:pt idx="2865">
                  <c:v>5.7615399999999997E-5</c:v>
                </c:pt>
                <c:pt idx="2866">
                  <c:v>5.7503000000000002E-5</c:v>
                </c:pt>
                <c:pt idx="2867">
                  <c:v>5.73911E-5</c:v>
                </c:pt>
                <c:pt idx="2868">
                  <c:v>5.728E-5</c:v>
                </c:pt>
                <c:pt idx="2869">
                  <c:v>5.7170499999999998E-5</c:v>
                </c:pt>
                <c:pt idx="2870">
                  <c:v>5.7061600000000003E-5</c:v>
                </c:pt>
                <c:pt idx="2871">
                  <c:v>5.6952800000000001E-5</c:v>
                </c:pt>
                <c:pt idx="2872">
                  <c:v>5.6845300000000003E-5</c:v>
                </c:pt>
                <c:pt idx="2873">
                  <c:v>5.6737899999999998E-5</c:v>
                </c:pt>
                <c:pt idx="2874">
                  <c:v>5.6630499999999999E-5</c:v>
                </c:pt>
                <c:pt idx="2875">
                  <c:v>5.6524699999999998E-5</c:v>
                </c:pt>
                <c:pt idx="2876">
                  <c:v>5.6420099999999999E-5</c:v>
                </c:pt>
                <c:pt idx="2877">
                  <c:v>5.6315199999999999E-5</c:v>
                </c:pt>
                <c:pt idx="2878">
                  <c:v>5.6210199999999999E-5</c:v>
                </c:pt>
                <c:pt idx="2879">
                  <c:v>5.6107299999999997E-5</c:v>
                </c:pt>
                <c:pt idx="2880">
                  <c:v>5.6005799999999998E-5</c:v>
                </c:pt>
                <c:pt idx="2881">
                  <c:v>5.5904199999999999E-5</c:v>
                </c:pt>
                <c:pt idx="2882">
                  <c:v>5.5803200000000001E-5</c:v>
                </c:pt>
                <c:pt idx="2883">
                  <c:v>5.5703299999999999E-5</c:v>
                </c:pt>
                <c:pt idx="2884">
                  <c:v>5.5604299999999999E-5</c:v>
                </c:pt>
                <c:pt idx="2885">
                  <c:v>5.55058E-5</c:v>
                </c:pt>
                <c:pt idx="2886">
                  <c:v>5.54072E-5</c:v>
                </c:pt>
                <c:pt idx="2887">
                  <c:v>5.5308600000000001E-5</c:v>
                </c:pt>
                <c:pt idx="2888">
                  <c:v>5.5210500000000003E-5</c:v>
                </c:pt>
                <c:pt idx="2889">
                  <c:v>5.5112999999999999E-5</c:v>
                </c:pt>
                <c:pt idx="2890">
                  <c:v>5.5016899999999998E-5</c:v>
                </c:pt>
                <c:pt idx="2891">
                  <c:v>5.49218E-5</c:v>
                </c:pt>
                <c:pt idx="2892">
                  <c:v>5.4826800000000002E-5</c:v>
                </c:pt>
                <c:pt idx="2893">
                  <c:v>5.4731400000000003E-5</c:v>
                </c:pt>
                <c:pt idx="2894">
                  <c:v>5.4636499999999998E-5</c:v>
                </c:pt>
                <c:pt idx="2895">
                  <c:v>5.4543200000000003E-5</c:v>
                </c:pt>
                <c:pt idx="2896">
                  <c:v>5.4450899999999997E-5</c:v>
                </c:pt>
                <c:pt idx="2897">
                  <c:v>5.4358399999999998E-5</c:v>
                </c:pt>
                <c:pt idx="2898">
                  <c:v>5.42667E-5</c:v>
                </c:pt>
                <c:pt idx="2899">
                  <c:v>5.4175899999999997E-5</c:v>
                </c:pt>
                <c:pt idx="2900">
                  <c:v>5.4085200000000002E-5</c:v>
                </c:pt>
                <c:pt idx="2901">
                  <c:v>5.3994099999999999E-5</c:v>
                </c:pt>
                <c:pt idx="2902">
                  <c:v>5.3904399999999998E-5</c:v>
                </c:pt>
                <c:pt idx="2903">
                  <c:v>5.38155E-5</c:v>
                </c:pt>
                <c:pt idx="2904">
                  <c:v>5.3727000000000002E-5</c:v>
                </c:pt>
                <c:pt idx="2905">
                  <c:v>5.3638599999999998E-5</c:v>
                </c:pt>
                <c:pt idx="2906">
                  <c:v>5.3550800000000002E-5</c:v>
                </c:pt>
                <c:pt idx="2907">
                  <c:v>5.34634E-5</c:v>
                </c:pt>
                <c:pt idx="2908">
                  <c:v>5.33765E-5</c:v>
                </c:pt>
                <c:pt idx="2909">
                  <c:v>5.3291300000000003E-5</c:v>
                </c:pt>
                <c:pt idx="2910">
                  <c:v>5.32068E-5</c:v>
                </c:pt>
                <c:pt idx="2911">
                  <c:v>5.3122499999999998E-5</c:v>
                </c:pt>
                <c:pt idx="2912">
                  <c:v>5.3038399999999997E-5</c:v>
                </c:pt>
                <c:pt idx="2913">
                  <c:v>5.2954200000000002E-5</c:v>
                </c:pt>
                <c:pt idx="2914">
                  <c:v>5.2870900000000002E-5</c:v>
                </c:pt>
                <c:pt idx="2915">
                  <c:v>5.2788699999999998E-5</c:v>
                </c:pt>
                <c:pt idx="2916">
                  <c:v>5.27062E-5</c:v>
                </c:pt>
                <c:pt idx="2917">
                  <c:v>5.2623000000000001E-5</c:v>
                </c:pt>
                <c:pt idx="2918">
                  <c:v>5.2540300000000002E-5</c:v>
                </c:pt>
                <c:pt idx="2919">
                  <c:v>5.2458599999999999E-5</c:v>
                </c:pt>
                <c:pt idx="2920">
                  <c:v>5.2377699999999998E-5</c:v>
                </c:pt>
                <c:pt idx="2921">
                  <c:v>5.2298E-5</c:v>
                </c:pt>
                <c:pt idx="2922">
                  <c:v>5.2218700000000002E-5</c:v>
                </c:pt>
                <c:pt idx="2923">
                  <c:v>5.2140099999999999E-5</c:v>
                </c:pt>
                <c:pt idx="2924">
                  <c:v>5.2062599999999999E-5</c:v>
                </c:pt>
                <c:pt idx="2925">
                  <c:v>5.1986300000000001E-5</c:v>
                </c:pt>
                <c:pt idx="2926">
                  <c:v>5.1909500000000002E-5</c:v>
                </c:pt>
                <c:pt idx="2927">
                  <c:v>5.1831900000000001E-5</c:v>
                </c:pt>
                <c:pt idx="2928">
                  <c:v>5.1755700000000003E-5</c:v>
                </c:pt>
                <c:pt idx="2929">
                  <c:v>5.1680900000000002E-5</c:v>
                </c:pt>
                <c:pt idx="2930">
                  <c:v>5.1605399999999999E-5</c:v>
                </c:pt>
                <c:pt idx="2931">
                  <c:v>5.1528900000000001E-5</c:v>
                </c:pt>
                <c:pt idx="2932">
                  <c:v>5.1452500000000002E-5</c:v>
                </c:pt>
                <c:pt idx="2933">
                  <c:v>5.1377E-5</c:v>
                </c:pt>
                <c:pt idx="2934">
                  <c:v>5.1302199999999998E-5</c:v>
                </c:pt>
                <c:pt idx="2935">
                  <c:v>5.1227899999999998E-5</c:v>
                </c:pt>
                <c:pt idx="2936">
                  <c:v>5.1153699999999998E-5</c:v>
                </c:pt>
                <c:pt idx="2937">
                  <c:v>5.1079999999999999E-5</c:v>
                </c:pt>
                <c:pt idx="2938">
                  <c:v>5.1007000000000001E-5</c:v>
                </c:pt>
                <c:pt idx="2939">
                  <c:v>5.0935600000000001E-5</c:v>
                </c:pt>
                <c:pt idx="2940">
                  <c:v>5.0865100000000002E-5</c:v>
                </c:pt>
                <c:pt idx="2941">
                  <c:v>5.07932E-5</c:v>
                </c:pt>
                <c:pt idx="2942">
                  <c:v>5.0721099999999998E-5</c:v>
                </c:pt>
                <c:pt idx="2943">
                  <c:v>5.0649799999999997E-5</c:v>
                </c:pt>
                <c:pt idx="2944">
                  <c:v>5.0578499999999997E-5</c:v>
                </c:pt>
                <c:pt idx="2945">
                  <c:v>5.0508099999999998E-5</c:v>
                </c:pt>
                <c:pt idx="2946">
                  <c:v>5.0438200000000001E-5</c:v>
                </c:pt>
                <c:pt idx="2947">
                  <c:v>5.0368699999999998E-5</c:v>
                </c:pt>
                <c:pt idx="2948">
                  <c:v>5.0299700000000002E-5</c:v>
                </c:pt>
                <c:pt idx="2949">
                  <c:v>5.02309E-5</c:v>
                </c:pt>
                <c:pt idx="2950">
                  <c:v>5.01626E-5</c:v>
                </c:pt>
                <c:pt idx="2951">
                  <c:v>5.00945E-5</c:v>
                </c:pt>
                <c:pt idx="2952">
                  <c:v>5.00268E-5</c:v>
                </c:pt>
                <c:pt idx="2953">
                  <c:v>4.9959600000000002E-5</c:v>
                </c:pt>
                <c:pt idx="2954">
                  <c:v>4.9892699999999998E-5</c:v>
                </c:pt>
                <c:pt idx="2955">
                  <c:v>4.98259E-5</c:v>
                </c:pt>
                <c:pt idx="2956">
                  <c:v>4.9759499999999997E-5</c:v>
                </c:pt>
                <c:pt idx="2957">
                  <c:v>4.9693600000000001E-5</c:v>
                </c:pt>
                <c:pt idx="2958">
                  <c:v>4.96282E-5</c:v>
                </c:pt>
                <c:pt idx="2959">
                  <c:v>4.9562499999999999E-5</c:v>
                </c:pt>
                <c:pt idx="2960">
                  <c:v>4.9496899999999997E-5</c:v>
                </c:pt>
                <c:pt idx="2961">
                  <c:v>4.9432499999999998E-5</c:v>
                </c:pt>
                <c:pt idx="2962">
                  <c:v>4.9369000000000001E-5</c:v>
                </c:pt>
                <c:pt idx="2963">
                  <c:v>4.9305999999999999E-5</c:v>
                </c:pt>
                <c:pt idx="2964">
                  <c:v>4.9242700000000002E-5</c:v>
                </c:pt>
                <c:pt idx="2965">
                  <c:v>4.9178699999999997E-5</c:v>
                </c:pt>
                <c:pt idx="2966">
                  <c:v>4.9115900000000002E-5</c:v>
                </c:pt>
                <c:pt idx="2967">
                  <c:v>4.9054700000000003E-5</c:v>
                </c:pt>
                <c:pt idx="2968">
                  <c:v>4.8992900000000003E-5</c:v>
                </c:pt>
                <c:pt idx="2969">
                  <c:v>4.8930500000000002E-5</c:v>
                </c:pt>
                <c:pt idx="2970">
                  <c:v>4.8868700000000002E-5</c:v>
                </c:pt>
                <c:pt idx="2971">
                  <c:v>4.8807899999999997E-5</c:v>
                </c:pt>
                <c:pt idx="2972">
                  <c:v>4.87475E-5</c:v>
                </c:pt>
                <c:pt idx="2973">
                  <c:v>4.8686400000000002E-5</c:v>
                </c:pt>
                <c:pt idx="2974">
                  <c:v>4.8625599999999997E-5</c:v>
                </c:pt>
                <c:pt idx="2975">
                  <c:v>4.8565400000000001E-5</c:v>
                </c:pt>
                <c:pt idx="2976">
                  <c:v>4.8505599999999999E-5</c:v>
                </c:pt>
                <c:pt idx="2977">
                  <c:v>4.8446699999999998E-5</c:v>
                </c:pt>
                <c:pt idx="2978">
                  <c:v>4.8388499999999999E-5</c:v>
                </c:pt>
                <c:pt idx="2979">
                  <c:v>4.833E-5</c:v>
                </c:pt>
                <c:pt idx="2980">
                  <c:v>4.8271900000000001E-5</c:v>
                </c:pt>
                <c:pt idx="2981">
                  <c:v>4.8214699999999998E-5</c:v>
                </c:pt>
                <c:pt idx="2982">
                  <c:v>4.8157300000000001E-5</c:v>
                </c:pt>
                <c:pt idx="2983">
                  <c:v>4.8099300000000002E-5</c:v>
                </c:pt>
                <c:pt idx="2984">
                  <c:v>4.8041799999999998E-5</c:v>
                </c:pt>
                <c:pt idx="2985">
                  <c:v>4.7984800000000002E-5</c:v>
                </c:pt>
                <c:pt idx="2986">
                  <c:v>4.7928099999999999E-5</c:v>
                </c:pt>
                <c:pt idx="2987">
                  <c:v>4.7871399999999997E-5</c:v>
                </c:pt>
                <c:pt idx="2988">
                  <c:v>4.7815400000000003E-5</c:v>
                </c:pt>
                <c:pt idx="2989">
                  <c:v>4.7759999999999997E-5</c:v>
                </c:pt>
                <c:pt idx="2990">
                  <c:v>4.7704499999999997E-5</c:v>
                </c:pt>
                <c:pt idx="2991">
                  <c:v>4.7649099999999998E-5</c:v>
                </c:pt>
                <c:pt idx="2992">
                  <c:v>4.7593999999999999E-5</c:v>
                </c:pt>
                <c:pt idx="2993">
                  <c:v>4.7539800000000002E-5</c:v>
                </c:pt>
                <c:pt idx="2994">
                  <c:v>4.7485199999999997E-5</c:v>
                </c:pt>
                <c:pt idx="2995">
                  <c:v>4.7430399999999999E-5</c:v>
                </c:pt>
                <c:pt idx="2996">
                  <c:v>4.7376300000000002E-5</c:v>
                </c:pt>
                <c:pt idx="2997">
                  <c:v>4.7321899999999998E-5</c:v>
                </c:pt>
                <c:pt idx="2998">
                  <c:v>4.7268400000000003E-5</c:v>
                </c:pt>
                <c:pt idx="2999">
                  <c:v>4.7215500000000002E-5</c:v>
                </c:pt>
                <c:pt idx="3000">
                  <c:v>4.7162200000000001E-5</c:v>
                </c:pt>
                <c:pt idx="3001">
                  <c:v>4.71094E-5</c:v>
                </c:pt>
                <c:pt idx="3002">
                  <c:v>4.7056599999999999E-5</c:v>
                </c:pt>
                <c:pt idx="3003">
                  <c:v>4.7003699999999999E-5</c:v>
                </c:pt>
                <c:pt idx="3004">
                  <c:v>4.6951499999999999E-5</c:v>
                </c:pt>
                <c:pt idx="3005">
                  <c:v>4.6899800000000001E-5</c:v>
                </c:pt>
                <c:pt idx="3006">
                  <c:v>4.6848699999999998E-5</c:v>
                </c:pt>
                <c:pt idx="3007">
                  <c:v>4.6797800000000001E-5</c:v>
                </c:pt>
                <c:pt idx="3008">
                  <c:v>4.6746000000000003E-5</c:v>
                </c:pt>
                <c:pt idx="3009">
                  <c:v>4.6693600000000003E-5</c:v>
                </c:pt>
                <c:pt idx="3010">
                  <c:v>4.6642399999999999E-5</c:v>
                </c:pt>
                <c:pt idx="3011">
                  <c:v>4.6591600000000003E-5</c:v>
                </c:pt>
                <c:pt idx="3012">
                  <c:v>4.65408E-5</c:v>
                </c:pt>
                <c:pt idx="3013">
                  <c:v>4.6489999999999997E-5</c:v>
                </c:pt>
                <c:pt idx="3014">
                  <c:v>4.6439300000000001E-5</c:v>
                </c:pt>
                <c:pt idx="3015">
                  <c:v>4.63893E-5</c:v>
                </c:pt>
                <c:pt idx="3016">
                  <c:v>4.6340200000000001E-5</c:v>
                </c:pt>
                <c:pt idx="3017">
                  <c:v>4.6291800000000003E-5</c:v>
                </c:pt>
                <c:pt idx="3018">
                  <c:v>4.6243099999999998E-5</c:v>
                </c:pt>
                <c:pt idx="3019">
                  <c:v>4.6193399999999997E-5</c:v>
                </c:pt>
                <c:pt idx="3020">
                  <c:v>4.6143699999999997E-5</c:v>
                </c:pt>
                <c:pt idx="3021">
                  <c:v>4.6095299999999999E-5</c:v>
                </c:pt>
                <c:pt idx="3022">
                  <c:v>4.6047500000000003E-5</c:v>
                </c:pt>
                <c:pt idx="3023">
                  <c:v>4.5999299999999999E-5</c:v>
                </c:pt>
                <c:pt idx="3024">
                  <c:v>4.5950900000000001E-5</c:v>
                </c:pt>
                <c:pt idx="3025">
                  <c:v>4.5903199999999998E-5</c:v>
                </c:pt>
                <c:pt idx="3026">
                  <c:v>4.5856399999999997E-5</c:v>
                </c:pt>
                <c:pt idx="3027">
                  <c:v>4.5809300000000002E-5</c:v>
                </c:pt>
                <c:pt idx="3028">
                  <c:v>4.57618E-5</c:v>
                </c:pt>
                <c:pt idx="3029">
                  <c:v>4.5714199999999997E-5</c:v>
                </c:pt>
                <c:pt idx="3030">
                  <c:v>4.5666500000000001E-5</c:v>
                </c:pt>
                <c:pt idx="3031">
                  <c:v>4.5619599999999999E-5</c:v>
                </c:pt>
                <c:pt idx="3032">
                  <c:v>4.5574000000000001E-5</c:v>
                </c:pt>
                <c:pt idx="3033">
                  <c:v>4.5528100000000002E-5</c:v>
                </c:pt>
                <c:pt idx="3034">
                  <c:v>4.5481500000000002E-5</c:v>
                </c:pt>
                <c:pt idx="3035">
                  <c:v>4.5435700000000003E-5</c:v>
                </c:pt>
                <c:pt idx="3036">
                  <c:v>4.5390499999999999E-5</c:v>
                </c:pt>
                <c:pt idx="3037">
                  <c:v>4.5345200000000001E-5</c:v>
                </c:pt>
                <c:pt idx="3038">
                  <c:v>4.5299600000000002E-5</c:v>
                </c:pt>
                <c:pt idx="3039">
                  <c:v>4.5254099999999998E-5</c:v>
                </c:pt>
                <c:pt idx="3040">
                  <c:v>4.5210200000000003E-5</c:v>
                </c:pt>
                <c:pt idx="3041">
                  <c:v>4.5166500000000002E-5</c:v>
                </c:pt>
                <c:pt idx="3042">
                  <c:v>4.5121699999999999E-5</c:v>
                </c:pt>
                <c:pt idx="3043">
                  <c:v>4.5075699999999999E-5</c:v>
                </c:pt>
                <c:pt idx="3044">
                  <c:v>4.5030200000000001E-5</c:v>
                </c:pt>
                <c:pt idx="3045">
                  <c:v>4.4985899999999999E-5</c:v>
                </c:pt>
                <c:pt idx="3046">
                  <c:v>4.4942199999999998E-5</c:v>
                </c:pt>
                <c:pt idx="3047">
                  <c:v>4.4899299999999999E-5</c:v>
                </c:pt>
                <c:pt idx="3048">
                  <c:v>4.4857100000000001E-5</c:v>
                </c:pt>
                <c:pt idx="3049">
                  <c:v>4.4814400000000002E-5</c:v>
                </c:pt>
                <c:pt idx="3050">
                  <c:v>4.47699E-5</c:v>
                </c:pt>
                <c:pt idx="3051">
                  <c:v>4.4725699999999998E-5</c:v>
                </c:pt>
                <c:pt idx="3052">
                  <c:v>4.4682599999999998E-5</c:v>
                </c:pt>
                <c:pt idx="3053">
                  <c:v>4.46401E-5</c:v>
                </c:pt>
                <c:pt idx="3054">
                  <c:v>4.4597500000000001E-5</c:v>
                </c:pt>
                <c:pt idx="3055">
                  <c:v>4.4554800000000002E-5</c:v>
                </c:pt>
                <c:pt idx="3056">
                  <c:v>4.4512299999999997E-5</c:v>
                </c:pt>
                <c:pt idx="3057">
                  <c:v>4.4469799999999999E-5</c:v>
                </c:pt>
                <c:pt idx="3058">
                  <c:v>4.4427800000000002E-5</c:v>
                </c:pt>
                <c:pt idx="3059">
                  <c:v>4.43867E-5</c:v>
                </c:pt>
                <c:pt idx="3060">
                  <c:v>4.4345599999999998E-5</c:v>
                </c:pt>
                <c:pt idx="3061">
                  <c:v>4.4304100000000002E-5</c:v>
                </c:pt>
                <c:pt idx="3062">
                  <c:v>4.4262499999999998E-5</c:v>
                </c:pt>
                <c:pt idx="3063">
                  <c:v>4.4221000000000002E-5</c:v>
                </c:pt>
                <c:pt idx="3064">
                  <c:v>4.4180500000000002E-5</c:v>
                </c:pt>
                <c:pt idx="3065">
                  <c:v>4.4140800000000003E-5</c:v>
                </c:pt>
                <c:pt idx="3066">
                  <c:v>4.4101299999999997E-5</c:v>
                </c:pt>
                <c:pt idx="3067">
                  <c:v>4.4061399999999998E-5</c:v>
                </c:pt>
                <c:pt idx="3068">
                  <c:v>4.4020600000000003E-5</c:v>
                </c:pt>
                <c:pt idx="3069">
                  <c:v>4.3980000000000002E-5</c:v>
                </c:pt>
                <c:pt idx="3070">
                  <c:v>4.3940200000000003E-5</c:v>
                </c:pt>
                <c:pt idx="3071">
                  <c:v>4.3900299999999997E-5</c:v>
                </c:pt>
                <c:pt idx="3072">
                  <c:v>4.3859999999999997E-5</c:v>
                </c:pt>
                <c:pt idx="3073">
                  <c:v>4.3819799999999997E-5</c:v>
                </c:pt>
                <c:pt idx="3074">
                  <c:v>4.3780099999999998E-5</c:v>
                </c:pt>
                <c:pt idx="3075">
                  <c:v>4.3740599999999999E-5</c:v>
                </c:pt>
                <c:pt idx="3076">
                  <c:v>4.3701100000000001E-5</c:v>
                </c:pt>
                <c:pt idx="3077">
                  <c:v>4.3661700000000002E-5</c:v>
                </c:pt>
                <c:pt idx="3078">
                  <c:v>4.3622399999999998E-5</c:v>
                </c:pt>
                <c:pt idx="3079">
                  <c:v>4.3583800000000001E-5</c:v>
                </c:pt>
                <c:pt idx="3080">
                  <c:v>4.3545799999999999E-5</c:v>
                </c:pt>
                <c:pt idx="3081">
                  <c:v>4.3507799999999997E-5</c:v>
                </c:pt>
                <c:pt idx="3082">
                  <c:v>4.34692E-5</c:v>
                </c:pt>
                <c:pt idx="3083">
                  <c:v>4.3430399999999997E-5</c:v>
                </c:pt>
                <c:pt idx="3084">
                  <c:v>4.33916E-5</c:v>
                </c:pt>
                <c:pt idx="3085">
                  <c:v>4.3353299999999997E-5</c:v>
                </c:pt>
                <c:pt idx="3086">
                  <c:v>4.3316599999999998E-5</c:v>
                </c:pt>
                <c:pt idx="3087">
                  <c:v>4.3279699999999998E-5</c:v>
                </c:pt>
                <c:pt idx="3088">
                  <c:v>4.3241600000000003E-5</c:v>
                </c:pt>
                <c:pt idx="3089">
                  <c:v>4.3203700000000001E-5</c:v>
                </c:pt>
                <c:pt idx="3090">
                  <c:v>4.31661E-5</c:v>
                </c:pt>
                <c:pt idx="3091">
                  <c:v>4.3128599999999999E-5</c:v>
                </c:pt>
                <c:pt idx="3092">
                  <c:v>4.3091699999999999E-5</c:v>
                </c:pt>
                <c:pt idx="3093">
                  <c:v>4.30547E-5</c:v>
                </c:pt>
                <c:pt idx="3094">
                  <c:v>4.30178E-5</c:v>
                </c:pt>
                <c:pt idx="3095">
                  <c:v>4.2981300000000001E-5</c:v>
                </c:pt>
                <c:pt idx="3096">
                  <c:v>4.2945100000000003E-5</c:v>
                </c:pt>
                <c:pt idx="3097">
                  <c:v>4.29096E-5</c:v>
                </c:pt>
                <c:pt idx="3098">
                  <c:v>4.2873500000000002E-5</c:v>
                </c:pt>
                <c:pt idx="3099">
                  <c:v>4.2836800000000003E-5</c:v>
                </c:pt>
                <c:pt idx="3100">
                  <c:v>4.2800699999999998E-5</c:v>
                </c:pt>
                <c:pt idx="3101">
                  <c:v>4.2765100000000002E-5</c:v>
                </c:pt>
                <c:pt idx="3102">
                  <c:v>4.2729299999999998E-5</c:v>
                </c:pt>
                <c:pt idx="3103">
                  <c:v>4.26935E-5</c:v>
                </c:pt>
                <c:pt idx="3104">
                  <c:v>4.2657600000000003E-5</c:v>
                </c:pt>
                <c:pt idx="3105">
                  <c:v>4.26222E-5</c:v>
                </c:pt>
                <c:pt idx="3106">
                  <c:v>4.2586999999999997E-5</c:v>
                </c:pt>
                <c:pt idx="3107">
                  <c:v>4.25511E-5</c:v>
                </c:pt>
                <c:pt idx="3108">
                  <c:v>4.2514800000000002E-5</c:v>
                </c:pt>
                <c:pt idx="3109">
                  <c:v>4.2478799999999997E-5</c:v>
                </c:pt>
                <c:pt idx="3110">
                  <c:v>4.2443400000000001E-5</c:v>
                </c:pt>
                <c:pt idx="3111">
                  <c:v>4.2408499999999999E-5</c:v>
                </c:pt>
                <c:pt idx="3112">
                  <c:v>4.2373400000000003E-5</c:v>
                </c:pt>
                <c:pt idx="3113">
                  <c:v>4.2338600000000002E-5</c:v>
                </c:pt>
                <c:pt idx="3114">
                  <c:v>4.2304E-5</c:v>
                </c:pt>
                <c:pt idx="3115">
                  <c:v>4.2268399999999997E-5</c:v>
                </c:pt>
                <c:pt idx="3116">
                  <c:v>4.2233E-5</c:v>
                </c:pt>
                <c:pt idx="3117">
                  <c:v>4.2198499999999999E-5</c:v>
                </c:pt>
                <c:pt idx="3118">
                  <c:v>4.2163599999999997E-5</c:v>
                </c:pt>
                <c:pt idx="3119">
                  <c:v>4.2128200000000001E-5</c:v>
                </c:pt>
                <c:pt idx="3120">
                  <c:v>4.20937E-5</c:v>
                </c:pt>
                <c:pt idx="3121">
                  <c:v>4.2059499999999999E-5</c:v>
                </c:pt>
                <c:pt idx="3122">
                  <c:v>4.2025299999999999E-5</c:v>
                </c:pt>
                <c:pt idx="3123">
                  <c:v>4.19916E-5</c:v>
                </c:pt>
                <c:pt idx="3124">
                  <c:v>4.19578E-5</c:v>
                </c:pt>
                <c:pt idx="3125">
                  <c:v>4.19239E-5</c:v>
                </c:pt>
                <c:pt idx="3126">
                  <c:v>4.18899E-5</c:v>
                </c:pt>
                <c:pt idx="3127">
                  <c:v>4.1855399999999999E-5</c:v>
                </c:pt>
                <c:pt idx="3128">
                  <c:v>4.1821199999999999E-5</c:v>
                </c:pt>
                <c:pt idx="3129">
                  <c:v>4.1788100000000001E-5</c:v>
                </c:pt>
                <c:pt idx="3130">
                  <c:v>4.1754700000000002E-5</c:v>
                </c:pt>
                <c:pt idx="3131">
                  <c:v>4.1720800000000002E-5</c:v>
                </c:pt>
                <c:pt idx="3132">
                  <c:v>4.1687100000000003E-5</c:v>
                </c:pt>
                <c:pt idx="3133">
                  <c:v>4.1653300000000003E-5</c:v>
                </c:pt>
                <c:pt idx="3134">
                  <c:v>4.1620099999999998E-5</c:v>
                </c:pt>
                <c:pt idx="3135">
                  <c:v>4.1587900000000002E-5</c:v>
                </c:pt>
                <c:pt idx="3136">
                  <c:v>4.1554999999999998E-5</c:v>
                </c:pt>
                <c:pt idx="3137">
                  <c:v>4.15221E-5</c:v>
                </c:pt>
                <c:pt idx="3138">
                  <c:v>4.1489699999999997E-5</c:v>
                </c:pt>
                <c:pt idx="3139">
                  <c:v>4.1456699999999999E-5</c:v>
                </c:pt>
                <c:pt idx="3140">
                  <c:v>4.1423800000000001E-5</c:v>
                </c:pt>
                <c:pt idx="3141">
                  <c:v>4.1391299999999998E-5</c:v>
                </c:pt>
                <c:pt idx="3142">
                  <c:v>4.1359300000000002E-5</c:v>
                </c:pt>
                <c:pt idx="3143">
                  <c:v>4.1327800000000001E-5</c:v>
                </c:pt>
                <c:pt idx="3144">
                  <c:v>4.1295999999999999E-5</c:v>
                </c:pt>
                <c:pt idx="3145">
                  <c:v>4.1263100000000001E-5</c:v>
                </c:pt>
                <c:pt idx="3146">
                  <c:v>4.1229900000000003E-5</c:v>
                </c:pt>
                <c:pt idx="3147">
                  <c:v>4.1197299999999999E-5</c:v>
                </c:pt>
                <c:pt idx="3148">
                  <c:v>4.1165999999999999E-5</c:v>
                </c:pt>
                <c:pt idx="3149">
                  <c:v>4.1135299999999999E-5</c:v>
                </c:pt>
                <c:pt idx="3150">
                  <c:v>4.1103200000000003E-5</c:v>
                </c:pt>
                <c:pt idx="3151">
                  <c:v>4.1070399999999999E-5</c:v>
                </c:pt>
                <c:pt idx="3152">
                  <c:v>4.1038599999999997E-5</c:v>
                </c:pt>
                <c:pt idx="3153">
                  <c:v>4.1006900000000002E-5</c:v>
                </c:pt>
                <c:pt idx="3154">
                  <c:v>4.0975300000000001E-5</c:v>
                </c:pt>
                <c:pt idx="3155">
                  <c:v>4.0944E-5</c:v>
                </c:pt>
                <c:pt idx="3156">
                  <c:v>4.0911799999999997E-5</c:v>
                </c:pt>
                <c:pt idx="3157">
                  <c:v>4.0879600000000001E-5</c:v>
                </c:pt>
                <c:pt idx="3158">
                  <c:v>4.08485E-5</c:v>
                </c:pt>
                <c:pt idx="3159">
                  <c:v>4.0817800000000001E-5</c:v>
                </c:pt>
                <c:pt idx="3160">
                  <c:v>4.0786900000000001E-5</c:v>
                </c:pt>
                <c:pt idx="3161">
                  <c:v>4.07558E-5</c:v>
                </c:pt>
                <c:pt idx="3162">
                  <c:v>4.0724399999999999E-5</c:v>
                </c:pt>
                <c:pt idx="3163">
                  <c:v>4.0693299999999999E-5</c:v>
                </c:pt>
                <c:pt idx="3164">
                  <c:v>4.06629E-5</c:v>
                </c:pt>
                <c:pt idx="3165">
                  <c:v>4.0631699999999999E-5</c:v>
                </c:pt>
                <c:pt idx="3166">
                  <c:v>4.0599799999999997E-5</c:v>
                </c:pt>
                <c:pt idx="3167">
                  <c:v>4.0568200000000002E-5</c:v>
                </c:pt>
                <c:pt idx="3168">
                  <c:v>4.0537300000000002E-5</c:v>
                </c:pt>
                <c:pt idx="3169">
                  <c:v>4.0507799999999999E-5</c:v>
                </c:pt>
                <c:pt idx="3170">
                  <c:v>4.0478200000000002E-5</c:v>
                </c:pt>
                <c:pt idx="3171">
                  <c:v>4.0447700000000002E-5</c:v>
                </c:pt>
                <c:pt idx="3172">
                  <c:v>4.0416900000000003E-5</c:v>
                </c:pt>
                <c:pt idx="3173">
                  <c:v>4.0386200000000003E-5</c:v>
                </c:pt>
                <c:pt idx="3174">
                  <c:v>4.0355699999999997E-5</c:v>
                </c:pt>
                <c:pt idx="3175">
                  <c:v>4.0324799999999997E-5</c:v>
                </c:pt>
                <c:pt idx="3176">
                  <c:v>4.0294199999999998E-5</c:v>
                </c:pt>
                <c:pt idx="3177">
                  <c:v>4.0263799999999999E-5</c:v>
                </c:pt>
                <c:pt idx="3178">
                  <c:v>4.0233700000000001E-5</c:v>
                </c:pt>
                <c:pt idx="3179">
                  <c:v>4.0204099999999997E-5</c:v>
                </c:pt>
                <c:pt idx="3180">
                  <c:v>4.0173899999999998E-5</c:v>
                </c:pt>
                <c:pt idx="3181">
                  <c:v>4.0143499999999999E-5</c:v>
                </c:pt>
                <c:pt idx="3182">
                  <c:v>4.0113500000000001E-5</c:v>
                </c:pt>
                <c:pt idx="3183">
                  <c:v>4.0083999999999998E-5</c:v>
                </c:pt>
                <c:pt idx="3184">
                  <c:v>4.00543E-5</c:v>
                </c:pt>
                <c:pt idx="3185">
                  <c:v>4.0024200000000002E-5</c:v>
                </c:pt>
                <c:pt idx="3186">
                  <c:v>3.9995099999999999E-5</c:v>
                </c:pt>
                <c:pt idx="3187">
                  <c:v>3.9966399999999997E-5</c:v>
                </c:pt>
                <c:pt idx="3188">
                  <c:v>3.9937200000000001E-5</c:v>
                </c:pt>
                <c:pt idx="3189">
                  <c:v>3.9907399999999997E-5</c:v>
                </c:pt>
                <c:pt idx="3190">
                  <c:v>3.9876499999999997E-5</c:v>
                </c:pt>
                <c:pt idx="3191">
                  <c:v>3.9846299999999998E-5</c:v>
                </c:pt>
                <c:pt idx="3192">
                  <c:v>3.9817200000000002E-5</c:v>
                </c:pt>
                <c:pt idx="3193">
                  <c:v>3.9787599999999998E-5</c:v>
                </c:pt>
                <c:pt idx="3194">
                  <c:v>3.9758300000000002E-5</c:v>
                </c:pt>
                <c:pt idx="3195">
                  <c:v>3.9729299999999999E-5</c:v>
                </c:pt>
                <c:pt idx="3196">
                  <c:v>3.9700399999999997E-5</c:v>
                </c:pt>
                <c:pt idx="3197">
                  <c:v>3.9672100000000003E-5</c:v>
                </c:pt>
                <c:pt idx="3198">
                  <c:v>3.96432E-5</c:v>
                </c:pt>
                <c:pt idx="3199">
                  <c:v>3.9612900000000002E-5</c:v>
                </c:pt>
                <c:pt idx="3200">
                  <c:v>3.9582700000000003E-5</c:v>
                </c:pt>
                <c:pt idx="3201">
                  <c:v>3.9553800000000001E-5</c:v>
                </c:pt>
                <c:pt idx="3202">
                  <c:v>3.9524999999999999E-5</c:v>
                </c:pt>
                <c:pt idx="3203">
                  <c:v>3.9495300000000001E-5</c:v>
                </c:pt>
                <c:pt idx="3204">
                  <c:v>3.9465000000000002E-5</c:v>
                </c:pt>
                <c:pt idx="3205">
                  <c:v>3.9433900000000002E-5</c:v>
                </c:pt>
                <c:pt idx="3206">
                  <c:v>3.9402700000000001E-5</c:v>
                </c:pt>
                <c:pt idx="3207">
                  <c:v>3.9372400000000003E-5</c:v>
                </c:pt>
                <c:pt idx="3208">
                  <c:v>3.9342499999999998E-5</c:v>
                </c:pt>
                <c:pt idx="3209">
                  <c:v>3.9312199999999999E-5</c:v>
                </c:pt>
                <c:pt idx="3210">
                  <c:v>3.92814E-5</c:v>
                </c:pt>
                <c:pt idx="3211">
                  <c:v>3.9251100000000001E-5</c:v>
                </c:pt>
                <c:pt idx="3212">
                  <c:v>3.9221200000000003E-5</c:v>
                </c:pt>
                <c:pt idx="3213">
                  <c:v>3.9190899999999998E-5</c:v>
                </c:pt>
                <c:pt idx="3214">
                  <c:v>3.9160099999999998E-5</c:v>
                </c:pt>
                <c:pt idx="3215">
                  <c:v>3.9129599999999999E-5</c:v>
                </c:pt>
                <c:pt idx="3216">
                  <c:v>3.9099800000000001E-5</c:v>
                </c:pt>
                <c:pt idx="3217">
                  <c:v>3.9069600000000003E-5</c:v>
                </c:pt>
                <c:pt idx="3218">
                  <c:v>3.9039299999999997E-5</c:v>
                </c:pt>
                <c:pt idx="3219">
                  <c:v>3.9009299999999999E-5</c:v>
                </c:pt>
                <c:pt idx="3220">
                  <c:v>3.8979300000000001E-5</c:v>
                </c:pt>
                <c:pt idx="3221">
                  <c:v>3.8949399999999997E-5</c:v>
                </c:pt>
                <c:pt idx="3222">
                  <c:v>3.8919099999999998E-5</c:v>
                </c:pt>
                <c:pt idx="3223">
                  <c:v>3.8889600000000001E-5</c:v>
                </c:pt>
                <c:pt idx="3224">
                  <c:v>3.88614E-5</c:v>
                </c:pt>
                <c:pt idx="3225">
                  <c:v>3.8832999999999999E-5</c:v>
                </c:pt>
                <c:pt idx="3226">
                  <c:v>3.8804000000000003E-5</c:v>
                </c:pt>
                <c:pt idx="3227">
                  <c:v>3.87748E-5</c:v>
                </c:pt>
                <c:pt idx="3228">
                  <c:v>3.8745100000000003E-5</c:v>
                </c:pt>
                <c:pt idx="3229">
                  <c:v>3.8715699999999999E-5</c:v>
                </c:pt>
                <c:pt idx="3230">
                  <c:v>3.8685800000000002E-5</c:v>
                </c:pt>
                <c:pt idx="3231">
                  <c:v>3.8653899999999999E-5</c:v>
                </c:pt>
                <c:pt idx="3232">
                  <c:v>3.8621300000000002E-5</c:v>
                </c:pt>
                <c:pt idx="3233">
                  <c:v>3.8588999999999999E-5</c:v>
                </c:pt>
                <c:pt idx="3234">
                  <c:v>3.8556700000000003E-5</c:v>
                </c:pt>
                <c:pt idx="3235">
                  <c:v>3.8523999999999999E-5</c:v>
                </c:pt>
                <c:pt idx="3236">
                  <c:v>3.8492099999999997E-5</c:v>
                </c:pt>
                <c:pt idx="3237">
                  <c:v>3.8461999999999999E-5</c:v>
                </c:pt>
                <c:pt idx="3238">
                  <c:v>3.84319E-5</c:v>
                </c:pt>
                <c:pt idx="3239">
                  <c:v>3.8401600000000002E-5</c:v>
                </c:pt>
                <c:pt idx="3240">
                  <c:v>3.8371300000000003E-5</c:v>
                </c:pt>
                <c:pt idx="3241">
                  <c:v>3.8341299999999998E-5</c:v>
                </c:pt>
                <c:pt idx="3242">
                  <c:v>3.8311800000000001E-5</c:v>
                </c:pt>
                <c:pt idx="3243">
                  <c:v>3.8282099999999997E-5</c:v>
                </c:pt>
                <c:pt idx="3244">
                  <c:v>3.82523E-5</c:v>
                </c:pt>
                <c:pt idx="3245">
                  <c:v>3.8222500000000002E-5</c:v>
                </c:pt>
                <c:pt idx="3246">
                  <c:v>3.8193399999999999E-5</c:v>
                </c:pt>
                <c:pt idx="3247">
                  <c:v>3.8164599999999997E-5</c:v>
                </c:pt>
                <c:pt idx="3248">
                  <c:v>3.8134399999999999E-5</c:v>
                </c:pt>
                <c:pt idx="3249">
                  <c:v>3.8104500000000001E-5</c:v>
                </c:pt>
                <c:pt idx="3250">
                  <c:v>3.8075699999999999E-5</c:v>
                </c:pt>
                <c:pt idx="3251">
                  <c:v>3.8046500000000002E-5</c:v>
                </c:pt>
                <c:pt idx="3252">
                  <c:v>3.8016499999999998E-5</c:v>
                </c:pt>
                <c:pt idx="3253">
                  <c:v>3.79868E-5</c:v>
                </c:pt>
                <c:pt idx="3254">
                  <c:v>3.7957599999999997E-5</c:v>
                </c:pt>
                <c:pt idx="3255">
                  <c:v>3.7928700000000002E-5</c:v>
                </c:pt>
                <c:pt idx="3256">
                  <c:v>3.79E-5</c:v>
                </c:pt>
                <c:pt idx="3257">
                  <c:v>3.7870600000000003E-5</c:v>
                </c:pt>
                <c:pt idx="3258">
                  <c:v>3.7840499999999998E-5</c:v>
                </c:pt>
                <c:pt idx="3259">
                  <c:v>3.7811000000000001E-5</c:v>
                </c:pt>
                <c:pt idx="3260">
                  <c:v>3.7782399999999999E-5</c:v>
                </c:pt>
                <c:pt idx="3261">
                  <c:v>3.7753799999999998E-5</c:v>
                </c:pt>
                <c:pt idx="3262">
                  <c:v>3.7724500000000001E-5</c:v>
                </c:pt>
                <c:pt idx="3263">
                  <c:v>3.7694799999999997E-5</c:v>
                </c:pt>
                <c:pt idx="3264">
                  <c:v>3.7665800000000001E-5</c:v>
                </c:pt>
                <c:pt idx="3265">
                  <c:v>3.76374E-5</c:v>
                </c:pt>
                <c:pt idx="3266">
                  <c:v>3.7608399999999997E-5</c:v>
                </c:pt>
                <c:pt idx="3267">
                  <c:v>3.7579500000000002E-5</c:v>
                </c:pt>
                <c:pt idx="3268">
                  <c:v>3.7550399999999999E-5</c:v>
                </c:pt>
                <c:pt idx="3269">
                  <c:v>3.7520400000000001E-5</c:v>
                </c:pt>
                <c:pt idx="3270">
                  <c:v>3.7490600000000003E-5</c:v>
                </c:pt>
                <c:pt idx="3271">
                  <c:v>3.74612E-5</c:v>
                </c:pt>
                <c:pt idx="3272">
                  <c:v>3.7431900000000003E-5</c:v>
                </c:pt>
                <c:pt idx="3273">
                  <c:v>3.7401299999999997E-5</c:v>
                </c:pt>
                <c:pt idx="3274">
                  <c:v>3.7370399999999997E-5</c:v>
                </c:pt>
                <c:pt idx="3275">
                  <c:v>3.7340199999999999E-5</c:v>
                </c:pt>
                <c:pt idx="3276">
                  <c:v>3.7311000000000002E-5</c:v>
                </c:pt>
                <c:pt idx="3277">
                  <c:v>3.72819E-5</c:v>
                </c:pt>
                <c:pt idx="3278">
                  <c:v>3.72512E-5</c:v>
                </c:pt>
                <c:pt idx="3279">
                  <c:v>3.72203E-5</c:v>
                </c:pt>
                <c:pt idx="3280">
                  <c:v>3.7190500000000002E-5</c:v>
                </c:pt>
                <c:pt idx="3281">
                  <c:v>3.71614E-5</c:v>
                </c:pt>
                <c:pt idx="3282">
                  <c:v>3.7132199999999997E-5</c:v>
                </c:pt>
                <c:pt idx="3283">
                  <c:v>3.7101699999999997E-5</c:v>
                </c:pt>
                <c:pt idx="3284">
                  <c:v>3.7070699999999997E-5</c:v>
                </c:pt>
                <c:pt idx="3285">
                  <c:v>3.7040099999999998E-5</c:v>
                </c:pt>
                <c:pt idx="3286">
                  <c:v>3.7009599999999999E-5</c:v>
                </c:pt>
                <c:pt idx="3287">
                  <c:v>3.6979700000000001E-5</c:v>
                </c:pt>
                <c:pt idx="3288">
                  <c:v>3.6949400000000002E-5</c:v>
                </c:pt>
                <c:pt idx="3289">
                  <c:v>3.6918500000000002E-5</c:v>
                </c:pt>
                <c:pt idx="3290">
                  <c:v>3.6888000000000003E-5</c:v>
                </c:pt>
                <c:pt idx="3291">
                  <c:v>3.6857999999999998E-5</c:v>
                </c:pt>
                <c:pt idx="3292">
                  <c:v>3.6828400000000001E-5</c:v>
                </c:pt>
                <c:pt idx="3293">
                  <c:v>3.6798599999999997E-5</c:v>
                </c:pt>
                <c:pt idx="3294">
                  <c:v>3.6767999999999998E-5</c:v>
                </c:pt>
                <c:pt idx="3295">
                  <c:v>3.6736899999999997E-5</c:v>
                </c:pt>
                <c:pt idx="3296">
                  <c:v>3.6705400000000003E-5</c:v>
                </c:pt>
                <c:pt idx="3297">
                  <c:v>3.6673700000000001E-5</c:v>
                </c:pt>
                <c:pt idx="3298">
                  <c:v>3.66423E-5</c:v>
                </c:pt>
                <c:pt idx="3299">
                  <c:v>3.66117E-5</c:v>
                </c:pt>
                <c:pt idx="3300">
                  <c:v>3.65805E-5</c:v>
                </c:pt>
                <c:pt idx="3301">
                  <c:v>3.6548999999999999E-5</c:v>
                </c:pt>
                <c:pt idx="3302">
                  <c:v>3.6517699999999998E-5</c:v>
                </c:pt>
                <c:pt idx="3303">
                  <c:v>3.6486200000000003E-5</c:v>
                </c:pt>
                <c:pt idx="3304">
                  <c:v>3.6454600000000002E-5</c:v>
                </c:pt>
                <c:pt idx="3305">
                  <c:v>3.64229E-5</c:v>
                </c:pt>
                <c:pt idx="3306">
                  <c:v>3.6390899999999997E-5</c:v>
                </c:pt>
                <c:pt idx="3307">
                  <c:v>3.6358300000000001E-5</c:v>
                </c:pt>
                <c:pt idx="3308">
                  <c:v>3.6326399999999998E-5</c:v>
                </c:pt>
                <c:pt idx="3309">
                  <c:v>3.6294999999999997E-5</c:v>
                </c:pt>
                <c:pt idx="3310">
                  <c:v>3.6262600000000001E-5</c:v>
                </c:pt>
                <c:pt idx="3311">
                  <c:v>3.6230299999999998E-5</c:v>
                </c:pt>
                <c:pt idx="3312">
                  <c:v>3.61974E-5</c:v>
                </c:pt>
                <c:pt idx="3313">
                  <c:v>3.61634E-5</c:v>
                </c:pt>
                <c:pt idx="3314">
                  <c:v>3.6130200000000002E-5</c:v>
                </c:pt>
                <c:pt idx="3315">
                  <c:v>3.6097499999999998E-5</c:v>
                </c:pt>
                <c:pt idx="3316">
                  <c:v>3.60647E-5</c:v>
                </c:pt>
                <c:pt idx="3317">
                  <c:v>3.6032000000000003E-5</c:v>
                </c:pt>
                <c:pt idx="3318">
                  <c:v>3.5998799999999998E-5</c:v>
                </c:pt>
                <c:pt idx="3319">
                  <c:v>3.5965099999999999E-5</c:v>
                </c:pt>
                <c:pt idx="3320">
                  <c:v>3.5931900000000001E-5</c:v>
                </c:pt>
                <c:pt idx="3321">
                  <c:v>3.5898500000000002E-5</c:v>
                </c:pt>
                <c:pt idx="3322">
                  <c:v>3.5864700000000002E-5</c:v>
                </c:pt>
                <c:pt idx="3323">
                  <c:v>3.5831000000000003E-5</c:v>
                </c:pt>
                <c:pt idx="3324">
                  <c:v>3.5797499999999997E-5</c:v>
                </c:pt>
                <c:pt idx="3325">
                  <c:v>3.5763299999999997E-5</c:v>
                </c:pt>
                <c:pt idx="3326">
                  <c:v>3.5728000000000001E-5</c:v>
                </c:pt>
                <c:pt idx="3327">
                  <c:v>3.5692799999999998E-5</c:v>
                </c:pt>
                <c:pt idx="3328">
                  <c:v>3.5658399999999997E-5</c:v>
                </c:pt>
                <c:pt idx="3329">
                  <c:v>3.5624199999999997E-5</c:v>
                </c:pt>
                <c:pt idx="3330">
                  <c:v>3.5589300000000002E-5</c:v>
                </c:pt>
                <c:pt idx="3331">
                  <c:v>3.5553499999999998E-5</c:v>
                </c:pt>
                <c:pt idx="3332">
                  <c:v>3.55174E-5</c:v>
                </c:pt>
                <c:pt idx="3333">
                  <c:v>3.5481900000000003E-5</c:v>
                </c:pt>
                <c:pt idx="3334">
                  <c:v>3.54465E-5</c:v>
                </c:pt>
                <c:pt idx="3335">
                  <c:v>3.5410500000000003E-5</c:v>
                </c:pt>
                <c:pt idx="3336">
                  <c:v>3.5374099999999997E-5</c:v>
                </c:pt>
                <c:pt idx="3337">
                  <c:v>3.5337999999999999E-5</c:v>
                </c:pt>
                <c:pt idx="3338">
                  <c:v>3.5301700000000001E-5</c:v>
                </c:pt>
                <c:pt idx="3339">
                  <c:v>3.5264600000000001E-5</c:v>
                </c:pt>
                <c:pt idx="3340">
                  <c:v>3.5227700000000002E-5</c:v>
                </c:pt>
                <c:pt idx="3341">
                  <c:v>3.5190700000000002E-5</c:v>
                </c:pt>
                <c:pt idx="3342">
                  <c:v>3.51528E-5</c:v>
                </c:pt>
                <c:pt idx="3343">
                  <c:v>3.5114999999999998E-5</c:v>
                </c:pt>
                <c:pt idx="3344">
                  <c:v>3.5077299999999997E-5</c:v>
                </c:pt>
                <c:pt idx="3345">
                  <c:v>3.5039400000000002E-5</c:v>
                </c:pt>
                <c:pt idx="3346">
                  <c:v>3.5001700000000001E-5</c:v>
                </c:pt>
                <c:pt idx="3347">
                  <c:v>3.4963199999999998E-5</c:v>
                </c:pt>
                <c:pt idx="3348">
                  <c:v>3.4924500000000001E-5</c:v>
                </c:pt>
                <c:pt idx="3349">
                  <c:v>3.4886199999999998E-5</c:v>
                </c:pt>
                <c:pt idx="3350">
                  <c:v>3.4847600000000002E-5</c:v>
                </c:pt>
                <c:pt idx="3351">
                  <c:v>3.4808799999999998E-5</c:v>
                </c:pt>
                <c:pt idx="3352">
                  <c:v>3.4769199999999999E-5</c:v>
                </c:pt>
                <c:pt idx="3353">
                  <c:v>3.4728999999999999E-5</c:v>
                </c:pt>
                <c:pt idx="3354">
                  <c:v>3.4688899999999999E-5</c:v>
                </c:pt>
                <c:pt idx="3355">
                  <c:v>3.4648799999999999E-5</c:v>
                </c:pt>
                <c:pt idx="3356">
                  <c:v>3.4608399999999999E-5</c:v>
                </c:pt>
                <c:pt idx="3357">
                  <c:v>3.4567899999999998E-5</c:v>
                </c:pt>
                <c:pt idx="3358">
                  <c:v>3.4527699999999998E-5</c:v>
                </c:pt>
                <c:pt idx="3359">
                  <c:v>3.4487999999999999E-5</c:v>
                </c:pt>
                <c:pt idx="3360">
                  <c:v>3.4446999999999997E-5</c:v>
                </c:pt>
                <c:pt idx="3361">
                  <c:v>3.4404299999999999E-5</c:v>
                </c:pt>
                <c:pt idx="3362">
                  <c:v>3.43618E-5</c:v>
                </c:pt>
                <c:pt idx="3363">
                  <c:v>3.4318900000000001E-5</c:v>
                </c:pt>
                <c:pt idx="3364">
                  <c:v>3.42753E-5</c:v>
                </c:pt>
                <c:pt idx="3365">
                  <c:v>3.4231299999999999E-5</c:v>
                </c:pt>
                <c:pt idx="3366">
                  <c:v>3.4187599999999998E-5</c:v>
                </c:pt>
                <c:pt idx="3367">
                  <c:v>3.4143999999999997E-5</c:v>
                </c:pt>
                <c:pt idx="3368">
                  <c:v>3.4100300000000003E-5</c:v>
                </c:pt>
                <c:pt idx="3369">
                  <c:v>3.4056700000000002E-5</c:v>
                </c:pt>
                <c:pt idx="3370">
                  <c:v>3.4011999999999999E-5</c:v>
                </c:pt>
                <c:pt idx="3371">
                  <c:v>3.39663E-5</c:v>
                </c:pt>
                <c:pt idx="3372">
                  <c:v>3.3921300000000003E-5</c:v>
                </c:pt>
                <c:pt idx="3373">
                  <c:v>3.3876900000000001E-5</c:v>
                </c:pt>
                <c:pt idx="3374">
                  <c:v>3.3832199999999998E-5</c:v>
                </c:pt>
                <c:pt idx="3375">
                  <c:v>3.3786599999999999E-5</c:v>
                </c:pt>
                <c:pt idx="3376">
                  <c:v>3.37405E-5</c:v>
                </c:pt>
                <c:pt idx="3377">
                  <c:v>3.3694E-5</c:v>
                </c:pt>
                <c:pt idx="3378">
                  <c:v>3.3647299999999999E-5</c:v>
                </c:pt>
                <c:pt idx="3379">
                  <c:v>3.3600399999999998E-5</c:v>
                </c:pt>
                <c:pt idx="3380">
                  <c:v>3.3553100000000002E-5</c:v>
                </c:pt>
                <c:pt idx="3381">
                  <c:v>3.3504599999999998E-5</c:v>
                </c:pt>
                <c:pt idx="3382">
                  <c:v>3.3455799999999999E-5</c:v>
                </c:pt>
                <c:pt idx="3383">
                  <c:v>3.3407500000000002E-5</c:v>
                </c:pt>
                <c:pt idx="3384">
                  <c:v>3.3359199999999997E-5</c:v>
                </c:pt>
                <c:pt idx="3385">
                  <c:v>3.3310099999999998E-5</c:v>
                </c:pt>
                <c:pt idx="3386">
                  <c:v>3.3260299999999997E-5</c:v>
                </c:pt>
                <c:pt idx="3387">
                  <c:v>3.32092E-5</c:v>
                </c:pt>
                <c:pt idx="3388">
                  <c:v>3.3157500000000002E-5</c:v>
                </c:pt>
                <c:pt idx="3389">
                  <c:v>3.3106399999999999E-5</c:v>
                </c:pt>
                <c:pt idx="3390">
                  <c:v>3.3055200000000002E-5</c:v>
                </c:pt>
                <c:pt idx="3391">
                  <c:v>3.3003100000000003E-5</c:v>
                </c:pt>
                <c:pt idx="3392">
                  <c:v>3.2950000000000001E-5</c:v>
                </c:pt>
                <c:pt idx="3393">
                  <c:v>3.2897200000000001E-5</c:v>
                </c:pt>
                <c:pt idx="3394">
                  <c:v>3.2844099999999999E-5</c:v>
                </c:pt>
                <c:pt idx="3395">
                  <c:v>3.2789900000000003E-5</c:v>
                </c:pt>
                <c:pt idx="3396">
                  <c:v>3.2735699999999999E-5</c:v>
                </c:pt>
                <c:pt idx="3397">
                  <c:v>3.2682199999999997E-5</c:v>
                </c:pt>
                <c:pt idx="3398">
                  <c:v>3.26281E-5</c:v>
                </c:pt>
                <c:pt idx="3399">
                  <c:v>3.2573000000000001E-5</c:v>
                </c:pt>
                <c:pt idx="3400">
                  <c:v>3.2517100000000001E-5</c:v>
                </c:pt>
                <c:pt idx="3401">
                  <c:v>3.2460299999999998E-5</c:v>
                </c:pt>
                <c:pt idx="3402">
                  <c:v>3.2403300000000002E-5</c:v>
                </c:pt>
                <c:pt idx="3403">
                  <c:v>3.2345299999999997E-5</c:v>
                </c:pt>
                <c:pt idx="3404">
                  <c:v>3.2286599999999997E-5</c:v>
                </c:pt>
                <c:pt idx="3405">
                  <c:v>3.2227999999999997E-5</c:v>
                </c:pt>
                <c:pt idx="3406">
                  <c:v>3.2169299999999997E-5</c:v>
                </c:pt>
                <c:pt idx="3407">
                  <c:v>3.2110399999999997E-5</c:v>
                </c:pt>
                <c:pt idx="3408">
                  <c:v>3.2050600000000001E-5</c:v>
                </c:pt>
                <c:pt idx="3409">
                  <c:v>3.1990099999999997E-5</c:v>
                </c:pt>
                <c:pt idx="3410">
                  <c:v>3.1928499999999998E-5</c:v>
                </c:pt>
                <c:pt idx="3411">
                  <c:v>3.1866499999999997E-5</c:v>
                </c:pt>
                <c:pt idx="3412">
                  <c:v>3.1804599999999997E-5</c:v>
                </c:pt>
                <c:pt idx="3413">
                  <c:v>3.1742200000000002E-5</c:v>
                </c:pt>
                <c:pt idx="3414">
                  <c:v>3.1680000000000002E-5</c:v>
                </c:pt>
                <c:pt idx="3415">
                  <c:v>3.1616999999999999E-5</c:v>
                </c:pt>
                <c:pt idx="3416">
                  <c:v>3.1553500000000002E-5</c:v>
                </c:pt>
                <c:pt idx="3417">
                  <c:v>3.1489200000000003E-5</c:v>
                </c:pt>
                <c:pt idx="3418">
                  <c:v>3.1424000000000003E-5</c:v>
                </c:pt>
                <c:pt idx="3419">
                  <c:v>3.1358500000000001E-5</c:v>
                </c:pt>
                <c:pt idx="3420">
                  <c:v>3.1292199999999998E-5</c:v>
                </c:pt>
                <c:pt idx="3421">
                  <c:v>3.12252E-5</c:v>
                </c:pt>
                <c:pt idx="3422">
                  <c:v>3.1157900000000002E-5</c:v>
                </c:pt>
                <c:pt idx="3423">
                  <c:v>3.1089600000000001E-5</c:v>
                </c:pt>
                <c:pt idx="3424">
                  <c:v>3.1019799999999997E-5</c:v>
                </c:pt>
                <c:pt idx="3425">
                  <c:v>3.0949299999999999E-5</c:v>
                </c:pt>
                <c:pt idx="3426">
                  <c:v>3.0879200000000001E-5</c:v>
                </c:pt>
                <c:pt idx="3427">
                  <c:v>3.0808900000000002E-5</c:v>
                </c:pt>
                <c:pt idx="3428">
                  <c:v>3.0737800000000002E-5</c:v>
                </c:pt>
                <c:pt idx="3429">
                  <c:v>3.0665900000000001E-5</c:v>
                </c:pt>
                <c:pt idx="3430">
                  <c:v>3.0593000000000003E-5</c:v>
                </c:pt>
                <c:pt idx="3431">
                  <c:v>3.0519699999999999E-5</c:v>
                </c:pt>
                <c:pt idx="3432">
                  <c:v>3.0446700000000001E-5</c:v>
                </c:pt>
                <c:pt idx="3433">
                  <c:v>3.0372999999999999E-5</c:v>
                </c:pt>
                <c:pt idx="3434">
                  <c:v>3.0297499999999999E-5</c:v>
                </c:pt>
                <c:pt idx="3435">
                  <c:v>3.0221799999999999E-5</c:v>
                </c:pt>
                <c:pt idx="3436">
                  <c:v>3.0145999999999999E-5</c:v>
                </c:pt>
                <c:pt idx="3437">
                  <c:v>3.00694E-5</c:v>
                </c:pt>
                <c:pt idx="3438">
                  <c:v>2.9992E-5</c:v>
                </c:pt>
                <c:pt idx="3439">
                  <c:v>2.9913E-5</c:v>
                </c:pt>
                <c:pt idx="3440">
                  <c:v>2.9833E-5</c:v>
                </c:pt>
                <c:pt idx="3441">
                  <c:v>2.97525E-5</c:v>
                </c:pt>
                <c:pt idx="3442">
                  <c:v>2.9671599999999999E-5</c:v>
                </c:pt>
                <c:pt idx="3443">
                  <c:v>2.9589699999999999E-5</c:v>
                </c:pt>
                <c:pt idx="3444">
                  <c:v>2.9506399999999999E-5</c:v>
                </c:pt>
                <c:pt idx="3445">
                  <c:v>2.9422899999999999E-5</c:v>
                </c:pt>
                <c:pt idx="3446">
                  <c:v>2.93398E-5</c:v>
                </c:pt>
                <c:pt idx="3447">
                  <c:v>2.9255899999999999E-5</c:v>
                </c:pt>
                <c:pt idx="3448">
                  <c:v>2.9170500000000001E-5</c:v>
                </c:pt>
                <c:pt idx="3449">
                  <c:v>2.9084000000000001E-5</c:v>
                </c:pt>
                <c:pt idx="3450">
                  <c:v>2.8997999999999999E-5</c:v>
                </c:pt>
                <c:pt idx="3451">
                  <c:v>2.8911499999999999E-5</c:v>
                </c:pt>
                <c:pt idx="3452">
                  <c:v>2.8822999999999998E-5</c:v>
                </c:pt>
                <c:pt idx="3453">
                  <c:v>2.8733399999999998E-5</c:v>
                </c:pt>
                <c:pt idx="3454">
                  <c:v>2.8643799999999998E-5</c:v>
                </c:pt>
                <c:pt idx="3455">
                  <c:v>2.8554299999999999E-5</c:v>
                </c:pt>
                <c:pt idx="3456">
                  <c:v>2.84638E-5</c:v>
                </c:pt>
                <c:pt idx="3457">
                  <c:v>2.83725E-5</c:v>
                </c:pt>
                <c:pt idx="3458">
                  <c:v>2.8280799999999999E-5</c:v>
                </c:pt>
                <c:pt idx="3459">
                  <c:v>2.8187999999999998E-5</c:v>
                </c:pt>
                <c:pt idx="3460">
                  <c:v>2.80943E-5</c:v>
                </c:pt>
                <c:pt idx="3461">
                  <c:v>2.7999899999999999E-5</c:v>
                </c:pt>
                <c:pt idx="3462">
                  <c:v>2.7905000000000001E-5</c:v>
                </c:pt>
                <c:pt idx="3463">
                  <c:v>2.7809000000000001E-5</c:v>
                </c:pt>
                <c:pt idx="3464">
                  <c:v>2.7711800000000001E-5</c:v>
                </c:pt>
                <c:pt idx="3465">
                  <c:v>2.7614400000000001E-5</c:v>
                </c:pt>
                <c:pt idx="3466">
                  <c:v>2.7516299999999999E-5</c:v>
                </c:pt>
                <c:pt idx="3467">
                  <c:v>2.7418000000000001E-5</c:v>
                </c:pt>
                <c:pt idx="3468">
                  <c:v>2.7319200000000001E-5</c:v>
                </c:pt>
                <c:pt idx="3469">
                  <c:v>2.7219299999999999E-5</c:v>
                </c:pt>
                <c:pt idx="3470">
                  <c:v>2.7118200000000001E-5</c:v>
                </c:pt>
                <c:pt idx="3471">
                  <c:v>2.70158E-5</c:v>
                </c:pt>
                <c:pt idx="3472">
                  <c:v>2.6913599999999999E-5</c:v>
                </c:pt>
                <c:pt idx="3473">
                  <c:v>2.6811000000000001E-5</c:v>
                </c:pt>
                <c:pt idx="3474">
                  <c:v>2.67071E-5</c:v>
                </c:pt>
                <c:pt idx="3475">
                  <c:v>2.66033E-5</c:v>
                </c:pt>
                <c:pt idx="3476">
                  <c:v>2.6499399999999999E-5</c:v>
                </c:pt>
                <c:pt idx="3477">
                  <c:v>2.63947E-5</c:v>
                </c:pt>
                <c:pt idx="3478">
                  <c:v>2.6287799999999999E-5</c:v>
                </c:pt>
                <c:pt idx="3479">
                  <c:v>2.6180200000000001E-5</c:v>
                </c:pt>
                <c:pt idx="3480">
                  <c:v>2.6072699999999999E-5</c:v>
                </c:pt>
                <c:pt idx="3481">
                  <c:v>2.5965E-5</c:v>
                </c:pt>
                <c:pt idx="3482">
                  <c:v>2.5856200000000002E-5</c:v>
                </c:pt>
                <c:pt idx="3483">
                  <c:v>2.5746E-5</c:v>
                </c:pt>
                <c:pt idx="3484">
                  <c:v>2.5635200000000001E-5</c:v>
                </c:pt>
                <c:pt idx="3485">
                  <c:v>2.5524299999999999E-5</c:v>
                </c:pt>
                <c:pt idx="3486">
                  <c:v>2.5413299999999999E-5</c:v>
                </c:pt>
                <c:pt idx="3487">
                  <c:v>2.5301699999999999E-5</c:v>
                </c:pt>
                <c:pt idx="3488">
                  <c:v>2.5188799999999998E-5</c:v>
                </c:pt>
                <c:pt idx="3489">
                  <c:v>2.5075700000000001E-5</c:v>
                </c:pt>
                <c:pt idx="3490">
                  <c:v>2.49624E-5</c:v>
                </c:pt>
                <c:pt idx="3491">
                  <c:v>2.48478E-5</c:v>
                </c:pt>
                <c:pt idx="3492">
                  <c:v>2.47321E-5</c:v>
                </c:pt>
                <c:pt idx="3493">
                  <c:v>2.4615400000000002E-5</c:v>
                </c:pt>
                <c:pt idx="3494">
                  <c:v>2.44989E-5</c:v>
                </c:pt>
                <c:pt idx="3495">
                  <c:v>2.4383300000000001E-5</c:v>
                </c:pt>
                <c:pt idx="3496">
                  <c:v>2.4267800000000002E-5</c:v>
                </c:pt>
                <c:pt idx="3497">
                  <c:v>2.4151500000000001E-5</c:v>
                </c:pt>
                <c:pt idx="3498">
                  <c:v>2.40339E-5</c:v>
                </c:pt>
                <c:pt idx="3499">
                  <c:v>2.3915500000000002E-5</c:v>
                </c:pt>
                <c:pt idx="3500">
                  <c:v>2.3796500000000002E-5</c:v>
                </c:pt>
                <c:pt idx="3501">
                  <c:v>2.3677200000000001E-5</c:v>
                </c:pt>
                <c:pt idx="3502">
                  <c:v>2.3556600000000001E-5</c:v>
                </c:pt>
                <c:pt idx="3503">
                  <c:v>2.3435299999999999E-5</c:v>
                </c:pt>
                <c:pt idx="3504">
                  <c:v>2.3314899999999999E-5</c:v>
                </c:pt>
                <c:pt idx="3505">
                  <c:v>2.31947E-5</c:v>
                </c:pt>
                <c:pt idx="3506">
                  <c:v>2.3073799999999999E-5</c:v>
                </c:pt>
                <c:pt idx="3507">
                  <c:v>2.29519E-5</c:v>
                </c:pt>
                <c:pt idx="3508">
                  <c:v>2.2829299999999998E-5</c:v>
                </c:pt>
                <c:pt idx="3509">
                  <c:v>2.27066E-5</c:v>
                </c:pt>
                <c:pt idx="3510">
                  <c:v>2.2584099999999999E-5</c:v>
                </c:pt>
                <c:pt idx="3511">
                  <c:v>2.24621E-5</c:v>
                </c:pt>
                <c:pt idx="3512">
                  <c:v>2.2338900000000001E-5</c:v>
                </c:pt>
                <c:pt idx="3513">
                  <c:v>2.2214699999999999E-5</c:v>
                </c:pt>
                <c:pt idx="3514">
                  <c:v>2.20913E-5</c:v>
                </c:pt>
                <c:pt idx="3515">
                  <c:v>2.1968100000000001E-5</c:v>
                </c:pt>
                <c:pt idx="3516">
                  <c:v>2.18443E-5</c:v>
                </c:pt>
                <c:pt idx="3517">
                  <c:v>2.1719500000000001E-5</c:v>
                </c:pt>
                <c:pt idx="3518">
                  <c:v>2.15938E-5</c:v>
                </c:pt>
                <c:pt idx="3519">
                  <c:v>2.1467999999999998E-5</c:v>
                </c:pt>
                <c:pt idx="3520">
                  <c:v>2.13422E-5</c:v>
                </c:pt>
                <c:pt idx="3521">
                  <c:v>2.12167E-5</c:v>
                </c:pt>
                <c:pt idx="3522">
                  <c:v>2.1090600000000001E-5</c:v>
                </c:pt>
                <c:pt idx="3523">
                  <c:v>2.0964399999999999E-5</c:v>
                </c:pt>
                <c:pt idx="3524">
                  <c:v>2.0839499999999999E-5</c:v>
                </c:pt>
                <c:pt idx="3525">
                  <c:v>2.0715100000000001E-5</c:v>
                </c:pt>
                <c:pt idx="3526">
                  <c:v>2.0590100000000001E-5</c:v>
                </c:pt>
                <c:pt idx="3527">
                  <c:v>2.04629E-5</c:v>
                </c:pt>
                <c:pt idx="3528">
                  <c:v>2.0335499999999999E-5</c:v>
                </c:pt>
                <c:pt idx="3529">
                  <c:v>2.0209800000000001E-5</c:v>
                </c:pt>
                <c:pt idx="3530">
                  <c:v>2.0084600000000001E-5</c:v>
                </c:pt>
                <c:pt idx="3531">
                  <c:v>1.9959E-5</c:v>
                </c:pt>
                <c:pt idx="3532">
                  <c:v>1.9832800000000001E-5</c:v>
                </c:pt>
                <c:pt idx="3533">
                  <c:v>1.9707500000000001E-5</c:v>
                </c:pt>
                <c:pt idx="3534">
                  <c:v>1.9582500000000001E-5</c:v>
                </c:pt>
                <c:pt idx="3535">
                  <c:v>1.9457300000000001E-5</c:v>
                </c:pt>
                <c:pt idx="3536">
                  <c:v>1.9332300000000001E-5</c:v>
                </c:pt>
                <c:pt idx="3537">
                  <c:v>1.9206199999999999E-5</c:v>
                </c:pt>
                <c:pt idx="3538">
                  <c:v>1.90798E-5</c:v>
                </c:pt>
                <c:pt idx="3539">
                  <c:v>1.89545E-5</c:v>
                </c:pt>
                <c:pt idx="3540">
                  <c:v>1.8830100000000001E-5</c:v>
                </c:pt>
                <c:pt idx="3541">
                  <c:v>1.87058E-5</c:v>
                </c:pt>
                <c:pt idx="3542">
                  <c:v>1.8581200000000001E-5</c:v>
                </c:pt>
                <c:pt idx="3543">
                  <c:v>1.8456899999999999E-5</c:v>
                </c:pt>
                <c:pt idx="3544">
                  <c:v>1.8332999999999999E-5</c:v>
                </c:pt>
                <c:pt idx="3545">
                  <c:v>1.8209000000000001E-5</c:v>
                </c:pt>
                <c:pt idx="3546">
                  <c:v>1.8085400000000001E-5</c:v>
                </c:pt>
                <c:pt idx="3547">
                  <c:v>1.7962199999999999E-5</c:v>
                </c:pt>
                <c:pt idx="3548">
                  <c:v>1.7839800000000002E-5</c:v>
                </c:pt>
                <c:pt idx="3549">
                  <c:v>1.7717899999999999E-5</c:v>
                </c:pt>
                <c:pt idx="3550">
                  <c:v>1.7595799999999998E-5</c:v>
                </c:pt>
                <c:pt idx="3551">
                  <c:v>1.7473400000000001E-5</c:v>
                </c:pt>
                <c:pt idx="3552">
                  <c:v>1.73506E-5</c:v>
                </c:pt>
                <c:pt idx="3553">
                  <c:v>1.72289E-5</c:v>
                </c:pt>
                <c:pt idx="3554">
                  <c:v>1.7108600000000001E-5</c:v>
                </c:pt>
                <c:pt idx="3555">
                  <c:v>1.6988999999999999E-5</c:v>
                </c:pt>
                <c:pt idx="3556">
                  <c:v>1.68688E-5</c:v>
                </c:pt>
                <c:pt idx="3557">
                  <c:v>1.67484E-5</c:v>
                </c:pt>
                <c:pt idx="3558">
                  <c:v>1.6628699999999999E-5</c:v>
                </c:pt>
                <c:pt idx="3559">
                  <c:v>1.6509200000000001E-5</c:v>
                </c:pt>
                <c:pt idx="3560">
                  <c:v>1.6390599999999999E-5</c:v>
                </c:pt>
                <c:pt idx="3561">
                  <c:v>1.6272600000000001E-5</c:v>
                </c:pt>
                <c:pt idx="3562">
                  <c:v>1.6154399999999999E-5</c:v>
                </c:pt>
                <c:pt idx="3563">
                  <c:v>1.60375E-5</c:v>
                </c:pt>
                <c:pt idx="3564">
                  <c:v>1.59217E-5</c:v>
                </c:pt>
                <c:pt idx="3565">
                  <c:v>1.5805399999999999E-5</c:v>
                </c:pt>
                <c:pt idx="3566">
                  <c:v>1.56899E-5</c:v>
                </c:pt>
                <c:pt idx="3567">
                  <c:v>1.55754E-5</c:v>
                </c:pt>
                <c:pt idx="3568">
                  <c:v>1.54612E-5</c:v>
                </c:pt>
                <c:pt idx="3569">
                  <c:v>1.5347400000000001E-5</c:v>
                </c:pt>
                <c:pt idx="3570">
                  <c:v>1.52346E-5</c:v>
                </c:pt>
                <c:pt idx="3571">
                  <c:v>1.5122299999999999E-5</c:v>
                </c:pt>
                <c:pt idx="3572">
                  <c:v>1.5010100000000001E-5</c:v>
                </c:pt>
                <c:pt idx="3573">
                  <c:v>1.48987E-5</c:v>
                </c:pt>
                <c:pt idx="3574">
                  <c:v>1.4788400000000001E-5</c:v>
                </c:pt>
                <c:pt idx="3575">
                  <c:v>1.4678800000000001E-5</c:v>
                </c:pt>
                <c:pt idx="3576">
                  <c:v>1.4569800000000001E-5</c:v>
                </c:pt>
                <c:pt idx="3577">
                  <c:v>1.4461799999999999E-5</c:v>
                </c:pt>
                <c:pt idx="3578">
                  <c:v>1.43533E-5</c:v>
                </c:pt>
                <c:pt idx="3579">
                  <c:v>1.4245300000000001E-5</c:v>
                </c:pt>
                <c:pt idx="3580">
                  <c:v>1.4138000000000001E-5</c:v>
                </c:pt>
                <c:pt idx="3581">
                  <c:v>1.4030600000000001E-5</c:v>
                </c:pt>
                <c:pt idx="3582">
                  <c:v>1.39252E-5</c:v>
                </c:pt>
                <c:pt idx="3583">
                  <c:v>1.3821900000000001E-5</c:v>
                </c:pt>
                <c:pt idx="3584">
                  <c:v>1.37189E-5</c:v>
                </c:pt>
                <c:pt idx="3585">
                  <c:v>1.3615799999999999E-5</c:v>
                </c:pt>
                <c:pt idx="3586">
                  <c:v>1.3513099999999999E-5</c:v>
                </c:pt>
                <c:pt idx="3587">
                  <c:v>1.3412E-5</c:v>
                </c:pt>
                <c:pt idx="3588">
                  <c:v>1.3311399999999999E-5</c:v>
                </c:pt>
                <c:pt idx="3589">
                  <c:v>1.32105E-5</c:v>
                </c:pt>
                <c:pt idx="3590">
                  <c:v>1.31102E-5</c:v>
                </c:pt>
                <c:pt idx="3591">
                  <c:v>1.3010700000000001E-5</c:v>
                </c:pt>
                <c:pt idx="3592">
                  <c:v>1.29129E-5</c:v>
                </c:pt>
                <c:pt idx="3593">
                  <c:v>1.2816199999999999E-5</c:v>
                </c:pt>
                <c:pt idx="3594">
                  <c:v>1.2719500000000001E-5</c:v>
                </c:pt>
                <c:pt idx="3595">
                  <c:v>1.2622999999999999E-5</c:v>
                </c:pt>
                <c:pt idx="3596">
                  <c:v>1.25267E-5</c:v>
                </c:pt>
                <c:pt idx="3597">
                  <c:v>1.24316E-5</c:v>
                </c:pt>
                <c:pt idx="3598">
                  <c:v>1.2337899999999999E-5</c:v>
                </c:pt>
                <c:pt idx="3599">
                  <c:v>1.2245E-5</c:v>
                </c:pt>
                <c:pt idx="3600">
                  <c:v>1.2153100000000001E-5</c:v>
                </c:pt>
                <c:pt idx="3601">
                  <c:v>1.20616E-5</c:v>
                </c:pt>
                <c:pt idx="3602">
                  <c:v>1.1970899999999999E-5</c:v>
                </c:pt>
                <c:pt idx="3603">
                  <c:v>1.18815E-5</c:v>
                </c:pt>
                <c:pt idx="3604">
                  <c:v>1.1792400000000001E-5</c:v>
                </c:pt>
                <c:pt idx="3605">
                  <c:v>1.17041E-5</c:v>
                </c:pt>
                <c:pt idx="3606">
                  <c:v>1.16165E-5</c:v>
                </c:pt>
                <c:pt idx="3607">
                  <c:v>1.1529600000000001E-5</c:v>
                </c:pt>
                <c:pt idx="3608">
                  <c:v>1.1444099999999999E-5</c:v>
                </c:pt>
                <c:pt idx="3609">
                  <c:v>1.13595E-5</c:v>
                </c:pt>
                <c:pt idx="3610">
                  <c:v>1.12744E-5</c:v>
                </c:pt>
                <c:pt idx="3611">
                  <c:v>1.11896E-5</c:v>
                </c:pt>
                <c:pt idx="3612">
                  <c:v>1.1106399999999999E-5</c:v>
                </c:pt>
                <c:pt idx="3613">
                  <c:v>1.10242E-5</c:v>
                </c:pt>
                <c:pt idx="3614">
                  <c:v>1.0942599999999999E-5</c:v>
                </c:pt>
                <c:pt idx="3615">
                  <c:v>1.08617E-5</c:v>
                </c:pt>
                <c:pt idx="3616">
                  <c:v>1.07822E-5</c:v>
                </c:pt>
                <c:pt idx="3617">
                  <c:v>1.07043E-5</c:v>
                </c:pt>
                <c:pt idx="3618">
                  <c:v>1.06262E-5</c:v>
                </c:pt>
                <c:pt idx="3619">
                  <c:v>1.0548400000000001E-5</c:v>
                </c:pt>
                <c:pt idx="3620">
                  <c:v>1.04716E-5</c:v>
                </c:pt>
                <c:pt idx="3621">
                  <c:v>1.03951E-5</c:v>
                </c:pt>
                <c:pt idx="3622">
                  <c:v>1.03195E-5</c:v>
                </c:pt>
                <c:pt idx="3623">
                  <c:v>1.0244800000000001E-5</c:v>
                </c:pt>
                <c:pt idx="3624">
                  <c:v>1.0171E-5</c:v>
                </c:pt>
                <c:pt idx="3625">
                  <c:v>1.0097399999999999E-5</c:v>
                </c:pt>
                <c:pt idx="3626">
                  <c:v>1.0024700000000001E-5</c:v>
                </c:pt>
                <c:pt idx="3627">
                  <c:v>9.9535500000000006E-6</c:v>
                </c:pt>
                <c:pt idx="3628">
                  <c:v>9.8828600000000004E-6</c:v>
                </c:pt>
                <c:pt idx="3629">
                  <c:v>9.8123400000000003E-6</c:v>
                </c:pt>
                <c:pt idx="3630">
                  <c:v>9.7423699999999997E-6</c:v>
                </c:pt>
                <c:pt idx="3631">
                  <c:v>9.6740799999999997E-6</c:v>
                </c:pt>
                <c:pt idx="3632">
                  <c:v>9.6070400000000008E-6</c:v>
                </c:pt>
                <c:pt idx="3633">
                  <c:v>9.5405199999999992E-6</c:v>
                </c:pt>
                <c:pt idx="3634">
                  <c:v>9.4741699999999995E-6</c:v>
                </c:pt>
                <c:pt idx="3635">
                  <c:v>9.4074799999999996E-6</c:v>
                </c:pt>
                <c:pt idx="3636">
                  <c:v>9.3418700000000007E-6</c:v>
                </c:pt>
                <c:pt idx="3637">
                  <c:v>9.2786199999999993E-6</c:v>
                </c:pt>
                <c:pt idx="3638">
                  <c:v>9.21574E-6</c:v>
                </c:pt>
                <c:pt idx="3639">
                  <c:v>9.1522000000000002E-6</c:v>
                </c:pt>
                <c:pt idx="3640">
                  <c:v>9.0893400000000006E-6</c:v>
                </c:pt>
                <c:pt idx="3641">
                  <c:v>9.0274900000000005E-6</c:v>
                </c:pt>
                <c:pt idx="3642">
                  <c:v>8.9666800000000004E-6</c:v>
                </c:pt>
                <c:pt idx="3643">
                  <c:v>8.9066099999999994E-6</c:v>
                </c:pt>
                <c:pt idx="3644">
                  <c:v>8.8471899999999999E-6</c:v>
                </c:pt>
                <c:pt idx="3645">
                  <c:v>8.7883899999999997E-6</c:v>
                </c:pt>
                <c:pt idx="3646">
                  <c:v>8.7300799999999999E-6</c:v>
                </c:pt>
                <c:pt idx="3647">
                  <c:v>8.6727400000000002E-6</c:v>
                </c:pt>
                <c:pt idx="3648">
                  <c:v>8.6155200000000005E-6</c:v>
                </c:pt>
                <c:pt idx="3649">
                  <c:v>8.5578400000000007E-6</c:v>
                </c:pt>
                <c:pt idx="3650">
                  <c:v>8.5012099999999999E-6</c:v>
                </c:pt>
                <c:pt idx="3651">
                  <c:v>8.4465199999999992E-6</c:v>
                </c:pt>
                <c:pt idx="3652">
                  <c:v>8.3927699999999999E-6</c:v>
                </c:pt>
                <c:pt idx="3653">
                  <c:v>8.3391299999999999E-6</c:v>
                </c:pt>
                <c:pt idx="3654">
                  <c:v>8.28554E-6</c:v>
                </c:pt>
                <c:pt idx="3655">
                  <c:v>8.2326499999999999E-6</c:v>
                </c:pt>
                <c:pt idx="3656">
                  <c:v>8.1810899999999996E-6</c:v>
                </c:pt>
                <c:pt idx="3657">
                  <c:v>8.1300800000000006E-6</c:v>
                </c:pt>
                <c:pt idx="3658">
                  <c:v>8.0792500000000006E-6</c:v>
                </c:pt>
                <c:pt idx="3659">
                  <c:v>8.0288800000000006E-6</c:v>
                </c:pt>
                <c:pt idx="3660">
                  <c:v>7.9791600000000004E-6</c:v>
                </c:pt>
                <c:pt idx="3661">
                  <c:v>7.9299500000000002E-6</c:v>
                </c:pt>
                <c:pt idx="3662">
                  <c:v>7.8816099999999999E-6</c:v>
                </c:pt>
                <c:pt idx="3663">
                  <c:v>7.8336599999999998E-6</c:v>
                </c:pt>
                <c:pt idx="3664">
                  <c:v>7.7855399999999997E-6</c:v>
                </c:pt>
                <c:pt idx="3665">
                  <c:v>7.7380600000000002E-6</c:v>
                </c:pt>
                <c:pt idx="3666">
                  <c:v>7.6911899999999995E-6</c:v>
                </c:pt>
                <c:pt idx="3667">
                  <c:v>7.6452200000000006E-6</c:v>
                </c:pt>
                <c:pt idx="3668">
                  <c:v>7.5999599999999998E-6</c:v>
                </c:pt>
                <c:pt idx="3669">
                  <c:v>7.5550200000000002E-6</c:v>
                </c:pt>
                <c:pt idx="3670">
                  <c:v>7.5110900000000001E-6</c:v>
                </c:pt>
                <c:pt idx="3671">
                  <c:v>7.4681900000000001E-6</c:v>
                </c:pt>
                <c:pt idx="3672">
                  <c:v>7.4259299999999999E-6</c:v>
                </c:pt>
                <c:pt idx="3673">
                  <c:v>7.3836900000000003E-6</c:v>
                </c:pt>
                <c:pt idx="3674">
                  <c:v>7.3410499999999998E-6</c:v>
                </c:pt>
                <c:pt idx="3675">
                  <c:v>7.2984899999999998E-6</c:v>
                </c:pt>
                <c:pt idx="3676">
                  <c:v>7.2564399999999999E-6</c:v>
                </c:pt>
                <c:pt idx="3677">
                  <c:v>7.2154600000000004E-6</c:v>
                </c:pt>
                <c:pt idx="3678">
                  <c:v>7.1754400000000002E-6</c:v>
                </c:pt>
                <c:pt idx="3679">
                  <c:v>7.1357299999999997E-6</c:v>
                </c:pt>
                <c:pt idx="3680">
                  <c:v>7.0963299999999997E-6</c:v>
                </c:pt>
                <c:pt idx="3681">
                  <c:v>7.0573299999999997E-6</c:v>
                </c:pt>
                <c:pt idx="3682">
                  <c:v>7.0191600000000002E-6</c:v>
                </c:pt>
                <c:pt idx="3683">
                  <c:v>6.9810599999999997E-6</c:v>
                </c:pt>
                <c:pt idx="3684">
                  <c:v>6.9432900000000002E-6</c:v>
                </c:pt>
                <c:pt idx="3685">
                  <c:v>6.9063299999999998E-6</c:v>
                </c:pt>
                <c:pt idx="3686">
                  <c:v>6.86933E-6</c:v>
                </c:pt>
                <c:pt idx="3687">
                  <c:v>6.8328199999999997E-6</c:v>
                </c:pt>
                <c:pt idx="3688">
                  <c:v>6.7972699999999997E-6</c:v>
                </c:pt>
                <c:pt idx="3689">
                  <c:v>6.7627399999999999E-6</c:v>
                </c:pt>
                <c:pt idx="3690">
                  <c:v>6.7289400000000003E-6</c:v>
                </c:pt>
                <c:pt idx="3691">
                  <c:v>6.6949900000000004E-6</c:v>
                </c:pt>
                <c:pt idx="3692">
                  <c:v>6.6608900000000002E-6</c:v>
                </c:pt>
                <c:pt idx="3693">
                  <c:v>6.6271399999999999E-6</c:v>
                </c:pt>
                <c:pt idx="3694">
                  <c:v>6.5937000000000001E-6</c:v>
                </c:pt>
                <c:pt idx="3695">
                  <c:v>6.5607700000000004E-6</c:v>
                </c:pt>
                <c:pt idx="3696">
                  <c:v>6.5281999999999996E-6</c:v>
                </c:pt>
                <c:pt idx="3697">
                  <c:v>6.4954599999999996E-6</c:v>
                </c:pt>
                <c:pt idx="3698">
                  <c:v>6.4631500000000001E-6</c:v>
                </c:pt>
                <c:pt idx="3699">
                  <c:v>6.4316899999999999E-6</c:v>
                </c:pt>
                <c:pt idx="3700">
                  <c:v>6.4007999999999998E-6</c:v>
                </c:pt>
                <c:pt idx="3701">
                  <c:v>6.3709100000000001E-6</c:v>
                </c:pt>
                <c:pt idx="3702">
                  <c:v>6.3411500000000003E-6</c:v>
                </c:pt>
                <c:pt idx="3703">
                  <c:v>6.3109300000000004E-6</c:v>
                </c:pt>
                <c:pt idx="3704">
                  <c:v>6.2812600000000001E-6</c:v>
                </c:pt>
                <c:pt idx="3705">
                  <c:v>6.2523600000000002E-6</c:v>
                </c:pt>
                <c:pt idx="3706">
                  <c:v>6.2233299999999998E-6</c:v>
                </c:pt>
                <c:pt idx="3707">
                  <c:v>6.1940499999999996E-6</c:v>
                </c:pt>
                <c:pt idx="3708">
                  <c:v>6.1654899999999998E-6</c:v>
                </c:pt>
                <c:pt idx="3709">
                  <c:v>6.1377599999999997E-6</c:v>
                </c:pt>
                <c:pt idx="3710">
                  <c:v>6.1099200000000003E-6</c:v>
                </c:pt>
                <c:pt idx="3711">
                  <c:v>6.0819299999999997E-6</c:v>
                </c:pt>
                <c:pt idx="3712">
                  <c:v>6.0545899999999997E-6</c:v>
                </c:pt>
                <c:pt idx="3713">
                  <c:v>6.0274699999999999E-6</c:v>
                </c:pt>
                <c:pt idx="3714">
                  <c:v>6.0010200000000004E-6</c:v>
                </c:pt>
                <c:pt idx="3715">
                  <c:v>5.9750899999999999E-6</c:v>
                </c:pt>
                <c:pt idx="3716">
                  <c:v>5.94924E-6</c:v>
                </c:pt>
                <c:pt idx="3717">
                  <c:v>5.9239000000000002E-6</c:v>
                </c:pt>
                <c:pt idx="3718">
                  <c:v>5.8988399999999996E-6</c:v>
                </c:pt>
                <c:pt idx="3719">
                  <c:v>5.87417E-6</c:v>
                </c:pt>
                <c:pt idx="3720">
                  <c:v>5.8492400000000001E-6</c:v>
                </c:pt>
                <c:pt idx="3721">
                  <c:v>5.8243100000000001E-6</c:v>
                </c:pt>
                <c:pt idx="3722">
                  <c:v>5.79928E-6</c:v>
                </c:pt>
                <c:pt idx="3723">
                  <c:v>5.7749200000000001E-6</c:v>
                </c:pt>
                <c:pt idx="3724">
                  <c:v>5.7515800000000004E-6</c:v>
                </c:pt>
                <c:pt idx="3725">
                  <c:v>5.7279800000000003E-6</c:v>
                </c:pt>
                <c:pt idx="3726">
                  <c:v>5.70509E-6</c:v>
                </c:pt>
                <c:pt idx="3727">
                  <c:v>5.6827400000000001E-6</c:v>
                </c:pt>
                <c:pt idx="3728">
                  <c:v>5.6601600000000002E-6</c:v>
                </c:pt>
                <c:pt idx="3729">
                  <c:v>5.6378100000000003E-6</c:v>
                </c:pt>
                <c:pt idx="3730">
                  <c:v>5.6156400000000003E-6</c:v>
                </c:pt>
                <c:pt idx="3731">
                  <c:v>5.5939199999999996E-6</c:v>
                </c:pt>
                <c:pt idx="3732">
                  <c:v>5.5718599999999997E-6</c:v>
                </c:pt>
                <c:pt idx="3733">
                  <c:v>5.5490800000000002E-6</c:v>
                </c:pt>
                <c:pt idx="3734">
                  <c:v>5.52756E-6</c:v>
                </c:pt>
                <c:pt idx="3735">
                  <c:v>5.5067600000000001E-6</c:v>
                </c:pt>
                <c:pt idx="3736">
                  <c:v>5.4858899999999996E-6</c:v>
                </c:pt>
                <c:pt idx="3737">
                  <c:v>5.4651100000000003E-6</c:v>
                </c:pt>
                <c:pt idx="3738">
                  <c:v>5.4443499999999998E-6</c:v>
                </c:pt>
                <c:pt idx="3739">
                  <c:v>5.4245999999999997E-6</c:v>
                </c:pt>
                <c:pt idx="3740">
                  <c:v>5.40528E-6</c:v>
                </c:pt>
                <c:pt idx="3741">
                  <c:v>5.3857099999999998E-6</c:v>
                </c:pt>
                <c:pt idx="3742">
                  <c:v>5.3659499999999998E-6</c:v>
                </c:pt>
                <c:pt idx="3743">
                  <c:v>5.3462300000000001E-6</c:v>
                </c:pt>
                <c:pt idx="3744">
                  <c:v>5.3266300000000004E-6</c:v>
                </c:pt>
                <c:pt idx="3745">
                  <c:v>5.3077500000000001E-6</c:v>
                </c:pt>
                <c:pt idx="3746">
                  <c:v>5.2891300000000003E-6</c:v>
                </c:pt>
                <c:pt idx="3747">
                  <c:v>5.2705800000000003E-6</c:v>
                </c:pt>
                <c:pt idx="3748">
                  <c:v>5.2527599999999997E-6</c:v>
                </c:pt>
                <c:pt idx="3749">
                  <c:v>5.2349800000000001E-6</c:v>
                </c:pt>
                <c:pt idx="3750">
                  <c:v>5.2172099999999996E-6</c:v>
                </c:pt>
                <c:pt idx="3751">
                  <c:v>5.1993499999999996E-6</c:v>
                </c:pt>
                <c:pt idx="3752">
                  <c:v>5.1809599999999998E-6</c:v>
                </c:pt>
                <c:pt idx="3753">
                  <c:v>5.1627900000000001E-6</c:v>
                </c:pt>
                <c:pt idx="3754">
                  <c:v>5.1456899999999999E-6</c:v>
                </c:pt>
                <c:pt idx="3755">
                  <c:v>5.12885E-6</c:v>
                </c:pt>
                <c:pt idx="3756">
                  <c:v>5.1112000000000003E-6</c:v>
                </c:pt>
                <c:pt idx="3757">
                  <c:v>5.0933699999999998E-6</c:v>
                </c:pt>
                <c:pt idx="3758">
                  <c:v>5.0763900000000004E-6</c:v>
                </c:pt>
                <c:pt idx="3759">
                  <c:v>5.0596800000000003E-6</c:v>
                </c:pt>
                <c:pt idx="3760">
                  <c:v>5.0440700000000001E-6</c:v>
                </c:pt>
                <c:pt idx="3761">
                  <c:v>5.0285100000000001E-6</c:v>
                </c:pt>
                <c:pt idx="3762">
                  <c:v>5.0125800000000004E-6</c:v>
                </c:pt>
                <c:pt idx="3763">
                  <c:v>4.9965299999999999E-6</c:v>
                </c:pt>
                <c:pt idx="3764">
                  <c:v>4.9804300000000002E-6</c:v>
                </c:pt>
                <c:pt idx="3765">
                  <c:v>4.9650199999999996E-6</c:v>
                </c:pt>
                <c:pt idx="3766">
                  <c:v>4.9496300000000004E-6</c:v>
                </c:pt>
                <c:pt idx="3767">
                  <c:v>4.9342600000000001E-6</c:v>
                </c:pt>
                <c:pt idx="3768">
                  <c:v>4.9183900000000004E-6</c:v>
                </c:pt>
                <c:pt idx="3769">
                  <c:v>4.9027499999999998E-6</c:v>
                </c:pt>
                <c:pt idx="3770">
                  <c:v>4.8882799999999997E-6</c:v>
                </c:pt>
                <c:pt idx="3771">
                  <c:v>4.8738099999999997E-6</c:v>
                </c:pt>
                <c:pt idx="3772">
                  <c:v>4.8586399999999998E-6</c:v>
                </c:pt>
                <c:pt idx="3773">
                  <c:v>4.8437300000000003E-6</c:v>
                </c:pt>
                <c:pt idx="3774">
                  <c:v>4.8297100000000004E-6</c:v>
                </c:pt>
                <c:pt idx="3775">
                  <c:v>4.8158800000000002E-6</c:v>
                </c:pt>
                <c:pt idx="3776">
                  <c:v>4.8013199999999998E-6</c:v>
                </c:pt>
                <c:pt idx="3777">
                  <c:v>4.7869200000000004E-6</c:v>
                </c:pt>
                <c:pt idx="3778">
                  <c:v>4.7729700000000003E-6</c:v>
                </c:pt>
                <c:pt idx="3779">
                  <c:v>4.7590599999999996E-6</c:v>
                </c:pt>
                <c:pt idx="3780">
                  <c:v>4.7455700000000004E-6</c:v>
                </c:pt>
                <c:pt idx="3781">
                  <c:v>4.7319200000000001E-6</c:v>
                </c:pt>
                <c:pt idx="3782">
                  <c:v>4.7190199999999998E-6</c:v>
                </c:pt>
                <c:pt idx="3783">
                  <c:v>4.7067500000000003E-6</c:v>
                </c:pt>
                <c:pt idx="3784">
                  <c:v>4.6936100000000001E-6</c:v>
                </c:pt>
                <c:pt idx="3785">
                  <c:v>4.6797799999999999E-6</c:v>
                </c:pt>
                <c:pt idx="3786">
                  <c:v>4.6663200000000002E-6</c:v>
                </c:pt>
                <c:pt idx="3787">
                  <c:v>4.6537699999999998E-6</c:v>
                </c:pt>
                <c:pt idx="3788">
                  <c:v>4.6405300000000003E-6</c:v>
                </c:pt>
                <c:pt idx="3789">
                  <c:v>4.6266699999999997E-6</c:v>
                </c:pt>
                <c:pt idx="3790">
                  <c:v>4.6135900000000003E-6</c:v>
                </c:pt>
                <c:pt idx="3791">
                  <c:v>4.6007699999999997E-6</c:v>
                </c:pt>
                <c:pt idx="3792">
                  <c:v>4.5878499999999996E-6</c:v>
                </c:pt>
                <c:pt idx="3793">
                  <c:v>4.5748800000000003E-6</c:v>
                </c:pt>
                <c:pt idx="3794">
                  <c:v>4.5622000000000001E-6</c:v>
                </c:pt>
                <c:pt idx="3795">
                  <c:v>4.5495199999999999E-6</c:v>
                </c:pt>
                <c:pt idx="3796">
                  <c:v>4.5373300000000001E-6</c:v>
                </c:pt>
                <c:pt idx="3797">
                  <c:v>4.5261099999999996E-6</c:v>
                </c:pt>
                <c:pt idx="3798">
                  <c:v>4.5144100000000002E-6</c:v>
                </c:pt>
                <c:pt idx="3799">
                  <c:v>4.5026400000000001E-6</c:v>
                </c:pt>
                <c:pt idx="3800">
                  <c:v>4.4910599999999998E-6</c:v>
                </c:pt>
                <c:pt idx="3801">
                  <c:v>4.4791500000000001E-6</c:v>
                </c:pt>
                <c:pt idx="3802">
                  <c:v>4.4673100000000003E-6</c:v>
                </c:pt>
                <c:pt idx="3803">
                  <c:v>4.4558099999999996E-6</c:v>
                </c:pt>
                <c:pt idx="3804">
                  <c:v>4.44401E-6</c:v>
                </c:pt>
                <c:pt idx="3805">
                  <c:v>4.4322200000000002E-6</c:v>
                </c:pt>
                <c:pt idx="3806">
                  <c:v>4.4207300000000003E-6</c:v>
                </c:pt>
                <c:pt idx="3807">
                  <c:v>4.4101299999999999E-6</c:v>
                </c:pt>
                <c:pt idx="3808">
                  <c:v>4.3997399999999998E-6</c:v>
                </c:pt>
                <c:pt idx="3809">
                  <c:v>4.3886099999999996E-6</c:v>
                </c:pt>
                <c:pt idx="3810">
                  <c:v>4.3777399999999999E-6</c:v>
                </c:pt>
                <c:pt idx="3811">
                  <c:v>4.3666499999999999E-6</c:v>
                </c:pt>
                <c:pt idx="3812">
                  <c:v>4.35539E-6</c:v>
                </c:pt>
                <c:pt idx="3813">
                  <c:v>4.3443799999999997E-6</c:v>
                </c:pt>
                <c:pt idx="3814">
                  <c:v>4.3328500000000004E-6</c:v>
                </c:pt>
                <c:pt idx="3815">
                  <c:v>4.3214400000000001E-6</c:v>
                </c:pt>
                <c:pt idx="3816">
                  <c:v>4.3104799999999999E-6</c:v>
                </c:pt>
                <c:pt idx="3817">
                  <c:v>4.2996600000000003E-6</c:v>
                </c:pt>
                <c:pt idx="3818">
                  <c:v>4.2891899999999997E-6</c:v>
                </c:pt>
                <c:pt idx="3819">
                  <c:v>4.2790299999999996E-6</c:v>
                </c:pt>
                <c:pt idx="3820">
                  <c:v>4.2692800000000002E-6</c:v>
                </c:pt>
                <c:pt idx="3821">
                  <c:v>4.2587600000000004E-6</c:v>
                </c:pt>
                <c:pt idx="3822">
                  <c:v>4.2477E-6</c:v>
                </c:pt>
                <c:pt idx="3823">
                  <c:v>4.2369500000000002E-6</c:v>
                </c:pt>
                <c:pt idx="3824">
                  <c:v>4.2266000000000003E-6</c:v>
                </c:pt>
                <c:pt idx="3825">
                  <c:v>4.2163800000000003E-6</c:v>
                </c:pt>
                <c:pt idx="3826">
                  <c:v>4.2066100000000004E-6</c:v>
                </c:pt>
                <c:pt idx="3827">
                  <c:v>4.1964899999999997E-6</c:v>
                </c:pt>
                <c:pt idx="3828">
                  <c:v>4.1856500000000003E-6</c:v>
                </c:pt>
                <c:pt idx="3829">
                  <c:v>4.1753700000000003E-6</c:v>
                </c:pt>
                <c:pt idx="3830">
                  <c:v>4.1654799999999996E-6</c:v>
                </c:pt>
                <c:pt idx="3831">
                  <c:v>4.1558099999999999E-6</c:v>
                </c:pt>
                <c:pt idx="3832">
                  <c:v>4.1462299999999998E-6</c:v>
                </c:pt>
                <c:pt idx="3833">
                  <c:v>4.1366600000000003E-6</c:v>
                </c:pt>
                <c:pt idx="3834">
                  <c:v>4.1268099999999999E-6</c:v>
                </c:pt>
                <c:pt idx="3835">
                  <c:v>4.1163599999999998E-6</c:v>
                </c:pt>
                <c:pt idx="3836">
                  <c:v>4.10641E-6</c:v>
                </c:pt>
                <c:pt idx="3837">
                  <c:v>4.0974199999999996E-6</c:v>
                </c:pt>
                <c:pt idx="3838">
                  <c:v>4.0880599999999996E-6</c:v>
                </c:pt>
                <c:pt idx="3839">
                  <c:v>4.07827E-6</c:v>
                </c:pt>
                <c:pt idx="3840">
                  <c:v>4.0686399999999997E-6</c:v>
                </c:pt>
                <c:pt idx="3841">
                  <c:v>4.0597600000000002E-6</c:v>
                </c:pt>
                <c:pt idx="3842">
                  <c:v>4.0513300000000001E-6</c:v>
                </c:pt>
                <c:pt idx="3843">
                  <c:v>4.0421499999999999E-6</c:v>
                </c:pt>
                <c:pt idx="3844">
                  <c:v>4.0323299999999999E-6</c:v>
                </c:pt>
                <c:pt idx="3845">
                  <c:v>4.0226799999999999E-6</c:v>
                </c:pt>
                <c:pt idx="3846">
                  <c:v>4.0134999999999998E-6</c:v>
                </c:pt>
                <c:pt idx="3847">
                  <c:v>4.00447E-6</c:v>
                </c:pt>
                <c:pt idx="3848">
                  <c:v>3.9957900000000001E-6</c:v>
                </c:pt>
                <c:pt idx="3849">
                  <c:v>3.9866299999999996E-6</c:v>
                </c:pt>
                <c:pt idx="3850">
                  <c:v>3.9772099999999997E-6</c:v>
                </c:pt>
                <c:pt idx="3851">
                  <c:v>3.9683900000000001E-6</c:v>
                </c:pt>
                <c:pt idx="3852">
                  <c:v>3.9591900000000003E-6</c:v>
                </c:pt>
                <c:pt idx="3853">
                  <c:v>3.9497499999999997E-6</c:v>
                </c:pt>
                <c:pt idx="3854">
                  <c:v>3.9410400000000003E-6</c:v>
                </c:pt>
                <c:pt idx="3855">
                  <c:v>3.9333500000000002E-6</c:v>
                </c:pt>
                <c:pt idx="3856">
                  <c:v>3.9259199999999997E-6</c:v>
                </c:pt>
                <c:pt idx="3857">
                  <c:v>3.9170699999999998E-6</c:v>
                </c:pt>
                <c:pt idx="3858">
                  <c:v>3.9077599999999998E-6</c:v>
                </c:pt>
                <c:pt idx="3859">
                  <c:v>3.8983800000000001E-6</c:v>
                </c:pt>
                <c:pt idx="3860">
                  <c:v>3.8889899999999997E-6</c:v>
                </c:pt>
                <c:pt idx="3861">
                  <c:v>3.8797899999999998E-6</c:v>
                </c:pt>
                <c:pt idx="3862">
                  <c:v>3.87076E-6</c:v>
                </c:pt>
                <c:pt idx="3863">
                  <c:v>3.8625699999999997E-6</c:v>
                </c:pt>
                <c:pt idx="3864">
                  <c:v>3.8541699999999999E-6</c:v>
                </c:pt>
                <c:pt idx="3865">
                  <c:v>3.8453999999999996E-6</c:v>
                </c:pt>
                <c:pt idx="3866">
                  <c:v>3.8370099999999997E-6</c:v>
                </c:pt>
                <c:pt idx="3867">
                  <c:v>3.8283399999999997E-6</c:v>
                </c:pt>
                <c:pt idx="3868">
                  <c:v>3.8198799999999999E-6</c:v>
                </c:pt>
                <c:pt idx="3869">
                  <c:v>3.8118800000000002E-6</c:v>
                </c:pt>
                <c:pt idx="3870">
                  <c:v>3.8040400000000002E-6</c:v>
                </c:pt>
                <c:pt idx="3871">
                  <c:v>3.7966600000000002E-6</c:v>
                </c:pt>
                <c:pt idx="3872">
                  <c:v>3.7886200000000002E-6</c:v>
                </c:pt>
                <c:pt idx="3873">
                  <c:v>3.7802700000000001E-6</c:v>
                </c:pt>
                <c:pt idx="3874">
                  <c:v>3.7722200000000002E-6</c:v>
                </c:pt>
                <c:pt idx="3875">
                  <c:v>3.7636599999999998E-6</c:v>
                </c:pt>
                <c:pt idx="3876">
                  <c:v>3.7549400000000001E-6</c:v>
                </c:pt>
                <c:pt idx="3877">
                  <c:v>3.7464600000000002E-6</c:v>
                </c:pt>
                <c:pt idx="3878">
                  <c:v>3.7383599999999998E-6</c:v>
                </c:pt>
                <c:pt idx="3879">
                  <c:v>3.72999E-6</c:v>
                </c:pt>
                <c:pt idx="3880">
                  <c:v>3.7216300000000001E-6</c:v>
                </c:pt>
                <c:pt idx="3881">
                  <c:v>3.7140700000000002E-6</c:v>
                </c:pt>
                <c:pt idx="3882">
                  <c:v>3.7068700000000001E-6</c:v>
                </c:pt>
                <c:pt idx="3883">
                  <c:v>3.6988999999999999E-6</c:v>
                </c:pt>
                <c:pt idx="3884">
                  <c:v>3.6902700000000001E-6</c:v>
                </c:pt>
                <c:pt idx="3885">
                  <c:v>3.68272E-6</c:v>
                </c:pt>
                <c:pt idx="3886">
                  <c:v>3.67583E-6</c:v>
                </c:pt>
                <c:pt idx="3887">
                  <c:v>3.66825E-6</c:v>
                </c:pt>
                <c:pt idx="3888">
                  <c:v>3.6600600000000001E-6</c:v>
                </c:pt>
                <c:pt idx="3889">
                  <c:v>3.6517600000000001E-6</c:v>
                </c:pt>
                <c:pt idx="3890">
                  <c:v>3.6434199999999998E-6</c:v>
                </c:pt>
                <c:pt idx="3891">
                  <c:v>3.6355600000000001E-6</c:v>
                </c:pt>
                <c:pt idx="3892">
                  <c:v>3.62787E-6</c:v>
                </c:pt>
                <c:pt idx="3893">
                  <c:v>3.6205299999999999E-6</c:v>
                </c:pt>
                <c:pt idx="3894">
                  <c:v>3.6132099999999998E-6</c:v>
                </c:pt>
                <c:pt idx="3895">
                  <c:v>3.6055E-6</c:v>
                </c:pt>
                <c:pt idx="3896">
                  <c:v>3.5978500000000002E-6</c:v>
                </c:pt>
                <c:pt idx="3897">
                  <c:v>3.5897300000000001E-6</c:v>
                </c:pt>
                <c:pt idx="3898">
                  <c:v>3.5821500000000001E-6</c:v>
                </c:pt>
                <c:pt idx="3899">
                  <c:v>3.5752399999999999E-6</c:v>
                </c:pt>
                <c:pt idx="3900">
                  <c:v>3.56817E-6</c:v>
                </c:pt>
                <c:pt idx="3901">
                  <c:v>3.56073E-6</c:v>
                </c:pt>
                <c:pt idx="3902">
                  <c:v>3.55269E-6</c:v>
                </c:pt>
                <c:pt idx="3903">
                  <c:v>3.5444299999999999E-6</c:v>
                </c:pt>
                <c:pt idx="3904">
                  <c:v>3.5366000000000002E-6</c:v>
                </c:pt>
                <c:pt idx="3905">
                  <c:v>3.52952E-6</c:v>
                </c:pt>
                <c:pt idx="3906">
                  <c:v>3.52228E-6</c:v>
                </c:pt>
                <c:pt idx="3907">
                  <c:v>3.5147999999999998E-6</c:v>
                </c:pt>
                <c:pt idx="3908">
                  <c:v>3.50752E-6</c:v>
                </c:pt>
                <c:pt idx="3909">
                  <c:v>3.4999300000000001E-6</c:v>
                </c:pt>
                <c:pt idx="3910">
                  <c:v>3.4927200000000002E-6</c:v>
                </c:pt>
                <c:pt idx="3911">
                  <c:v>3.48584E-6</c:v>
                </c:pt>
                <c:pt idx="3912">
                  <c:v>3.4786699999999998E-6</c:v>
                </c:pt>
                <c:pt idx="3913">
                  <c:v>3.47151E-6</c:v>
                </c:pt>
                <c:pt idx="3914">
                  <c:v>3.4647399999999999E-6</c:v>
                </c:pt>
                <c:pt idx="3915">
                  <c:v>3.4581099999999998E-6</c:v>
                </c:pt>
                <c:pt idx="3916">
                  <c:v>3.4508200000000002E-6</c:v>
                </c:pt>
                <c:pt idx="3917">
                  <c:v>3.4433199999999998E-6</c:v>
                </c:pt>
                <c:pt idx="3918">
                  <c:v>3.4363399999999999E-6</c:v>
                </c:pt>
                <c:pt idx="3919">
                  <c:v>3.42924E-6</c:v>
                </c:pt>
                <c:pt idx="3920">
                  <c:v>3.4213000000000002E-6</c:v>
                </c:pt>
                <c:pt idx="3921">
                  <c:v>3.4134799999999999E-6</c:v>
                </c:pt>
                <c:pt idx="3922">
                  <c:v>3.4062000000000001E-6</c:v>
                </c:pt>
                <c:pt idx="3923">
                  <c:v>3.3992899999999999E-6</c:v>
                </c:pt>
                <c:pt idx="3924">
                  <c:v>3.39291E-6</c:v>
                </c:pt>
                <c:pt idx="3925">
                  <c:v>3.38651E-6</c:v>
                </c:pt>
                <c:pt idx="3926">
                  <c:v>3.3795999999999998E-6</c:v>
                </c:pt>
                <c:pt idx="3927">
                  <c:v>3.3724199999999998E-6</c:v>
                </c:pt>
                <c:pt idx="3928">
                  <c:v>3.3649499999999999E-6</c:v>
                </c:pt>
                <c:pt idx="3929">
                  <c:v>3.35779E-6</c:v>
                </c:pt>
                <c:pt idx="3930">
                  <c:v>3.3513200000000001E-6</c:v>
                </c:pt>
                <c:pt idx="3931">
                  <c:v>3.3447899999999999E-6</c:v>
                </c:pt>
                <c:pt idx="3932">
                  <c:v>3.3383299999999999E-6</c:v>
                </c:pt>
                <c:pt idx="3933">
                  <c:v>3.3320999999999998E-6</c:v>
                </c:pt>
                <c:pt idx="3934">
                  <c:v>3.3251499999999998E-6</c:v>
                </c:pt>
                <c:pt idx="3935">
                  <c:v>3.3180499999999999E-6</c:v>
                </c:pt>
                <c:pt idx="3936">
                  <c:v>3.3113099999999998E-6</c:v>
                </c:pt>
                <c:pt idx="3937">
                  <c:v>3.3035900000000002E-6</c:v>
                </c:pt>
                <c:pt idx="3938">
                  <c:v>3.2963399999999999E-6</c:v>
                </c:pt>
                <c:pt idx="3939">
                  <c:v>3.2898499999999999E-6</c:v>
                </c:pt>
                <c:pt idx="3940">
                  <c:v>3.2836000000000002E-6</c:v>
                </c:pt>
                <c:pt idx="3941">
                  <c:v>3.2775399999999998E-6</c:v>
                </c:pt>
                <c:pt idx="3942">
                  <c:v>3.27075E-6</c:v>
                </c:pt>
                <c:pt idx="3943">
                  <c:v>3.2640999999999998E-6</c:v>
                </c:pt>
                <c:pt idx="3944">
                  <c:v>3.25751E-6</c:v>
                </c:pt>
                <c:pt idx="3945">
                  <c:v>3.2510400000000001E-6</c:v>
                </c:pt>
                <c:pt idx="3946">
                  <c:v>3.2445999999999998E-6</c:v>
                </c:pt>
                <c:pt idx="3947">
                  <c:v>3.2380799999999998E-6</c:v>
                </c:pt>
                <c:pt idx="3948">
                  <c:v>3.2314199999999998E-6</c:v>
                </c:pt>
                <c:pt idx="3949">
                  <c:v>3.22443E-6</c:v>
                </c:pt>
                <c:pt idx="3950">
                  <c:v>3.2177199999999998E-6</c:v>
                </c:pt>
                <c:pt idx="3951">
                  <c:v>3.2106100000000001E-6</c:v>
                </c:pt>
                <c:pt idx="3952">
                  <c:v>3.2034699999999999E-6</c:v>
                </c:pt>
                <c:pt idx="3953">
                  <c:v>3.1968099999999999E-6</c:v>
                </c:pt>
                <c:pt idx="3954">
                  <c:v>3.19031E-6</c:v>
                </c:pt>
                <c:pt idx="3955">
                  <c:v>3.1841600000000001E-6</c:v>
                </c:pt>
                <c:pt idx="3956">
                  <c:v>3.1784299999999999E-6</c:v>
                </c:pt>
                <c:pt idx="3957">
                  <c:v>3.1728400000000002E-6</c:v>
                </c:pt>
                <c:pt idx="3958">
                  <c:v>3.1667000000000001E-6</c:v>
                </c:pt>
                <c:pt idx="3959">
                  <c:v>3.1607699999999999E-6</c:v>
                </c:pt>
                <c:pt idx="3960">
                  <c:v>3.1543200000000002E-6</c:v>
                </c:pt>
                <c:pt idx="3961">
                  <c:v>3.1469899999999998E-6</c:v>
                </c:pt>
                <c:pt idx="3962">
                  <c:v>3.1401799999999999E-6</c:v>
                </c:pt>
                <c:pt idx="3963">
                  <c:v>3.1339199999999999E-6</c:v>
                </c:pt>
                <c:pt idx="3964">
                  <c:v>3.1275600000000001E-6</c:v>
                </c:pt>
                <c:pt idx="3965">
                  <c:v>3.12096E-6</c:v>
                </c:pt>
                <c:pt idx="3966">
                  <c:v>3.1146799999999999E-6</c:v>
                </c:pt>
                <c:pt idx="3967">
                  <c:v>3.1083099999999998E-6</c:v>
                </c:pt>
                <c:pt idx="3968">
                  <c:v>3.1023100000000002E-6</c:v>
                </c:pt>
                <c:pt idx="3969">
                  <c:v>3.0962300000000001E-6</c:v>
                </c:pt>
                <c:pt idx="3970">
                  <c:v>3.08972E-6</c:v>
                </c:pt>
                <c:pt idx="3971">
                  <c:v>3.08288E-6</c:v>
                </c:pt>
                <c:pt idx="3972">
                  <c:v>3.07662E-6</c:v>
                </c:pt>
                <c:pt idx="3973">
                  <c:v>3.07125E-6</c:v>
                </c:pt>
                <c:pt idx="3974">
                  <c:v>3.0646799999999999E-6</c:v>
                </c:pt>
                <c:pt idx="3975">
                  <c:v>3.0573200000000001E-6</c:v>
                </c:pt>
                <c:pt idx="3976">
                  <c:v>3.05049E-6</c:v>
                </c:pt>
                <c:pt idx="3977">
                  <c:v>3.0438399999999998E-6</c:v>
                </c:pt>
                <c:pt idx="3978">
                  <c:v>3.0372400000000002E-6</c:v>
                </c:pt>
                <c:pt idx="3979">
                  <c:v>3.0306599999999998E-6</c:v>
                </c:pt>
                <c:pt idx="3980">
                  <c:v>3.0240900000000001E-6</c:v>
                </c:pt>
                <c:pt idx="3981">
                  <c:v>3.0175299999999999E-6</c:v>
                </c:pt>
                <c:pt idx="3982">
                  <c:v>3.0113599999999998E-6</c:v>
                </c:pt>
                <c:pt idx="3983">
                  <c:v>3.00572E-6</c:v>
                </c:pt>
                <c:pt idx="3984">
                  <c:v>2.9999599999999998E-6</c:v>
                </c:pt>
                <c:pt idx="3985">
                  <c:v>2.9941599999999998E-6</c:v>
                </c:pt>
                <c:pt idx="3986">
                  <c:v>2.9878500000000001E-6</c:v>
                </c:pt>
                <c:pt idx="3987">
                  <c:v>2.9816700000000002E-6</c:v>
                </c:pt>
                <c:pt idx="3988">
                  <c:v>2.9759199999999999E-6</c:v>
                </c:pt>
                <c:pt idx="3989">
                  <c:v>2.9697300000000001E-6</c:v>
                </c:pt>
                <c:pt idx="3990">
                  <c:v>2.9636899999999998E-6</c:v>
                </c:pt>
                <c:pt idx="3991">
                  <c:v>2.95759E-6</c:v>
                </c:pt>
                <c:pt idx="3992">
                  <c:v>2.9511800000000001E-6</c:v>
                </c:pt>
                <c:pt idx="3993">
                  <c:v>2.94507E-6</c:v>
                </c:pt>
                <c:pt idx="3994">
                  <c:v>2.93875E-6</c:v>
                </c:pt>
                <c:pt idx="3995">
                  <c:v>2.9322699999999999E-6</c:v>
                </c:pt>
                <c:pt idx="3996">
                  <c:v>2.92643E-6</c:v>
                </c:pt>
                <c:pt idx="3997">
                  <c:v>2.9206E-6</c:v>
                </c:pt>
                <c:pt idx="3998">
                  <c:v>2.9139799999999998E-6</c:v>
                </c:pt>
                <c:pt idx="3999">
                  <c:v>2.9070899999999998E-6</c:v>
                </c:pt>
                <c:pt idx="4000">
                  <c:v>2.90231E-6</c:v>
                </c:pt>
              </c:numCache>
            </c:numRef>
          </c:xVal>
          <c:yVal>
            <c:numRef>
              <c:f>'0.6M 15%KCl-3'!$P$26:$P$4026</c:f>
              <c:numCache>
                <c:formatCode>0.00</c:formatCode>
                <c:ptCount val="4001"/>
                <c:pt idx="0">
                  <c:v>0.500247</c:v>
                </c:pt>
                <c:pt idx="1">
                  <c:v>0.50006899999999999</c:v>
                </c:pt>
                <c:pt idx="2">
                  <c:v>0.50017</c:v>
                </c:pt>
                <c:pt idx="3">
                  <c:v>0.50035200000000002</c:v>
                </c:pt>
                <c:pt idx="4">
                  <c:v>0.500745</c:v>
                </c:pt>
                <c:pt idx="5">
                  <c:v>0.50120799999999999</c:v>
                </c:pt>
                <c:pt idx="6">
                  <c:v>0.501695</c:v>
                </c:pt>
                <c:pt idx="7">
                  <c:v>0.50219100000000005</c:v>
                </c:pt>
                <c:pt idx="8">
                  <c:v>0.50268900000000005</c:v>
                </c:pt>
                <c:pt idx="9">
                  <c:v>0.50318700000000005</c:v>
                </c:pt>
                <c:pt idx="10">
                  <c:v>0.50368400000000002</c:v>
                </c:pt>
                <c:pt idx="11">
                  <c:v>0.50418300000000005</c:v>
                </c:pt>
                <c:pt idx="12">
                  <c:v>0.50468400000000002</c:v>
                </c:pt>
                <c:pt idx="13">
                  <c:v>0.505185</c:v>
                </c:pt>
                <c:pt idx="14">
                  <c:v>0.50568400000000002</c:v>
                </c:pt>
                <c:pt idx="15">
                  <c:v>0.50618300000000005</c:v>
                </c:pt>
                <c:pt idx="16">
                  <c:v>0.50668299999999999</c:v>
                </c:pt>
                <c:pt idx="17">
                  <c:v>0.50718300000000005</c:v>
                </c:pt>
                <c:pt idx="18">
                  <c:v>0.50768199999999997</c:v>
                </c:pt>
                <c:pt idx="19">
                  <c:v>0.50818099999999999</c:v>
                </c:pt>
                <c:pt idx="20">
                  <c:v>0.50868100000000005</c:v>
                </c:pt>
                <c:pt idx="21">
                  <c:v>0.50918099999999999</c:v>
                </c:pt>
                <c:pt idx="22">
                  <c:v>0.50968199999999997</c:v>
                </c:pt>
                <c:pt idx="23">
                  <c:v>0.51018300000000005</c:v>
                </c:pt>
                <c:pt idx="24">
                  <c:v>0.510683</c:v>
                </c:pt>
                <c:pt idx="25">
                  <c:v>0.51118200000000003</c:v>
                </c:pt>
                <c:pt idx="26">
                  <c:v>0.511683</c:v>
                </c:pt>
                <c:pt idx="27">
                  <c:v>0.51218300000000005</c:v>
                </c:pt>
                <c:pt idx="28">
                  <c:v>0.51268100000000005</c:v>
                </c:pt>
                <c:pt idx="29">
                  <c:v>0.51317999999999997</c:v>
                </c:pt>
                <c:pt idx="30">
                  <c:v>0.51367799999999997</c:v>
                </c:pt>
                <c:pt idx="31">
                  <c:v>0.51417599999999997</c:v>
                </c:pt>
                <c:pt idx="32">
                  <c:v>0.51467499999999999</c:v>
                </c:pt>
                <c:pt idx="33">
                  <c:v>0.51517500000000005</c:v>
                </c:pt>
                <c:pt idx="34">
                  <c:v>0.51567499999999999</c:v>
                </c:pt>
                <c:pt idx="35">
                  <c:v>0.51617500000000005</c:v>
                </c:pt>
                <c:pt idx="36">
                  <c:v>0.51667700000000005</c:v>
                </c:pt>
                <c:pt idx="37">
                  <c:v>0.51717800000000003</c:v>
                </c:pt>
                <c:pt idx="38">
                  <c:v>0.51767700000000005</c:v>
                </c:pt>
                <c:pt idx="39">
                  <c:v>0.51817500000000005</c:v>
                </c:pt>
                <c:pt idx="40">
                  <c:v>0.51867399999999997</c:v>
                </c:pt>
                <c:pt idx="41">
                  <c:v>0.51917500000000005</c:v>
                </c:pt>
                <c:pt idx="42">
                  <c:v>0.519675</c:v>
                </c:pt>
                <c:pt idx="43">
                  <c:v>0.52017400000000003</c:v>
                </c:pt>
                <c:pt idx="44">
                  <c:v>0.52067200000000002</c:v>
                </c:pt>
                <c:pt idx="45">
                  <c:v>0.52117000000000002</c:v>
                </c:pt>
                <c:pt idx="46">
                  <c:v>0.52166999999999997</c:v>
                </c:pt>
                <c:pt idx="47">
                  <c:v>0.52216899999999999</c:v>
                </c:pt>
                <c:pt idx="48">
                  <c:v>0.52266800000000002</c:v>
                </c:pt>
                <c:pt idx="49">
                  <c:v>0.52316600000000002</c:v>
                </c:pt>
                <c:pt idx="50">
                  <c:v>0.52366599999999996</c:v>
                </c:pt>
                <c:pt idx="51">
                  <c:v>0.52416799999999997</c:v>
                </c:pt>
                <c:pt idx="52">
                  <c:v>0.52466900000000005</c:v>
                </c:pt>
                <c:pt idx="53">
                  <c:v>0.52517000000000003</c:v>
                </c:pt>
                <c:pt idx="54">
                  <c:v>0.525671</c:v>
                </c:pt>
                <c:pt idx="55">
                  <c:v>0.526173</c:v>
                </c:pt>
                <c:pt idx="56">
                  <c:v>0.52667399999999998</c:v>
                </c:pt>
                <c:pt idx="57">
                  <c:v>0.52717499999999995</c:v>
                </c:pt>
                <c:pt idx="58">
                  <c:v>0.52767299999999995</c:v>
                </c:pt>
                <c:pt idx="59">
                  <c:v>0.52817099999999995</c:v>
                </c:pt>
                <c:pt idx="60">
                  <c:v>0.52866999999999997</c:v>
                </c:pt>
                <c:pt idx="61">
                  <c:v>0.529169</c:v>
                </c:pt>
                <c:pt idx="62">
                  <c:v>0.529667</c:v>
                </c:pt>
                <c:pt idx="63">
                  <c:v>0.53016600000000003</c:v>
                </c:pt>
                <c:pt idx="64">
                  <c:v>0.53066400000000002</c:v>
                </c:pt>
                <c:pt idx="65">
                  <c:v>0.53116399999999997</c:v>
                </c:pt>
                <c:pt idx="66">
                  <c:v>0.53166500000000005</c:v>
                </c:pt>
                <c:pt idx="67">
                  <c:v>0.53216600000000003</c:v>
                </c:pt>
                <c:pt idx="68">
                  <c:v>0.53266500000000006</c:v>
                </c:pt>
                <c:pt idx="69">
                  <c:v>0.53316600000000003</c:v>
                </c:pt>
                <c:pt idx="70">
                  <c:v>0.533667</c:v>
                </c:pt>
                <c:pt idx="71">
                  <c:v>0.53416799999999998</c:v>
                </c:pt>
                <c:pt idx="72">
                  <c:v>0.53466800000000003</c:v>
                </c:pt>
                <c:pt idx="73">
                  <c:v>0.53516799999999998</c:v>
                </c:pt>
                <c:pt idx="74">
                  <c:v>0.53566800000000003</c:v>
                </c:pt>
                <c:pt idx="75">
                  <c:v>0.53616799999999998</c:v>
                </c:pt>
                <c:pt idx="76">
                  <c:v>0.53666700000000001</c:v>
                </c:pt>
                <c:pt idx="77">
                  <c:v>0.53716399999999997</c:v>
                </c:pt>
                <c:pt idx="78">
                  <c:v>0.53766199999999997</c:v>
                </c:pt>
                <c:pt idx="79">
                  <c:v>0.53815999999999997</c:v>
                </c:pt>
                <c:pt idx="80">
                  <c:v>0.53866099999999995</c:v>
                </c:pt>
                <c:pt idx="81">
                  <c:v>0.539161</c:v>
                </c:pt>
                <c:pt idx="82">
                  <c:v>0.53966099999999995</c:v>
                </c:pt>
                <c:pt idx="83">
                  <c:v>0.540161</c:v>
                </c:pt>
                <c:pt idx="84">
                  <c:v>0.54066199999999998</c:v>
                </c:pt>
                <c:pt idx="85">
                  <c:v>0.54116299999999995</c:v>
                </c:pt>
                <c:pt idx="86">
                  <c:v>0.54166499999999995</c:v>
                </c:pt>
                <c:pt idx="87">
                  <c:v>0.54216500000000001</c:v>
                </c:pt>
                <c:pt idx="88">
                  <c:v>0.54266499999999995</c:v>
                </c:pt>
                <c:pt idx="89">
                  <c:v>0.54316399999999998</c:v>
                </c:pt>
                <c:pt idx="90">
                  <c:v>0.54366499999999995</c:v>
                </c:pt>
                <c:pt idx="91">
                  <c:v>0.54416600000000004</c:v>
                </c:pt>
                <c:pt idx="92">
                  <c:v>0.54466599999999998</c:v>
                </c:pt>
                <c:pt idx="93">
                  <c:v>0.54516600000000004</c:v>
                </c:pt>
                <c:pt idx="94">
                  <c:v>0.54566599999999998</c:v>
                </c:pt>
                <c:pt idx="95">
                  <c:v>0.54616600000000004</c:v>
                </c:pt>
                <c:pt idx="96">
                  <c:v>0.54666499999999996</c:v>
                </c:pt>
                <c:pt idx="97">
                  <c:v>0.54716399999999998</c:v>
                </c:pt>
                <c:pt idx="98">
                  <c:v>0.54766300000000001</c:v>
                </c:pt>
                <c:pt idx="99">
                  <c:v>0.54816100000000001</c:v>
                </c:pt>
                <c:pt idx="100">
                  <c:v>0.54866000000000004</c:v>
                </c:pt>
                <c:pt idx="101">
                  <c:v>0.54915899999999995</c:v>
                </c:pt>
                <c:pt idx="102">
                  <c:v>0.54965900000000001</c:v>
                </c:pt>
                <c:pt idx="103">
                  <c:v>0.55015700000000001</c:v>
                </c:pt>
                <c:pt idx="104">
                  <c:v>0.55065699999999995</c:v>
                </c:pt>
                <c:pt idx="105">
                  <c:v>0.55115700000000001</c:v>
                </c:pt>
                <c:pt idx="106">
                  <c:v>0.55165600000000004</c:v>
                </c:pt>
                <c:pt idx="107">
                  <c:v>0.55215599999999998</c:v>
                </c:pt>
                <c:pt idx="108">
                  <c:v>0.55265600000000004</c:v>
                </c:pt>
                <c:pt idx="109">
                  <c:v>0.55315599999999998</c:v>
                </c:pt>
                <c:pt idx="110">
                  <c:v>0.55365600000000004</c:v>
                </c:pt>
                <c:pt idx="111">
                  <c:v>0.55415700000000001</c:v>
                </c:pt>
                <c:pt idx="112">
                  <c:v>0.55465799999999998</c:v>
                </c:pt>
                <c:pt idx="113">
                  <c:v>0.55515700000000001</c:v>
                </c:pt>
                <c:pt idx="114">
                  <c:v>0.55565699999999996</c:v>
                </c:pt>
                <c:pt idx="115">
                  <c:v>0.55615499999999995</c:v>
                </c:pt>
                <c:pt idx="116">
                  <c:v>0.55665200000000004</c:v>
                </c:pt>
                <c:pt idx="117">
                  <c:v>0.55714900000000001</c:v>
                </c:pt>
                <c:pt idx="118">
                  <c:v>0.55764800000000003</c:v>
                </c:pt>
                <c:pt idx="119">
                  <c:v>0.55814900000000001</c:v>
                </c:pt>
                <c:pt idx="120">
                  <c:v>0.55864899999999995</c:v>
                </c:pt>
                <c:pt idx="121">
                  <c:v>0.55914900000000001</c:v>
                </c:pt>
                <c:pt idx="122">
                  <c:v>0.55964800000000003</c:v>
                </c:pt>
                <c:pt idx="123">
                  <c:v>0.56014900000000001</c:v>
                </c:pt>
                <c:pt idx="124">
                  <c:v>0.56065100000000001</c:v>
                </c:pt>
                <c:pt idx="125">
                  <c:v>0.56115199999999998</c:v>
                </c:pt>
                <c:pt idx="126">
                  <c:v>0.56165200000000004</c:v>
                </c:pt>
                <c:pt idx="127">
                  <c:v>0.56215199999999999</c:v>
                </c:pt>
                <c:pt idx="128">
                  <c:v>0.56265299999999996</c:v>
                </c:pt>
                <c:pt idx="129">
                  <c:v>0.56315400000000004</c:v>
                </c:pt>
                <c:pt idx="130">
                  <c:v>0.56365399999999999</c:v>
                </c:pt>
                <c:pt idx="131">
                  <c:v>0.56415499999999996</c:v>
                </c:pt>
                <c:pt idx="132">
                  <c:v>0.56465399999999999</c:v>
                </c:pt>
                <c:pt idx="133">
                  <c:v>0.56515400000000005</c:v>
                </c:pt>
                <c:pt idx="134">
                  <c:v>0.56565500000000002</c:v>
                </c:pt>
                <c:pt idx="135">
                  <c:v>0.56615499999999996</c:v>
                </c:pt>
                <c:pt idx="136">
                  <c:v>0.56665299999999996</c:v>
                </c:pt>
                <c:pt idx="137">
                  <c:v>0.56715099999999996</c:v>
                </c:pt>
                <c:pt idx="138">
                  <c:v>0.56764999999999999</c:v>
                </c:pt>
                <c:pt idx="139">
                  <c:v>0.56815000000000004</c:v>
                </c:pt>
                <c:pt idx="140">
                  <c:v>0.56865100000000002</c:v>
                </c:pt>
                <c:pt idx="141">
                  <c:v>0.56915099999999996</c:v>
                </c:pt>
                <c:pt idx="142">
                  <c:v>0.56965100000000002</c:v>
                </c:pt>
                <c:pt idx="143">
                  <c:v>0.57015000000000005</c:v>
                </c:pt>
                <c:pt idx="144">
                  <c:v>0.57064999999999999</c:v>
                </c:pt>
                <c:pt idx="145">
                  <c:v>0.57114900000000002</c:v>
                </c:pt>
                <c:pt idx="146">
                  <c:v>0.57164800000000004</c:v>
                </c:pt>
                <c:pt idx="147">
                  <c:v>0.57214699999999996</c:v>
                </c:pt>
                <c:pt idx="148">
                  <c:v>0.57264700000000002</c:v>
                </c:pt>
                <c:pt idx="149">
                  <c:v>0.57314799999999999</c:v>
                </c:pt>
                <c:pt idx="150">
                  <c:v>0.57364700000000002</c:v>
                </c:pt>
                <c:pt idx="151">
                  <c:v>0.57414699999999996</c:v>
                </c:pt>
                <c:pt idx="152">
                  <c:v>0.57464700000000002</c:v>
                </c:pt>
                <c:pt idx="153">
                  <c:v>0.57514799999999999</c:v>
                </c:pt>
                <c:pt idx="154">
                  <c:v>0.57564800000000005</c:v>
                </c:pt>
                <c:pt idx="155">
                  <c:v>0.57614699999999996</c:v>
                </c:pt>
                <c:pt idx="156">
                  <c:v>0.57664400000000005</c:v>
                </c:pt>
                <c:pt idx="157">
                  <c:v>0.57714299999999996</c:v>
                </c:pt>
                <c:pt idx="158">
                  <c:v>0.57764400000000005</c:v>
                </c:pt>
                <c:pt idx="159">
                  <c:v>0.57814399999999999</c:v>
                </c:pt>
                <c:pt idx="160">
                  <c:v>0.57864400000000005</c:v>
                </c:pt>
                <c:pt idx="161">
                  <c:v>0.57914399999999999</c:v>
                </c:pt>
                <c:pt idx="162">
                  <c:v>0.57964400000000005</c:v>
                </c:pt>
                <c:pt idx="163">
                  <c:v>0.58014299999999996</c:v>
                </c:pt>
                <c:pt idx="164">
                  <c:v>0.58064300000000002</c:v>
                </c:pt>
                <c:pt idx="165">
                  <c:v>0.58114100000000002</c:v>
                </c:pt>
                <c:pt idx="166">
                  <c:v>0.58164000000000005</c:v>
                </c:pt>
                <c:pt idx="167">
                  <c:v>0.58213899999999996</c:v>
                </c:pt>
                <c:pt idx="168">
                  <c:v>0.58264099999999996</c:v>
                </c:pt>
                <c:pt idx="169">
                  <c:v>0.58314200000000005</c:v>
                </c:pt>
                <c:pt idx="170">
                  <c:v>0.58364199999999999</c:v>
                </c:pt>
                <c:pt idx="171">
                  <c:v>0.58414299999999997</c:v>
                </c:pt>
                <c:pt idx="172">
                  <c:v>0.58464499999999997</c:v>
                </c:pt>
                <c:pt idx="173">
                  <c:v>0.58514699999999997</c:v>
                </c:pt>
                <c:pt idx="174">
                  <c:v>0.58564799999999995</c:v>
                </c:pt>
                <c:pt idx="175">
                  <c:v>0.58614699999999997</c:v>
                </c:pt>
                <c:pt idx="176">
                  <c:v>0.586646</c:v>
                </c:pt>
                <c:pt idx="177">
                  <c:v>0.58714500000000003</c:v>
                </c:pt>
                <c:pt idx="178">
                  <c:v>0.58764499999999997</c:v>
                </c:pt>
                <c:pt idx="179">
                  <c:v>0.588144</c:v>
                </c:pt>
                <c:pt idx="180">
                  <c:v>0.58864099999999997</c:v>
                </c:pt>
                <c:pt idx="181">
                  <c:v>0.58913800000000005</c:v>
                </c:pt>
                <c:pt idx="182">
                  <c:v>0.58963699999999997</c:v>
                </c:pt>
                <c:pt idx="183">
                  <c:v>0.59013599999999999</c:v>
                </c:pt>
                <c:pt idx="184">
                  <c:v>0.59063500000000002</c:v>
                </c:pt>
                <c:pt idx="185">
                  <c:v>0.59113400000000005</c:v>
                </c:pt>
                <c:pt idx="186">
                  <c:v>0.59163299999999996</c:v>
                </c:pt>
                <c:pt idx="187">
                  <c:v>0.59213499999999997</c:v>
                </c:pt>
                <c:pt idx="188">
                  <c:v>0.59263699999999997</c:v>
                </c:pt>
                <c:pt idx="189">
                  <c:v>0.59313800000000005</c:v>
                </c:pt>
                <c:pt idx="190">
                  <c:v>0.59363900000000003</c:v>
                </c:pt>
                <c:pt idx="191">
                  <c:v>0.59413899999999997</c:v>
                </c:pt>
                <c:pt idx="192">
                  <c:v>0.59464099999999998</c:v>
                </c:pt>
                <c:pt idx="193">
                  <c:v>0.59514100000000003</c:v>
                </c:pt>
                <c:pt idx="194">
                  <c:v>0.59563900000000003</c:v>
                </c:pt>
                <c:pt idx="195">
                  <c:v>0.59613700000000003</c:v>
                </c:pt>
                <c:pt idx="196">
                  <c:v>0.59663500000000003</c:v>
                </c:pt>
                <c:pt idx="197">
                  <c:v>0.59713499999999997</c:v>
                </c:pt>
                <c:pt idx="198">
                  <c:v>0.59763500000000003</c:v>
                </c:pt>
                <c:pt idx="199">
                  <c:v>0.598136</c:v>
                </c:pt>
                <c:pt idx="200">
                  <c:v>0.59863599999999995</c:v>
                </c:pt>
                <c:pt idx="201">
                  <c:v>0.59913499999999997</c:v>
                </c:pt>
                <c:pt idx="202">
                  <c:v>0.59963699999999998</c:v>
                </c:pt>
                <c:pt idx="203">
                  <c:v>0.60013799999999995</c:v>
                </c:pt>
                <c:pt idx="204">
                  <c:v>0.60063699999999998</c:v>
                </c:pt>
                <c:pt idx="205">
                  <c:v>0.60113499999999997</c:v>
                </c:pt>
                <c:pt idx="206">
                  <c:v>0.60163299999999997</c:v>
                </c:pt>
                <c:pt idx="207">
                  <c:v>0.602132</c:v>
                </c:pt>
                <c:pt idx="208">
                  <c:v>0.60263100000000003</c:v>
                </c:pt>
                <c:pt idx="209">
                  <c:v>0.60313099999999997</c:v>
                </c:pt>
                <c:pt idx="210">
                  <c:v>0.60363100000000003</c:v>
                </c:pt>
                <c:pt idx="211">
                  <c:v>0.604132</c:v>
                </c:pt>
                <c:pt idx="212">
                  <c:v>0.60463500000000003</c:v>
                </c:pt>
                <c:pt idx="213">
                  <c:v>0.60513600000000001</c:v>
                </c:pt>
                <c:pt idx="214">
                  <c:v>0.60563599999999995</c:v>
                </c:pt>
                <c:pt idx="215">
                  <c:v>0.60613499999999998</c:v>
                </c:pt>
                <c:pt idx="216">
                  <c:v>0.60663500000000004</c:v>
                </c:pt>
                <c:pt idx="217">
                  <c:v>0.60713499999999998</c:v>
                </c:pt>
                <c:pt idx="218">
                  <c:v>0.60763299999999998</c:v>
                </c:pt>
                <c:pt idx="219">
                  <c:v>0.60813099999999998</c:v>
                </c:pt>
                <c:pt idx="220">
                  <c:v>0.60863</c:v>
                </c:pt>
                <c:pt idx="221">
                  <c:v>0.60912999999999995</c:v>
                </c:pt>
                <c:pt idx="222">
                  <c:v>0.60963000000000001</c:v>
                </c:pt>
                <c:pt idx="223">
                  <c:v>0.61012999999999995</c:v>
                </c:pt>
                <c:pt idx="224">
                  <c:v>0.61062899999999998</c:v>
                </c:pt>
                <c:pt idx="225">
                  <c:v>0.611128</c:v>
                </c:pt>
                <c:pt idx="226">
                  <c:v>0.61162899999999998</c:v>
                </c:pt>
                <c:pt idx="227">
                  <c:v>0.61212999999999995</c:v>
                </c:pt>
                <c:pt idx="228">
                  <c:v>0.61263199999999995</c:v>
                </c:pt>
                <c:pt idx="229">
                  <c:v>0.61313300000000004</c:v>
                </c:pt>
                <c:pt idx="230">
                  <c:v>0.61363400000000001</c:v>
                </c:pt>
                <c:pt idx="231">
                  <c:v>0.61413499999999999</c:v>
                </c:pt>
                <c:pt idx="232">
                  <c:v>0.61463500000000004</c:v>
                </c:pt>
                <c:pt idx="233">
                  <c:v>0.61513399999999996</c:v>
                </c:pt>
                <c:pt idx="234">
                  <c:v>0.61563400000000001</c:v>
                </c:pt>
                <c:pt idx="235">
                  <c:v>0.61613099999999998</c:v>
                </c:pt>
                <c:pt idx="236">
                  <c:v>0.61663000000000001</c:v>
                </c:pt>
                <c:pt idx="237">
                  <c:v>0.61712999999999996</c:v>
                </c:pt>
                <c:pt idx="238">
                  <c:v>0.61763000000000001</c:v>
                </c:pt>
                <c:pt idx="239">
                  <c:v>0.61812999999999996</c:v>
                </c:pt>
                <c:pt idx="240">
                  <c:v>0.61862899999999998</c:v>
                </c:pt>
                <c:pt idx="241">
                  <c:v>0.61913099999999999</c:v>
                </c:pt>
                <c:pt idx="242">
                  <c:v>0.61963100000000004</c:v>
                </c:pt>
                <c:pt idx="243">
                  <c:v>0.62012900000000004</c:v>
                </c:pt>
                <c:pt idx="244">
                  <c:v>0.62062600000000001</c:v>
                </c:pt>
                <c:pt idx="245">
                  <c:v>0.62112400000000001</c:v>
                </c:pt>
                <c:pt idx="246">
                  <c:v>0.62162399999999995</c:v>
                </c:pt>
                <c:pt idx="247">
                  <c:v>0.62212500000000004</c:v>
                </c:pt>
                <c:pt idx="248">
                  <c:v>0.62262600000000001</c:v>
                </c:pt>
                <c:pt idx="249">
                  <c:v>0.62312800000000002</c:v>
                </c:pt>
                <c:pt idx="250">
                  <c:v>0.62363100000000005</c:v>
                </c:pt>
                <c:pt idx="251">
                  <c:v>0.624135</c:v>
                </c:pt>
                <c:pt idx="252">
                  <c:v>0.624637</c:v>
                </c:pt>
                <c:pt idx="253">
                  <c:v>0.62513799999999997</c:v>
                </c:pt>
                <c:pt idx="254">
                  <c:v>0.62563599999999997</c:v>
                </c:pt>
                <c:pt idx="255">
                  <c:v>0.626135</c:v>
                </c:pt>
                <c:pt idx="256">
                  <c:v>0.62663400000000002</c:v>
                </c:pt>
                <c:pt idx="257">
                  <c:v>0.62713399999999997</c:v>
                </c:pt>
                <c:pt idx="258">
                  <c:v>0.627633</c:v>
                </c:pt>
                <c:pt idx="259">
                  <c:v>0.62813200000000002</c:v>
                </c:pt>
                <c:pt idx="260">
                  <c:v>0.62863199999999997</c:v>
                </c:pt>
                <c:pt idx="261">
                  <c:v>0.629131</c:v>
                </c:pt>
                <c:pt idx="262">
                  <c:v>0.62963000000000002</c:v>
                </c:pt>
                <c:pt idx="263">
                  <c:v>0.63012900000000005</c:v>
                </c:pt>
                <c:pt idx="264">
                  <c:v>0.63062799999999997</c:v>
                </c:pt>
                <c:pt idx="265">
                  <c:v>0.63112800000000002</c:v>
                </c:pt>
                <c:pt idx="266">
                  <c:v>0.63163000000000002</c:v>
                </c:pt>
                <c:pt idx="267">
                  <c:v>0.632131</c:v>
                </c:pt>
                <c:pt idx="268">
                  <c:v>0.63263000000000003</c:v>
                </c:pt>
                <c:pt idx="269">
                  <c:v>0.63312900000000005</c:v>
                </c:pt>
                <c:pt idx="270">
                  <c:v>0.63362799999999997</c:v>
                </c:pt>
                <c:pt idx="271">
                  <c:v>0.634127</c:v>
                </c:pt>
                <c:pt idx="272">
                  <c:v>0.63462600000000002</c:v>
                </c:pt>
                <c:pt idx="273">
                  <c:v>0.63512400000000002</c:v>
                </c:pt>
                <c:pt idx="274">
                  <c:v>0.63562200000000002</c:v>
                </c:pt>
                <c:pt idx="275">
                  <c:v>0.63612299999999999</c:v>
                </c:pt>
                <c:pt idx="276">
                  <c:v>0.63662300000000005</c:v>
                </c:pt>
                <c:pt idx="277">
                  <c:v>0.63712400000000002</c:v>
                </c:pt>
                <c:pt idx="278">
                  <c:v>0.63762399999999997</c:v>
                </c:pt>
                <c:pt idx="279">
                  <c:v>0.63812400000000002</c:v>
                </c:pt>
                <c:pt idx="280">
                  <c:v>0.63862399999999997</c:v>
                </c:pt>
                <c:pt idx="281">
                  <c:v>0.63912400000000003</c:v>
                </c:pt>
                <c:pt idx="282">
                  <c:v>0.63962399999999997</c:v>
                </c:pt>
                <c:pt idx="283">
                  <c:v>0.640123</c:v>
                </c:pt>
                <c:pt idx="284">
                  <c:v>0.64062200000000002</c:v>
                </c:pt>
                <c:pt idx="285">
                  <c:v>0.64112199999999997</c:v>
                </c:pt>
                <c:pt idx="286">
                  <c:v>0.64162300000000005</c:v>
                </c:pt>
                <c:pt idx="287">
                  <c:v>0.642123</c:v>
                </c:pt>
                <c:pt idx="288">
                  <c:v>0.642621</c:v>
                </c:pt>
                <c:pt idx="289">
                  <c:v>0.64312100000000005</c:v>
                </c:pt>
                <c:pt idx="290">
                  <c:v>0.64362200000000003</c:v>
                </c:pt>
                <c:pt idx="291">
                  <c:v>0.64412199999999997</c:v>
                </c:pt>
                <c:pt idx="292">
                  <c:v>0.644621</c:v>
                </c:pt>
                <c:pt idx="293">
                  <c:v>0.64511799999999997</c:v>
                </c:pt>
                <c:pt idx="294">
                  <c:v>0.645617</c:v>
                </c:pt>
                <c:pt idx="295">
                  <c:v>0.646119</c:v>
                </c:pt>
                <c:pt idx="296">
                  <c:v>0.646621</c:v>
                </c:pt>
                <c:pt idx="297">
                  <c:v>0.64712199999999998</c:v>
                </c:pt>
                <c:pt idx="298">
                  <c:v>0.647621</c:v>
                </c:pt>
                <c:pt idx="299">
                  <c:v>0.64812199999999998</c:v>
                </c:pt>
                <c:pt idx="300">
                  <c:v>0.64862299999999995</c:v>
                </c:pt>
                <c:pt idx="301">
                  <c:v>0.64912199999999998</c:v>
                </c:pt>
                <c:pt idx="302">
                  <c:v>0.649621</c:v>
                </c:pt>
                <c:pt idx="303">
                  <c:v>0.650119</c:v>
                </c:pt>
                <c:pt idx="304">
                  <c:v>0.65061800000000003</c:v>
                </c:pt>
                <c:pt idx="305">
                  <c:v>0.651119</c:v>
                </c:pt>
                <c:pt idx="306">
                  <c:v>0.65161800000000003</c:v>
                </c:pt>
                <c:pt idx="307">
                  <c:v>0.65211699999999995</c:v>
                </c:pt>
                <c:pt idx="308">
                  <c:v>0.65261599999999997</c:v>
                </c:pt>
                <c:pt idx="309">
                  <c:v>0.653115</c:v>
                </c:pt>
                <c:pt idx="310">
                  <c:v>0.65361400000000003</c:v>
                </c:pt>
                <c:pt idx="311">
                  <c:v>0.65411300000000006</c:v>
                </c:pt>
                <c:pt idx="312">
                  <c:v>0.65461199999999997</c:v>
                </c:pt>
                <c:pt idx="313">
                  <c:v>0.655111</c:v>
                </c:pt>
                <c:pt idx="314">
                  <c:v>0.65561100000000005</c:v>
                </c:pt>
                <c:pt idx="315">
                  <c:v>0.65611200000000003</c:v>
                </c:pt>
                <c:pt idx="316">
                  <c:v>0.65661199999999997</c:v>
                </c:pt>
                <c:pt idx="317">
                  <c:v>0.65711299999999995</c:v>
                </c:pt>
                <c:pt idx="318">
                  <c:v>0.65761400000000003</c:v>
                </c:pt>
                <c:pt idx="319">
                  <c:v>0.65811399999999998</c:v>
                </c:pt>
                <c:pt idx="320">
                  <c:v>0.65861499999999995</c:v>
                </c:pt>
                <c:pt idx="321">
                  <c:v>0.65911500000000001</c:v>
                </c:pt>
                <c:pt idx="322">
                  <c:v>0.65961400000000003</c:v>
                </c:pt>
                <c:pt idx="323">
                  <c:v>0.66011299999999995</c:v>
                </c:pt>
                <c:pt idx="324">
                  <c:v>0.66061400000000003</c:v>
                </c:pt>
                <c:pt idx="325">
                  <c:v>0.66111399999999998</c:v>
                </c:pt>
                <c:pt idx="326">
                  <c:v>0.66161300000000001</c:v>
                </c:pt>
                <c:pt idx="327">
                  <c:v>0.66211299999999995</c:v>
                </c:pt>
                <c:pt idx="328">
                  <c:v>0.66261300000000001</c:v>
                </c:pt>
                <c:pt idx="329">
                  <c:v>0.66311399999999998</c:v>
                </c:pt>
                <c:pt idx="330">
                  <c:v>0.66361499999999995</c:v>
                </c:pt>
                <c:pt idx="331">
                  <c:v>0.66411399999999998</c:v>
                </c:pt>
                <c:pt idx="332">
                  <c:v>0.66461400000000004</c:v>
                </c:pt>
                <c:pt idx="333">
                  <c:v>0.66511399999999998</c:v>
                </c:pt>
                <c:pt idx="334">
                  <c:v>0.66561499999999996</c:v>
                </c:pt>
                <c:pt idx="335">
                  <c:v>0.66611600000000004</c:v>
                </c:pt>
                <c:pt idx="336">
                  <c:v>0.66661599999999999</c:v>
                </c:pt>
                <c:pt idx="337">
                  <c:v>0.66711600000000004</c:v>
                </c:pt>
                <c:pt idx="338">
                  <c:v>0.66761499999999996</c:v>
                </c:pt>
                <c:pt idx="339">
                  <c:v>0.66811399999999999</c:v>
                </c:pt>
                <c:pt idx="340">
                  <c:v>0.66861199999999998</c:v>
                </c:pt>
                <c:pt idx="341">
                  <c:v>0.66910999999999998</c:v>
                </c:pt>
                <c:pt idx="342">
                  <c:v>0.66961000000000004</c:v>
                </c:pt>
                <c:pt idx="343">
                  <c:v>0.67010999999999998</c:v>
                </c:pt>
                <c:pt idx="344">
                  <c:v>0.67061099999999996</c:v>
                </c:pt>
                <c:pt idx="345">
                  <c:v>0.67111100000000001</c:v>
                </c:pt>
                <c:pt idx="346">
                  <c:v>0.67161099999999996</c:v>
                </c:pt>
                <c:pt idx="347">
                  <c:v>0.67210999999999999</c:v>
                </c:pt>
                <c:pt idx="348">
                  <c:v>0.67260900000000001</c:v>
                </c:pt>
                <c:pt idx="349">
                  <c:v>0.67310800000000004</c:v>
                </c:pt>
                <c:pt idx="350">
                  <c:v>0.67360699999999996</c:v>
                </c:pt>
                <c:pt idx="351">
                  <c:v>0.67410499999999995</c:v>
                </c:pt>
                <c:pt idx="352">
                  <c:v>0.67460399999999998</c:v>
                </c:pt>
                <c:pt idx="353">
                  <c:v>0.67510499999999996</c:v>
                </c:pt>
                <c:pt idx="354">
                  <c:v>0.67560699999999996</c:v>
                </c:pt>
                <c:pt idx="355">
                  <c:v>0.67610800000000004</c:v>
                </c:pt>
                <c:pt idx="356">
                  <c:v>0.67660900000000002</c:v>
                </c:pt>
                <c:pt idx="357">
                  <c:v>0.67710899999999996</c:v>
                </c:pt>
                <c:pt idx="358">
                  <c:v>0.67760900000000002</c:v>
                </c:pt>
                <c:pt idx="359">
                  <c:v>0.67810800000000004</c:v>
                </c:pt>
                <c:pt idx="360">
                  <c:v>0.67860600000000004</c:v>
                </c:pt>
                <c:pt idx="361">
                  <c:v>0.67910400000000004</c:v>
                </c:pt>
                <c:pt idx="362">
                  <c:v>0.67960299999999996</c:v>
                </c:pt>
                <c:pt idx="363">
                  <c:v>0.68010300000000001</c:v>
                </c:pt>
                <c:pt idx="364">
                  <c:v>0.68060399999999999</c:v>
                </c:pt>
                <c:pt idx="365">
                  <c:v>0.68110499999999996</c:v>
                </c:pt>
                <c:pt idx="366">
                  <c:v>0.68160600000000005</c:v>
                </c:pt>
                <c:pt idx="367">
                  <c:v>0.68210599999999999</c:v>
                </c:pt>
                <c:pt idx="368">
                  <c:v>0.68260699999999996</c:v>
                </c:pt>
                <c:pt idx="369">
                  <c:v>0.68310599999999999</c:v>
                </c:pt>
                <c:pt idx="370">
                  <c:v>0.68360399999999999</c:v>
                </c:pt>
                <c:pt idx="371">
                  <c:v>0.68410199999999999</c:v>
                </c:pt>
                <c:pt idx="372">
                  <c:v>0.68460200000000004</c:v>
                </c:pt>
                <c:pt idx="373">
                  <c:v>0.68510199999999999</c:v>
                </c:pt>
                <c:pt idx="374">
                  <c:v>0.68560299999999996</c:v>
                </c:pt>
                <c:pt idx="375">
                  <c:v>0.68610300000000002</c:v>
                </c:pt>
                <c:pt idx="376">
                  <c:v>0.68660200000000005</c:v>
                </c:pt>
                <c:pt idx="377">
                  <c:v>0.68710199999999999</c:v>
                </c:pt>
                <c:pt idx="378">
                  <c:v>0.68760200000000005</c:v>
                </c:pt>
                <c:pt idx="379">
                  <c:v>0.68810199999999999</c:v>
                </c:pt>
                <c:pt idx="380">
                  <c:v>0.68859999999999999</c:v>
                </c:pt>
                <c:pt idx="381">
                  <c:v>0.68909799999999999</c:v>
                </c:pt>
                <c:pt idx="382">
                  <c:v>0.68959800000000004</c:v>
                </c:pt>
                <c:pt idx="383">
                  <c:v>0.69009900000000002</c:v>
                </c:pt>
                <c:pt idx="384">
                  <c:v>0.69059999999999999</c:v>
                </c:pt>
                <c:pt idx="385">
                  <c:v>0.69110099999999997</c:v>
                </c:pt>
                <c:pt idx="386">
                  <c:v>0.69160100000000002</c:v>
                </c:pt>
                <c:pt idx="387">
                  <c:v>0.69210199999999999</c:v>
                </c:pt>
                <c:pt idx="388">
                  <c:v>0.692604</c:v>
                </c:pt>
                <c:pt idx="389">
                  <c:v>0.69310300000000002</c:v>
                </c:pt>
                <c:pt idx="390">
                  <c:v>0.69360100000000002</c:v>
                </c:pt>
                <c:pt idx="391">
                  <c:v>0.69409900000000002</c:v>
                </c:pt>
                <c:pt idx="392">
                  <c:v>0.69459899999999997</c:v>
                </c:pt>
                <c:pt idx="393">
                  <c:v>0.69510000000000005</c:v>
                </c:pt>
                <c:pt idx="394">
                  <c:v>0.69559899999999997</c:v>
                </c:pt>
                <c:pt idx="395">
                  <c:v>0.69609900000000002</c:v>
                </c:pt>
                <c:pt idx="396">
                  <c:v>0.69659800000000005</c:v>
                </c:pt>
                <c:pt idx="397">
                  <c:v>0.697098</c:v>
                </c:pt>
                <c:pt idx="398">
                  <c:v>0.69759899999999997</c:v>
                </c:pt>
                <c:pt idx="399">
                  <c:v>0.69809900000000003</c:v>
                </c:pt>
                <c:pt idx="400">
                  <c:v>0.69859800000000005</c:v>
                </c:pt>
                <c:pt idx="401">
                  <c:v>0.69909600000000005</c:v>
                </c:pt>
                <c:pt idx="402">
                  <c:v>0.69959499999999997</c:v>
                </c:pt>
                <c:pt idx="403">
                  <c:v>0.70009600000000005</c:v>
                </c:pt>
                <c:pt idx="404">
                  <c:v>0.700596</c:v>
                </c:pt>
                <c:pt idx="405">
                  <c:v>0.70109600000000005</c:v>
                </c:pt>
                <c:pt idx="406">
                  <c:v>0.701596</c:v>
                </c:pt>
                <c:pt idx="407">
                  <c:v>0.70209699999999997</c:v>
                </c:pt>
                <c:pt idx="408">
                  <c:v>0.70259799999999994</c:v>
                </c:pt>
                <c:pt idx="409">
                  <c:v>0.70309699999999997</c:v>
                </c:pt>
                <c:pt idx="410">
                  <c:v>0.703596</c:v>
                </c:pt>
                <c:pt idx="411">
                  <c:v>0.70409500000000003</c:v>
                </c:pt>
                <c:pt idx="412">
                  <c:v>0.704596</c:v>
                </c:pt>
                <c:pt idx="413">
                  <c:v>0.70509699999999997</c:v>
                </c:pt>
                <c:pt idx="414">
                  <c:v>0.70559700000000003</c:v>
                </c:pt>
                <c:pt idx="415">
                  <c:v>0.706094</c:v>
                </c:pt>
                <c:pt idx="416">
                  <c:v>0.70659400000000006</c:v>
                </c:pt>
                <c:pt idx="417">
                  <c:v>0.707094</c:v>
                </c:pt>
                <c:pt idx="418">
                  <c:v>0.707592</c:v>
                </c:pt>
                <c:pt idx="419">
                  <c:v>0.70809</c:v>
                </c:pt>
                <c:pt idx="420">
                  <c:v>0.70858900000000002</c:v>
                </c:pt>
                <c:pt idx="421">
                  <c:v>0.70908899999999997</c:v>
                </c:pt>
                <c:pt idx="422">
                  <c:v>0.70959000000000005</c:v>
                </c:pt>
                <c:pt idx="423">
                  <c:v>0.71009100000000003</c:v>
                </c:pt>
                <c:pt idx="424">
                  <c:v>0.71059000000000005</c:v>
                </c:pt>
                <c:pt idx="425">
                  <c:v>0.71109</c:v>
                </c:pt>
                <c:pt idx="426">
                  <c:v>0.71158999999999994</c:v>
                </c:pt>
                <c:pt idx="427">
                  <c:v>0.71208899999999997</c:v>
                </c:pt>
                <c:pt idx="428">
                  <c:v>0.71258699999999997</c:v>
                </c:pt>
                <c:pt idx="429">
                  <c:v>0.71308499999999997</c:v>
                </c:pt>
                <c:pt idx="430">
                  <c:v>0.71358299999999997</c:v>
                </c:pt>
                <c:pt idx="431">
                  <c:v>0.71408199999999999</c:v>
                </c:pt>
                <c:pt idx="432">
                  <c:v>0.71458200000000005</c:v>
                </c:pt>
                <c:pt idx="433">
                  <c:v>0.71508300000000002</c:v>
                </c:pt>
                <c:pt idx="434">
                  <c:v>0.71558299999999997</c:v>
                </c:pt>
                <c:pt idx="435">
                  <c:v>0.71608300000000003</c:v>
                </c:pt>
                <c:pt idx="436">
                  <c:v>0.71658500000000003</c:v>
                </c:pt>
                <c:pt idx="437">
                  <c:v>0.717086</c:v>
                </c:pt>
                <c:pt idx="438">
                  <c:v>0.717584</c:v>
                </c:pt>
                <c:pt idx="439">
                  <c:v>0.71808300000000003</c:v>
                </c:pt>
                <c:pt idx="440">
                  <c:v>0.71858200000000005</c:v>
                </c:pt>
                <c:pt idx="441">
                  <c:v>0.71908300000000003</c:v>
                </c:pt>
                <c:pt idx="442">
                  <c:v>0.71958500000000003</c:v>
                </c:pt>
                <c:pt idx="443">
                  <c:v>0.72008499999999998</c:v>
                </c:pt>
                <c:pt idx="444">
                  <c:v>0.720584</c:v>
                </c:pt>
                <c:pt idx="445">
                  <c:v>0.72108300000000003</c:v>
                </c:pt>
                <c:pt idx="446">
                  <c:v>0.72158299999999997</c:v>
                </c:pt>
                <c:pt idx="447">
                  <c:v>0.722082</c:v>
                </c:pt>
                <c:pt idx="448">
                  <c:v>0.72258100000000003</c:v>
                </c:pt>
                <c:pt idx="449">
                  <c:v>0.72307900000000003</c:v>
                </c:pt>
                <c:pt idx="450">
                  <c:v>0.72357800000000005</c:v>
                </c:pt>
                <c:pt idx="451">
                  <c:v>0.72407900000000003</c:v>
                </c:pt>
                <c:pt idx="452">
                  <c:v>0.72457899999999997</c:v>
                </c:pt>
                <c:pt idx="453">
                  <c:v>0.72507999999999995</c:v>
                </c:pt>
                <c:pt idx="454">
                  <c:v>0.72558</c:v>
                </c:pt>
                <c:pt idx="455">
                  <c:v>0.72608099999999998</c:v>
                </c:pt>
                <c:pt idx="456">
                  <c:v>0.72658199999999995</c:v>
                </c:pt>
                <c:pt idx="457">
                  <c:v>0.72708300000000003</c:v>
                </c:pt>
                <c:pt idx="458">
                  <c:v>0.72758199999999995</c:v>
                </c:pt>
                <c:pt idx="459">
                  <c:v>0.72808099999999998</c:v>
                </c:pt>
                <c:pt idx="460">
                  <c:v>0.72858199999999995</c:v>
                </c:pt>
                <c:pt idx="461">
                  <c:v>0.72908399999999995</c:v>
                </c:pt>
                <c:pt idx="462">
                  <c:v>0.72958400000000001</c:v>
                </c:pt>
                <c:pt idx="463">
                  <c:v>0.73008399999999996</c:v>
                </c:pt>
                <c:pt idx="464">
                  <c:v>0.73058299999999998</c:v>
                </c:pt>
                <c:pt idx="465">
                  <c:v>0.73108200000000001</c:v>
                </c:pt>
                <c:pt idx="466">
                  <c:v>0.73158199999999995</c:v>
                </c:pt>
                <c:pt idx="467">
                  <c:v>0.73208099999999998</c:v>
                </c:pt>
                <c:pt idx="468">
                  <c:v>0.73258000000000001</c:v>
                </c:pt>
                <c:pt idx="469">
                  <c:v>0.73307900000000004</c:v>
                </c:pt>
                <c:pt idx="470">
                  <c:v>0.73357899999999998</c:v>
                </c:pt>
                <c:pt idx="471">
                  <c:v>0.73407999999999995</c:v>
                </c:pt>
                <c:pt idx="472">
                  <c:v>0.73458000000000001</c:v>
                </c:pt>
                <c:pt idx="473">
                  <c:v>0.73507900000000004</c:v>
                </c:pt>
                <c:pt idx="474">
                  <c:v>0.73557700000000004</c:v>
                </c:pt>
                <c:pt idx="475">
                  <c:v>0.73607699999999998</c:v>
                </c:pt>
                <c:pt idx="476">
                  <c:v>0.73657700000000004</c:v>
                </c:pt>
                <c:pt idx="477">
                  <c:v>0.73707800000000001</c:v>
                </c:pt>
                <c:pt idx="478">
                  <c:v>0.73757700000000004</c:v>
                </c:pt>
                <c:pt idx="479">
                  <c:v>0.73807500000000004</c:v>
                </c:pt>
                <c:pt idx="480">
                  <c:v>0.73857499999999998</c:v>
                </c:pt>
                <c:pt idx="481">
                  <c:v>0.73907500000000004</c:v>
                </c:pt>
                <c:pt idx="482">
                  <c:v>0.73957600000000001</c:v>
                </c:pt>
                <c:pt idx="483">
                  <c:v>0.74007699999999998</c:v>
                </c:pt>
                <c:pt idx="484">
                  <c:v>0.74057799999999996</c:v>
                </c:pt>
                <c:pt idx="485">
                  <c:v>0.74108099999999999</c:v>
                </c:pt>
                <c:pt idx="486">
                  <c:v>0.74158199999999996</c:v>
                </c:pt>
                <c:pt idx="487">
                  <c:v>0.74208200000000002</c:v>
                </c:pt>
                <c:pt idx="488">
                  <c:v>0.74257899999999999</c:v>
                </c:pt>
                <c:pt idx="489">
                  <c:v>0.74307500000000004</c:v>
                </c:pt>
                <c:pt idx="490">
                  <c:v>0.74357300000000004</c:v>
                </c:pt>
                <c:pt idx="491">
                  <c:v>0.74407299999999998</c:v>
                </c:pt>
                <c:pt idx="492">
                  <c:v>0.74457300000000004</c:v>
                </c:pt>
                <c:pt idx="493">
                  <c:v>0.74507299999999999</c:v>
                </c:pt>
                <c:pt idx="494">
                  <c:v>0.74557300000000004</c:v>
                </c:pt>
                <c:pt idx="495">
                  <c:v>0.74607299999999999</c:v>
                </c:pt>
                <c:pt idx="496">
                  <c:v>0.74657300000000004</c:v>
                </c:pt>
                <c:pt idx="497">
                  <c:v>0.74707299999999999</c:v>
                </c:pt>
                <c:pt idx="498">
                  <c:v>0.74757300000000004</c:v>
                </c:pt>
                <c:pt idx="499">
                  <c:v>0.74807299999999999</c:v>
                </c:pt>
                <c:pt idx="500">
                  <c:v>0.74857300000000004</c:v>
                </c:pt>
                <c:pt idx="501">
                  <c:v>0.74907299999999999</c:v>
                </c:pt>
                <c:pt idx="502">
                  <c:v>0.74957099999999999</c:v>
                </c:pt>
                <c:pt idx="503">
                  <c:v>0.75007000000000001</c:v>
                </c:pt>
                <c:pt idx="504">
                  <c:v>0.75056999999999996</c:v>
                </c:pt>
                <c:pt idx="505">
                  <c:v>0.75107100000000004</c:v>
                </c:pt>
                <c:pt idx="506">
                  <c:v>0.75157099999999999</c:v>
                </c:pt>
                <c:pt idx="507">
                  <c:v>0.75207000000000002</c:v>
                </c:pt>
                <c:pt idx="508">
                  <c:v>0.75256900000000004</c:v>
                </c:pt>
                <c:pt idx="509">
                  <c:v>0.75307000000000002</c:v>
                </c:pt>
                <c:pt idx="510">
                  <c:v>0.75357099999999999</c:v>
                </c:pt>
                <c:pt idx="511">
                  <c:v>0.75407199999999996</c:v>
                </c:pt>
                <c:pt idx="512">
                  <c:v>0.75457099999999999</c:v>
                </c:pt>
                <c:pt idx="513">
                  <c:v>0.75507000000000002</c:v>
                </c:pt>
                <c:pt idx="514">
                  <c:v>0.75556999999999996</c:v>
                </c:pt>
                <c:pt idx="515">
                  <c:v>0.75607100000000005</c:v>
                </c:pt>
                <c:pt idx="516">
                  <c:v>0.75657099999999999</c:v>
                </c:pt>
                <c:pt idx="517">
                  <c:v>0.75707000000000002</c:v>
                </c:pt>
                <c:pt idx="518">
                  <c:v>0.75756900000000005</c:v>
                </c:pt>
                <c:pt idx="519">
                  <c:v>0.75806899999999999</c:v>
                </c:pt>
                <c:pt idx="520">
                  <c:v>0.75856999999999997</c:v>
                </c:pt>
                <c:pt idx="521">
                  <c:v>0.75907100000000005</c:v>
                </c:pt>
                <c:pt idx="522">
                  <c:v>0.759571</c:v>
                </c:pt>
                <c:pt idx="523">
                  <c:v>0.76007199999999997</c:v>
                </c:pt>
                <c:pt idx="524">
                  <c:v>0.76057300000000005</c:v>
                </c:pt>
                <c:pt idx="525">
                  <c:v>0.76107400000000003</c:v>
                </c:pt>
                <c:pt idx="526">
                  <c:v>0.76157200000000003</c:v>
                </c:pt>
                <c:pt idx="527">
                  <c:v>0.762069</c:v>
                </c:pt>
                <c:pt idx="528">
                  <c:v>0.76256699999999999</c:v>
                </c:pt>
                <c:pt idx="529">
                  <c:v>0.76306700000000005</c:v>
                </c:pt>
                <c:pt idx="530">
                  <c:v>0.763567</c:v>
                </c:pt>
                <c:pt idx="531">
                  <c:v>0.76406600000000002</c:v>
                </c:pt>
                <c:pt idx="532">
                  <c:v>0.76456500000000005</c:v>
                </c:pt>
                <c:pt idx="533">
                  <c:v>0.765065</c:v>
                </c:pt>
                <c:pt idx="534">
                  <c:v>0.76556599999999997</c:v>
                </c:pt>
                <c:pt idx="535">
                  <c:v>0.76606799999999997</c:v>
                </c:pt>
                <c:pt idx="536">
                  <c:v>0.76656800000000003</c:v>
                </c:pt>
                <c:pt idx="537">
                  <c:v>0.76706799999999997</c:v>
                </c:pt>
                <c:pt idx="538">
                  <c:v>0.76756800000000003</c:v>
                </c:pt>
                <c:pt idx="539">
                  <c:v>0.768069</c:v>
                </c:pt>
                <c:pt idx="540">
                  <c:v>0.76856899999999995</c:v>
                </c:pt>
                <c:pt idx="541">
                  <c:v>0.76906799999999997</c:v>
                </c:pt>
                <c:pt idx="542">
                  <c:v>0.769567</c:v>
                </c:pt>
                <c:pt idx="543">
                  <c:v>0.77006799999999997</c:v>
                </c:pt>
                <c:pt idx="544">
                  <c:v>0.77056899999999995</c:v>
                </c:pt>
                <c:pt idx="545">
                  <c:v>0.771069</c:v>
                </c:pt>
                <c:pt idx="546">
                  <c:v>0.77156800000000003</c:v>
                </c:pt>
                <c:pt idx="547">
                  <c:v>0.77206699999999995</c:v>
                </c:pt>
                <c:pt idx="548">
                  <c:v>0.77256599999999997</c:v>
                </c:pt>
                <c:pt idx="549">
                  <c:v>0.77306600000000003</c:v>
                </c:pt>
                <c:pt idx="550">
                  <c:v>0.77356400000000003</c:v>
                </c:pt>
                <c:pt idx="551">
                  <c:v>0.77406299999999995</c:v>
                </c:pt>
                <c:pt idx="552">
                  <c:v>0.774563</c:v>
                </c:pt>
                <c:pt idx="553">
                  <c:v>0.775065</c:v>
                </c:pt>
                <c:pt idx="554">
                  <c:v>0.77556700000000001</c:v>
                </c:pt>
                <c:pt idx="555">
                  <c:v>0.77606699999999995</c:v>
                </c:pt>
                <c:pt idx="556">
                  <c:v>0.77656700000000001</c:v>
                </c:pt>
                <c:pt idx="557">
                  <c:v>0.77706500000000001</c:v>
                </c:pt>
                <c:pt idx="558">
                  <c:v>0.77756400000000003</c:v>
                </c:pt>
                <c:pt idx="559">
                  <c:v>0.77806500000000001</c:v>
                </c:pt>
                <c:pt idx="560">
                  <c:v>0.77856599999999998</c:v>
                </c:pt>
                <c:pt idx="561">
                  <c:v>0.77906699999999995</c:v>
                </c:pt>
                <c:pt idx="562">
                  <c:v>0.77956700000000001</c:v>
                </c:pt>
                <c:pt idx="563">
                  <c:v>0.78006799999999998</c:v>
                </c:pt>
                <c:pt idx="564">
                  <c:v>0.78056899999999996</c:v>
                </c:pt>
                <c:pt idx="565">
                  <c:v>0.78106900000000001</c:v>
                </c:pt>
                <c:pt idx="566">
                  <c:v>0.78156700000000001</c:v>
                </c:pt>
                <c:pt idx="567">
                  <c:v>0.78206600000000004</c:v>
                </c:pt>
                <c:pt idx="568">
                  <c:v>0.78256599999999998</c:v>
                </c:pt>
                <c:pt idx="569">
                  <c:v>0.78306699999999996</c:v>
                </c:pt>
                <c:pt idx="570">
                  <c:v>0.78356599999999998</c:v>
                </c:pt>
                <c:pt idx="571">
                  <c:v>0.78406399999999998</c:v>
                </c:pt>
                <c:pt idx="572">
                  <c:v>0.78456199999999998</c:v>
                </c:pt>
                <c:pt idx="573">
                  <c:v>0.78506200000000004</c:v>
                </c:pt>
                <c:pt idx="574">
                  <c:v>0.78556199999999998</c:v>
                </c:pt>
                <c:pt idx="575">
                  <c:v>0.78606100000000001</c:v>
                </c:pt>
                <c:pt idx="576">
                  <c:v>0.78656000000000004</c:v>
                </c:pt>
                <c:pt idx="577">
                  <c:v>0.78705899999999995</c:v>
                </c:pt>
                <c:pt idx="578">
                  <c:v>0.78756000000000004</c:v>
                </c:pt>
                <c:pt idx="579">
                  <c:v>0.78806200000000004</c:v>
                </c:pt>
                <c:pt idx="580">
                  <c:v>0.78856199999999999</c:v>
                </c:pt>
                <c:pt idx="581">
                  <c:v>0.78906100000000001</c:v>
                </c:pt>
                <c:pt idx="582">
                  <c:v>0.78956099999999996</c:v>
                </c:pt>
                <c:pt idx="583">
                  <c:v>0.79006200000000004</c:v>
                </c:pt>
                <c:pt idx="584">
                  <c:v>0.79056199999999999</c:v>
                </c:pt>
                <c:pt idx="585">
                  <c:v>0.79106100000000001</c:v>
                </c:pt>
                <c:pt idx="586">
                  <c:v>0.79156000000000004</c:v>
                </c:pt>
                <c:pt idx="587">
                  <c:v>0.79205800000000004</c:v>
                </c:pt>
                <c:pt idx="588">
                  <c:v>0.79255900000000001</c:v>
                </c:pt>
                <c:pt idx="589">
                  <c:v>0.79305899999999996</c:v>
                </c:pt>
                <c:pt idx="590">
                  <c:v>0.79355900000000001</c:v>
                </c:pt>
                <c:pt idx="591">
                  <c:v>0.79405800000000004</c:v>
                </c:pt>
                <c:pt idx="592">
                  <c:v>0.79455699999999996</c:v>
                </c:pt>
                <c:pt idx="593">
                  <c:v>0.79505700000000001</c:v>
                </c:pt>
                <c:pt idx="594">
                  <c:v>0.79555600000000004</c:v>
                </c:pt>
                <c:pt idx="595">
                  <c:v>0.79605499999999996</c:v>
                </c:pt>
                <c:pt idx="596">
                  <c:v>0.79655399999999998</c:v>
                </c:pt>
                <c:pt idx="597">
                  <c:v>0.79705499999999996</c:v>
                </c:pt>
                <c:pt idx="598">
                  <c:v>0.79755600000000004</c:v>
                </c:pt>
                <c:pt idx="599">
                  <c:v>0.79805700000000002</c:v>
                </c:pt>
                <c:pt idx="600">
                  <c:v>0.79855699999999996</c:v>
                </c:pt>
                <c:pt idx="601">
                  <c:v>0.79905599999999999</c:v>
                </c:pt>
                <c:pt idx="602">
                  <c:v>0.79955699999999996</c:v>
                </c:pt>
                <c:pt idx="603">
                  <c:v>0.80005800000000005</c:v>
                </c:pt>
                <c:pt idx="604">
                  <c:v>0.80055799999999999</c:v>
                </c:pt>
                <c:pt idx="605">
                  <c:v>0.80105700000000002</c:v>
                </c:pt>
                <c:pt idx="606">
                  <c:v>0.80155500000000002</c:v>
                </c:pt>
                <c:pt idx="607">
                  <c:v>0.80205300000000002</c:v>
                </c:pt>
                <c:pt idx="608">
                  <c:v>0.80255299999999996</c:v>
                </c:pt>
                <c:pt idx="609">
                  <c:v>0.80305099999999996</c:v>
                </c:pt>
                <c:pt idx="610">
                  <c:v>0.80354999999999999</c:v>
                </c:pt>
                <c:pt idx="611">
                  <c:v>0.80404799999999998</c:v>
                </c:pt>
                <c:pt idx="612">
                  <c:v>0.80454800000000004</c:v>
                </c:pt>
                <c:pt idx="613">
                  <c:v>0.80504900000000001</c:v>
                </c:pt>
                <c:pt idx="614">
                  <c:v>0.80554999999999999</c:v>
                </c:pt>
                <c:pt idx="615">
                  <c:v>0.80605000000000004</c:v>
                </c:pt>
                <c:pt idx="616">
                  <c:v>0.80654999999999999</c:v>
                </c:pt>
                <c:pt idx="617">
                  <c:v>0.80705199999999999</c:v>
                </c:pt>
                <c:pt idx="618">
                  <c:v>0.80755399999999999</c:v>
                </c:pt>
                <c:pt idx="619">
                  <c:v>0.80805400000000005</c:v>
                </c:pt>
                <c:pt idx="620">
                  <c:v>0.80855299999999997</c:v>
                </c:pt>
                <c:pt idx="621">
                  <c:v>0.80905199999999999</c:v>
                </c:pt>
                <c:pt idx="622">
                  <c:v>0.80955200000000005</c:v>
                </c:pt>
                <c:pt idx="623">
                  <c:v>0.81005099999999997</c:v>
                </c:pt>
                <c:pt idx="624">
                  <c:v>0.81054800000000005</c:v>
                </c:pt>
                <c:pt idx="625">
                  <c:v>0.81104600000000004</c:v>
                </c:pt>
                <c:pt idx="626">
                  <c:v>0.81154499999999996</c:v>
                </c:pt>
                <c:pt idx="627">
                  <c:v>0.81204500000000002</c:v>
                </c:pt>
                <c:pt idx="628">
                  <c:v>0.81254499999999996</c:v>
                </c:pt>
                <c:pt idx="629">
                  <c:v>0.81304500000000002</c:v>
                </c:pt>
                <c:pt idx="630">
                  <c:v>0.81354400000000004</c:v>
                </c:pt>
                <c:pt idx="631">
                  <c:v>0.81404399999999999</c:v>
                </c:pt>
                <c:pt idx="632">
                  <c:v>0.81454499999999996</c:v>
                </c:pt>
                <c:pt idx="633">
                  <c:v>0.81504500000000002</c:v>
                </c:pt>
                <c:pt idx="634">
                  <c:v>0.81554400000000005</c:v>
                </c:pt>
                <c:pt idx="635">
                  <c:v>0.81604399999999999</c:v>
                </c:pt>
                <c:pt idx="636">
                  <c:v>0.81654400000000005</c:v>
                </c:pt>
                <c:pt idx="637">
                  <c:v>0.81704699999999997</c:v>
                </c:pt>
                <c:pt idx="638">
                  <c:v>0.81754800000000005</c:v>
                </c:pt>
                <c:pt idx="639">
                  <c:v>0.818048</c:v>
                </c:pt>
                <c:pt idx="640">
                  <c:v>0.81854800000000005</c:v>
                </c:pt>
                <c:pt idx="641">
                  <c:v>0.81904999999999994</c:v>
                </c:pt>
                <c:pt idx="642">
                  <c:v>0.81955199999999995</c:v>
                </c:pt>
                <c:pt idx="643">
                  <c:v>0.82005300000000003</c:v>
                </c:pt>
                <c:pt idx="644">
                  <c:v>0.82055199999999995</c:v>
                </c:pt>
                <c:pt idx="645">
                  <c:v>0.82104999999999995</c:v>
                </c:pt>
                <c:pt idx="646">
                  <c:v>0.82155</c:v>
                </c:pt>
                <c:pt idx="647">
                  <c:v>0.82204900000000003</c:v>
                </c:pt>
                <c:pt idx="648">
                  <c:v>0.822546</c:v>
                </c:pt>
                <c:pt idx="649">
                  <c:v>0.82304299999999997</c:v>
                </c:pt>
                <c:pt idx="650">
                  <c:v>0.823542</c:v>
                </c:pt>
                <c:pt idx="651">
                  <c:v>0.82404200000000005</c:v>
                </c:pt>
                <c:pt idx="652">
                  <c:v>0.82454300000000003</c:v>
                </c:pt>
                <c:pt idx="653">
                  <c:v>0.82504299999999997</c:v>
                </c:pt>
                <c:pt idx="654">
                  <c:v>0.825542</c:v>
                </c:pt>
                <c:pt idx="655">
                  <c:v>0.82604200000000005</c:v>
                </c:pt>
                <c:pt idx="656">
                  <c:v>0.82654300000000003</c:v>
                </c:pt>
                <c:pt idx="657">
                  <c:v>0.827044</c:v>
                </c:pt>
                <c:pt idx="658">
                  <c:v>0.82754499999999998</c:v>
                </c:pt>
                <c:pt idx="659">
                  <c:v>0.82804500000000003</c:v>
                </c:pt>
                <c:pt idx="660">
                  <c:v>0.828546</c:v>
                </c:pt>
                <c:pt idx="661">
                  <c:v>0.82904800000000001</c:v>
                </c:pt>
                <c:pt idx="662">
                  <c:v>0.82954899999999998</c:v>
                </c:pt>
                <c:pt idx="663">
                  <c:v>0.83004699999999998</c:v>
                </c:pt>
                <c:pt idx="664">
                  <c:v>0.83054399999999995</c:v>
                </c:pt>
                <c:pt idx="665">
                  <c:v>0.83104199999999995</c:v>
                </c:pt>
                <c:pt idx="666">
                  <c:v>0.831542</c:v>
                </c:pt>
                <c:pt idx="667">
                  <c:v>0.83204100000000003</c:v>
                </c:pt>
                <c:pt idx="668">
                  <c:v>0.83253999999999995</c:v>
                </c:pt>
                <c:pt idx="669">
                  <c:v>0.83303899999999997</c:v>
                </c:pt>
                <c:pt idx="670">
                  <c:v>0.83353900000000003</c:v>
                </c:pt>
                <c:pt idx="671">
                  <c:v>0.83404</c:v>
                </c:pt>
                <c:pt idx="672">
                  <c:v>0.83454099999999998</c:v>
                </c:pt>
                <c:pt idx="673">
                  <c:v>0.83504100000000003</c:v>
                </c:pt>
                <c:pt idx="674">
                  <c:v>0.83553999999999995</c:v>
                </c:pt>
                <c:pt idx="675">
                  <c:v>0.83604100000000003</c:v>
                </c:pt>
                <c:pt idx="676">
                  <c:v>0.83654200000000001</c:v>
                </c:pt>
                <c:pt idx="677">
                  <c:v>0.83704299999999998</c:v>
                </c:pt>
                <c:pt idx="678">
                  <c:v>0.83754399999999996</c:v>
                </c:pt>
                <c:pt idx="679">
                  <c:v>0.83804299999999998</c:v>
                </c:pt>
                <c:pt idx="680">
                  <c:v>0.83854399999999996</c:v>
                </c:pt>
                <c:pt idx="681">
                  <c:v>0.83904400000000001</c:v>
                </c:pt>
                <c:pt idx="682">
                  <c:v>0.83954399999999996</c:v>
                </c:pt>
                <c:pt idx="683">
                  <c:v>0.84004299999999998</c:v>
                </c:pt>
                <c:pt idx="684">
                  <c:v>0.84054200000000001</c:v>
                </c:pt>
                <c:pt idx="685">
                  <c:v>0.84104100000000004</c:v>
                </c:pt>
                <c:pt idx="686">
                  <c:v>0.84154099999999998</c:v>
                </c:pt>
                <c:pt idx="687">
                  <c:v>0.84204100000000004</c:v>
                </c:pt>
                <c:pt idx="688">
                  <c:v>0.84253999999999996</c:v>
                </c:pt>
                <c:pt idx="689">
                  <c:v>0.84303899999999998</c:v>
                </c:pt>
                <c:pt idx="690">
                  <c:v>0.84353999999999996</c:v>
                </c:pt>
                <c:pt idx="691">
                  <c:v>0.84404000000000001</c:v>
                </c:pt>
                <c:pt idx="692">
                  <c:v>0.84453900000000004</c:v>
                </c:pt>
                <c:pt idx="693">
                  <c:v>0.84503799999999996</c:v>
                </c:pt>
                <c:pt idx="694">
                  <c:v>0.84553699999999998</c:v>
                </c:pt>
                <c:pt idx="695">
                  <c:v>0.84603700000000004</c:v>
                </c:pt>
                <c:pt idx="696">
                  <c:v>0.84653800000000001</c:v>
                </c:pt>
                <c:pt idx="697">
                  <c:v>0.84703799999999996</c:v>
                </c:pt>
                <c:pt idx="698">
                  <c:v>0.84753699999999998</c:v>
                </c:pt>
                <c:pt idx="699">
                  <c:v>0.84803499999999998</c:v>
                </c:pt>
                <c:pt idx="700">
                  <c:v>0.84853500000000004</c:v>
                </c:pt>
                <c:pt idx="701">
                  <c:v>0.84903399999999996</c:v>
                </c:pt>
                <c:pt idx="702">
                  <c:v>0.84953299999999998</c:v>
                </c:pt>
                <c:pt idx="703">
                  <c:v>0.85003099999999998</c:v>
                </c:pt>
                <c:pt idx="704">
                  <c:v>0.85053000000000001</c:v>
                </c:pt>
                <c:pt idx="705">
                  <c:v>0.85103099999999998</c:v>
                </c:pt>
                <c:pt idx="706">
                  <c:v>0.85153100000000004</c:v>
                </c:pt>
                <c:pt idx="707">
                  <c:v>0.85203200000000001</c:v>
                </c:pt>
                <c:pt idx="708">
                  <c:v>0.85253199999999996</c:v>
                </c:pt>
                <c:pt idx="709">
                  <c:v>0.85303200000000001</c:v>
                </c:pt>
                <c:pt idx="710">
                  <c:v>0.85353400000000001</c:v>
                </c:pt>
                <c:pt idx="711">
                  <c:v>0.85403399999999996</c:v>
                </c:pt>
                <c:pt idx="712">
                  <c:v>0.85453400000000002</c:v>
                </c:pt>
                <c:pt idx="713">
                  <c:v>0.85503300000000004</c:v>
                </c:pt>
                <c:pt idx="714">
                  <c:v>0.85553299999999999</c:v>
                </c:pt>
                <c:pt idx="715">
                  <c:v>0.85603399999999996</c:v>
                </c:pt>
                <c:pt idx="716">
                  <c:v>0.85653599999999996</c:v>
                </c:pt>
                <c:pt idx="717">
                  <c:v>0.85703700000000005</c:v>
                </c:pt>
                <c:pt idx="718">
                  <c:v>0.85753699999999999</c:v>
                </c:pt>
                <c:pt idx="719">
                  <c:v>0.85803700000000005</c:v>
                </c:pt>
                <c:pt idx="720">
                  <c:v>0.85853800000000002</c:v>
                </c:pt>
                <c:pt idx="721">
                  <c:v>0.85903700000000005</c:v>
                </c:pt>
                <c:pt idx="722">
                  <c:v>0.85953500000000005</c:v>
                </c:pt>
                <c:pt idx="723">
                  <c:v>0.86003300000000005</c:v>
                </c:pt>
                <c:pt idx="724">
                  <c:v>0.86053199999999996</c:v>
                </c:pt>
                <c:pt idx="725">
                  <c:v>0.86103200000000002</c:v>
                </c:pt>
                <c:pt idx="726">
                  <c:v>0.86153100000000005</c:v>
                </c:pt>
                <c:pt idx="727">
                  <c:v>0.86202999999999996</c:v>
                </c:pt>
                <c:pt idx="728">
                  <c:v>0.86252799999999996</c:v>
                </c:pt>
                <c:pt idx="729">
                  <c:v>0.86302599999999996</c:v>
                </c:pt>
                <c:pt idx="730">
                  <c:v>0.86352499999999999</c:v>
                </c:pt>
                <c:pt idx="731">
                  <c:v>0.86402400000000001</c:v>
                </c:pt>
                <c:pt idx="732">
                  <c:v>0.86452200000000001</c:v>
                </c:pt>
                <c:pt idx="733">
                  <c:v>0.86502199999999996</c:v>
                </c:pt>
                <c:pt idx="734">
                  <c:v>0.86552399999999996</c:v>
                </c:pt>
                <c:pt idx="735">
                  <c:v>0.86602599999999996</c:v>
                </c:pt>
                <c:pt idx="736">
                  <c:v>0.86652799999999996</c:v>
                </c:pt>
                <c:pt idx="737">
                  <c:v>0.86702800000000002</c:v>
                </c:pt>
                <c:pt idx="738">
                  <c:v>0.86752799999999997</c:v>
                </c:pt>
                <c:pt idx="739">
                  <c:v>0.86802900000000005</c:v>
                </c:pt>
                <c:pt idx="740">
                  <c:v>0.86853000000000002</c:v>
                </c:pt>
                <c:pt idx="741">
                  <c:v>0.86902800000000002</c:v>
                </c:pt>
                <c:pt idx="742">
                  <c:v>0.86952700000000005</c:v>
                </c:pt>
                <c:pt idx="743">
                  <c:v>0.87002599999999997</c:v>
                </c:pt>
                <c:pt idx="744">
                  <c:v>0.87052600000000002</c:v>
                </c:pt>
                <c:pt idx="745">
                  <c:v>0.87102599999999997</c:v>
                </c:pt>
                <c:pt idx="746">
                  <c:v>0.87152600000000002</c:v>
                </c:pt>
                <c:pt idx="747">
                  <c:v>0.87202500000000005</c:v>
                </c:pt>
                <c:pt idx="748">
                  <c:v>0.872525</c:v>
                </c:pt>
                <c:pt idx="749">
                  <c:v>0.87302599999999997</c:v>
                </c:pt>
                <c:pt idx="750">
                  <c:v>0.87352600000000002</c:v>
                </c:pt>
                <c:pt idx="751">
                  <c:v>0.87402500000000005</c:v>
                </c:pt>
                <c:pt idx="752">
                  <c:v>0.87452399999999997</c:v>
                </c:pt>
                <c:pt idx="753">
                  <c:v>0.875023</c:v>
                </c:pt>
                <c:pt idx="754">
                  <c:v>0.87552399999999997</c:v>
                </c:pt>
                <c:pt idx="755">
                  <c:v>0.87602400000000002</c:v>
                </c:pt>
                <c:pt idx="756">
                  <c:v>0.87652399999999997</c:v>
                </c:pt>
                <c:pt idx="757">
                  <c:v>0.87702500000000005</c:v>
                </c:pt>
                <c:pt idx="758">
                  <c:v>0.87752600000000003</c:v>
                </c:pt>
                <c:pt idx="759">
                  <c:v>0.87802800000000003</c:v>
                </c:pt>
                <c:pt idx="760">
                  <c:v>0.87852799999999998</c:v>
                </c:pt>
                <c:pt idx="761">
                  <c:v>0.87902599999999997</c:v>
                </c:pt>
                <c:pt idx="762">
                  <c:v>0.87952399999999997</c:v>
                </c:pt>
                <c:pt idx="763">
                  <c:v>0.880023</c:v>
                </c:pt>
                <c:pt idx="764">
                  <c:v>0.88052299999999994</c:v>
                </c:pt>
                <c:pt idx="765">
                  <c:v>0.881023</c:v>
                </c:pt>
                <c:pt idx="766">
                  <c:v>0.88152200000000003</c:v>
                </c:pt>
                <c:pt idx="767">
                  <c:v>0.88202100000000005</c:v>
                </c:pt>
                <c:pt idx="768">
                  <c:v>0.88252200000000003</c:v>
                </c:pt>
                <c:pt idx="769">
                  <c:v>0.883023</c:v>
                </c:pt>
                <c:pt idx="770">
                  <c:v>0.88352299999999995</c:v>
                </c:pt>
                <c:pt idx="771">
                  <c:v>0.88402199999999997</c:v>
                </c:pt>
                <c:pt idx="772">
                  <c:v>0.88451999999999997</c:v>
                </c:pt>
                <c:pt idx="773">
                  <c:v>0.885019</c:v>
                </c:pt>
                <c:pt idx="774">
                  <c:v>0.88551999999999997</c:v>
                </c:pt>
                <c:pt idx="775">
                  <c:v>0.88602000000000003</c:v>
                </c:pt>
                <c:pt idx="776">
                  <c:v>0.88651999999999997</c:v>
                </c:pt>
                <c:pt idx="777">
                  <c:v>0.887019</c:v>
                </c:pt>
                <c:pt idx="778">
                  <c:v>0.88751800000000003</c:v>
                </c:pt>
                <c:pt idx="779">
                  <c:v>0.88801600000000003</c:v>
                </c:pt>
                <c:pt idx="780">
                  <c:v>0.88851400000000003</c:v>
                </c:pt>
                <c:pt idx="781">
                  <c:v>0.88901200000000002</c:v>
                </c:pt>
                <c:pt idx="782">
                  <c:v>0.88951100000000005</c:v>
                </c:pt>
                <c:pt idx="783">
                  <c:v>0.89001200000000003</c:v>
                </c:pt>
                <c:pt idx="784">
                  <c:v>0.89051400000000003</c:v>
                </c:pt>
                <c:pt idx="785">
                  <c:v>0.89101399999999997</c:v>
                </c:pt>
                <c:pt idx="786">
                  <c:v>0.89151400000000003</c:v>
                </c:pt>
                <c:pt idx="787">
                  <c:v>0.89201399999999997</c:v>
                </c:pt>
                <c:pt idx="788">
                  <c:v>0.89251599999999998</c:v>
                </c:pt>
                <c:pt idx="789">
                  <c:v>0.89301699999999995</c:v>
                </c:pt>
                <c:pt idx="790">
                  <c:v>0.89351700000000001</c:v>
                </c:pt>
                <c:pt idx="791">
                  <c:v>0.89401699999999995</c:v>
                </c:pt>
                <c:pt idx="792">
                  <c:v>0.89451700000000001</c:v>
                </c:pt>
                <c:pt idx="793">
                  <c:v>0.89501799999999998</c:v>
                </c:pt>
                <c:pt idx="794">
                  <c:v>0.89551899999999995</c:v>
                </c:pt>
                <c:pt idx="795">
                  <c:v>0.89601900000000001</c:v>
                </c:pt>
                <c:pt idx="796">
                  <c:v>0.89651800000000004</c:v>
                </c:pt>
                <c:pt idx="797">
                  <c:v>0.89701699999999995</c:v>
                </c:pt>
                <c:pt idx="798">
                  <c:v>0.89751700000000001</c:v>
                </c:pt>
                <c:pt idx="799">
                  <c:v>0.89801600000000004</c:v>
                </c:pt>
                <c:pt idx="800">
                  <c:v>0.89851599999999998</c:v>
                </c:pt>
                <c:pt idx="801">
                  <c:v>0.89901399999999998</c:v>
                </c:pt>
                <c:pt idx="802">
                  <c:v>0.89951499999999995</c:v>
                </c:pt>
                <c:pt idx="803">
                  <c:v>0.90001699999999996</c:v>
                </c:pt>
                <c:pt idx="804">
                  <c:v>0.90051800000000004</c:v>
                </c:pt>
                <c:pt idx="805">
                  <c:v>0.90101699999999996</c:v>
                </c:pt>
                <c:pt idx="806">
                  <c:v>0.90151700000000001</c:v>
                </c:pt>
                <c:pt idx="807">
                  <c:v>0.90201600000000004</c:v>
                </c:pt>
                <c:pt idx="808">
                  <c:v>0.90251599999999998</c:v>
                </c:pt>
                <c:pt idx="809">
                  <c:v>0.90301399999999998</c:v>
                </c:pt>
                <c:pt idx="810">
                  <c:v>0.90351199999999998</c:v>
                </c:pt>
                <c:pt idx="811">
                  <c:v>0.90401200000000004</c:v>
                </c:pt>
                <c:pt idx="812">
                  <c:v>0.90451199999999998</c:v>
                </c:pt>
                <c:pt idx="813">
                  <c:v>0.90501200000000004</c:v>
                </c:pt>
                <c:pt idx="814">
                  <c:v>0.90551300000000001</c:v>
                </c:pt>
                <c:pt idx="815">
                  <c:v>0.90601399999999999</c:v>
                </c:pt>
                <c:pt idx="816">
                  <c:v>0.90651400000000004</c:v>
                </c:pt>
                <c:pt idx="817">
                  <c:v>0.90701399999999999</c:v>
                </c:pt>
                <c:pt idx="818">
                  <c:v>0.90751199999999999</c:v>
                </c:pt>
                <c:pt idx="819">
                  <c:v>0.90800899999999996</c:v>
                </c:pt>
                <c:pt idx="820">
                  <c:v>0.90850699999999995</c:v>
                </c:pt>
                <c:pt idx="821">
                  <c:v>0.90900499999999995</c:v>
                </c:pt>
                <c:pt idx="822">
                  <c:v>0.90950600000000004</c:v>
                </c:pt>
                <c:pt idx="823">
                  <c:v>0.91000800000000004</c:v>
                </c:pt>
                <c:pt idx="824">
                  <c:v>0.91050900000000001</c:v>
                </c:pt>
                <c:pt idx="825">
                  <c:v>0.91100899999999996</c:v>
                </c:pt>
                <c:pt idx="826">
                  <c:v>0.91150799999999998</c:v>
                </c:pt>
                <c:pt idx="827">
                  <c:v>0.91200899999999996</c:v>
                </c:pt>
                <c:pt idx="828">
                  <c:v>0.91250699999999996</c:v>
                </c:pt>
                <c:pt idx="829">
                  <c:v>0.91300400000000004</c:v>
                </c:pt>
                <c:pt idx="830">
                  <c:v>0.91350200000000004</c:v>
                </c:pt>
                <c:pt idx="831">
                  <c:v>0.91400199999999998</c:v>
                </c:pt>
                <c:pt idx="832">
                  <c:v>0.91450399999999998</c:v>
                </c:pt>
                <c:pt idx="833">
                  <c:v>0.91500599999999999</c:v>
                </c:pt>
                <c:pt idx="834">
                  <c:v>0.91550699999999996</c:v>
                </c:pt>
                <c:pt idx="835">
                  <c:v>0.91600899999999996</c:v>
                </c:pt>
                <c:pt idx="836">
                  <c:v>0.91651099999999996</c:v>
                </c:pt>
                <c:pt idx="837">
                  <c:v>0.91701200000000005</c:v>
                </c:pt>
                <c:pt idx="838">
                  <c:v>0.91751300000000002</c:v>
                </c:pt>
                <c:pt idx="839">
                  <c:v>0.91801200000000005</c:v>
                </c:pt>
                <c:pt idx="840">
                  <c:v>0.91851000000000005</c:v>
                </c:pt>
                <c:pt idx="841">
                  <c:v>0.91900800000000005</c:v>
                </c:pt>
                <c:pt idx="842">
                  <c:v>0.91950900000000002</c:v>
                </c:pt>
                <c:pt idx="843">
                  <c:v>0.92000899999999997</c:v>
                </c:pt>
                <c:pt idx="844">
                  <c:v>0.92050799999999999</c:v>
                </c:pt>
                <c:pt idx="845">
                  <c:v>0.92100800000000005</c:v>
                </c:pt>
                <c:pt idx="846">
                  <c:v>0.92150799999999999</c:v>
                </c:pt>
                <c:pt idx="847">
                  <c:v>0.92200800000000005</c:v>
                </c:pt>
                <c:pt idx="848">
                  <c:v>0.92250699999999997</c:v>
                </c:pt>
                <c:pt idx="849">
                  <c:v>0.92300599999999999</c:v>
                </c:pt>
                <c:pt idx="850">
                  <c:v>0.92350500000000002</c:v>
                </c:pt>
                <c:pt idx="851">
                  <c:v>0.92400499999999997</c:v>
                </c:pt>
                <c:pt idx="852">
                  <c:v>0.92450500000000002</c:v>
                </c:pt>
                <c:pt idx="853">
                  <c:v>0.92500499999999997</c:v>
                </c:pt>
                <c:pt idx="854">
                  <c:v>0.92550500000000002</c:v>
                </c:pt>
                <c:pt idx="855">
                  <c:v>0.92600499999999997</c:v>
                </c:pt>
                <c:pt idx="856">
                  <c:v>0.92650600000000005</c:v>
                </c:pt>
                <c:pt idx="857">
                  <c:v>0.92700700000000003</c:v>
                </c:pt>
                <c:pt idx="858">
                  <c:v>0.92750600000000005</c:v>
                </c:pt>
                <c:pt idx="859">
                  <c:v>0.92800400000000005</c:v>
                </c:pt>
                <c:pt idx="860">
                  <c:v>0.92850200000000005</c:v>
                </c:pt>
                <c:pt idx="861">
                  <c:v>0.92900199999999999</c:v>
                </c:pt>
                <c:pt idx="862">
                  <c:v>0.92950299999999997</c:v>
                </c:pt>
                <c:pt idx="863">
                  <c:v>0.93000300000000002</c:v>
                </c:pt>
                <c:pt idx="864">
                  <c:v>0.93050200000000005</c:v>
                </c:pt>
                <c:pt idx="865">
                  <c:v>0.93100000000000005</c:v>
                </c:pt>
                <c:pt idx="866">
                  <c:v>0.93149999999999999</c:v>
                </c:pt>
                <c:pt idx="867">
                  <c:v>0.93200000000000005</c:v>
                </c:pt>
                <c:pt idx="868">
                  <c:v>0.9325</c:v>
                </c:pt>
                <c:pt idx="869">
                  <c:v>0.93299799999999999</c:v>
                </c:pt>
                <c:pt idx="870">
                  <c:v>0.93349700000000002</c:v>
                </c:pt>
                <c:pt idx="871">
                  <c:v>0.93399900000000002</c:v>
                </c:pt>
                <c:pt idx="872">
                  <c:v>0.9345</c:v>
                </c:pt>
                <c:pt idx="873">
                  <c:v>0.93500099999999997</c:v>
                </c:pt>
                <c:pt idx="874">
                  <c:v>0.93550100000000003</c:v>
                </c:pt>
                <c:pt idx="875">
                  <c:v>0.93600300000000003</c:v>
                </c:pt>
                <c:pt idx="876">
                  <c:v>0.93650500000000003</c:v>
                </c:pt>
                <c:pt idx="877">
                  <c:v>0.93700499999999998</c:v>
                </c:pt>
                <c:pt idx="878">
                  <c:v>0.937504</c:v>
                </c:pt>
                <c:pt idx="879">
                  <c:v>0.938002</c:v>
                </c:pt>
                <c:pt idx="880">
                  <c:v>0.93850199999999995</c:v>
                </c:pt>
                <c:pt idx="881">
                  <c:v>0.939002</c:v>
                </c:pt>
                <c:pt idx="882">
                  <c:v>0.93950199999999995</c:v>
                </c:pt>
                <c:pt idx="883">
                  <c:v>0.94000099999999998</c:v>
                </c:pt>
                <c:pt idx="884">
                  <c:v>0.94049899999999997</c:v>
                </c:pt>
                <c:pt idx="885">
                  <c:v>0.94099699999999997</c:v>
                </c:pt>
                <c:pt idx="886">
                  <c:v>0.941496</c:v>
                </c:pt>
                <c:pt idx="887">
                  <c:v>0.941994</c:v>
                </c:pt>
                <c:pt idx="888">
                  <c:v>0.942492</c:v>
                </c:pt>
                <c:pt idx="889">
                  <c:v>0.94299100000000002</c:v>
                </c:pt>
                <c:pt idx="890">
                  <c:v>0.943492</c:v>
                </c:pt>
                <c:pt idx="891">
                  <c:v>0.94399299999999997</c:v>
                </c:pt>
                <c:pt idx="892">
                  <c:v>0.94449300000000003</c:v>
                </c:pt>
                <c:pt idx="893">
                  <c:v>0.944994</c:v>
                </c:pt>
                <c:pt idx="894">
                  <c:v>0.94549499999999997</c:v>
                </c:pt>
                <c:pt idx="895">
                  <c:v>0.94599599999999995</c:v>
                </c:pt>
                <c:pt idx="896">
                  <c:v>0.946496</c:v>
                </c:pt>
                <c:pt idx="897">
                  <c:v>0.94699599999999995</c:v>
                </c:pt>
                <c:pt idx="898">
                  <c:v>0.94749499999999998</c:v>
                </c:pt>
                <c:pt idx="899">
                  <c:v>0.94799299999999997</c:v>
                </c:pt>
                <c:pt idx="900">
                  <c:v>0.94849300000000003</c:v>
                </c:pt>
                <c:pt idx="901">
                  <c:v>0.94899199999999995</c:v>
                </c:pt>
                <c:pt idx="902">
                  <c:v>0.94948999999999995</c:v>
                </c:pt>
                <c:pt idx="903">
                  <c:v>0.94998899999999997</c:v>
                </c:pt>
                <c:pt idx="904">
                  <c:v>0.950488</c:v>
                </c:pt>
                <c:pt idx="905">
                  <c:v>0.95098800000000006</c:v>
                </c:pt>
                <c:pt idx="906">
                  <c:v>0.951488</c:v>
                </c:pt>
                <c:pt idx="907">
                  <c:v>0.95198700000000003</c:v>
                </c:pt>
                <c:pt idx="908">
                  <c:v>0.95248699999999997</c:v>
                </c:pt>
                <c:pt idx="909">
                  <c:v>0.952986</c:v>
                </c:pt>
                <c:pt idx="910">
                  <c:v>0.953488</c:v>
                </c:pt>
                <c:pt idx="911">
                  <c:v>0.95398899999999998</c:v>
                </c:pt>
                <c:pt idx="912">
                  <c:v>0.95448999999999995</c:v>
                </c:pt>
                <c:pt idx="913">
                  <c:v>0.95499000000000001</c:v>
                </c:pt>
                <c:pt idx="914">
                  <c:v>0.95548999999999995</c:v>
                </c:pt>
                <c:pt idx="915">
                  <c:v>0.95599199999999995</c:v>
                </c:pt>
                <c:pt idx="916">
                  <c:v>0.95649300000000004</c:v>
                </c:pt>
                <c:pt idx="917">
                  <c:v>0.95699299999999998</c:v>
                </c:pt>
                <c:pt idx="918">
                  <c:v>0.95749099999999998</c:v>
                </c:pt>
                <c:pt idx="919">
                  <c:v>0.95799000000000001</c:v>
                </c:pt>
                <c:pt idx="920">
                  <c:v>0.95848999999999995</c:v>
                </c:pt>
                <c:pt idx="921">
                  <c:v>0.95899000000000001</c:v>
                </c:pt>
                <c:pt idx="922">
                  <c:v>0.95948900000000004</c:v>
                </c:pt>
                <c:pt idx="923">
                  <c:v>0.95998799999999995</c:v>
                </c:pt>
                <c:pt idx="924">
                  <c:v>0.96048699999999998</c:v>
                </c:pt>
                <c:pt idx="925">
                  <c:v>0.96098799999999995</c:v>
                </c:pt>
                <c:pt idx="926">
                  <c:v>0.96148699999999998</c:v>
                </c:pt>
                <c:pt idx="927">
                  <c:v>0.96198399999999995</c:v>
                </c:pt>
                <c:pt idx="928">
                  <c:v>0.96248</c:v>
                </c:pt>
                <c:pt idx="929">
                  <c:v>0.96297900000000003</c:v>
                </c:pt>
                <c:pt idx="930">
                  <c:v>0.96348</c:v>
                </c:pt>
                <c:pt idx="931">
                  <c:v>0.96398099999999998</c:v>
                </c:pt>
                <c:pt idx="932">
                  <c:v>0.96448199999999995</c:v>
                </c:pt>
                <c:pt idx="933">
                  <c:v>0.96498200000000001</c:v>
                </c:pt>
                <c:pt idx="934">
                  <c:v>0.96548400000000001</c:v>
                </c:pt>
                <c:pt idx="935">
                  <c:v>0.96598600000000001</c:v>
                </c:pt>
                <c:pt idx="936">
                  <c:v>0.96648500000000004</c:v>
                </c:pt>
                <c:pt idx="937">
                  <c:v>0.96698300000000004</c:v>
                </c:pt>
                <c:pt idx="938">
                  <c:v>0.96748100000000004</c:v>
                </c:pt>
                <c:pt idx="939">
                  <c:v>0.96798099999999998</c:v>
                </c:pt>
                <c:pt idx="940">
                  <c:v>0.96848100000000004</c:v>
                </c:pt>
                <c:pt idx="941">
                  <c:v>0.96897999999999995</c:v>
                </c:pt>
                <c:pt idx="942">
                  <c:v>0.96948000000000001</c:v>
                </c:pt>
                <c:pt idx="943">
                  <c:v>0.96997900000000004</c:v>
                </c:pt>
                <c:pt idx="944">
                  <c:v>0.97048000000000001</c:v>
                </c:pt>
                <c:pt idx="945">
                  <c:v>0.97098099999999998</c:v>
                </c:pt>
                <c:pt idx="946">
                  <c:v>0.97148000000000001</c:v>
                </c:pt>
                <c:pt idx="947">
                  <c:v>0.97197900000000004</c:v>
                </c:pt>
                <c:pt idx="948">
                  <c:v>0.97247799999999995</c:v>
                </c:pt>
                <c:pt idx="949">
                  <c:v>0.97297800000000001</c:v>
                </c:pt>
                <c:pt idx="950">
                  <c:v>0.97347899999999998</c:v>
                </c:pt>
                <c:pt idx="951">
                  <c:v>0.97397900000000004</c:v>
                </c:pt>
                <c:pt idx="952">
                  <c:v>0.97447899999999998</c:v>
                </c:pt>
                <c:pt idx="953">
                  <c:v>0.97497999999999996</c:v>
                </c:pt>
                <c:pt idx="954">
                  <c:v>0.97548100000000004</c:v>
                </c:pt>
                <c:pt idx="955">
                  <c:v>0.97598200000000002</c:v>
                </c:pt>
                <c:pt idx="956">
                  <c:v>0.97648000000000001</c:v>
                </c:pt>
                <c:pt idx="957">
                  <c:v>0.97697699999999998</c:v>
                </c:pt>
                <c:pt idx="958">
                  <c:v>0.97747399999999995</c:v>
                </c:pt>
                <c:pt idx="959">
                  <c:v>0.97797400000000001</c:v>
                </c:pt>
                <c:pt idx="960">
                  <c:v>0.97847399999999995</c:v>
                </c:pt>
                <c:pt idx="961">
                  <c:v>0.97897500000000004</c:v>
                </c:pt>
                <c:pt idx="962">
                  <c:v>0.97947499999999998</c:v>
                </c:pt>
                <c:pt idx="963">
                  <c:v>0.97997599999999996</c:v>
                </c:pt>
                <c:pt idx="964">
                  <c:v>0.98047799999999996</c:v>
                </c:pt>
                <c:pt idx="965">
                  <c:v>0.98097800000000002</c:v>
                </c:pt>
                <c:pt idx="966">
                  <c:v>0.98147700000000004</c:v>
                </c:pt>
                <c:pt idx="967">
                  <c:v>0.98197400000000001</c:v>
                </c:pt>
                <c:pt idx="968">
                  <c:v>0.98247099999999998</c:v>
                </c:pt>
                <c:pt idx="969">
                  <c:v>0.98296899999999998</c:v>
                </c:pt>
                <c:pt idx="970">
                  <c:v>0.98346999999999996</c:v>
                </c:pt>
                <c:pt idx="971">
                  <c:v>0.98396899999999998</c:v>
                </c:pt>
                <c:pt idx="972">
                  <c:v>0.98446900000000004</c:v>
                </c:pt>
                <c:pt idx="973">
                  <c:v>0.98496899999999998</c:v>
                </c:pt>
                <c:pt idx="974">
                  <c:v>0.98546999999999996</c:v>
                </c:pt>
                <c:pt idx="975">
                  <c:v>0.98597000000000001</c:v>
                </c:pt>
                <c:pt idx="976">
                  <c:v>0.98646800000000001</c:v>
                </c:pt>
                <c:pt idx="977">
                  <c:v>0.98696799999999996</c:v>
                </c:pt>
                <c:pt idx="978">
                  <c:v>0.98746900000000004</c:v>
                </c:pt>
                <c:pt idx="979">
                  <c:v>0.98797000000000001</c:v>
                </c:pt>
                <c:pt idx="980">
                  <c:v>0.98846999999999996</c:v>
                </c:pt>
                <c:pt idx="981">
                  <c:v>0.98896899999999999</c:v>
                </c:pt>
                <c:pt idx="982">
                  <c:v>0.98946900000000004</c:v>
                </c:pt>
                <c:pt idx="983">
                  <c:v>0.98997000000000002</c:v>
                </c:pt>
                <c:pt idx="984">
                  <c:v>0.99047200000000002</c:v>
                </c:pt>
                <c:pt idx="985">
                  <c:v>0.99097199999999996</c:v>
                </c:pt>
                <c:pt idx="986">
                  <c:v>0.99147099999999999</c:v>
                </c:pt>
                <c:pt idx="987">
                  <c:v>0.99197100000000005</c:v>
                </c:pt>
                <c:pt idx="988">
                  <c:v>0.99247200000000002</c:v>
                </c:pt>
                <c:pt idx="989">
                  <c:v>0.99297299999999999</c:v>
                </c:pt>
                <c:pt idx="990">
                  <c:v>0.99347200000000002</c:v>
                </c:pt>
                <c:pt idx="991">
                  <c:v>0.99397000000000002</c:v>
                </c:pt>
                <c:pt idx="992">
                  <c:v>0.99446900000000005</c:v>
                </c:pt>
                <c:pt idx="993">
                  <c:v>0.99496899999999999</c:v>
                </c:pt>
                <c:pt idx="994">
                  <c:v>0.99546800000000002</c:v>
                </c:pt>
                <c:pt idx="995">
                  <c:v>0.99596600000000002</c:v>
                </c:pt>
                <c:pt idx="996">
                  <c:v>0.99646400000000002</c:v>
                </c:pt>
                <c:pt idx="997">
                  <c:v>0.99696499999999999</c:v>
                </c:pt>
                <c:pt idx="998">
                  <c:v>0.99746599999999996</c:v>
                </c:pt>
                <c:pt idx="999">
                  <c:v>0.99796600000000002</c:v>
                </c:pt>
                <c:pt idx="1000">
                  <c:v>0.99846599999999996</c:v>
                </c:pt>
                <c:pt idx="1001">
                  <c:v>0.99896600000000002</c:v>
                </c:pt>
                <c:pt idx="1002">
                  <c:v>0.99946599999999997</c:v>
                </c:pt>
                <c:pt idx="1003">
                  <c:v>0.99996700000000005</c:v>
                </c:pt>
                <c:pt idx="1004">
                  <c:v>1.00047</c:v>
                </c:pt>
                <c:pt idx="1005">
                  <c:v>1.0009699999999999</c:v>
                </c:pt>
                <c:pt idx="1006">
                  <c:v>1.0014700000000001</c:v>
                </c:pt>
                <c:pt idx="1007">
                  <c:v>1.00197</c:v>
                </c:pt>
                <c:pt idx="1008">
                  <c:v>1.00247</c:v>
                </c:pt>
                <c:pt idx="1009">
                  <c:v>1.0029699999999999</c:v>
                </c:pt>
                <c:pt idx="1010">
                  <c:v>1.0034700000000001</c:v>
                </c:pt>
                <c:pt idx="1011">
                  <c:v>1.00397</c:v>
                </c:pt>
                <c:pt idx="1012">
                  <c:v>1.00447</c:v>
                </c:pt>
                <c:pt idx="1013">
                  <c:v>1.0049699999999999</c:v>
                </c:pt>
                <c:pt idx="1014">
                  <c:v>1.0054700000000001</c:v>
                </c:pt>
                <c:pt idx="1015">
                  <c:v>1.00597</c:v>
                </c:pt>
                <c:pt idx="1016">
                  <c:v>1.00647</c:v>
                </c:pt>
                <c:pt idx="1017">
                  <c:v>1.0069699999999999</c:v>
                </c:pt>
                <c:pt idx="1018">
                  <c:v>1.0074700000000001</c:v>
                </c:pt>
                <c:pt idx="1019">
                  <c:v>1.00797</c:v>
                </c:pt>
                <c:pt idx="1020">
                  <c:v>1.0084599999999999</c:v>
                </c:pt>
                <c:pt idx="1021">
                  <c:v>1.0089600000000001</c:v>
                </c:pt>
                <c:pt idx="1022">
                  <c:v>1.00946</c:v>
                </c:pt>
                <c:pt idx="1023">
                  <c:v>1.00996</c:v>
                </c:pt>
                <c:pt idx="1024">
                  <c:v>1.0104599999999999</c:v>
                </c:pt>
                <c:pt idx="1025">
                  <c:v>1.0109600000000001</c:v>
                </c:pt>
                <c:pt idx="1026">
                  <c:v>1.01146</c:v>
                </c:pt>
                <c:pt idx="1027">
                  <c:v>1.01196</c:v>
                </c:pt>
                <c:pt idx="1028">
                  <c:v>1.01247</c:v>
                </c:pt>
                <c:pt idx="1029">
                  <c:v>1.0129699999999999</c:v>
                </c:pt>
                <c:pt idx="1030">
                  <c:v>1.0134700000000001</c:v>
                </c:pt>
                <c:pt idx="1031">
                  <c:v>1.01397</c:v>
                </c:pt>
                <c:pt idx="1032">
                  <c:v>1.01447</c:v>
                </c:pt>
                <c:pt idx="1033">
                  <c:v>1.0149699999999999</c:v>
                </c:pt>
                <c:pt idx="1034">
                  <c:v>1.01546</c:v>
                </c:pt>
                <c:pt idx="1035">
                  <c:v>1.01596</c:v>
                </c:pt>
                <c:pt idx="1036">
                  <c:v>1.0164599999999999</c:v>
                </c:pt>
                <c:pt idx="1037">
                  <c:v>1.0169600000000001</c:v>
                </c:pt>
                <c:pt idx="1038">
                  <c:v>1.01746</c:v>
                </c:pt>
                <c:pt idx="1039">
                  <c:v>1.01796</c:v>
                </c:pt>
                <c:pt idx="1040">
                  <c:v>1.0184599999999999</c:v>
                </c:pt>
                <c:pt idx="1041">
                  <c:v>1.0189600000000001</c:v>
                </c:pt>
                <c:pt idx="1042">
                  <c:v>1.01946</c:v>
                </c:pt>
                <c:pt idx="1043">
                  <c:v>1.01996</c:v>
                </c:pt>
                <c:pt idx="1044">
                  <c:v>1.0204599999999999</c:v>
                </c:pt>
                <c:pt idx="1045">
                  <c:v>1.0209600000000001</c:v>
                </c:pt>
                <c:pt idx="1046">
                  <c:v>1.02146</c:v>
                </c:pt>
                <c:pt idx="1047">
                  <c:v>1.02196</c:v>
                </c:pt>
                <c:pt idx="1048">
                  <c:v>1.0224599999999999</c:v>
                </c:pt>
                <c:pt idx="1049">
                  <c:v>1.0229600000000001</c:v>
                </c:pt>
                <c:pt idx="1050">
                  <c:v>1.02346</c:v>
                </c:pt>
                <c:pt idx="1051">
                  <c:v>1.0239499999999999</c:v>
                </c:pt>
                <c:pt idx="1052">
                  <c:v>1.0244500000000001</c:v>
                </c:pt>
                <c:pt idx="1053">
                  <c:v>1.02495</c:v>
                </c:pt>
                <c:pt idx="1054">
                  <c:v>1.02545</c:v>
                </c:pt>
                <c:pt idx="1055">
                  <c:v>1.0259499999999999</c:v>
                </c:pt>
                <c:pt idx="1056">
                  <c:v>1.0264500000000001</c:v>
                </c:pt>
                <c:pt idx="1057">
                  <c:v>1.02695</c:v>
                </c:pt>
                <c:pt idx="1058">
                  <c:v>1.02745</c:v>
                </c:pt>
                <c:pt idx="1059">
                  <c:v>1.0279499999999999</c:v>
                </c:pt>
                <c:pt idx="1060">
                  <c:v>1.0284500000000001</c:v>
                </c:pt>
                <c:pt idx="1061">
                  <c:v>1.02895</c:v>
                </c:pt>
                <c:pt idx="1062">
                  <c:v>1.02945</c:v>
                </c:pt>
                <c:pt idx="1063">
                  <c:v>1.0299499999999999</c:v>
                </c:pt>
                <c:pt idx="1064">
                  <c:v>1.0304500000000001</c:v>
                </c:pt>
                <c:pt idx="1065">
                  <c:v>1.03095</c:v>
                </c:pt>
                <c:pt idx="1066">
                  <c:v>1.03145</c:v>
                </c:pt>
                <c:pt idx="1067">
                  <c:v>1.0319499999999999</c:v>
                </c:pt>
                <c:pt idx="1068">
                  <c:v>1.0324500000000001</c:v>
                </c:pt>
                <c:pt idx="1069">
                  <c:v>1.03295</c:v>
                </c:pt>
                <c:pt idx="1070">
                  <c:v>1.03345</c:v>
                </c:pt>
                <c:pt idx="1071">
                  <c:v>1.0339499999999999</c:v>
                </c:pt>
                <c:pt idx="1072">
                  <c:v>1.0344500000000001</c:v>
                </c:pt>
                <c:pt idx="1073">
                  <c:v>1.03495</c:v>
                </c:pt>
                <c:pt idx="1074">
                  <c:v>1.03545</c:v>
                </c:pt>
                <c:pt idx="1075">
                  <c:v>1.0359499999999999</c:v>
                </c:pt>
                <c:pt idx="1076">
                  <c:v>1.0364500000000001</c:v>
                </c:pt>
                <c:pt idx="1077">
                  <c:v>1.03695</c:v>
                </c:pt>
                <c:pt idx="1078">
                  <c:v>1.03745</c:v>
                </c:pt>
                <c:pt idx="1079">
                  <c:v>1.0379499999999999</c:v>
                </c:pt>
                <c:pt idx="1080">
                  <c:v>1.0384500000000001</c:v>
                </c:pt>
                <c:pt idx="1081">
                  <c:v>1.03895</c:v>
                </c:pt>
                <c:pt idx="1082">
                  <c:v>1.03945</c:v>
                </c:pt>
                <c:pt idx="1083">
                  <c:v>1.0399499999999999</c:v>
                </c:pt>
                <c:pt idx="1084">
                  <c:v>1.04044</c:v>
                </c:pt>
                <c:pt idx="1085">
                  <c:v>1.04094</c:v>
                </c:pt>
                <c:pt idx="1086">
                  <c:v>1.0414399999999999</c:v>
                </c:pt>
                <c:pt idx="1087">
                  <c:v>1.0419400000000001</c:v>
                </c:pt>
                <c:pt idx="1088">
                  <c:v>1.04244</c:v>
                </c:pt>
                <c:pt idx="1089">
                  <c:v>1.04294</c:v>
                </c:pt>
                <c:pt idx="1090">
                  <c:v>1.0434399999999999</c:v>
                </c:pt>
                <c:pt idx="1091">
                  <c:v>1.0439499999999999</c:v>
                </c:pt>
                <c:pt idx="1092">
                  <c:v>1.0444500000000001</c:v>
                </c:pt>
                <c:pt idx="1093">
                  <c:v>1.04495</c:v>
                </c:pt>
                <c:pt idx="1094">
                  <c:v>1.04545</c:v>
                </c:pt>
                <c:pt idx="1095">
                  <c:v>1.0459499999999999</c:v>
                </c:pt>
                <c:pt idx="1096">
                  <c:v>1.0464500000000001</c:v>
                </c:pt>
                <c:pt idx="1097">
                  <c:v>1.04695</c:v>
                </c:pt>
                <c:pt idx="1098">
                  <c:v>1.04745</c:v>
                </c:pt>
                <c:pt idx="1099">
                  <c:v>1.0479499999999999</c:v>
                </c:pt>
                <c:pt idx="1100">
                  <c:v>1.0484500000000001</c:v>
                </c:pt>
                <c:pt idx="1101">
                  <c:v>1.04895</c:v>
                </c:pt>
                <c:pt idx="1102">
                  <c:v>1.0494399999999999</c:v>
                </c:pt>
                <c:pt idx="1103">
                  <c:v>1.0499400000000001</c:v>
                </c:pt>
                <c:pt idx="1104">
                  <c:v>1.05044</c:v>
                </c:pt>
                <c:pt idx="1105">
                  <c:v>1.05094</c:v>
                </c:pt>
                <c:pt idx="1106">
                  <c:v>1.0514399999999999</c:v>
                </c:pt>
                <c:pt idx="1107">
                  <c:v>1.0519400000000001</c:v>
                </c:pt>
                <c:pt idx="1108">
                  <c:v>1.05244</c:v>
                </c:pt>
                <c:pt idx="1109">
                  <c:v>1.05294</c:v>
                </c:pt>
                <c:pt idx="1110">
                  <c:v>1.05345</c:v>
                </c:pt>
                <c:pt idx="1111">
                  <c:v>1.0539499999999999</c:v>
                </c:pt>
                <c:pt idx="1112">
                  <c:v>1.0544500000000001</c:v>
                </c:pt>
                <c:pt idx="1113">
                  <c:v>1.05494</c:v>
                </c:pt>
                <c:pt idx="1114">
                  <c:v>1.0554399999999999</c:v>
                </c:pt>
                <c:pt idx="1115">
                  <c:v>1.0559400000000001</c:v>
                </c:pt>
                <c:pt idx="1116">
                  <c:v>1.05644</c:v>
                </c:pt>
                <c:pt idx="1117">
                  <c:v>1.05694</c:v>
                </c:pt>
                <c:pt idx="1118">
                  <c:v>1.0574399999999999</c:v>
                </c:pt>
                <c:pt idx="1119">
                  <c:v>1.0579400000000001</c:v>
                </c:pt>
                <c:pt idx="1120">
                  <c:v>1.05844</c:v>
                </c:pt>
                <c:pt idx="1121">
                  <c:v>1.05894</c:v>
                </c:pt>
                <c:pt idx="1122">
                  <c:v>1.0594399999999999</c:v>
                </c:pt>
                <c:pt idx="1123">
                  <c:v>1.0599400000000001</c:v>
                </c:pt>
                <c:pt idx="1124">
                  <c:v>1.06044</c:v>
                </c:pt>
                <c:pt idx="1125">
                  <c:v>1.06094</c:v>
                </c:pt>
                <c:pt idx="1126">
                  <c:v>1.0614399999999999</c:v>
                </c:pt>
                <c:pt idx="1127">
                  <c:v>1.0619400000000001</c:v>
                </c:pt>
                <c:pt idx="1128">
                  <c:v>1.0624400000000001</c:v>
                </c:pt>
                <c:pt idx="1129">
                  <c:v>1.06294</c:v>
                </c:pt>
                <c:pt idx="1130">
                  <c:v>1.0634399999999999</c:v>
                </c:pt>
                <c:pt idx="1131">
                  <c:v>1.0639400000000001</c:v>
                </c:pt>
                <c:pt idx="1132">
                  <c:v>1.0644400000000001</c:v>
                </c:pt>
                <c:pt idx="1133">
                  <c:v>1.06494</c:v>
                </c:pt>
                <c:pt idx="1134">
                  <c:v>1.0654300000000001</c:v>
                </c:pt>
                <c:pt idx="1135">
                  <c:v>1.0659400000000001</c:v>
                </c:pt>
                <c:pt idx="1136">
                  <c:v>1.0664400000000001</c:v>
                </c:pt>
                <c:pt idx="1137">
                  <c:v>1.06694</c:v>
                </c:pt>
                <c:pt idx="1138">
                  <c:v>1.0674300000000001</c:v>
                </c:pt>
                <c:pt idx="1139">
                  <c:v>1.0679399999999999</c:v>
                </c:pt>
                <c:pt idx="1140">
                  <c:v>1.0684400000000001</c:v>
                </c:pt>
                <c:pt idx="1141">
                  <c:v>1.06894</c:v>
                </c:pt>
                <c:pt idx="1142">
                  <c:v>1.0694399999999999</c:v>
                </c:pt>
                <c:pt idx="1143">
                  <c:v>1.06993</c:v>
                </c:pt>
                <c:pt idx="1144">
                  <c:v>1.07043</c:v>
                </c:pt>
                <c:pt idx="1145">
                  <c:v>1.0709299999999999</c:v>
                </c:pt>
                <c:pt idx="1146">
                  <c:v>1.0714300000000001</c:v>
                </c:pt>
                <c:pt idx="1147">
                  <c:v>1.07193</c:v>
                </c:pt>
                <c:pt idx="1148">
                  <c:v>1.07243</c:v>
                </c:pt>
                <c:pt idx="1149">
                  <c:v>1.0729299999999999</c:v>
                </c:pt>
                <c:pt idx="1150">
                  <c:v>1.0734300000000001</c:v>
                </c:pt>
                <c:pt idx="1151">
                  <c:v>1.0739300000000001</c:v>
                </c:pt>
                <c:pt idx="1152">
                  <c:v>1.07443</c:v>
                </c:pt>
                <c:pt idx="1153">
                  <c:v>1.0749299999999999</c:v>
                </c:pt>
                <c:pt idx="1154">
                  <c:v>1.0754300000000001</c:v>
                </c:pt>
                <c:pt idx="1155">
                  <c:v>1.0759300000000001</c:v>
                </c:pt>
                <c:pt idx="1156">
                  <c:v>1.07643</c:v>
                </c:pt>
                <c:pt idx="1157">
                  <c:v>1.0769299999999999</c:v>
                </c:pt>
                <c:pt idx="1158">
                  <c:v>1.0774300000000001</c:v>
                </c:pt>
                <c:pt idx="1159">
                  <c:v>1.0779300000000001</c:v>
                </c:pt>
                <c:pt idx="1160">
                  <c:v>1.07843</c:v>
                </c:pt>
                <c:pt idx="1161">
                  <c:v>1.0789299999999999</c:v>
                </c:pt>
                <c:pt idx="1162">
                  <c:v>1.0794299999999999</c:v>
                </c:pt>
                <c:pt idx="1163">
                  <c:v>1.0799300000000001</c:v>
                </c:pt>
                <c:pt idx="1164">
                  <c:v>1.08043</c:v>
                </c:pt>
                <c:pt idx="1165">
                  <c:v>1.0809299999999999</c:v>
                </c:pt>
                <c:pt idx="1166">
                  <c:v>1.08144</c:v>
                </c:pt>
                <c:pt idx="1167">
                  <c:v>1.0819399999999999</c:v>
                </c:pt>
                <c:pt idx="1168">
                  <c:v>1.0824400000000001</c:v>
                </c:pt>
                <c:pt idx="1169">
                  <c:v>1.08294</c:v>
                </c:pt>
                <c:pt idx="1170">
                  <c:v>1.08344</c:v>
                </c:pt>
                <c:pt idx="1171">
                  <c:v>1.0839300000000001</c:v>
                </c:pt>
                <c:pt idx="1172">
                  <c:v>1.08443</c:v>
                </c:pt>
                <c:pt idx="1173">
                  <c:v>1.0849299999999999</c:v>
                </c:pt>
                <c:pt idx="1174">
                  <c:v>1.0854299999999999</c:v>
                </c:pt>
                <c:pt idx="1175">
                  <c:v>1.0859300000000001</c:v>
                </c:pt>
                <c:pt idx="1176">
                  <c:v>1.08643</c:v>
                </c:pt>
                <c:pt idx="1177">
                  <c:v>1.08693</c:v>
                </c:pt>
                <c:pt idx="1178">
                  <c:v>1.0874299999999999</c:v>
                </c:pt>
                <c:pt idx="1179">
                  <c:v>1.0879300000000001</c:v>
                </c:pt>
                <c:pt idx="1180">
                  <c:v>1.08843</c:v>
                </c:pt>
                <c:pt idx="1181">
                  <c:v>1.08893</c:v>
                </c:pt>
                <c:pt idx="1182">
                  <c:v>1.0894299999999999</c:v>
                </c:pt>
                <c:pt idx="1183">
                  <c:v>1.0899300000000001</c:v>
                </c:pt>
                <c:pt idx="1184">
                  <c:v>1.09043</c:v>
                </c:pt>
                <c:pt idx="1185">
                  <c:v>1.09093</c:v>
                </c:pt>
                <c:pt idx="1186">
                  <c:v>1.0914299999999999</c:v>
                </c:pt>
                <c:pt idx="1187">
                  <c:v>1.0919300000000001</c:v>
                </c:pt>
                <c:pt idx="1188">
                  <c:v>1.0924400000000001</c:v>
                </c:pt>
                <c:pt idx="1189">
                  <c:v>1.09294</c:v>
                </c:pt>
                <c:pt idx="1190">
                  <c:v>1.09344</c:v>
                </c:pt>
                <c:pt idx="1191">
                  <c:v>1.0939300000000001</c:v>
                </c:pt>
                <c:pt idx="1192">
                  <c:v>1.09443</c:v>
                </c:pt>
                <c:pt idx="1193">
                  <c:v>1.09493</c:v>
                </c:pt>
                <c:pt idx="1194">
                  <c:v>1.0954299999999999</c:v>
                </c:pt>
                <c:pt idx="1195">
                  <c:v>1.0959300000000001</c:v>
                </c:pt>
                <c:pt idx="1196">
                  <c:v>1.09643</c:v>
                </c:pt>
                <c:pt idx="1197">
                  <c:v>1.0969199999999999</c:v>
                </c:pt>
                <c:pt idx="1198">
                  <c:v>1.0974299999999999</c:v>
                </c:pt>
                <c:pt idx="1199">
                  <c:v>1.09792</c:v>
                </c:pt>
                <c:pt idx="1200">
                  <c:v>1.09842</c:v>
                </c:pt>
                <c:pt idx="1201">
                  <c:v>1.0989199999999999</c:v>
                </c:pt>
                <c:pt idx="1202">
                  <c:v>1.0994200000000001</c:v>
                </c:pt>
                <c:pt idx="1203">
                  <c:v>1.09992</c:v>
                </c:pt>
                <c:pt idx="1204">
                  <c:v>1.10042</c:v>
                </c:pt>
                <c:pt idx="1205">
                  <c:v>1.10093</c:v>
                </c:pt>
                <c:pt idx="1206">
                  <c:v>1.1014299999999999</c:v>
                </c:pt>
                <c:pt idx="1207">
                  <c:v>1.1019300000000001</c:v>
                </c:pt>
                <c:pt idx="1208">
                  <c:v>1.10243</c:v>
                </c:pt>
                <c:pt idx="1209">
                  <c:v>1.10293</c:v>
                </c:pt>
                <c:pt idx="1210">
                  <c:v>1.1034299999999999</c:v>
                </c:pt>
                <c:pt idx="1211">
                  <c:v>1.10392</c:v>
                </c:pt>
                <c:pt idx="1212">
                  <c:v>1.10442</c:v>
                </c:pt>
                <c:pt idx="1213">
                  <c:v>1.1049199999999999</c:v>
                </c:pt>
                <c:pt idx="1214">
                  <c:v>1.1054200000000001</c:v>
                </c:pt>
                <c:pt idx="1215">
                  <c:v>1.10592</c:v>
                </c:pt>
                <c:pt idx="1216">
                  <c:v>1.10642</c:v>
                </c:pt>
                <c:pt idx="1217">
                  <c:v>1.1069199999999999</c:v>
                </c:pt>
                <c:pt idx="1218">
                  <c:v>1.1074200000000001</c:v>
                </c:pt>
                <c:pt idx="1219">
                  <c:v>1.10792</c:v>
                </c:pt>
                <c:pt idx="1220">
                  <c:v>1.10842</c:v>
                </c:pt>
                <c:pt idx="1221">
                  <c:v>1.1089199999999999</c:v>
                </c:pt>
                <c:pt idx="1222">
                  <c:v>1.1094200000000001</c:v>
                </c:pt>
                <c:pt idx="1223">
                  <c:v>1.10992</c:v>
                </c:pt>
                <c:pt idx="1224">
                  <c:v>1.11042</c:v>
                </c:pt>
                <c:pt idx="1225">
                  <c:v>1.1109199999999999</c:v>
                </c:pt>
                <c:pt idx="1226">
                  <c:v>1.1114200000000001</c:v>
                </c:pt>
                <c:pt idx="1227">
                  <c:v>1.11192</c:v>
                </c:pt>
                <c:pt idx="1228">
                  <c:v>1.11242</c:v>
                </c:pt>
                <c:pt idx="1229">
                  <c:v>1.1129199999999999</c:v>
                </c:pt>
                <c:pt idx="1230">
                  <c:v>1.1134200000000001</c:v>
                </c:pt>
                <c:pt idx="1231">
                  <c:v>1.11392</c:v>
                </c:pt>
                <c:pt idx="1232">
                  <c:v>1.11442</c:v>
                </c:pt>
                <c:pt idx="1233">
                  <c:v>1.1149199999999999</c:v>
                </c:pt>
                <c:pt idx="1234">
                  <c:v>1.1154200000000001</c:v>
                </c:pt>
                <c:pt idx="1235">
                  <c:v>1.11592</c:v>
                </c:pt>
                <c:pt idx="1236">
                  <c:v>1.11642</c:v>
                </c:pt>
                <c:pt idx="1237">
                  <c:v>1.1169199999999999</c:v>
                </c:pt>
                <c:pt idx="1238">
                  <c:v>1.1174200000000001</c:v>
                </c:pt>
                <c:pt idx="1239">
                  <c:v>1.11792</c:v>
                </c:pt>
                <c:pt idx="1240">
                  <c:v>1.1184099999999999</c:v>
                </c:pt>
                <c:pt idx="1241">
                  <c:v>1.1189100000000001</c:v>
                </c:pt>
                <c:pt idx="1242">
                  <c:v>1.11941</c:v>
                </c:pt>
                <c:pt idx="1243">
                  <c:v>1.11991</c:v>
                </c:pt>
                <c:pt idx="1244">
                  <c:v>1.1204099999999999</c:v>
                </c:pt>
                <c:pt idx="1245">
                  <c:v>1.1209100000000001</c:v>
                </c:pt>
                <c:pt idx="1246">
                  <c:v>1.12141</c:v>
                </c:pt>
                <c:pt idx="1247">
                  <c:v>1.12192</c:v>
                </c:pt>
                <c:pt idx="1248">
                  <c:v>1.12242</c:v>
                </c:pt>
                <c:pt idx="1249">
                  <c:v>1.1229199999999999</c:v>
                </c:pt>
                <c:pt idx="1250">
                  <c:v>1.1234200000000001</c:v>
                </c:pt>
                <c:pt idx="1251">
                  <c:v>1.12392</c:v>
                </c:pt>
                <c:pt idx="1252">
                  <c:v>1.12442</c:v>
                </c:pt>
                <c:pt idx="1253">
                  <c:v>1.1249199999999999</c:v>
                </c:pt>
                <c:pt idx="1254">
                  <c:v>1.1254200000000001</c:v>
                </c:pt>
                <c:pt idx="1255">
                  <c:v>1.12591</c:v>
                </c:pt>
                <c:pt idx="1256">
                  <c:v>1.1264099999999999</c:v>
                </c:pt>
                <c:pt idx="1257">
                  <c:v>1.1269100000000001</c:v>
                </c:pt>
                <c:pt idx="1258">
                  <c:v>1.12741</c:v>
                </c:pt>
                <c:pt idx="1259">
                  <c:v>1.12791</c:v>
                </c:pt>
                <c:pt idx="1260">
                  <c:v>1.1284099999999999</c:v>
                </c:pt>
                <c:pt idx="1261">
                  <c:v>1.1289100000000001</c:v>
                </c:pt>
                <c:pt idx="1262">
                  <c:v>1.12941</c:v>
                </c:pt>
                <c:pt idx="1263">
                  <c:v>1.12991</c:v>
                </c:pt>
                <c:pt idx="1264">
                  <c:v>1.1304099999999999</c:v>
                </c:pt>
                <c:pt idx="1265">
                  <c:v>1.1309199999999999</c:v>
                </c:pt>
                <c:pt idx="1266">
                  <c:v>1.1314200000000001</c:v>
                </c:pt>
                <c:pt idx="1267">
                  <c:v>1.13192</c:v>
                </c:pt>
                <c:pt idx="1268">
                  <c:v>1.13242</c:v>
                </c:pt>
                <c:pt idx="1269">
                  <c:v>1.1329199999999999</c:v>
                </c:pt>
                <c:pt idx="1270">
                  <c:v>1.13341</c:v>
                </c:pt>
                <c:pt idx="1271">
                  <c:v>1.13391</c:v>
                </c:pt>
                <c:pt idx="1272">
                  <c:v>1.1344099999999999</c:v>
                </c:pt>
                <c:pt idx="1273">
                  <c:v>1.1349100000000001</c:v>
                </c:pt>
                <c:pt idx="1274">
                  <c:v>1.13541</c:v>
                </c:pt>
                <c:pt idx="1275">
                  <c:v>1.13591</c:v>
                </c:pt>
                <c:pt idx="1276">
                  <c:v>1.1364099999999999</c:v>
                </c:pt>
                <c:pt idx="1277">
                  <c:v>1.1369100000000001</c:v>
                </c:pt>
                <c:pt idx="1278">
                  <c:v>1.13741</c:v>
                </c:pt>
                <c:pt idx="1279">
                  <c:v>1.13791</c:v>
                </c:pt>
                <c:pt idx="1280">
                  <c:v>1.1384099999999999</c:v>
                </c:pt>
                <c:pt idx="1281">
                  <c:v>1.1389100000000001</c:v>
                </c:pt>
                <c:pt idx="1282">
                  <c:v>1.13941</c:v>
                </c:pt>
                <c:pt idx="1283">
                  <c:v>1.13991</c:v>
                </c:pt>
                <c:pt idx="1284">
                  <c:v>1.1404000000000001</c:v>
                </c:pt>
                <c:pt idx="1285">
                  <c:v>1.1409</c:v>
                </c:pt>
                <c:pt idx="1286">
                  <c:v>1.1414</c:v>
                </c:pt>
                <c:pt idx="1287">
                  <c:v>1.1418999999999999</c:v>
                </c:pt>
                <c:pt idx="1288">
                  <c:v>1.1424000000000001</c:v>
                </c:pt>
                <c:pt idx="1289">
                  <c:v>1.1429</c:v>
                </c:pt>
                <c:pt idx="1290">
                  <c:v>1.1434</c:v>
                </c:pt>
                <c:pt idx="1291">
                  <c:v>1.1438999999999999</c:v>
                </c:pt>
                <c:pt idx="1292">
                  <c:v>1.1444000000000001</c:v>
                </c:pt>
                <c:pt idx="1293">
                  <c:v>1.1449</c:v>
                </c:pt>
                <c:pt idx="1294">
                  <c:v>1.1454</c:v>
                </c:pt>
                <c:pt idx="1295">
                  <c:v>1.1458999999999999</c:v>
                </c:pt>
                <c:pt idx="1296">
                  <c:v>1.1464000000000001</c:v>
                </c:pt>
                <c:pt idx="1297">
                  <c:v>1.1469100000000001</c:v>
                </c:pt>
                <c:pt idx="1298">
                  <c:v>1.1474</c:v>
                </c:pt>
                <c:pt idx="1299">
                  <c:v>1.1478999999999999</c:v>
                </c:pt>
                <c:pt idx="1300">
                  <c:v>1.1484000000000001</c:v>
                </c:pt>
                <c:pt idx="1301">
                  <c:v>1.1489</c:v>
                </c:pt>
                <c:pt idx="1302">
                  <c:v>1.1494</c:v>
                </c:pt>
                <c:pt idx="1303">
                  <c:v>1.1498999999999999</c:v>
                </c:pt>
                <c:pt idx="1304">
                  <c:v>1.1504000000000001</c:v>
                </c:pt>
                <c:pt idx="1305">
                  <c:v>1.1509</c:v>
                </c:pt>
                <c:pt idx="1306">
                  <c:v>1.1514</c:v>
                </c:pt>
                <c:pt idx="1307">
                  <c:v>1.1518999999999999</c:v>
                </c:pt>
                <c:pt idx="1308">
                  <c:v>1.1524000000000001</c:v>
                </c:pt>
                <c:pt idx="1309">
                  <c:v>1.1529</c:v>
                </c:pt>
                <c:pt idx="1310">
                  <c:v>1.1534</c:v>
                </c:pt>
                <c:pt idx="1311">
                  <c:v>1.1538999999999999</c:v>
                </c:pt>
                <c:pt idx="1312">
                  <c:v>1.1544000000000001</c:v>
                </c:pt>
                <c:pt idx="1313">
                  <c:v>1.1549</c:v>
                </c:pt>
                <c:pt idx="1314">
                  <c:v>1.1554</c:v>
                </c:pt>
                <c:pt idx="1315">
                  <c:v>1.1558999999999999</c:v>
                </c:pt>
                <c:pt idx="1316">
                  <c:v>1.1564000000000001</c:v>
                </c:pt>
                <c:pt idx="1317">
                  <c:v>1.1569</c:v>
                </c:pt>
                <c:pt idx="1318">
                  <c:v>1.1574</c:v>
                </c:pt>
                <c:pt idx="1319">
                  <c:v>1.1578900000000001</c:v>
                </c:pt>
                <c:pt idx="1320">
                  <c:v>1.15839</c:v>
                </c:pt>
                <c:pt idx="1321">
                  <c:v>1.15889</c:v>
                </c:pt>
                <c:pt idx="1322">
                  <c:v>1.1593899999999999</c:v>
                </c:pt>
                <c:pt idx="1323">
                  <c:v>1.1598900000000001</c:v>
                </c:pt>
                <c:pt idx="1324">
                  <c:v>1.1604000000000001</c:v>
                </c:pt>
                <c:pt idx="1325">
                  <c:v>1.1609</c:v>
                </c:pt>
                <c:pt idx="1326">
                  <c:v>1.1614</c:v>
                </c:pt>
                <c:pt idx="1327">
                  <c:v>1.1618999999999999</c:v>
                </c:pt>
                <c:pt idx="1328">
                  <c:v>1.1624000000000001</c:v>
                </c:pt>
                <c:pt idx="1329">
                  <c:v>1.1629</c:v>
                </c:pt>
                <c:pt idx="1330">
                  <c:v>1.1634</c:v>
                </c:pt>
                <c:pt idx="1331">
                  <c:v>1.1638999999999999</c:v>
                </c:pt>
                <c:pt idx="1332">
                  <c:v>1.1644000000000001</c:v>
                </c:pt>
                <c:pt idx="1333">
                  <c:v>1.1649</c:v>
                </c:pt>
                <c:pt idx="1334">
                  <c:v>1.1654</c:v>
                </c:pt>
                <c:pt idx="1335">
                  <c:v>1.1658999999999999</c:v>
                </c:pt>
                <c:pt idx="1336">
                  <c:v>1.1664000000000001</c:v>
                </c:pt>
                <c:pt idx="1337">
                  <c:v>1.16689</c:v>
                </c:pt>
                <c:pt idx="1338">
                  <c:v>1.1673899999999999</c:v>
                </c:pt>
                <c:pt idx="1339">
                  <c:v>1.1678900000000001</c:v>
                </c:pt>
                <c:pt idx="1340">
                  <c:v>1.16839</c:v>
                </c:pt>
                <c:pt idx="1341">
                  <c:v>1.16889</c:v>
                </c:pt>
                <c:pt idx="1342">
                  <c:v>1.1693899999999999</c:v>
                </c:pt>
                <c:pt idx="1343">
                  <c:v>1.1698900000000001</c:v>
                </c:pt>
                <c:pt idx="1344">
                  <c:v>1.17039</c:v>
                </c:pt>
                <c:pt idx="1345">
                  <c:v>1.17089</c:v>
                </c:pt>
                <c:pt idx="1346">
                  <c:v>1.1713899999999999</c:v>
                </c:pt>
                <c:pt idx="1347">
                  <c:v>1.1718900000000001</c:v>
                </c:pt>
                <c:pt idx="1348">
                  <c:v>1.17239</c:v>
                </c:pt>
                <c:pt idx="1349">
                  <c:v>1.17289</c:v>
                </c:pt>
                <c:pt idx="1350">
                  <c:v>1.1733899999999999</c:v>
                </c:pt>
                <c:pt idx="1351">
                  <c:v>1.1738900000000001</c:v>
                </c:pt>
                <c:pt idx="1352">
                  <c:v>1.17439</c:v>
                </c:pt>
                <c:pt idx="1353">
                  <c:v>1.17489</c:v>
                </c:pt>
                <c:pt idx="1354">
                  <c:v>1.1753899999999999</c:v>
                </c:pt>
                <c:pt idx="1355">
                  <c:v>1.1758900000000001</c:v>
                </c:pt>
                <c:pt idx="1356">
                  <c:v>1.17639</c:v>
                </c:pt>
                <c:pt idx="1357">
                  <c:v>1.17689</c:v>
                </c:pt>
                <c:pt idx="1358">
                  <c:v>1.1773899999999999</c:v>
                </c:pt>
                <c:pt idx="1359">
                  <c:v>1.1778900000000001</c:v>
                </c:pt>
                <c:pt idx="1360">
                  <c:v>1.17839</c:v>
                </c:pt>
                <c:pt idx="1361">
                  <c:v>1.17889</c:v>
                </c:pt>
                <c:pt idx="1362">
                  <c:v>1.1793899999999999</c:v>
                </c:pt>
                <c:pt idx="1363">
                  <c:v>1.1798900000000001</c:v>
                </c:pt>
                <c:pt idx="1364">
                  <c:v>1.1803900000000001</c:v>
                </c:pt>
                <c:pt idx="1365">
                  <c:v>1.18089</c:v>
                </c:pt>
                <c:pt idx="1366">
                  <c:v>1.1813899999999999</c:v>
                </c:pt>
                <c:pt idx="1367">
                  <c:v>1.1818900000000001</c:v>
                </c:pt>
                <c:pt idx="1368">
                  <c:v>1.18238</c:v>
                </c:pt>
                <c:pt idx="1369">
                  <c:v>1.1828799999999999</c:v>
                </c:pt>
                <c:pt idx="1370">
                  <c:v>1.1833800000000001</c:v>
                </c:pt>
                <c:pt idx="1371">
                  <c:v>1.18388</c:v>
                </c:pt>
                <c:pt idx="1372">
                  <c:v>1.18438</c:v>
                </c:pt>
                <c:pt idx="1373">
                  <c:v>1.1848799999999999</c:v>
                </c:pt>
                <c:pt idx="1374">
                  <c:v>1.1853899999999999</c:v>
                </c:pt>
                <c:pt idx="1375">
                  <c:v>1.1858900000000001</c:v>
                </c:pt>
                <c:pt idx="1376">
                  <c:v>1.1863900000000001</c:v>
                </c:pt>
                <c:pt idx="1377">
                  <c:v>1.18689</c:v>
                </c:pt>
                <c:pt idx="1378">
                  <c:v>1.1873899999999999</c:v>
                </c:pt>
                <c:pt idx="1379">
                  <c:v>1.1878899999999999</c:v>
                </c:pt>
                <c:pt idx="1380">
                  <c:v>1.1883900000000001</c:v>
                </c:pt>
                <c:pt idx="1381">
                  <c:v>1.18889</c:v>
                </c:pt>
                <c:pt idx="1382">
                  <c:v>1.1893899999999999</c:v>
                </c:pt>
                <c:pt idx="1383">
                  <c:v>1.1898899999999999</c:v>
                </c:pt>
                <c:pt idx="1384">
                  <c:v>1.19038</c:v>
                </c:pt>
                <c:pt idx="1385">
                  <c:v>1.1908799999999999</c:v>
                </c:pt>
                <c:pt idx="1386">
                  <c:v>1.1913800000000001</c:v>
                </c:pt>
                <c:pt idx="1387">
                  <c:v>1.1918800000000001</c:v>
                </c:pt>
                <c:pt idx="1388">
                  <c:v>1.19238</c:v>
                </c:pt>
                <c:pt idx="1389">
                  <c:v>1.1928799999999999</c:v>
                </c:pt>
                <c:pt idx="1390">
                  <c:v>1.1933800000000001</c:v>
                </c:pt>
                <c:pt idx="1391">
                  <c:v>1.1938800000000001</c:v>
                </c:pt>
                <c:pt idx="1392">
                  <c:v>1.19438</c:v>
                </c:pt>
                <c:pt idx="1393">
                  <c:v>1.1948799999999999</c:v>
                </c:pt>
                <c:pt idx="1394">
                  <c:v>1.1953800000000001</c:v>
                </c:pt>
                <c:pt idx="1395">
                  <c:v>1.1958800000000001</c:v>
                </c:pt>
                <c:pt idx="1396">
                  <c:v>1.19638</c:v>
                </c:pt>
                <c:pt idx="1397">
                  <c:v>1.1968799999999999</c:v>
                </c:pt>
                <c:pt idx="1398">
                  <c:v>1.1973800000000001</c:v>
                </c:pt>
                <c:pt idx="1399">
                  <c:v>1.1978800000000001</c:v>
                </c:pt>
                <c:pt idx="1400">
                  <c:v>1.19838</c:v>
                </c:pt>
                <c:pt idx="1401">
                  <c:v>1.1988799999999999</c:v>
                </c:pt>
                <c:pt idx="1402">
                  <c:v>1.1993799999999999</c:v>
                </c:pt>
                <c:pt idx="1403">
                  <c:v>1.1998800000000001</c:v>
                </c:pt>
                <c:pt idx="1404">
                  <c:v>1.20038</c:v>
                </c:pt>
                <c:pt idx="1405">
                  <c:v>1.2008799999999999</c:v>
                </c:pt>
                <c:pt idx="1406">
                  <c:v>1.2013799999999999</c:v>
                </c:pt>
                <c:pt idx="1407">
                  <c:v>1.2018800000000001</c:v>
                </c:pt>
                <c:pt idx="1408">
                  <c:v>1.20238</c:v>
                </c:pt>
                <c:pt idx="1409">
                  <c:v>1.2028799999999999</c:v>
                </c:pt>
                <c:pt idx="1410">
                  <c:v>1.2033799999999999</c:v>
                </c:pt>
                <c:pt idx="1411">
                  <c:v>1.20387</c:v>
                </c:pt>
                <c:pt idx="1412">
                  <c:v>1.2043699999999999</c:v>
                </c:pt>
                <c:pt idx="1413">
                  <c:v>1.2048700000000001</c:v>
                </c:pt>
                <c:pt idx="1414">
                  <c:v>1.2053700000000001</c:v>
                </c:pt>
                <c:pt idx="1415">
                  <c:v>1.20587</c:v>
                </c:pt>
                <c:pt idx="1416">
                  <c:v>1.2063699999999999</c:v>
                </c:pt>
                <c:pt idx="1417">
                  <c:v>1.2068700000000001</c:v>
                </c:pt>
                <c:pt idx="1418">
                  <c:v>1.2073700000000001</c:v>
                </c:pt>
                <c:pt idx="1419">
                  <c:v>1.20787</c:v>
                </c:pt>
                <c:pt idx="1420">
                  <c:v>1.2083699999999999</c:v>
                </c:pt>
                <c:pt idx="1421">
                  <c:v>1.2088699999999999</c:v>
                </c:pt>
                <c:pt idx="1422">
                  <c:v>1.2093799999999999</c:v>
                </c:pt>
                <c:pt idx="1423">
                  <c:v>1.2098800000000001</c:v>
                </c:pt>
                <c:pt idx="1424">
                  <c:v>1.21038</c:v>
                </c:pt>
                <c:pt idx="1425">
                  <c:v>1.21088</c:v>
                </c:pt>
                <c:pt idx="1426">
                  <c:v>1.2113799999999999</c:v>
                </c:pt>
                <c:pt idx="1427">
                  <c:v>1.2118800000000001</c:v>
                </c:pt>
                <c:pt idx="1428">
                  <c:v>1.21238</c:v>
                </c:pt>
                <c:pt idx="1429">
                  <c:v>1.21288</c:v>
                </c:pt>
                <c:pt idx="1430">
                  <c:v>1.2133799999999999</c:v>
                </c:pt>
                <c:pt idx="1431">
                  <c:v>1.2138800000000001</c:v>
                </c:pt>
                <c:pt idx="1432">
                  <c:v>1.21438</c:v>
                </c:pt>
                <c:pt idx="1433">
                  <c:v>1.21488</c:v>
                </c:pt>
                <c:pt idx="1434">
                  <c:v>1.2153799999999999</c:v>
                </c:pt>
                <c:pt idx="1435">
                  <c:v>1.21587</c:v>
                </c:pt>
                <c:pt idx="1436">
                  <c:v>1.21637</c:v>
                </c:pt>
                <c:pt idx="1437">
                  <c:v>1.2168699999999999</c:v>
                </c:pt>
                <c:pt idx="1438">
                  <c:v>1.2173700000000001</c:v>
                </c:pt>
                <c:pt idx="1439">
                  <c:v>1.21787</c:v>
                </c:pt>
                <c:pt idx="1440">
                  <c:v>1.21837</c:v>
                </c:pt>
                <c:pt idx="1441">
                  <c:v>1.2188699999999999</c:v>
                </c:pt>
                <c:pt idx="1442">
                  <c:v>1.2193700000000001</c:v>
                </c:pt>
                <c:pt idx="1443">
                  <c:v>1.21987</c:v>
                </c:pt>
                <c:pt idx="1444">
                  <c:v>1.22037</c:v>
                </c:pt>
                <c:pt idx="1445">
                  <c:v>1.2208699999999999</c:v>
                </c:pt>
                <c:pt idx="1446">
                  <c:v>1.2213700000000001</c:v>
                </c:pt>
                <c:pt idx="1447">
                  <c:v>1.22187</c:v>
                </c:pt>
                <c:pt idx="1448">
                  <c:v>1.22237</c:v>
                </c:pt>
                <c:pt idx="1449">
                  <c:v>1.2228699999999999</c:v>
                </c:pt>
                <c:pt idx="1450">
                  <c:v>1.2233700000000001</c:v>
                </c:pt>
                <c:pt idx="1451">
                  <c:v>1.22387</c:v>
                </c:pt>
                <c:pt idx="1452">
                  <c:v>1.22437</c:v>
                </c:pt>
                <c:pt idx="1453">
                  <c:v>1.2248699999999999</c:v>
                </c:pt>
                <c:pt idx="1454">
                  <c:v>1.2253700000000001</c:v>
                </c:pt>
                <c:pt idx="1455">
                  <c:v>1.22587</c:v>
                </c:pt>
                <c:pt idx="1456">
                  <c:v>1.22637</c:v>
                </c:pt>
                <c:pt idx="1457">
                  <c:v>1.2268699999999999</c:v>
                </c:pt>
                <c:pt idx="1458">
                  <c:v>1.2273700000000001</c:v>
                </c:pt>
                <c:pt idx="1459">
                  <c:v>1.22787</c:v>
                </c:pt>
                <c:pt idx="1460">
                  <c:v>1.22837</c:v>
                </c:pt>
                <c:pt idx="1461">
                  <c:v>1.2288699999999999</c:v>
                </c:pt>
                <c:pt idx="1462">
                  <c:v>1.2293700000000001</c:v>
                </c:pt>
                <c:pt idx="1463">
                  <c:v>1.22987</c:v>
                </c:pt>
                <c:pt idx="1464">
                  <c:v>1.23037</c:v>
                </c:pt>
                <c:pt idx="1465">
                  <c:v>1.2308699999999999</c:v>
                </c:pt>
                <c:pt idx="1466">
                  <c:v>1.2313700000000001</c:v>
                </c:pt>
                <c:pt idx="1467">
                  <c:v>1.23187</c:v>
                </c:pt>
                <c:pt idx="1468">
                  <c:v>1.23237</c:v>
                </c:pt>
                <c:pt idx="1469">
                  <c:v>1.2328699999999999</c:v>
                </c:pt>
                <c:pt idx="1470">
                  <c:v>1.23336</c:v>
                </c:pt>
                <c:pt idx="1471">
                  <c:v>1.23386</c:v>
                </c:pt>
                <c:pt idx="1472">
                  <c:v>1.2343599999999999</c:v>
                </c:pt>
                <c:pt idx="1473">
                  <c:v>1.2348600000000001</c:v>
                </c:pt>
                <c:pt idx="1474">
                  <c:v>1.23536</c:v>
                </c:pt>
                <c:pt idx="1475">
                  <c:v>1.23586</c:v>
                </c:pt>
                <c:pt idx="1476">
                  <c:v>1.2363599999999999</c:v>
                </c:pt>
                <c:pt idx="1477">
                  <c:v>1.2368699999999999</c:v>
                </c:pt>
                <c:pt idx="1478">
                  <c:v>1.2373700000000001</c:v>
                </c:pt>
                <c:pt idx="1479">
                  <c:v>1.23787</c:v>
                </c:pt>
                <c:pt idx="1480">
                  <c:v>1.23837</c:v>
                </c:pt>
                <c:pt idx="1481">
                  <c:v>1.2388699999999999</c:v>
                </c:pt>
                <c:pt idx="1482">
                  <c:v>1.2393700000000001</c:v>
                </c:pt>
                <c:pt idx="1483">
                  <c:v>1.23987</c:v>
                </c:pt>
                <c:pt idx="1484">
                  <c:v>1.24037</c:v>
                </c:pt>
                <c:pt idx="1485">
                  <c:v>1.2408600000000001</c:v>
                </c:pt>
                <c:pt idx="1486">
                  <c:v>1.24136</c:v>
                </c:pt>
                <c:pt idx="1487">
                  <c:v>1.24186</c:v>
                </c:pt>
                <c:pt idx="1488">
                  <c:v>1.2423599999999999</c:v>
                </c:pt>
                <c:pt idx="1489">
                  <c:v>1.2428600000000001</c:v>
                </c:pt>
                <c:pt idx="1490">
                  <c:v>1.24336</c:v>
                </c:pt>
                <c:pt idx="1491">
                  <c:v>1.24386</c:v>
                </c:pt>
                <c:pt idx="1492">
                  <c:v>1.2443599999999999</c:v>
                </c:pt>
                <c:pt idx="1493">
                  <c:v>1.2448600000000001</c:v>
                </c:pt>
                <c:pt idx="1494">
                  <c:v>1.24536</c:v>
                </c:pt>
                <c:pt idx="1495">
                  <c:v>1.24586</c:v>
                </c:pt>
                <c:pt idx="1496">
                  <c:v>1.2463599999999999</c:v>
                </c:pt>
                <c:pt idx="1497">
                  <c:v>1.2468600000000001</c:v>
                </c:pt>
                <c:pt idx="1498">
                  <c:v>1.24736</c:v>
                </c:pt>
                <c:pt idx="1499">
                  <c:v>1.24786</c:v>
                </c:pt>
                <c:pt idx="1500">
                  <c:v>1.2483599999999999</c:v>
                </c:pt>
                <c:pt idx="1501">
                  <c:v>1.2488600000000001</c:v>
                </c:pt>
                <c:pt idx="1502">
                  <c:v>1.24935</c:v>
                </c:pt>
                <c:pt idx="1503">
                  <c:v>1.2498499999999999</c:v>
                </c:pt>
                <c:pt idx="1504">
                  <c:v>1.25034</c:v>
                </c:pt>
                <c:pt idx="1505">
                  <c:v>1.25084</c:v>
                </c:pt>
                <c:pt idx="1506">
                  <c:v>1.25135</c:v>
                </c:pt>
                <c:pt idx="1507">
                  <c:v>1.2518499999999999</c:v>
                </c:pt>
                <c:pt idx="1508">
                  <c:v>1.2523500000000001</c:v>
                </c:pt>
                <c:pt idx="1509">
                  <c:v>1.25284</c:v>
                </c:pt>
                <c:pt idx="1510">
                  <c:v>1.25335</c:v>
                </c:pt>
                <c:pt idx="1511">
                  <c:v>1.2538499999999999</c:v>
                </c:pt>
                <c:pt idx="1512">
                  <c:v>1.2543500000000001</c:v>
                </c:pt>
                <c:pt idx="1513">
                  <c:v>1.25484</c:v>
                </c:pt>
                <c:pt idx="1514">
                  <c:v>1.2553399999999999</c:v>
                </c:pt>
                <c:pt idx="1515">
                  <c:v>1.2558400000000001</c:v>
                </c:pt>
                <c:pt idx="1516">
                  <c:v>1.25634</c:v>
                </c:pt>
                <c:pt idx="1517">
                  <c:v>1.25684</c:v>
                </c:pt>
                <c:pt idx="1518">
                  <c:v>1.2573399999999999</c:v>
                </c:pt>
                <c:pt idx="1519">
                  <c:v>1.2578400000000001</c:v>
                </c:pt>
                <c:pt idx="1520">
                  <c:v>1.25834</c:v>
                </c:pt>
                <c:pt idx="1521">
                  <c:v>1.25884</c:v>
                </c:pt>
                <c:pt idx="1522">
                  <c:v>1.2593399999999999</c:v>
                </c:pt>
                <c:pt idx="1523">
                  <c:v>1.2598400000000001</c:v>
                </c:pt>
                <c:pt idx="1524">
                  <c:v>1.26034</c:v>
                </c:pt>
                <c:pt idx="1525">
                  <c:v>1.26084</c:v>
                </c:pt>
                <c:pt idx="1526">
                  <c:v>1.2613399999999999</c:v>
                </c:pt>
                <c:pt idx="1527">
                  <c:v>1.2618400000000001</c:v>
                </c:pt>
                <c:pt idx="1528">
                  <c:v>1.26234</c:v>
                </c:pt>
                <c:pt idx="1529">
                  <c:v>1.26284</c:v>
                </c:pt>
                <c:pt idx="1530">
                  <c:v>1.2633399999999999</c:v>
                </c:pt>
                <c:pt idx="1531">
                  <c:v>1.2638400000000001</c:v>
                </c:pt>
                <c:pt idx="1532">
                  <c:v>1.26434</c:v>
                </c:pt>
                <c:pt idx="1533">
                  <c:v>1.26484</c:v>
                </c:pt>
                <c:pt idx="1534">
                  <c:v>1.2653399999999999</c:v>
                </c:pt>
                <c:pt idx="1535">
                  <c:v>1.2658400000000001</c:v>
                </c:pt>
                <c:pt idx="1536">
                  <c:v>1.26634</c:v>
                </c:pt>
                <c:pt idx="1537">
                  <c:v>1.26684</c:v>
                </c:pt>
                <c:pt idx="1538">
                  <c:v>1.2673399999999999</c:v>
                </c:pt>
                <c:pt idx="1539">
                  <c:v>1.2678400000000001</c:v>
                </c:pt>
                <c:pt idx="1540">
                  <c:v>1.26834</c:v>
                </c:pt>
                <c:pt idx="1541">
                  <c:v>1.26884</c:v>
                </c:pt>
                <c:pt idx="1542">
                  <c:v>1.2693300000000001</c:v>
                </c:pt>
                <c:pt idx="1543">
                  <c:v>1.26983</c:v>
                </c:pt>
                <c:pt idx="1544">
                  <c:v>1.27033</c:v>
                </c:pt>
                <c:pt idx="1545">
                  <c:v>1.2708299999999999</c:v>
                </c:pt>
                <c:pt idx="1546">
                  <c:v>1.2713300000000001</c:v>
                </c:pt>
                <c:pt idx="1547">
                  <c:v>1.27183</c:v>
                </c:pt>
                <c:pt idx="1548">
                  <c:v>1.27233</c:v>
                </c:pt>
                <c:pt idx="1549">
                  <c:v>1.2728299999999999</c:v>
                </c:pt>
                <c:pt idx="1550">
                  <c:v>1.2733399999999999</c:v>
                </c:pt>
                <c:pt idx="1551">
                  <c:v>1.27383</c:v>
                </c:pt>
                <c:pt idx="1552">
                  <c:v>1.27433</c:v>
                </c:pt>
                <c:pt idx="1553">
                  <c:v>1.2748299999999999</c:v>
                </c:pt>
                <c:pt idx="1554">
                  <c:v>1.2753300000000001</c:v>
                </c:pt>
                <c:pt idx="1555">
                  <c:v>1.27583</c:v>
                </c:pt>
                <c:pt idx="1556">
                  <c:v>1.27633</c:v>
                </c:pt>
                <c:pt idx="1557">
                  <c:v>1.2768299999999999</c:v>
                </c:pt>
                <c:pt idx="1558">
                  <c:v>1.2773300000000001</c:v>
                </c:pt>
                <c:pt idx="1559">
                  <c:v>1.27783</c:v>
                </c:pt>
                <c:pt idx="1560">
                  <c:v>1.27833</c:v>
                </c:pt>
                <c:pt idx="1561">
                  <c:v>1.2788299999999999</c:v>
                </c:pt>
                <c:pt idx="1562">
                  <c:v>1.2793300000000001</c:v>
                </c:pt>
                <c:pt idx="1563">
                  <c:v>1.27983</c:v>
                </c:pt>
                <c:pt idx="1564">
                  <c:v>1.28033</c:v>
                </c:pt>
                <c:pt idx="1565">
                  <c:v>1.2808299999999999</c:v>
                </c:pt>
                <c:pt idx="1566">
                  <c:v>1.2813300000000001</c:v>
                </c:pt>
                <c:pt idx="1567">
                  <c:v>1.28183</c:v>
                </c:pt>
                <c:pt idx="1568">
                  <c:v>1.28233</c:v>
                </c:pt>
                <c:pt idx="1569">
                  <c:v>1.2828299999999999</c:v>
                </c:pt>
                <c:pt idx="1570">
                  <c:v>1.2833300000000001</c:v>
                </c:pt>
                <c:pt idx="1571">
                  <c:v>1.28383</c:v>
                </c:pt>
                <c:pt idx="1572">
                  <c:v>1.28433</c:v>
                </c:pt>
                <c:pt idx="1573">
                  <c:v>1.2848299999999999</c:v>
                </c:pt>
                <c:pt idx="1574">
                  <c:v>1.2853300000000001</c:v>
                </c:pt>
                <c:pt idx="1575">
                  <c:v>1.28583</c:v>
                </c:pt>
                <c:pt idx="1576">
                  <c:v>1.28633</c:v>
                </c:pt>
                <c:pt idx="1577">
                  <c:v>1.2868299999999999</c:v>
                </c:pt>
                <c:pt idx="1578">
                  <c:v>1.2873300000000001</c:v>
                </c:pt>
                <c:pt idx="1579">
                  <c:v>1.28783</c:v>
                </c:pt>
                <c:pt idx="1580">
                  <c:v>1.28833</c:v>
                </c:pt>
                <c:pt idx="1581">
                  <c:v>1.2888299999999999</c:v>
                </c:pt>
                <c:pt idx="1582">
                  <c:v>1.2893300000000001</c:v>
                </c:pt>
                <c:pt idx="1583">
                  <c:v>1.28983</c:v>
                </c:pt>
                <c:pt idx="1584">
                  <c:v>1.29033</c:v>
                </c:pt>
                <c:pt idx="1585">
                  <c:v>1.2908299999999999</c:v>
                </c:pt>
                <c:pt idx="1586">
                  <c:v>1.29132</c:v>
                </c:pt>
                <c:pt idx="1587">
                  <c:v>1.29182</c:v>
                </c:pt>
                <c:pt idx="1588">
                  <c:v>1.2923199999999999</c:v>
                </c:pt>
                <c:pt idx="1589">
                  <c:v>1.2928200000000001</c:v>
                </c:pt>
                <c:pt idx="1590">
                  <c:v>1.29332</c:v>
                </c:pt>
                <c:pt idx="1591">
                  <c:v>1.29382</c:v>
                </c:pt>
                <c:pt idx="1592">
                  <c:v>1.2943199999999999</c:v>
                </c:pt>
                <c:pt idx="1593">
                  <c:v>1.2948200000000001</c:v>
                </c:pt>
                <c:pt idx="1594">
                  <c:v>1.29532</c:v>
                </c:pt>
                <c:pt idx="1595">
                  <c:v>1.29582</c:v>
                </c:pt>
                <c:pt idx="1596">
                  <c:v>1.2963199999999999</c:v>
                </c:pt>
                <c:pt idx="1597">
                  <c:v>1.2968200000000001</c:v>
                </c:pt>
                <c:pt idx="1598">
                  <c:v>1.29732</c:v>
                </c:pt>
                <c:pt idx="1599">
                  <c:v>1.29782</c:v>
                </c:pt>
                <c:pt idx="1600">
                  <c:v>1.2983199999999999</c:v>
                </c:pt>
                <c:pt idx="1601">
                  <c:v>1.2988200000000001</c:v>
                </c:pt>
                <c:pt idx="1602">
                  <c:v>1.29931</c:v>
                </c:pt>
                <c:pt idx="1603">
                  <c:v>1.2998099999999999</c:v>
                </c:pt>
                <c:pt idx="1604">
                  <c:v>1.3003100000000001</c:v>
                </c:pt>
                <c:pt idx="1605">
                  <c:v>1.3008200000000001</c:v>
                </c:pt>
                <c:pt idx="1606">
                  <c:v>1.30132</c:v>
                </c:pt>
                <c:pt idx="1607">
                  <c:v>1.30182</c:v>
                </c:pt>
                <c:pt idx="1608">
                  <c:v>1.3023199999999999</c:v>
                </c:pt>
                <c:pt idx="1609">
                  <c:v>1.3028200000000001</c:v>
                </c:pt>
                <c:pt idx="1610">
                  <c:v>1.30332</c:v>
                </c:pt>
                <c:pt idx="1611">
                  <c:v>1.30382</c:v>
                </c:pt>
                <c:pt idx="1612">
                  <c:v>1.3043100000000001</c:v>
                </c:pt>
                <c:pt idx="1613">
                  <c:v>1.30481</c:v>
                </c:pt>
                <c:pt idx="1614">
                  <c:v>1.30531</c:v>
                </c:pt>
                <c:pt idx="1615">
                  <c:v>1.3058099999999999</c:v>
                </c:pt>
                <c:pt idx="1616">
                  <c:v>1.3063100000000001</c:v>
                </c:pt>
                <c:pt idx="1617">
                  <c:v>1.30681</c:v>
                </c:pt>
                <c:pt idx="1618">
                  <c:v>1.30732</c:v>
                </c:pt>
                <c:pt idx="1619">
                  <c:v>1.30782</c:v>
                </c:pt>
                <c:pt idx="1620">
                  <c:v>1.3083100000000001</c:v>
                </c:pt>
                <c:pt idx="1621">
                  <c:v>1.30881</c:v>
                </c:pt>
                <c:pt idx="1622">
                  <c:v>1.30931</c:v>
                </c:pt>
                <c:pt idx="1623">
                  <c:v>1.3098099999999999</c:v>
                </c:pt>
                <c:pt idx="1624">
                  <c:v>1.3103100000000001</c:v>
                </c:pt>
                <c:pt idx="1625">
                  <c:v>1.31081</c:v>
                </c:pt>
                <c:pt idx="1626">
                  <c:v>1.31131</c:v>
                </c:pt>
                <c:pt idx="1627">
                  <c:v>1.3118099999999999</c:v>
                </c:pt>
                <c:pt idx="1628">
                  <c:v>1.3123100000000001</c:v>
                </c:pt>
                <c:pt idx="1629">
                  <c:v>1.31281</c:v>
                </c:pt>
                <c:pt idx="1630">
                  <c:v>1.31331</c:v>
                </c:pt>
                <c:pt idx="1631">
                  <c:v>1.3138099999999999</c:v>
                </c:pt>
                <c:pt idx="1632">
                  <c:v>1.3143100000000001</c:v>
                </c:pt>
                <c:pt idx="1633">
                  <c:v>1.31481</c:v>
                </c:pt>
                <c:pt idx="1634">
                  <c:v>1.31531</c:v>
                </c:pt>
                <c:pt idx="1635">
                  <c:v>1.3158099999999999</c:v>
                </c:pt>
                <c:pt idx="1636">
                  <c:v>1.3163100000000001</c:v>
                </c:pt>
                <c:pt idx="1637">
                  <c:v>1.31681</c:v>
                </c:pt>
                <c:pt idx="1638">
                  <c:v>1.31731</c:v>
                </c:pt>
                <c:pt idx="1639">
                  <c:v>1.3178099999999999</c:v>
                </c:pt>
                <c:pt idx="1640">
                  <c:v>1.3183100000000001</c:v>
                </c:pt>
                <c:pt idx="1641">
                  <c:v>1.31881</c:v>
                </c:pt>
                <c:pt idx="1642">
                  <c:v>1.31931</c:v>
                </c:pt>
                <c:pt idx="1643">
                  <c:v>1.3198099999999999</c:v>
                </c:pt>
                <c:pt idx="1644">
                  <c:v>1.3203100000000001</c:v>
                </c:pt>
                <c:pt idx="1645">
                  <c:v>1.32081</c:v>
                </c:pt>
                <c:pt idx="1646">
                  <c:v>1.32131</c:v>
                </c:pt>
                <c:pt idx="1647">
                  <c:v>1.3218099999999999</c:v>
                </c:pt>
                <c:pt idx="1648">
                  <c:v>1.3223100000000001</c:v>
                </c:pt>
                <c:pt idx="1649">
                  <c:v>1.32281</c:v>
                </c:pt>
                <c:pt idx="1650">
                  <c:v>1.32331</c:v>
                </c:pt>
                <c:pt idx="1651">
                  <c:v>1.3238000000000001</c:v>
                </c:pt>
                <c:pt idx="1652">
                  <c:v>1.3243</c:v>
                </c:pt>
                <c:pt idx="1653">
                  <c:v>1.3248</c:v>
                </c:pt>
                <c:pt idx="1654">
                  <c:v>1.3252999999999999</c:v>
                </c:pt>
                <c:pt idx="1655">
                  <c:v>1.3258000000000001</c:v>
                </c:pt>
                <c:pt idx="1656">
                  <c:v>1.3263100000000001</c:v>
                </c:pt>
                <c:pt idx="1657">
                  <c:v>1.32681</c:v>
                </c:pt>
                <c:pt idx="1658">
                  <c:v>1.32731</c:v>
                </c:pt>
                <c:pt idx="1659">
                  <c:v>1.3278099999999999</c:v>
                </c:pt>
                <c:pt idx="1660">
                  <c:v>1.3283100000000001</c:v>
                </c:pt>
                <c:pt idx="1661">
                  <c:v>1.32881</c:v>
                </c:pt>
                <c:pt idx="1662">
                  <c:v>1.32931</c:v>
                </c:pt>
                <c:pt idx="1663">
                  <c:v>1.3298099999999999</c:v>
                </c:pt>
                <c:pt idx="1664">
                  <c:v>1.3303100000000001</c:v>
                </c:pt>
                <c:pt idx="1665">
                  <c:v>1.33081</c:v>
                </c:pt>
                <c:pt idx="1666">
                  <c:v>1.33131</c:v>
                </c:pt>
                <c:pt idx="1667">
                  <c:v>1.3318099999999999</c:v>
                </c:pt>
                <c:pt idx="1668">
                  <c:v>1.3323100000000001</c:v>
                </c:pt>
                <c:pt idx="1669">
                  <c:v>1.3328100000000001</c:v>
                </c:pt>
                <c:pt idx="1670">
                  <c:v>1.3332999999999999</c:v>
                </c:pt>
                <c:pt idx="1671">
                  <c:v>1.3338000000000001</c:v>
                </c:pt>
                <c:pt idx="1672">
                  <c:v>1.3343</c:v>
                </c:pt>
                <c:pt idx="1673">
                  <c:v>1.3348</c:v>
                </c:pt>
                <c:pt idx="1674">
                  <c:v>1.3352999999999999</c:v>
                </c:pt>
                <c:pt idx="1675">
                  <c:v>1.3358000000000001</c:v>
                </c:pt>
                <c:pt idx="1676">
                  <c:v>1.3363</c:v>
                </c:pt>
                <c:pt idx="1677">
                  <c:v>1.3368</c:v>
                </c:pt>
                <c:pt idx="1678">
                  <c:v>1.3372999999999999</c:v>
                </c:pt>
                <c:pt idx="1679">
                  <c:v>1.3378000000000001</c:v>
                </c:pt>
                <c:pt idx="1680">
                  <c:v>1.3383</c:v>
                </c:pt>
                <c:pt idx="1681">
                  <c:v>1.3388</c:v>
                </c:pt>
                <c:pt idx="1682">
                  <c:v>1.3392999999999999</c:v>
                </c:pt>
                <c:pt idx="1683">
                  <c:v>1.3398000000000001</c:v>
                </c:pt>
                <c:pt idx="1684">
                  <c:v>1.3403</c:v>
                </c:pt>
                <c:pt idx="1685">
                  <c:v>1.3408</c:v>
                </c:pt>
                <c:pt idx="1686">
                  <c:v>1.3412999999999999</c:v>
                </c:pt>
                <c:pt idx="1687">
                  <c:v>1.3418000000000001</c:v>
                </c:pt>
                <c:pt idx="1688">
                  <c:v>1.3423</c:v>
                </c:pt>
                <c:pt idx="1689">
                  <c:v>1.3428</c:v>
                </c:pt>
                <c:pt idx="1690">
                  <c:v>1.3432900000000001</c:v>
                </c:pt>
                <c:pt idx="1691">
                  <c:v>1.3438000000000001</c:v>
                </c:pt>
                <c:pt idx="1692">
                  <c:v>1.3443000000000001</c:v>
                </c:pt>
                <c:pt idx="1693">
                  <c:v>1.3448</c:v>
                </c:pt>
                <c:pt idx="1694">
                  <c:v>1.3452999999999999</c:v>
                </c:pt>
                <c:pt idx="1695">
                  <c:v>1.3458000000000001</c:v>
                </c:pt>
                <c:pt idx="1696">
                  <c:v>1.3463000000000001</c:v>
                </c:pt>
                <c:pt idx="1697">
                  <c:v>1.3468</c:v>
                </c:pt>
                <c:pt idx="1698">
                  <c:v>1.3472999999999999</c:v>
                </c:pt>
                <c:pt idx="1699">
                  <c:v>1.3478000000000001</c:v>
                </c:pt>
                <c:pt idx="1700">
                  <c:v>1.3483000000000001</c:v>
                </c:pt>
                <c:pt idx="1701">
                  <c:v>1.3487899999999999</c:v>
                </c:pt>
                <c:pt idx="1702">
                  <c:v>1.3492900000000001</c:v>
                </c:pt>
                <c:pt idx="1703">
                  <c:v>1.34979</c:v>
                </c:pt>
                <c:pt idx="1704">
                  <c:v>1.35029</c:v>
                </c:pt>
                <c:pt idx="1705">
                  <c:v>1.3507899999999999</c:v>
                </c:pt>
                <c:pt idx="1706">
                  <c:v>1.3512900000000001</c:v>
                </c:pt>
                <c:pt idx="1707">
                  <c:v>1.35179</c:v>
                </c:pt>
                <c:pt idx="1708">
                  <c:v>1.35229</c:v>
                </c:pt>
                <c:pt idx="1709">
                  <c:v>1.3527899999999999</c:v>
                </c:pt>
                <c:pt idx="1710">
                  <c:v>1.3532900000000001</c:v>
                </c:pt>
                <c:pt idx="1711">
                  <c:v>1.35379</c:v>
                </c:pt>
                <c:pt idx="1712">
                  <c:v>1.35429</c:v>
                </c:pt>
                <c:pt idx="1713">
                  <c:v>1.3547899999999999</c:v>
                </c:pt>
                <c:pt idx="1714">
                  <c:v>1.3552900000000001</c:v>
                </c:pt>
                <c:pt idx="1715">
                  <c:v>1.3557900000000001</c:v>
                </c:pt>
                <c:pt idx="1716">
                  <c:v>1.35629</c:v>
                </c:pt>
                <c:pt idx="1717">
                  <c:v>1.3567899999999999</c:v>
                </c:pt>
                <c:pt idx="1718">
                  <c:v>1.3572900000000001</c:v>
                </c:pt>
                <c:pt idx="1719">
                  <c:v>1.3577900000000001</c:v>
                </c:pt>
                <c:pt idx="1720">
                  <c:v>1.35829</c:v>
                </c:pt>
                <c:pt idx="1721">
                  <c:v>1.3587899999999999</c:v>
                </c:pt>
                <c:pt idx="1722">
                  <c:v>1.3592900000000001</c:v>
                </c:pt>
                <c:pt idx="1723">
                  <c:v>1.35978</c:v>
                </c:pt>
                <c:pt idx="1724">
                  <c:v>1.3602799999999999</c:v>
                </c:pt>
                <c:pt idx="1725">
                  <c:v>1.3607800000000001</c:v>
                </c:pt>
                <c:pt idx="1726">
                  <c:v>1.36128</c:v>
                </c:pt>
                <c:pt idx="1727">
                  <c:v>1.36178</c:v>
                </c:pt>
                <c:pt idx="1728">
                  <c:v>1.36229</c:v>
                </c:pt>
                <c:pt idx="1729">
                  <c:v>1.3627899999999999</c:v>
                </c:pt>
                <c:pt idx="1730">
                  <c:v>1.3632899999999999</c:v>
                </c:pt>
                <c:pt idx="1731">
                  <c:v>1.3637900000000001</c:v>
                </c:pt>
                <c:pt idx="1732">
                  <c:v>1.36429</c:v>
                </c:pt>
                <c:pt idx="1733">
                  <c:v>1.3647899999999999</c:v>
                </c:pt>
                <c:pt idx="1734">
                  <c:v>1.3652899999999999</c:v>
                </c:pt>
                <c:pt idx="1735">
                  <c:v>1.3657900000000001</c:v>
                </c:pt>
                <c:pt idx="1736">
                  <c:v>1.36629</c:v>
                </c:pt>
                <c:pt idx="1737">
                  <c:v>1.3667899999999999</c:v>
                </c:pt>
                <c:pt idx="1738">
                  <c:v>1.3672899999999999</c:v>
                </c:pt>
                <c:pt idx="1739">
                  <c:v>1.36778</c:v>
                </c:pt>
                <c:pt idx="1740">
                  <c:v>1.3682799999999999</c:v>
                </c:pt>
                <c:pt idx="1741">
                  <c:v>1.36879</c:v>
                </c:pt>
                <c:pt idx="1742">
                  <c:v>1.3692899999999999</c:v>
                </c:pt>
                <c:pt idx="1743">
                  <c:v>1.3697900000000001</c:v>
                </c:pt>
                <c:pt idx="1744">
                  <c:v>1.3702799999999999</c:v>
                </c:pt>
                <c:pt idx="1745">
                  <c:v>1.37079</c:v>
                </c:pt>
                <c:pt idx="1746">
                  <c:v>1.3712899999999999</c:v>
                </c:pt>
                <c:pt idx="1747">
                  <c:v>1.3717900000000001</c:v>
                </c:pt>
                <c:pt idx="1748">
                  <c:v>1.37229</c:v>
                </c:pt>
                <c:pt idx="1749">
                  <c:v>1.37279</c:v>
                </c:pt>
                <c:pt idx="1750">
                  <c:v>1.3732899999999999</c:v>
                </c:pt>
                <c:pt idx="1751">
                  <c:v>1.3737900000000001</c:v>
                </c:pt>
                <c:pt idx="1752">
                  <c:v>1.37429</c:v>
                </c:pt>
                <c:pt idx="1753">
                  <c:v>1.37479</c:v>
                </c:pt>
                <c:pt idx="1754">
                  <c:v>1.3752800000000001</c:v>
                </c:pt>
                <c:pt idx="1755">
                  <c:v>1.37578</c:v>
                </c:pt>
                <c:pt idx="1756">
                  <c:v>1.3762799999999999</c:v>
                </c:pt>
                <c:pt idx="1757">
                  <c:v>1.3767799999999999</c:v>
                </c:pt>
                <c:pt idx="1758">
                  <c:v>1.3772800000000001</c:v>
                </c:pt>
                <c:pt idx="1759">
                  <c:v>1.37778</c:v>
                </c:pt>
                <c:pt idx="1760">
                  <c:v>1.3782799999999999</c:v>
                </c:pt>
                <c:pt idx="1761">
                  <c:v>1.3787799999999999</c:v>
                </c:pt>
                <c:pt idx="1762">
                  <c:v>1.3792800000000001</c:v>
                </c:pt>
                <c:pt idx="1763">
                  <c:v>1.37978</c:v>
                </c:pt>
                <c:pt idx="1764">
                  <c:v>1.38028</c:v>
                </c:pt>
                <c:pt idx="1765">
                  <c:v>1.3807799999999999</c:v>
                </c:pt>
                <c:pt idx="1766">
                  <c:v>1.3812800000000001</c:v>
                </c:pt>
                <c:pt idx="1767">
                  <c:v>1.38178</c:v>
                </c:pt>
                <c:pt idx="1768">
                  <c:v>1.38228</c:v>
                </c:pt>
                <c:pt idx="1769">
                  <c:v>1.3827799999999999</c:v>
                </c:pt>
                <c:pt idx="1770">
                  <c:v>1.3832800000000001</c:v>
                </c:pt>
                <c:pt idx="1771">
                  <c:v>1.38378</c:v>
                </c:pt>
                <c:pt idx="1772">
                  <c:v>1.38428</c:v>
                </c:pt>
                <c:pt idx="1773">
                  <c:v>1.3847799999999999</c:v>
                </c:pt>
                <c:pt idx="1774">
                  <c:v>1.3852800000000001</c:v>
                </c:pt>
                <c:pt idx="1775">
                  <c:v>1.38578</c:v>
                </c:pt>
                <c:pt idx="1776">
                  <c:v>1.38628</c:v>
                </c:pt>
                <c:pt idx="1777">
                  <c:v>1.3867799999999999</c:v>
                </c:pt>
                <c:pt idx="1778">
                  <c:v>1.3872800000000001</c:v>
                </c:pt>
                <c:pt idx="1779">
                  <c:v>1.38778</c:v>
                </c:pt>
                <c:pt idx="1780">
                  <c:v>1.38828</c:v>
                </c:pt>
                <c:pt idx="1781">
                  <c:v>1.3887799999999999</c:v>
                </c:pt>
                <c:pt idx="1782">
                  <c:v>1.3892800000000001</c:v>
                </c:pt>
                <c:pt idx="1783">
                  <c:v>1.38978</c:v>
                </c:pt>
                <c:pt idx="1784">
                  <c:v>1.39028</c:v>
                </c:pt>
                <c:pt idx="1785">
                  <c:v>1.3907799999999999</c:v>
                </c:pt>
                <c:pt idx="1786">
                  <c:v>1.39127</c:v>
                </c:pt>
                <c:pt idx="1787">
                  <c:v>1.39177</c:v>
                </c:pt>
                <c:pt idx="1788">
                  <c:v>1.3922699999999999</c:v>
                </c:pt>
                <c:pt idx="1789">
                  <c:v>1.3927700000000001</c:v>
                </c:pt>
                <c:pt idx="1790">
                  <c:v>1.39327</c:v>
                </c:pt>
                <c:pt idx="1791">
                  <c:v>1.39377</c:v>
                </c:pt>
                <c:pt idx="1792">
                  <c:v>1.3942699999999999</c:v>
                </c:pt>
                <c:pt idx="1793">
                  <c:v>1.3947700000000001</c:v>
                </c:pt>
                <c:pt idx="1794">
                  <c:v>1.39527</c:v>
                </c:pt>
                <c:pt idx="1795">
                  <c:v>1.39577</c:v>
                </c:pt>
                <c:pt idx="1796">
                  <c:v>1.3962699999999999</c:v>
                </c:pt>
                <c:pt idx="1797">
                  <c:v>1.3967700000000001</c:v>
                </c:pt>
                <c:pt idx="1798">
                  <c:v>1.39727</c:v>
                </c:pt>
                <c:pt idx="1799">
                  <c:v>1.39777</c:v>
                </c:pt>
                <c:pt idx="1800">
                  <c:v>1.3982699999999999</c:v>
                </c:pt>
                <c:pt idx="1801">
                  <c:v>1.3987700000000001</c:v>
                </c:pt>
                <c:pt idx="1802">
                  <c:v>1.39927</c:v>
                </c:pt>
                <c:pt idx="1803">
                  <c:v>1.39977</c:v>
                </c:pt>
                <c:pt idx="1804">
                  <c:v>1.4002699999999999</c:v>
                </c:pt>
                <c:pt idx="1805">
                  <c:v>1.4007799999999999</c:v>
                </c:pt>
                <c:pt idx="1806">
                  <c:v>1.4012800000000001</c:v>
                </c:pt>
                <c:pt idx="1807">
                  <c:v>1.40178</c:v>
                </c:pt>
                <c:pt idx="1808">
                  <c:v>1.40228</c:v>
                </c:pt>
                <c:pt idx="1809">
                  <c:v>1.4027799999999999</c:v>
                </c:pt>
                <c:pt idx="1810">
                  <c:v>1.4032800000000001</c:v>
                </c:pt>
                <c:pt idx="1811">
                  <c:v>1.40377</c:v>
                </c:pt>
                <c:pt idx="1812">
                  <c:v>1.4042699999999999</c:v>
                </c:pt>
                <c:pt idx="1813">
                  <c:v>1.4047700000000001</c:v>
                </c:pt>
                <c:pt idx="1814">
                  <c:v>1.40527</c:v>
                </c:pt>
                <c:pt idx="1815">
                  <c:v>1.40577</c:v>
                </c:pt>
                <c:pt idx="1816">
                  <c:v>1.4062699999999999</c:v>
                </c:pt>
                <c:pt idx="1817">
                  <c:v>1.4067700000000001</c:v>
                </c:pt>
                <c:pt idx="1818">
                  <c:v>1.40727</c:v>
                </c:pt>
                <c:pt idx="1819">
                  <c:v>1.40777</c:v>
                </c:pt>
                <c:pt idx="1820">
                  <c:v>1.4082699999999999</c:v>
                </c:pt>
                <c:pt idx="1821">
                  <c:v>1.4087700000000001</c:v>
                </c:pt>
                <c:pt idx="1822">
                  <c:v>1.40927</c:v>
                </c:pt>
                <c:pt idx="1823">
                  <c:v>1.40977</c:v>
                </c:pt>
                <c:pt idx="1824">
                  <c:v>1.4102699999999999</c:v>
                </c:pt>
                <c:pt idx="1825">
                  <c:v>1.4107700000000001</c:v>
                </c:pt>
                <c:pt idx="1826">
                  <c:v>1.41126</c:v>
                </c:pt>
                <c:pt idx="1827">
                  <c:v>1.4117599999999999</c:v>
                </c:pt>
                <c:pt idx="1828">
                  <c:v>1.4122699999999999</c:v>
                </c:pt>
                <c:pt idx="1829">
                  <c:v>1.4127700000000001</c:v>
                </c:pt>
                <c:pt idx="1830">
                  <c:v>1.41327</c:v>
                </c:pt>
                <c:pt idx="1831">
                  <c:v>1.41377</c:v>
                </c:pt>
                <c:pt idx="1832">
                  <c:v>1.4142699999999999</c:v>
                </c:pt>
                <c:pt idx="1833">
                  <c:v>1.4147700000000001</c:v>
                </c:pt>
                <c:pt idx="1834">
                  <c:v>1.41527</c:v>
                </c:pt>
                <c:pt idx="1835">
                  <c:v>1.41577</c:v>
                </c:pt>
                <c:pt idx="1836">
                  <c:v>1.4162699999999999</c:v>
                </c:pt>
                <c:pt idx="1837">
                  <c:v>1.4167700000000001</c:v>
                </c:pt>
                <c:pt idx="1838">
                  <c:v>1.41727</c:v>
                </c:pt>
                <c:pt idx="1839">
                  <c:v>1.41777</c:v>
                </c:pt>
                <c:pt idx="1840">
                  <c:v>1.4182600000000001</c:v>
                </c:pt>
                <c:pt idx="1841">
                  <c:v>1.41876</c:v>
                </c:pt>
                <c:pt idx="1842">
                  <c:v>1.41926</c:v>
                </c:pt>
                <c:pt idx="1843">
                  <c:v>1.4197599999999999</c:v>
                </c:pt>
                <c:pt idx="1844">
                  <c:v>1.4202600000000001</c:v>
                </c:pt>
                <c:pt idx="1845">
                  <c:v>1.42076</c:v>
                </c:pt>
                <c:pt idx="1846">
                  <c:v>1.42126</c:v>
                </c:pt>
                <c:pt idx="1847">
                  <c:v>1.4217599999999999</c:v>
                </c:pt>
                <c:pt idx="1848">
                  <c:v>1.4222600000000001</c:v>
                </c:pt>
                <c:pt idx="1849">
                  <c:v>1.42276</c:v>
                </c:pt>
                <c:pt idx="1850">
                  <c:v>1.42326</c:v>
                </c:pt>
                <c:pt idx="1851">
                  <c:v>1.4237599999999999</c:v>
                </c:pt>
                <c:pt idx="1852">
                  <c:v>1.4242600000000001</c:v>
                </c:pt>
                <c:pt idx="1853">
                  <c:v>1.42476</c:v>
                </c:pt>
                <c:pt idx="1854">
                  <c:v>1.42526</c:v>
                </c:pt>
                <c:pt idx="1855">
                  <c:v>1.4257599999999999</c:v>
                </c:pt>
                <c:pt idx="1856">
                  <c:v>1.42625</c:v>
                </c:pt>
                <c:pt idx="1857">
                  <c:v>1.42675</c:v>
                </c:pt>
                <c:pt idx="1858">
                  <c:v>1.42726</c:v>
                </c:pt>
                <c:pt idx="1859">
                  <c:v>1.4277599999999999</c:v>
                </c:pt>
                <c:pt idx="1860">
                  <c:v>1.4282600000000001</c:v>
                </c:pt>
                <c:pt idx="1861">
                  <c:v>1.42876</c:v>
                </c:pt>
                <c:pt idx="1862">
                  <c:v>1.42926</c:v>
                </c:pt>
                <c:pt idx="1863">
                  <c:v>1.4297599999999999</c:v>
                </c:pt>
                <c:pt idx="1864">
                  <c:v>1.4302600000000001</c:v>
                </c:pt>
                <c:pt idx="1865">
                  <c:v>1.43076</c:v>
                </c:pt>
                <c:pt idx="1866">
                  <c:v>1.43126</c:v>
                </c:pt>
                <c:pt idx="1867">
                  <c:v>1.4317599999999999</c:v>
                </c:pt>
                <c:pt idx="1868">
                  <c:v>1.4322600000000001</c:v>
                </c:pt>
                <c:pt idx="1869">
                  <c:v>1.43276</c:v>
                </c:pt>
                <c:pt idx="1870">
                  <c:v>1.43326</c:v>
                </c:pt>
                <c:pt idx="1871">
                  <c:v>1.4337599999999999</c:v>
                </c:pt>
                <c:pt idx="1872">
                  <c:v>1.4342600000000001</c:v>
                </c:pt>
                <c:pt idx="1873">
                  <c:v>1.43475</c:v>
                </c:pt>
                <c:pt idx="1874">
                  <c:v>1.4352499999999999</c:v>
                </c:pt>
                <c:pt idx="1875">
                  <c:v>1.4357500000000001</c:v>
                </c:pt>
                <c:pt idx="1876">
                  <c:v>1.43625</c:v>
                </c:pt>
                <c:pt idx="1877">
                  <c:v>1.43675</c:v>
                </c:pt>
                <c:pt idx="1878">
                  <c:v>1.4372499999999999</c:v>
                </c:pt>
                <c:pt idx="1879">
                  <c:v>1.4377500000000001</c:v>
                </c:pt>
                <c:pt idx="1880">
                  <c:v>1.43825</c:v>
                </c:pt>
                <c:pt idx="1881">
                  <c:v>1.43875</c:v>
                </c:pt>
                <c:pt idx="1882">
                  <c:v>1.4392499999999999</c:v>
                </c:pt>
                <c:pt idx="1883">
                  <c:v>1.4397500000000001</c:v>
                </c:pt>
                <c:pt idx="1884">
                  <c:v>1.44025</c:v>
                </c:pt>
                <c:pt idx="1885">
                  <c:v>1.44075</c:v>
                </c:pt>
                <c:pt idx="1886">
                  <c:v>1.4412499999999999</c:v>
                </c:pt>
                <c:pt idx="1887">
                  <c:v>1.4417500000000001</c:v>
                </c:pt>
                <c:pt idx="1888">
                  <c:v>1.44225</c:v>
                </c:pt>
                <c:pt idx="1889">
                  <c:v>1.44276</c:v>
                </c:pt>
                <c:pt idx="1890">
                  <c:v>1.44326</c:v>
                </c:pt>
                <c:pt idx="1891">
                  <c:v>1.4437599999999999</c:v>
                </c:pt>
                <c:pt idx="1892">
                  <c:v>1.4442600000000001</c:v>
                </c:pt>
                <c:pt idx="1893">
                  <c:v>1.44476</c:v>
                </c:pt>
                <c:pt idx="1894">
                  <c:v>1.44526</c:v>
                </c:pt>
                <c:pt idx="1895">
                  <c:v>1.4457500000000001</c:v>
                </c:pt>
                <c:pt idx="1896">
                  <c:v>1.44625</c:v>
                </c:pt>
                <c:pt idx="1897">
                  <c:v>1.44675</c:v>
                </c:pt>
                <c:pt idx="1898">
                  <c:v>1.4472499999999999</c:v>
                </c:pt>
                <c:pt idx="1899">
                  <c:v>1.4477500000000001</c:v>
                </c:pt>
                <c:pt idx="1900">
                  <c:v>1.44825</c:v>
                </c:pt>
                <c:pt idx="1901">
                  <c:v>1.44875</c:v>
                </c:pt>
                <c:pt idx="1902">
                  <c:v>1.4492499999999999</c:v>
                </c:pt>
                <c:pt idx="1903">
                  <c:v>1.4497500000000001</c:v>
                </c:pt>
                <c:pt idx="1904">
                  <c:v>1.45025</c:v>
                </c:pt>
                <c:pt idx="1905">
                  <c:v>1.45075</c:v>
                </c:pt>
                <c:pt idx="1906">
                  <c:v>1.4512499999999999</c:v>
                </c:pt>
                <c:pt idx="1907">
                  <c:v>1.4517500000000001</c:v>
                </c:pt>
                <c:pt idx="1908">
                  <c:v>1.45225</c:v>
                </c:pt>
                <c:pt idx="1909">
                  <c:v>1.45275</c:v>
                </c:pt>
                <c:pt idx="1910">
                  <c:v>1.4532400000000001</c:v>
                </c:pt>
                <c:pt idx="1911">
                  <c:v>1.4537500000000001</c:v>
                </c:pt>
                <c:pt idx="1912">
                  <c:v>1.45425</c:v>
                </c:pt>
                <c:pt idx="1913">
                  <c:v>1.4547399999999999</c:v>
                </c:pt>
                <c:pt idx="1914">
                  <c:v>1.4552400000000001</c:v>
                </c:pt>
                <c:pt idx="1915">
                  <c:v>1.45574</c:v>
                </c:pt>
                <c:pt idx="1916">
                  <c:v>1.45624</c:v>
                </c:pt>
                <c:pt idx="1917">
                  <c:v>1.4567399999999999</c:v>
                </c:pt>
                <c:pt idx="1918">
                  <c:v>1.4572400000000001</c:v>
                </c:pt>
                <c:pt idx="1919">
                  <c:v>1.45774</c:v>
                </c:pt>
                <c:pt idx="1920">
                  <c:v>1.45824</c:v>
                </c:pt>
                <c:pt idx="1921">
                  <c:v>1.4587399999999999</c:v>
                </c:pt>
                <c:pt idx="1922">
                  <c:v>1.4592400000000001</c:v>
                </c:pt>
                <c:pt idx="1923">
                  <c:v>1.45974</c:v>
                </c:pt>
                <c:pt idx="1924">
                  <c:v>1.46024</c:v>
                </c:pt>
                <c:pt idx="1925">
                  <c:v>1.4607399999999999</c:v>
                </c:pt>
                <c:pt idx="1926">
                  <c:v>1.4612400000000001</c:v>
                </c:pt>
                <c:pt idx="1927">
                  <c:v>1.46174</c:v>
                </c:pt>
                <c:pt idx="1928">
                  <c:v>1.46224</c:v>
                </c:pt>
                <c:pt idx="1929">
                  <c:v>1.4627399999999999</c:v>
                </c:pt>
                <c:pt idx="1930">
                  <c:v>1.4632400000000001</c:v>
                </c:pt>
                <c:pt idx="1931">
                  <c:v>1.4637500000000001</c:v>
                </c:pt>
                <c:pt idx="1932">
                  <c:v>1.4642500000000001</c:v>
                </c:pt>
                <c:pt idx="1933">
                  <c:v>1.4647399999999999</c:v>
                </c:pt>
                <c:pt idx="1934">
                  <c:v>1.4652400000000001</c:v>
                </c:pt>
                <c:pt idx="1935">
                  <c:v>1.46574</c:v>
                </c:pt>
                <c:pt idx="1936">
                  <c:v>1.46624</c:v>
                </c:pt>
                <c:pt idx="1937">
                  <c:v>1.4667399999999999</c:v>
                </c:pt>
                <c:pt idx="1938">
                  <c:v>1.4672400000000001</c:v>
                </c:pt>
                <c:pt idx="1939">
                  <c:v>1.46774</c:v>
                </c:pt>
                <c:pt idx="1940">
                  <c:v>1.46824</c:v>
                </c:pt>
                <c:pt idx="1941">
                  <c:v>1.4687399999999999</c:v>
                </c:pt>
                <c:pt idx="1942">
                  <c:v>1.4692400000000001</c:v>
                </c:pt>
                <c:pt idx="1943">
                  <c:v>1.46974</c:v>
                </c:pt>
                <c:pt idx="1944">
                  <c:v>1.47024</c:v>
                </c:pt>
                <c:pt idx="1945">
                  <c:v>1.4707399999999999</c:v>
                </c:pt>
                <c:pt idx="1946">
                  <c:v>1.4712400000000001</c:v>
                </c:pt>
                <c:pt idx="1947">
                  <c:v>1.47174</c:v>
                </c:pt>
                <c:pt idx="1948">
                  <c:v>1.47224</c:v>
                </c:pt>
                <c:pt idx="1949">
                  <c:v>1.4727300000000001</c:v>
                </c:pt>
                <c:pt idx="1950">
                  <c:v>1.47323</c:v>
                </c:pt>
                <c:pt idx="1951">
                  <c:v>1.47373</c:v>
                </c:pt>
                <c:pt idx="1952">
                  <c:v>1.4742299999999999</c:v>
                </c:pt>
                <c:pt idx="1953">
                  <c:v>1.4747300000000001</c:v>
                </c:pt>
                <c:pt idx="1954">
                  <c:v>1.47523</c:v>
                </c:pt>
                <c:pt idx="1955">
                  <c:v>1.47573</c:v>
                </c:pt>
                <c:pt idx="1956">
                  <c:v>1.4762299999999999</c:v>
                </c:pt>
                <c:pt idx="1957">
                  <c:v>1.4767300000000001</c:v>
                </c:pt>
                <c:pt idx="1958">
                  <c:v>1.47723</c:v>
                </c:pt>
                <c:pt idx="1959">
                  <c:v>1.47773</c:v>
                </c:pt>
                <c:pt idx="1960">
                  <c:v>1.4782299999999999</c:v>
                </c:pt>
                <c:pt idx="1961">
                  <c:v>1.4787300000000001</c:v>
                </c:pt>
                <c:pt idx="1962">
                  <c:v>1.47923</c:v>
                </c:pt>
                <c:pt idx="1963">
                  <c:v>1.47973</c:v>
                </c:pt>
                <c:pt idx="1964">
                  <c:v>1.4802299999999999</c:v>
                </c:pt>
                <c:pt idx="1965">
                  <c:v>1.4807399999999999</c:v>
                </c:pt>
                <c:pt idx="1966">
                  <c:v>1.4812399999999999</c:v>
                </c:pt>
                <c:pt idx="1967">
                  <c:v>1.4817400000000001</c:v>
                </c:pt>
                <c:pt idx="1968">
                  <c:v>1.48224</c:v>
                </c:pt>
                <c:pt idx="1969">
                  <c:v>1.4827399999999999</c:v>
                </c:pt>
                <c:pt idx="1970">
                  <c:v>1.4832399999999999</c:v>
                </c:pt>
                <c:pt idx="1971">
                  <c:v>1.4837400000000001</c:v>
                </c:pt>
                <c:pt idx="1972">
                  <c:v>1.48424</c:v>
                </c:pt>
                <c:pt idx="1973">
                  <c:v>1.4847300000000001</c:v>
                </c:pt>
                <c:pt idx="1974">
                  <c:v>1.4852300000000001</c:v>
                </c:pt>
                <c:pt idx="1975">
                  <c:v>1.48573</c:v>
                </c:pt>
                <c:pt idx="1976">
                  <c:v>1.4862299999999999</c:v>
                </c:pt>
                <c:pt idx="1977">
                  <c:v>1.4867300000000001</c:v>
                </c:pt>
                <c:pt idx="1978">
                  <c:v>1.4872300000000001</c:v>
                </c:pt>
                <c:pt idx="1979">
                  <c:v>1.48773</c:v>
                </c:pt>
                <c:pt idx="1980">
                  <c:v>1.4882299999999999</c:v>
                </c:pt>
                <c:pt idx="1981">
                  <c:v>1.4887300000000001</c:v>
                </c:pt>
                <c:pt idx="1982">
                  <c:v>1.4892300000000001</c:v>
                </c:pt>
                <c:pt idx="1983">
                  <c:v>1.48973</c:v>
                </c:pt>
                <c:pt idx="1984">
                  <c:v>1.4902299999999999</c:v>
                </c:pt>
                <c:pt idx="1985">
                  <c:v>1.4907300000000001</c:v>
                </c:pt>
                <c:pt idx="1986">
                  <c:v>1.4912300000000001</c:v>
                </c:pt>
                <c:pt idx="1987">
                  <c:v>1.49173</c:v>
                </c:pt>
                <c:pt idx="1988">
                  <c:v>1.4922299999999999</c:v>
                </c:pt>
                <c:pt idx="1989">
                  <c:v>1.4927299999999999</c:v>
                </c:pt>
                <c:pt idx="1990">
                  <c:v>1.4932300000000001</c:v>
                </c:pt>
                <c:pt idx="1991">
                  <c:v>1.49373</c:v>
                </c:pt>
                <c:pt idx="1992">
                  <c:v>1.4942299999999999</c:v>
                </c:pt>
                <c:pt idx="1993">
                  <c:v>1.4947299999999999</c:v>
                </c:pt>
                <c:pt idx="1994">
                  <c:v>1.4952300000000001</c:v>
                </c:pt>
                <c:pt idx="1995">
                  <c:v>1.49573</c:v>
                </c:pt>
                <c:pt idx="1996">
                  <c:v>1.4962299999999999</c:v>
                </c:pt>
                <c:pt idx="1997">
                  <c:v>1.4967200000000001</c:v>
                </c:pt>
                <c:pt idx="1998">
                  <c:v>1.49722</c:v>
                </c:pt>
                <c:pt idx="1999">
                  <c:v>1.4977199999999999</c:v>
                </c:pt>
                <c:pt idx="2000">
                  <c:v>1.49821</c:v>
                </c:pt>
                <c:pt idx="2001">
                  <c:v>1.4984</c:v>
                </c:pt>
                <c:pt idx="2002">
                  <c:v>1.4983</c:v>
                </c:pt>
                <c:pt idx="2003">
                  <c:v>1.49813</c:v>
                </c:pt>
                <c:pt idx="2004">
                  <c:v>1.49773</c:v>
                </c:pt>
                <c:pt idx="2005">
                  <c:v>1.4972700000000001</c:v>
                </c:pt>
                <c:pt idx="2006">
                  <c:v>1.49678</c:v>
                </c:pt>
                <c:pt idx="2007">
                  <c:v>1.4962800000000001</c:v>
                </c:pt>
                <c:pt idx="2008">
                  <c:v>1.49579</c:v>
                </c:pt>
                <c:pt idx="2009">
                  <c:v>1.49529</c:v>
                </c:pt>
                <c:pt idx="2010">
                  <c:v>1.4947900000000001</c:v>
                </c:pt>
                <c:pt idx="2011">
                  <c:v>1.4942899999999999</c:v>
                </c:pt>
                <c:pt idx="2012">
                  <c:v>1.4938</c:v>
                </c:pt>
                <c:pt idx="2013">
                  <c:v>1.4933000000000001</c:v>
                </c:pt>
                <c:pt idx="2014">
                  <c:v>1.4927999999999999</c:v>
                </c:pt>
                <c:pt idx="2015">
                  <c:v>1.4923</c:v>
                </c:pt>
                <c:pt idx="2016">
                  <c:v>1.4918</c:v>
                </c:pt>
                <c:pt idx="2017">
                  <c:v>1.4913000000000001</c:v>
                </c:pt>
                <c:pt idx="2018">
                  <c:v>1.4907999999999999</c:v>
                </c:pt>
                <c:pt idx="2019">
                  <c:v>1.4903</c:v>
                </c:pt>
                <c:pt idx="2020">
                  <c:v>1.4898</c:v>
                </c:pt>
                <c:pt idx="2021">
                  <c:v>1.4893000000000001</c:v>
                </c:pt>
                <c:pt idx="2022">
                  <c:v>1.48881</c:v>
                </c:pt>
                <c:pt idx="2023">
                  <c:v>1.4883</c:v>
                </c:pt>
                <c:pt idx="2024">
                  <c:v>1.4878</c:v>
                </c:pt>
                <c:pt idx="2025">
                  <c:v>1.4873000000000001</c:v>
                </c:pt>
                <c:pt idx="2026">
                  <c:v>1.4867999999999999</c:v>
                </c:pt>
                <c:pt idx="2027">
                  <c:v>1.48631</c:v>
                </c:pt>
                <c:pt idx="2028">
                  <c:v>1.4858100000000001</c:v>
                </c:pt>
                <c:pt idx="2029">
                  <c:v>1.4853000000000001</c:v>
                </c:pt>
                <c:pt idx="2030">
                  <c:v>1.4847999999999999</c:v>
                </c:pt>
                <c:pt idx="2031">
                  <c:v>1.4843</c:v>
                </c:pt>
                <c:pt idx="2032">
                  <c:v>1.4838100000000001</c:v>
                </c:pt>
                <c:pt idx="2033">
                  <c:v>1.4833099999999999</c:v>
                </c:pt>
                <c:pt idx="2034">
                  <c:v>1.48281</c:v>
                </c:pt>
                <c:pt idx="2035">
                  <c:v>1.48231</c:v>
                </c:pt>
                <c:pt idx="2036">
                  <c:v>1.4818100000000001</c:v>
                </c:pt>
                <c:pt idx="2037">
                  <c:v>1.4813099999999999</c:v>
                </c:pt>
                <c:pt idx="2038">
                  <c:v>1.48081</c:v>
                </c:pt>
                <c:pt idx="2039">
                  <c:v>1.48031</c:v>
                </c:pt>
                <c:pt idx="2040">
                  <c:v>1.4798100000000001</c:v>
                </c:pt>
                <c:pt idx="2041">
                  <c:v>1.4793099999999999</c:v>
                </c:pt>
                <c:pt idx="2042">
                  <c:v>1.47881</c:v>
                </c:pt>
                <c:pt idx="2043">
                  <c:v>1.4782999999999999</c:v>
                </c:pt>
                <c:pt idx="2044">
                  <c:v>1.4778</c:v>
                </c:pt>
                <c:pt idx="2045">
                  <c:v>1.4773000000000001</c:v>
                </c:pt>
                <c:pt idx="2046">
                  <c:v>1.4767999999999999</c:v>
                </c:pt>
                <c:pt idx="2047">
                  <c:v>1.47631</c:v>
                </c:pt>
                <c:pt idx="2048">
                  <c:v>1.4758100000000001</c:v>
                </c:pt>
                <c:pt idx="2049">
                  <c:v>1.4753099999999999</c:v>
                </c:pt>
                <c:pt idx="2050">
                  <c:v>1.47481</c:v>
                </c:pt>
                <c:pt idx="2051">
                  <c:v>1.47431</c:v>
                </c:pt>
                <c:pt idx="2052">
                  <c:v>1.4738100000000001</c:v>
                </c:pt>
                <c:pt idx="2053">
                  <c:v>1.4733099999999999</c:v>
                </c:pt>
                <c:pt idx="2054">
                  <c:v>1.47281</c:v>
                </c:pt>
                <c:pt idx="2055">
                  <c:v>1.47231</c:v>
                </c:pt>
                <c:pt idx="2056">
                  <c:v>1.4718100000000001</c:v>
                </c:pt>
                <c:pt idx="2057">
                  <c:v>1.4713099999999999</c:v>
                </c:pt>
                <c:pt idx="2058">
                  <c:v>1.47081</c:v>
                </c:pt>
                <c:pt idx="2059">
                  <c:v>1.47031</c:v>
                </c:pt>
                <c:pt idx="2060">
                  <c:v>1.4698100000000001</c:v>
                </c:pt>
                <c:pt idx="2061">
                  <c:v>1.4693099999999999</c:v>
                </c:pt>
                <c:pt idx="2062">
                  <c:v>1.4688099999999999</c:v>
                </c:pt>
                <c:pt idx="2063">
                  <c:v>1.46831</c:v>
                </c:pt>
                <c:pt idx="2064">
                  <c:v>1.4678100000000001</c:v>
                </c:pt>
                <c:pt idx="2065">
                  <c:v>1.4673099999999999</c:v>
                </c:pt>
                <c:pt idx="2066">
                  <c:v>1.4668099999999999</c:v>
                </c:pt>
                <c:pt idx="2067">
                  <c:v>1.46631</c:v>
                </c:pt>
                <c:pt idx="2068">
                  <c:v>1.4658100000000001</c:v>
                </c:pt>
                <c:pt idx="2069">
                  <c:v>1.4653099999999999</c:v>
                </c:pt>
                <c:pt idx="2070">
                  <c:v>1.4648099999999999</c:v>
                </c:pt>
                <c:pt idx="2071">
                  <c:v>1.46431</c:v>
                </c:pt>
                <c:pt idx="2072">
                  <c:v>1.4638100000000001</c:v>
                </c:pt>
                <c:pt idx="2073">
                  <c:v>1.4633100000000001</c:v>
                </c:pt>
                <c:pt idx="2074">
                  <c:v>1.4628099999999999</c:v>
                </c:pt>
                <c:pt idx="2075">
                  <c:v>1.46231</c:v>
                </c:pt>
                <c:pt idx="2076">
                  <c:v>1.4618100000000001</c:v>
                </c:pt>
                <c:pt idx="2077">
                  <c:v>1.4613100000000001</c:v>
                </c:pt>
                <c:pt idx="2078">
                  <c:v>1.4608099999999999</c:v>
                </c:pt>
                <c:pt idx="2079">
                  <c:v>1.46031</c:v>
                </c:pt>
                <c:pt idx="2080">
                  <c:v>1.4598100000000001</c:v>
                </c:pt>
                <c:pt idx="2081">
                  <c:v>1.4593100000000001</c:v>
                </c:pt>
                <c:pt idx="2082">
                  <c:v>1.4588099999999999</c:v>
                </c:pt>
                <c:pt idx="2083">
                  <c:v>1.45831</c:v>
                </c:pt>
                <c:pt idx="2084">
                  <c:v>1.4578199999999999</c:v>
                </c:pt>
                <c:pt idx="2085">
                  <c:v>1.4573199999999999</c:v>
                </c:pt>
                <c:pt idx="2086">
                  <c:v>1.4568099999999999</c:v>
                </c:pt>
                <c:pt idx="2087">
                  <c:v>1.4563200000000001</c:v>
                </c:pt>
                <c:pt idx="2088">
                  <c:v>1.4558199999999999</c:v>
                </c:pt>
                <c:pt idx="2089">
                  <c:v>1.4553199999999999</c:v>
                </c:pt>
                <c:pt idx="2090">
                  <c:v>1.45482</c:v>
                </c:pt>
                <c:pt idx="2091">
                  <c:v>1.4543200000000001</c:v>
                </c:pt>
                <c:pt idx="2092">
                  <c:v>1.4538199999999999</c:v>
                </c:pt>
                <c:pt idx="2093">
                  <c:v>1.4533199999999999</c:v>
                </c:pt>
                <c:pt idx="2094">
                  <c:v>1.4528099999999999</c:v>
                </c:pt>
                <c:pt idx="2095">
                  <c:v>1.45231</c:v>
                </c:pt>
                <c:pt idx="2096">
                  <c:v>1.45181</c:v>
                </c:pt>
                <c:pt idx="2097">
                  <c:v>1.4513100000000001</c:v>
                </c:pt>
                <c:pt idx="2098">
                  <c:v>1.4508099999999999</c:v>
                </c:pt>
                <c:pt idx="2099">
                  <c:v>1.4503200000000001</c:v>
                </c:pt>
                <c:pt idx="2100">
                  <c:v>1.4498200000000001</c:v>
                </c:pt>
                <c:pt idx="2101">
                  <c:v>1.4493199999999999</c:v>
                </c:pt>
                <c:pt idx="2102">
                  <c:v>1.44882</c:v>
                </c:pt>
                <c:pt idx="2103">
                  <c:v>1.4483200000000001</c:v>
                </c:pt>
                <c:pt idx="2104">
                  <c:v>1.4478200000000001</c:v>
                </c:pt>
                <c:pt idx="2105">
                  <c:v>1.4473199999999999</c:v>
                </c:pt>
                <c:pt idx="2106">
                  <c:v>1.44682</c:v>
                </c:pt>
                <c:pt idx="2107">
                  <c:v>1.4463200000000001</c:v>
                </c:pt>
                <c:pt idx="2108">
                  <c:v>1.4458200000000001</c:v>
                </c:pt>
                <c:pt idx="2109">
                  <c:v>1.4453199999999999</c:v>
                </c:pt>
                <c:pt idx="2110">
                  <c:v>1.44482</c:v>
                </c:pt>
                <c:pt idx="2111">
                  <c:v>1.44432</c:v>
                </c:pt>
                <c:pt idx="2112">
                  <c:v>1.4438200000000001</c:v>
                </c:pt>
                <c:pt idx="2113">
                  <c:v>1.4433199999999999</c:v>
                </c:pt>
                <c:pt idx="2114">
                  <c:v>1.44282</c:v>
                </c:pt>
                <c:pt idx="2115">
                  <c:v>1.44232</c:v>
                </c:pt>
                <c:pt idx="2116">
                  <c:v>1.4418200000000001</c:v>
                </c:pt>
                <c:pt idx="2117">
                  <c:v>1.4413199999999999</c:v>
                </c:pt>
                <c:pt idx="2118">
                  <c:v>1.44082</c:v>
                </c:pt>
                <c:pt idx="2119">
                  <c:v>1.4403300000000001</c:v>
                </c:pt>
                <c:pt idx="2120">
                  <c:v>1.4398299999999999</c:v>
                </c:pt>
                <c:pt idx="2121">
                  <c:v>1.43933</c:v>
                </c:pt>
                <c:pt idx="2122">
                  <c:v>1.4388300000000001</c:v>
                </c:pt>
                <c:pt idx="2123">
                  <c:v>1.43832</c:v>
                </c:pt>
                <c:pt idx="2124">
                  <c:v>1.4378200000000001</c:v>
                </c:pt>
                <c:pt idx="2125">
                  <c:v>1.4373199999999999</c:v>
                </c:pt>
                <c:pt idx="2126">
                  <c:v>1.43682</c:v>
                </c:pt>
                <c:pt idx="2127">
                  <c:v>1.43632</c:v>
                </c:pt>
                <c:pt idx="2128">
                  <c:v>1.4358200000000001</c:v>
                </c:pt>
                <c:pt idx="2129">
                  <c:v>1.4353199999999999</c:v>
                </c:pt>
                <c:pt idx="2130">
                  <c:v>1.43482</c:v>
                </c:pt>
                <c:pt idx="2131">
                  <c:v>1.4343300000000001</c:v>
                </c:pt>
                <c:pt idx="2132">
                  <c:v>1.4338299999999999</c:v>
                </c:pt>
                <c:pt idx="2133">
                  <c:v>1.43333</c:v>
                </c:pt>
                <c:pt idx="2134">
                  <c:v>1.43283</c:v>
                </c:pt>
                <c:pt idx="2135">
                  <c:v>1.43232</c:v>
                </c:pt>
                <c:pt idx="2136">
                  <c:v>1.4318200000000001</c:v>
                </c:pt>
                <c:pt idx="2137">
                  <c:v>1.4313199999999999</c:v>
                </c:pt>
                <c:pt idx="2138">
                  <c:v>1.43082</c:v>
                </c:pt>
                <c:pt idx="2139">
                  <c:v>1.43032</c:v>
                </c:pt>
                <c:pt idx="2140">
                  <c:v>1.4298200000000001</c:v>
                </c:pt>
                <c:pt idx="2141">
                  <c:v>1.4293199999999999</c:v>
                </c:pt>
                <c:pt idx="2142">
                  <c:v>1.42883</c:v>
                </c:pt>
                <c:pt idx="2143">
                  <c:v>1.4283300000000001</c:v>
                </c:pt>
                <c:pt idx="2144">
                  <c:v>1.4278299999999999</c:v>
                </c:pt>
                <c:pt idx="2145">
                  <c:v>1.42733</c:v>
                </c:pt>
                <c:pt idx="2146">
                  <c:v>1.42683</c:v>
                </c:pt>
                <c:pt idx="2147">
                  <c:v>1.4263300000000001</c:v>
                </c:pt>
                <c:pt idx="2148">
                  <c:v>1.4258299999999999</c:v>
                </c:pt>
                <c:pt idx="2149">
                  <c:v>1.4253400000000001</c:v>
                </c:pt>
                <c:pt idx="2150">
                  <c:v>1.4248400000000001</c:v>
                </c:pt>
                <c:pt idx="2151">
                  <c:v>1.4243399999999999</c:v>
                </c:pt>
                <c:pt idx="2152">
                  <c:v>1.42384</c:v>
                </c:pt>
                <c:pt idx="2153">
                  <c:v>1.42334</c:v>
                </c:pt>
                <c:pt idx="2154">
                  <c:v>1.42283</c:v>
                </c:pt>
                <c:pt idx="2155">
                  <c:v>1.4223300000000001</c:v>
                </c:pt>
                <c:pt idx="2156">
                  <c:v>1.4218299999999999</c:v>
                </c:pt>
                <c:pt idx="2157">
                  <c:v>1.42133</c:v>
                </c:pt>
                <c:pt idx="2158">
                  <c:v>1.42083</c:v>
                </c:pt>
                <c:pt idx="2159">
                  <c:v>1.4203300000000001</c:v>
                </c:pt>
                <c:pt idx="2160">
                  <c:v>1.4198299999999999</c:v>
                </c:pt>
                <c:pt idx="2161">
                  <c:v>1.41933</c:v>
                </c:pt>
                <c:pt idx="2162">
                  <c:v>1.41883</c:v>
                </c:pt>
                <c:pt idx="2163">
                  <c:v>1.4183399999999999</c:v>
                </c:pt>
                <c:pt idx="2164">
                  <c:v>1.41784</c:v>
                </c:pt>
                <c:pt idx="2165">
                  <c:v>1.41734</c:v>
                </c:pt>
                <c:pt idx="2166">
                  <c:v>1.4168400000000001</c:v>
                </c:pt>
                <c:pt idx="2167">
                  <c:v>1.4163399999999999</c:v>
                </c:pt>
                <c:pt idx="2168">
                  <c:v>1.41584</c:v>
                </c:pt>
                <c:pt idx="2169">
                  <c:v>1.41534</c:v>
                </c:pt>
                <c:pt idx="2170">
                  <c:v>1.4148400000000001</c:v>
                </c:pt>
                <c:pt idx="2171">
                  <c:v>1.4143399999999999</c:v>
                </c:pt>
                <c:pt idx="2172">
                  <c:v>1.41384</c:v>
                </c:pt>
                <c:pt idx="2173">
                  <c:v>1.41334</c:v>
                </c:pt>
                <c:pt idx="2174">
                  <c:v>1.4128400000000001</c:v>
                </c:pt>
                <c:pt idx="2175">
                  <c:v>1.4123300000000001</c:v>
                </c:pt>
                <c:pt idx="2176">
                  <c:v>1.4118299999999999</c:v>
                </c:pt>
                <c:pt idx="2177">
                  <c:v>1.41134</c:v>
                </c:pt>
                <c:pt idx="2178">
                  <c:v>1.4108400000000001</c:v>
                </c:pt>
                <c:pt idx="2179">
                  <c:v>1.4103399999999999</c:v>
                </c:pt>
                <c:pt idx="2180">
                  <c:v>1.40984</c:v>
                </c:pt>
                <c:pt idx="2181">
                  <c:v>1.40934</c:v>
                </c:pt>
                <c:pt idx="2182">
                  <c:v>1.4088499999999999</c:v>
                </c:pt>
                <c:pt idx="2183">
                  <c:v>1.40835</c:v>
                </c:pt>
                <c:pt idx="2184">
                  <c:v>1.40784</c:v>
                </c:pt>
                <c:pt idx="2185">
                  <c:v>1.40734</c:v>
                </c:pt>
                <c:pt idx="2186">
                  <c:v>1.4068400000000001</c:v>
                </c:pt>
                <c:pt idx="2187">
                  <c:v>1.4063399999999999</c:v>
                </c:pt>
                <c:pt idx="2188">
                  <c:v>1.40585</c:v>
                </c:pt>
                <c:pt idx="2189">
                  <c:v>1.4053500000000001</c:v>
                </c:pt>
                <c:pt idx="2190">
                  <c:v>1.4048400000000001</c:v>
                </c:pt>
                <c:pt idx="2191">
                  <c:v>1.4043399999999999</c:v>
                </c:pt>
                <c:pt idx="2192">
                  <c:v>1.40384</c:v>
                </c:pt>
                <c:pt idx="2193">
                  <c:v>1.40334</c:v>
                </c:pt>
                <c:pt idx="2194">
                  <c:v>1.4028400000000001</c:v>
                </c:pt>
                <c:pt idx="2195">
                  <c:v>1.4023399999999999</c:v>
                </c:pt>
                <c:pt idx="2196">
                  <c:v>1.40184</c:v>
                </c:pt>
                <c:pt idx="2197">
                  <c:v>1.40134</c:v>
                </c:pt>
                <c:pt idx="2198">
                  <c:v>1.4008400000000001</c:v>
                </c:pt>
                <c:pt idx="2199">
                  <c:v>1.40035</c:v>
                </c:pt>
                <c:pt idx="2200">
                  <c:v>1.39985</c:v>
                </c:pt>
                <c:pt idx="2201">
                  <c:v>1.3993500000000001</c:v>
                </c:pt>
                <c:pt idx="2202">
                  <c:v>1.3988400000000001</c:v>
                </c:pt>
                <c:pt idx="2203">
                  <c:v>1.3983399999999999</c:v>
                </c:pt>
                <c:pt idx="2204">
                  <c:v>1.39784</c:v>
                </c:pt>
                <c:pt idx="2205">
                  <c:v>1.39734</c:v>
                </c:pt>
                <c:pt idx="2206">
                  <c:v>1.3968400000000001</c:v>
                </c:pt>
                <c:pt idx="2207">
                  <c:v>1.3963399999999999</c:v>
                </c:pt>
                <c:pt idx="2208">
                  <c:v>1.39585</c:v>
                </c:pt>
                <c:pt idx="2209">
                  <c:v>1.3953500000000001</c:v>
                </c:pt>
                <c:pt idx="2210">
                  <c:v>1.3948499999999999</c:v>
                </c:pt>
                <c:pt idx="2211">
                  <c:v>1.39435</c:v>
                </c:pt>
                <c:pt idx="2212">
                  <c:v>1.39385</c:v>
                </c:pt>
                <c:pt idx="2213">
                  <c:v>1.39334</c:v>
                </c:pt>
                <c:pt idx="2214">
                  <c:v>1.3928400000000001</c:v>
                </c:pt>
                <c:pt idx="2215">
                  <c:v>1.3923399999999999</c:v>
                </c:pt>
                <c:pt idx="2216">
                  <c:v>1.39184</c:v>
                </c:pt>
                <c:pt idx="2217">
                  <c:v>1.39134</c:v>
                </c:pt>
                <c:pt idx="2218">
                  <c:v>1.3908499999999999</c:v>
                </c:pt>
                <c:pt idx="2219">
                  <c:v>1.39035</c:v>
                </c:pt>
                <c:pt idx="2220">
                  <c:v>1.38985</c:v>
                </c:pt>
                <c:pt idx="2221">
                  <c:v>1.3893500000000001</c:v>
                </c:pt>
                <c:pt idx="2222">
                  <c:v>1.3888499999999999</c:v>
                </c:pt>
                <c:pt idx="2223">
                  <c:v>1.38835</c:v>
                </c:pt>
                <c:pt idx="2224">
                  <c:v>1.38785</c:v>
                </c:pt>
                <c:pt idx="2225">
                  <c:v>1.3873500000000001</c:v>
                </c:pt>
                <c:pt idx="2226">
                  <c:v>1.3868499999999999</c:v>
                </c:pt>
                <c:pt idx="2227">
                  <c:v>1.38635</c:v>
                </c:pt>
                <c:pt idx="2228">
                  <c:v>1.38585</c:v>
                </c:pt>
                <c:pt idx="2229">
                  <c:v>1.3853500000000001</c:v>
                </c:pt>
                <c:pt idx="2230">
                  <c:v>1.3848499999999999</c:v>
                </c:pt>
                <c:pt idx="2231">
                  <c:v>1.38435</c:v>
                </c:pt>
                <c:pt idx="2232">
                  <c:v>1.38385</c:v>
                </c:pt>
                <c:pt idx="2233">
                  <c:v>1.3833500000000001</c:v>
                </c:pt>
                <c:pt idx="2234">
                  <c:v>1.3828499999999999</c:v>
                </c:pt>
                <c:pt idx="2235">
                  <c:v>1.38235</c:v>
                </c:pt>
                <c:pt idx="2236">
                  <c:v>1.38185</c:v>
                </c:pt>
                <c:pt idx="2237">
                  <c:v>1.3813500000000001</c:v>
                </c:pt>
                <c:pt idx="2238">
                  <c:v>1.3808499999999999</c:v>
                </c:pt>
                <c:pt idx="2239">
                  <c:v>1.38035</c:v>
                </c:pt>
                <c:pt idx="2240">
                  <c:v>1.37985</c:v>
                </c:pt>
                <c:pt idx="2241">
                  <c:v>1.3793500000000001</c:v>
                </c:pt>
                <c:pt idx="2242">
                  <c:v>1.3788499999999999</c:v>
                </c:pt>
                <c:pt idx="2243">
                  <c:v>1.37835</c:v>
                </c:pt>
                <c:pt idx="2244">
                  <c:v>1.37785</c:v>
                </c:pt>
                <c:pt idx="2245">
                  <c:v>1.3773500000000001</c:v>
                </c:pt>
                <c:pt idx="2246">
                  <c:v>1.3768499999999999</c:v>
                </c:pt>
                <c:pt idx="2247">
                  <c:v>1.37635</c:v>
                </c:pt>
                <c:pt idx="2248">
                  <c:v>1.37585</c:v>
                </c:pt>
                <c:pt idx="2249">
                  <c:v>1.3753500000000001</c:v>
                </c:pt>
                <c:pt idx="2250">
                  <c:v>1.3748499999999999</c:v>
                </c:pt>
                <c:pt idx="2251">
                  <c:v>1.37435</c:v>
                </c:pt>
                <c:pt idx="2252">
                  <c:v>1.37385</c:v>
                </c:pt>
                <c:pt idx="2253">
                  <c:v>1.3733500000000001</c:v>
                </c:pt>
                <c:pt idx="2254">
                  <c:v>1.3728499999999999</c:v>
                </c:pt>
                <c:pt idx="2255">
                  <c:v>1.37235</c:v>
                </c:pt>
                <c:pt idx="2256">
                  <c:v>1.3718600000000001</c:v>
                </c:pt>
                <c:pt idx="2257">
                  <c:v>1.3713599999999999</c:v>
                </c:pt>
                <c:pt idx="2258">
                  <c:v>1.37086</c:v>
                </c:pt>
                <c:pt idx="2259">
                  <c:v>1.37036</c:v>
                </c:pt>
                <c:pt idx="2260">
                  <c:v>1.3698600000000001</c:v>
                </c:pt>
                <c:pt idx="2261">
                  <c:v>1.3693599999999999</c:v>
                </c:pt>
                <c:pt idx="2262">
                  <c:v>1.3688499999999999</c:v>
                </c:pt>
                <c:pt idx="2263">
                  <c:v>1.36835</c:v>
                </c:pt>
                <c:pt idx="2264">
                  <c:v>1.36785</c:v>
                </c:pt>
                <c:pt idx="2265">
                  <c:v>1.3673500000000001</c:v>
                </c:pt>
                <c:pt idx="2266">
                  <c:v>1.36686</c:v>
                </c:pt>
                <c:pt idx="2267">
                  <c:v>1.36636</c:v>
                </c:pt>
                <c:pt idx="2268">
                  <c:v>1.3658600000000001</c:v>
                </c:pt>
                <c:pt idx="2269">
                  <c:v>1.3653599999999999</c:v>
                </c:pt>
                <c:pt idx="2270">
                  <c:v>1.36486</c:v>
                </c:pt>
                <c:pt idx="2271">
                  <c:v>1.36436</c:v>
                </c:pt>
                <c:pt idx="2272">
                  <c:v>1.3638600000000001</c:v>
                </c:pt>
                <c:pt idx="2273">
                  <c:v>1.3633599999999999</c:v>
                </c:pt>
                <c:pt idx="2274">
                  <c:v>1.36286</c:v>
                </c:pt>
                <c:pt idx="2275">
                  <c:v>1.36236</c:v>
                </c:pt>
                <c:pt idx="2276">
                  <c:v>1.3618600000000001</c:v>
                </c:pt>
                <c:pt idx="2277">
                  <c:v>1.3613500000000001</c:v>
                </c:pt>
                <c:pt idx="2278">
                  <c:v>1.3608499999999999</c:v>
                </c:pt>
                <c:pt idx="2279">
                  <c:v>1.3603499999999999</c:v>
                </c:pt>
                <c:pt idx="2280">
                  <c:v>1.35985</c:v>
                </c:pt>
                <c:pt idx="2281">
                  <c:v>1.3593500000000001</c:v>
                </c:pt>
                <c:pt idx="2282">
                  <c:v>1.3588499999999999</c:v>
                </c:pt>
                <c:pt idx="2283">
                  <c:v>1.35836</c:v>
                </c:pt>
                <c:pt idx="2284">
                  <c:v>1.3578600000000001</c:v>
                </c:pt>
                <c:pt idx="2285">
                  <c:v>1.3573599999999999</c:v>
                </c:pt>
                <c:pt idx="2286">
                  <c:v>1.35686</c:v>
                </c:pt>
                <c:pt idx="2287">
                  <c:v>1.3563700000000001</c:v>
                </c:pt>
                <c:pt idx="2288">
                  <c:v>1.3558699999999999</c:v>
                </c:pt>
                <c:pt idx="2289">
                  <c:v>1.35537</c:v>
                </c:pt>
                <c:pt idx="2290">
                  <c:v>1.35486</c:v>
                </c:pt>
                <c:pt idx="2291">
                  <c:v>1.35436</c:v>
                </c:pt>
                <c:pt idx="2292">
                  <c:v>1.3538600000000001</c:v>
                </c:pt>
                <c:pt idx="2293">
                  <c:v>1.3533599999999999</c:v>
                </c:pt>
                <c:pt idx="2294">
                  <c:v>1.35286</c:v>
                </c:pt>
                <c:pt idx="2295">
                  <c:v>1.35236</c:v>
                </c:pt>
                <c:pt idx="2296">
                  <c:v>1.3518600000000001</c:v>
                </c:pt>
                <c:pt idx="2297">
                  <c:v>1.3513599999999999</c:v>
                </c:pt>
                <c:pt idx="2298">
                  <c:v>1.3508599999999999</c:v>
                </c:pt>
                <c:pt idx="2299">
                  <c:v>1.3503700000000001</c:v>
                </c:pt>
                <c:pt idx="2300">
                  <c:v>1.3498699999999999</c:v>
                </c:pt>
                <c:pt idx="2301">
                  <c:v>1.34937</c:v>
                </c:pt>
                <c:pt idx="2302">
                  <c:v>1.34887</c:v>
                </c:pt>
                <c:pt idx="2303">
                  <c:v>1.3483700000000001</c:v>
                </c:pt>
                <c:pt idx="2304">
                  <c:v>1.3478699999999999</c:v>
                </c:pt>
                <c:pt idx="2305">
                  <c:v>1.34737</c:v>
                </c:pt>
                <c:pt idx="2306">
                  <c:v>1.34687</c:v>
                </c:pt>
                <c:pt idx="2307">
                  <c:v>1.34636</c:v>
                </c:pt>
                <c:pt idx="2308">
                  <c:v>1.3458600000000001</c:v>
                </c:pt>
                <c:pt idx="2309">
                  <c:v>1.3453599999999999</c:v>
                </c:pt>
                <c:pt idx="2310">
                  <c:v>1.3448599999999999</c:v>
                </c:pt>
                <c:pt idx="2311">
                  <c:v>1.34436</c:v>
                </c:pt>
                <c:pt idx="2312">
                  <c:v>1.3438600000000001</c:v>
                </c:pt>
                <c:pt idx="2313">
                  <c:v>1.3433600000000001</c:v>
                </c:pt>
                <c:pt idx="2314">
                  <c:v>1.3428599999999999</c:v>
                </c:pt>
                <c:pt idx="2315">
                  <c:v>1.3423700000000001</c:v>
                </c:pt>
                <c:pt idx="2316">
                  <c:v>1.3418699999999999</c:v>
                </c:pt>
                <c:pt idx="2317">
                  <c:v>1.34137</c:v>
                </c:pt>
                <c:pt idx="2318">
                  <c:v>1.34087</c:v>
                </c:pt>
                <c:pt idx="2319">
                  <c:v>1.3403700000000001</c:v>
                </c:pt>
                <c:pt idx="2320">
                  <c:v>1.3398699999999999</c:v>
                </c:pt>
                <c:pt idx="2321">
                  <c:v>1.3393699999999999</c:v>
                </c:pt>
                <c:pt idx="2322">
                  <c:v>1.33887</c:v>
                </c:pt>
                <c:pt idx="2323">
                  <c:v>1.3383700000000001</c:v>
                </c:pt>
                <c:pt idx="2324">
                  <c:v>1.3378699999999999</c:v>
                </c:pt>
                <c:pt idx="2325">
                  <c:v>1.3373699999999999</c:v>
                </c:pt>
                <c:pt idx="2326">
                  <c:v>1.33687</c:v>
                </c:pt>
                <c:pt idx="2327">
                  <c:v>1.3363700000000001</c:v>
                </c:pt>
                <c:pt idx="2328">
                  <c:v>1.3358699999999999</c:v>
                </c:pt>
                <c:pt idx="2329">
                  <c:v>1.3353699999999999</c:v>
                </c:pt>
                <c:pt idx="2330">
                  <c:v>1.33487</c:v>
                </c:pt>
                <c:pt idx="2331">
                  <c:v>1.3343700000000001</c:v>
                </c:pt>
                <c:pt idx="2332">
                  <c:v>1.3338699999999999</c:v>
                </c:pt>
                <c:pt idx="2333">
                  <c:v>1.3333699999999999</c:v>
                </c:pt>
                <c:pt idx="2334">
                  <c:v>1.33287</c:v>
                </c:pt>
                <c:pt idx="2335">
                  <c:v>1.3323700000000001</c:v>
                </c:pt>
                <c:pt idx="2336">
                  <c:v>1.3318700000000001</c:v>
                </c:pt>
                <c:pt idx="2337">
                  <c:v>1.3313699999999999</c:v>
                </c:pt>
                <c:pt idx="2338">
                  <c:v>1.33087</c:v>
                </c:pt>
                <c:pt idx="2339">
                  <c:v>1.3303799999999999</c:v>
                </c:pt>
                <c:pt idx="2340">
                  <c:v>1.32988</c:v>
                </c:pt>
                <c:pt idx="2341">
                  <c:v>1.32938</c:v>
                </c:pt>
                <c:pt idx="2342">
                  <c:v>1.3288800000000001</c:v>
                </c:pt>
                <c:pt idx="2343">
                  <c:v>1.3283799999999999</c:v>
                </c:pt>
                <c:pt idx="2344">
                  <c:v>1.3278799999999999</c:v>
                </c:pt>
                <c:pt idx="2345">
                  <c:v>1.32738</c:v>
                </c:pt>
                <c:pt idx="2346">
                  <c:v>1.3268800000000001</c:v>
                </c:pt>
                <c:pt idx="2347">
                  <c:v>1.32637</c:v>
                </c:pt>
                <c:pt idx="2348">
                  <c:v>1.3258700000000001</c:v>
                </c:pt>
                <c:pt idx="2349">
                  <c:v>1.3253699999999999</c:v>
                </c:pt>
                <c:pt idx="2350">
                  <c:v>1.32487</c:v>
                </c:pt>
                <c:pt idx="2351">
                  <c:v>1.32437</c:v>
                </c:pt>
                <c:pt idx="2352">
                  <c:v>1.3238700000000001</c:v>
                </c:pt>
                <c:pt idx="2353">
                  <c:v>1.32338</c:v>
                </c:pt>
                <c:pt idx="2354">
                  <c:v>1.3228800000000001</c:v>
                </c:pt>
                <c:pt idx="2355">
                  <c:v>1.3223800000000001</c:v>
                </c:pt>
                <c:pt idx="2356">
                  <c:v>1.3218799999999999</c:v>
                </c:pt>
                <c:pt idx="2357">
                  <c:v>1.32138</c:v>
                </c:pt>
                <c:pt idx="2358">
                  <c:v>1.3208800000000001</c:v>
                </c:pt>
                <c:pt idx="2359">
                  <c:v>1.3203800000000001</c:v>
                </c:pt>
                <c:pt idx="2360">
                  <c:v>1.3198799999999999</c:v>
                </c:pt>
                <c:pt idx="2361">
                  <c:v>1.31938</c:v>
                </c:pt>
                <c:pt idx="2362">
                  <c:v>1.3188800000000001</c:v>
                </c:pt>
                <c:pt idx="2363">
                  <c:v>1.3183800000000001</c:v>
                </c:pt>
                <c:pt idx="2364">
                  <c:v>1.3178799999999999</c:v>
                </c:pt>
                <c:pt idx="2365">
                  <c:v>1.31738</c:v>
                </c:pt>
                <c:pt idx="2366">
                  <c:v>1.3168800000000001</c:v>
                </c:pt>
                <c:pt idx="2367">
                  <c:v>1.3163800000000001</c:v>
                </c:pt>
                <c:pt idx="2368">
                  <c:v>1.3158799999999999</c:v>
                </c:pt>
                <c:pt idx="2369">
                  <c:v>1.31538</c:v>
                </c:pt>
                <c:pt idx="2370">
                  <c:v>1.31488</c:v>
                </c:pt>
                <c:pt idx="2371">
                  <c:v>1.3143800000000001</c:v>
                </c:pt>
                <c:pt idx="2372">
                  <c:v>1.3138799999999999</c:v>
                </c:pt>
                <c:pt idx="2373">
                  <c:v>1.31338</c:v>
                </c:pt>
                <c:pt idx="2374">
                  <c:v>1.31288</c:v>
                </c:pt>
                <c:pt idx="2375">
                  <c:v>1.3123800000000001</c:v>
                </c:pt>
                <c:pt idx="2376">
                  <c:v>1.3118799999999999</c:v>
                </c:pt>
                <c:pt idx="2377">
                  <c:v>1.31138</c:v>
                </c:pt>
                <c:pt idx="2378">
                  <c:v>1.31088</c:v>
                </c:pt>
                <c:pt idx="2379">
                  <c:v>1.3103800000000001</c:v>
                </c:pt>
                <c:pt idx="2380">
                  <c:v>1.3098799999999999</c:v>
                </c:pt>
                <c:pt idx="2381">
                  <c:v>1.30938</c:v>
                </c:pt>
                <c:pt idx="2382">
                  <c:v>1.30888</c:v>
                </c:pt>
                <c:pt idx="2383">
                  <c:v>1.3083899999999999</c:v>
                </c:pt>
                <c:pt idx="2384">
                  <c:v>1.30789</c:v>
                </c:pt>
                <c:pt idx="2385">
                  <c:v>1.3073900000000001</c:v>
                </c:pt>
                <c:pt idx="2386">
                  <c:v>1.3068900000000001</c:v>
                </c:pt>
                <c:pt idx="2387">
                  <c:v>1.3063899999999999</c:v>
                </c:pt>
                <c:pt idx="2388">
                  <c:v>1.30589</c:v>
                </c:pt>
                <c:pt idx="2389">
                  <c:v>1.3053900000000001</c:v>
                </c:pt>
                <c:pt idx="2390">
                  <c:v>1.30488</c:v>
                </c:pt>
                <c:pt idx="2391">
                  <c:v>1.3043800000000001</c:v>
                </c:pt>
                <c:pt idx="2392">
                  <c:v>1.3038799999999999</c:v>
                </c:pt>
                <c:pt idx="2393">
                  <c:v>1.30338</c:v>
                </c:pt>
                <c:pt idx="2394">
                  <c:v>1.30288</c:v>
                </c:pt>
                <c:pt idx="2395">
                  <c:v>1.3023800000000001</c:v>
                </c:pt>
                <c:pt idx="2396">
                  <c:v>1.3018799999999999</c:v>
                </c:pt>
                <c:pt idx="2397">
                  <c:v>1.30138</c:v>
                </c:pt>
                <c:pt idx="2398">
                  <c:v>1.30088</c:v>
                </c:pt>
                <c:pt idx="2399">
                  <c:v>1.3003800000000001</c:v>
                </c:pt>
                <c:pt idx="2400">
                  <c:v>1.2998799999999999</c:v>
                </c:pt>
                <c:pt idx="2401">
                  <c:v>1.29938</c:v>
                </c:pt>
                <c:pt idx="2402">
                  <c:v>1.2988900000000001</c:v>
                </c:pt>
                <c:pt idx="2403">
                  <c:v>1.2983899999999999</c:v>
                </c:pt>
                <c:pt idx="2404">
                  <c:v>1.29789</c:v>
                </c:pt>
                <c:pt idx="2405">
                  <c:v>1.29739</c:v>
                </c:pt>
                <c:pt idx="2406">
                  <c:v>1.2968900000000001</c:v>
                </c:pt>
                <c:pt idx="2407">
                  <c:v>1.2963899999999999</c:v>
                </c:pt>
                <c:pt idx="2408">
                  <c:v>1.29589</c:v>
                </c:pt>
                <c:pt idx="2409">
                  <c:v>1.29539</c:v>
                </c:pt>
                <c:pt idx="2410">
                  <c:v>1.2948900000000001</c:v>
                </c:pt>
                <c:pt idx="2411">
                  <c:v>1.2943899999999999</c:v>
                </c:pt>
                <c:pt idx="2412">
                  <c:v>1.2939000000000001</c:v>
                </c:pt>
                <c:pt idx="2413">
                  <c:v>1.2934000000000001</c:v>
                </c:pt>
                <c:pt idx="2414">
                  <c:v>1.2928999999999999</c:v>
                </c:pt>
                <c:pt idx="2415">
                  <c:v>1.2924</c:v>
                </c:pt>
                <c:pt idx="2416">
                  <c:v>1.2919</c:v>
                </c:pt>
                <c:pt idx="2417">
                  <c:v>1.2914000000000001</c:v>
                </c:pt>
                <c:pt idx="2418">
                  <c:v>1.2908999999999999</c:v>
                </c:pt>
                <c:pt idx="2419">
                  <c:v>1.2904</c:v>
                </c:pt>
                <c:pt idx="2420">
                  <c:v>1.2899</c:v>
                </c:pt>
                <c:pt idx="2421">
                  <c:v>1.2894000000000001</c:v>
                </c:pt>
                <c:pt idx="2422">
                  <c:v>1.2888999999999999</c:v>
                </c:pt>
                <c:pt idx="2423">
                  <c:v>1.2884</c:v>
                </c:pt>
                <c:pt idx="2424">
                  <c:v>1.2879</c:v>
                </c:pt>
                <c:pt idx="2425">
                  <c:v>1.2874000000000001</c:v>
                </c:pt>
                <c:pt idx="2426">
                  <c:v>1.2868999999999999</c:v>
                </c:pt>
                <c:pt idx="2427">
                  <c:v>1.2864</c:v>
                </c:pt>
                <c:pt idx="2428">
                  <c:v>1.2859</c:v>
                </c:pt>
                <c:pt idx="2429">
                  <c:v>1.2854000000000001</c:v>
                </c:pt>
                <c:pt idx="2430">
                  <c:v>1.2848900000000001</c:v>
                </c:pt>
                <c:pt idx="2431">
                  <c:v>1.2843899999999999</c:v>
                </c:pt>
                <c:pt idx="2432">
                  <c:v>1.28389</c:v>
                </c:pt>
                <c:pt idx="2433">
                  <c:v>1.28339</c:v>
                </c:pt>
                <c:pt idx="2434">
                  <c:v>1.2828900000000001</c:v>
                </c:pt>
                <c:pt idx="2435">
                  <c:v>1.2823899999999999</c:v>
                </c:pt>
                <c:pt idx="2436">
                  <c:v>1.28189</c:v>
                </c:pt>
                <c:pt idx="2437">
                  <c:v>1.28139</c:v>
                </c:pt>
                <c:pt idx="2438">
                  <c:v>1.2808900000000001</c:v>
                </c:pt>
                <c:pt idx="2439">
                  <c:v>1.2804</c:v>
                </c:pt>
                <c:pt idx="2440">
                  <c:v>1.2799</c:v>
                </c:pt>
                <c:pt idx="2441">
                  <c:v>1.2794000000000001</c:v>
                </c:pt>
                <c:pt idx="2442">
                  <c:v>1.2788999999999999</c:v>
                </c:pt>
                <c:pt idx="2443">
                  <c:v>1.2784</c:v>
                </c:pt>
                <c:pt idx="2444">
                  <c:v>1.2779</c:v>
                </c:pt>
                <c:pt idx="2445">
                  <c:v>1.2774000000000001</c:v>
                </c:pt>
                <c:pt idx="2446">
                  <c:v>1.2768999999999999</c:v>
                </c:pt>
                <c:pt idx="2447">
                  <c:v>1.2764</c:v>
                </c:pt>
                <c:pt idx="2448">
                  <c:v>1.2759</c:v>
                </c:pt>
                <c:pt idx="2449">
                  <c:v>1.2754000000000001</c:v>
                </c:pt>
                <c:pt idx="2450">
                  <c:v>1.2748999999999999</c:v>
                </c:pt>
                <c:pt idx="2451">
                  <c:v>1.2744</c:v>
                </c:pt>
                <c:pt idx="2452">
                  <c:v>1.2739100000000001</c:v>
                </c:pt>
                <c:pt idx="2453">
                  <c:v>1.2734099999999999</c:v>
                </c:pt>
                <c:pt idx="2454">
                  <c:v>1.2728999999999999</c:v>
                </c:pt>
                <c:pt idx="2455">
                  <c:v>1.27241</c:v>
                </c:pt>
                <c:pt idx="2456">
                  <c:v>1.2719100000000001</c:v>
                </c:pt>
                <c:pt idx="2457">
                  <c:v>1.2714099999999999</c:v>
                </c:pt>
                <c:pt idx="2458">
                  <c:v>1.27091</c:v>
                </c:pt>
                <c:pt idx="2459">
                  <c:v>1.27041</c:v>
                </c:pt>
                <c:pt idx="2460">
                  <c:v>1.2699100000000001</c:v>
                </c:pt>
                <c:pt idx="2461">
                  <c:v>1.2694099999999999</c:v>
                </c:pt>
                <c:pt idx="2462">
                  <c:v>1.26891</c:v>
                </c:pt>
                <c:pt idx="2463">
                  <c:v>1.26841</c:v>
                </c:pt>
                <c:pt idx="2464">
                  <c:v>1.2679</c:v>
                </c:pt>
                <c:pt idx="2465">
                  <c:v>1.2674000000000001</c:v>
                </c:pt>
                <c:pt idx="2466">
                  <c:v>1.2668999999999999</c:v>
                </c:pt>
                <c:pt idx="2467">
                  <c:v>1.2664</c:v>
                </c:pt>
                <c:pt idx="2468">
                  <c:v>1.2659</c:v>
                </c:pt>
                <c:pt idx="2469">
                  <c:v>1.2654099999999999</c:v>
                </c:pt>
                <c:pt idx="2470">
                  <c:v>1.26491</c:v>
                </c:pt>
                <c:pt idx="2471">
                  <c:v>1.26441</c:v>
                </c:pt>
                <c:pt idx="2472">
                  <c:v>1.2639100000000001</c:v>
                </c:pt>
                <c:pt idx="2473">
                  <c:v>1.2634099999999999</c:v>
                </c:pt>
                <c:pt idx="2474">
                  <c:v>1.26291</c:v>
                </c:pt>
                <c:pt idx="2475">
                  <c:v>1.26241</c:v>
                </c:pt>
                <c:pt idx="2476">
                  <c:v>1.2619100000000001</c:v>
                </c:pt>
                <c:pt idx="2477">
                  <c:v>1.2614099999999999</c:v>
                </c:pt>
                <c:pt idx="2478">
                  <c:v>1.26091</c:v>
                </c:pt>
                <c:pt idx="2479">
                  <c:v>1.26041</c:v>
                </c:pt>
                <c:pt idx="2480">
                  <c:v>1.2599100000000001</c:v>
                </c:pt>
                <c:pt idx="2481">
                  <c:v>1.2594099999999999</c:v>
                </c:pt>
                <c:pt idx="2482">
                  <c:v>1.25891</c:v>
                </c:pt>
                <c:pt idx="2483">
                  <c:v>1.25841</c:v>
                </c:pt>
                <c:pt idx="2484">
                  <c:v>1.2579100000000001</c:v>
                </c:pt>
                <c:pt idx="2485">
                  <c:v>1.25742</c:v>
                </c:pt>
                <c:pt idx="2486">
                  <c:v>1.25691</c:v>
                </c:pt>
                <c:pt idx="2487">
                  <c:v>1.25641</c:v>
                </c:pt>
                <c:pt idx="2488">
                  <c:v>1.2559100000000001</c:v>
                </c:pt>
                <c:pt idx="2489">
                  <c:v>1.2554099999999999</c:v>
                </c:pt>
                <c:pt idx="2490">
                  <c:v>1.25491</c:v>
                </c:pt>
                <c:pt idx="2491">
                  <c:v>1.25441</c:v>
                </c:pt>
                <c:pt idx="2492">
                  <c:v>1.2539199999999999</c:v>
                </c:pt>
                <c:pt idx="2493">
                  <c:v>1.25342</c:v>
                </c:pt>
                <c:pt idx="2494">
                  <c:v>1.25292</c:v>
                </c:pt>
                <c:pt idx="2495">
                  <c:v>1.25241</c:v>
                </c:pt>
                <c:pt idx="2496">
                  <c:v>1.2519100000000001</c:v>
                </c:pt>
                <c:pt idx="2497">
                  <c:v>1.2514099999999999</c:v>
                </c:pt>
                <c:pt idx="2498">
                  <c:v>1.25092</c:v>
                </c:pt>
                <c:pt idx="2499">
                  <c:v>1.2504200000000001</c:v>
                </c:pt>
                <c:pt idx="2500">
                  <c:v>1.2499199999999999</c:v>
                </c:pt>
                <c:pt idx="2501">
                  <c:v>1.24943</c:v>
                </c:pt>
                <c:pt idx="2502">
                  <c:v>1.2489300000000001</c:v>
                </c:pt>
                <c:pt idx="2503">
                  <c:v>1.24844</c:v>
                </c:pt>
                <c:pt idx="2504">
                  <c:v>1.24794</c:v>
                </c:pt>
                <c:pt idx="2505">
                  <c:v>1.2474400000000001</c:v>
                </c:pt>
                <c:pt idx="2506">
                  <c:v>1.2469399999999999</c:v>
                </c:pt>
                <c:pt idx="2507">
                  <c:v>1.24644</c:v>
                </c:pt>
                <c:pt idx="2508">
                  <c:v>1.24593</c:v>
                </c:pt>
                <c:pt idx="2509">
                  <c:v>1.24543</c:v>
                </c:pt>
                <c:pt idx="2510">
                  <c:v>1.2449300000000001</c:v>
                </c:pt>
                <c:pt idx="2511">
                  <c:v>1.2444299999999999</c:v>
                </c:pt>
                <c:pt idx="2512">
                  <c:v>1.24393</c:v>
                </c:pt>
                <c:pt idx="2513">
                  <c:v>1.2434400000000001</c:v>
                </c:pt>
                <c:pt idx="2514">
                  <c:v>1.2429399999999999</c:v>
                </c:pt>
                <c:pt idx="2515">
                  <c:v>1.24244</c:v>
                </c:pt>
                <c:pt idx="2516">
                  <c:v>1.24194</c:v>
                </c:pt>
                <c:pt idx="2517">
                  <c:v>1.2414400000000001</c:v>
                </c:pt>
                <c:pt idx="2518">
                  <c:v>1.2409399999999999</c:v>
                </c:pt>
                <c:pt idx="2519">
                  <c:v>1.24044</c:v>
                </c:pt>
                <c:pt idx="2520">
                  <c:v>1.23994</c:v>
                </c:pt>
                <c:pt idx="2521">
                  <c:v>1.2394400000000001</c:v>
                </c:pt>
                <c:pt idx="2522">
                  <c:v>1.2389399999999999</c:v>
                </c:pt>
                <c:pt idx="2523">
                  <c:v>1.23844</c:v>
                </c:pt>
                <c:pt idx="2524">
                  <c:v>1.23794</c:v>
                </c:pt>
                <c:pt idx="2525">
                  <c:v>1.2374400000000001</c:v>
                </c:pt>
                <c:pt idx="2526">
                  <c:v>1.2369399999999999</c:v>
                </c:pt>
                <c:pt idx="2527">
                  <c:v>1.23644</c:v>
                </c:pt>
                <c:pt idx="2528">
                  <c:v>1.23594</c:v>
                </c:pt>
                <c:pt idx="2529">
                  <c:v>1.2354400000000001</c:v>
                </c:pt>
                <c:pt idx="2530">
                  <c:v>1.2349399999999999</c:v>
                </c:pt>
                <c:pt idx="2531">
                  <c:v>1.23444</c:v>
                </c:pt>
                <c:pt idx="2532">
                  <c:v>1.23394</c:v>
                </c:pt>
                <c:pt idx="2533">
                  <c:v>1.2334400000000001</c:v>
                </c:pt>
                <c:pt idx="2534">
                  <c:v>1.2329399999999999</c:v>
                </c:pt>
                <c:pt idx="2535">
                  <c:v>1.23244</c:v>
                </c:pt>
                <c:pt idx="2536">
                  <c:v>1.23194</c:v>
                </c:pt>
                <c:pt idx="2537">
                  <c:v>1.2314400000000001</c:v>
                </c:pt>
                <c:pt idx="2538">
                  <c:v>1.2309399999999999</c:v>
                </c:pt>
                <c:pt idx="2539">
                  <c:v>1.23044</c:v>
                </c:pt>
                <c:pt idx="2540">
                  <c:v>1.22994</c:v>
                </c:pt>
                <c:pt idx="2541">
                  <c:v>1.2294400000000001</c:v>
                </c:pt>
                <c:pt idx="2542">
                  <c:v>1.2289399999999999</c:v>
                </c:pt>
                <c:pt idx="2543">
                  <c:v>1.22844</c:v>
                </c:pt>
                <c:pt idx="2544">
                  <c:v>1.22794</c:v>
                </c:pt>
                <c:pt idx="2545">
                  <c:v>1.2274400000000001</c:v>
                </c:pt>
                <c:pt idx="2546">
                  <c:v>1.2269399999999999</c:v>
                </c:pt>
                <c:pt idx="2547">
                  <c:v>1.22644</c:v>
                </c:pt>
                <c:pt idx="2548">
                  <c:v>1.22594</c:v>
                </c:pt>
                <c:pt idx="2549">
                  <c:v>1.2254400000000001</c:v>
                </c:pt>
                <c:pt idx="2550">
                  <c:v>1.2249399999999999</c:v>
                </c:pt>
                <c:pt idx="2551">
                  <c:v>1.22444</c:v>
                </c:pt>
                <c:pt idx="2552">
                  <c:v>1.22394</c:v>
                </c:pt>
                <c:pt idx="2553">
                  <c:v>1.2234400000000001</c:v>
                </c:pt>
                <c:pt idx="2554">
                  <c:v>1.2229399999999999</c:v>
                </c:pt>
                <c:pt idx="2555">
                  <c:v>1.22244</c:v>
                </c:pt>
                <c:pt idx="2556">
                  <c:v>1.22194</c:v>
                </c:pt>
                <c:pt idx="2557">
                  <c:v>1.2214400000000001</c:v>
                </c:pt>
                <c:pt idx="2558">
                  <c:v>1.2209399999999999</c:v>
                </c:pt>
                <c:pt idx="2559">
                  <c:v>1.22044</c:v>
                </c:pt>
                <c:pt idx="2560">
                  <c:v>1.21994</c:v>
                </c:pt>
                <c:pt idx="2561">
                  <c:v>1.2194400000000001</c:v>
                </c:pt>
                <c:pt idx="2562">
                  <c:v>1.2189399999999999</c:v>
                </c:pt>
                <c:pt idx="2563">
                  <c:v>1.21844</c:v>
                </c:pt>
                <c:pt idx="2564">
                  <c:v>1.2179500000000001</c:v>
                </c:pt>
                <c:pt idx="2565">
                  <c:v>1.2174499999999999</c:v>
                </c:pt>
                <c:pt idx="2566">
                  <c:v>1.21695</c:v>
                </c:pt>
                <c:pt idx="2567">
                  <c:v>1.21645</c:v>
                </c:pt>
                <c:pt idx="2568">
                  <c:v>1.2159500000000001</c:v>
                </c:pt>
                <c:pt idx="2569">
                  <c:v>1.2154499999999999</c:v>
                </c:pt>
                <c:pt idx="2570">
                  <c:v>1.21495</c:v>
                </c:pt>
                <c:pt idx="2571">
                  <c:v>1.21445</c:v>
                </c:pt>
                <c:pt idx="2572">
                  <c:v>1.2139500000000001</c:v>
                </c:pt>
                <c:pt idx="2573">
                  <c:v>1.2134499999999999</c:v>
                </c:pt>
                <c:pt idx="2574">
                  <c:v>1.21295</c:v>
                </c:pt>
                <c:pt idx="2575">
                  <c:v>1.21245</c:v>
                </c:pt>
                <c:pt idx="2576">
                  <c:v>1.2119500000000001</c:v>
                </c:pt>
                <c:pt idx="2577">
                  <c:v>1.2114499999999999</c:v>
                </c:pt>
                <c:pt idx="2578">
                  <c:v>1.21095</c:v>
                </c:pt>
                <c:pt idx="2579">
                  <c:v>1.21045</c:v>
                </c:pt>
                <c:pt idx="2580">
                  <c:v>1.2099500000000001</c:v>
                </c:pt>
                <c:pt idx="2581">
                  <c:v>1.2094499999999999</c:v>
                </c:pt>
                <c:pt idx="2582">
                  <c:v>1.20895</c:v>
                </c:pt>
                <c:pt idx="2583">
                  <c:v>1.20845</c:v>
                </c:pt>
                <c:pt idx="2584">
                  <c:v>1.2079500000000001</c:v>
                </c:pt>
                <c:pt idx="2585">
                  <c:v>1.2074499999999999</c:v>
                </c:pt>
                <c:pt idx="2586">
                  <c:v>1.20695</c:v>
                </c:pt>
                <c:pt idx="2587">
                  <c:v>1.20645</c:v>
                </c:pt>
                <c:pt idx="2588">
                  <c:v>1.2059500000000001</c:v>
                </c:pt>
                <c:pt idx="2589">
                  <c:v>1.2054499999999999</c:v>
                </c:pt>
                <c:pt idx="2590">
                  <c:v>1.20495</c:v>
                </c:pt>
                <c:pt idx="2591">
                  <c:v>1.20445</c:v>
                </c:pt>
                <c:pt idx="2592">
                  <c:v>1.2039500000000001</c:v>
                </c:pt>
                <c:pt idx="2593">
                  <c:v>1.2034499999999999</c:v>
                </c:pt>
                <c:pt idx="2594">
                  <c:v>1.20295</c:v>
                </c:pt>
                <c:pt idx="2595">
                  <c:v>1.20245</c:v>
                </c:pt>
                <c:pt idx="2596">
                  <c:v>1.2019500000000001</c:v>
                </c:pt>
                <c:pt idx="2597">
                  <c:v>1.2014499999999999</c:v>
                </c:pt>
                <c:pt idx="2598">
                  <c:v>1.20095</c:v>
                </c:pt>
                <c:pt idx="2599">
                  <c:v>1.20045</c:v>
                </c:pt>
                <c:pt idx="2600">
                  <c:v>1.1999500000000001</c:v>
                </c:pt>
                <c:pt idx="2601">
                  <c:v>1.1994499999999999</c:v>
                </c:pt>
                <c:pt idx="2602">
                  <c:v>1.19895</c:v>
                </c:pt>
                <c:pt idx="2603">
                  <c:v>1.19845</c:v>
                </c:pt>
                <c:pt idx="2604">
                  <c:v>1.1979500000000001</c:v>
                </c:pt>
                <c:pt idx="2605">
                  <c:v>1.1974499999999999</c:v>
                </c:pt>
                <c:pt idx="2606">
                  <c:v>1.19695</c:v>
                </c:pt>
                <c:pt idx="2607">
                  <c:v>1.19645</c:v>
                </c:pt>
                <c:pt idx="2608">
                  <c:v>1.1959599999999999</c:v>
                </c:pt>
                <c:pt idx="2609">
                  <c:v>1.19546</c:v>
                </c:pt>
                <c:pt idx="2610">
                  <c:v>1.19495</c:v>
                </c:pt>
                <c:pt idx="2611">
                  <c:v>1.19445</c:v>
                </c:pt>
                <c:pt idx="2612">
                  <c:v>1.1939599999999999</c:v>
                </c:pt>
                <c:pt idx="2613">
                  <c:v>1.19346</c:v>
                </c:pt>
                <c:pt idx="2614">
                  <c:v>1.19296</c:v>
                </c:pt>
                <c:pt idx="2615">
                  <c:v>1.1924600000000001</c:v>
                </c:pt>
                <c:pt idx="2616">
                  <c:v>1.1919500000000001</c:v>
                </c:pt>
                <c:pt idx="2617">
                  <c:v>1.19146</c:v>
                </c:pt>
                <c:pt idx="2618">
                  <c:v>1.19096</c:v>
                </c:pt>
                <c:pt idx="2619">
                  <c:v>1.1904600000000001</c:v>
                </c:pt>
                <c:pt idx="2620">
                  <c:v>1.1899599999999999</c:v>
                </c:pt>
                <c:pt idx="2621">
                  <c:v>1.18946</c:v>
                </c:pt>
                <c:pt idx="2622">
                  <c:v>1.18896</c:v>
                </c:pt>
                <c:pt idx="2623">
                  <c:v>1.1884600000000001</c:v>
                </c:pt>
                <c:pt idx="2624">
                  <c:v>1.1879599999999999</c:v>
                </c:pt>
                <c:pt idx="2625">
                  <c:v>1.18746</c:v>
                </c:pt>
                <c:pt idx="2626">
                  <c:v>1.18696</c:v>
                </c:pt>
                <c:pt idx="2627">
                  <c:v>1.1864600000000001</c:v>
                </c:pt>
                <c:pt idx="2628">
                  <c:v>1.1859599999999999</c:v>
                </c:pt>
                <c:pt idx="2629">
                  <c:v>1.18546</c:v>
                </c:pt>
                <c:pt idx="2630">
                  <c:v>1.18496</c:v>
                </c:pt>
                <c:pt idx="2631">
                  <c:v>1.1844600000000001</c:v>
                </c:pt>
                <c:pt idx="2632">
                  <c:v>1.1839599999999999</c:v>
                </c:pt>
                <c:pt idx="2633">
                  <c:v>1.18346</c:v>
                </c:pt>
                <c:pt idx="2634">
                  <c:v>1.18296</c:v>
                </c:pt>
                <c:pt idx="2635">
                  <c:v>1.1824600000000001</c:v>
                </c:pt>
                <c:pt idx="2636">
                  <c:v>1.1819599999999999</c:v>
                </c:pt>
                <c:pt idx="2637">
                  <c:v>1.18146</c:v>
                </c:pt>
                <c:pt idx="2638">
                  <c:v>1.18096</c:v>
                </c:pt>
                <c:pt idx="2639">
                  <c:v>1.1804600000000001</c:v>
                </c:pt>
                <c:pt idx="2640">
                  <c:v>1.1799599999999999</c:v>
                </c:pt>
                <c:pt idx="2641">
                  <c:v>1.17946</c:v>
                </c:pt>
                <c:pt idx="2642">
                  <c:v>1.17896</c:v>
                </c:pt>
                <c:pt idx="2643">
                  <c:v>1.1784600000000001</c:v>
                </c:pt>
                <c:pt idx="2644">
                  <c:v>1.1779599999999999</c:v>
                </c:pt>
                <c:pt idx="2645">
                  <c:v>1.17746</c:v>
                </c:pt>
                <c:pt idx="2646">
                  <c:v>1.1769700000000001</c:v>
                </c:pt>
                <c:pt idx="2647">
                  <c:v>1.1764699999999999</c:v>
                </c:pt>
                <c:pt idx="2648">
                  <c:v>1.17597</c:v>
                </c:pt>
                <c:pt idx="2649">
                  <c:v>1.17547</c:v>
                </c:pt>
                <c:pt idx="2650">
                  <c:v>1.1749700000000001</c:v>
                </c:pt>
                <c:pt idx="2651">
                  <c:v>1.1744699999999999</c:v>
                </c:pt>
                <c:pt idx="2652">
                  <c:v>1.17397</c:v>
                </c:pt>
                <c:pt idx="2653">
                  <c:v>1.17347</c:v>
                </c:pt>
                <c:pt idx="2654">
                  <c:v>1.1729700000000001</c:v>
                </c:pt>
                <c:pt idx="2655">
                  <c:v>1.1724699999999999</c:v>
                </c:pt>
                <c:pt idx="2656">
                  <c:v>1.17197</c:v>
                </c:pt>
                <c:pt idx="2657">
                  <c:v>1.17147</c:v>
                </c:pt>
                <c:pt idx="2658">
                  <c:v>1.1709700000000001</c:v>
                </c:pt>
                <c:pt idx="2659">
                  <c:v>1.1704699999999999</c:v>
                </c:pt>
                <c:pt idx="2660">
                  <c:v>1.16997</c:v>
                </c:pt>
                <c:pt idx="2661">
                  <c:v>1.16947</c:v>
                </c:pt>
                <c:pt idx="2662">
                  <c:v>1.1689700000000001</c:v>
                </c:pt>
                <c:pt idx="2663">
                  <c:v>1.1684699999999999</c:v>
                </c:pt>
                <c:pt idx="2664">
                  <c:v>1.16797</c:v>
                </c:pt>
                <c:pt idx="2665">
                  <c:v>1.16747</c:v>
                </c:pt>
                <c:pt idx="2666">
                  <c:v>1.1669700000000001</c:v>
                </c:pt>
                <c:pt idx="2667">
                  <c:v>1.1664699999999999</c:v>
                </c:pt>
                <c:pt idx="2668">
                  <c:v>1.16597</c:v>
                </c:pt>
                <c:pt idx="2669">
                  <c:v>1.16547</c:v>
                </c:pt>
                <c:pt idx="2670">
                  <c:v>1.1649700000000001</c:v>
                </c:pt>
                <c:pt idx="2671">
                  <c:v>1.1644699999999999</c:v>
                </c:pt>
                <c:pt idx="2672">
                  <c:v>1.1639699999999999</c:v>
                </c:pt>
                <c:pt idx="2673">
                  <c:v>1.16347</c:v>
                </c:pt>
                <c:pt idx="2674">
                  <c:v>1.1629700000000001</c:v>
                </c:pt>
                <c:pt idx="2675">
                  <c:v>1.1624699999999999</c:v>
                </c:pt>
                <c:pt idx="2676">
                  <c:v>1.1619699999999999</c:v>
                </c:pt>
                <c:pt idx="2677">
                  <c:v>1.16147</c:v>
                </c:pt>
                <c:pt idx="2678">
                  <c:v>1.1609700000000001</c:v>
                </c:pt>
                <c:pt idx="2679">
                  <c:v>1.1604699999999999</c:v>
                </c:pt>
                <c:pt idx="2680">
                  <c:v>1.1599699999999999</c:v>
                </c:pt>
                <c:pt idx="2681">
                  <c:v>1.15947</c:v>
                </c:pt>
                <c:pt idx="2682">
                  <c:v>1.1589700000000001</c:v>
                </c:pt>
                <c:pt idx="2683">
                  <c:v>1.1584700000000001</c:v>
                </c:pt>
                <c:pt idx="2684">
                  <c:v>1.1579699999999999</c:v>
                </c:pt>
                <c:pt idx="2685">
                  <c:v>1.15747</c:v>
                </c:pt>
                <c:pt idx="2686">
                  <c:v>1.1569700000000001</c:v>
                </c:pt>
                <c:pt idx="2687">
                  <c:v>1.15648</c:v>
                </c:pt>
                <c:pt idx="2688">
                  <c:v>1.15598</c:v>
                </c:pt>
                <c:pt idx="2689">
                  <c:v>1.15547</c:v>
                </c:pt>
                <c:pt idx="2690">
                  <c:v>1.1549700000000001</c:v>
                </c:pt>
                <c:pt idx="2691">
                  <c:v>1.1544700000000001</c:v>
                </c:pt>
                <c:pt idx="2692">
                  <c:v>1.1539699999999999</c:v>
                </c:pt>
                <c:pt idx="2693">
                  <c:v>1.15347</c:v>
                </c:pt>
                <c:pt idx="2694">
                  <c:v>1.1529700000000001</c:v>
                </c:pt>
                <c:pt idx="2695">
                  <c:v>1.1524799999999999</c:v>
                </c:pt>
                <c:pt idx="2696">
                  <c:v>1.15198</c:v>
                </c:pt>
                <c:pt idx="2697">
                  <c:v>1.1514800000000001</c:v>
                </c:pt>
                <c:pt idx="2698">
                  <c:v>1.1509799999999999</c:v>
                </c:pt>
                <c:pt idx="2699">
                  <c:v>1.1504799999999999</c:v>
                </c:pt>
                <c:pt idx="2700">
                  <c:v>1.14998</c:v>
                </c:pt>
                <c:pt idx="2701">
                  <c:v>1.1494800000000001</c:v>
                </c:pt>
                <c:pt idx="2702">
                  <c:v>1.1489799999999999</c:v>
                </c:pt>
                <c:pt idx="2703">
                  <c:v>1.1484799999999999</c:v>
                </c:pt>
                <c:pt idx="2704">
                  <c:v>1.14798</c:v>
                </c:pt>
                <c:pt idx="2705">
                  <c:v>1.1474800000000001</c:v>
                </c:pt>
                <c:pt idx="2706">
                  <c:v>1.1469800000000001</c:v>
                </c:pt>
                <c:pt idx="2707">
                  <c:v>1.1464700000000001</c:v>
                </c:pt>
                <c:pt idx="2708">
                  <c:v>1.1459699999999999</c:v>
                </c:pt>
                <c:pt idx="2709">
                  <c:v>1.14547</c:v>
                </c:pt>
                <c:pt idx="2710">
                  <c:v>1.14497</c:v>
                </c:pt>
                <c:pt idx="2711">
                  <c:v>1.1444700000000001</c:v>
                </c:pt>
                <c:pt idx="2712">
                  <c:v>1.1439699999999999</c:v>
                </c:pt>
                <c:pt idx="2713">
                  <c:v>1.14347</c:v>
                </c:pt>
                <c:pt idx="2714">
                  <c:v>1.1429800000000001</c:v>
                </c:pt>
                <c:pt idx="2715">
                  <c:v>1.1424799999999999</c:v>
                </c:pt>
                <c:pt idx="2716">
                  <c:v>1.14198</c:v>
                </c:pt>
                <c:pt idx="2717">
                  <c:v>1.1414800000000001</c:v>
                </c:pt>
                <c:pt idx="2718">
                  <c:v>1.1409800000000001</c:v>
                </c:pt>
                <c:pt idx="2719">
                  <c:v>1.1404799999999999</c:v>
                </c:pt>
                <c:pt idx="2720">
                  <c:v>1.13998</c:v>
                </c:pt>
                <c:pt idx="2721">
                  <c:v>1.13948</c:v>
                </c:pt>
                <c:pt idx="2722">
                  <c:v>1.1389800000000001</c:v>
                </c:pt>
                <c:pt idx="2723">
                  <c:v>1.1384799999999999</c:v>
                </c:pt>
                <c:pt idx="2724">
                  <c:v>1.13798</c:v>
                </c:pt>
                <c:pt idx="2725">
                  <c:v>1.13748</c:v>
                </c:pt>
                <c:pt idx="2726">
                  <c:v>1.1369800000000001</c:v>
                </c:pt>
                <c:pt idx="2727">
                  <c:v>1.1364799999999999</c:v>
                </c:pt>
                <c:pt idx="2728">
                  <c:v>1.13598</c:v>
                </c:pt>
                <c:pt idx="2729">
                  <c:v>1.13548</c:v>
                </c:pt>
                <c:pt idx="2730">
                  <c:v>1.1349800000000001</c:v>
                </c:pt>
                <c:pt idx="2731">
                  <c:v>1.1344799999999999</c:v>
                </c:pt>
                <c:pt idx="2732">
                  <c:v>1.13398</c:v>
                </c:pt>
                <c:pt idx="2733">
                  <c:v>1.13348</c:v>
                </c:pt>
                <c:pt idx="2734">
                  <c:v>1.1329800000000001</c:v>
                </c:pt>
                <c:pt idx="2735">
                  <c:v>1.13249</c:v>
                </c:pt>
                <c:pt idx="2736">
                  <c:v>1.1319900000000001</c:v>
                </c:pt>
                <c:pt idx="2737">
                  <c:v>1.1314900000000001</c:v>
                </c:pt>
                <c:pt idx="2738">
                  <c:v>1.1309899999999999</c:v>
                </c:pt>
                <c:pt idx="2739">
                  <c:v>1.13049</c:v>
                </c:pt>
                <c:pt idx="2740">
                  <c:v>1.12999</c:v>
                </c:pt>
                <c:pt idx="2741">
                  <c:v>1.1294900000000001</c:v>
                </c:pt>
                <c:pt idx="2742">
                  <c:v>1.1289800000000001</c:v>
                </c:pt>
                <c:pt idx="2743">
                  <c:v>1.1284799999999999</c:v>
                </c:pt>
                <c:pt idx="2744">
                  <c:v>1.12798</c:v>
                </c:pt>
                <c:pt idx="2745">
                  <c:v>1.1274900000000001</c:v>
                </c:pt>
                <c:pt idx="2746">
                  <c:v>1.1269899999999999</c:v>
                </c:pt>
                <c:pt idx="2747">
                  <c:v>1.1264799999999999</c:v>
                </c:pt>
                <c:pt idx="2748">
                  <c:v>1.12599</c:v>
                </c:pt>
                <c:pt idx="2749">
                  <c:v>1.1254900000000001</c:v>
                </c:pt>
                <c:pt idx="2750">
                  <c:v>1.1249899999999999</c:v>
                </c:pt>
                <c:pt idx="2751">
                  <c:v>1.12449</c:v>
                </c:pt>
                <c:pt idx="2752">
                  <c:v>1.12398</c:v>
                </c:pt>
                <c:pt idx="2753">
                  <c:v>1.1234900000000001</c:v>
                </c:pt>
                <c:pt idx="2754">
                  <c:v>1.1229899999999999</c:v>
                </c:pt>
                <c:pt idx="2755">
                  <c:v>1.12249</c:v>
                </c:pt>
                <c:pt idx="2756">
                  <c:v>1.12199</c:v>
                </c:pt>
                <c:pt idx="2757">
                  <c:v>1.1214900000000001</c:v>
                </c:pt>
                <c:pt idx="2758">
                  <c:v>1.1209899999999999</c:v>
                </c:pt>
                <c:pt idx="2759">
                  <c:v>1.12049</c:v>
                </c:pt>
                <c:pt idx="2760">
                  <c:v>1.11999</c:v>
                </c:pt>
                <c:pt idx="2761">
                  <c:v>1.1194900000000001</c:v>
                </c:pt>
                <c:pt idx="2762">
                  <c:v>1.1189899999999999</c:v>
                </c:pt>
                <c:pt idx="2763">
                  <c:v>1.11849</c:v>
                </c:pt>
                <c:pt idx="2764">
                  <c:v>1.11799</c:v>
                </c:pt>
                <c:pt idx="2765">
                  <c:v>1.1174900000000001</c:v>
                </c:pt>
                <c:pt idx="2766">
                  <c:v>1.1169899999999999</c:v>
                </c:pt>
                <c:pt idx="2767">
                  <c:v>1.11649</c:v>
                </c:pt>
                <c:pt idx="2768">
                  <c:v>1.11599</c:v>
                </c:pt>
                <c:pt idx="2769">
                  <c:v>1.1154900000000001</c:v>
                </c:pt>
                <c:pt idx="2770">
                  <c:v>1.1149899999999999</c:v>
                </c:pt>
                <c:pt idx="2771">
                  <c:v>1.11449</c:v>
                </c:pt>
                <c:pt idx="2772">
                  <c:v>1.1140000000000001</c:v>
                </c:pt>
                <c:pt idx="2773">
                  <c:v>1.1134999999999999</c:v>
                </c:pt>
                <c:pt idx="2774">
                  <c:v>1.113</c:v>
                </c:pt>
                <c:pt idx="2775">
                  <c:v>1.1125</c:v>
                </c:pt>
                <c:pt idx="2776">
                  <c:v>1.1120000000000001</c:v>
                </c:pt>
                <c:pt idx="2777">
                  <c:v>1.1114999999999999</c:v>
                </c:pt>
                <c:pt idx="2778">
                  <c:v>1.111</c:v>
                </c:pt>
                <c:pt idx="2779">
                  <c:v>1.1105</c:v>
                </c:pt>
                <c:pt idx="2780">
                  <c:v>1.1100000000000001</c:v>
                </c:pt>
                <c:pt idx="2781">
                  <c:v>1.1094999999999999</c:v>
                </c:pt>
                <c:pt idx="2782">
                  <c:v>1.109</c:v>
                </c:pt>
                <c:pt idx="2783">
                  <c:v>1.1085</c:v>
                </c:pt>
                <c:pt idx="2784">
                  <c:v>1.1080000000000001</c:v>
                </c:pt>
                <c:pt idx="2785">
                  <c:v>1.1074900000000001</c:v>
                </c:pt>
                <c:pt idx="2786">
                  <c:v>1.1069899999999999</c:v>
                </c:pt>
                <c:pt idx="2787">
                  <c:v>1.10649</c:v>
                </c:pt>
                <c:pt idx="2788">
                  <c:v>1.10599</c:v>
                </c:pt>
                <c:pt idx="2789">
                  <c:v>1.1054900000000001</c:v>
                </c:pt>
                <c:pt idx="2790">
                  <c:v>1.1049899999999999</c:v>
                </c:pt>
                <c:pt idx="2791">
                  <c:v>1.10449</c:v>
                </c:pt>
                <c:pt idx="2792">
                  <c:v>1.1040000000000001</c:v>
                </c:pt>
                <c:pt idx="2793">
                  <c:v>1.1034999999999999</c:v>
                </c:pt>
                <c:pt idx="2794">
                  <c:v>1.103</c:v>
                </c:pt>
                <c:pt idx="2795">
                  <c:v>1.1025</c:v>
                </c:pt>
                <c:pt idx="2796">
                  <c:v>1.1020000000000001</c:v>
                </c:pt>
                <c:pt idx="2797">
                  <c:v>1.1014999999999999</c:v>
                </c:pt>
                <c:pt idx="2798">
                  <c:v>1.101</c:v>
                </c:pt>
                <c:pt idx="2799">
                  <c:v>1.1005</c:v>
                </c:pt>
                <c:pt idx="2800">
                  <c:v>1.1000000000000001</c:v>
                </c:pt>
                <c:pt idx="2801">
                  <c:v>1.0994999999999999</c:v>
                </c:pt>
                <c:pt idx="2802">
                  <c:v>1.099</c:v>
                </c:pt>
                <c:pt idx="2803">
                  <c:v>1.0985</c:v>
                </c:pt>
                <c:pt idx="2804">
                  <c:v>1.0980099999999999</c:v>
                </c:pt>
                <c:pt idx="2805">
                  <c:v>1.0974999999999999</c:v>
                </c:pt>
                <c:pt idx="2806">
                  <c:v>1.097</c:v>
                </c:pt>
                <c:pt idx="2807">
                  <c:v>1.0965</c:v>
                </c:pt>
                <c:pt idx="2808">
                  <c:v>1.0960099999999999</c:v>
                </c:pt>
                <c:pt idx="2809">
                  <c:v>1.09551</c:v>
                </c:pt>
                <c:pt idx="2810">
                  <c:v>1.09501</c:v>
                </c:pt>
                <c:pt idx="2811">
                  <c:v>1.0945100000000001</c:v>
                </c:pt>
                <c:pt idx="2812">
                  <c:v>1.0940099999999999</c:v>
                </c:pt>
                <c:pt idx="2813">
                  <c:v>1.09351</c:v>
                </c:pt>
                <c:pt idx="2814">
                  <c:v>1.09301</c:v>
                </c:pt>
                <c:pt idx="2815">
                  <c:v>1.0925100000000001</c:v>
                </c:pt>
                <c:pt idx="2816">
                  <c:v>1.0920099999999999</c:v>
                </c:pt>
                <c:pt idx="2817">
                  <c:v>1.09151</c:v>
                </c:pt>
                <c:pt idx="2818">
                  <c:v>1.091</c:v>
                </c:pt>
                <c:pt idx="2819">
                  <c:v>1.0905</c:v>
                </c:pt>
                <c:pt idx="2820">
                  <c:v>1.0900000000000001</c:v>
                </c:pt>
                <c:pt idx="2821">
                  <c:v>1.0894999999999999</c:v>
                </c:pt>
                <c:pt idx="2822">
                  <c:v>1.089</c:v>
                </c:pt>
                <c:pt idx="2823">
                  <c:v>1.0885</c:v>
                </c:pt>
                <c:pt idx="2824">
                  <c:v>1.0880099999999999</c:v>
                </c:pt>
                <c:pt idx="2825">
                  <c:v>1.08751</c:v>
                </c:pt>
                <c:pt idx="2826">
                  <c:v>1.08701</c:v>
                </c:pt>
                <c:pt idx="2827">
                  <c:v>1.0865100000000001</c:v>
                </c:pt>
                <c:pt idx="2828">
                  <c:v>1.0860099999999999</c:v>
                </c:pt>
                <c:pt idx="2829">
                  <c:v>1.08551</c:v>
                </c:pt>
                <c:pt idx="2830">
                  <c:v>1.08501</c:v>
                </c:pt>
                <c:pt idx="2831">
                  <c:v>1.0845100000000001</c:v>
                </c:pt>
                <c:pt idx="2832">
                  <c:v>1.0840099999999999</c:v>
                </c:pt>
                <c:pt idx="2833">
                  <c:v>1.08351</c:v>
                </c:pt>
                <c:pt idx="2834">
                  <c:v>1.08301</c:v>
                </c:pt>
                <c:pt idx="2835">
                  <c:v>1.0825</c:v>
                </c:pt>
                <c:pt idx="2836">
                  <c:v>1.0820000000000001</c:v>
                </c:pt>
                <c:pt idx="2837">
                  <c:v>1.0814999999999999</c:v>
                </c:pt>
                <c:pt idx="2838">
                  <c:v>1.08101</c:v>
                </c:pt>
                <c:pt idx="2839">
                  <c:v>1.0805100000000001</c:v>
                </c:pt>
                <c:pt idx="2840">
                  <c:v>1.0800099999999999</c:v>
                </c:pt>
                <c:pt idx="2841">
                  <c:v>1.07951</c:v>
                </c:pt>
                <c:pt idx="2842">
                  <c:v>1.07901</c:v>
                </c:pt>
                <c:pt idx="2843">
                  <c:v>1.0785199999999999</c:v>
                </c:pt>
                <c:pt idx="2844">
                  <c:v>1.07802</c:v>
                </c:pt>
                <c:pt idx="2845">
                  <c:v>1.07752</c:v>
                </c:pt>
                <c:pt idx="2846">
                  <c:v>1.0770200000000001</c:v>
                </c:pt>
                <c:pt idx="2847">
                  <c:v>1.0765199999999999</c:v>
                </c:pt>
                <c:pt idx="2848">
                  <c:v>1.0760099999999999</c:v>
                </c:pt>
                <c:pt idx="2849">
                  <c:v>1.07551</c:v>
                </c:pt>
                <c:pt idx="2850">
                  <c:v>1.07501</c:v>
                </c:pt>
                <c:pt idx="2851">
                  <c:v>1.0745100000000001</c:v>
                </c:pt>
                <c:pt idx="2852">
                  <c:v>1.0740099999999999</c:v>
                </c:pt>
                <c:pt idx="2853">
                  <c:v>1.07351</c:v>
                </c:pt>
                <c:pt idx="2854">
                  <c:v>1.07301</c:v>
                </c:pt>
                <c:pt idx="2855">
                  <c:v>1.0725100000000001</c:v>
                </c:pt>
                <c:pt idx="2856">
                  <c:v>1.0720099999999999</c:v>
                </c:pt>
                <c:pt idx="2857">
                  <c:v>1.07151</c:v>
                </c:pt>
                <c:pt idx="2858">
                  <c:v>1.07101</c:v>
                </c:pt>
                <c:pt idx="2859">
                  <c:v>1.0705100000000001</c:v>
                </c:pt>
                <c:pt idx="2860">
                  <c:v>1.0700099999999999</c:v>
                </c:pt>
                <c:pt idx="2861">
                  <c:v>1.06951</c:v>
                </c:pt>
                <c:pt idx="2862">
                  <c:v>1.06901</c:v>
                </c:pt>
                <c:pt idx="2863">
                  <c:v>1.0685100000000001</c:v>
                </c:pt>
                <c:pt idx="2864">
                  <c:v>1.0680099999999999</c:v>
                </c:pt>
                <c:pt idx="2865">
                  <c:v>1.06751</c:v>
                </c:pt>
                <c:pt idx="2866">
                  <c:v>1.06701</c:v>
                </c:pt>
                <c:pt idx="2867">
                  <c:v>1.0665100000000001</c:v>
                </c:pt>
                <c:pt idx="2868">
                  <c:v>1.0660099999999999</c:v>
                </c:pt>
                <c:pt idx="2869">
                  <c:v>1.06551</c:v>
                </c:pt>
                <c:pt idx="2870">
                  <c:v>1.06501</c:v>
                </c:pt>
                <c:pt idx="2871">
                  <c:v>1.0645199999999999</c:v>
                </c:pt>
                <c:pt idx="2872">
                  <c:v>1.06402</c:v>
                </c:pt>
                <c:pt idx="2873">
                  <c:v>1.06352</c:v>
                </c:pt>
                <c:pt idx="2874">
                  <c:v>1.0630200000000001</c:v>
                </c:pt>
                <c:pt idx="2875">
                  <c:v>1.0625199999999999</c:v>
                </c:pt>
                <c:pt idx="2876">
                  <c:v>1.06202</c:v>
                </c:pt>
                <c:pt idx="2877">
                  <c:v>1.06152</c:v>
                </c:pt>
                <c:pt idx="2878">
                  <c:v>1.0610200000000001</c:v>
                </c:pt>
                <c:pt idx="2879">
                  <c:v>1.0605100000000001</c:v>
                </c:pt>
                <c:pt idx="2880">
                  <c:v>1.0600099999999999</c:v>
                </c:pt>
                <c:pt idx="2881">
                  <c:v>1.05951</c:v>
                </c:pt>
                <c:pt idx="2882">
                  <c:v>1.05901</c:v>
                </c:pt>
                <c:pt idx="2883">
                  <c:v>1.0585100000000001</c:v>
                </c:pt>
                <c:pt idx="2884">
                  <c:v>1.05802</c:v>
                </c:pt>
                <c:pt idx="2885">
                  <c:v>1.05752</c:v>
                </c:pt>
                <c:pt idx="2886">
                  <c:v>1.0570200000000001</c:v>
                </c:pt>
                <c:pt idx="2887">
                  <c:v>1.0565199999999999</c:v>
                </c:pt>
                <c:pt idx="2888">
                  <c:v>1.05602</c:v>
                </c:pt>
                <c:pt idx="2889">
                  <c:v>1.05552</c:v>
                </c:pt>
                <c:pt idx="2890">
                  <c:v>1.0550200000000001</c:v>
                </c:pt>
                <c:pt idx="2891">
                  <c:v>1.05453</c:v>
                </c:pt>
                <c:pt idx="2892">
                  <c:v>1.05403</c:v>
                </c:pt>
                <c:pt idx="2893">
                  <c:v>1.0535300000000001</c:v>
                </c:pt>
                <c:pt idx="2894">
                  <c:v>1.0530299999999999</c:v>
                </c:pt>
                <c:pt idx="2895">
                  <c:v>1.05253</c:v>
                </c:pt>
                <c:pt idx="2896">
                  <c:v>1.05202</c:v>
                </c:pt>
                <c:pt idx="2897">
                  <c:v>1.05152</c:v>
                </c:pt>
                <c:pt idx="2898">
                  <c:v>1.0510200000000001</c:v>
                </c:pt>
                <c:pt idx="2899">
                  <c:v>1.0505100000000001</c:v>
                </c:pt>
                <c:pt idx="2900">
                  <c:v>1.0500100000000001</c:v>
                </c:pt>
                <c:pt idx="2901">
                  <c:v>1.04952</c:v>
                </c:pt>
                <c:pt idx="2902">
                  <c:v>1.0490200000000001</c:v>
                </c:pt>
                <c:pt idx="2903">
                  <c:v>1.0485199999999999</c:v>
                </c:pt>
                <c:pt idx="2904">
                  <c:v>1.04802</c:v>
                </c:pt>
                <c:pt idx="2905">
                  <c:v>1.04752</c:v>
                </c:pt>
                <c:pt idx="2906">
                  <c:v>1.0470200000000001</c:v>
                </c:pt>
                <c:pt idx="2907">
                  <c:v>1.0465199999999999</c:v>
                </c:pt>
                <c:pt idx="2908">
                  <c:v>1.0460199999999999</c:v>
                </c:pt>
                <c:pt idx="2909">
                  <c:v>1.0455300000000001</c:v>
                </c:pt>
                <c:pt idx="2910">
                  <c:v>1.0450299999999999</c:v>
                </c:pt>
                <c:pt idx="2911">
                  <c:v>1.04453</c:v>
                </c:pt>
                <c:pt idx="2912">
                  <c:v>1.04403</c:v>
                </c:pt>
                <c:pt idx="2913">
                  <c:v>1.0435300000000001</c:v>
                </c:pt>
                <c:pt idx="2914">
                  <c:v>1.0430299999999999</c:v>
                </c:pt>
                <c:pt idx="2915">
                  <c:v>1.04253</c:v>
                </c:pt>
                <c:pt idx="2916">
                  <c:v>1.04203</c:v>
                </c:pt>
                <c:pt idx="2917">
                  <c:v>1.0415300000000001</c:v>
                </c:pt>
                <c:pt idx="2918">
                  <c:v>1.0410200000000001</c:v>
                </c:pt>
                <c:pt idx="2919">
                  <c:v>1.0405199999999999</c:v>
                </c:pt>
                <c:pt idx="2920">
                  <c:v>1.0400199999999999</c:v>
                </c:pt>
                <c:pt idx="2921">
                  <c:v>1.03952</c:v>
                </c:pt>
                <c:pt idx="2922">
                  <c:v>1.0390200000000001</c:v>
                </c:pt>
                <c:pt idx="2923">
                  <c:v>1.0385200000000001</c:v>
                </c:pt>
                <c:pt idx="2924">
                  <c:v>1.0380199999999999</c:v>
                </c:pt>
                <c:pt idx="2925">
                  <c:v>1.0375300000000001</c:v>
                </c:pt>
                <c:pt idx="2926">
                  <c:v>1.0370299999999999</c:v>
                </c:pt>
                <c:pt idx="2927">
                  <c:v>1.03653</c:v>
                </c:pt>
                <c:pt idx="2928">
                  <c:v>1.03603</c:v>
                </c:pt>
                <c:pt idx="2929">
                  <c:v>1.0355300000000001</c:v>
                </c:pt>
                <c:pt idx="2930">
                  <c:v>1.03504</c:v>
                </c:pt>
                <c:pt idx="2931">
                  <c:v>1.03454</c:v>
                </c:pt>
                <c:pt idx="2932">
                  <c:v>1.03403</c:v>
                </c:pt>
                <c:pt idx="2933">
                  <c:v>1.0335300000000001</c:v>
                </c:pt>
                <c:pt idx="2934">
                  <c:v>1.0330299999999999</c:v>
                </c:pt>
                <c:pt idx="2935">
                  <c:v>1.0325299999999999</c:v>
                </c:pt>
                <c:pt idx="2936">
                  <c:v>1.03203</c:v>
                </c:pt>
                <c:pt idx="2937">
                  <c:v>1.0315300000000001</c:v>
                </c:pt>
                <c:pt idx="2938">
                  <c:v>1.0310299999999999</c:v>
                </c:pt>
                <c:pt idx="2939">
                  <c:v>1.0305299999999999</c:v>
                </c:pt>
                <c:pt idx="2940">
                  <c:v>1.03003</c:v>
                </c:pt>
                <c:pt idx="2941">
                  <c:v>1.0295300000000001</c:v>
                </c:pt>
                <c:pt idx="2942">
                  <c:v>1.0290299999999999</c:v>
                </c:pt>
                <c:pt idx="2943">
                  <c:v>1.0285299999999999</c:v>
                </c:pt>
                <c:pt idx="2944">
                  <c:v>1.02803</c:v>
                </c:pt>
                <c:pt idx="2945">
                  <c:v>1.0275300000000001</c:v>
                </c:pt>
                <c:pt idx="2946">
                  <c:v>1.0270300000000001</c:v>
                </c:pt>
                <c:pt idx="2947">
                  <c:v>1.0265299999999999</c:v>
                </c:pt>
                <c:pt idx="2948">
                  <c:v>1.0260400000000001</c:v>
                </c:pt>
                <c:pt idx="2949">
                  <c:v>1.0255399999999999</c:v>
                </c:pt>
                <c:pt idx="2950">
                  <c:v>1.02504</c:v>
                </c:pt>
                <c:pt idx="2951">
                  <c:v>1.02454</c:v>
                </c:pt>
                <c:pt idx="2952">
                  <c:v>1.0240400000000001</c:v>
                </c:pt>
                <c:pt idx="2953">
                  <c:v>1.0235399999999999</c:v>
                </c:pt>
                <c:pt idx="2954">
                  <c:v>1.0230399999999999</c:v>
                </c:pt>
                <c:pt idx="2955">
                  <c:v>1.02254</c:v>
                </c:pt>
                <c:pt idx="2956">
                  <c:v>1.0220400000000001</c:v>
                </c:pt>
                <c:pt idx="2957">
                  <c:v>1.0215399999999999</c:v>
                </c:pt>
                <c:pt idx="2958">
                  <c:v>1.0210399999999999</c:v>
                </c:pt>
                <c:pt idx="2959">
                  <c:v>1.02054</c:v>
                </c:pt>
                <c:pt idx="2960">
                  <c:v>1.0200400000000001</c:v>
                </c:pt>
                <c:pt idx="2961">
                  <c:v>1.0195399999999999</c:v>
                </c:pt>
                <c:pt idx="2962">
                  <c:v>1.0190399999999999</c:v>
                </c:pt>
                <c:pt idx="2963">
                  <c:v>1.01854</c:v>
                </c:pt>
                <c:pt idx="2964">
                  <c:v>1.0180400000000001</c:v>
                </c:pt>
                <c:pt idx="2965">
                  <c:v>1.0175399999999999</c:v>
                </c:pt>
                <c:pt idx="2966">
                  <c:v>1.0170399999999999</c:v>
                </c:pt>
                <c:pt idx="2967">
                  <c:v>1.01654</c:v>
                </c:pt>
                <c:pt idx="2968">
                  <c:v>1.0160400000000001</c:v>
                </c:pt>
                <c:pt idx="2969">
                  <c:v>1.0155400000000001</c:v>
                </c:pt>
                <c:pt idx="2970">
                  <c:v>1.0150399999999999</c:v>
                </c:pt>
                <c:pt idx="2971">
                  <c:v>1.01454</c:v>
                </c:pt>
                <c:pt idx="2972">
                  <c:v>1.0140400000000001</c:v>
                </c:pt>
                <c:pt idx="2973">
                  <c:v>1.0135400000000001</c:v>
                </c:pt>
                <c:pt idx="2974">
                  <c:v>1.01305</c:v>
                </c:pt>
                <c:pt idx="2975">
                  <c:v>1.0125500000000001</c:v>
                </c:pt>
                <c:pt idx="2976">
                  <c:v>1.0120400000000001</c:v>
                </c:pt>
                <c:pt idx="2977">
                  <c:v>1.0115400000000001</c:v>
                </c:pt>
                <c:pt idx="2978">
                  <c:v>1.0110399999999999</c:v>
                </c:pt>
                <c:pt idx="2979">
                  <c:v>1.0105500000000001</c:v>
                </c:pt>
                <c:pt idx="2980">
                  <c:v>1.0100499999999999</c:v>
                </c:pt>
                <c:pt idx="2981">
                  <c:v>1.0095400000000001</c:v>
                </c:pt>
                <c:pt idx="2982">
                  <c:v>1.0090399999999999</c:v>
                </c:pt>
                <c:pt idx="2983">
                  <c:v>1.00854</c:v>
                </c:pt>
                <c:pt idx="2984">
                  <c:v>1.00804</c:v>
                </c:pt>
                <c:pt idx="2985">
                  <c:v>1.0075400000000001</c:v>
                </c:pt>
                <c:pt idx="2986">
                  <c:v>1.0070399999999999</c:v>
                </c:pt>
                <c:pt idx="2987">
                  <c:v>1.00654</c:v>
                </c:pt>
                <c:pt idx="2988">
                  <c:v>1.00604</c:v>
                </c:pt>
                <c:pt idx="2989">
                  <c:v>1.0055400000000001</c:v>
                </c:pt>
                <c:pt idx="2990">
                  <c:v>1.0050399999999999</c:v>
                </c:pt>
                <c:pt idx="2991">
                  <c:v>1.00454</c:v>
                </c:pt>
                <c:pt idx="2992">
                  <c:v>1.00404</c:v>
                </c:pt>
                <c:pt idx="2993">
                  <c:v>1.0035499999999999</c:v>
                </c:pt>
                <c:pt idx="2994">
                  <c:v>1.00305</c:v>
                </c:pt>
                <c:pt idx="2995">
                  <c:v>1.0025500000000001</c:v>
                </c:pt>
                <c:pt idx="2996">
                  <c:v>1.0020500000000001</c:v>
                </c:pt>
                <c:pt idx="2997">
                  <c:v>1.0015499999999999</c:v>
                </c:pt>
                <c:pt idx="2998">
                  <c:v>1.00105</c:v>
                </c:pt>
                <c:pt idx="2999">
                  <c:v>1.0005500000000001</c:v>
                </c:pt>
                <c:pt idx="3000">
                  <c:v>1.0000500000000001</c:v>
                </c:pt>
                <c:pt idx="3001">
                  <c:v>0.99954799999999999</c:v>
                </c:pt>
                <c:pt idx="3002">
                  <c:v>0.99904800000000005</c:v>
                </c:pt>
                <c:pt idx="3003">
                  <c:v>0.99854900000000002</c:v>
                </c:pt>
                <c:pt idx="3004">
                  <c:v>0.99804899999999996</c:v>
                </c:pt>
                <c:pt idx="3005">
                  <c:v>0.99754799999999999</c:v>
                </c:pt>
                <c:pt idx="3006">
                  <c:v>0.99704899999999996</c:v>
                </c:pt>
                <c:pt idx="3007">
                  <c:v>0.99655000000000005</c:v>
                </c:pt>
                <c:pt idx="3008">
                  <c:v>0.99605100000000002</c:v>
                </c:pt>
                <c:pt idx="3009">
                  <c:v>0.99555199999999999</c:v>
                </c:pt>
                <c:pt idx="3010">
                  <c:v>0.99505100000000002</c:v>
                </c:pt>
                <c:pt idx="3011">
                  <c:v>0.99455000000000005</c:v>
                </c:pt>
                <c:pt idx="3012">
                  <c:v>0.99404999999999999</c:v>
                </c:pt>
                <c:pt idx="3013">
                  <c:v>0.99354900000000002</c:v>
                </c:pt>
                <c:pt idx="3014">
                  <c:v>0.99304700000000001</c:v>
                </c:pt>
                <c:pt idx="3015">
                  <c:v>0.99254500000000001</c:v>
                </c:pt>
                <c:pt idx="3016">
                  <c:v>0.99204499999999995</c:v>
                </c:pt>
                <c:pt idx="3017">
                  <c:v>0.99154399999999998</c:v>
                </c:pt>
                <c:pt idx="3018">
                  <c:v>0.99104499999999995</c:v>
                </c:pt>
                <c:pt idx="3019">
                  <c:v>0.99054600000000004</c:v>
                </c:pt>
                <c:pt idx="3020">
                  <c:v>0.99004599999999998</c:v>
                </c:pt>
                <c:pt idx="3021">
                  <c:v>0.98954699999999995</c:v>
                </c:pt>
                <c:pt idx="3022">
                  <c:v>0.98904999999999998</c:v>
                </c:pt>
                <c:pt idx="3023">
                  <c:v>0.98855199999999999</c:v>
                </c:pt>
                <c:pt idx="3024">
                  <c:v>0.98804999999999998</c:v>
                </c:pt>
                <c:pt idx="3025">
                  <c:v>0.98754900000000001</c:v>
                </c:pt>
                <c:pt idx="3026">
                  <c:v>0.98704800000000004</c:v>
                </c:pt>
                <c:pt idx="3027">
                  <c:v>0.98654900000000001</c:v>
                </c:pt>
                <c:pt idx="3028">
                  <c:v>0.98605100000000001</c:v>
                </c:pt>
                <c:pt idx="3029">
                  <c:v>0.98555199999999998</c:v>
                </c:pt>
                <c:pt idx="3030">
                  <c:v>0.98505200000000004</c:v>
                </c:pt>
                <c:pt idx="3031">
                  <c:v>0.98455199999999998</c:v>
                </c:pt>
                <c:pt idx="3032">
                  <c:v>0.98405299999999996</c:v>
                </c:pt>
                <c:pt idx="3033">
                  <c:v>0.98355300000000001</c:v>
                </c:pt>
                <c:pt idx="3034">
                  <c:v>0.98305299999999995</c:v>
                </c:pt>
                <c:pt idx="3035">
                  <c:v>0.98255400000000004</c:v>
                </c:pt>
                <c:pt idx="3036">
                  <c:v>0.98205500000000001</c:v>
                </c:pt>
                <c:pt idx="3037">
                  <c:v>0.98155700000000001</c:v>
                </c:pt>
                <c:pt idx="3038">
                  <c:v>0.98105699999999996</c:v>
                </c:pt>
                <c:pt idx="3039">
                  <c:v>0.98055599999999998</c:v>
                </c:pt>
                <c:pt idx="3040">
                  <c:v>0.98005399999999998</c:v>
                </c:pt>
                <c:pt idx="3041">
                  <c:v>0.97955400000000004</c:v>
                </c:pt>
                <c:pt idx="3042">
                  <c:v>0.97905500000000001</c:v>
                </c:pt>
                <c:pt idx="3043">
                  <c:v>0.97855499999999995</c:v>
                </c:pt>
                <c:pt idx="3044">
                  <c:v>0.97805500000000001</c:v>
                </c:pt>
                <c:pt idx="3045">
                  <c:v>0.97755499999999995</c:v>
                </c:pt>
                <c:pt idx="3046">
                  <c:v>0.97705699999999995</c:v>
                </c:pt>
                <c:pt idx="3047">
                  <c:v>0.97655999999999998</c:v>
                </c:pt>
                <c:pt idx="3048">
                  <c:v>0.97606099999999996</c:v>
                </c:pt>
                <c:pt idx="3049">
                  <c:v>0.97555999999999998</c:v>
                </c:pt>
                <c:pt idx="3050">
                  <c:v>0.97506099999999996</c:v>
                </c:pt>
                <c:pt idx="3051">
                  <c:v>0.97456200000000004</c:v>
                </c:pt>
                <c:pt idx="3052">
                  <c:v>0.97406199999999998</c:v>
                </c:pt>
                <c:pt idx="3053">
                  <c:v>0.97356100000000001</c:v>
                </c:pt>
                <c:pt idx="3054">
                  <c:v>0.97306000000000004</c:v>
                </c:pt>
                <c:pt idx="3055">
                  <c:v>0.97255800000000003</c:v>
                </c:pt>
                <c:pt idx="3056">
                  <c:v>0.97205699999999995</c:v>
                </c:pt>
                <c:pt idx="3057">
                  <c:v>0.97155599999999998</c:v>
                </c:pt>
                <c:pt idx="3058">
                  <c:v>0.97105399999999997</c:v>
                </c:pt>
                <c:pt idx="3059">
                  <c:v>0.97055400000000003</c:v>
                </c:pt>
                <c:pt idx="3060">
                  <c:v>0.97005399999999997</c:v>
                </c:pt>
                <c:pt idx="3061">
                  <c:v>0.96955499999999994</c:v>
                </c:pt>
                <c:pt idx="3062">
                  <c:v>0.96905600000000003</c:v>
                </c:pt>
                <c:pt idx="3063">
                  <c:v>0.968557</c:v>
                </c:pt>
                <c:pt idx="3064">
                  <c:v>0.96805699999999995</c:v>
                </c:pt>
                <c:pt idx="3065">
                  <c:v>0.96755800000000003</c:v>
                </c:pt>
                <c:pt idx="3066">
                  <c:v>0.96706000000000003</c:v>
                </c:pt>
                <c:pt idx="3067">
                  <c:v>0.96656299999999995</c:v>
                </c:pt>
                <c:pt idx="3068">
                  <c:v>0.96606400000000003</c:v>
                </c:pt>
                <c:pt idx="3069">
                  <c:v>0.96556399999999998</c:v>
                </c:pt>
                <c:pt idx="3070">
                  <c:v>0.96506400000000003</c:v>
                </c:pt>
                <c:pt idx="3071">
                  <c:v>0.96456399999999998</c:v>
                </c:pt>
                <c:pt idx="3072">
                  <c:v>0.96406400000000003</c:v>
                </c:pt>
                <c:pt idx="3073">
                  <c:v>0.96356399999999998</c:v>
                </c:pt>
                <c:pt idx="3074">
                  <c:v>0.96306499999999995</c:v>
                </c:pt>
                <c:pt idx="3075">
                  <c:v>0.96256600000000003</c:v>
                </c:pt>
                <c:pt idx="3076">
                  <c:v>0.96206599999999998</c:v>
                </c:pt>
                <c:pt idx="3077">
                  <c:v>0.96156699999999995</c:v>
                </c:pt>
                <c:pt idx="3078">
                  <c:v>0.96106599999999998</c:v>
                </c:pt>
                <c:pt idx="3079">
                  <c:v>0.96056600000000003</c:v>
                </c:pt>
                <c:pt idx="3080">
                  <c:v>0.960067</c:v>
                </c:pt>
                <c:pt idx="3081">
                  <c:v>0.95956799999999998</c:v>
                </c:pt>
                <c:pt idx="3082">
                  <c:v>0.95906800000000003</c:v>
                </c:pt>
                <c:pt idx="3083">
                  <c:v>0.95856699999999995</c:v>
                </c:pt>
                <c:pt idx="3084">
                  <c:v>0.958067</c:v>
                </c:pt>
                <c:pt idx="3085">
                  <c:v>0.95756799999999997</c:v>
                </c:pt>
                <c:pt idx="3086">
                  <c:v>0.95706899999999995</c:v>
                </c:pt>
                <c:pt idx="3087">
                  <c:v>0.95657000000000003</c:v>
                </c:pt>
                <c:pt idx="3088">
                  <c:v>0.95606899999999995</c:v>
                </c:pt>
                <c:pt idx="3089">
                  <c:v>0.95556799999999997</c:v>
                </c:pt>
                <c:pt idx="3090">
                  <c:v>0.955067</c:v>
                </c:pt>
                <c:pt idx="3091">
                  <c:v>0.95456700000000005</c:v>
                </c:pt>
                <c:pt idx="3092">
                  <c:v>0.954067</c:v>
                </c:pt>
                <c:pt idx="3093">
                  <c:v>0.95356600000000002</c:v>
                </c:pt>
                <c:pt idx="3094">
                  <c:v>0.95306500000000005</c:v>
                </c:pt>
                <c:pt idx="3095">
                  <c:v>0.952565</c:v>
                </c:pt>
                <c:pt idx="3096">
                  <c:v>0.95206599999999997</c:v>
                </c:pt>
                <c:pt idx="3097">
                  <c:v>0.95156600000000002</c:v>
                </c:pt>
                <c:pt idx="3098">
                  <c:v>0.95106500000000005</c:v>
                </c:pt>
                <c:pt idx="3099">
                  <c:v>0.95056600000000002</c:v>
                </c:pt>
                <c:pt idx="3100">
                  <c:v>0.95006800000000002</c:v>
                </c:pt>
                <c:pt idx="3101">
                  <c:v>0.94957000000000003</c:v>
                </c:pt>
                <c:pt idx="3102">
                  <c:v>0.94907200000000003</c:v>
                </c:pt>
                <c:pt idx="3103">
                  <c:v>0.94857199999999997</c:v>
                </c:pt>
                <c:pt idx="3104">
                  <c:v>0.94807200000000003</c:v>
                </c:pt>
                <c:pt idx="3105">
                  <c:v>0.947573</c:v>
                </c:pt>
                <c:pt idx="3106">
                  <c:v>0.947075</c:v>
                </c:pt>
                <c:pt idx="3107">
                  <c:v>0.94657599999999997</c:v>
                </c:pt>
                <c:pt idx="3108">
                  <c:v>0.94607699999999995</c:v>
                </c:pt>
                <c:pt idx="3109">
                  <c:v>0.945577</c:v>
                </c:pt>
                <c:pt idx="3110">
                  <c:v>0.94507699999999994</c:v>
                </c:pt>
                <c:pt idx="3111">
                  <c:v>0.944577</c:v>
                </c:pt>
                <c:pt idx="3112">
                  <c:v>0.94407700000000006</c:v>
                </c:pt>
                <c:pt idx="3113">
                  <c:v>0.94357599999999997</c:v>
                </c:pt>
                <c:pt idx="3114">
                  <c:v>0.943075</c:v>
                </c:pt>
                <c:pt idx="3115">
                  <c:v>0.94257599999999997</c:v>
                </c:pt>
                <c:pt idx="3116">
                  <c:v>0.94207600000000002</c:v>
                </c:pt>
                <c:pt idx="3117">
                  <c:v>0.94157500000000005</c:v>
                </c:pt>
                <c:pt idx="3118">
                  <c:v>0.94107499999999999</c:v>
                </c:pt>
                <c:pt idx="3119">
                  <c:v>0.94057400000000002</c:v>
                </c:pt>
                <c:pt idx="3120">
                  <c:v>0.94007399999999997</c:v>
                </c:pt>
                <c:pt idx="3121">
                  <c:v>0.93957299999999999</c:v>
                </c:pt>
                <c:pt idx="3122">
                  <c:v>0.93907200000000002</c:v>
                </c:pt>
                <c:pt idx="3123">
                  <c:v>0.93857199999999996</c:v>
                </c:pt>
                <c:pt idx="3124">
                  <c:v>0.93807499999999999</c:v>
                </c:pt>
                <c:pt idx="3125">
                  <c:v>0.93757800000000002</c:v>
                </c:pt>
                <c:pt idx="3126">
                  <c:v>0.93708199999999997</c:v>
                </c:pt>
                <c:pt idx="3127">
                  <c:v>0.93658399999999997</c:v>
                </c:pt>
                <c:pt idx="3128">
                  <c:v>0.93608400000000003</c:v>
                </c:pt>
                <c:pt idx="3129">
                  <c:v>0.93558200000000002</c:v>
                </c:pt>
                <c:pt idx="3130">
                  <c:v>0.93508100000000005</c:v>
                </c:pt>
                <c:pt idx="3131">
                  <c:v>0.93457900000000005</c:v>
                </c:pt>
                <c:pt idx="3132">
                  <c:v>0.93407700000000005</c:v>
                </c:pt>
                <c:pt idx="3133">
                  <c:v>0.93357599999999996</c:v>
                </c:pt>
                <c:pt idx="3134">
                  <c:v>0.93307600000000002</c:v>
                </c:pt>
                <c:pt idx="3135">
                  <c:v>0.93257800000000002</c:v>
                </c:pt>
                <c:pt idx="3136">
                  <c:v>0.93207899999999999</c:v>
                </c:pt>
                <c:pt idx="3137">
                  <c:v>0.93157900000000005</c:v>
                </c:pt>
                <c:pt idx="3138">
                  <c:v>0.93107799999999996</c:v>
                </c:pt>
                <c:pt idx="3139">
                  <c:v>0.93057900000000005</c:v>
                </c:pt>
                <c:pt idx="3140">
                  <c:v>0.93008100000000005</c:v>
                </c:pt>
                <c:pt idx="3141">
                  <c:v>0.92958099999999999</c:v>
                </c:pt>
                <c:pt idx="3142">
                  <c:v>0.92908100000000005</c:v>
                </c:pt>
                <c:pt idx="3143">
                  <c:v>0.92858200000000002</c:v>
                </c:pt>
                <c:pt idx="3144">
                  <c:v>0.92808400000000002</c:v>
                </c:pt>
                <c:pt idx="3145">
                  <c:v>0.92758499999999999</c:v>
                </c:pt>
                <c:pt idx="3146">
                  <c:v>0.92708299999999999</c:v>
                </c:pt>
                <c:pt idx="3147">
                  <c:v>0.92657900000000004</c:v>
                </c:pt>
                <c:pt idx="3148">
                  <c:v>0.92607600000000001</c:v>
                </c:pt>
                <c:pt idx="3149">
                  <c:v>0.92557599999999995</c:v>
                </c:pt>
                <c:pt idx="3150">
                  <c:v>0.92507600000000001</c:v>
                </c:pt>
                <c:pt idx="3151">
                  <c:v>0.92457699999999998</c:v>
                </c:pt>
                <c:pt idx="3152">
                  <c:v>0.92407700000000004</c:v>
                </c:pt>
                <c:pt idx="3153">
                  <c:v>0.92357900000000004</c:v>
                </c:pt>
                <c:pt idx="3154">
                  <c:v>0.92308199999999996</c:v>
                </c:pt>
                <c:pt idx="3155">
                  <c:v>0.92258499999999999</c:v>
                </c:pt>
                <c:pt idx="3156">
                  <c:v>0.92208500000000004</c:v>
                </c:pt>
                <c:pt idx="3157">
                  <c:v>0.92158399999999996</c:v>
                </c:pt>
                <c:pt idx="3158">
                  <c:v>0.92108299999999999</c:v>
                </c:pt>
                <c:pt idx="3159">
                  <c:v>0.92058200000000001</c:v>
                </c:pt>
                <c:pt idx="3160">
                  <c:v>0.92008199999999996</c:v>
                </c:pt>
                <c:pt idx="3161">
                  <c:v>0.91958200000000001</c:v>
                </c:pt>
                <c:pt idx="3162">
                  <c:v>0.91908299999999998</c:v>
                </c:pt>
                <c:pt idx="3163">
                  <c:v>0.91858600000000001</c:v>
                </c:pt>
                <c:pt idx="3164">
                  <c:v>0.91808900000000004</c:v>
                </c:pt>
                <c:pt idx="3165">
                  <c:v>0.91758899999999999</c:v>
                </c:pt>
                <c:pt idx="3166">
                  <c:v>0.91708599999999996</c:v>
                </c:pt>
                <c:pt idx="3167">
                  <c:v>0.91658300000000004</c:v>
                </c:pt>
                <c:pt idx="3168">
                  <c:v>0.91608199999999995</c:v>
                </c:pt>
                <c:pt idx="3169">
                  <c:v>0.91558300000000004</c:v>
                </c:pt>
                <c:pt idx="3170">
                  <c:v>0.91508400000000001</c:v>
                </c:pt>
                <c:pt idx="3171">
                  <c:v>0.91458300000000003</c:v>
                </c:pt>
                <c:pt idx="3172">
                  <c:v>0.91408400000000001</c:v>
                </c:pt>
                <c:pt idx="3173">
                  <c:v>0.91358499999999998</c:v>
                </c:pt>
                <c:pt idx="3174">
                  <c:v>0.91308599999999995</c:v>
                </c:pt>
                <c:pt idx="3175">
                  <c:v>0.91258600000000001</c:v>
                </c:pt>
                <c:pt idx="3176">
                  <c:v>0.91208500000000003</c:v>
                </c:pt>
                <c:pt idx="3177">
                  <c:v>0.91158600000000001</c:v>
                </c:pt>
                <c:pt idx="3178">
                  <c:v>0.91108699999999998</c:v>
                </c:pt>
                <c:pt idx="3179">
                  <c:v>0.91058899999999998</c:v>
                </c:pt>
                <c:pt idx="3180">
                  <c:v>0.91008900000000004</c:v>
                </c:pt>
                <c:pt idx="3181">
                  <c:v>0.90958899999999998</c:v>
                </c:pt>
                <c:pt idx="3182">
                  <c:v>0.90908999999999995</c:v>
                </c:pt>
                <c:pt idx="3183">
                  <c:v>0.90859100000000004</c:v>
                </c:pt>
                <c:pt idx="3184">
                  <c:v>0.90809200000000001</c:v>
                </c:pt>
                <c:pt idx="3185">
                  <c:v>0.90759100000000004</c:v>
                </c:pt>
                <c:pt idx="3186">
                  <c:v>0.90708999999999995</c:v>
                </c:pt>
                <c:pt idx="3187">
                  <c:v>0.90659000000000001</c:v>
                </c:pt>
                <c:pt idx="3188">
                  <c:v>0.90608999999999995</c:v>
                </c:pt>
                <c:pt idx="3189">
                  <c:v>0.90559100000000003</c:v>
                </c:pt>
                <c:pt idx="3190">
                  <c:v>0.90509200000000001</c:v>
                </c:pt>
                <c:pt idx="3191">
                  <c:v>0.90459199999999995</c:v>
                </c:pt>
                <c:pt idx="3192">
                  <c:v>0.90409200000000001</c:v>
                </c:pt>
                <c:pt idx="3193">
                  <c:v>0.90359299999999998</c:v>
                </c:pt>
                <c:pt idx="3194">
                  <c:v>0.90309499999999998</c:v>
                </c:pt>
                <c:pt idx="3195">
                  <c:v>0.90259500000000004</c:v>
                </c:pt>
                <c:pt idx="3196">
                  <c:v>0.90209600000000001</c:v>
                </c:pt>
                <c:pt idx="3197">
                  <c:v>0.90159599999999995</c:v>
                </c:pt>
                <c:pt idx="3198">
                  <c:v>0.90109600000000001</c:v>
                </c:pt>
                <c:pt idx="3199">
                  <c:v>0.90059599999999995</c:v>
                </c:pt>
                <c:pt idx="3200">
                  <c:v>0.90009499999999998</c:v>
                </c:pt>
                <c:pt idx="3201">
                  <c:v>0.899594</c:v>
                </c:pt>
                <c:pt idx="3202">
                  <c:v>0.89909499999999998</c:v>
                </c:pt>
                <c:pt idx="3203">
                  <c:v>0.89859699999999998</c:v>
                </c:pt>
                <c:pt idx="3204">
                  <c:v>0.89809799999999995</c:v>
                </c:pt>
                <c:pt idx="3205">
                  <c:v>0.89759699999999998</c:v>
                </c:pt>
                <c:pt idx="3206">
                  <c:v>0.897096</c:v>
                </c:pt>
                <c:pt idx="3207">
                  <c:v>0.89659699999999998</c:v>
                </c:pt>
                <c:pt idx="3208">
                  <c:v>0.89609700000000003</c:v>
                </c:pt>
                <c:pt idx="3209">
                  <c:v>0.89559699999999998</c:v>
                </c:pt>
                <c:pt idx="3210">
                  <c:v>0.89509499999999997</c:v>
                </c:pt>
                <c:pt idx="3211">
                  <c:v>0.89459500000000003</c:v>
                </c:pt>
                <c:pt idx="3212">
                  <c:v>0.894096</c:v>
                </c:pt>
                <c:pt idx="3213">
                  <c:v>0.89359699999999997</c:v>
                </c:pt>
                <c:pt idx="3214">
                  <c:v>0.89309700000000003</c:v>
                </c:pt>
                <c:pt idx="3215">
                  <c:v>0.89259599999999995</c:v>
                </c:pt>
                <c:pt idx="3216">
                  <c:v>0.89209499999999997</c:v>
                </c:pt>
                <c:pt idx="3217">
                  <c:v>0.89159299999999997</c:v>
                </c:pt>
                <c:pt idx="3218">
                  <c:v>0.89109099999999997</c:v>
                </c:pt>
                <c:pt idx="3219">
                  <c:v>0.89058899999999996</c:v>
                </c:pt>
                <c:pt idx="3220">
                  <c:v>0.89008900000000002</c:v>
                </c:pt>
                <c:pt idx="3221">
                  <c:v>0.88958999999999999</c:v>
                </c:pt>
                <c:pt idx="3222">
                  <c:v>0.88909199999999999</c:v>
                </c:pt>
                <c:pt idx="3223">
                  <c:v>0.88859500000000002</c:v>
                </c:pt>
                <c:pt idx="3224">
                  <c:v>0.88809700000000003</c:v>
                </c:pt>
                <c:pt idx="3225">
                  <c:v>0.887598</c:v>
                </c:pt>
                <c:pt idx="3226">
                  <c:v>0.88709899999999997</c:v>
                </c:pt>
                <c:pt idx="3227">
                  <c:v>0.88660000000000005</c:v>
                </c:pt>
                <c:pt idx="3228">
                  <c:v>0.88609899999999997</c:v>
                </c:pt>
                <c:pt idx="3229">
                  <c:v>0.885598</c:v>
                </c:pt>
                <c:pt idx="3230">
                  <c:v>0.88509700000000002</c:v>
                </c:pt>
                <c:pt idx="3231">
                  <c:v>0.88459699999999997</c:v>
                </c:pt>
                <c:pt idx="3232">
                  <c:v>0.88409800000000005</c:v>
                </c:pt>
                <c:pt idx="3233">
                  <c:v>0.88359900000000002</c:v>
                </c:pt>
                <c:pt idx="3234">
                  <c:v>0.8831</c:v>
                </c:pt>
                <c:pt idx="3235">
                  <c:v>0.88260099999999997</c:v>
                </c:pt>
                <c:pt idx="3236">
                  <c:v>0.88210200000000005</c:v>
                </c:pt>
                <c:pt idx="3237">
                  <c:v>0.88160400000000005</c:v>
                </c:pt>
                <c:pt idx="3238">
                  <c:v>0.88110500000000003</c:v>
                </c:pt>
                <c:pt idx="3239">
                  <c:v>0.88060400000000005</c:v>
                </c:pt>
                <c:pt idx="3240">
                  <c:v>0.880104</c:v>
                </c:pt>
                <c:pt idx="3241">
                  <c:v>0.879606</c:v>
                </c:pt>
                <c:pt idx="3242">
                  <c:v>0.87910699999999997</c:v>
                </c:pt>
                <c:pt idx="3243">
                  <c:v>0.87860700000000003</c:v>
                </c:pt>
                <c:pt idx="3244">
                  <c:v>0.87810600000000005</c:v>
                </c:pt>
                <c:pt idx="3245">
                  <c:v>0.87760499999999997</c:v>
                </c:pt>
                <c:pt idx="3246">
                  <c:v>0.87710500000000002</c:v>
                </c:pt>
                <c:pt idx="3247">
                  <c:v>0.876606</c:v>
                </c:pt>
                <c:pt idx="3248">
                  <c:v>0.87610600000000005</c:v>
                </c:pt>
                <c:pt idx="3249">
                  <c:v>0.87560499999999997</c:v>
                </c:pt>
                <c:pt idx="3250">
                  <c:v>0.87510399999999999</c:v>
                </c:pt>
                <c:pt idx="3251">
                  <c:v>0.87460400000000005</c:v>
                </c:pt>
                <c:pt idx="3252">
                  <c:v>0.87410500000000002</c:v>
                </c:pt>
                <c:pt idx="3253">
                  <c:v>0.87360599999999999</c:v>
                </c:pt>
                <c:pt idx="3254">
                  <c:v>0.87310600000000005</c:v>
                </c:pt>
                <c:pt idx="3255">
                  <c:v>0.87260599999999999</c:v>
                </c:pt>
                <c:pt idx="3256">
                  <c:v>0.87210600000000005</c:v>
                </c:pt>
                <c:pt idx="3257">
                  <c:v>0.87160599999999999</c:v>
                </c:pt>
                <c:pt idx="3258">
                  <c:v>0.87110699999999996</c:v>
                </c:pt>
                <c:pt idx="3259">
                  <c:v>0.87060599999999999</c:v>
                </c:pt>
                <c:pt idx="3260">
                  <c:v>0.87010600000000005</c:v>
                </c:pt>
                <c:pt idx="3261">
                  <c:v>0.86960700000000002</c:v>
                </c:pt>
                <c:pt idx="3262">
                  <c:v>0.86910799999999999</c:v>
                </c:pt>
                <c:pt idx="3263">
                  <c:v>0.86860899999999996</c:v>
                </c:pt>
                <c:pt idx="3264">
                  <c:v>0.86810799999999999</c:v>
                </c:pt>
                <c:pt idx="3265">
                  <c:v>0.86760800000000005</c:v>
                </c:pt>
                <c:pt idx="3266">
                  <c:v>0.86710799999999999</c:v>
                </c:pt>
                <c:pt idx="3267">
                  <c:v>0.86660800000000004</c:v>
                </c:pt>
                <c:pt idx="3268">
                  <c:v>0.86610799999999999</c:v>
                </c:pt>
                <c:pt idx="3269">
                  <c:v>0.86560800000000004</c:v>
                </c:pt>
                <c:pt idx="3270">
                  <c:v>0.86510799999999999</c:v>
                </c:pt>
                <c:pt idx="3271">
                  <c:v>0.86460899999999996</c:v>
                </c:pt>
                <c:pt idx="3272">
                  <c:v>0.86411000000000004</c:v>
                </c:pt>
                <c:pt idx="3273">
                  <c:v>0.86360999999999999</c:v>
                </c:pt>
                <c:pt idx="3274">
                  <c:v>0.86310900000000002</c:v>
                </c:pt>
                <c:pt idx="3275">
                  <c:v>0.86260899999999996</c:v>
                </c:pt>
                <c:pt idx="3276">
                  <c:v>0.86211099999999996</c:v>
                </c:pt>
                <c:pt idx="3277">
                  <c:v>0.86161299999999996</c:v>
                </c:pt>
                <c:pt idx="3278">
                  <c:v>0.86111300000000002</c:v>
                </c:pt>
                <c:pt idx="3279">
                  <c:v>0.86061299999999996</c:v>
                </c:pt>
                <c:pt idx="3280">
                  <c:v>0.86011499999999996</c:v>
                </c:pt>
                <c:pt idx="3281">
                  <c:v>0.85961500000000002</c:v>
                </c:pt>
                <c:pt idx="3282">
                  <c:v>0.85911599999999999</c:v>
                </c:pt>
                <c:pt idx="3283">
                  <c:v>0.85861500000000002</c:v>
                </c:pt>
                <c:pt idx="3284">
                  <c:v>0.85811300000000001</c:v>
                </c:pt>
                <c:pt idx="3285">
                  <c:v>0.85761100000000001</c:v>
                </c:pt>
                <c:pt idx="3286">
                  <c:v>0.85711000000000004</c:v>
                </c:pt>
                <c:pt idx="3287">
                  <c:v>0.85660899999999995</c:v>
                </c:pt>
                <c:pt idx="3288">
                  <c:v>0.85610799999999998</c:v>
                </c:pt>
                <c:pt idx="3289">
                  <c:v>0.85560800000000004</c:v>
                </c:pt>
                <c:pt idx="3290">
                  <c:v>0.85511000000000004</c:v>
                </c:pt>
                <c:pt idx="3291">
                  <c:v>0.85461299999999996</c:v>
                </c:pt>
                <c:pt idx="3292">
                  <c:v>0.85411400000000004</c:v>
                </c:pt>
                <c:pt idx="3293">
                  <c:v>0.85361399999999998</c:v>
                </c:pt>
                <c:pt idx="3294">
                  <c:v>0.85311400000000004</c:v>
                </c:pt>
                <c:pt idx="3295">
                  <c:v>0.85261600000000004</c:v>
                </c:pt>
                <c:pt idx="3296">
                  <c:v>0.85211700000000001</c:v>
                </c:pt>
                <c:pt idx="3297">
                  <c:v>0.85161699999999996</c:v>
                </c:pt>
                <c:pt idx="3298">
                  <c:v>0.85111599999999998</c:v>
                </c:pt>
                <c:pt idx="3299">
                  <c:v>0.85061600000000004</c:v>
                </c:pt>
                <c:pt idx="3300">
                  <c:v>0.85011700000000001</c:v>
                </c:pt>
                <c:pt idx="3301">
                  <c:v>0.84961900000000001</c:v>
                </c:pt>
                <c:pt idx="3302">
                  <c:v>0.84911999999999999</c:v>
                </c:pt>
                <c:pt idx="3303">
                  <c:v>0.84862000000000004</c:v>
                </c:pt>
                <c:pt idx="3304">
                  <c:v>0.84811899999999996</c:v>
                </c:pt>
                <c:pt idx="3305">
                  <c:v>0.84761900000000001</c:v>
                </c:pt>
                <c:pt idx="3306">
                  <c:v>0.84711899999999996</c:v>
                </c:pt>
                <c:pt idx="3307">
                  <c:v>0.84661699999999995</c:v>
                </c:pt>
                <c:pt idx="3308">
                  <c:v>0.84611599999999998</c:v>
                </c:pt>
                <c:pt idx="3309">
                  <c:v>0.84561699999999995</c:v>
                </c:pt>
                <c:pt idx="3310">
                  <c:v>0.84511800000000004</c:v>
                </c:pt>
                <c:pt idx="3311">
                  <c:v>0.84461900000000001</c:v>
                </c:pt>
                <c:pt idx="3312">
                  <c:v>0.84411800000000003</c:v>
                </c:pt>
                <c:pt idx="3313">
                  <c:v>0.84361600000000003</c:v>
                </c:pt>
                <c:pt idx="3314">
                  <c:v>0.84311499999999995</c:v>
                </c:pt>
                <c:pt idx="3315">
                  <c:v>0.842615</c:v>
                </c:pt>
                <c:pt idx="3316">
                  <c:v>0.84211499999999995</c:v>
                </c:pt>
                <c:pt idx="3317">
                  <c:v>0.841615</c:v>
                </c:pt>
                <c:pt idx="3318">
                  <c:v>0.84111499999999995</c:v>
                </c:pt>
                <c:pt idx="3319">
                  <c:v>0.84061799999999998</c:v>
                </c:pt>
                <c:pt idx="3320">
                  <c:v>0.84011999999999998</c:v>
                </c:pt>
                <c:pt idx="3321">
                  <c:v>0.83962199999999998</c:v>
                </c:pt>
                <c:pt idx="3322">
                  <c:v>0.83912100000000001</c:v>
                </c:pt>
                <c:pt idx="3323">
                  <c:v>0.83862099999999995</c:v>
                </c:pt>
                <c:pt idx="3324">
                  <c:v>0.838121</c:v>
                </c:pt>
                <c:pt idx="3325">
                  <c:v>0.83762199999999998</c:v>
                </c:pt>
                <c:pt idx="3326">
                  <c:v>0.83712200000000003</c:v>
                </c:pt>
                <c:pt idx="3327">
                  <c:v>0.83662199999999998</c:v>
                </c:pt>
                <c:pt idx="3328">
                  <c:v>0.83611999999999997</c:v>
                </c:pt>
                <c:pt idx="3329">
                  <c:v>0.83562000000000003</c:v>
                </c:pt>
                <c:pt idx="3330">
                  <c:v>0.83511999999999997</c:v>
                </c:pt>
                <c:pt idx="3331">
                  <c:v>0.83462099999999995</c:v>
                </c:pt>
                <c:pt idx="3332">
                  <c:v>0.83411999999999997</c:v>
                </c:pt>
                <c:pt idx="3333">
                  <c:v>0.833619</c:v>
                </c:pt>
                <c:pt idx="3334">
                  <c:v>0.83311999999999997</c:v>
                </c:pt>
                <c:pt idx="3335">
                  <c:v>0.83262100000000006</c:v>
                </c:pt>
                <c:pt idx="3336">
                  <c:v>0.83212200000000003</c:v>
                </c:pt>
                <c:pt idx="3337">
                  <c:v>0.83162100000000005</c:v>
                </c:pt>
                <c:pt idx="3338">
                  <c:v>0.831121</c:v>
                </c:pt>
                <c:pt idx="3339">
                  <c:v>0.83062100000000005</c:v>
                </c:pt>
                <c:pt idx="3340">
                  <c:v>0.83012200000000003</c:v>
                </c:pt>
                <c:pt idx="3341">
                  <c:v>0.829623</c:v>
                </c:pt>
                <c:pt idx="3342">
                  <c:v>0.82912300000000005</c:v>
                </c:pt>
                <c:pt idx="3343">
                  <c:v>0.82862400000000003</c:v>
                </c:pt>
                <c:pt idx="3344">
                  <c:v>0.828125</c:v>
                </c:pt>
                <c:pt idx="3345">
                  <c:v>0.82762500000000006</c:v>
                </c:pt>
                <c:pt idx="3346">
                  <c:v>0.82712600000000003</c:v>
                </c:pt>
                <c:pt idx="3347">
                  <c:v>0.82662500000000005</c:v>
                </c:pt>
                <c:pt idx="3348">
                  <c:v>0.82612600000000003</c:v>
                </c:pt>
                <c:pt idx="3349">
                  <c:v>0.825627</c:v>
                </c:pt>
                <c:pt idx="3350">
                  <c:v>0.82512799999999997</c:v>
                </c:pt>
                <c:pt idx="3351">
                  <c:v>0.824627</c:v>
                </c:pt>
                <c:pt idx="3352">
                  <c:v>0.824125</c:v>
                </c:pt>
                <c:pt idx="3353">
                  <c:v>0.82362400000000002</c:v>
                </c:pt>
                <c:pt idx="3354">
                  <c:v>0.82312399999999997</c:v>
                </c:pt>
                <c:pt idx="3355">
                  <c:v>0.82262500000000005</c:v>
                </c:pt>
                <c:pt idx="3356">
                  <c:v>0.82212600000000002</c:v>
                </c:pt>
                <c:pt idx="3357">
                  <c:v>0.821627</c:v>
                </c:pt>
                <c:pt idx="3358">
                  <c:v>0.82113000000000003</c:v>
                </c:pt>
                <c:pt idx="3359">
                  <c:v>0.82063399999999997</c:v>
                </c:pt>
                <c:pt idx="3360">
                  <c:v>0.82013599999999998</c:v>
                </c:pt>
                <c:pt idx="3361">
                  <c:v>0.819635</c:v>
                </c:pt>
                <c:pt idx="3362">
                  <c:v>0.819133</c:v>
                </c:pt>
                <c:pt idx="3363">
                  <c:v>0.818631</c:v>
                </c:pt>
                <c:pt idx="3364">
                  <c:v>0.81813000000000002</c:v>
                </c:pt>
                <c:pt idx="3365">
                  <c:v>0.81762999999999997</c:v>
                </c:pt>
                <c:pt idx="3366">
                  <c:v>0.81712899999999999</c:v>
                </c:pt>
                <c:pt idx="3367">
                  <c:v>0.81662900000000005</c:v>
                </c:pt>
                <c:pt idx="3368">
                  <c:v>0.81612899999999999</c:v>
                </c:pt>
                <c:pt idx="3369">
                  <c:v>0.81562999999999997</c:v>
                </c:pt>
                <c:pt idx="3370">
                  <c:v>0.81513100000000005</c:v>
                </c:pt>
                <c:pt idx="3371">
                  <c:v>0.81463099999999999</c:v>
                </c:pt>
                <c:pt idx="3372">
                  <c:v>0.81413100000000005</c:v>
                </c:pt>
                <c:pt idx="3373">
                  <c:v>0.81363099999999999</c:v>
                </c:pt>
                <c:pt idx="3374">
                  <c:v>0.81313199999999997</c:v>
                </c:pt>
                <c:pt idx="3375">
                  <c:v>0.81263200000000002</c:v>
                </c:pt>
                <c:pt idx="3376">
                  <c:v>0.81213199999999997</c:v>
                </c:pt>
                <c:pt idx="3377">
                  <c:v>0.81163099999999999</c:v>
                </c:pt>
                <c:pt idx="3378">
                  <c:v>0.81113100000000005</c:v>
                </c:pt>
                <c:pt idx="3379">
                  <c:v>0.81063099999999999</c:v>
                </c:pt>
                <c:pt idx="3380">
                  <c:v>0.81013199999999996</c:v>
                </c:pt>
                <c:pt idx="3381">
                  <c:v>0.80963099999999999</c:v>
                </c:pt>
                <c:pt idx="3382">
                  <c:v>0.80913100000000004</c:v>
                </c:pt>
                <c:pt idx="3383">
                  <c:v>0.80863200000000002</c:v>
                </c:pt>
                <c:pt idx="3384">
                  <c:v>0.80813299999999999</c:v>
                </c:pt>
                <c:pt idx="3385">
                  <c:v>0.80763399999999996</c:v>
                </c:pt>
                <c:pt idx="3386">
                  <c:v>0.80713299999999999</c:v>
                </c:pt>
                <c:pt idx="3387">
                  <c:v>0.80663300000000004</c:v>
                </c:pt>
                <c:pt idx="3388">
                  <c:v>0.80613500000000005</c:v>
                </c:pt>
                <c:pt idx="3389">
                  <c:v>0.80563600000000002</c:v>
                </c:pt>
                <c:pt idx="3390">
                  <c:v>0.80513699999999999</c:v>
                </c:pt>
                <c:pt idx="3391">
                  <c:v>0.80463600000000002</c:v>
                </c:pt>
                <c:pt idx="3392">
                  <c:v>0.80413599999999996</c:v>
                </c:pt>
                <c:pt idx="3393">
                  <c:v>0.80363600000000002</c:v>
                </c:pt>
                <c:pt idx="3394">
                  <c:v>0.80313699999999999</c:v>
                </c:pt>
                <c:pt idx="3395">
                  <c:v>0.80263799999999996</c:v>
                </c:pt>
                <c:pt idx="3396">
                  <c:v>0.80213699999999999</c:v>
                </c:pt>
                <c:pt idx="3397">
                  <c:v>0.80163600000000002</c:v>
                </c:pt>
                <c:pt idx="3398">
                  <c:v>0.80113800000000002</c:v>
                </c:pt>
                <c:pt idx="3399">
                  <c:v>0.80063899999999999</c:v>
                </c:pt>
                <c:pt idx="3400">
                  <c:v>0.80013800000000002</c:v>
                </c:pt>
                <c:pt idx="3401">
                  <c:v>0.79963700000000004</c:v>
                </c:pt>
                <c:pt idx="3402">
                  <c:v>0.79913699999999999</c:v>
                </c:pt>
                <c:pt idx="3403">
                  <c:v>0.79863799999999996</c:v>
                </c:pt>
                <c:pt idx="3404">
                  <c:v>0.79813999999999996</c:v>
                </c:pt>
                <c:pt idx="3405">
                  <c:v>0.79763899999999999</c:v>
                </c:pt>
                <c:pt idx="3406">
                  <c:v>0.79713800000000001</c:v>
                </c:pt>
                <c:pt idx="3407">
                  <c:v>0.79663799999999996</c:v>
                </c:pt>
                <c:pt idx="3408">
                  <c:v>0.79613900000000004</c:v>
                </c:pt>
                <c:pt idx="3409">
                  <c:v>0.79563899999999999</c:v>
                </c:pt>
                <c:pt idx="3410">
                  <c:v>0.79513800000000001</c:v>
                </c:pt>
                <c:pt idx="3411">
                  <c:v>0.79463600000000001</c:v>
                </c:pt>
                <c:pt idx="3412">
                  <c:v>0.79413699999999998</c:v>
                </c:pt>
                <c:pt idx="3413">
                  <c:v>0.79363799999999995</c:v>
                </c:pt>
                <c:pt idx="3414">
                  <c:v>0.79313800000000001</c:v>
                </c:pt>
                <c:pt idx="3415">
                  <c:v>0.79263799999999995</c:v>
                </c:pt>
                <c:pt idx="3416">
                  <c:v>0.79213800000000001</c:v>
                </c:pt>
                <c:pt idx="3417">
                  <c:v>0.79164000000000001</c:v>
                </c:pt>
                <c:pt idx="3418">
                  <c:v>0.79114200000000001</c:v>
                </c:pt>
                <c:pt idx="3419">
                  <c:v>0.79064299999999998</c:v>
                </c:pt>
                <c:pt idx="3420">
                  <c:v>0.79014300000000004</c:v>
                </c:pt>
                <c:pt idx="3421">
                  <c:v>0.78964400000000001</c:v>
                </c:pt>
                <c:pt idx="3422">
                  <c:v>0.78914499999999999</c:v>
                </c:pt>
                <c:pt idx="3423">
                  <c:v>0.78864500000000004</c:v>
                </c:pt>
                <c:pt idx="3424">
                  <c:v>0.78814399999999996</c:v>
                </c:pt>
                <c:pt idx="3425">
                  <c:v>0.78764199999999995</c:v>
                </c:pt>
                <c:pt idx="3426">
                  <c:v>0.78714200000000001</c:v>
                </c:pt>
                <c:pt idx="3427">
                  <c:v>0.78664299999999998</c:v>
                </c:pt>
                <c:pt idx="3428">
                  <c:v>0.78614499999999998</c:v>
                </c:pt>
                <c:pt idx="3429">
                  <c:v>0.78564599999999996</c:v>
                </c:pt>
                <c:pt idx="3430">
                  <c:v>0.78514600000000001</c:v>
                </c:pt>
                <c:pt idx="3431">
                  <c:v>0.78464599999999995</c:v>
                </c:pt>
                <c:pt idx="3432">
                  <c:v>0.78414600000000001</c:v>
                </c:pt>
                <c:pt idx="3433">
                  <c:v>0.78364699999999998</c:v>
                </c:pt>
                <c:pt idx="3434">
                  <c:v>0.78314799999999996</c:v>
                </c:pt>
                <c:pt idx="3435">
                  <c:v>0.78264800000000001</c:v>
                </c:pt>
                <c:pt idx="3436">
                  <c:v>0.78214899999999998</c:v>
                </c:pt>
                <c:pt idx="3437">
                  <c:v>0.78165099999999998</c:v>
                </c:pt>
                <c:pt idx="3438">
                  <c:v>0.78115100000000004</c:v>
                </c:pt>
                <c:pt idx="3439">
                  <c:v>0.78064900000000004</c:v>
                </c:pt>
                <c:pt idx="3440">
                  <c:v>0.78014600000000001</c:v>
                </c:pt>
                <c:pt idx="3441">
                  <c:v>0.77964500000000003</c:v>
                </c:pt>
                <c:pt idx="3442">
                  <c:v>0.77914600000000001</c:v>
                </c:pt>
                <c:pt idx="3443">
                  <c:v>0.77864599999999995</c:v>
                </c:pt>
                <c:pt idx="3444">
                  <c:v>0.77814700000000003</c:v>
                </c:pt>
                <c:pt idx="3445">
                  <c:v>0.77764699999999998</c:v>
                </c:pt>
                <c:pt idx="3446">
                  <c:v>0.77714799999999995</c:v>
                </c:pt>
                <c:pt idx="3447">
                  <c:v>0.77664900000000003</c:v>
                </c:pt>
                <c:pt idx="3448">
                  <c:v>0.77615000000000001</c:v>
                </c:pt>
                <c:pt idx="3449">
                  <c:v>0.77564900000000003</c:v>
                </c:pt>
                <c:pt idx="3450">
                  <c:v>0.77514799999999995</c:v>
                </c:pt>
                <c:pt idx="3451">
                  <c:v>0.774648</c:v>
                </c:pt>
                <c:pt idx="3452">
                  <c:v>0.77414799999999995</c:v>
                </c:pt>
                <c:pt idx="3453">
                  <c:v>0.77364900000000003</c:v>
                </c:pt>
                <c:pt idx="3454">
                  <c:v>0.77314799999999995</c:v>
                </c:pt>
                <c:pt idx="3455">
                  <c:v>0.77264699999999997</c:v>
                </c:pt>
                <c:pt idx="3456">
                  <c:v>0.77214899999999997</c:v>
                </c:pt>
                <c:pt idx="3457">
                  <c:v>0.77165099999999998</c:v>
                </c:pt>
                <c:pt idx="3458">
                  <c:v>0.77115299999999998</c:v>
                </c:pt>
                <c:pt idx="3459">
                  <c:v>0.77065300000000003</c:v>
                </c:pt>
                <c:pt idx="3460">
                  <c:v>0.77015199999999995</c:v>
                </c:pt>
                <c:pt idx="3461">
                  <c:v>0.769652</c:v>
                </c:pt>
                <c:pt idx="3462">
                  <c:v>0.76915299999999998</c:v>
                </c:pt>
                <c:pt idx="3463">
                  <c:v>0.768652</c:v>
                </c:pt>
                <c:pt idx="3464">
                  <c:v>0.76815100000000003</c:v>
                </c:pt>
                <c:pt idx="3465">
                  <c:v>0.76765099999999997</c:v>
                </c:pt>
                <c:pt idx="3466">
                  <c:v>0.76715299999999997</c:v>
                </c:pt>
                <c:pt idx="3467">
                  <c:v>0.76665399999999995</c:v>
                </c:pt>
                <c:pt idx="3468">
                  <c:v>0.766154</c:v>
                </c:pt>
                <c:pt idx="3469">
                  <c:v>0.76565300000000003</c:v>
                </c:pt>
                <c:pt idx="3470">
                  <c:v>0.765154</c:v>
                </c:pt>
                <c:pt idx="3471">
                  <c:v>0.76465399999999994</c:v>
                </c:pt>
                <c:pt idx="3472">
                  <c:v>0.764154</c:v>
                </c:pt>
                <c:pt idx="3473">
                  <c:v>0.76365300000000003</c:v>
                </c:pt>
                <c:pt idx="3474">
                  <c:v>0.76315100000000002</c:v>
                </c:pt>
                <c:pt idx="3475">
                  <c:v>0.762652</c:v>
                </c:pt>
                <c:pt idx="3476">
                  <c:v>0.762154</c:v>
                </c:pt>
                <c:pt idx="3477">
                  <c:v>0.761656</c:v>
                </c:pt>
                <c:pt idx="3478">
                  <c:v>0.76115600000000005</c:v>
                </c:pt>
                <c:pt idx="3479">
                  <c:v>0.76065499999999997</c:v>
                </c:pt>
                <c:pt idx="3480">
                  <c:v>0.760154</c:v>
                </c:pt>
                <c:pt idx="3481">
                  <c:v>0.75965400000000005</c:v>
                </c:pt>
                <c:pt idx="3482">
                  <c:v>0.759154</c:v>
                </c:pt>
                <c:pt idx="3483">
                  <c:v>0.75865400000000005</c:v>
                </c:pt>
                <c:pt idx="3484">
                  <c:v>0.75815200000000005</c:v>
                </c:pt>
                <c:pt idx="3485">
                  <c:v>0.75765099999999996</c:v>
                </c:pt>
                <c:pt idx="3486">
                  <c:v>0.75714999999999999</c:v>
                </c:pt>
                <c:pt idx="3487">
                  <c:v>0.75665099999999996</c:v>
                </c:pt>
                <c:pt idx="3488">
                  <c:v>0.75615200000000005</c:v>
                </c:pt>
                <c:pt idx="3489">
                  <c:v>0.75565300000000002</c:v>
                </c:pt>
                <c:pt idx="3490">
                  <c:v>0.75515299999999996</c:v>
                </c:pt>
                <c:pt idx="3491">
                  <c:v>0.75465199999999999</c:v>
                </c:pt>
                <c:pt idx="3492">
                  <c:v>0.75415100000000002</c:v>
                </c:pt>
                <c:pt idx="3493">
                  <c:v>0.75364799999999998</c:v>
                </c:pt>
                <c:pt idx="3494">
                  <c:v>0.75314700000000001</c:v>
                </c:pt>
                <c:pt idx="3495">
                  <c:v>0.75264900000000001</c:v>
                </c:pt>
                <c:pt idx="3496">
                  <c:v>0.75215299999999996</c:v>
                </c:pt>
                <c:pt idx="3497">
                  <c:v>0.75165700000000002</c:v>
                </c:pt>
                <c:pt idx="3498">
                  <c:v>0.75115799999999999</c:v>
                </c:pt>
                <c:pt idx="3499">
                  <c:v>0.75065700000000002</c:v>
                </c:pt>
                <c:pt idx="3500">
                  <c:v>0.75015799999999999</c:v>
                </c:pt>
                <c:pt idx="3501">
                  <c:v>0.74965999999999999</c:v>
                </c:pt>
                <c:pt idx="3502">
                  <c:v>0.74916000000000005</c:v>
                </c:pt>
                <c:pt idx="3503">
                  <c:v>0.74865899999999996</c:v>
                </c:pt>
                <c:pt idx="3504">
                  <c:v>0.74815900000000002</c:v>
                </c:pt>
                <c:pt idx="3505">
                  <c:v>0.74765899999999996</c:v>
                </c:pt>
                <c:pt idx="3506">
                  <c:v>0.74716000000000005</c:v>
                </c:pt>
                <c:pt idx="3507">
                  <c:v>0.74665999999999999</c:v>
                </c:pt>
                <c:pt idx="3508">
                  <c:v>0.74615900000000002</c:v>
                </c:pt>
                <c:pt idx="3509">
                  <c:v>0.74565800000000004</c:v>
                </c:pt>
                <c:pt idx="3510">
                  <c:v>0.74515799999999999</c:v>
                </c:pt>
                <c:pt idx="3511">
                  <c:v>0.74465899999999996</c:v>
                </c:pt>
                <c:pt idx="3512">
                  <c:v>0.74416000000000004</c:v>
                </c:pt>
                <c:pt idx="3513">
                  <c:v>0.74365999999999999</c:v>
                </c:pt>
                <c:pt idx="3514">
                  <c:v>0.74316099999999996</c:v>
                </c:pt>
                <c:pt idx="3515">
                  <c:v>0.74266399999999999</c:v>
                </c:pt>
                <c:pt idx="3516">
                  <c:v>0.74216599999999999</c:v>
                </c:pt>
                <c:pt idx="3517">
                  <c:v>0.74166600000000005</c:v>
                </c:pt>
                <c:pt idx="3518">
                  <c:v>0.74116300000000002</c:v>
                </c:pt>
                <c:pt idx="3519">
                  <c:v>0.74066100000000001</c:v>
                </c:pt>
                <c:pt idx="3520">
                  <c:v>0.74016099999999996</c:v>
                </c:pt>
                <c:pt idx="3521">
                  <c:v>0.73966100000000001</c:v>
                </c:pt>
                <c:pt idx="3522">
                  <c:v>0.73915900000000001</c:v>
                </c:pt>
                <c:pt idx="3523">
                  <c:v>0.73865599999999998</c:v>
                </c:pt>
                <c:pt idx="3524">
                  <c:v>0.73815500000000001</c:v>
                </c:pt>
                <c:pt idx="3525">
                  <c:v>0.73765499999999995</c:v>
                </c:pt>
                <c:pt idx="3526">
                  <c:v>0.73715699999999995</c:v>
                </c:pt>
                <c:pt idx="3527">
                  <c:v>0.73665800000000004</c:v>
                </c:pt>
                <c:pt idx="3528">
                  <c:v>0.73615699999999995</c:v>
                </c:pt>
                <c:pt idx="3529">
                  <c:v>0.73565899999999995</c:v>
                </c:pt>
                <c:pt idx="3530">
                  <c:v>0.73516099999999995</c:v>
                </c:pt>
                <c:pt idx="3531">
                  <c:v>0.73466200000000004</c:v>
                </c:pt>
                <c:pt idx="3532">
                  <c:v>0.73416300000000001</c:v>
                </c:pt>
                <c:pt idx="3533">
                  <c:v>0.73366299999999995</c:v>
                </c:pt>
                <c:pt idx="3534">
                  <c:v>0.73316300000000001</c:v>
                </c:pt>
                <c:pt idx="3535">
                  <c:v>0.73266500000000001</c:v>
                </c:pt>
                <c:pt idx="3536">
                  <c:v>0.73216599999999998</c:v>
                </c:pt>
                <c:pt idx="3537">
                  <c:v>0.73166600000000004</c:v>
                </c:pt>
                <c:pt idx="3538">
                  <c:v>0.73116499999999995</c:v>
                </c:pt>
                <c:pt idx="3539">
                  <c:v>0.73066500000000001</c:v>
                </c:pt>
                <c:pt idx="3540">
                  <c:v>0.73016499999999995</c:v>
                </c:pt>
                <c:pt idx="3541">
                  <c:v>0.72966500000000001</c:v>
                </c:pt>
                <c:pt idx="3542">
                  <c:v>0.72916400000000003</c:v>
                </c:pt>
                <c:pt idx="3543">
                  <c:v>0.72866399999999998</c:v>
                </c:pt>
                <c:pt idx="3544">
                  <c:v>0.72816499999999995</c:v>
                </c:pt>
                <c:pt idx="3545">
                  <c:v>0.72766600000000004</c:v>
                </c:pt>
                <c:pt idx="3546">
                  <c:v>0.72716700000000001</c:v>
                </c:pt>
                <c:pt idx="3547">
                  <c:v>0.72666500000000001</c:v>
                </c:pt>
                <c:pt idx="3548">
                  <c:v>0.72616499999999995</c:v>
                </c:pt>
                <c:pt idx="3549">
                  <c:v>0.72566600000000003</c:v>
                </c:pt>
                <c:pt idx="3550">
                  <c:v>0.72516800000000003</c:v>
                </c:pt>
                <c:pt idx="3551">
                  <c:v>0.72466799999999998</c:v>
                </c:pt>
                <c:pt idx="3552">
                  <c:v>0.72416700000000001</c:v>
                </c:pt>
                <c:pt idx="3553">
                  <c:v>0.72366600000000003</c:v>
                </c:pt>
                <c:pt idx="3554">
                  <c:v>0.72316800000000003</c:v>
                </c:pt>
                <c:pt idx="3555">
                  <c:v>0.72267000000000003</c:v>
                </c:pt>
                <c:pt idx="3556">
                  <c:v>0.72217200000000004</c:v>
                </c:pt>
                <c:pt idx="3557">
                  <c:v>0.72167099999999995</c:v>
                </c:pt>
                <c:pt idx="3558">
                  <c:v>0.72117100000000001</c:v>
                </c:pt>
                <c:pt idx="3559">
                  <c:v>0.720669</c:v>
                </c:pt>
                <c:pt idx="3560">
                  <c:v>0.720167</c:v>
                </c:pt>
                <c:pt idx="3561">
                  <c:v>0.71966399999999997</c:v>
                </c:pt>
                <c:pt idx="3562">
                  <c:v>0.719163</c:v>
                </c:pt>
                <c:pt idx="3563">
                  <c:v>0.71866300000000005</c:v>
                </c:pt>
                <c:pt idx="3564">
                  <c:v>0.71816500000000005</c:v>
                </c:pt>
                <c:pt idx="3565">
                  <c:v>0.71766700000000005</c:v>
                </c:pt>
                <c:pt idx="3566">
                  <c:v>0.71716899999999995</c:v>
                </c:pt>
                <c:pt idx="3567">
                  <c:v>0.716669</c:v>
                </c:pt>
                <c:pt idx="3568">
                  <c:v>0.716171</c:v>
                </c:pt>
                <c:pt idx="3569">
                  <c:v>0.71567199999999997</c:v>
                </c:pt>
                <c:pt idx="3570">
                  <c:v>0.71517399999999998</c:v>
                </c:pt>
                <c:pt idx="3571">
                  <c:v>0.714673</c:v>
                </c:pt>
                <c:pt idx="3572">
                  <c:v>0.71417200000000003</c:v>
                </c:pt>
                <c:pt idx="3573">
                  <c:v>0.713673</c:v>
                </c:pt>
                <c:pt idx="3574">
                  <c:v>0.713175</c:v>
                </c:pt>
                <c:pt idx="3575">
                  <c:v>0.712677</c:v>
                </c:pt>
                <c:pt idx="3576">
                  <c:v>0.71217600000000003</c:v>
                </c:pt>
                <c:pt idx="3577">
                  <c:v>0.71167599999999998</c:v>
                </c:pt>
                <c:pt idx="3578">
                  <c:v>0.71117699999999995</c:v>
                </c:pt>
                <c:pt idx="3579">
                  <c:v>0.71067800000000003</c:v>
                </c:pt>
                <c:pt idx="3580">
                  <c:v>0.71017699999999995</c:v>
                </c:pt>
                <c:pt idx="3581">
                  <c:v>0.70967599999999997</c:v>
                </c:pt>
                <c:pt idx="3582">
                  <c:v>0.709175</c:v>
                </c:pt>
                <c:pt idx="3583">
                  <c:v>0.70867599999999997</c:v>
                </c:pt>
                <c:pt idx="3584">
                  <c:v>0.70817600000000003</c:v>
                </c:pt>
                <c:pt idx="3585">
                  <c:v>0.707677</c:v>
                </c:pt>
                <c:pt idx="3586">
                  <c:v>0.70717799999999997</c:v>
                </c:pt>
                <c:pt idx="3587">
                  <c:v>0.70667800000000003</c:v>
                </c:pt>
                <c:pt idx="3588">
                  <c:v>0.706179</c:v>
                </c:pt>
                <c:pt idx="3589">
                  <c:v>0.70567899999999995</c:v>
                </c:pt>
                <c:pt idx="3590">
                  <c:v>0.70518000000000003</c:v>
                </c:pt>
                <c:pt idx="3591">
                  <c:v>0.70467999999999997</c:v>
                </c:pt>
                <c:pt idx="3592">
                  <c:v>0.70418000000000003</c:v>
                </c:pt>
                <c:pt idx="3593">
                  <c:v>0.703681</c:v>
                </c:pt>
                <c:pt idx="3594">
                  <c:v>0.703183</c:v>
                </c:pt>
                <c:pt idx="3595">
                  <c:v>0.70268399999999998</c:v>
                </c:pt>
                <c:pt idx="3596">
                  <c:v>0.702183</c:v>
                </c:pt>
                <c:pt idx="3597">
                  <c:v>0.70168200000000003</c:v>
                </c:pt>
                <c:pt idx="3598">
                  <c:v>0.70118199999999997</c:v>
                </c:pt>
                <c:pt idx="3599">
                  <c:v>0.70068200000000003</c:v>
                </c:pt>
                <c:pt idx="3600">
                  <c:v>0.70018100000000005</c:v>
                </c:pt>
                <c:pt idx="3601">
                  <c:v>0.69967999999999997</c:v>
                </c:pt>
                <c:pt idx="3602">
                  <c:v>0.69918000000000002</c:v>
                </c:pt>
                <c:pt idx="3603">
                  <c:v>0.69867999999999997</c:v>
                </c:pt>
                <c:pt idx="3604">
                  <c:v>0.69818199999999997</c:v>
                </c:pt>
                <c:pt idx="3605">
                  <c:v>0.69768200000000002</c:v>
                </c:pt>
                <c:pt idx="3606">
                  <c:v>0.69718000000000002</c:v>
                </c:pt>
                <c:pt idx="3607">
                  <c:v>0.69667999999999997</c:v>
                </c:pt>
                <c:pt idx="3608">
                  <c:v>0.69618100000000005</c:v>
                </c:pt>
                <c:pt idx="3609">
                  <c:v>0.69568200000000002</c:v>
                </c:pt>
                <c:pt idx="3610">
                  <c:v>0.69518100000000005</c:v>
                </c:pt>
                <c:pt idx="3611">
                  <c:v>0.69468200000000002</c:v>
                </c:pt>
                <c:pt idx="3612">
                  <c:v>0.69418299999999999</c:v>
                </c:pt>
                <c:pt idx="3613">
                  <c:v>0.69368399999999997</c:v>
                </c:pt>
                <c:pt idx="3614">
                  <c:v>0.69318500000000005</c:v>
                </c:pt>
                <c:pt idx="3615">
                  <c:v>0.69268600000000002</c:v>
                </c:pt>
                <c:pt idx="3616">
                  <c:v>0.69218599999999997</c:v>
                </c:pt>
                <c:pt idx="3617">
                  <c:v>0.69168499999999999</c:v>
                </c:pt>
                <c:pt idx="3618">
                  <c:v>0.69118500000000005</c:v>
                </c:pt>
                <c:pt idx="3619">
                  <c:v>0.69068399999999996</c:v>
                </c:pt>
                <c:pt idx="3620">
                  <c:v>0.69018299999999999</c:v>
                </c:pt>
                <c:pt idx="3621">
                  <c:v>0.68968200000000002</c:v>
                </c:pt>
                <c:pt idx="3622">
                  <c:v>0.68918299999999999</c:v>
                </c:pt>
                <c:pt idx="3623">
                  <c:v>0.68868399999999996</c:v>
                </c:pt>
                <c:pt idx="3624">
                  <c:v>0.68818500000000005</c:v>
                </c:pt>
                <c:pt idx="3625">
                  <c:v>0.68768499999999999</c:v>
                </c:pt>
                <c:pt idx="3626">
                  <c:v>0.68718400000000002</c:v>
                </c:pt>
                <c:pt idx="3627">
                  <c:v>0.68668399999999996</c:v>
                </c:pt>
                <c:pt idx="3628">
                  <c:v>0.68618500000000004</c:v>
                </c:pt>
                <c:pt idx="3629">
                  <c:v>0.68568600000000002</c:v>
                </c:pt>
                <c:pt idx="3630">
                  <c:v>0.68518699999999999</c:v>
                </c:pt>
                <c:pt idx="3631">
                  <c:v>0.68468700000000005</c:v>
                </c:pt>
                <c:pt idx="3632">
                  <c:v>0.68418699999999999</c:v>
                </c:pt>
                <c:pt idx="3633">
                  <c:v>0.68368799999999996</c:v>
                </c:pt>
                <c:pt idx="3634">
                  <c:v>0.68318800000000002</c:v>
                </c:pt>
                <c:pt idx="3635">
                  <c:v>0.68268600000000002</c:v>
                </c:pt>
                <c:pt idx="3636">
                  <c:v>0.68218400000000001</c:v>
                </c:pt>
                <c:pt idx="3637">
                  <c:v>0.68168300000000004</c:v>
                </c:pt>
                <c:pt idx="3638">
                  <c:v>0.68118199999999995</c:v>
                </c:pt>
                <c:pt idx="3639">
                  <c:v>0.68068099999999998</c:v>
                </c:pt>
                <c:pt idx="3640">
                  <c:v>0.68018100000000004</c:v>
                </c:pt>
                <c:pt idx="3641">
                  <c:v>0.67968300000000004</c:v>
                </c:pt>
                <c:pt idx="3642">
                  <c:v>0.67918500000000004</c:v>
                </c:pt>
                <c:pt idx="3643">
                  <c:v>0.67868600000000001</c:v>
                </c:pt>
                <c:pt idx="3644">
                  <c:v>0.67818900000000004</c:v>
                </c:pt>
                <c:pt idx="3645">
                  <c:v>0.67768899999999999</c:v>
                </c:pt>
                <c:pt idx="3646">
                  <c:v>0.67718999999999996</c:v>
                </c:pt>
                <c:pt idx="3647">
                  <c:v>0.67669100000000004</c:v>
                </c:pt>
                <c:pt idx="3648">
                  <c:v>0.67619200000000002</c:v>
                </c:pt>
                <c:pt idx="3649">
                  <c:v>0.67569199999999996</c:v>
                </c:pt>
                <c:pt idx="3650">
                  <c:v>0.67519099999999999</c:v>
                </c:pt>
                <c:pt idx="3651">
                  <c:v>0.67469199999999996</c:v>
                </c:pt>
                <c:pt idx="3652">
                  <c:v>0.67419300000000004</c:v>
                </c:pt>
                <c:pt idx="3653">
                  <c:v>0.67369500000000004</c:v>
                </c:pt>
                <c:pt idx="3654">
                  <c:v>0.67319600000000002</c:v>
                </c:pt>
                <c:pt idx="3655">
                  <c:v>0.67269500000000004</c:v>
                </c:pt>
                <c:pt idx="3656">
                  <c:v>0.67219399999999996</c:v>
                </c:pt>
                <c:pt idx="3657">
                  <c:v>0.67169400000000001</c:v>
                </c:pt>
                <c:pt idx="3658">
                  <c:v>0.67119399999999996</c:v>
                </c:pt>
                <c:pt idx="3659">
                  <c:v>0.67069299999999998</c:v>
                </c:pt>
                <c:pt idx="3660">
                  <c:v>0.67019200000000001</c:v>
                </c:pt>
                <c:pt idx="3661">
                  <c:v>0.66969299999999998</c:v>
                </c:pt>
                <c:pt idx="3662">
                  <c:v>0.66919499999999998</c:v>
                </c:pt>
                <c:pt idx="3663">
                  <c:v>0.66869500000000004</c:v>
                </c:pt>
                <c:pt idx="3664">
                  <c:v>0.66819499999999998</c:v>
                </c:pt>
                <c:pt idx="3665">
                  <c:v>0.66769400000000001</c:v>
                </c:pt>
                <c:pt idx="3666">
                  <c:v>0.66719300000000004</c:v>
                </c:pt>
                <c:pt idx="3667">
                  <c:v>0.66669299999999998</c:v>
                </c:pt>
                <c:pt idx="3668">
                  <c:v>0.66619300000000004</c:v>
                </c:pt>
                <c:pt idx="3669">
                  <c:v>0.66569199999999995</c:v>
                </c:pt>
                <c:pt idx="3670">
                  <c:v>0.66519300000000003</c:v>
                </c:pt>
                <c:pt idx="3671">
                  <c:v>0.66469599999999995</c:v>
                </c:pt>
                <c:pt idx="3672">
                  <c:v>0.66419799999999996</c:v>
                </c:pt>
                <c:pt idx="3673">
                  <c:v>0.66369900000000004</c:v>
                </c:pt>
                <c:pt idx="3674">
                  <c:v>0.66319899999999998</c:v>
                </c:pt>
                <c:pt idx="3675">
                  <c:v>0.66269800000000001</c:v>
                </c:pt>
                <c:pt idx="3676">
                  <c:v>0.66219700000000004</c:v>
                </c:pt>
                <c:pt idx="3677">
                  <c:v>0.66169699999999998</c:v>
                </c:pt>
                <c:pt idx="3678">
                  <c:v>0.66119700000000003</c:v>
                </c:pt>
                <c:pt idx="3679">
                  <c:v>0.66069699999999998</c:v>
                </c:pt>
                <c:pt idx="3680">
                  <c:v>0.66019799999999995</c:v>
                </c:pt>
                <c:pt idx="3681">
                  <c:v>0.65969800000000001</c:v>
                </c:pt>
                <c:pt idx="3682">
                  <c:v>0.65919799999999995</c:v>
                </c:pt>
                <c:pt idx="3683">
                  <c:v>0.65869599999999995</c:v>
                </c:pt>
                <c:pt idx="3684">
                  <c:v>0.65819399999999995</c:v>
                </c:pt>
                <c:pt idx="3685">
                  <c:v>0.65769299999999997</c:v>
                </c:pt>
                <c:pt idx="3686">
                  <c:v>0.65719399999999994</c:v>
                </c:pt>
                <c:pt idx="3687">
                  <c:v>0.65669599999999995</c:v>
                </c:pt>
                <c:pt idx="3688">
                  <c:v>0.656196</c:v>
                </c:pt>
                <c:pt idx="3689">
                  <c:v>0.65569699999999997</c:v>
                </c:pt>
                <c:pt idx="3690">
                  <c:v>0.65519700000000003</c:v>
                </c:pt>
                <c:pt idx="3691">
                  <c:v>0.65469900000000003</c:v>
                </c:pt>
                <c:pt idx="3692">
                  <c:v>0.65420100000000003</c:v>
                </c:pt>
                <c:pt idx="3693">
                  <c:v>0.65370200000000001</c:v>
                </c:pt>
                <c:pt idx="3694">
                  <c:v>0.65320199999999995</c:v>
                </c:pt>
                <c:pt idx="3695">
                  <c:v>0.65270300000000003</c:v>
                </c:pt>
                <c:pt idx="3696">
                  <c:v>0.65220299999999998</c:v>
                </c:pt>
                <c:pt idx="3697">
                  <c:v>0.651702</c:v>
                </c:pt>
                <c:pt idx="3698">
                  <c:v>0.65120199999999995</c:v>
                </c:pt>
                <c:pt idx="3699">
                  <c:v>0.65070099999999997</c:v>
                </c:pt>
                <c:pt idx="3700">
                  <c:v>0.65020199999999995</c:v>
                </c:pt>
                <c:pt idx="3701">
                  <c:v>0.64970300000000003</c:v>
                </c:pt>
                <c:pt idx="3702">
                  <c:v>0.64920299999999997</c:v>
                </c:pt>
                <c:pt idx="3703">
                  <c:v>0.64870300000000003</c:v>
                </c:pt>
                <c:pt idx="3704">
                  <c:v>0.64820299999999997</c:v>
                </c:pt>
                <c:pt idx="3705">
                  <c:v>0.64770300000000003</c:v>
                </c:pt>
                <c:pt idx="3706">
                  <c:v>0.64720299999999997</c:v>
                </c:pt>
                <c:pt idx="3707">
                  <c:v>0.64670399999999995</c:v>
                </c:pt>
                <c:pt idx="3708">
                  <c:v>0.646204</c:v>
                </c:pt>
                <c:pt idx="3709">
                  <c:v>0.64570399999999994</c:v>
                </c:pt>
                <c:pt idx="3710">
                  <c:v>0.64520500000000003</c:v>
                </c:pt>
                <c:pt idx="3711">
                  <c:v>0.644706</c:v>
                </c:pt>
                <c:pt idx="3712">
                  <c:v>0.64420699999999997</c:v>
                </c:pt>
                <c:pt idx="3713">
                  <c:v>0.643706</c:v>
                </c:pt>
                <c:pt idx="3714">
                  <c:v>0.64320500000000003</c:v>
                </c:pt>
                <c:pt idx="3715">
                  <c:v>0.64270499999999997</c:v>
                </c:pt>
                <c:pt idx="3716">
                  <c:v>0.64220500000000003</c:v>
                </c:pt>
                <c:pt idx="3717">
                  <c:v>0.64170499999999997</c:v>
                </c:pt>
                <c:pt idx="3718">
                  <c:v>0.64120500000000002</c:v>
                </c:pt>
                <c:pt idx="3719">
                  <c:v>0.64070499999999997</c:v>
                </c:pt>
                <c:pt idx="3720">
                  <c:v>0.64020500000000002</c:v>
                </c:pt>
                <c:pt idx="3721">
                  <c:v>0.639706</c:v>
                </c:pt>
                <c:pt idx="3722">
                  <c:v>0.63920699999999997</c:v>
                </c:pt>
                <c:pt idx="3723">
                  <c:v>0.63870700000000002</c:v>
                </c:pt>
                <c:pt idx="3724">
                  <c:v>0.63820699999999997</c:v>
                </c:pt>
                <c:pt idx="3725">
                  <c:v>0.63770800000000005</c:v>
                </c:pt>
                <c:pt idx="3726">
                  <c:v>0.63720900000000003</c:v>
                </c:pt>
                <c:pt idx="3727">
                  <c:v>0.63670800000000005</c:v>
                </c:pt>
                <c:pt idx="3728">
                  <c:v>0.636208</c:v>
                </c:pt>
                <c:pt idx="3729">
                  <c:v>0.63570800000000005</c:v>
                </c:pt>
                <c:pt idx="3730">
                  <c:v>0.63520799999999999</c:v>
                </c:pt>
                <c:pt idx="3731">
                  <c:v>0.63470899999999997</c:v>
                </c:pt>
                <c:pt idx="3732">
                  <c:v>0.63421000000000005</c:v>
                </c:pt>
                <c:pt idx="3733">
                  <c:v>0.63371100000000002</c:v>
                </c:pt>
                <c:pt idx="3734">
                  <c:v>0.633212</c:v>
                </c:pt>
                <c:pt idx="3735">
                  <c:v>0.63271299999999997</c:v>
                </c:pt>
                <c:pt idx="3736">
                  <c:v>0.63221400000000005</c:v>
                </c:pt>
                <c:pt idx="3737">
                  <c:v>0.63171299999999997</c:v>
                </c:pt>
                <c:pt idx="3738">
                  <c:v>0.631212</c:v>
                </c:pt>
                <c:pt idx="3739">
                  <c:v>0.63071100000000002</c:v>
                </c:pt>
                <c:pt idx="3740">
                  <c:v>0.63021099999999997</c:v>
                </c:pt>
                <c:pt idx="3741">
                  <c:v>0.62971100000000002</c:v>
                </c:pt>
                <c:pt idx="3742">
                  <c:v>0.62921099999999996</c:v>
                </c:pt>
                <c:pt idx="3743">
                  <c:v>0.62871100000000002</c:v>
                </c:pt>
                <c:pt idx="3744">
                  <c:v>0.62821300000000002</c:v>
                </c:pt>
                <c:pt idx="3745">
                  <c:v>0.62771399999999999</c:v>
                </c:pt>
                <c:pt idx="3746">
                  <c:v>0.62721499999999997</c:v>
                </c:pt>
                <c:pt idx="3747">
                  <c:v>0.62671500000000002</c:v>
                </c:pt>
                <c:pt idx="3748">
                  <c:v>0.62621499999999997</c:v>
                </c:pt>
                <c:pt idx="3749">
                  <c:v>0.62571699999999997</c:v>
                </c:pt>
                <c:pt idx="3750">
                  <c:v>0.62521899999999997</c:v>
                </c:pt>
                <c:pt idx="3751">
                  <c:v>0.62471900000000002</c:v>
                </c:pt>
                <c:pt idx="3752">
                  <c:v>0.62421700000000002</c:v>
                </c:pt>
                <c:pt idx="3753">
                  <c:v>0.62371600000000005</c:v>
                </c:pt>
                <c:pt idx="3754">
                  <c:v>0.62321599999999999</c:v>
                </c:pt>
                <c:pt idx="3755">
                  <c:v>0.62271600000000005</c:v>
                </c:pt>
                <c:pt idx="3756">
                  <c:v>0.62221599999999999</c:v>
                </c:pt>
                <c:pt idx="3757">
                  <c:v>0.62171600000000005</c:v>
                </c:pt>
                <c:pt idx="3758">
                  <c:v>0.62121499999999996</c:v>
                </c:pt>
                <c:pt idx="3759">
                  <c:v>0.62071600000000005</c:v>
                </c:pt>
                <c:pt idx="3760">
                  <c:v>0.62021599999999999</c:v>
                </c:pt>
                <c:pt idx="3761">
                  <c:v>0.61971600000000004</c:v>
                </c:pt>
                <c:pt idx="3762">
                  <c:v>0.61921400000000004</c:v>
                </c:pt>
                <c:pt idx="3763">
                  <c:v>0.61871299999999996</c:v>
                </c:pt>
                <c:pt idx="3764">
                  <c:v>0.61821300000000001</c:v>
                </c:pt>
                <c:pt idx="3765">
                  <c:v>0.61771399999999999</c:v>
                </c:pt>
                <c:pt idx="3766">
                  <c:v>0.61721300000000001</c:v>
                </c:pt>
                <c:pt idx="3767">
                  <c:v>0.61671299999999996</c:v>
                </c:pt>
                <c:pt idx="3768">
                  <c:v>0.61621499999999996</c:v>
                </c:pt>
                <c:pt idx="3769">
                  <c:v>0.61571699999999996</c:v>
                </c:pt>
                <c:pt idx="3770">
                  <c:v>0.61521800000000004</c:v>
                </c:pt>
                <c:pt idx="3771">
                  <c:v>0.61471900000000002</c:v>
                </c:pt>
                <c:pt idx="3772">
                  <c:v>0.61421899999999996</c:v>
                </c:pt>
                <c:pt idx="3773">
                  <c:v>0.61371900000000001</c:v>
                </c:pt>
                <c:pt idx="3774">
                  <c:v>0.61321800000000004</c:v>
                </c:pt>
                <c:pt idx="3775">
                  <c:v>0.61271699999999996</c:v>
                </c:pt>
                <c:pt idx="3776">
                  <c:v>0.61221499999999995</c:v>
                </c:pt>
                <c:pt idx="3777">
                  <c:v>0.61171399999999998</c:v>
                </c:pt>
                <c:pt idx="3778">
                  <c:v>0.61121400000000004</c:v>
                </c:pt>
                <c:pt idx="3779">
                  <c:v>0.61071600000000004</c:v>
                </c:pt>
                <c:pt idx="3780">
                  <c:v>0.61021700000000001</c:v>
                </c:pt>
                <c:pt idx="3781">
                  <c:v>0.60971699999999995</c:v>
                </c:pt>
                <c:pt idx="3782">
                  <c:v>0.60921700000000001</c:v>
                </c:pt>
                <c:pt idx="3783">
                  <c:v>0.60871699999999995</c:v>
                </c:pt>
                <c:pt idx="3784">
                  <c:v>0.60821899999999995</c:v>
                </c:pt>
                <c:pt idx="3785">
                  <c:v>0.60771900000000001</c:v>
                </c:pt>
                <c:pt idx="3786">
                  <c:v>0.60721800000000004</c:v>
                </c:pt>
                <c:pt idx="3787">
                  <c:v>0.60671699999999995</c:v>
                </c:pt>
                <c:pt idx="3788">
                  <c:v>0.60621800000000003</c:v>
                </c:pt>
                <c:pt idx="3789">
                  <c:v>0.60572000000000004</c:v>
                </c:pt>
                <c:pt idx="3790">
                  <c:v>0.60522200000000004</c:v>
                </c:pt>
                <c:pt idx="3791">
                  <c:v>0.60472099999999995</c:v>
                </c:pt>
                <c:pt idx="3792">
                  <c:v>0.60421899999999995</c:v>
                </c:pt>
                <c:pt idx="3793">
                  <c:v>0.60371900000000001</c:v>
                </c:pt>
                <c:pt idx="3794">
                  <c:v>0.60321899999999995</c:v>
                </c:pt>
                <c:pt idx="3795">
                  <c:v>0.602719</c:v>
                </c:pt>
                <c:pt idx="3796">
                  <c:v>0.602217</c:v>
                </c:pt>
                <c:pt idx="3797">
                  <c:v>0.601715</c:v>
                </c:pt>
                <c:pt idx="3798">
                  <c:v>0.60121599999999997</c:v>
                </c:pt>
                <c:pt idx="3799">
                  <c:v>0.60071600000000003</c:v>
                </c:pt>
                <c:pt idx="3800">
                  <c:v>0.60021800000000003</c:v>
                </c:pt>
                <c:pt idx="3801">
                  <c:v>0.59971799999999997</c:v>
                </c:pt>
                <c:pt idx="3802">
                  <c:v>0.59921899999999995</c:v>
                </c:pt>
                <c:pt idx="3803">
                  <c:v>0.598719</c:v>
                </c:pt>
                <c:pt idx="3804">
                  <c:v>0.59821999999999997</c:v>
                </c:pt>
                <c:pt idx="3805">
                  <c:v>0.59772099999999995</c:v>
                </c:pt>
                <c:pt idx="3806">
                  <c:v>0.597221</c:v>
                </c:pt>
                <c:pt idx="3807">
                  <c:v>0.59672199999999997</c:v>
                </c:pt>
                <c:pt idx="3808">
                  <c:v>0.59622399999999998</c:v>
                </c:pt>
                <c:pt idx="3809">
                  <c:v>0.59572499999999995</c:v>
                </c:pt>
                <c:pt idx="3810">
                  <c:v>0.59522600000000003</c:v>
                </c:pt>
                <c:pt idx="3811">
                  <c:v>0.59472599999999998</c:v>
                </c:pt>
                <c:pt idx="3812">
                  <c:v>0.594225</c:v>
                </c:pt>
                <c:pt idx="3813">
                  <c:v>0.59372599999999998</c:v>
                </c:pt>
                <c:pt idx="3814">
                  <c:v>0.59322600000000003</c:v>
                </c:pt>
                <c:pt idx="3815">
                  <c:v>0.59272499999999995</c:v>
                </c:pt>
                <c:pt idx="3816">
                  <c:v>0.59222300000000005</c:v>
                </c:pt>
                <c:pt idx="3817">
                  <c:v>0.59172199999999997</c:v>
                </c:pt>
                <c:pt idx="3818">
                  <c:v>0.59122200000000003</c:v>
                </c:pt>
                <c:pt idx="3819">
                  <c:v>0.590723</c:v>
                </c:pt>
                <c:pt idx="3820">
                  <c:v>0.59022200000000002</c:v>
                </c:pt>
                <c:pt idx="3821">
                  <c:v>0.58972199999999997</c:v>
                </c:pt>
                <c:pt idx="3822">
                  <c:v>0.58922300000000005</c:v>
                </c:pt>
                <c:pt idx="3823">
                  <c:v>0.58872400000000003</c:v>
                </c:pt>
                <c:pt idx="3824">
                  <c:v>0.58822399999999997</c:v>
                </c:pt>
                <c:pt idx="3825">
                  <c:v>0.58772500000000005</c:v>
                </c:pt>
                <c:pt idx="3826">
                  <c:v>0.58722600000000003</c:v>
                </c:pt>
                <c:pt idx="3827">
                  <c:v>0.58672800000000003</c:v>
                </c:pt>
                <c:pt idx="3828">
                  <c:v>0.58623099999999995</c:v>
                </c:pt>
                <c:pt idx="3829">
                  <c:v>0.58573200000000003</c:v>
                </c:pt>
                <c:pt idx="3830">
                  <c:v>0.58523099999999995</c:v>
                </c:pt>
                <c:pt idx="3831">
                  <c:v>0.58472999999999997</c:v>
                </c:pt>
                <c:pt idx="3832">
                  <c:v>0.58423000000000003</c:v>
                </c:pt>
                <c:pt idx="3833">
                  <c:v>0.58372999999999997</c:v>
                </c:pt>
                <c:pt idx="3834">
                  <c:v>0.583229</c:v>
                </c:pt>
                <c:pt idx="3835">
                  <c:v>0.58272500000000005</c:v>
                </c:pt>
                <c:pt idx="3836">
                  <c:v>0.58222300000000005</c:v>
                </c:pt>
                <c:pt idx="3837">
                  <c:v>0.58172199999999996</c:v>
                </c:pt>
                <c:pt idx="3838">
                  <c:v>0.58122300000000005</c:v>
                </c:pt>
                <c:pt idx="3839">
                  <c:v>0.58072599999999996</c:v>
                </c:pt>
                <c:pt idx="3840">
                  <c:v>0.58022700000000005</c:v>
                </c:pt>
                <c:pt idx="3841">
                  <c:v>0.57972800000000002</c:v>
                </c:pt>
                <c:pt idx="3842">
                  <c:v>0.57922799999999997</c:v>
                </c:pt>
                <c:pt idx="3843">
                  <c:v>0.57872800000000002</c:v>
                </c:pt>
                <c:pt idx="3844">
                  <c:v>0.57822799999999996</c:v>
                </c:pt>
                <c:pt idx="3845">
                  <c:v>0.57772699999999999</c:v>
                </c:pt>
                <c:pt idx="3846">
                  <c:v>0.57722799999999996</c:v>
                </c:pt>
                <c:pt idx="3847">
                  <c:v>0.57672900000000005</c:v>
                </c:pt>
                <c:pt idx="3848">
                  <c:v>0.57623100000000005</c:v>
                </c:pt>
                <c:pt idx="3849">
                  <c:v>0.57573200000000002</c:v>
                </c:pt>
                <c:pt idx="3850">
                  <c:v>0.57523100000000005</c:v>
                </c:pt>
                <c:pt idx="3851">
                  <c:v>0.57472900000000005</c:v>
                </c:pt>
                <c:pt idx="3852">
                  <c:v>0.57422799999999996</c:v>
                </c:pt>
                <c:pt idx="3853">
                  <c:v>0.57372800000000002</c:v>
                </c:pt>
                <c:pt idx="3854">
                  <c:v>0.57322899999999999</c:v>
                </c:pt>
                <c:pt idx="3855">
                  <c:v>0.57272800000000001</c:v>
                </c:pt>
                <c:pt idx="3856">
                  <c:v>0.57222899999999999</c:v>
                </c:pt>
                <c:pt idx="3857">
                  <c:v>0.57172999999999996</c:v>
                </c:pt>
                <c:pt idx="3858">
                  <c:v>0.57123199999999996</c:v>
                </c:pt>
                <c:pt idx="3859">
                  <c:v>0.57073300000000005</c:v>
                </c:pt>
                <c:pt idx="3860">
                  <c:v>0.57023199999999996</c:v>
                </c:pt>
                <c:pt idx="3861">
                  <c:v>0.56973200000000002</c:v>
                </c:pt>
                <c:pt idx="3862">
                  <c:v>0.56923299999999999</c:v>
                </c:pt>
                <c:pt idx="3863">
                  <c:v>0.56873399999999996</c:v>
                </c:pt>
                <c:pt idx="3864">
                  <c:v>0.56823299999999999</c:v>
                </c:pt>
                <c:pt idx="3865">
                  <c:v>0.56773300000000004</c:v>
                </c:pt>
                <c:pt idx="3866">
                  <c:v>0.56723400000000002</c:v>
                </c:pt>
                <c:pt idx="3867">
                  <c:v>0.56673600000000002</c:v>
                </c:pt>
                <c:pt idx="3868">
                  <c:v>0.56623699999999999</c:v>
                </c:pt>
                <c:pt idx="3869">
                  <c:v>0.56573700000000005</c:v>
                </c:pt>
                <c:pt idx="3870">
                  <c:v>0.56523500000000004</c:v>
                </c:pt>
                <c:pt idx="3871">
                  <c:v>0.56473499999999999</c:v>
                </c:pt>
                <c:pt idx="3872">
                  <c:v>0.56423599999999996</c:v>
                </c:pt>
                <c:pt idx="3873">
                  <c:v>0.56373600000000001</c:v>
                </c:pt>
                <c:pt idx="3874">
                  <c:v>0.56323500000000004</c:v>
                </c:pt>
                <c:pt idx="3875">
                  <c:v>0.56273300000000004</c:v>
                </c:pt>
                <c:pt idx="3876">
                  <c:v>0.56223299999999998</c:v>
                </c:pt>
                <c:pt idx="3877">
                  <c:v>0.56173300000000004</c:v>
                </c:pt>
                <c:pt idx="3878">
                  <c:v>0.56123400000000001</c:v>
                </c:pt>
                <c:pt idx="3879">
                  <c:v>0.56073399999999995</c:v>
                </c:pt>
                <c:pt idx="3880">
                  <c:v>0.56023199999999995</c:v>
                </c:pt>
                <c:pt idx="3881">
                  <c:v>0.55973300000000004</c:v>
                </c:pt>
                <c:pt idx="3882">
                  <c:v>0.55923400000000001</c:v>
                </c:pt>
                <c:pt idx="3883">
                  <c:v>0.55873399999999995</c:v>
                </c:pt>
                <c:pt idx="3884">
                  <c:v>0.55823400000000001</c:v>
                </c:pt>
                <c:pt idx="3885">
                  <c:v>0.55773499999999998</c:v>
                </c:pt>
                <c:pt idx="3886">
                  <c:v>0.55723599999999995</c:v>
                </c:pt>
                <c:pt idx="3887">
                  <c:v>0.55673899999999998</c:v>
                </c:pt>
                <c:pt idx="3888">
                  <c:v>0.55624099999999999</c:v>
                </c:pt>
                <c:pt idx="3889">
                  <c:v>0.55574100000000004</c:v>
                </c:pt>
                <c:pt idx="3890">
                  <c:v>0.55524099999999998</c:v>
                </c:pt>
                <c:pt idx="3891">
                  <c:v>0.55474100000000004</c:v>
                </c:pt>
                <c:pt idx="3892">
                  <c:v>0.55423999999999995</c:v>
                </c:pt>
                <c:pt idx="3893">
                  <c:v>0.55374000000000001</c:v>
                </c:pt>
                <c:pt idx="3894">
                  <c:v>0.55323900000000004</c:v>
                </c:pt>
                <c:pt idx="3895">
                  <c:v>0.55273899999999998</c:v>
                </c:pt>
                <c:pt idx="3896">
                  <c:v>0.55223999999999995</c:v>
                </c:pt>
                <c:pt idx="3897">
                  <c:v>0.55174100000000004</c:v>
                </c:pt>
                <c:pt idx="3898">
                  <c:v>0.55124200000000001</c:v>
                </c:pt>
                <c:pt idx="3899">
                  <c:v>0.55074199999999995</c:v>
                </c:pt>
                <c:pt idx="3900">
                  <c:v>0.55024200000000001</c:v>
                </c:pt>
                <c:pt idx="3901">
                  <c:v>0.54974299999999998</c:v>
                </c:pt>
                <c:pt idx="3902">
                  <c:v>0.54924399999999995</c:v>
                </c:pt>
                <c:pt idx="3903">
                  <c:v>0.54874400000000001</c:v>
                </c:pt>
                <c:pt idx="3904">
                  <c:v>0.54824399999999995</c:v>
                </c:pt>
                <c:pt idx="3905">
                  <c:v>0.54774299999999998</c:v>
                </c:pt>
                <c:pt idx="3906">
                  <c:v>0.54724300000000003</c:v>
                </c:pt>
                <c:pt idx="3907">
                  <c:v>0.54674299999999998</c:v>
                </c:pt>
                <c:pt idx="3908">
                  <c:v>0.54624300000000003</c:v>
                </c:pt>
                <c:pt idx="3909">
                  <c:v>0.54574299999999998</c:v>
                </c:pt>
                <c:pt idx="3910">
                  <c:v>0.54524399999999995</c:v>
                </c:pt>
                <c:pt idx="3911">
                  <c:v>0.54474400000000001</c:v>
                </c:pt>
                <c:pt idx="3912">
                  <c:v>0.54424499999999998</c:v>
                </c:pt>
                <c:pt idx="3913">
                  <c:v>0.54374400000000001</c:v>
                </c:pt>
                <c:pt idx="3914">
                  <c:v>0.54324399999999995</c:v>
                </c:pt>
                <c:pt idx="3915">
                  <c:v>0.54274500000000003</c:v>
                </c:pt>
                <c:pt idx="3916">
                  <c:v>0.54224700000000003</c:v>
                </c:pt>
                <c:pt idx="3917">
                  <c:v>0.54174800000000001</c:v>
                </c:pt>
                <c:pt idx="3918">
                  <c:v>0.54124799999999995</c:v>
                </c:pt>
                <c:pt idx="3919">
                  <c:v>0.54074699999999998</c:v>
                </c:pt>
                <c:pt idx="3920">
                  <c:v>0.540246</c:v>
                </c:pt>
                <c:pt idx="3921">
                  <c:v>0.53974699999999998</c:v>
                </c:pt>
                <c:pt idx="3922">
                  <c:v>0.53924799999999995</c:v>
                </c:pt>
                <c:pt idx="3923">
                  <c:v>0.538748</c:v>
                </c:pt>
                <c:pt idx="3924">
                  <c:v>0.53824799999999995</c:v>
                </c:pt>
                <c:pt idx="3925">
                  <c:v>0.53774900000000003</c:v>
                </c:pt>
                <c:pt idx="3926">
                  <c:v>0.53725100000000003</c:v>
                </c:pt>
                <c:pt idx="3927">
                  <c:v>0.53675200000000001</c:v>
                </c:pt>
                <c:pt idx="3928">
                  <c:v>0.53625100000000003</c:v>
                </c:pt>
                <c:pt idx="3929">
                  <c:v>0.53574999999999995</c:v>
                </c:pt>
                <c:pt idx="3930">
                  <c:v>0.53524899999999997</c:v>
                </c:pt>
                <c:pt idx="3931">
                  <c:v>0.53474900000000003</c:v>
                </c:pt>
                <c:pt idx="3932">
                  <c:v>0.53424799999999995</c:v>
                </c:pt>
                <c:pt idx="3933">
                  <c:v>0.53374600000000005</c:v>
                </c:pt>
                <c:pt idx="3934">
                  <c:v>0.53324700000000003</c:v>
                </c:pt>
                <c:pt idx="3935">
                  <c:v>0.53274999999999995</c:v>
                </c:pt>
                <c:pt idx="3936">
                  <c:v>0.53225199999999995</c:v>
                </c:pt>
                <c:pt idx="3937">
                  <c:v>0.53175300000000003</c:v>
                </c:pt>
                <c:pt idx="3938">
                  <c:v>0.53125299999999998</c:v>
                </c:pt>
                <c:pt idx="3939">
                  <c:v>0.53075300000000003</c:v>
                </c:pt>
                <c:pt idx="3940">
                  <c:v>0.530254</c:v>
                </c:pt>
                <c:pt idx="3941">
                  <c:v>0.52975300000000003</c:v>
                </c:pt>
                <c:pt idx="3942">
                  <c:v>0.52925199999999994</c:v>
                </c:pt>
                <c:pt idx="3943">
                  <c:v>0.52875000000000005</c:v>
                </c:pt>
                <c:pt idx="3944">
                  <c:v>0.52825200000000005</c:v>
                </c:pt>
                <c:pt idx="3945">
                  <c:v>0.52775399999999995</c:v>
                </c:pt>
                <c:pt idx="3946">
                  <c:v>0.52725500000000003</c:v>
                </c:pt>
                <c:pt idx="3947">
                  <c:v>0.526756</c:v>
                </c:pt>
                <c:pt idx="3948">
                  <c:v>0.52625500000000003</c:v>
                </c:pt>
                <c:pt idx="3949">
                  <c:v>0.52575499999999997</c:v>
                </c:pt>
                <c:pt idx="3950">
                  <c:v>0.52525599999999995</c:v>
                </c:pt>
                <c:pt idx="3951">
                  <c:v>0.524756</c:v>
                </c:pt>
                <c:pt idx="3952">
                  <c:v>0.524254</c:v>
                </c:pt>
                <c:pt idx="3953">
                  <c:v>0.523752</c:v>
                </c:pt>
                <c:pt idx="3954">
                  <c:v>0.52325200000000005</c:v>
                </c:pt>
                <c:pt idx="3955">
                  <c:v>0.52275300000000002</c:v>
                </c:pt>
                <c:pt idx="3956">
                  <c:v>0.522254</c:v>
                </c:pt>
                <c:pt idx="3957">
                  <c:v>0.52175400000000005</c:v>
                </c:pt>
                <c:pt idx="3958">
                  <c:v>0.521254</c:v>
                </c:pt>
                <c:pt idx="3959">
                  <c:v>0.52075499999999997</c:v>
                </c:pt>
                <c:pt idx="3960">
                  <c:v>0.52025500000000002</c:v>
                </c:pt>
                <c:pt idx="3961">
                  <c:v>0.51975400000000005</c:v>
                </c:pt>
                <c:pt idx="3962">
                  <c:v>0.51925399999999999</c:v>
                </c:pt>
                <c:pt idx="3963">
                  <c:v>0.51875499999999997</c:v>
                </c:pt>
                <c:pt idx="3964">
                  <c:v>0.51825600000000005</c:v>
                </c:pt>
                <c:pt idx="3965">
                  <c:v>0.51775800000000005</c:v>
                </c:pt>
                <c:pt idx="3966">
                  <c:v>0.51725900000000002</c:v>
                </c:pt>
                <c:pt idx="3967">
                  <c:v>0.51675800000000005</c:v>
                </c:pt>
                <c:pt idx="3968">
                  <c:v>0.51625799999999999</c:v>
                </c:pt>
                <c:pt idx="3969">
                  <c:v>0.51575800000000005</c:v>
                </c:pt>
                <c:pt idx="3970">
                  <c:v>0.51525799999999999</c:v>
                </c:pt>
                <c:pt idx="3971">
                  <c:v>0.51475800000000005</c:v>
                </c:pt>
                <c:pt idx="3972">
                  <c:v>0.51425600000000005</c:v>
                </c:pt>
                <c:pt idx="3973">
                  <c:v>0.51375599999999999</c:v>
                </c:pt>
                <c:pt idx="3974">
                  <c:v>0.51325699999999996</c:v>
                </c:pt>
                <c:pt idx="3975">
                  <c:v>0.51275899999999996</c:v>
                </c:pt>
                <c:pt idx="3976">
                  <c:v>0.51226000000000005</c:v>
                </c:pt>
                <c:pt idx="3977">
                  <c:v>0.51176100000000002</c:v>
                </c:pt>
                <c:pt idx="3978">
                  <c:v>0.51126099999999997</c:v>
                </c:pt>
                <c:pt idx="3979">
                  <c:v>0.51076200000000005</c:v>
                </c:pt>
                <c:pt idx="3980">
                  <c:v>0.51026300000000002</c:v>
                </c:pt>
                <c:pt idx="3981">
                  <c:v>0.50976200000000005</c:v>
                </c:pt>
                <c:pt idx="3982">
                  <c:v>0.50926199999999999</c:v>
                </c:pt>
                <c:pt idx="3983">
                  <c:v>0.50876299999999997</c:v>
                </c:pt>
                <c:pt idx="3984">
                  <c:v>0.50826499999999997</c:v>
                </c:pt>
                <c:pt idx="3985">
                  <c:v>0.50776600000000005</c:v>
                </c:pt>
                <c:pt idx="3986">
                  <c:v>0.50726599999999999</c:v>
                </c:pt>
                <c:pt idx="3987">
                  <c:v>0.50676500000000002</c:v>
                </c:pt>
                <c:pt idx="3988">
                  <c:v>0.50626499999999997</c:v>
                </c:pt>
                <c:pt idx="3989">
                  <c:v>0.50576399999999999</c:v>
                </c:pt>
                <c:pt idx="3990">
                  <c:v>0.50526199999999999</c:v>
                </c:pt>
                <c:pt idx="3991">
                  <c:v>0.50475999999999999</c:v>
                </c:pt>
                <c:pt idx="3992">
                  <c:v>0.50425900000000001</c:v>
                </c:pt>
                <c:pt idx="3993">
                  <c:v>0.50375999999999999</c:v>
                </c:pt>
                <c:pt idx="3994">
                  <c:v>0.50326099999999996</c:v>
                </c:pt>
                <c:pt idx="3995">
                  <c:v>0.50276299999999996</c:v>
                </c:pt>
                <c:pt idx="3996">
                  <c:v>0.50226400000000004</c:v>
                </c:pt>
                <c:pt idx="3997">
                  <c:v>0.50176399999999999</c:v>
                </c:pt>
                <c:pt idx="3998">
                  <c:v>0.50126499999999996</c:v>
                </c:pt>
                <c:pt idx="3999">
                  <c:v>0.50076399999999999</c:v>
                </c:pt>
                <c:pt idx="4000">
                  <c:v>0.50026499999999996</c:v>
                </c:pt>
              </c:numCache>
            </c:numRef>
          </c:yVal>
          <c:smooth val="1"/>
          <c:extLst>
            <c:ext xmlns:c16="http://schemas.microsoft.com/office/drawing/2014/chart" uri="{C3380CC4-5D6E-409C-BE32-E72D297353CC}">
              <c16:uniqueId val="{00000002-98B8-4C72-A2B6-FCB84F0B3021}"/>
            </c:ext>
          </c:extLst>
        </c:ser>
        <c:dLbls>
          <c:showLegendKey val="0"/>
          <c:showVal val="0"/>
          <c:showCatName val="0"/>
          <c:showSerName val="0"/>
          <c:showPercent val="0"/>
          <c:showBubbleSize val="0"/>
        </c:dLbls>
        <c:axId val="1768952688"/>
        <c:axId val="1768955568"/>
      </c:scatterChart>
      <c:valAx>
        <c:axId val="176895268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Potential</a:t>
                </a:r>
                <a:r>
                  <a:rPr lang="en-ID" b="1" baseline="0"/>
                  <a:t> (V)</a:t>
                </a:r>
                <a:endParaRPr lang="en-ID" b="1"/>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ID"/>
            </a:p>
          </c:txPr>
        </c:title>
        <c:numFmt formatCode="#,##0.000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768955568"/>
        <c:crosses val="autoZero"/>
        <c:crossBetween val="midCat"/>
      </c:valAx>
      <c:valAx>
        <c:axId val="1768955568"/>
        <c:scaling>
          <c:orientation val="minMax"/>
          <c:max val="1.5"/>
          <c:min val="0.5"/>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Current Density</a:t>
                </a:r>
                <a:r>
                  <a:rPr lang="en-ID" b="1" baseline="0"/>
                  <a:t> (mA)</a:t>
                </a:r>
                <a:endParaRPr lang="en-ID" b="1"/>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ID"/>
            </a:p>
          </c:txPr>
        </c:title>
        <c:numFmt formatCode="0.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768952688"/>
        <c:crosses val="autoZero"/>
        <c:crossBetween val="midCat"/>
      </c:valAx>
      <c:spPr>
        <a:solidFill>
          <a:schemeClr val="bg1"/>
        </a:solidFill>
        <a:ln w="12700">
          <a:solidFill>
            <a:schemeClr val="tx1"/>
          </a:solidFill>
        </a:ln>
        <a:effectLst/>
      </c:spPr>
    </c:plotArea>
    <c:legend>
      <c:legendPos val="r"/>
      <c:layout>
        <c:manualLayout>
          <c:xMode val="edge"/>
          <c:yMode val="edge"/>
          <c:x val="0.6519462514757709"/>
          <c:y val="0.20517044460351547"/>
          <c:w val="0.25020370932087438"/>
          <c:h val="0.448830350751610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02195185149122"/>
          <c:y val="5.5564184977636523E-2"/>
          <c:w val="0.75656220241386196"/>
          <c:h val="0.76033598986773088"/>
        </c:manualLayout>
      </c:layout>
      <c:lineChart>
        <c:grouping val="standard"/>
        <c:varyColors val="0"/>
        <c:ser>
          <c:idx val="0"/>
          <c:order val="0"/>
          <c:spPr>
            <a:ln w="28575" cap="rnd">
              <a:noFill/>
              <a:round/>
            </a:ln>
            <a:effectLst/>
          </c:spPr>
          <c:marker>
            <c:symbol val="circle"/>
            <c:size val="7"/>
            <c:spPr>
              <a:solidFill>
                <a:schemeClr val="tx1"/>
              </a:solidFill>
              <a:ln w="9525">
                <a:noFill/>
              </a:ln>
              <a:effectLst/>
            </c:spPr>
          </c:marker>
          <c:dLbls>
            <c:dLbl>
              <c:idx val="1"/>
              <c:layout>
                <c:manualLayout>
                  <c:x val="-2.5015106454269569E-2"/>
                  <c:y val="9.21949029285674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53D-4400-A098-8DE3AD6AAC3C}"/>
                </c:ext>
              </c:extLst>
            </c:dLbl>
            <c:dLbl>
              <c:idx val="5"/>
              <c:layout>
                <c:manualLayout>
                  <c:x val="-6.3927494272022198E-2"/>
                  <c:y val="0.101414393221424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53D-4400-A098-8DE3AD6AAC3C}"/>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NS!$Y$65:$AD$65</c:f>
              <c:strCache>
                <c:ptCount val="6"/>
                <c:pt idx="0">
                  <c:v>SR</c:v>
                </c:pt>
                <c:pt idx="1">
                  <c:v>SR-NS5</c:v>
                </c:pt>
                <c:pt idx="2">
                  <c:v>SR-NS10</c:v>
                </c:pt>
                <c:pt idx="3">
                  <c:v>SR-NS15</c:v>
                </c:pt>
                <c:pt idx="4">
                  <c:v>SR-NS20</c:v>
                </c:pt>
                <c:pt idx="5">
                  <c:v>SR-NS25</c:v>
                </c:pt>
              </c:strCache>
            </c:strRef>
          </c:cat>
          <c:val>
            <c:numRef>
              <c:f>NS!$Y$66:$AD$66</c:f>
              <c:numCache>
                <c:formatCode>0.00</c:formatCode>
                <c:ptCount val="6"/>
                <c:pt idx="0">
                  <c:v>188.70866666666666</c:v>
                </c:pt>
                <c:pt idx="1">
                  <c:v>289.89600000000002</c:v>
                </c:pt>
                <c:pt idx="2">
                  <c:v>305.10833333333335</c:v>
                </c:pt>
                <c:pt idx="3">
                  <c:v>233.60500000000002</c:v>
                </c:pt>
                <c:pt idx="4">
                  <c:v>192.89499999999998</c:v>
                </c:pt>
                <c:pt idx="5">
                  <c:v>121.79233333333333</c:v>
                </c:pt>
              </c:numCache>
            </c:numRef>
          </c:val>
          <c:smooth val="0"/>
          <c:extLst>
            <c:ext xmlns:c16="http://schemas.microsoft.com/office/drawing/2014/chart" uri="{C3380CC4-5D6E-409C-BE32-E72D297353CC}">
              <c16:uniqueId val="{00000002-353D-4400-A098-8DE3AD6AAC3C}"/>
            </c:ext>
          </c:extLst>
        </c:ser>
        <c:dLbls>
          <c:showLegendKey val="0"/>
          <c:showVal val="0"/>
          <c:showCatName val="0"/>
          <c:showSerName val="0"/>
          <c:showPercent val="0"/>
          <c:showBubbleSize val="0"/>
        </c:dLbls>
        <c:marker val="1"/>
        <c:smooth val="0"/>
        <c:axId val="289798128"/>
        <c:axId val="289795728"/>
      </c:lineChart>
      <c:catAx>
        <c:axId val="289798128"/>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289795728"/>
        <c:crosses val="autoZero"/>
        <c:auto val="1"/>
        <c:lblAlgn val="ctr"/>
        <c:lblOffset val="100"/>
        <c:noMultiLvlLbl val="0"/>
      </c:catAx>
      <c:valAx>
        <c:axId val="289795728"/>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Specific</a:t>
                </a:r>
                <a:r>
                  <a:rPr lang="en-ID" b="1" baseline="0">
                    <a:latin typeface="Times New Roman" panose="02020603050405020304" pitchFamily="18" charset="0"/>
                    <a:cs typeface="Times New Roman" panose="02020603050405020304" pitchFamily="18" charset="0"/>
                  </a:rPr>
                  <a:t> Capacity (mAh/g)</a:t>
                </a:r>
                <a:endParaRPr lang="en-ID" b="1">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289798128"/>
        <c:crosses val="autoZero"/>
        <c:crossBetween val="between"/>
      </c:valAx>
      <c:spPr>
        <a:solidFill>
          <a:sysClr val="window" lastClr="FFFFFF"/>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33023405378543"/>
          <c:y val="4.3912175648702596E-2"/>
          <c:w val="0.78462718366799478"/>
          <c:h val="0.66090228753733371"/>
        </c:manualLayout>
      </c:layout>
      <c:scatterChart>
        <c:scatterStyle val="lineMarker"/>
        <c:varyColors val="0"/>
        <c:ser>
          <c:idx val="0"/>
          <c:order val="0"/>
          <c:spPr>
            <a:ln w="19050" cap="rnd">
              <a:solidFill>
                <a:schemeClr val="tx1"/>
              </a:solidFill>
              <a:round/>
            </a:ln>
            <a:effectLst/>
          </c:spPr>
          <c:marker>
            <c:symbol val="circle"/>
            <c:size val="7"/>
            <c:spPr>
              <a:solidFill>
                <a:schemeClr val="tx1"/>
              </a:solidFill>
              <a:ln w="9525">
                <a:noFill/>
              </a:ln>
              <a:effectLst/>
            </c:spPr>
          </c:marker>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876-4A44-8233-0502CB21946D}"/>
                </c:ext>
              </c:extLst>
            </c:dLbl>
            <c:dLbl>
              <c:idx val="1"/>
              <c:layout>
                <c:manualLayout>
                  <c:x val="2.2766078542970972E-2"/>
                  <c:y val="-0.1357285429141716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876-4A44-8233-0502CB21946D}"/>
                </c:ext>
              </c:extLst>
            </c:dLbl>
            <c:dLbl>
              <c:idx val="2"/>
              <c:layout>
                <c:manualLayout>
                  <c:x val="7.5128059191804208E-2"/>
                  <c:y val="-7.58483033932135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876-4A44-8233-0502CB21946D}"/>
                </c:ext>
              </c:extLst>
            </c:dLbl>
            <c:dLbl>
              <c:idx val="49"/>
              <c:layout>
                <c:manualLayout>
                  <c:x val="-8.3770826419137009E-2"/>
                  <c:y val="-0.1634501651508273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876-4A44-8233-0502CB21946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Sheet2!$A$2:$A$51</c:f>
              <c:numCache>
                <c:formatCode>General</c:formatCode>
                <c:ptCount val="5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numCache>
            </c:numRef>
          </c:xVal>
          <c:yVal>
            <c:numRef>
              <c:f>Sheet2!$B$2:$B$51</c:f>
              <c:numCache>
                <c:formatCode>0.00</c:formatCode>
                <c:ptCount val="50"/>
                <c:pt idx="0">
                  <c:v>305.10833333333335</c:v>
                </c:pt>
                <c:pt idx="1">
                  <c:v>6.1436633333333335</c:v>
                </c:pt>
                <c:pt idx="2">
                  <c:v>2.9904566666666668</c:v>
                </c:pt>
                <c:pt idx="3">
                  <c:v>2.4739533333333337</c:v>
                </c:pt>
                <c:pt idx="4">
                  <c:v>2.5043333333333333</c:v>
                </c:pt>
                <c:pt idx="5">
                  <c:v>2.3242099999999999</c:v>
                </c:pt>
                <c:pt idx="6">
                  <c:v>1.3519966666666665</c:v>
                </c:pt>
                <c:pt idx="7">
                  <c:v>1.3780266666666667</c:v>
                </c:pt>
                <c:pt idx="8">
                  <c:v>1.1089399999999998</c:v>
                </c:pt>
                <c:pt idx="9">
                  <c:v>1.2065866666666667</c:v>
                </c:pt>
                <c:pt idx="10">
                  <c:v>0.96788233333333329</c:v>
                </c:pt>
                <c:pt idx="11">
                  <c:v>0.86805766666666662</c:v>
                </c:pt>
                <c:pt idx="12">
                  <c:v>0.82464833333333321</c:v>
                </c:pt>
                <c:pt idx="13">
                  <c:v>0.79426599999999992</c:v>
                </c:pt>
                <c:pt idx="14">
                  <c:v>0.76604533333333336</c:v>
                </c:pt>
                <c:pt idx="15">
                  <c:v>0.71614433333333338</c:v>
                </c:pt>
                <c:pt idx="16">
                  <c:v>0.72483033333333335</c:v>
                </c:pt>
                <c:pt idx="17">
                  <c:v>0.68143033333333325</c:v>
                </c:pt>
                <c:pt idx="18">
                  <c:v>0.68141433333333323</c:v>
                </c:pt>
                <c:pt idx="19">
                  <c:v>0.64670100000000008</c:v>
                </c:pt>
                <c:pt idx="20">
                  <c:v>0.61197900000000005</c:v>
                </c:pt>
                <c:pt idx="21">
                  <c:v>0.58377433333333328</c:v>
                </c:pt>
                <c:pt idx="22">
                  <c:v>0.59461400000000009</c:v>
                </c:pt>
                <c:pt idx="23">
                  <c:v>0.58375833333333338</c:v>
                </c:pt>
                <c:pt idx="24">
                  <c:v>0.61197133333333331</c:v>
                </c:pt>
                <c:pt idx="25">
                  <c:v>0.58159666666666665</c:v>
                </c:pt>
                <c:pt idx="26">
                  <c:v>0.5338653333333333</c:v>
                </c:pt>
                <c:pt idx="27">
                  <c:v>0.53385733333333329</c:v>
                </c:pt>
                <c:pt idx="28">
                  <c:v>0.52299333333333331</c:v>
                </c:pt>
                <c:pt idx="29">
                  <c:v>0.52300100000000005</c:v>
                </c:pt>
                <c:pt idx="30">
                  <c:v>0.52516266666666667</c:v>
                </c:pt>
                <c:pt idx="31">
                  <c:v>0.50563666666666662</c:v>
                </c:pt>
                <c:pt idx="32">
                  <c:v>0.50781399999999999</c:v>
                </c:pt>
                <c:pt idx="33">
                  <c:v>0.481763</c:v>
                </c:pt>
                <c:pt idx="34">
                  <c:v>0.46440599999999993</c:v>
                </c:pt>
                <c:pt idx="35">
                  <c:v>0.46440599999999993</c:v>
                </c:pt>
                <c:pt idx="36">
                  <c:v>0.44487966666666673</c:v>
                </c:pt>
                <c:pt idx="37">
                  <c:v>0.45571966666666669</c:v>
                </c:pt>
                <c:pt idx="38">
                  <c:v>0.46657566666666667</c:v>
                </c:pt>
                <c:pt idx="39">
                  <c:v>0.43837066666666669</c:v>
                </c:pt>
                <c:pt idx="40">
                  <c:v>0.43402333333333337</c:v>
                </c:pt>
                <c:pt idx="41">
                  <c:v>0.42969233333333334</c:v>
                </c:pt>
                <c:pt idx="42">
                  <c:v>0.43403166666666665</c:v>
                </c:pt>
                <c:pt idx="43">
                  <c:v>0.43620133333333339</c:v>
                </c:pt>
                <c:pt idx="44">
                  <c:v>0.44704933333333335</c:v>
                </c:pt>
                <c:pt idx="45">
                  <c:v>0.43837100000000001</c:v>
                </c:pt>
                <c:pt idx="46">
                  <c:v>0.41666699999999995</c:v>
                </c:pt>
                <c:pt idx="47">
                  <c:v>0.43837066666666669</c:v>
                </c:pt>
                <c:pt idx="48">
                  <c:v>0.4535656666666667</c:v>
                </c:pt>
                <c:pt idx="49">
                  <c:v>0.43837066666666669</c:v>
                </c:pt>
              </c:numCache>
            </c:numRef>
          </c:yVal>
          <c:smooth val="0"/>
          <c:extLst>
            <c:ext xmlns:c16="http://schemas.microsoft.com/office/drawing/2014/chart" uri="{C3380CC4-5D6E-409C-BE32-E72D297353CC}">
              <c16:uniqueId val="{00000004-C876-4A44-8233-0502CB21946D}"/>
            </c:ext>
          </c:extLst>
        </c:ser>
        <c:dLbls>
          <c:showLegendKey val="0"/>
          <c:showVal val="0"/>
          <c:showCatName val="0"/>
          <c:showSerName val="0"/>
          <c:showPercent val="0"/>
          <c:showBubbleSize val="0"/>
        </c:dLbls>
        <c:axId val="64455055"/>
        <c:axId val="64454095"/>
      </c:scatterChart>
      <c:valAx>
        <c:axId val="64455055"/>
        <c:scaling>
          <c:orientation val="minMax"/>
          <c:max val="50"/>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Cycle Number</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4454095"/>
        <c:crosses val="autoZero"/>
        <c:crossBetween val="midCat"/>
      </c:valAx>
      <c:valAx>
        <c:axId val="64454095"/>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900" b="1">
                    <a:latin typeface="Times New Roman" panose="02020603050405020304" pitchFamily="18" charset="0"/>
                    <a:cs typeface="Times New Roman" panose="02020603050405020304" pitchFamily="18" charset="0"/>
                  </a:rPr>
                  <a:t>Specific</a:t>
                </a:r>
                <a:r>
                  <a:rPr lang="en-ID" sz="900" b="1" baseline="0">
                    <a:latin typeface="Times New Roman" panose="02020603050405020304" pitchFamily="18" charset="0"/>
                    <a:cs typeface="Times New Roman" panose="02020603050405020304" pitchFamily="18" charset="0"/>
                  </a:rPr>
                  <a:t> Capacity  (mAh/g)</a:t>
                </a:r>
                <a:endParaRPr lang="en-ID" sz="900" b="1">
                  <a:latin typeface="Times New Roman" panose="02020603050405020304" pitchFamily="18" charset="0"/>
                  <a:cs typeface="Times New Roman" panose="02020603050405020304" pitchFamily="18" charset="0"/>
                </a:endParaRPr>
              </a:p>
            </c:rich>
          </c:tx>
          <c:layout>
            <c:manualLayout>
              <c:xMode val="edge"/>
              <c:yMode val="edge"/>
              <c:x val="9.8291928403031296E-3"/>
              <c:y val="0.11867816721716944"/>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4455055"/>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SR-NS5</a:t>
            </a:r>
          </a:p>
        </c:rich>
      </c:tx>
      <c:layout>
        <c:manualLayout>
          <c:xMode val="edge"/>
          <c:yMode val="edge"/>
          <c:x val="0.44144401123541166"/>
          <c:y val="0.16234042915821587"/>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0726675711246257"/>
          <c:y val="6.465576418332325E-2"/>
          <c:w val="0.83887331395754716"/>
          <c:h val="0.62473962943981109"/>
        </c:manualLayout>
      </c:layout>
      <c:scatterChart>
        <c:scatterStyle val="lineMarker"/>
        <c:varyColors val="0"/>
        <c:ser>
          <c:idx val="0"/>
          <c:order val="0"/>
          <c:spPr>
            <a:ln w="38100" cap="rnd">
              <a:noFill/>
              <a:round/>
            </a:ln>
            <a:effectLst/>
          </c:spPr>
          <c:marker>
            <c:symbol val="circle"/>
            <c:size val="5"/>
            <c:spPr>
              <a:solidFill>
                <a:schemeClr val="tx1"/>
              </a:solidFill>
              <a:ln w="9525">
                <a:noFill/>
              </a:ln>
              <a:effectLst/>
            </c:spPr>
          </c:marker>
          <c:dPt>
            <c:idx val="0"/>
            <c:marker>
              <c:symbol val="circle"/>
              <c:size val="5"/>
              <c:spPr>
                <a:solidFill>
                  <a:schemeClr val="tx1"/>
                </a:solidFill>
                <a:ln w="9525">
                  <a:noFill/>
                </a:ln>
                <a:effectLst/>
              </c:spPr>
            </c:marker>
            <c:bubble3D val="0"/>
            <c:extLst>
              <c:ext xmlns:c16="http://schemas.microsoft.com/office/drawing/2014/chart" uri="{C3380CC4-5D6E-409C-BE32-E72D297353CC}">
                <c16:uniqueId val="{00000000-8A04-4C7C-B6FB-72D00DD1C928}"/>
              </c:ext>
            </c:extLst>
          </c:dPt>
          <c:dLbls>
            <c:dLbl>
              <c:idx val="0"/>
              <c:layout>
                <c:manualLayout>
                  <c:x val="-0.10042103473640909"/>
                  <c:y val="5.969490875826630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A04-4C7C-B6FB-72D00DD1C928}"/>
                </c:ext>
              </c:extLst>
            </c:dLbl>
            <c:dLbl>
              <c:idx val="13"/>
              <c:layout>
                <c:manualLayout>
                  <c:x val="-2.8077032766120375E-3"/>
                  <c:y val="-0.1040336303417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A04-4C7C-B6FB-72D00DD1C92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4.4472022075168656E-2"/>
                  <c:y val="-0.31093385516159594"/>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NS!$E$3:$E$16</c:f>
              <c:numCache>
                <c:formatCode>0.00</c:formatCode>
                <c:ptCount val="14"/>
                <c:pt idx="0">
                  <c:v>41.900000000000318</c:v>
                </c:pt>
                <c:pt idx="1">
                  <c:v>65.66666666666697</c:v>
                </c:pt>
                <c:pt idx="2">
                  <c:v>81.66666666666697</c:v>
                </c:pt>
                <c:pt idx="3">
                  <c:v>95.266666666667106</c:v>
                </c:pt>
                <c:pt idx="4">
                  <c:v>106.5</c:v>
                </c:pt>
                <c:pt idx="5">
                  <c:v>113.80000000000018</c:v>
                </c:pt>
                <c:pt idx="6">
                  <c:v>122.00000000000023</c:v>
                </c:pt>
                <c:pt idx="7">
                  <c:v>128.70000000000005</c:v>
                </c:pt>
                <c:pt idx="8">
                  <c:v>134.46666666666692</c:v>
                </c:pt>
                <c:pt idx="9">
                  <c:v>139.16666666666697</c:v>
                </c:pt>
                <c:pt idx="10">
                  <c:v>144.66666666666697</c:v>
                </c:pt>
                <c:pt idx="11">
                  <c:v>150.06666666666683</c:v>
                </c:pt>
                <c:pt idx="12">
                  <c:v>154.83333333333371</c:v>
                </c:pt>
                <c:pt idx="13">
                  <c:v>159.20000000000005</c:v>
                </c:pt>
              </c:numCache>
            </c:numRef>
          </c:xVal>
          <c:yVal>
            <c:numRef>
              <c:f>NS!$F$3:$F$16</c:f>
              <c:numCache>
                <c:formatCode>0.00</c:formatCode>
                <c:ptCount val="14"/>
                <c:pt idx="0">
                  <c:v>8.1401900000000005</c:v>
                </c:pt>
                <c:pt idx="1">
                  <c:v>4.6071900000000001</c:v>
                </c:pt>
                <c:pt idx="2">
                  <c:v>3.0881066666666666</c:v>
                </c:pt>
                <c:pt idx="3">
                  <c:v>2.6345466666666666</c:v>
                </c:pt>
                <c:pt idx="4">
                  <c:v>2.1506066666666666</c:v>
                </c:pt>
                <c:pt idx="5">
                  <c:v>1.3954066666666669</c:v>
                </c:pt>
                <c:pt idx="6">
                  <c:v>1.566846</c:v>
                </c:pt>
                <c:pt idx="7">
                  <c:v>1.278214</c:v>
                </c:pt>
                <c:pt idx="8">
                  <c:v>1.0980969999999999</c:v>
                </c:pt>
                <c:pt idx="9">
                  <c:v>0.88323600000000002</c:v>
                </c:pt>
                <c:pt idx="10">
                  <c:v>1.0438276666666666</c:v>
                </c:pt>
                <c:pt idx="11">
                  <c:v>1.0286410000000001</c:v>
                </c:pt>
                <c:pt idx="12">
                  <c:v>0.90060966666666664</c:v>
                </c:pt>
                <c:pt idx="13">
                  <c:v>0.82247866666666669</c:v>
                </c:pt>
              </c:numCache>
            </c:numRef>
          </c:yVal>
          <c:smooth val="0"/>
          <c:extLst>
            <c:ext xmlns:c16="http://schemas.microsoft.com/office/drawing/2014/chart" uri="{C3380CC4-5D6E-409C-BE32-E72D297353CC}">
              <c16:uniqueId val="{00000003-8A04-4C7C-B6FB-72D00DD1C928}"/>
            </c:ext>
          </c:extLst>
        </c:ser>
        <c:dLbls>
          <c:showLegendKey val="0"/>
          <c:showVal val="0"/>
          <c:showCatName val="0"/>
          <c:showSerName val="0"/>
          <c:showPercent val="0"/>
          <c:showBubbleSize val="0"/>
        </c:dLbls>
        <c:axId val="519358943"/>
        <c:axId val="519357503"/>
      </c:scatterChart>
      <c:valAx>
        <c:axId val="519358943"/>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Charging</a:t>
                </a:r>
                <a:r>
                  <a:rPr lang="en-ID" b="1" baseline="0">
                    <a:latin typeface="Times New Roman" panose="02020603050405020304" pitchFamily="18" charset="0"/>
                    <a:cs typeface="Times New Roman" panose="02020603050405020304" pitchFamily="18" charset="0"/>
                  </a:rPr>
                  <a:t> Time (s)</a:t>
                </a:r>
                <a:endParaRPr lang="en-ID"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519357503"/>
        <c:crosses val="autoZero"/>
        <c:crossBetween val="midCat"/>
      </c:valAx>
      <c:valAx>
        <c:axId val="519357503"/>
        <c:scaling>
          <c:orientation val="minMax"/>
          <c:max val="10"/>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Specific Capacity (mAh/g)</a:t>
                </a:r>
              </a:p>
            </c:rich>
          </c:tx>
          <c:layout>
            <c:manualLayout>
              <c:xMode val="edge"/>
              <c:yMode val="edge"/>
              <c:x val="7.0122096847086823E-3"/>
              <c:y val="9.6213949587662495E-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519358943"/>
        <c:crosses val="autoZero"/>
        <c:crossBetween val="midCat"/>
      </c:valAx>
      <c:spPr>
        <a:no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SR-NS10</a:t>
            </a:r>
          </a:p>
        </c:rich>
      </c:tx>
      <c:layout>
        <c:manualLayout>
          <c:xMode val="edge"/>
          <c:yMode val="edge"/>
          <c:x val="0.43178905740577089"/>
          <c:y val="0.14298529470514959"/>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0783373945264514"/>
          <c:y val="6.0376693796464771E-2"/>
          <c:w val="0.83664575350541071"/>
          <c:h val="0.64196825290568749"/>
        </c:manualLayout>
      </c:layout>
      <c:scatterChart>
        <c:scatterStyle val="lineMarker"/>
        <c:varyColors val="0"/>
        <c:ser>
          <c:idx val="0"/>
          <c:order val="0"/>
          <c:spPr>
            <a:ln w="25400" cap="rnd">
              <a:noFill/>
              <a:round/>
            </a:ln>
            <a:effectLst/>
          </c:spPr>
          <c:marker>
            <c:symbol val="circle"/>
            <c:size val="5"/>
            <c:spPr>
              <a:solidFill>
                <a:schemeClr val="tx1"/>
              </a:solidFill>
              <a:ln w="9525">
                <a:noFill/>
              </a:ln>
              <a:effectLst/>
            </c:spPr>
          </c:marker>
          <c:dLbls>
            <c:dLbl>
              <c:idx val="0"/>
              <c:layout>
                <c:manualLayout>
                  <c:x val="-8.643571768869529E-2"/>
                  <c:y val="5.95581657095033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3FC-4FE1-9DC7-62A8BAB183EC}"/>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FC-4FE1-9DC7-62A8BAB183E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5.3266682166937834E-2"/>
                  <c:y val="-0.29118629034282512"/>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NS!$I$3:$I$16</c:f>
              <c:numCache>
                <c:formatCode>0.00</c:formatCode>
                <c:ptCount val="14"/>
                <c:pt idx="0">
                  <c:v>31.733333333333121</c:v>
                </c:pt>
                <c:pt idx="1">
                  <c:v>47.299999999999727</c:v>
                </c:pt>
                <c:pt idx="2">
                  <c:v>60.266666666666652</c:v>
                </c:pt>
                <c:pt idx="3">
                  <c:v>73.366666666666788</c:v>
                </c:pt>
                <c:pt idx="4">
                  <c:v>85.533333333333303</c:v>
                </c:pt>
                <c:pt idx="5">
                  <c:v>92.699999999999818</c:v>
                </c:pt>
                <c:pt idx="6">
                  <c:v>99.96666666666647</c:v>
                </c:pt>
                <c:pt idx="7">
                  <c:v>106</c:v>
                </c:pt>
                <c:pt idx="8">
                  <c:v>112.46666666666647</c:v>
                </c:pt>
                <c:pt idx="9">
                  <c:v>117.70000000000005</c:v>
                </c:pt>
                <c:pt idx="10">
                  <c:v>122.36666666666679</c:v>
                </c:pt>
                <c:pt idx="11">
                  <c:v>126.86666666666633</c:v>
                </c:pt>
                <c:pt idx="12">
                  <c:v>131.23333333333312</c:v>
                </c:pt>
                <c:pt idx="13">
                  <c:v>135.43333333333294</c:v>
                </c:pt>
              </c:numCache>
            </c:numRef>
          </c:xVal>
          <c:yVal>
            <c:numRef>
              <c:f>NS!$J$3:$J$16</c:f>
              <c:numCache>
                <c:formatCode>0.00</c:formatCode>
                <c:ptCount val="14"/>
                <c:pt idx="0">
                  <c:v>6.1436633333333335</c:v>
                </c:pt>
                <c:pt idx="1">
                  <c:v>2.9904566666666668</c:v>
                </c:pt>
                <c:pt idx="2">
                  <c:v>2.4739533333333337</c:v>
                </c:pt>
                <c:pt idx="3">
                  <c:v>2.5043333333333333</c:v>
                </c:pt>
                <c:pt idx="4">
                  <c:v>2.3242099999999999</c:v>
                </c:pt>
                <c:pt idx="5">
                  <c:v>1.3519966666666665</c:v>
                </c:pt>
                <c:pt idx="6">
                  <c:v>1.3780266666666667</c:v>
                </c:pt>
                <c:pt idx="7">
                  <c:v>1.1089399999999998</c:v>
                </c:pt>
                <c:pt idx="8">
                  <c:v>1.2065866666666667</c:v>
                </c:pt>
                <c:pt idx="9">
                  <c:v>0.96788233333333329</c:v>
                </c:pt>
                <c:pt idx="10">
                  <c:v>0.86805766666666662</c:v>
                </c:pt>
                <c:pt idx="11">
                  <c:v>0.82464833333333321</c:v>
                </c:pt>
                <c:pt idx="12">
                  <c:v>0.79426599999999992</c:v>
                </c:pt>
                <c:pt idx="13">
                  <c:v>0.76604533333333336</c:v>
                </c:pt>
              </c:numCache>
            </c:numRef>
          </c:yVal>
          <c:smooth val="0"/>
          <c:extLst>
            <c:ext xmlns:c16="http://schemas.microsoft.com/office/drawing/2014/chart" uri="{C3380CC4-5D6E-409C-BE32-E72D297353CC}">
              <c16:uniqueId val="{00000003-03FC-4FE1-9DC7-62A8BAB183EC}"/>
            </c:ext>
          </c:extLst>
        </c:ser>
        <c:dLbls>
          <c:showLegendKey val="0"/>
          <c:showVal val="0"/>
          <c:showCatName val="0"/>
          <c:showSerName val="0"/>
          <c:showPercent val="0"/>
          <c:showBubbleSize val="0"/>
        </c:dLbls>
        <c:axId val="519358943"/>
        <c:axId val="519357503"/>
      </c:scatterChart>
      <c:valAx>
        <c:axId val="519358943"/>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Charging Time</a:t>
                </a:r>
                <a:r>
                  <a:rPr lang="en-ID" b="1" baseline="0">
                    <a:latin typeface="Times New Roman" panose="02020603050405020304" pitchFamily="18" charset="0"/>
                    <a:cs typeface="Times New Roman" panose="02020603050405020304" pitchFamily="18" charset="0"/>
                  </a:rPr>
                  <a:t> (s)</a:t>
                </a:r>
                <a:endParaRPr lang="en-ID"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519357503"/>
        <c:crosses val="autoZero"/>
        <c:crossBetween val="midCat"/>
      </c:valAx>
      <c:valAx>
        <c:axId val="519357503"/>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900" b="1">
                    <a:latin typeface="Times New Roman" panose="02020603050405020304" pitchFamily="18" charset="0"/>
                    <a:cs typeface="Times New Roman" panose="02020603050405020304" pitchFamily="18" charset="0"/>
                  </a:rPr>
                  <a:t>Specific Capacity</a:t>
                </a:r>
                <a:r>
                  <a:rPr lang="en-ID" sz="900" b="1" baseline="0">
                    <a:latin typeface="Times New Roman" panose="02020603050405020304" pitchFamily="18" charset="0"/>
                    <a:cs typeface="Times New Roman" panose="02020603050405020304" pitchFamily="18" charset="0"/>
                  </a:rPr>
                  <a:t> (mAh/g)</a:t>
                </a:r>
                <a:endParaRPr lang="en-ID" sz="900" b="1">
                  <a:latin typeface="Times New Roman" panose="02020603050405020304" pitchFamily="18" charset="0"/>
                  <a:cs typeface="Times New Roman" panose="02020603050405020304" pitchFamily="18" charset="0"/>
                </a:endParaRPr>
              </a:p>
            </c:rich>
          </c:tx>
          <c:layout>
            <c:manualLayout>
              <c:xMode val="edge"/>
              <c:yMode val="edge"/>
              <c:x val="1.5624639572924809E-2"/>
              <c:y val="6.0376379626298042E-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519358943"/>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SR-NS15</a:t>
            </a:r>
          </a:p>
        </c:rich>
      </c:tx>
      <c:layout>
        <c:manualLayout>
          <c:xMode val="edge"/>
          <c:yMode val="edge"/>
          <c:x val="0.42357088454502489"/>
          <c:y val="0.16604731840118078"/>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9.2414081151248495E-2"/>
          <c:y val="5.1151798918585976E-2"/>
          <c:w val="0.86758990569216821"/>
          <c:h val="0.64063160104986872"/>
        </c:manualLayout>
      </c:layout>
      <c:scatterChart>
        <c:scatterStyle val="lineMarker"/>
        <c:varyColors val="0"/>
        <c:ser>
          <c:idx val="0"/>
          <c:order val="0"/>
          <c:spPr>
            <a:ln w="25400" cap="rnd">
              <a:noFill/>
              <a:round/>
            </a:ln>
            <a:effectLst/>
          </c:spPr>
          <c:marker>
            <c:symbol val="circle"/>
            <c:size val="5"/>
            <c:spPr>
              <a:solidFill>
                <a:schemeClr val="tx1"/>
              </a:solidFill>
              <a:ln w="9525">
                <a:noFill/>
              </a:ln>
              <a:effectLst/>
            </c:spPr>
          </c:marker>
          <c:dLbls>
            <c:dLbl>
              <c:idx val="0"/>
              <c:layout>
                <c:manualLayout>
                  <c:x val="-8.4388185654008463E-2"/>
                  <c:y val="0.1706666666666666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FC0-43FF-8696-2266E859E4AF}"/>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FC0-43FF-8696-2266E859E4A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6.8475364630054159E-2"/>
                  <c:y val="-0.28652514435695536"/>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NS!$M$3:$M$16</c:f>
              <c:numCache>
                <c:formatCode>0.00</c:formatCode>
                <c:ptCount val="14"/>
                <c:pt idx="0">
                  <c:v>22.166666666666515</c:v>
                </c:pt>
                <c:pt idx="1">
                  <c:v>35.466666666666697</c:v>
                </c:pt>
                <c:pt idx="2">
                  <c:v>46.866666666666561</c:v>
                </c:pt>
                <c:pt idx="3">
                  <c:v>56.866666666666561</c:v>
                </c:pt>
                <c:pt idx="4">
                  <c:v>64.199999999999818</c:v>
                </c:pt>
                <c:pt idx="5">
                  <c:v>72.166666666666515</c:v>
                </c:pt>
                <c:pt idx="6">
                  <c:v>79.133333333333212</c:v>
                </c:pt>
                <c:pt idx="7">
                  <c:v>88.599999999999909</c:v>
                </c:pt>
                <c:pt idx="8">
                  <c:v>94.633333333333212</c:v>
                </c:pt>
                <c:pt idx="9">
                  <c:v>100.90000000000009</c:v>
                </c:pt>
                <c:pt idx="10">
                  <c:v>104.9666666666667</c:v>
                </c:pt>
                <c:pt idx="11">
                  <c:v>108.73333333333335</c:v>
                </c:pt>
                <c:pt idx="12">
                  <c:v>113.26666666666665</c:v>
                </c:pt>
                <c:pt idx="13">
                  <c:v>116.9666666666667</c:v>
                </c:pt>
              </c:numCache>
            </c:numRef>
          </c:xVal>
          <c:yVal>
            <c:numRef>
              <c:f>NS!$N$3:$N$16</c:f>
              <c:numCache>
                <c:formatCode>0.00</c:formatCode>
                <c:ptCount val="14"/>
                <c:pt idx="0">
                  <c:v>4.7222266666666668</c:v>
                </c:pt>
                <c:pt idx="1">
                  <c:v>2.4088600000000002</c:v>
                </c:pt>
                <c:pt idx="2">
                  <c:v>1.9639800000000001</c:v>
                </c:pt>
                <c:pt idx="3">
                  <c:v>1.7447933333333332</c:v>
                </c:pt>
                <c:pt idx="4">
                  <c:v>1.3454833333333331</c:v>
                </c:pt>
                <c:pt idx="5">
                  <c:v>1.5190900000000001</c:v>
                </c:pt>
                <c:pt idx="6">
                  <c:v>1.2152733333333332</c:v>
                </c:pt>
                <c:pt idx="7">
                  <c:v>1.5364566666666668</c:v>
                </c:pt>
                <c:pt idx="8">
                  <c:v>1.0112926666666666</c:v>
                </c:pt>
                <c:pt idx="9">
                  <c:v>1.2326366666666668</c:v>
                </c:pt>
                <c:pt idx="10">
                  <c:v>0.77040833333333347</c:v>
                </c:pt>
                <c:pt idx="11">
                  <c:v>0.6901086666666667</c:v>
                </c:pt>
                <c:pt idx="12">
                  <c:v>0.80295333333333341</c:v>
                </c:pt>
                <c:pt idx="13">
                  <c:v>0.64887833333333333</c:v>
                </c:pt>
              </c:numCache>
            </c:numRef>
          </c:yVal>
          <c:smooth val="0"/>
          <c:extLst>
            <c:ext xmlns:c16="http://schemas.microsoft.com/office/drawing/2014/chart" uri="{C3380CC4-5D6E-409C-BE32-E72D297353CC}">
              <c16:uniqueId val="{00000003-1FC0-43FF-8696-2266E859E4AF}"/>
            </c:ext>
          </c:extLst>
        </c:ser>
        <c:dLbls>
          <c:showLegendKey val="0"/>
          <c:showVal val="0"/>
          <c:showCatName val="0"/>
          <c:showSerName val="0"/>
          <c:showPercent val="0"/>
          <c:showBubbleSize val="0"/>
        </c:dLbls>
        <c:axId val="519358943"/>
        <c:axId val="519357503"/>
      </c:scatterChart>
      <c:valAx>
        <c:axId val="519358943"/>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Charging Time (s)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19357503"/>
        <c:crosses val="autoZero"/>
        <c:crossBetween val="midCat"/>
      </c:valAx>
      <c:valAx>
        <c:axId val="519357503"/>
        <c:scaling>
          <c:orientation val="minMax"/>
          <c:max val="6"/>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900" b="1">
                    <a:latin typeface="Times New Roman" panose="02020603050405020304" pitchFamily="18" charset="0"/>
                    <a:cs typeface="Times New Roman" panose="02020603050405020304" pitchFamily="18" charset="0"/>
                  </a:rPr>
                  <a:t>Specific</a:t>
                </a:r>
                <a:r>
                  <a:rPr lang="en-ID" sz="900" b="1" baseline="0">
                    <a:latin typeface="Times New Roman" panose="02020603050405020304" pitchFamily="18" charset="0"/>
                    <a:cs typeface="Times New Roman" panose="02020603050405020304" pitchFamily="18" charset="0"/>
                  </a:rPr>
                  <a:t> Capacity (mAh/g)</a:t>
                </a:r>
                <a:endParaRPr lang="en-ID" sz="900" b="1">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19358943"/>
        <c:crosses val="autoZero"/>
        <c:crossBetween val="midCat"/>
        <c:majorUnit val="2"/>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SR-NS20</a:t>
            </a:r>
          </a:p>
        </c:rich>
      </c:tx>
      <c:layout>
        <c:manualLayout>
          <c:xMode val="edge"/>
          <c:yMode val="edge"/>
          <c:x val="0.45006474111568445"/>
          <c:y val="0.15043695538057741"/>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3305412428513164"/>
          <c:y val="5.5990489752233988E-2"/>
          <c:w val="0.81544721239182361"/>
          <c:h val="0.6192982677165354"/>
        </c:manualLayout>
      </c:layout>
      <c:scatterChart>
        <c:scatterStyle val="lineMarker"/>
        <c:varyColors val="0"/>
        <c:ser>
          <c:idx val="0"/>
          <c:order val="0"/>
          <c:spPr>
            <a:ln w="25400" cap="rnd">
              <a:noFill/>
              <a:round/>
            </a:ln>
            <a:effectLst/>
          </c:spPr>
          <c:marker>
            <c:symbol val="circle"/>
            <c:size val="5"/>
            <c:spPr>
              <a:solidFill>
                <a:schemeClr val="tx1"/>
              </a:solidFill>
              <a:ln w="9525">
                <a:noFill/>
              </a:ln>
              <a:effectLst/>
            </c:spPr>
          </c:marker>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23F-40BA-9204-3C53D557BE54}"/>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23F-40BA-9204-3C53D557BE5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4.9206988122187059E-2"/>
                  <c:y val="-0.28353847769028873"/>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NS!$Q$3:$Q$16</c:f>
              <c:numCache>
                <c:formatCode>0.00</c:formatCode>
                <c:ptCount val="14"/>
                <c:pt idx="0">
                  <c:v>31.399999999999864</c:v>
                </c:pt>
                <c:pt idx="1">
                  <c:v>44.253333333333444</c:v>
                </c:pt>
                <c:pt idx="2">
                  <c:v>53.100000000000023</c:v>
                </c:pt>
                <c:pt idx="3">
                  <c:v>62.276666666666529</c:v>
                </c:pt>
                <c:pt idx="4">
                  <c:v>69.186666666666611</c:v>
                </c:pt>
                <c:pt idx="5">
                  <c:v>75.62</c:v>
                </c:pt>
                <c:pt idx="6">
                  <c:v>82.286666666666747</c:v>
                </c:pt>
                <c:pt idx="7">
                  <c:v>86.553333333333171</c:v>
                </c:pt>
                <c:pt idx="8">
                  <c:v>91.566666666666492</c:v>
                </c:pt>
                <c:pt idx="9">
                  <c:v>98.010000000000105</c:v>
                </c:pt>
                <c:pt idx="10">
                  <c:v>102.0100000000001</c:v>
                </c:pt>
                <c:pt idx="11">
                  <c:v>107.45333333333349</c:v>
                </c:pt>
                <c:pt idx="12">
                  <c:v>111.22000000000014</c:v>
                </c:pt>
                <c:pt idx="13">
                  <c:v>115.15333333333331</c:v>
                </c:pt>
              </c:numCache>
            </c:numRef>
          </c:xVal>
          <c:yVal>
            <c:numRef>
              <c:f>NS!$R$3:$R$16</c:f>
              <c:numCache>
                <c:formatCode>0.00</c:formatCode>
                <c:ptCount val="14"/>
                <c:pt idx="0">
                  <c:v>6.0742166666666657</c:v>
                </c:pt>
                <c:pt idx="1">
                  <c:v>2.4522533333333332</c:v>
                </c:pt>
                <c:pt idx="2">
                  <c:v>1.6775066666666667</c:v>
                </c:pt>
                <c:pt idx="3">
                  <c:v>1.7382803333333332</c:v>
                </c:pt>
                <c:pt idx="4">
                  <c:v>1.2933960000000002</c:v>
                </c:pt>
                <c:pt idx="5">
                  <c:v>1.1979119999999999</c:v>
                </c:pt>
                <c:pt idx="6">
                  <c:v>1.2521686666666667</c:v>
                </c:pt>
                <c:pt idx="7">
                  <c:v>0.78341800000000006</c:v>
                </c:pt>
                <c:pt idx="8">
                  <c:v>0.92013466666666677</c:v>
                </c:pt>
                <c:pt idx="9">
                  <c:v>1.2174486666666666</c:v>
                </c:pt>
                <c:pt idx="10">
                  <c:v>0.72483466666666663</c:v>
                </c:pt>
                <c:pt idx="11">
                  <c:v>1.0134573333333332</c:v>
                </c:pt>
                <c:pt idx="12">
                  <c:v>0.68576199999999998</c:v>
                </c:pt>
                <c:pt idx="13">
                  <c:v>0.71180500000000002</c:v>
                </c:pt>
              </c:numCache>
            </c:numRef>
          </c:yVal>
          <c:smooth val="0"/>
          <c:extLst>
            <c:ext xmlns:c16="http://schemas.microsoft.com/office/drawing/2014/chart" uri="{C3380CC4-5D6E-409C-BE32-E72D297353CC}">
              <c16:uniqueId val="{00000003-B23F-40BA-9204-3C53D557BE54}"/>
            </c:ext>
          </c:extLst>
        </c:ser>
        <c:dLbls>
          <c:showLegendKey val="0"/>
          <c:showVal val="0"/>
          <c:showCatName val="0"/>
          <c:showSerName val="0"/>
          <c:showPercent val="0"/>
          <c:showBubbleSize val="0"/>
        </c:dLbls>
        <c:axId val="519358943"/>
        <c:axId val="519357503"/>
      </c:scatterChart>
      <c:valAx>
        <c:axId val="519358943"/>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Charging Time (s)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357503"/>
        <c:crosses val="autoZero"/>
        <c:crossBetween val="midCat"/>
      </c:valAx>
      <c:valAx>
        <c:axId val="519357503"/>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D" sz="900" b="1">
                    <a:latin typeface="Times New Roman" panose="02020603050405020304" pitchFamily="18" charset="0"/>
                    <a:cs typeface="Times New Roman" panose="02020603050405020304" pitchFamily="18" charset="0"/>
                  </a:rPr>
                  <a:t>Specific Capacity (mAh/g)</a:t>
                </a:r>
              </a:p>
            </c:rich>
          </c:tx>
          <c:layout>
            <c:manualLayout>
              <c:xMode val="edge"/>
              <c:yMode val="edge"/>
              <c:x val="5.0133667695519059E-2"/>
              <c:y val="0.1225868766404199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358943"/>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100" b="1">
                <a:latin typeface="Times New Roman" panose="02020603050405020304" pitchFamily="18" charset="0"/>
                <a:cs typeface="Times New Roman" panose="02020603050405020304" pitchFamily="18" charset="0"/>
              </a:rPr>
              <a:t>SR-NS25</a:t>
            </a:r>
          </a:p>
        </c:rich>
      </c:tx>
      <c:layout>
        <c:manualLayout>
          <c:xMode val="edge"/>
          <c:yMode val="edge"/>
          <c:x val="0.4336921540339585"/>
          <c:y val="0.11035713277107195"/>
        </c:manualLayout>
      </c:layout>
      <c:overlay val="0"/>
      <c:spPr>
        <a:noFill/>
        <a:ln>
          <a:noFill/>
        </a:ln>
        <a:effectLst/>
      </c:spPr>
      <c:txPr>
        <a:bodyPr rot="0" spcFirstLastPara="1" vertOverflow="ellipsis" vert="horz" wrap="square" anchor="ctr" anchorCtr="1"/>
        <a:lstStyle/>
        <a:p>
          <a:pPr>
            <a:defRPr sz="11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3095937366803509"/>
          <c:y val="5.0994191767966171E-2"/>
          <c:w val="0.82202750297238492"/>
          <c:h val="0.64493223312120962"/>
        </c:manualLayout>
      </c:layout>
      <c:scatterChart>
        <c:scatterStyle val="lineMarker"/>
        <c:varyColors val="0"/>
        <c:ser>
          <c:idx val="0"/>
          <c:order val="0"/>
          <c:spPr>
            <a:ln w="25400" cap="rnd">
              <a:noFill/>
              <a:round/>
            </a:ln>
            <a:effectLst/>
          </c:spPr>
          <c:marker>
            <c:symbol val="circle"/>
            <c:size val="5"/>
            <c:spPr>
              <a:solidFill>
                <a:schemeClr val="tx1"/>
              </a:solidFill>
              <a:ln w="9525">
                <a:noFill/>
              </a:ln>
              <a:effectLst/>
            </c:spPr>
          </c:marker>
          <c:dLbls>
            <c:dLbl>
              <c:idx val="0"/>
              <c:layout>
                <c:manualLayout>
                  <c:x val="-6.6807588009353089E-2"/>
                  <c:y val="8.69469652338254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5A0-48E1-BCCD-5B63DC954427}"/>
                </c:ext>
              </c:extLst>
            </c:dLbl>
            <c:dLbl>
              <c:idx val="13"/>
              <c:layout>
                <c:manualLayout>
                  <c:x val="2.2792022792022791E-3"/>
                  <c:y val="-3.9960039960040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5A0-48E1-BCCD-5B63DC9544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4.1393184826255695E-2"/>
                  <c:y val="-0.29051185035437005"/>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NS!$U$3:$U$16</c:f>
              <c:numCache>
                <c:formatCode>0.00</c:formatCode>
                <c:ptCount val="14"/>
                <c:pt idx="0">
                  <c:v>43.980000000000018</c:v>
                </c:pt>
                <c:pt idx="1">
                  <c:v>71.236666666666679</c:v>
                </c:pt>
                <c:pt idx="2">
                  <c:v>89.513333333333321</c:v>
                </c:pt>
                <c:pt idx="3">
                  <c:v>102.08000000000004</c:v>
                </c:pt>
                <c:pt idx="4">
                  <c:v>114.88999999999999</c:v>
                </c:pt>
                <c:pt idx="5">
                  <c:v>125.22666666666657</c:v>
                </c:pt>
                <c:pt idx="6">
                  <c:v>133.5</c:v>
                </c:pt>
                <c:pt idx="7">
                  <c:v>138.65666666666652</c:v>
                </c:pt>
                <c:pt idx="8">
                  <c:v>148.27999999999997</c:v>
                </c:pt>
                <c:pt idx="9">
                  <c:v>153.80999999999995</c:v>
                </c:pt>
                <c:pt idx="10">
                  <c:v>158.22666666666657</c:v>
                </c:pt>
                <c:pt idx="11">
                  <c:v>166.19333333333327</c:v>
                </c:pt>
                <c:pt idx="12">
                  <c:v>169.89</c:v>
                </c:pt>
                <c:pt idx="13">
                  <c:v>174.94666666666649</c:v>
                </c:pt>
              </c:numCache>
            </c:numRef>
          </c:xVal>
          <c:yVal>
            <c:numRef>
              <c:f>NS!$V$3:$V$16</c:f>
              <c:numCache>
                <c:formatCode>0.00</c:formatCode>
                <c:ptCount val="14"/>
                <c:pt idx="0">
                  <c:v>8.5329866666666661</c:v>
                </c:pt>
                <c:pt idx="1">
                  <c:v>5.2712666666666665</c:v>
                </c:pt>
                <c:pt idx="2">
                  <c:v>3.5156166666666664</c:v>
                </c:pt>
                <c:pt idx="3">
                  <c:v>2.4001800000000002</c:v>
                </c:pt>
                <c:pt idx="4">
                  <c:v>2.4500833333333336</c:v>
                </c:pt>
                <c:pt idx="5">
                  <c:v>1.9661466666666669</c:v>
                </c:pt>
                <c:pt idx="6">
                  <c:v>1.5646666666666667</c:v>
                </c:pt>
                <c:pt idx="7">
                  <c:v>0.95486166666666661</c:v>
                </c:pt>
                <c:pt idx="8">
                  <c:v>1.8294240000000002</c:v>
                </c:pt>
                <c:pt idx="9">
                  <c:v>1.0243026666666666</c:v>
                </c:pt>
                <c:pt idx="10">
                  <c:v>0.80729166666666663</c:v>
                </c:pt>
                <c:pt idx="11">
                  <c:v>1.5017336666666665</c:v>
                </c:pt>
                <c:pt idx="12">
                  <c:v>0.66840099999999991</c:v>
                </c:pt>
                <c:pt idx="13">
                  <c:v>0.93750066666666676</c:v>
                </c:pt>
              </c:numCache>
            </c:numRef>
          </c:yVal>
          <c:smooth val="0"/>
          <c:extLst>
            <c:ext xmlns:c16="http://schemas.microsoft.com/office/drawing/2014/chart" uri="{C3380CC4-5D6E-409C-BE32-E72D297353CC}">
              <c16:uniqueId val="{00000003-65A0-48E1-BCCD-5B63DC954427}"/>
            </c:ext>
          </c:extLst>
        </c:ser>
        <c:dLbls>
          <c:showLegendKey val="0"/>
          <c:showVal val="0"/>
          <c:showCatName val="0"/>
          <c:showSerName val="0"/>
          <c:showPercent val="0"/>
          <c:showBubbleSize val="0"/>
        </c:dLbls>
        <c:axId val="519358943"/>
        <c:axId val="519357503"/>
      </c:scatterChart>
      <c:valAx>
        <c:axId val="519358943"/>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Charging Time</a:t>
                </a:r>
                <a:r>
                  <a:rPr lang="en-ID" b="1" baseline="0"/>
                  <a:t> (s)</a:t>
                </a:r>
                <a:endParaRPr lang="en-ID" b="1"/>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ID"/>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357503"/>
        <c:crosses val="autoZero"/>
        <c:crossBetween val="midCat"/>
        <c:majorUnit val="20"/>
      </c:valAx>
      <c:valAx>
        <c:axId val="519357503"/>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900" b="1">
                    <a:latin typeface="Times New Roman" panose="02020603050405020304" pitchFamily="18" charset="0"/>
                    <a:cs typeface="Times New Roman" panose="02020603050405020304" pitchFamily="18" charset="0"/>
                  </a:rPr>
                  <a:t>Specific Capacity (mAh/g)</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358943"/>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274839455535939"/>
          <c:y val="5.083290275159922E-2"/>
          <c:w val="0.8171553099875204"/>
          <c:h val="0.70983099673516425"/>
        </c:manualLayout>
      </c:layout>
      <c:scatterChart>
        <c:scatterStyle val="lineMarker"/>
        <c:varyColors val="0"/>
        <c:ser>
          <c:idx val="0"/>
          <c:order val="0"/>
          <c:tx>
            <c:strRef>
              <c:f>'0.6M 10% NS'!$G$25</c:f>
              <c:strCache>
                <c:ptCount val="1"/>
                <c:pt idx="0">
                  <c:v>1st Cycle SR-NS</c:v>
                </c:pt>
              </c:strCache>
            </c:strRef>
          </c:tx>
          <c:spPr>
            <a:ln w="19050" cap="rnd">
              <a:solidFill>
                <a:schemeClr val="tx1"/>
              </a:solidFill>
              <a:round/>
            </a:ln>
            <a:effectLst/>
          </c:spPr>
          <c:marker>
            <c:symbol val="none"/>
          </c:marker>
          <c:xVal>
            <c:numRef>
              <c:f>'0.6M 10% NS'!$H$26:$H$4025</c:f>
              <c:numCache>
                <c:formatCode>0.00E+00</c:formatCode>
                <c:ptCount val="4000"/>
                <c:pt idx="0">
                  <c:v>1.12892E-5</c:v>
                </c:pt>
                <c:pt idx="1">
                  <c:v>1.10898E-5</c:v>
                </c:pt>
                <c:pt idx="2">
                  <c:v>1.09823E-5</c:v>
                </c:pt>
                <c:pt idx="3">
                  <c:v>1.08789E-5</c:v>
                </c:pt>
                <c:pt idx="4">
                  <c:v>1.0775699999999999E-5</c:v>
                </c:pt>
                <c:pt idx="5">
                  <c:v>1.06757E-5</c:v>
                </c:pt>
                <c:pt idx="6">
                  <c:v>1.0580900000000001E-5</c:v>
                </c:pt>
                <c:pt idx="7">
                  <c:v>1.04911E-5</c:v>
                </c:pt>
                <c:pt idx="8">
                  <c:v>1.0406300000000001E-5</c:v>
                </c:pt>
                <c:pt idx="9">
                  <c:v>1.0326800000000001E-5</c:v>
                </c:pt>
                <c:pt idx="10">
                  <c:v>1.02517E-5</c:v>
                </c:pt>
                <c:pt idx="11">
                  <c:v>1.0180899999999999E-5</c:v>
                </c:pt>
                <c:pt idx="12">
                  <c:v>1.0114499999999999E-5</c:v>
                </c:pt>
                <c:pt idx="13">
                  <c:v>1.00521E-5</c:v>
                </c:pt>
                <c:pt idx="14">
                  <c:v>9.9935199999999998E-6</c:v>
                </c:pt>
                <c:pt idx="15">
                  <c:v>9.9389700000000005E-6</c:v>
                </c:pt>
                <c:pt idx="16">
                  <c:v>9.8880499999999993E-6</c:v>
                </c:pt>
                <c:pt idx="17">
                  <c:v>9.8395400000000007E-6</c:v>
                </c:pt>
                <c:pt idx="18">
                  <c:v>9.7939199999999992E-6</c:v>
                </c:pt>
                <c:pt idx="19">
                  <c:v>9.75085E-6</c:v>
                </c:pt>
                <c:pt idx="20">
                  <c:v>9.70944E-6</c:v>
                </c:pt>
                <c:pt idx="21">
                  <c:v>9.6705600000000008E-6</c:v>
                </c:pt>
                <c:pt idx="22">
                  <c:v>9.6346200000000006E-6</c:v>
                </c:pt>
                <c:pt idx="23">
                  <c:v>9.6016499999999998E-6</c:v>
                </c:pt>
                <c:pt idx="24">
                  <c:v>9.5711500000000007E-6</c:v>
                </c:pt>
                <c:pt idx="25">
                  <c:v>9.5426799999999996E-6</c:v>
                </c:pt>
                <c:pt idx="26">
                  <c:v>9.5164799999999997E-6</c:v>
                </c:pt>
                <c:pt idx="27">
                  <c:v>9.4929199999999999E-6</c:v>
                </c:pt>
                <c:pt idx="28">
                  <c:v>9.4711399999999992E-6</c:v>
                </c:pt>
                <c:pt idx="29">
                  <c:v>9.4503500000000001E-6</c:v>
                </c:pt>
                <c:pt idx="30">
                  <c:v>9.4310800000000005E-6</c:v>
                </c:pt>
                <c:pt idx="31">
                  <c:v>9.4135099999999996E-6</c:v>
                </c:pt>
                <c:pt idx="32">
                  <c:v>9.3977100000000005E-6</c:v>
                </c:pt>
                <c:pt idx="33">
                  <c:v>9.3828900000000006E-6</c:v>
                </c:pt>
                <c:pt idx="34">
                  <c:v>9.3688000000000008E-6</c:v>
                </c:pt>
                <c:pt idx="35">
                  <c:v>9.3562399999999997E-6</c:v>
                </c:pt>
                <c:pt idx="36">
                  <c:v>9.3460800000000005E-6</c:v>
                </c:pt>
                <c:pt idx="37">
                  <c:v>9.3382199999999995E-6</c:v>
                </c:pt>
                <c:pt idx="38">
                  <c:v>9.3312199999999994E-6</c:v>
                </c:pt>
                <c:pt idx="39">
                  <c:v>9.3245099999999993E-6</c:v>
                </c:pt>
                <c:pt idx="40">
                  <c:v>9.3190899999999996E-6</c:v>
                </c:pt>
                <c:pt idx="41">
                  <c:v>9.3149999999999998E-6</c:v>
                </c:pt>
                <c:pt idx="42">
                  <c:v>9.3112399999999993E-6</c:v>
                </c:pt>
                <c:pt idx="43">
                  <c:v>9.3084000000000005E-6</c:v>
                </c:pt>
                <c:pt idx="44">
                  <c:v>9.3065600000000006E-6</c:v>
                </c:pt>
                <c:pt idx="45">
                  <c:v>9.3063400000000004E-6</c:v>
                </c:pt>
                <c:pt idx="46">
                  <c:v>9.3068300000000008E-6</c:v>
                </c:pt>
                <c:pt idx="47">
                  <c:v>9.3089199999999996E-6</c:v>
                </c:pt>
                <c:pt idx="48">
                  <c:v>9.3136000000000001E-6</c:v>
                </c:pt>
                <c:pt idx="49">
                  <c:v>9.3202299999999997E-6</c:v>
                </c:pt>
                <c:pt idx="50">
                  <c:v>9.3276099999999993E-6</c:v>
                </c:pt>
                <c:pt idx="51">
                  <c:v>9.3353500000000003E-6</c:v>
                </c:pt>
                <c:pt idx="52">
                  <c:v>9.3441900000000004E-6</c:v>
                </c:pt>
                <c:pt idx="53">
                  <c:v>9.3539099999999994E-6</c:v>
                </c:pt>
                <c:pt idx="54">
                  <c:v>9.3636100000000003E-6</c:v>
                </c:pt>
                <c:pt idx="55">
                  <c:v>9.3744100000000003E-6</c:v>
                </c:pt>
                <c:pt idx="56">
                  <c:v>9.3863700000000001E-6</c:v>
                </c:pt>
                <c:pt idx="57">
                  <c:v>9.3991100000000002E-6</c:v>
                </c:pt>
                <c:pt idx="58">
                  <c:v>9.4125100000000008E-6</c:v>
                </c:pt>
                <c:pt idx="59">
                  <c:v>9.4268200000000007E-6</c:v>
                </c:pt>
                <c:pt idx="60">
                  <c:v>9.4426399999999994E-6</c:v>
                </c:pt>
                <c:pt idx="61">
                  <c:v>9.4591500000000007E-6</c:v>
                </c:pt>
                <c:pt idx="62">
                  <c:v>9.4766E-6</c:v>
                </c:pt>
                <c:pt idx="63">
                  <c:v>9.4947499999999992E-6</c:v>
                </c:pt>
                <c:pt idx="64">
                  <c:v>9.51353E-6</c:v>
                </c:pt>
                <c:pt idx="65">
                  <c:v>9.5336300000000001E-6</c:v>
                </c:pt>
                <c:pt idx="66">
                  <c:v>9.5546500000000001E-6</c:v>
                </c:pt>
                <c:pt idx="67">
                  <c:v>9.5764799999999992E-6</c:v>
                </c:pt>
                <c:pt idx="68">
                  <c:v>9.59928E-6</c:v>
                </c:pt>
                <c:pt idx="69">
                  <c:v>9.6230999999999994E-6</c:v>
                </c:pt>
                <c:pt idx="70">
                  <c:v>9.6485499999999993E-6</c:v>
                </c:pt>
                <c:pt idx="71">
                  <c:v>9.6745399999999997E-6</c:v>
                </c:pt>
                <c:pt idx="72">
                  <c:v>9.7007100000000008E-6</c:v>
                </c:pt>
                <c:pt idx="73">
                  <c:v>9.7278500000000004E-6</c:v>
                </c:pt>
                <c:pt idx="74">
                  <c:v>9.7563899999999996E-6</c:v>
                </c:pt>
                <c:pt idx="75">
                  <c:v>9.7857000000000002E-6</c:v>
                </c:pt>
                <c:pt idx="76">
                  <c:v>9.8150699999999999E-6</c:v>
                </c:pt>
                <c:pt idx="77">
                  <c:v>9.84556E-6</c:v>
                </c:pt>
                <c:pt idx="78">
                  <c:v>9.8771099999999997E-6</c:v>
                </c:pt>
                <c:pt idx="79">
                  <c:v>9.9096200000000005E-6</c:v>
                </c:pt>
                <c:pt idx="80">
                  <c:v>9.9435299999999993E-6</c:v>
                </c:pt>
                <c:pt idx="81">
                  <c:v>9.9779199999999995E-6</c:v>
                </c:pt>
                <c:pt idx="82">
                  <c:v>1.0013299999999999E-5</c:v>
                </c:pt>
                <c:pt idx="83">
                  <c:v>1.005E-5</c:v>
                </c:pt>
                <c:pt idx="84">
                  <c:v>1.0088099999999999E-5</c:v>
                </c:pt>
                <c:pt idx="85">
                  <c:v>1.0126799999999999E-5</c:v>
                </c:pt>
                <c:pt idx="86">
                  <c:v>1.0166000000000001E-5</c:v>
                </c:pt>
                <c:pt idx="87">
                  <c:v>1.0206399999999999E-5</c:v>
                </c:pt>
                <c:pt idx="88">
                  <c:v>1.02482E-5</c:v>
                </c:pt>
                <c:pt idx="89">
                  <c:v>1.0292099999999999E-5</c:v>
                </c:pt>
                <c:pt idx="90">
                  <c:v>1.0336899999999999E-5</c:v>
                </c:pt>
                <c:pt idx="91">
                  <c:v>1.03819E-5</c:v>
                </c:pt>
                <c:pt idx="92">
                  <c:v>1.0428000000000001E-5</c:v>
                </c:pt>
                <c:pt idx="93">
                  <c:v>1.04757E-5</c:v>
                </c:pt>
                <c:pt idx="94">
                  <c:v>1.0524600000000001E-5</c:v>
                </c:pt>
                <c:pt idx="95">
                  <c:v>1.05743E-5</c:v>
                </c:pt>
                <c:pt idx="96">
                  <c:v>1.0625000000000001E-5</c:v>
                </c:pt>
                <c:pt idx="97">
                  <c:v>1.06771E-5</c:v>
                </c:pt>
                <c:pt idx="98">
                  <c:v>1.07299E-5</c:v>
                </c:pt>
                <c:pt idx="99">
                  <c:v>1.0784199999999999E-5</c:v>
                </c:pt>
                <c:pt idx="100">
                  <c:v>1.084E-5</c:v>
                </c:pt>
                <c:pt idx="101">
                  <c:v>1.0897099999999999E-5</c:v>
                </c:pt>
                <c:pt idx="102">
                  <c:v>1.0955600000000001E-5</c:v>
                </c:pt>
                <c:pt idx="103">
                  <c:v>1.1016600000000001E-5</c:v>
                </c:pt>
                <c:pt idx="104">
                  <c:v>1.10798E-5</c:v>
                </c:pt>
                <c:pt idx="105">
                  <c:v>1.1142699999999999E-5</c:v>
                </c:pt>
                <c:pt idx="106">
                  <c:v>1.1205900000000001E-5</c:v>
                </c:pt>
                <c:pt idx="107">
                  <c:v>1.1270999999999999E-5</c:v>
                </c:pt>
                <c:pt idx="108">
                  <c:v>1.1338100000000001E-5</c:v>
                </c:pt>
                <c:pt idx="109">
                  <c:v>1.14072E-5</c:v>
                </c:pt>
                <c:pt idx="110">
                  <c:v>1.14775E-5</c:v>
                </c:pt>
                <c:pt idx="111">
                  <c:v>1.15494E-5</c:v>
                </c:pt>
                <c:pt idx="112">
                  <c:v>1.1623100000000001E-5</c:v>
                </c:pt>
                <c:pt idx="113">
                  <c:v>1.16991E-5</c:v>
                </c:pt>
                <c:pt idx="114">
                  <c:v>1.17773E-5</c:v>
                </c:pt>
                <c:pt idx="115">
                  <c:v>1.1856699999999999E-5</c:v>
                </c:pt>
                <c:pt idx="116">
                  <c:v>1.1936899999999999E-5</c:v>
                </c:pt>
                <c:pt idx="117">
                  <c:v>1.20185E-5</c:v>
                </c:pt>
                <c:pt idx="118">
                  <c:v>1.21027E-5</c:v>
                </c:pt>
                <c:pt idx="119">
                  <c:v>1.2189599999999999E-5</c:v>
                </c:pt>
                <c:pt idx="120">
                  <c:v>1.22787E-5</c:v>
                </c:pt>
                <c:pt idx="121">
                  <c:v>1.2369400000000001E-5</c:v>
                </c:pt>
                <c:pt idx="122">
                  <c:v>1.2462100000000001E-5</c:v>
                </c:pt>
                <c:pt idx="123">
                  <c:v>1.25578E-5</c:v>
                </c:pt>
                <c:pt idx="124">
                  <c:v>1.26558E-5</c:v>
                </c:pt>
                <c:pt idx="125">
                  <c:v>1.27549E-5</c:v>
                </c:pt>
                <c:pt idx="126">
                  <c:v>1.28559E-5</c:v>
                </c:pt>
                <c:pt idx="127">
                  <c:v>1.29592E-5</c:v>
                </c:pt>
                <c:pt idx="128">
                  <c:v>1.30654E-5</c:v>
                </c:pt>
                <c:pt idx="129">
                  <c:v>1.3174699999999999E-5</c:v>
                </c:pt>
                <c:pt idx="130">
                  <c:v>1.3286699999999999E-5</c:v>
                </c:pt>
                <c:pt idx="131">
                  <c:v>1.34005E-5</c:v>
                </c:pt>
                <c:pt idx="132">
                  <c:v>1.35165E-5</c:v>
                </c:pt>
                <c:pt idx="133">
                  <c:v>1.36368E-5</c:v>
                </c:pt>
                <c:pt idx="134">
                  <c:v>1.3760100000000001E-5</c:v>
                </c:pt>
                <c:pt idx="135">
                  <c:v>1.3884599999999999E-5</c:v>
                </c:pt>
                <c:pt idx="136">
                  <c:v>1.4011200000000001E-5</c:v>
                </c:pt>
                <c:pt idx="137">
                  <c:v>1.41407E-5</c:v>
                </c:pt>
                <c:pt idx="138">
                  <c:v>1.42742E-5</c:v>
                </c:pt>
                <c:pt idx="139">
                  <c:v>1.44113E-5</c:v>
                </c:pt>
                <c:pt idx="140">
                  <c:v>1.45509E-5</c:v>
                </c:pt>
                <c:pt idx="141">
                  <c:v>1.4692700000000001E-5</c:v>
                </c:pt>
                <c:pt idx="142">
                  <c:v>1.4837E-5</c:v>
                </c:pt>
                <c:pt idx="143">
                  <c:v>1.49858E-5</c:v>
                </c:pt>
                <c:pt idx="144">
                  <c:v>1.51389E-5</c:v>
                </c:pt>
                <c:pt idx="145">
                  <c:v>1.5293699999999999E-5</c:v>
                </c:pt>
                <c:pt idx="146">
                  <c:v>1.5450700000000001E-5</c:v>
                </c:pt>
                <c:pt idx="147">
                  <c:v>1.5611799999999998E-5</c:v>
                </c:pt>
                <c:pt idx="148">
                  <c:v>1.5777499999999999E-5</c:v>
                </c:pt>
                <c:pt idx="149">
                  <c:v>1.5948E-5</c:v>
                </c:pt>
                <c:pt idx="150">
                  <c:v>1.61222E-5</c:v>
                </c:pt>
                <c:pt idx="151">
                  <c:v>1.6299300000000002E-5</c:v>
                </c:pt>
                <c:pt idx="152">
                  <c:v>1.6480499999999999E-5</c:v>
                </c:pt>
                <c:pt idx="153">
                  <c:v>1.66663E-5</c:v>
                </c:pt>
                <c:pt idx="154">
                  <c:v>1.68546E-5</c:v>
                </c:pt>
                <c:pt idx="155">
                  <c:v>1.7045600000000002E-5</c:v>
                </c:pt>
                <c:pt idx="156">
                  <c:v>1.7240200000000001E-5</c:v>
                </c:pt>
                <c:pt idx="157">
                  <c:v>1.7440099999999999E-5</c:v>
                </c:pt>
                <c:pt idx="158">
                  <c:v>1.7645000000000001E-5</c:v>
                </c:pt>
                <c:pt idx="159">
                  <c:v>1.78532E-5</c:v>
                </c:pt>
                <c:pt idx="160">
                  <c:v>1.8065400000000002E-5</c:v>
                </c:pt>
                <c:pt idx="161">
                  <c:v>1.82826E-5</c:v>
                </c:pt>
                <c:pt idx="162">
                  <c:v>1.8504599999999999E-5</c:v>
                </c:pt>
                <c:pt idx="163">
                  <c:v>1.8731000000000001E-5</c:v>
                </c:pt>
                <c:pt idx="164">
                  <c:v>1.89608E-5</c:v>
                </c:pt>
                <c:pt idx="165">
                  <c:v>1.9194700000000001E-5</c:v>
                </c:pt>
                <c:pt idx="166">
                  <c:v>1.9432800000000001E-5</c:v>
                </c:pt>
                <c:pt idx="167">
                  <c:v>1.9675699999999999E-5</c:v>
                </c:pt>
                <c:pt idx="168">
                  <c:v>1.99237E-5</c:v>
                </c:pt>
                <c:pt idx="169">
                  <c:v>2.0174999999999999E-5</c:v>
                </c:pt>
                <c:pt idx="170">
                  <c:v>2.0428000000000002E-5</c:v>
                </c:pt>
                <c:pt idx="171">
                  <c:v>2.0684799999999999E-5</c:v>
                </c:pt>
                <c:pt idx="172">
                  <c:v>2.0948300000000001E-5</c:v>
                </c:pt>
                <c:pt idx="173">
                  <c:v>2.12183E-5</c:v>
                </c:pt>
                <c:pt idx="174">
                  <c:v>2.14917E-5</c:v>
                </c:pt>
                <c:pt idx="175">
                  <c:v>2.1767200000000001E-5</c:v>
                </c:pt>
                <c:pt idx="176">
                  <c:v>2.2047200000000001E-5</c:v>
                </c:pt>
                <c:pt idx="177">
                  <c:v>2.2334300000000001E-5</c:v>
                </c:pt>
                <c:pt idx="178">
                  <c:v>2.26276E-5</c:v>
                </c:pt>
                <c:pt idx="179">
                  <c:v>2.2925399999999999E-5</c:v>
                </c:pt>
                <c:pt idx="180">
                  <c:v>2.3227600000000001E-5</c:v>
                </c:pt>
                <c:pt idx="181">
                  <c:v>2.3533400000000001E-5</c:v>
                </c:pt>
                <c:pt idx="182">
                  <c:v>2.3844300000000001E-5</c:v>
                </c:pt>
                <c:pt idx="183">
                  <c:v>2.4159899999999999E-5</c:v>
                </c:pt>
                <c:pt idx="184">
                  <c:v>2.44788E-5</c:v>
                </c:pt>
                <c:pt idx="185">
                  <c:v>2.4800800000000001E-5</c:v>
                </c:pt>
                <c:pt idx="186">
                  <c:v>2.51277E-5</c:v>
                </c:pt>
                <c:pt idx="187">
                  <c:v>2.5461700000000001E-5</c:v>
                </c:pt>
                <c:pt idx="188">
                  <c:v>2.5800699999999998E-5</c:v>
                </c:pt>
                <c:pt idx="189">
                  <c:v>2.6144099999999999E-5</c:v>
                </c:pt>
                <c:pt idx="190">
                  <c:v>2.64922E-5</c:v>
                </c:pt>
                <c:pt idx="191">
                  <c:v>2.68446E-5</c:v>
                </c:pt>
                <c:pt idx="192">
                  <c:v>2.7200899999999999E-5</c:v>
                </c:pt>
                <c:pt idx="193">
                  <c:v>2.756E-5</c:v>
                </c:pt>
                <c:pt idx="194">
                  <c:v>2.7921700000000001E-5</c:v>
                </c:pt>
                <c:pt idx="195">
                  <c:v>2.82861E-5</c:v>
                </c:pt>
                <c:pt idx="196">
                  <c:v>2.8654300000000001E-5</c:v>
                </c:pt>
                <c:pt idx="197">
                  <c:v>2.9028699999999999E-5</c:v>
                </c:pt>
                <c:pt idx="198">
                  <c:v>2.9408500000000001E-5</c:v>
                </c:pt>
                <c:pt idx="199">
                  <c:v>2.9791500000000001E-5</c:v>
                </c:pt>
                <c:pt idx="200">
                  <c:v>3.0178199999999998E-5</c:v>
                </c:pt>
                <c:pt idx="201">
                  <c:v>3.0570400000000001E-5</c:v>
                </c:pt>
                <c:pt idx="202">
                  <c:v>3.0967299999999997E-5</c:v>
                </c:pt>
                <c:pt idx="203">
                  <c:v>3.1365999999999998E-5</c:v>
                </c:pt>
                <c:pt idx="204">
                  <c:v>3.1766400000000001E-5</c:v>
                </c:pt>
                <c:pt idx="205">
                  <c:v>3.2169699999999998E-5</c:v>
                </c:pt>
                <c:pt idx="206">
                  <c:v>3.2577099999999997E-5</c:v>
                </c:pt>
                <c:pt idx="207">
                  <c:v>3.29898E-5</c:v>
                </c:pt>
                <c:pt idx="208">
                  <c:v>3.3406199999999999E-5</c:v>
                </c:pt>
                <c:pt idx="209">
                  <c:v>3.3824900000000002E-5</c:v>
                </c:pt>
                <c:pt idx="210">
                  <c:v>3.4245899999999997E-5</c:v>
                </c:pt>
                <c:pt idx="211">
                  <c:v>3.4671200000000001E-5</c:v>
                </c:pt>
                <c:pt idx="212">
                  <c:v>3.5099899999999999E-5</c:v>
                </c:pt>
                <c:pt idx="213">
                  <c:v>3.5528100000000003E-5</c:v>
                </c:pt>
                <c:pt idx="214">
                  <c:v>3.5954899999999997E-5</c:v>
                </c:pt>
                <c:pt idx="215">
                  <c:v>3.6382499999999999E-5</c:v>
                </c:pt>
                <c:pt idx="216">
                  <c:v>3.6813899999999997E-5</c:v>
                </c:pt>
                <c:pt idx="217">
                  <c:v>3.7248700000000001E-5</c:v>
                </c:pt>
                <c:pt idx="218">
                  <c:v>3.7685899999999998E-5</c:v>
                </c:pt>
                <c:pt idx="219">
                  <c:v>3.8124899999999998E-5</c:v>
                </c:pt>
                <c:pt idx="220">
                  <c:v>3.8566000000000003E-5</c:v>
                </c:pt>
                <c:pt idx="221">
                  <c:v>3.9011000000000003E-5</c:v>
                </c:pt>
                <c:pt idx="222">
                  <c:v>3.9459000000000003E-5</c:v>
                </c:pt>
                <c:pt idx="223">
                  <c:v>3.99088E-5</c:v>
                </c:pt>
                <c:pt idx="224">
                  <c:v>4.0359599999999999E-5</c:v>
                </c:pt>
                <c:pt idx="225">
                  <c:v>4.0810899999999999E-5</c:v>
                </c:pt>
                <c:pt idx="226">
                  <c:v>4.1264599999999998E-5</c:v>
                </c:pt>
                <c:pt idx="227">
                  <c:v>4.1720200000000001E-5</c:v>
                </c:pt>
                <c:pt idx="228">
                  <c:v>4.2175600000000003E-5</c:v>
                </c:pt>
                <c:pt idx="229">
                  <c:v>4.2630399999999998E-5</c:v>
                </c:pt>
                <c:pt idx="230">
                  <c:v>4.3084499999999997E-5</c:v>
                </c:pt>
                <c:pt idx="231">
                  <c:v>4.3538999999999998E-5</c:v>
                </c:pt>
                <c:pt idx="232">
                  <c:v>4.3990999999999999E-5</c:v>
                </c:pt>
                <c:pt idx="233">
                  <c:v>4.44395E-5</c:v>
                </c:pt>
                <c:pt idx="234">
                  <c:v>4.4886599999999998E-5</c:v>
                </c:pt>
                <c:pt idx="235">
                  <c:v>4.5335199999999999E-5</c:v>
                </c:pt>
                <c:pt idx="236">
                  <c:v>4.5782799999999998E-5</c:v>
                </c:pt>
                <c:pt idx="237">
                  <c:v>4.6218899999999999E-5</c:v>
                </c:pt>
                <c:pt idx="238">
                  <c:v>4.6646400000000001E-5</c:v>
                </c:pt>
                <c:pt idx="239">
                  <c:v>4.7076600000000003E-5</c:v>
                </c:pt>
                <c:pt idx="240">
                  <c:v>4.7512899999999997E-5</c:v>
                </c:pt>
                <c:pt idx="241">
                  <c:v>4.7953700000000001E-5</c:v>
                </c:pt>
                <c:pt idx="242">
                  <c:v>4.8393499999999997E-5</c:v>
                </c:pt>
                <c:pt idx="243">
                  <c:v>4.8832299999999997E-5</c:v>
                </c:pt>
                <c:pt idx="244">
                  <c:v>4.9271999999999999E-5</c:v>
                </c:pt>
                <c:pt idx="245">
                  <c:v>4.9712100000000001E-5</c:v>
                </c:pt>
                <c:pt idx="246">
                  <c:v>5.0151200000000002E-5</c:v>
                </c:pt>
                <c:pt idx="247">
                  <c:v>5.0585699999999999E-5</c:v>
                </c:pt>
                <c:pt idx="248">
                  <c:v>5.1016700000000002E-5</c:v>
                </c:pt>
                <c:pt idx="249">
                  <c:v>5.1445800000000001E-5</c:v>
                </c:pt>
                <c:pt idx="250">
                  <c:v>5.1873799999999998E-5</c:v>
                </c:pt>
                <c:pt idx="251">
                  <c:v>5.2299300000000003E-5</c:v>
                </c:pt>
                <c:pt idx="252">
                  <c:v>5.2717799999999999E-5</c:v>
                </c:pt>
                <c:pt idx="253">
                  <c:v>5.3130300000000002E-5</c:v>
                </c:pt>
                <c:pt idx="254">
                  <c:v>5.3537700000000001E-5</c:v>
                </c:pt>
                <c:pt idx="255">
                  <c:v>5.3939E-5</c:v>
                </c:pt>
                <c:pt idx="256">
                  <c:v>5.4335700000000002E-5</c:v>
                </c:pt>
                <c:pt idx="257">
                  <c:v>5.4729299999999998E-5</c:v>
                </c:pt>
                <c:pt idx="258">
                  <c:v>5.5120400000000002E-5</c:v>
                </c:pt>
                <c:pt idx="259">
                  <c:v>5.5507000000000002E-5</c:v>
                </c:pt>
                <c:pt idx="260">
                  <c:v>5.5888699999999999E-5</c:v>
                </c:pt>
                <c:pt idx="261">
                  <c:v>5.6264699999999997E-5</c:v>
                </c:pt>
                <c:pt idx="262">
                  <c:v>5.6635100000000003E-5</c:v>
                </c:pt>
                <c:pt idx="263">
                  <c:v>5.7000499999999997E-5</c:v>
                </c:pt>
                <c:pt idx="264">
                  <c:v>5.736E-5</c:v>
                </c:pt>
                <c:pt idx="265">
                  <c:v>5.7714999999999999E-5</c:v>
                </c:pt>
                <c:pt idx="266">
                  <c:v>5.8063699999999998E-5</c:v>
                </c:pt>
                <c:pt idx="267">
                  <c:v>5.8405900000000003E-5</c:v>
                </c:pt>
                <c:pt idx="268">
                  <c:v>5.8742900000000003E-5</c:v>
                </c:pt>
                <c:pt idx="269">
                  <c:v>5.9072900000000002E-5</c:v>
                </c:pt>
                <c:pt idx="270">
                  <c:v>5.9397100000000001E-5</c:v>
                </c:pt>
                <c:pt idx="271">
                  <c:v>5.9713799999999997E-5</c:v>
                </c:pt>
                <c:pt idx="272">
                  <c:v>6.0022999999999998E-5</c:v>
                </c:pt>
                <c:pt idx="273">
                  <c:v>6.0324600000000002E-5</c:v>
                </c:pt>
                <c:pt idx="274">
                  <c:v>6.0618100000000002E-5</c:v>
                </c:pt>
                <c:pt idx="275">
                  <c:v>6.09079E-5</c:v>
                </c:pt>
                <c:pt idx="276">
                  <c:v>6.11923E-5</c:v>
                </c:pt>
                <c:pt idx="277">
                  <c:v>6.1467299999999993E-5</c:v>
                </c:pt>
                <c:pt idx="278">
                  <c:v>6.1733E-5</c:v>
                </c:pt>
                <c:pt idx="279">
                  <c:v>6.1991900000000005E-5</c:v>
                </c:pt>
                <c:pt idx="280">
                  <c:v>6.2244799999999997E-5</c:v>
                </c:pt>
                <c:pt idx="281">
                  <c:v>6.24903E-5</c:v>
                </c:pt>
                <c:pt idx="282">
                  <c:v>6.2727799999999999E-5</c:v>
                </c:pt>
                <c:pt idx="283">
                  <c:v>6.2956700000000007E-5</c:v>
                </c:pt>
                <c:pt idx="284">
                  <c:v>6.3178199999999998E-5</c:v>
                </c:pt>
                <c:pt idx="285">
                  <c:v>6.3393300000000002E-5</c:v>
                </c:pt>
                <c:pt idx="286">
                  <c:v>6.3600400000000002E-5</c:v>
                </c:pt>
                <c:pt idx="287">
                  <c:v>6.3799499999999998E-5</c:v>
                </c:pt>
                <c:pt idx="288">
                  <c:v>6.3990299999999996E-5</c:v>
                </c:pt>
                <c:pt idx="289">
                  <c:v>6.4173799999999999E-5</c:v>
                </c:pt>
                <c:pt idx="290">
                  <c:v>6.43505E-5</c:v>
                </c:pt>
                <c:pt idx="291">
                  <c:v>6.45175E-5</c:v>
                </c:pt>
                <c:pt idx="292">
                  <c:v>6.4675E-5</c:v>
                </c:pt>
                <c:pt idx="293">
                  <c:v>6.4823499999999994E-5</c:v>
                </c:pt>
                <c:pt idx="294">
                  <c:v>6.4964199999999997E-5</c:v>
                </c:pt>
                <c:pt idx="295">
                  <c:v>6.5098200000000006E-5</c:v>
                </c:pt>
                <c:pt idx="296">
                  <c:v>6.5223999999999998E-5</c:v>
                </c:pt>
                <c:pt idx="297">
                  <c:v>6.5341999999999999E-5</c:v>
                </c:pt>
                <c:pt idx="298">
                  <c:v>6.5452500000000004E-5</c:v>
                </c:pt>
                <c:pt idx="299">
                  <c:v>6.5556199999999994E-5</c:v>
                </c:pt>
                <c:pt idx="300">
                  <c:v>6.56516E-5</c:v>
                </c:pt>
                <c:pt idx="301">
                  <c:v>6.5737199999999998E-5</c:v>
                </c:pt>
                <c:pt idx="302">
                  <c:v>6.5813600000000003E-5</c:v>
                </c:pt>
                <c:pt idx="303">
                  <c:v>6.5882699999999999E-5</c:v>
                </c:pt>
                <c:pt idx="304">
                  <c:v>6.5947100000000004E-5</c:v>
                </c:pt>
                <c:pt idx="305">
                  <c:v>6.6004E-5</c:v>
                </c:pt>
                <c:pt idx="306">
                  <c:v>6.6052500000000005E-5</c:v>
                </c:pt>
                <c:pt idx="307">
                  <c:v>6.6093599999999993E-5</c:v>
                </c:pt>
                <c:pt idx="308">
                  <c:v>6.6127699999999994E-5</c:v>
                </c:pt>
                <c:pt idx="309">
                  <c:v>6.61551E-5</c:v>
                </c:pt>
                <c:pt idx="310">
                  <c:v>6.61737E-5</c:v>
                </c:pt>
                <c:pt idx="311">
                  <c:v>6.6182100000000005E-5</c:v>
                </c:pt>
                <c:pt idx="312">
                  <c:v>6.6180500000000001E-5</c:v>
                </c:pt>
                <c:pt idx="313">
                  <c:v>6.6178499999999997E-5</c:v>
                </c:pt>
                <c:pt idx="314">
                  <c:v>6.6169999999999998E-5</c:v>
                </c:pt>
                <c:pt idx="315">
                  <c:v>6.6154899999999999E-5</c:v>
                </c:pt>
                <c:pt idx="316">
                  <c:v>6.6132599999999998E-5</c:v>
                </c:pt>
                <c:pt idx="317">
                  <c:v>6.6101700000000004E-5</c:v>
                </c:pt>
                <c:pt idx="318">
                  <c:v>6.6064300000000004E-5</c:v>
                </c:pt>
                <c:pt idx="319">
                  <c:v>6.6022699999999994E-5</c:v>
                </c:pt>
                <c:pt idx="320">
                  <c:v>6.5973499999999994E-5</c:v>
                </c:pt>
                <c:pt idx="321">
                  <c:v>6.5917699999999994E-5</c:v>
                </c:pt>
                <c:pt idx="322">
                  <c:v>6.58554E-5</c:v>
                </c:pt>
                <c:pt idx="323">
                  <c:v>6.57876E-5</c:v>
                </c:pt>
                <c:pt idx="324">
                  <c:v>6.5717599999999996E-5</c:v>
                </c:pt>
                <c:pt idx="325">
                  <c:v>6.5642599999999994E-5</c:v>
                </c:pt>
                <c:pt idx="326">
                  <c:v>6.5560000000000002E-5</c:v>
                </c:pt>
                <c:pt idx="327">
                  <c:v>6.5469999999999995E-5</c:v>
                </c:pt>
                <c:pt idx="328">
                  <c:v>6.5376200000000006E-5</c:v>
                </c:pt>
                <c:pt idx="329">
                  <c:v>6.5278900000000003E-5</c:v>
                </c:pt>
                <c:pt idx="330">
                  <c:v>6.5174900000000005E-5</c:v>
                </c:pt>
                <c:pt idx="331">
                  <c:v>6.5064499999999993E-5</c:v>
                </c:pt>
                <c:pt idx="332">
                  <c:v>6.4949200000000005E-5</c:v>
                </c:pt>
                <c:pt idx="333">
                  <c:v>6.4831200000000004E-5</c:v>
                </c:pt>
                <c:pt idx="334">
                  <c:v>6.4710399999999996E-5</c:v>
                </c:pt>
                <c:pt idx="335">
                  <c:v>6.45855E-5</c:v>
                </c:pt>
                <c:pt idx="336">
                  <c:v>6.4456599999999995E-5</c:v>
                </c:pt>
                <c:pt idx="337">
                  <c:v>6.4324099999999996E-5</c:v>
                </c:pt>
                <c:pt idx="338">
                  <c:v>6.4188299999999997E-5</c:v>
                </c:pt>
                <c:pt idx="339">
                  <c:v>6.4049300000000004E-5</c:v>
                </c:pt>
                <c:pt idx="340">
                  <c:v>6.3906100000000001E-5</c:v>
                </c:pt>
                <c:pt idx="341">
                  <c:v>6.3759300000000005E-5</c:v>
                </c:pt>
                <c:pt idx="342">
                  <c:v>6.3609399999999994E-5</c:v>
                </c:pt>
                <c:pt idx="343">
                  <c:v>6.3457899999999994E-5</c:v>
                </c:pt>
                <c:pt idx="344">
                  <c:v>6.3304299999999996E-5</c:v>
                </c:pt>
                <c:pt idx="345">
                  <c:v>6.3147999999999999E-5</c:v>
                </c:pt>
                <c:pt idx="346">
                  <c:v>6.2989699999999998E-5</c:v>
                </c:pt>
                <c:pt idx="347">
                  <c:v>6.2829000000000004E-5</c:v>
                </c:pt>
                <c:pt idx="348">
                  <c:v>6.26664E-5</c:v>
                </c:pt>
                <c:pt idx="349">
                  <c:v>6.2500899999999996E-5</c:v>
                </c:pt>
                <c:pt idx="350">
                  <c:v>6.2333099999999994E-5</c:v>
                </c:pt>
                <c:pt idx="351">
                  <c:v>6.2163300000000002E-5</c:v>
                </c:pt>
                <c:pt idx="352">
                  <c:v>6.1991500000000004E-5</c:v>
                </c:pt>
                <c:pt idx="353">
                  <c:v>6.1820600000000002E-5</c:v>
                </c:pt>
                <c:pt idx="354">
                  <c:v>6.16495E-5</c:v>
                </c:pt>
                <c:pt idx="355">
                  <c:v>6.1476900000000001E-5</c:v>
                </c:pt>
                <c:pt idx="356">
                  <c:v>6.1302299999999998E-5</c:v>
                </c:pt>
                <c:pt idx="357">
                  <c:v>6.1126700000000005E-5</c:v>
                </c:pt>
                <c:pt idx="358">
                  <c:v>6.0952000000000002E-5</c:v>
                </c:pt>
                <c:pt idx="359">
                  <c:v>6.0776799999999997E-5</c:v>
                </c:pt>
                <c:pt idx="360">
                  <c:v>6.0600100000000003E-5</c:v>
                </c:pt>
                <c:pt idx="361">
                  <c:v>6.0421899999999998E-5</c:v>
                </c:pt>
                <c:pt idx="362">
                  <c:v>6.0244300000000002E-5</c:v>
                </c:pt>
                <c:pt idx="363">
                  <c:v>6.0068500000000003E-5</c:v>
                </c:pt>
                <c:pt idx="364">
                  <c:v>5.9891800000000001E-5</c:v>
                </c:pt>
                <c:pt idx="365">
                  <c:v>5.9713999999999998E-5</c:v>
                </c:pt>
                <c:pt idx="366">
                  <c:v>5.95356E-5</c:v>
                </c:pt>
                <c:pt idx="367">
                  <c:v>5.9357400000000002E-5</c:v>
                </c:pt>
                <c:pt idx="368">
                  <c:v>5.9179899999999999E-5</c:v>
                </c:pt>
                <c:pt idx="369">
                  <c:v>5.9001E-5</c:v>
                </c:pt>
                <c:pt idx="370">
                  <c:v>5.8820699999999997E-5</c:v>
                </c:pt>
                <c:pt idx="371">
                  <c:v>5.8640800000000003E-5</c:v>
                </c:pt>
                <c:pt idx="372">
                  <c:v>5.8463800000000001E-5</c:v>
                </c:pt>
                <c:pt idx="373">
                  <c:v>5.8289499999999998E-5</c:v>
                </c:pt>
                <c:pt idx="374">
                  <c:v>5.81141E-5</c:v>
                </c:pt>
                <c:pt idx="375">
                  <c:v>5.7937399999999999E-5</c:v>
                </c:pt>
                <c:pt idx="376">
                  <c:v>5.7760999999999998E-5</c:v>
                </c:pt>
                <c:pt idx="377">
                  <c:v>5.7586000000000001E-5</c:v>
                </c:pt>
                <c:pt idx="378">
                  <c:v>5.7411899999999998E-5</c:v>
                </c:pt>
                <c:pt idx="379">
                  <c:v>5.7238000000000003E-5</c:v>
                </c:pt>
                <c:pt idx="380">
                  <c:v>5.7064700000000003E-5</c:v>
                </c:pt>
                <c:pt idx="381">
                  <c:v>5.6892699999999998E-5</c:v>
                </c:pt>
                <c:pt idx="382">
                  <c:v>5.67236E-5</c:v>
                </c:pt>
                <c:pt idx="383">
                  <c:v>5.6556099999999999E-5</c:v>
                </c:pt>
                <c:pt idx="384">
                  <c:v>5.6388799999999998E-5</c:v>
                </c:pt>
                <c:pt idx="385">
                  <c:v>5.6221499999999997E-5</c:v>
                </c:pt>
                <c:pt idx="386">
                  <c:v>5.6055299999999998E-5</c:v>
                </c:pt>
                <c:pt idx="387">
                  <c:v>5.5891199999999998E-5</c:v>
                </c:pt>
                <c:pt idx="388">
                  <c:v>5.5727899999999999E-5</c:v>
                </c:pt>
                <c:pt idx="389">
                  <c:v>5.5564399999999999E-5</c:v>
                </c:pt>
                <c:pt idx="390">
                  <c:v>5.54008E-5</c:v>
                </c:pt>
                <c:pt idx="391">
                  <c:v>5.5238200000000002E-5</c:v>
                </c:pt>
                <c:pt idx="392">
                  <c:v>5.5078799999999999E-5</c:v>
                </c:pt>
                <c:pt idx="393">
                  <c:v>5.4920999999999998E-5</c:v>
                </c:pt>
                <c:pt idx="394">
                  <c:v>5.4763699999999999E-5</c:v>
                </c:pt>
                <c:pt idx="395">
                  <c:v>5.4607700000000002E-5</c:v>
                </c:pt>
                <c:pt idx="396">
                  <c:v>5.4453899999999997E-5</c:v>
                </c:pt>
                <c:pt idx="397">
                  <c:v>5.4302399999999997E-5</c:v>
                </c:pt>
                <c:pt idx="398">
                  <c:v>5.4151299999999998E-5</c:v>
                </c:pt>
                <c:pt idx="399">
                  <c:v>5.4001E-5</c:v>
                </c:pt>
                <c:pt idx="400">
                  <c:v>5.3851000000000003E-5</c:v>
                </c:pt>
                <c:pt idx="401">
                  <c:v>5.3702300000000003E-5</c:v>
                </c:pt>
                <c:pt idx="402">
                  <c:v>5.3556800000000002E-5</c:v>
                </c:pt>
                <c:pt idx="403">
                  <c:v>5.3412899999999998E-5</c:v>
                </c:pt>
                <c:pt idx="404">
                  <c:v>5.3269300000000002E-5</c:v>
                </c:pt>
                <c:pt idx="405">
                  <c:v>5.31263E-5</c:v>
                </c:pt>
                <c:pt idx="406">
                  <c:v>5.2985600000000003E-5</c:v>
                </c:pt>
                <c:pt idx="407">
                  <c:v>5.2846699999999997E-5</c:v>
                </c:pt>
                <c:pt idx="408">
                  <c:v>5.2707699999999997E-5</c:v>
                </c:pt>
                <c:pt idx="409">
                  <c:v>5.2569099999999998E-5</c:v>
                </c:pt>
                <c:pt idx="410">
                  <c:v>5.2432500000000003E-5</c:v>
                </c:pt>
                <c:pt idx="411">
                  <c:v>5.22981E-5</c:v>
                </c:pt>
                <c:pt idx="412">
                  <c:v>5.21651E-5</c:v>
                </c:pt>
                <c:pt idx="413">
                  <c:v>5.2032900000000001E-5</c:v>
                </c:pt>
                <c:pt idx="414">
                  <c:v>5.1901499999999998E-5</c:v>
                </c:pt>
                <c:pt idx="415">
                  <c:v>5.1771299999999997E-5</c:v>
                </c:pt>
                <c:pt idx="416">
                  <c:v>5.1643500000000001E-5</c:v>
                </c:pt>
                <c:pt idx="417">
                  <c:v>5.1517500000000003E-5</c:v>
                </c:pt>
                <c:pt idx="418">
                  <c:v>5.1391100000000003E-5</c:v>
                </c:pt>
                <c:pt idx="419">
                  <c:v>5.1265399999999999E-5</c:v>
                </c:pt>
                <c:pt idx="420">
                  <c:v>5.1141899999999999E-5</c:v>
                </c:pt>
                <c:pt idx="421">
                  <c:v>5.1020699999999998E-5</c:v>
                </c:pt>
                <c:pt idx="422">
                  <c:v>5.0900799999999999E-5</c:v>
                </c:pt>
                <c:pt idx="423">
                  <c:v>5.0781300000000001E-5</c:v>
                </c:pt>
                <c:pt idx="424">
                  <c:v>5.0662499999999998E-5</c:v>
                </c:pt>
                <c:pt idx="425">
                  <c:v>5.0544999999999998E-5</c:v>
                </c:pt>
                <c:pt idx="426">
                  <c:v>5.0429100000000001E-5</c:v>
                </c:pt>
                <c:pt idx="427">
                  <c:v>5.0314400000000001E-5</c:v>
                </c:pt>
                <c:pt idx="428">
                  <c:v>5.0200500000000002E-5</c:v>
                </c:pt>
                <c:pt idx="429">
                  <c:v>5.0087599999999998E-5</c:v>
                </c:pt>
                <c:pt idx="430">
                  <c:v>4.9975899999999997E-5</c:v>
                </c:pt>
                <c:pt idx="431">
                  <c:v>4.9866400000000001E-5</c:v>
                </c:pt>
                <c:pt idx="432">
                  <c:v>4.97578E-5</c:v>
                </c:pt>
                <c:pt idx="433">
                  <c:v>4.96495E-5</c:v>
                </c:pt>
                <c:pt idx="434">
                  <c:v>4.9542200000000001E-5</c:v>
                </c:pt>
                <c:pt idx="435">
                  <c:v>4.9436900000000001E-5</c:v>
                </c:pt>
                <c:pt idx="436">
                  <c:v>4.9333299999999997E-5</c:v>
                </c:pt>
                <c:pt idx="437">
                  <c:v>4.92295E-5</c:v>
                </c:pt>
                <c:pt idx="438">
                  <c:v>4.9126199999999997E-5</c:v>
                </c:pt>
                <c:pt idx="439">
                  <c:v>4.9024499999999998E-5</c:v>
                </c:pt>
                <c:pt idx="440">
                  <c:v>4.8924900000000003E-5</c:v>
                </c:pt>
                <c:pt idx="441">
                  <c:v>4.8828000000000001E-5</c:v>
                </c:pt>
                <c:pt idx="442">
                  <c:v>4.8731499999999999E-5</c:v>
                </c:pt>
                <c:pt idx="443">
                  <c:v>4.8635199999999998E-5</c:v>
                </c:pt>
                <c:pt idx="444">
                  <c:v>4.8539899999999999E-5</c:v>
                </c:pt>
                <c:pt idx="445">
                  <c:v>4.8445300000000002E-5</c:v>
                </c:pt>
                <c:pt idx="446">
                  <c:v>4.8352200000000001E-5</c:v>
                </c:pt>
                <c:pt idx="447">
                  <c:v>4.8259800000000002E-5</c:v>
                </c:pt>
                <c:pt idx="448">
                  <c:v>4.8167300000000002E-5</c:v>
                </c:pt>
                <c:pt idx="449">
                  <c:v>4.8075999999999998E-5</c:v>
                </c:pt>
                <c:pt idx="450">
                  <c:v>4.7986499999999999E-5</c:v>
                </c:pt>
                <c:pt idx="451">
                  <c:v>4.7898300000000002E-5</c:v>
                </c:pt>
                <c:pt idx="452">
                  <c:v>4.7811200000000001E-5</c:v>
                </c:pt>
                <c:pt idx="453">
                  <c:v>4.7725200000000002E-5</c:v>
                </c:pt>
                <c:pt idx="454">
                  <c:v>4.7639599999999997E-5</c:v>
                </c:pt>
                <c:pt idx="455">
                  <c:v>4.75546E-5</c:v>
                </c:pt>
                <c:pt idx="456">
                  <c:v>4.7470299999999998E-5</c:v>
                </c:pt>
                <c:pt idx="457">
                  <c:v>4.7386399999999997E-5</c:v>
                </c:pt>
                <c:pt idx="458">
                  <c:v>4.7303499999999999E-5</c:v>
                </c:pt>
                <c:pt idx="459">
                  <c:v>4.7221800000000002E-5</c:v>
                </c:pt>
                <c:pt idx="460">
                  <c:v>4.7141600000000003E-5</c:v>
                </c:pt>
                <c:pt idx="461">
                  <c:v>4.7062299999999998E-5</c:v>
                </c:pt>
                <c:pt idx="462">
                  <c:v>4.6983800000000002E-5</c:v>
                </c:pt>
                <c:pt idx="463">
                  <c:v>4.6905800000000001E-5</c:v>
                </c:pt>
                <c:pt idx="464">
                  <c:v>4.6828900000000002E-5</c:v>
                </c:pt>
                <c:pt idx="465">
                  <c:v>4.6752999999999998E-5</c:v>
                </c:pt>
                <c:pt idx="466">
                  <c:v>4.6677300000000001E-5</c:v>
                </c:pt>
                <c:pt idx="467">
                  <c:v>4.6602299999999999E-5</c:v>
                </c:pt>
                <c:pt idx="468">
                  <c:v>4.65284E-5</c:v>
                </c:pt>
                <c:pt idx="469">
                  <c:v>4.6455200000000002E-5</c:v>
                </c:pt>
                <c:pt idx="470">
                  <c:v>4.63833E-5</c:v>
                </c:pt>
                <c:pt idx="471">
                  <c:v>4.6311699999999999E-5</c:v>
                </c:pt>
                <c:pt idx="472">
                  <c:v>4.62409E-5</c:v>
                </c:pt>
                <c:pt idx="473">
                  <c:v>4.6171000000000002E-5</c:v>
                </c:pt>
                <c:pt idx="474">
                  <c:v>4.6102E-5</c:v>
                </c:pt>
                <c:pt idx="475">
                  <c:v>4.6035300000000003E-5</c:v>
                </c:pt>
                <c:pt idx="476">
                  <c:v>4.5968799999999999E-5</c:v>
                </c:pt>
                <c:pt idx="477">
                  <c:v>4.5902100000000002E-5</c:v>
                </c:pt>
                <c:pt idx="478">
                  <c:v>4.58361E-5</c:v>
                </c:pt>
                <c:pt idx="479">
                  <c:v>4.57712E-5</c:v>
                </c:pt>
                <c:pt idx="480">
                  <c:v>4.5707700000000003E-5</c:v>
                </c:pt>
                <c:pt idx="481">
                  <c:v>4.56448E-5</c:v>
                </c:pt>
                <c:pt idx="482">
                  <c:v>4.5581999999999998E-5</c:v>
                </c:pt>
                <c:pt idx="483">
                  <c:v>4.5519300000000003E-5</c:v>
                </c:pt>
                <c:pt idx="484">
                  <c:v>4.5457400000000003E-5</c:v>
                </c:pt>
                <c:pt idx="485">
                  <c:v>4.5396899999999999E-5</c:v>
                </c:pt>
                <c:pt idx="486">
                  <c:v>4.5336700000000003E-5</c:v>
                </c:pt>
                <c:pt idx="487">
                  <c:v>4.5276399999999999E-5</c:v>
                </c:pt>
                <c:pt idx="488">
                  <c:v>4.5217199999999998E-5</c:v>
                </c:pt>
                <c:pt idx="489">
                  <c:v>4.51592E-5</c:v>
                </c:pt>
                <c:pt idx="490">
                  <c:v>4.5102100000000003E-5</c:v>
                </c:pt>
                <c:pt idx="491">
                  <c:v>4.5046100000000002E-5</c:v>
                </c:pt>
                <c:pt idx="492">
                  <c:v>4.4990900000000003E-5</c:v>
                </c:pt>
                <c:pt idx="493">
                  <c:v>4.4936299999999999E-5</c:v>
                </c:pt>
                <c:pt idx="494">
                  <c:v>4.4882700000000003E-5</c:v>
                </c:pt>
                <c:pt idx="495">
                  <c:v>4.4829400000000001E-5</c:v>
                </c:pt>
                <c:pt idx="496">
                  <c:v>4.47761E-5</c:v>
                </c:pt>
                <c:pt idx="497">
                  <c:v>4.4722599999999998E-5</c:v>
                </c:pt>
                <c:pt idx="498">
                  <c:v>4.4669799999999997E-5</c:v>
                </c:pt>
                <c:pt idx="499">
                  <c:v>4.46187E-5</c:v>
                </c:pt>
                <c:pt idx="500">
                  <c:v>4.4568599999999999E-5</c:v>
                </c:pt>
                <c:pt idx="501">
                  <c:v>4.4518799999999998E-5</c:v>
                </c:pt>
                <c:pt idx="502">
                  <c:v>4.4469099999999997E-5</c:v>
                </c:pt>
                <c:pt idx="503">
                  <c:v>4.4420299999999999E-5</c:v>
                </c:pt>
                <c:pt idx="504">
                  <c:v>4.4371900000000001E-5</c:v>
                </c:pt>
                <c:pt idx="505">
                  <c:v>4.4323699999999997E-5</c:v>
                </c:pt>
                <c:pt idx="506">
                  <c:v>4.4276100000000001E-5</c:v>
                </c:pt>
                <c:pt idx="507">
                  <c:v>4.4228899999999999E-5</c:v>
                </c:pt>
                <c:pt idx="508">
                  <c:v>4.4182399999999999E-5</c:v>
                </c:pt>
                <c:pt idx="509">
                  <c:v>4.4137300000000002E-5</c:v>
                </c:pt>
                <c:pt idx="510">
                  <c:v>4.4092499999999998E-5</c:v>
                </c:pt>
                <c:pt idx="511">
                  <c:v>4.4048200000000003E-5</c:v>
                </c:pt>
                <c:pt idx="512">
                  <c:v>4.4004200000000001E-5</c:v>
                </c:pt>
                <c:pt idx="513">
                  <c:v>4.3960900000000001E-5</c:v>
                </c:pt>
                <c:pt idx="514">
                  <c:v>4.3919399999999998E-5</c:v>
                </c:pt>
                <c:pt idx="515">
                  <c:v>4.3877800000000002E-5</c:v>
                </c:pt>
                <c:pt idx="516">
                  <c:v>4.3835399999999997E-5</c:v>
                </c:pt>
                <c:pt idx="517">
                  <c:v>4.37933E-5</c:v>
                </c:pt>
                <c:pt idx="518">
                  <c:v>4.3752199999999998E-5</c:v>
                </c:pt>
                <c:pt idx="519">
                  <c:v>4.3712799999999999E-5</c:v>
                </c:pt>
                <c:pt idx="520">
                  <c:v>4.3673600000000001E-5</c:v>
                </c:pt>
                <c:pt idx="521">
                  <c:v>4.3635099999999998E-5</c:v>
                </c:pt>
                <c:pt idx="522">
                  <c:v>4.3597999999999998E-5</c:v>
                </c:pt>
                <c:pt idx="523">
                  <c:v>4.3560999999999998E-5</c:v>
                </c:pt>
                <c:pt idx="524">
                  <c:v>4.3524099999999999E-5</c:v>
                </c:pt>
                <c:pt idx="525">
                  <c:v>4.34874E-5</c:v>
                </c:pt>
                <c:pt idx="526">
                  <c:v>4.3450900000000001E-5</c:v>
                </c:pt>
                <c:pt idx="527">
                  <c:v>4.3415599999999998E-5</c:v>
                </c:pt>
                <c:pt idx="528">
                  <c:v>4.3381199999999997E-5</c:v>
                </c:pt>
                <c:pt idx="529">
                  <c:v>4.3347099999999997E-5</c:v>
                </c:pt>
                <c:pt idx="530">
                  <c:v>4.3313399999999998E-5</c:v>
                </c:pt>
                <c:pt idx="531">
                  <c:v>4.3279099999999997E-5</c:v>
                </c:pt>
                <c:pt idx="532">
                  <c:v>4.3244600000000003E-5</c:v>
                </c:pt>
                <c:pt idx="533">
                  <c:v>4.3211999999999999E-5</c:v>
                </c:pt>
                <c:pt idx="534">
                  <c:v>4.3180299999999997E-5</c:v>
                </c:pt>
                <c:pt idx="535">
                  <c:v>4.3148600000000002E-5</c:v>
                </c:pt>
                <c:pt idx="536">
                  <c:v>4.3117100000000001E-5</c:v>
                </c:pt>
                <c:pt idx="537">
                  <c:v>4.30856E-5</c:v>
                </c:pt>
                <c:pt idx="538">
                  <c:v>4.3055600000000002E-5</c:v>
                </c:pt>
                <c:pt idx="539">
                  <c:v>4.30269E-5</c:v>
                </c:pt>
                <c:pt idx="540">
                  <c:v>4.2997799999999997E-5</c:v>
                </c:pt>
                <c:pt idx="541">
                  <c:v>4.29682E-5</c:v>
                </c:pt>
                <c:pt idx="542">
                  <c:v>4.2939099999999997E-5</c:v>
                </c:pt>
                <c:pt idx="543">
                  <c:v>4.2911499999999997E-5</c:v>
                </c:pt>
                <c:pt idx="544">
                  <c:v>4.2883999999999998E-5</c:v>
                </c:pt>
                <c:pt idx="545">
                  <c:v>4.2856299999999998E-5</c:v>
                </c:pt>
                <c:pt idx="546">
                  <c:v>4.28295E-5</c:v>
                </c:pt>
                <c:pt idx="547">
                  <c:v>4.2803499999999998E-5</c:v>
                </c:pt>
                <c:pt idx="548">
                  <c:v>4.2778000000000003E-5</c:v>
                </c:pt>
                <c:pt idx="549">
                  <c:v>4.2753500000000003E-5</c:v>
                </c:pt>
                <c:pt idx="550">
                  <c:v>4.2728700000000003E-5</c:v>
                </c:pt>
                <c:pt idx="551">
                  <c:v>4.2703000000000001E-5</c:v>
                </c:pt>
                <c:pt idx="552">
                  <c:v>4.2678400000000001E-5</c:v>
                </c:pt>
                <c:pt idx="553">
                  <c:v>4.2655499999999998E-5</c:v>
                </c:pt>
                <c:pt idx="554">
                  <c:v>4.2632800000000003E-5</c:v>
                </c:pt>
                <c:pt idx="555">
                  <c:v>4.2610500000000001E-5</c:v>
                </c:pt>
                <c:pt idx="556">
                  <c:v>4.25883E-5</c:v>
                </c:pt>
                <c:pt idx="557">
                  <c:v>4.25666E-5</c:v>
                </c:pt>
                <c:pt idx="558">
                  <c:v>4.2546100000000002E-5</c:v>
                </c:pt>
                <c:pt idx="559">
                  <c:v>4.25262E-5</c:v>
                </c:pt>
                <c:pt idx="560">
                  <c:v>4.2506499999999997E-5</c:v>
                </c:pt>
                <c:pt idx="561">
                  <c:v>4.24864E-5</c:v>
                </c:pt>
                <c:pt idx="562">
                  <c:v>4.2466499999999997E-5</c:v>
                </c:pt>
                <c:pt idx="563">
                  <c:v>4.2447899999999997E-5</c:v>
                </c:pt>
                <c:pt idx="564">
                  <c:v>4.2429000000000003E-5</c:v>
                </c:pt>
                <c:pt idx="565">
                  <c:v>4.2410100000000002E-5</c:v>
                </c:pt>
                <c:pt idx="566">
                  <c:v>4.2392199999999997E-5</c:v>
                </c:pt>
                <c:pt idx="567">
                  <c:v>4.2374599999999999E-5</c:v>
                </c:pt>
                <c:pt idx="568">
                  <c:v>4.2356900000000001E-5</c:v>
                </c:pt>
                <c:pt idx="569">
                  <c:v>4.2339799999999997E-5</c:v>
                </c:pt>
                <c:pt idx="570">
                  <c:v>4.2324099999999997E-5</c:v>
                </c:pt>
                <c:pt idx="571">
                  <c:v>4.2308500000000003E-5</c:v>
                </c:pt>
                <c:pt idx="572">
                  <c:v>4.2293000000000003E-5</c:v>
                </c:pt>
                <c:pt idx="573">
                  <c:v>4.2278299999999998E-5</c:v>
                </c:pt>
                <c:pt idx="574">
                  <c:v>4.2263499999999999E-5</c:v>
                </c:pt>
                <c:pt idx="575">
                  <c:v>4.2249000000000002E-5</c:v>
                </c:pt>
                <c:pt idx="576">
                  <c:v>4.2234899999999998E-5</c:v>
                </c:pt>
                <c:pt idx="577">
                  <c:v>4.2221400000000002E-5</c:v>
                </c:pt>
                <c:pt idx="578">
                  <c:v>4.2209100000000002E-5</c:v>
                </c:pt>
                <c:pt idx="579">
                  <c:v>4.2197100000000003E-5</c:v>
                </c:pt>
                <c:pt idx="580">
                  <c:v>4.2185199999999997E-5</c:v>
                </c:pt>
                <c:pt idx="581">
                  <c:v>4.2173199999999998E-5</c:v>
                </c:pt>
                <c:pt idx="582">
                  <c:v>4.2162000000000001E-5</c:v>
                </c:pt>
                <c:pt idx="583">
                  <c:v>4.2150700000000003E-5</c:v>
                </c:pt>
                <c:pt idx="584">
                  <c:v>4.2139699999999999E-5</c:v>
                </c:pt>
                <c:pt idx="585">
                  <c:v>4.2130099999999998E-5</c:v>
                </c:pt>
                <c:pt idx="586">
                  <c:v>4.2120899999999999E-5</c:v>
                </c:pt>
                <c:pt idx="587">
                  <c:v>4.2111799999999999E-5</c:v>
                </c:pt>
                <c:pt idx="588">
                  <c:v>4.2102399999999999E-5</c:v>
                </c:pt>
                <c:pt idx="589">
                  <c:v>4.2093399999999999E-5</c:v>
                </c:pt>
                <c:pt idx="590">
                  <c:v>4.2084900000000001E-5</c:v>
                </c:pt>
                <c:pt idx="591">
                  <c:v>4.2076799999999997E-5</c:v>
                </c:pt>
                <c:pt idx="592">
                  <c:v>4.20692E-5</c:v>
                </c:pt>
                <c:pt idx="593">
                  <c:v>4.2062299999999999E-5</c:v>
                </c:pt>
                <c:pt idx="594">
                  <c:v>4.2055799999999998E-5</c:v>
                </c:pt>
                <c:pt idx="595">
                  <c:v>4.2049599999999998E-5</c:v>
                </c:pt>
                <c:pt idx="596">
                  <c:v>4.20443E-5</c:v>
                </c:pt>
                <c:pt idx="597">
                  <c:v>4.2039400000000003E-5</c:v>
                </c:pt>
                <c:pt idx="598">
                  <c:v>4.20349E-5</c:v>
                </c:pt>
                <c:pt idx="599">
                  <c:v>4.2030699999999997E-5</c:v>
                </c:pt>
                <c:pt idx="600">
                  <c:v>4.2026500000000002E-5</c:v>
                </c:pt>
                <c:pt idx="601">
                  <c:v>4.2023400000000002E-5</c:v>
                </c:pt>
                <c:pt idx="602">
                  <c:v>4.2021699999999998E-5</c:v>
                </c:pt>
                <c:pt idx="603">
                  <c:v>4.20196E-5</c:v>
                </c:pt>
                <c:pt idx="604">
                  <c:v>4.2017000000000001E-5</c:v>
                </c:pt>
                <c:pt idx="605">
                  <c:v>4.2014500000000002E-5</c:v>
                </c:pt>
                <c:pt idx="606">
                  <c:v>4.2012799999999999E-5</c:v>
                </c:pt>
                <c:pt idx="607">
                  <c:v>4.2012299999999998E-5</c:v>
                </c:pt>
                <c:pt idx="608">
                  <c:v>4.2012099999999997E-5</c:v>
                </c:pt>
                <c:pt idx="609">
                  <c:v>4.2011700000000003E-5</c:v>
                </c:pt>
                <c:pt idx="610">
                  <c:v>4.2011100000000002E-5</c:v>
                </c:pt>
                <c:pt idx="611">
                  <c:v>4.2010900000000001E-5</c:v>
                </c:pt>
                <c:pt idx="612">
                  <c:v>4.2011000000000001E-5</c:v>
                </c:pt>
                <c:pt idx="613">
                  <c:v>4.2011200000000002E-5</c:v>
                </c:pt>
                <c:pt idx="614">
                  <c:v>4.2011999999999997E-5</c:v>
                </c:pt>
                <c:pt idx="615">
                  <c:v>4.20134E-5</c:v>
                </c:pt>
                <c:pt idx="616">
                  <c:v>4.2015899999999999E-5</c:v>
                </c:pt>
                <c:pt idx="617">
                  <c:v>4.2018299999999997E-5</c:v>
                </c:pt>
                <c:pt idx="618">
                  <c:v>4.2020400000000002E-5</c:v>
                </c:pt>
                <c:pt idx="619">
                  <c:v>4.2023100000000001E-5</c:v>
                </c:pt>
                <c:pt idx="620">
                  <c:v>4.2026700000000002E-5</c:v>
                </c:pt>
                <c:pt idx="621">
                  <c:v>4.2031099999999998E-5</c:v>
                </c:pt>
                <c:pt idx="622">
                  <c:v>4.20351E-5</c:v>
                </c:pt>
                <c:pt idx="623">
                  <c:v>4.2038400000000001E-5</c:v>
                </c:pt>
                <c:pt idx="624">
                  <c:v>4.2042300000000002E-5</c:v>
                </c:pt>
                <c:pt idx="625">
                  <c:v>4.2047099999999999E-5</c:v>
                </c:pt>
                <c:pt idx="626">
                  <c:v>4.2052699999999998E-5</c:v>
                </c:pt>
                <c:pt idx="627">
                  <c:v>4.20598E-5</c:v>
                </c:pt>
                <c:pt idx="628">
                  <c:v>4.2067300000000003E-5</c:v>
                </c:pt>
                <c:pt idx="629">
                  <c:v>4.2074099999999998E-5</c:v>
                </c:pt>
                <c:pt idx="630">
                  <c:v>4.20816E-5</c:v>
                </c:pt>
                <c:pt idx="631">
                  <c:v>4.2089499999999997E-5</c:v>
                </c:pt>
                <c:pt idx="632">
                  <c:v>4.2097900000000002E-5</c:v>
                </c:pt>
                <c:pt idx="633">
                  <c:v>4.2107000000000002E-5</c:v>
                </c:pt>
                <c:pt idx="634">
                  <c:v>4.2116700000000003E-5</c:v>
                </c:pt>
                <c:pt idx="635">
                  <c:v>4.2127099999999999E-5</c:v>
                </c:pt>
                <c:pt idx="636">
                  <c:v>4.2137700000000001E-5</c:v>
                </c:pt>
                <c:pt idx="637">
                  <c:v>4.2148099999999997E-5</c:v>
                </c:pt>
                <c:pt idx="638">
                  <c:v>4.2158299999999999E-5</c:v>
                </c:pt>
                <c:pt idx="639">
                  <c:v>4.2168400000000001E-5</c:v>
                </c:pt>
                <c:pt idx="640">
                  <c:v>4.2179499999999998E-5</c:v>
                </c:pt>
                <c:pt idx="641">
                  <c:v>4.2191199999999997E-5</c:v>
                </c:pt>
                <c:pt idx="642">
                  <c:v>4.2203100000000003E-5</c:v>
                </c:pt>
                <c:pt idx="643">
                  <c:v>4.2215700000000003E-5</c:v>
                </c:pt>
                <c:pt idx="644">
                  <c:v>4.2229099999999999E-5</c:v>
                </c:pt>
                <c:pt idx="645">
                  <c:v>4.22423E-5</c:v>
                </c:pt>
                <c:pt idx="646">
                  <c:v>4.2255700000000003E-5</c:v>
                </c:pt>
                <c:pt idx="647">
                  <c:v>4.2269399999999999E-5</c:v>
                </c:pt>
                <c:pt idx="648">
                  <c:v>4.2283500000000003E-5</c:v>
                </c:pt>
                <c:pt idx="649">
                  <c:v>4.2298100000000001E-5</c:v>
                </c:pt>
                <c:pt idx="650">
                  <c:v>4.23133E-5</c:v>
                </c:pt>
                <c:pt idx="651">
                  <c:v>4.2329600000000002E-5</c:v>
                </c:pt>
                <c:pt idx="652">
                  <c:v>4.2345400000000003E-5</c:v>
                </c:pt>
                <c:pt idx="653">
                  <c:v>4.2361399999999997E-5</c:v>
                </c:pt>
                <c:pt idx="654">
                  <c:v>4.23782E-5</c:v>
                </c:pt>
                <c:pt idx="655">
                  <c:v>4.2395499999999998E-5</c:v>
                </c:pt>
                <c:pt idx="656">
                  <c:v>4.2413200000000002E-5</c:v>
                </c:pt>
                <c:pt idx="657">
                  <c:v>4.2431500000000002E-5</c:v>
                </c:pt>
                <c:pt idx="658">
                  <c:v>4.2450999999999997E-5</c:v>
                </c:pt>
                <c:pt idx="659">
                  <c:v>4.2471E-5</c:v>
                </c:pt>
                <c:pt idx="660">
                  <c:v>4.2490700000000003E-5</c:v>
                </c:pt>
                <c:pt idx="661">
                  <c:v>4.2510599999999999E-5</c:v>
                </c:pt>
                <c:pt idx="662">
                  <c:v>4.2530300000000002E-5</c:v>
                </c:pt>
                <c:pt idx="663">
                  <c:v>4.25511E-5</c:v>
                </c:pt>
                <c:pt idx="664">
                  <c:v>4.2572399999999999E-5</c:v>
                </c:pt>
                <c:pt idx="665">
                  <c:v>4.2593499999999998E-5</c:v>
                </c:pt>
                <c:pt idx="666">
                  <c:v>4.26162E-5</c:v>
                </c:pt>
                <c:pt idx="667">
                  <c:v>4.2639200000000003E-5</c:v>
                </c:pt>
                <c:pt idx="668">
                  <c:v>4.2661099999999997E-5</c:v>
                </c:pt>
                <c:pt idx="669">
                  <c:v>4.2683099999999998E-5</c:v>
                </c:pt>
                <c:pt idx="670">
                  <c:v>4.2706300000000001E-5</c:v>
                </c:pt>
                <c:pt idx="671">
                  <c:v>4.2730900000000001E-5</c:v>
                </c:pt>
                <c:pt idx="672">
                  <c:v>4.2755800000000002E-5</c:v>
                </c:pt>
                <c:pt idx="673">
                  <c:v>4.2780300000000001E-5</c:v>
                </c:pt>
                <c:pt idx="674">
                  <c:v>4.28045E-5</c:v>
                </c:pt>
                <c:pt idx="675">
                  <c:v>4.2829700000000001E-5</c:v>
                </c:pt>
                <c:pt idx="676">
                  <c:v>4.2856399999999998E-5</c:v>
                </c:pt>
                <c:pt idx="677">
                  <c:v>4.2883100000000003E-5</c:v>
                </c:pt>
                <c:pt idx="678">
                  <c:v>4.2909900000000001E-5</c:v>
                </c:pt>
                <c:pt idx="679">
                  <c:v>4.29375E-5</c:v>
                </c:pt>
                <c:pt idx="680">
                  <c:v>4.29654E-5</c:v>
                </c:pt>
                <c:pt idx="681">
                  <c:v>4.2993E-5</c:v>
                </c:pt>
                <c:pt idx="682">
                  <c:v>4.3021300000000001E-5</c:v>
                </c:pt>
                <c:pt idx="683">
                  <c:v>4.3050299999999997E-5</c:v>
                </c:pt>
                <c:pt idx="684">
                  <c:v>4.3079099999999999E-5</c:v>
                </c:pt>
                <c:pt idx="685">
                  <c:v>4.3109099999999997E-5</c:v>
                </c:pt>
                <c:pt idx="686">
                  <c:v>4.3139700000000003E-5</c:v>
                </c:pt>
                <c:pt idx="687">
                  <c:v>4.3170100000000002E-5</c:v>
                </c:pt>
                <c:pt idx="688">
                  <c:v>4.3201100000000002E-5</c:v>
                </c:pt>
                <c:pt idx="689">
                  <c:v>4.3232500000000003E-5</c:v>
                </c:pt>
                <c:pt idx="690">
                  <c:v>4.3264399999999999E-5</c:v>
                </c:pt>
                <c:pt idx="691">
                  <c:v>4.3296600000000001E-5</c:v>
                </c:pt>
                <c:pt idx="692">
                  <c:v>4.3329099999999998E-5</c:v>
                </c:pt>
                <c:pt idx="693">
                  <c:v>4.3362200000000003E-5</c:v>
                </c:pt>
                <c:pt idx="694">
                  <c:v>4.3395900000000002E-5</c:v>
                </c:pt>
                <c:pt idx="695">
                  <c:v>4.3430300000000003E-5</c:v>
                </c:pt>
                <c:pt idx="696">
                  <c:v>4.3465399999999999E-5</c:v>
                </c:pt>
                <c:pt idx="697">
                  <c:v>4.3501200000000003E-5</c:v>
                </c:pt>
                <c:pt idx="698">
                  <c:v>4.3536599999999999E-5</c:v>
                </c:pt>
                <c:pt idx="699">
                  <c:v>4.3571400000000001E-5</c:v>
                </c:pt>
                <c:pt idx="700">
                  <c:v>4.3607699999999999E-5</c:v>
                </c:pt>
                <c:pt idx="701">
                  <c:v>4.3645E-5</c:v>
                </c:pt>
                <c:pt idx="702">
                  <c:v>4.36821E-5</c:v>
                </c:pt>
                <c:pt idx="703">
                  <c:v>4.3718999999999999E-5</c:v>
                </c:pt>
                <c:pt idx="704">
                  <c:v>4.3756800000000001E-5</c:v>
                </c:pt>
                <c:pt idx="705">
                  <c:v>4.3795399999999997E-5</c:v>
                </c:pt>
                <c:pt idx="706">
                  <c:v>4.3834100000000001E-5</c:v>
                </c:pt>
                <c:pt idx="707">
                  <c:v>4.38737E-5</c:v>
                </c:pt>
                <c:pt idx="708">
                  <c:v>4.3914E-5</c:v>
                </c:pt>
                <c:pt idx="709">
                  <c:v>4.3954800000000001E-5</c:v>
                </c:pt>
                <c:pt idx="710">
                  <c:v>4.3995800000000003E-5</c:v>
                </c:pt>
                <c:pt idx="711">
                  <c:v>4.4037299999999999E-5</c:v>
                </c:pt>
                <c:pt idx="712">
                  <c:v>4.4079399999999997E-5</c:v>
                </c:pt>
                <c:pt idx="713">
                  <c:v>4.4121E-5</c:v>
                </c:pt>
                <c:pt idx="714">
                  <c:v>4.4163499999999998E-5</c:v>
                </c:pt>
                <c:pt idx="715">
                  <c:v>4.42074E-5</c:v>
                </c:pt>
                <c:pt idx="716">
                  <c:v>4.4252000000000003E-5</c:v>
                </c:pt>
                <c:pt idx="717">
                  <c:v>4.4296799999999999E-5</c:v>
                </c:pt>
                <c:pt idx="718">
                  <c:v>4.4341900000000003E-5</c:v>
                </c:pt>
                <c:pt idx="719">
                  <c:v>4.4388000000000003E-5</c:v>
                </c:pt>
                <c:pt idx="720">
                  <c:v>4.4434799999999997E-5</c:v>
                </c:pt>
                <c:pt idx="721">
                  <c:v>4.4481699999999998E-5</c:v>
                </c:pt>
                <c:pt idx="722">
                  <c:v>4.45288E-5</c:v>
                </c:pt>
                <c:pt idx="723">
                  <c:v>4.4576400000000002E-5</c:v>
                </c:pt>
                <c:pt idx="724">
                  <c:v>4.4624499999999999E-5</c:v>
                </c:pt>
                <c:pt idx="725">
                  <c:v>4.4673199999999998E-5</c:v>
                </c:pt>
                <c:pt idx="726">
                  <c:v>4.4722899999999998E-5</c:v>
                </c:pt>
                <c:pt idx="727">
                  <c:v>4.47729E-5</c:v>
                </c:pt>
                <c:pt idx="728">
                  <c:v>4.4823300000000002E-5</c:v>
                </c:pt>
                <c:pt idx="729">
                  <c:v>4.4874799999999999E-5</c:v>
                </c:pt>
                <c:pt idx="730">
                  <c:v>4.4926699999999998E-5</c:v>
                </c:pt>
                <c:pt idx="731">
                  <c:v>4.4979299999999998E-5</c:v>
                </c:pt>
                <c:pt idx="732">
                  <c:v>4.5032099999999999E-5</c:v>
                </c:pt>
                <c:pt idx="733">
                  <c:v>4.5085600000000001E-5</c:v>
                </c:pt>
                <c:pt idx="734">
                  <c:v>4.5139599999999997E-5</c:v>
                </c:pt>
                <c:pt idx="735">
                  <c:v>4.5193800000000001E-5</c:v>
                </c:pt>
                <c:pt idx="736">
                  <c:v>4.52489E-5</c:v>
                </c:pt>
                <c:pt idx="737">
                  <c:v>4.5304299999999999E-5</c:v>
                </c:pt>
                <c:pt idx="738">
                  <c:v>4.5359699999999999E-5</c:v>
                </c:pt>
                <c:pt idx="739">
                  <c:v>4.54161E-5</c:v>
                </c:pt>
                <c:pt idx="740">
                  <c:v>4.5473099999999997E-5</c:v>
                </c:pt>
                <c:pt idx="741">
                  <c:v>4.55303E-5</c:v>
                </c:pt>
                <c:pt idx="742">
                  <c:v>4.5588499999999999E-5</c:v>
                </c:pt>
                <c:pt idx="743">
                  <c:v>4.5647299999999999E-5</c:v>
                </c:pt>
                <c:pt idx="744">
                  <c:v>4.57066E-5</c:v>
                </c:pt>
                <c:pt idx="745">
                  <c:v>4.5766999999999997E-5</c:v>
                </c:pt>
                <c:pt idx="746">
                  <c:v>4.5828100000000003E-5</c:v>
                </c:pt>
                <c:pt idx="747">
                  <c:v>4.5889800000000002E-5</c:v>
                </c:pt>
                <c:pt idx="748">
                  <c:v>4.5951800000000003E-5</c:v>
                </c:pt>
                <c:pt idx="749">
                  <c:v>4.6013800000000003E-5</c:v>
                </c:pt>
                <c:pt idx="750">
                  <c:v>4.6076699999999999E-5</c:v>
                </c:pt>
                <c:pt idx="751">
                  <c:v>4.6140200000000003E-5</c:v>
                </c:pt>
                <c:pt idx="752">
                  <c:v>4.6203599999999999E-5</c:v>
                </c:pt>
                <c:pt idx="753">
                  <c:v>4.6267799999999998E-5</c:v>
                </c:pt>
                <c:pt idx="754">
                  <c:v>4.6333399999999999E-5</c:v>
                </c:pt>
                <c:pt idx="755">
                  <c:v>4.6400100000000003E-5</c:v>
                </c:pt>
                <c:pt idx="756">
                  <c:v>4.6467600000000002E-5</c:v>
                </c:pt>
                <c:pt idx="757">
                  <c:v>4.6535200000000001E-5</c:v>
                </c:pt>
                <c:pt idx="758">
                  <c:v>4.6603500000000002E-5</c:v>
                </c:pt>
                <c:pt idx="759">
                  <c:v>4.6672799999999998E-5</c:v>
                </c:pt>
                <c:pt idx="760">
                  <c:v>4.6742100000000001E-5</c:v>
                </c:pt>
                <c:pt idx="761">
                  <c:v>4.6811599999999997E-5</c:v>
                </c:pt>
                <c:pt idx="762">
                  <c:v>4.6882599999999997E-5</c:v>
                </c:pt>
                <c:pt idx="763">
                  <c:v>4.69548E-5</c:v>
                </c:pt>
                <c:pt idx="764">
                  <c:v>4.7027000000000002E-5</c:v>
                </c:pt>
                <c:pt idx="765">
                  <c:v>4.71E-5</c:v>
                </c:pt>
                <c:pt idx="766">
                  <c:v>4.71741E-5</c:v>
                </c:pt>
                <c:pt idx="767">
                  <c:v>4.72486E-5</c:v>
                </c:pt>
                <c:pt idx="768">
                  <c:v>4.7324000000000003E-5</c:v>
                </c:pt>
                <c:pt idx="769">
                  <c:v>4.7400200000000001E-5</c:v>
                </c:pt>
                <c:pt idx="770">
                  <c:v>4.74773E-5</c:v>
                </c:pt>
                <c:pt idx="771">
                  <c:v>4.7555100000000001E-5</c:v>
                </c:pt>
                <c:pt idx="772">
                  <c:v>4.7632700000000002E-5</c:v>
                </c:pt>
                <c:pt idx="773">
                  <c:v>4.7711099999999998E-5</c:v>
                </c:pt>
                <c:pt idx="774">
                  <c:v>4.7790200000000002E-5</c:v>
                </c:pt>
                <c:pt idx="775">
                  <c:v>4.7870400000000002E-5</c:v>
                </c:pt>
                <c:pt idx="776">
                  <c:v>4.7951899999999997E-5</c:v>
                </c:pt>
                <c:pt idx="777">
                  <c:v>4.8034000000000001E-5</c:v>
                </c:pt>
                <c:pt idx="778">
                  <c:v>4.81171E-5</c:v>
                </c:pt>
                <c:pt idx="779">
                  <c:v>4.82004E-5</c:v>
                </c:pt>
                <c:pt idx="780">
                  <c:v>4.82836E-5</c:v>
                </c:pt>
                <c:pt idx="781">
                  <c:v>4.8367600000000001E-5</c:v>
                </c:pt>
                <c:pt idx="782">
                  <c:v>4.8453099999999999E-5</c:v>
                </c:pt>
                <c:pt idx="783">
                  <c:v>4.8540500000000001E-5</c:v>
                </c:pt>
                <c:pt idx="784">
                  <c:v>4.8627700000000002E-5</c:v>
                </c:pt>
                <c:pt idx="785">
                  <c:v>4.8714999999999997E-5</c:v>
                </c:pt>
                <c:pt idx="786">
                  <c:v>4.8803800000000002E-5</c:v>
                </c:pt>
                <c:pt idx="787">
                  <c:v>4.8894299999999997E-5</c:v>
                </c:pt>
                <c:pt idx="788">
                  <c:v>4.89853E-5</c:v>
                </c:pt>
                <c:pt idx="789">
                  <c:v>4.9076499999999997E-5</c:v>
                </c:pt>
                <c:pt idx="790">
                  <c:v>4.91678E-5</c:v>
                </c:pt>
                <c:pt idx="791">
                  <c:v>4.9259599999999998E-5</c:v>
                </c:pt>
                <c:pt idx="792">
                  <c:v>4.93531E-5</c:v>
                </c:pt>
                <c:pt idx="793">
                  <c:v>4.9447999999999998E-5</c:v>
                </c:pt>
                <c:pt idx="794">
                  <c:v>4.9542900000000003E-5</c:v>
                </c:pt>
                <c:pt idx="795">
                  <c:v>4.9637800000000001E-5</c:v>
                </c:pt>
                <c:pt idx="796">
                  <c:v>4.9733900000000002E-5</c:v>
                </c:pt>
                <c:pt idx="797">
                  <c:v>4.98319E-5</c:v>
                </c:pt>
                <c:pt idx="798">
                  <c:v>4.9930499999999999E-5</c:v>
                </c:pt>
                <c:pt idx="799">
                  <c:v>5.0028699999999998E-5</c:v>
                </c:pt>
                <c:pt idx="800">
                  <c:v>5.0127599999999998E-5</c:v>
                </c:pt>
                <c:pt idx="801">
                  <c:v>5.0228200000000001E-5</c:v>
                </c:pt>
                <c:pt idx="802">
                  <c:v>5.0330800000000003E-5</c:v>
                </c:pt>
                <c:pt idx="803">
                  <c:v>5.0433999999999999E-5</c:v>
                </c:pt>
                <c:pt idx="804">
                  <c:v>5.0536900000000001E-5</c:v>
                </c:pt>
                <c:pt idx="805">
                  <c:v>5.0640799999999998E-5</c:v>
                </c:pt>
                <c:pt idx="806">
                  <c:v>5.0745699999999998E-5</c:v>
                </c:pt>
                <c:pt idx="807">
                  <c:v>5.0852400000000001E-5</c:v>
                </c:pt>
                <c:pt idx="808">
                  <c:v>5.09599E-5</c:v>
                </c:pt>
                <c:pt idx="809">
                  <c:v>5.1067799999999999E-5</c:v>
                </c:pt>
                <c:pt idx="810">
                  <c:v>5.1176600000000001E-5</c:v>
                </c:pt>
                <c:pt idx="811">
                  <c:v>5.1286199999999997E-5</c:v>
                </c:pt>
                <c:pt idx="812">
                  <c:v>5.1397200000000003E-5</c:v>
                </c:pt>
                <c:pt idx="813">
                  <c:v>5.1509699999999999E-5</c:v>
                </c:pt>
                <c:pt idx="814">
                  <c:v>5.1622400000000002E-5</c:v>
                </c:pt>
                <c:pt idx="815">
                  <c:v>5.1735299999999999E-5</c:v>
                </c:pt>
                <c:pt idx="816">
                  <c:v>5.18501E-5</c:v>
                </c:pt>
                <c:pt idx="817">
                  <c:v>5.1966399999999998E-5</c:v>
                </c:pt>
                <c:pt idx="818">
                  <c:v>5.2082700000000002E-5</c:v>
                </c:pt>
                <c:pt idx="819">
                  <c:v>5.2199500000000001E-5</c:v>
                </c:pt>
                <c:pt idx="820">
                  <c:v>5.2317200000000001E-5</c:v>
                </c:pt>
                <c:pt idx="821">
                  <c:v>5.24372E-5</c:v>
                </c:pt>
                <c:pt idx="822">
                  <c:v>5.2558300000000001E-5</c:v>
                </c:pt>
                <c:pt idx="823">
                  <c:v>5.2679899999999997E-5</c:v>
                </c:pt>
                <c:pt idx="824">
                  <c:v>5.2802E-5</c:v>
                </c:pt>
                <c:pt idx="825">
                  <c:v>5.2924299999999997E-5</c:v>
                </c:pt>
                <c:pt idx="826">
                  <c:v>5.3048299999999998E-5</c:v>
                </c:pt>
                <c:pt idx="827">
                  <c:v>5.3173800000000002E-5</c:v>
                </c:pt>
                <c:pt idx="828">
                  <c:v>5.3299800000000001E-5</c:v>
                </c:pt>
                <c:pt idx="829">
                  <c:v>5.3427300000000003E-5</c:v>
                </c:pt>
                <c:pt idx="830">
                  <c:v>5.3555499999999999E-5</c:v>
                </c:pt>
                <c:pt idx="831">
                  <c:v>5.3685099999999999E-5</c:v>
                </c:pt>
                <c:pt idx="832">
                  <c:v>5.3817299999999997E-5</c:v>
                </c:pt>
                <c:pt idx="833">
                  <c:v>5.3950399999999998E-5</c:v>
                </c:pt>
                <c:pt idx="834">
                  <c:v>5.4083099999999997E-5</c:v>
                </c:pt>
                <c:pt idx="835">
                  <c:v>5.4216599999999999E-5</c:v>
                </c:pt>
                <c:pt idx="836">
                  <c:v>5.4351899999999997E-5</c:v>
                </c:pt>
                <c:pt idx="837">
                  <c:v>5.4488499999999998E-5</c:v>
                </c:pt>
                <c:pt idx="838">
                  <c:v>5.4625900000000002E-5</c:v>
                </c:pt>
                <c:pt idx="839">
                  <c:v>5.4763599999999999E-5</c:v>
                </c:pt>
                <c:pt idx="840">
                  <c:v>5.4902199999999998E-5</c:v>
                </c:pt>
                <c:pt idx="841">
                  <c:v>5.5043500000000002E-5</c:v>
                </c:pt>
                <c:pt idx="842">
                  <c:v>5.5186499999999998E-5</c:v>
                </c:pt>
                <c:pt idx="843">
                  <c:v>5.5329399999999999E-5</c:v>
                </c:pt>
                <c:pt idx="844">
                  <c:v>5.5472900000000002E-5</c:v>
                </c:pt>
                <c:pt idx="845">
                  <c:v>5.5618200000000002E-5</c:v>
                </c:pt>
                <c:pt idx="846">
                  <c:v>5.5764999999999999E-5</c:v>
                </c:pt>
                <c:pt idx="847">
                  <c:v>5.5911900000000002E-5</c:v>
                </c:pt>
                <c:pt idx="848">
                  <c:v>5.6059500000000001E-5</c:v>
                </c:pt>
                <c:pt idx="849">
                  <c:v>5.6209299999999997E-5</c:v>
                </c:pt>
                <c:pt idx="850">
                  <c:v>5.6360000000000002E-5</c:v>
                </c:pt>
                <c:pt idx="851">
                  <c:v>5.6512499999999998E-5</c:v>
                </c:pt>
                <c:pt idx="852">
                  <c:v>5.6666799999999998E-5</c:v>
                </c:pt>
                <c:pt idx="853">
                  <c:v>5.6820999999999997E-5</c:v>
                </c:pt>
                <c:pt idx="854">
                  <c:v>5.6976199999999998E-5</c:v>
                </c:pt>
                <c:pt idx="855">
                  <c:v>5.7134099999999999E-5</c:v>
                </c:pt>
                <c:pt idx="856">
                  <c:v>5.7293799999999997E-5</c:v>
                </c:pt>
                <c:pt idx="857">
                  <c:v>5.74529E-5</c:v>
                </c:pt>
                <c:pt idx="858">
                  <c:v>5.7611500000000002E-5</c:v>
                </c:pt>
                <c:pt idx="859">
                  <c:v>5.7771900000000002E-5</c:v>
                </c:pt>
                <c:pt idx="860">
                  <c:v>5.7935900000000002E-5</c:v>
                </c:pt>
                <c:pt idx="861">
                  <c:v>5.8102E-5</c:v>
                </c:pt>
                <c:pt idx="862">
                  <c:v>5.8267699999999998E-5</c:v>
                </c:pt>
                <c:pt idx="863">
                  <c:v>5.8433800000000003E-5</c:v>
                </c:pt>
                <c:pt idx="864">
                  <c:v>5.8601399999999998E-5</c:v>
                </c:pt>
                <c:pt idx="865">
                  <c:v>5.8770700000000003E-5</c:v>
                </c:pt>
                <c:pt idx="866">
                  <c:v>5.89422E-5</c:v>
                </c:pt>
                <c:pt idx="867">
                  <c:v>5.9113999999999997E-5</c:v>
                </c:pt>
                <c:pt idx="868">
                  <c:v>5.9286200000000002E-5</c:v>
                </c:pt>
                <c:pt idx="869">
                  <c:v>5.9460599999999998E-5</c:v>
                </c:pt>
                <c:pt idx="870">
                  <c:v>5.96379E-5</c:v>
                </c:pt>
                <c:pt idx="871">
                  <c:v>5.9817E-5</c:v>
                </c:pt>
                <c:pt idx="872">
                  <c:v>5.99962E-5</c:v>
                </c:pt>
                <c:pt idx="873">
                  <c:v>6.0176000000000001E-5</c:v>
                </c:pt>
                <c:pt idx="874">
                  <c:v>6.0358100000000001E-5</c:v>
                </c:pt>
                <c:pt idx="875">
                  <c:v>6.0542099999999998E-5</c:v>
                </c:pt>
                <c:pt idx="876">
                  <c:v>6.0727599999999998E-5</c:v>
                </c:pt>
                <c:pt idx="877">
                  <c:v>6.0913399999999999E-5</c:v>
                </c:pt>
                <c:pt idx="878">
                  <c:v>6.1098600000000005E-5</c:v>
                </c:pt>
                <c:pt idx="879">
                  <c:v>6.1284400000000006E-5</c:v>
                </c:pt>
                <c:pt idx="880">
                  <c:v>6.1472100000000004E-5</c:v>
                </c:pt>
                <c:pt idx="881">
                  <c:v>6.16621E-5</c:v>
                </c:pt>
                <c:pt idx="882">
                  <c:v>6.1853599999999993E-5</c:v>
                </c:pt>
                <c:pt idx="883">
                  <c:v>6.2046799999999997E-5</c:v>
                </c:pt>
                <c:pt idx="884">
                  <c:v>6.2242000000000005E-5</c:v>
                </c:pt>
                <c:pt idx="885">
                  <c:v>6.2439600000000004E-5</c:v>
                </c:pt>
                <c:pt idx="886">
                  <c:v>6.2639599999999996E-5</c:v>
                </c:pt>
                <c:pt idx="887">
                  <c:v>6.2840000000000001E-5</c:v>
                </c:pt>
                <c:pt idx="888">
                  <c:v>6.3039699999999999E-5</c:v>
                </c:pt>
                <c:pt idx="889">
                  <c:v>6.3240399999999998E-5</c:v>
                </c:pt>
                <c:pt idx="890">
                  <c:v>6.3444199999999998E-5</c:v>
                </c:pt>
                <c:pt idx="891">
                  <c:v>6.3650600000000003E-5</c:v>
                </c:pt>
                <c:pt idx="892">
                  <c:v>6.3858399999999998E-5</c:v>
                </c:pt>
                <c:pt idx="893">
                  <c:v>6.4067100000000002E-5</c:v>
                </c:pt>
                <c:pt idx="894">
                  <c:v>6.4276700000000001E-5</c:v>
                </c:pt>
                <c:pt idx="895">
                  <c:v>6.4488500000000004E-5</c:v>
                </c:pt>
                <c:pt idx="896">
                  <c:v>6.4701600000000004E-5</c:v>
                </c:pt>
                <c:pt idx="897">
                  <c:v>6.4916E-5</c:v>
                </c:pt>
                <c:pt idx="898">
                  <c:v>6.5133000000000001E-5</c:v>
                </c:pt>
                <c:pt idx="899">
                  <c:v>6.5351800000000007E-5</c:v>
                </c:pt>
                <c:pt idx="900">
                  <c:v>6.5572800000000003E-5</c:v>
                </c:pt>
                <c:pt idx="901">
                  <c:v>6.5795600000000004E-5</c:v>
                </c:pt>
                <c:pt idx="902">
                  <c:v>6.6019200000000007E-5</c:v>
                </c:pt>
                <c:pt idx="903">
                  <c:v>6.6243399999999997E-5</c:v>
                </c:pt>
                <c:pt idx="904">
                  <c:v>6.6469200000000004E-5</c:v>
                </c:pt>
                <c:pt idx="905">
                  <c:v>6.6697400000000003E-5</c:v>
                </c:pt>
                <c:pt idx="906">
                  <c:v>6.6927099999999998E-5</c:v>
                </c:pt>
                <c:pt idx="907">
                  <c:v>6.7157999999999996E-5</c:v>
                </c:pt>
                <c:pt idx="908">
                  <c:v>6.7390200000000004E-5</c:v>
                </c:pt>
                <c:pt idx="909">
                  <c:v>6.7624699999999996E-5</c:v>
                </c:pt>
                <c:pt idx="910">
                  <c:v>6.7861399999999994E-5</c:v>
                </c:pt>
                <c:pt idx="911">
                  <c:v>6.8099899999999995E-5</c:v>
                </c:pt>
                <c:pt idx="912">
                  <c:v>6.8340600000000001E-5</c:v>
                </c:pt>
                <c:pt idx="913">
                  <c:v>6.8582899999999997E-5</c:v>
                </c:pt>
                <c:pt idx="914">
                  <c:v>6.8827100000000004E-5</c:v>
                </c:pt>
                <c:pt idx="915">
                  <c:v>6.9072799999999994E-5</c:v>
                </c:pt>
                <c:pt idx="916">
                  <c:v>6.9319099999999998E-5</c:v>
                </c:pt>
                <c:pt idx="917">
                  <c:v>6.9568100000000002E-5</c:v>
                </c:pt>
                <c:pt idx="918">
                  <c:v>6.9819299999999997E-5</c:v>
                </c:pt>
                <c:pt idx="919">
                  <c:v>7.0072200000000003E-5</c:v>
                </c:pt>
                <c:pt idx="920">
                  <c:v>7.0327599999999994E-5</c:v>
                </c:pt>
                <c:pt idx="921">
                  <c:v>7.0584600000000002E-5</c:v>
                </c:pt>
                <c:pt idx="922">
                  <c:v>7.0842199999999997E-5</c:v>
                </c:pt>
                <c:pt idx="923">
                  <c:v>7.1100799999999995E-5</c:v>
                </c:pt>
                <c:pt idx="924">
                  <c:v>7.1361300000000004E-5</c:v>
                </c:pt>
                <c:pt idx="925">
                  <c:v>7.1623299999999996E-5</c:v>
                </c:pt>
                <c:pt idx="926">
                  <c:v>7.1887300000000005E-5</c:v>
                </c:pt>
                <c:pt idx="927">
                  <c:v>7.2153899999999994E-5</c:v>
                </c:pt>
                <c:pt idx="928">
                  <c:v>7.2421600000000005E-5</c:v>
                </c:pt>
                <c:pt idx="929">
                  <c:v>7.2693099999999997E-5</c:v>
                </c:pt>
                <c:pt idx="930">
                  <c:v>7.2968700000000005E-5</c:v>
                </c:pt>
                <c:pt idx="931">
                  <c:v>7.3243899999999999E-5</c:v>
                </c:pt>
                <c:pt idx="932">
                  <c:v>7.3518999999999999E-5</c:v>
                </c:pt>
                <c:pt idx="933">
                  <c:v>7.3795900000000003E-5</c:v>
                </c:pt>
                <c:pt idx="934">
                  <c:v>7.4075199999999998E-5</c:v>
                </c:pt>
                <c:pt idx="935">
                  <c:v>7.4355699999999997E-5</c:v>
                </c:pt>
                <c:pt idx="936">
                  <c:v>7.4637799999999999E-5</c:v>
                </c:pt>
                <c:pt idx="937">
                  <c:v>7.4921799999999998E-5</c:v>
                </c:pt>
                <c:pt idx="938">
                  <c:v>7.5207200000000001E-5</c:v>
                </c:pt>
                <c:pt idx="939">
                  <c:v>7.5495999999999997E-5</c:v>
                </c:pt>
                <c:pt idx="940">
                  <c:v>7.5787599999999999E-5</c:v>
                </c:pt>
                <c:pt idx="941">
                  <c:v>7.6080600000000005E-5</c:v>
                </c:pt>
                <c:pt idx="942">
                  <c:v>7.63752E-5</c:v>
                </c:pt>
                <c:pt idx="943">
                  <c:v>7.6672400000000001E-5</c:v>
                </c:pt>
                <c:pt idx="944">
                  <c:v>7.6972900000000003E-5</c:v>
                </c:pt>
                <c:pt idx="945">
                  <c:v>7.7274400000000007E-5</c:v>
                </c:pt>
                <c:pt idx="946">
                  <c:v>7.7577200000000007E-5</c:v>
                </c:pt>
                <c:pt idx="947">
                  <c:v>7.7882300000000005E-5</c:v>
                </c:pt>
                <c:pt idx="948">
                  <c:v>7.8190100000000002E-5</c:v>
                </c:pt>
                <c:pt idx="949">
                  <c:v>7.85012E-5</c:v>
                </c:pt>
                <c:pt idx="950">
                  <c:v>7.8814300000000002E-5</c:v>
                </c:pt>
                <c:pt idx="951">
                  <c:v>7.9128200000000006E-5</c:v>
                </c:pt>
                <c:pt idx="952">
                  <c:v>7.9444300000000001E-5</c:v>
                </c:pt>
                <c:pt idx="953">
                  <c:v>7.9763499999999996E-5</c:v>
                </c:pt>
                <c:pt idx="954">
                  <c:v>8.0085899999999998E-5</c:v>
                </c:pt>
                <c:pt idx="955">
                  <c:v>8.0409700000000004E-5</c:v>
                </c:pt>
                <c:pt idx="956">
                  <c:v>8.0733899999999996E-5</c:v>
                </c:pt>
                <c:pt idx="957">
                  <c:v>8.1058500000000003E-5</c:v>
                </c:pt>
                <c:pt idx="958">
                  <c:v>8.1386799999999998E-5</c:v>
                </c:pt>
                <c:pt idx="959">
                  <c:v>8.1720199999999997E-5</c:v>
                </c:pt>
                <c:pt idx="960">
                  <c:v>8.2055299999999993E-5</c:v>
                </c:pt>
                <c:pt idx="961">
                  <c:v>8.2391099999999998E-5</c:v>
                </c:pt>
                <c:pt idx="962">
                  <c:v>8.2729200000000001E-5</c:v>
                </c:pt>
                <c:pt idx="963">
                  <c:v>8.3071800000000007E-5</c:v>
                </c:pt>
                <c:pt idx="964">
                  <c:v>8.3417299999999998E-5</c:v>
                </c:pt>
                <c:pt idx="965">
                  <c:v>8.3763200000000005E-5</c:v>
                </c:pt>
                <c:pt idx="966">
                  <c:v>8.4110200000000007E-5</c:v>
                </c:pt>
                <c:pt idx="967">
                  <c:v>8.4458300000000004E-5</c:v>
                </c:pt>
                <c:pt idx="968">
                  <c:v>8.4810300000000004E-5</c:v>
                </c:pt>
                <c:pt idx="969">
                  <c:v>8.5166000000000004E-5</c:v>
                </c:pt>
                <c:pt idx="970">
                  <c:v>8.5523400000000002E-5</c:v>
                </c:pt>
                <c:pt idx="971">
                  <c:v>8.5882099999999996E-5</c:v>
                </c:pt>
                <c:pt idx="972">
                  <c:v>8.62425E-5</c:v>
                </c:pt>
                <c:pt idx="973">
                  <c:v>8.6606499999999998E-5</c:v>
                </c:pt>
                <c:pt idx="974">
                  <c:v>8.6973199999999996E-5</c:v>
                </c:pt>
                <c:pt idx="975">
                  <c:v>8.7341000000000003E-5</c:v>
                </c:pt>
                <c:pt idx="976">
                  <c:v>8.7712099999999997E-5</c:v>
                </c:pt>
                <c:pt idx="977">
                  <c:v>8.8087199999999999E-5</c:v>
                </c:pt>
                <c:pt idx="978">
                  <c:v>8.8465299999999995E-5</c:v>
                </c:pt>
                <c:pt idx="979">
                  <c:v>8.8844000000000005E-5</c:v>
                </c:pt>
                <c:pt idx="980">
                  <c:v>8.9222599999999995E-5</c:v>
                </c:pt>
                <c:pt idx="981">
                  <c:v>8.9603600000000004E-5</c:v>
                </c:pt>
                <c:pt idx="982">
                  <c:v>8.9988999999999995E-5</c:v>
                </c:pt>
                <c:pt idx="983">
                  <c:v>9.0378799999999996E-5</c:v>
                </c:pt>
                <c:pt idx="984">
                  <c:v>9.0771699999999997E-5</c:v>
                </c:pt>
                <c:pt idx="985">
                  <c:v>9.1166200000000001E-5</c:v>
                </c:pt>
                <c:pt idx="986">
                  <c:v>9.1560799999999999E-5</c:v>
                </c:pt>
                <c:pt idx="987">
                  <c:v>9.1957200000000001E-5</c:v>
                </c:pt>
                <c:pt idx="988">
                  <c:v>9.2358499999999993E-5</c:v>
                </c:pt>
                <c:pt idx="989">
                  <c:v>9.2762200000000004E-5</c:v>
                </c:pt>
                <c:pt idx="990">
                  <c:v>9.3167300000000005E-5</c:v>
                </c:pt>
                <c:pt idx="991">
                  <c:v>9.3574799999999997E-5</c:v>
                </c:pt>
                <c:pt idx="992">
                  <c:v>9.3985699999999997E-5</c:v>
                </c:pt>
                <c:pt idx="993">
                  <c:v>9.4400600000000006E-5</c:v>
                </c:pt>
                <c:pt idx="994">
                  <c:v>9.4816999999999997E-5</c:v>
                </c:pt>
                <c:pt idx="995">
                  <c:v>9.5234299999999997E-5</c:v>
                </c:pt>
                <c:pt idx="996">
                  <c:v>9.5654099999999996E-5</c:v>
                </c:pt>
                <c:pt idx="997">
                  <c:v>9.6077799999999997E-5</c:v>
                </c:pt>
                <c:pt idx="998">
                  <c:v>9.6505500000000006E-5</c:v>
                </c:pt>
                <c:pt idx="999">
                  <c:v>9.6935000000000006E-5</c:v>
                </c:pt>
                <c:pt idx="1000">
                  <c:v>9.7366099999999996E-5</c:v>
                </c:pt>
                <c:pt idx="1001">
                  <c:v>9.7800400000000006E-5</c:v>
                </c:pt>
                <c:pt idx="1002">
                  <c:v>9.8238400000000005E-5</c:v>
                </c:pt>
                <c:pt idx="1003">
                  <c:v>9.8679300000000002E-5</c:v>
                </c:pt>
                <c:pt idx="1004">
                  <c:v>9.9120800000000001E-5</c:v>
                </c:pt>
                <c:pt idx="1005">
                  <c:v>9.9563999999999997E-5</c:v>
                </c:pt>
                <c:pt idx="1006">
                  <c:v>1.00011E-4</c:v>
                </c:pt>
                <c:pt idx="1007">
                  <c:v>1.00463E-4</c:v>
                </c:pt>
                <c:pt idx="1008">
                  <c:v>1.00919E-4</c:v>
                </c:pt>
                <c:pt idx="1009">
                  <c:v>1.0137900000000001E-4</c:v>
                </c:pt>
                <c:pt idx="1010">
                  <c:v>1.0184E-4</c:v>
                </c:pt>
                <c:pt idx="1011">
                  <c:v>1.02303E-4</c:v>
                </c:pt>
                <c:pt idx="1012">
                  <c:v>1.0276999999999999E-4</c:v>
                </c:pt>
                <c:pt idx="1013">
                  <c:v>1.03238E-4</c:v>
                </c:pt>
                <c:pt idx="1014">
                  <c:v>1.03707E-4</c:v>
                </c:pt>
                <c:pt idx="1015">
                  <c:v>1.04177E-4</c:v>
                </c:pt>
                <c:pt idx="1016">
                  <c:v>1.04651E-4</c:v>
                </c:pt>
                <c:pt idx="1017">
                  <c:v>1.0513E-4</c:v>
                </c:pt>
                <c:pt idx="1018">
                  <c:v>1.0561299999999999E-4</c:v>
                </c:pt>
                <c:pt idx="1019">
                  <c:v>1.061E-4</c:v>
                </c:pt>
                <c:pt idx="1020">
                  <c:v>1.0658900000000001E-4</c:v>
                </c:pt>
                <c:pt idx="1021">
                  <c:v>1.07081E-4</c:v>
                </c:pt>
                <c:pt idx="1022">
                  <c:v>1.0757800000000001E-4</c:v>
                </c:pt>
                <c:pt idx="1023">
                  <c:v>1.08078E-4</c:v>
                </c:pt>
                <c:pt idx="1024">
                  <c:v>1.0857900000000001E-4</c:v>
                </c:pt>
                <c:pt idx="1025">
                  <c:v>1.0908099999999999E-4</c:v>
                </c:pt>
                <c:pt idx="1026">
                  <c:v>1.0958700000000001E-4</c:v>
                </c:pt>
                <c:pt idx="1027">
                  <c:v>1.1010099999999999E-4</c:v>
                </c:pt>
                <c:pt idx="1028">
                  <c:v>1.10617E-4</c:v>
                </c:pt>
                <c:pt idx="1029">
                  <c:v>1.11134E-4</c:v>
                </c:pt>
                <c:pt idx="1030">
                  <c:v>1.11653E-4</c:v>
                </c:pt>
                <c:pt idx="1031">
                  <c:v>1.1217699999999999E-4</c:v>
                </c:pt>
                <c:pt idx="1032">
                  <c:v>1.12704E-4</c:v>
                </c:pt>
                <c:pt idx="1033">
                  <c:v>1.1323399999999999E-4</c:v>
                </c:pt>
                <c:pt idx="1034">
                  <c:v>1.1376599999999999E-4</c:v>
                </c:pt>
                <c:pt idx="1035">
                  <c:v>1.143E-4</c:v>
                </c:pt>
                <c:pt idx="1036">
                  <c:v>1.14839E-4</c:v>
                </c:pt>
                <c:pt idx="1037">
                  <c:v>1.1538400000000001E-4</c:v>
                </c:pt>
                <c:pt idx="1038">
                  <c:v>1.15933E-4</c:v>
                </c:pt>
                <c:pt idx="1039">
                  <c:v>1.16484E-4</c:v>
                </c:pt>
                <c:pt idx="1040">
                  <c:v>1.17039E-4</c:v>
                </c:pt>
                <c:pt idx="1041">
                  <c:v>1.176E-4</c:v>
                </c:pt>
                <c:pt idx="1042">
                  <c:v>1.18165E-4</c:v>
                </c:pt>
                <c:pt idx="1043">
                  <c:v>1.1873E-4</c:v>
                </c:pt>
                <c:pt idx="1044">
                  <c:v>1.1929700000000001E-4</c:v>
                </c:pt>
                <c:pt idx="1045">
                  <c:v>1.1986500000000001E-4</c:v>
                </c:pt>
                <c:pt idx="1046">
                  <c:v>1.20436E-4</c:v>
                </c:pt>
                <c:pt idx="1047">
                  <c:v>1.2100900000000001E-4</c:v>
                </c:pt>
                <c:pt idx="1048">
                  <c:v>1.21583E-4</c:v>
                </c:pt>
                <c:pt idx="1049">
                  <c:v>1.2215899999999999E-4</c:v>
                </c:pt>
                <c:pt idx="1050">
                  <c:v>1.22738E-4</c:v>
                </c:pt>
                <c:pt idx="1051">
                  <c:v>1.2331899999999999E-4</c:v>
                </c:pt>
                <c:pt idx="1052">
                  <c:v>1.2390099999999999E-4</c:v>
                </c:pt>
                <c:pt idx="1053">
                  <c:v>1.2448299999999999E-4</c:v>
                </c:pt>
                <c:pt idx="1054">
                  <c:v>1.2506999999999999E-4</c:v>
                </c:pt>
                <c:pt idx="1055">
                  <c:v>1.25659E-4</c:v>
                </c:pt>
                <c:pt idx="1056">
                  <c:v>1.26253E-4</c:v>
                </c:pt>
                <c:pt idx="1057">
                  <c:v>1.26852E-4</c:v>
                </c:pt>
                <c:pt idx="1058">
                  <c:v>1.2745399999999999E-4</c:v>
                </c:pt>
                <c:pt idx="1059">
                  <c:v>1.2805800000000001E-4</c:v>
                </c:pt>
                <c:pt idx="1060">
                  <c:v>1.2866700000000001E-4</c:v>
                </c:pt>
                <c:pt idx="1061">
                  <c:v>1.29281E-4</c:v>
                </c:pt>
                <c:pt idx="1062">
                  <c:v>1.29899E-4</c:v>
                </c:pt>
                <c:pt idx="1063">
                  <c:v>1.3051800000000001E-4</c:v>
                </c:pt>
                <c:pt idx="1064">
                  <c:v>1.3113999999999999E-4</c:v>
                </c:pt>
                <c:pt idx="1065">
                  <c:v>1.3176600000000001E-4</c:v>
                </c:pt>
                <c:pt idx="1066">
                  <c:v>1.32397E-4</c:v>
                </c:pt>
                <c:pt idx="1067">
                  <c:v>1.33032E-4</c:v>
                </c:pt>
                <c:pt idx="1068">
                  <c:v>1.33669E-4</c:v>
                </c:pt>
                <c:pt idx="1069">
                  <c:v>1.34308E-4</c:v>
                </c:pt>
                <c:pt idx="1070">
                  <c:v>1.3494900000000001E-4</c:v>
                </c:pt>
                <c:pt idx="1071">
                  <c:v>1.3559600000000001E-4</c:v>
                </c:pt>
                <c:pt idx="1072">
                  <c:v>1.3624700000000001E-4</c:v>
                </c:pt>
                <c:pt idx="1073">
                  <c:v>1.3689799999999999E-4</c:v>
                </c:pt>
                <c:pt idx="1074">
                  <c:v>1.37551E-4</c:v>
                </c:pt>
                <c:pt idx="1075">
                  <c:v>1.38209E-4</c:v>
                </c:pt>
                <c:pt idx="1076">
                  <c:v>1.3887400000000001E-4</c:v>
                </c:pt>
                <c:pt idx="1077">
                  <c:v>1.3954000000000001E-4</c:v>
                </c:pt>
                <c:pt idx="1078">
                  <c:v>1.40209E-4</c:v>
                </c:pt>
                <c:pt idx="1079">
                  <c:v>1.4087999999999999E-4</c:v>
                </c:pt>
                <c:pt idx="1080">
                  <c:v>1.41559E-4</c:v>
                </c:pt>
                <c:pt idx="1081">
                  <c:v>1.42242E-4</c:v>
                </c:pt>
                <c:pt idx="1082">
                  <c:v>1.4292299999999999E-4</c:v>
                </c:pt>
                <c:pt idx="1083">
                  <c:v>1.4360499999999999E-4</c:v>
                </c:pt>
                <c:pt idx="1084">
                  <c:v>1.44291E-4</c:v>
                </c:pt>
                <c:pt idx="1085">
                  <c:v>1.4498399999999999E-4</c:v>
                </c:pt>
                <c:pt idx="1086">
                  <c:v>1.4568299999999999E-4</c:v>
                </c:pt>
                <c:pt idx="1087">
                  <c:v>1.46386E-4</c:v>
                </c:pt>
                <c:pt idx="1088">
                  <c:v>1.4709200000000001E-4</c:v>
                </c:pt>
                <c:pt idx="1089">
                  <c:v>1.4779999999999999E-4</c:v>
                </c:pt>
                <c:pt idx="1090">
                  <c:v>1.4851E-4</c:v>
                </c:pt>
                <c:pt idx="1091">
                  <c:v>1.4922199999999999E-4</c:v>
                </c:pt>
                <c:pt idx="1092">
                  <c:v>1.4993600000000001E-4</c:v>
                </c:pt>
                <c:pt idx="1093">
                  <c:v>1.50657E-4</c:v>
                </c:pt>
                <c:pt idx="1094">
                  <c:v>1.51378E-4</c:v>
                </c:pt>
                <c:pt idx="1095">
                  <c:v>1.5210000000000001E-4</c:v>
                </c:pt>
                <c:pt idx="1096">
                  <c:v>1.52824E-4</c:v>
                </c:pt>
                <c:pt idx="1097">
                  <c:v>1.53549E-4</c:v>
                </c:pt>
                <c:pt idx="1098">
                  <c:v>1.5427600000000001E-4</c:v>
                </c:pt>
                <c:pt idx="1099">
                  <c:v>1.55007E-4</c:v>
                </c:pt>
                <c:pt idx="1100">
                  <c:v>1.5574400000000001E-4</c:v>
                </c:pt>
                <c:pt idx="1101">
                  <c:v>1.56482E-4</c:v>
                </c:pt>
                <c:pt idx="1102">
                  <c:v>1.5722300000000001E-4</c:v>
                </c:pt>
                <c:pt idx="1103">
                  <c:v>1.57966E-4</c:v>
                </c:pt>
                <c:pt idx="1104">
                  <c:v>1.58713E-4</c:v>
                </c:pt>
                <c:pt idx="1105">
                  <c:v>1.5946600000000001E-4</c:v>
                </c:pt>
                <c:pt idx="1106">
                  <c:v>1.6022399999999999E-4</c:v>
                </c:pt>
                <c:pt idx="1107">
                  <c:v>1.6098299999999999E-4</c:v>
                </c:pt>
                <c:pt idx="1108">
                  <c:v>1.61743E-4</c:v>
                </c:pt>
                <c:pt idx="1109">
                  <c:v>1.6250800000000001E-4</c:v>
                </c:pt>
                <c:pt idx="1110">
                  <c:v>1.6328100000000001E-4</c:v>
                </c:pt>
                <c:pt idx="1111">
                  <c:v>1.6405599999999999E-4</c:v>
                </c:pt>
                <c:pt idx="1112">
                  <c:v>1.6483000000000001E-4</c:v>
                </c:pt>
                <c:pt idx="1113">
                  <c:v>1.65606E-4</c:v>
                </c:pt>
                <c:pt idx="1114">
                  <c:v>1.6638800000000001E-4</c:v>
                </c:pt>
                <c:pt idx="1115">
                  <c:v>1.67176E-4</c:v>
                </c:pt>
                <c:pt idx="1116">
                  <c:v>1.67966E-4</c:v>
                </c:pt>
                <c:pt idx="1117">
                  <c:v>1.6875899999999999E-4</c:v>
                </c:pt>
                <c:pt idx="1118">
                  <c:v>1.6955400000000001E-4</c:v>
                </c:pt>
                <c:pt idx="1119">
                  <c:v>1.70354E-4</c:v>
                </c:pt>
                <c:pt idx="1120">
                  <c:v>1.7116000000000001E-4</c:v>
                </c:pt>
                <c:pt idx="1121">
                  <c:v>1.7196600000000001E-4</c:v>
                </c:pt>
                <c:pt idx="1122">
                  <c:v>1.7277199999999999E-4</c:v>
                </c:pt>
                <c:pt idx="1123">
                  <c:v>1.7358E-4</c:v>
                </c:pt>
                <c:pt idx="1124">
                  <c:v>1.74394E-4</c:v>
                </c:pt>
                <c:pt idx="1125">
                  <c:v>1.7521400000000001E-4</c:v>
                </c:pt>
                <c:pt idx="1126">
                  <c:v>1.76038E-4</c:v>
                </c:pt>
                <c:pt idx="1127">
                  <c:v>1.7686399999999999E-4</c:v>
                </c:pt>
                <c:pt idx="1128">
                  <c:v>1.7769199999999999E-4</c:v>
                </c:pt>
                <c:pt idx="1129">
                  <c:v>1.7852499999999999E-4</c:v>
                </c:pt>
                <c:pt idx="1130">
                  <c:v>1.7935999999999999E-4</c:v>
                </c:pt>
                <c:pt idx="1131">
                  <c:v>1.8019499999999999E-4</c:v>
                </c:pt>
                <c:pt idx="1132">
                  <c:v>1.81034E-4</c:v>
                </c:pt>
                <c:pt idx="1133">
                  <c:v>1.81876E-4</c:v>
                </c:pt>
                <c:pt idx="1134">
                  <c:v>1.8272300000000001E-4</c:v>
                </c:pt>
                <c:pt idx="1135">
                  <c:v>1.8357700000000001E-4</c:v>
                </c:pt>
                <c:pt idx="1136">
                  <c:v>1.8443600000000001E-4</c:v>
                </c:pt>
                <c:pt idx="1137">
                  <c:v>1.8529500000000001E-4</c:v>
                </c:pt>
                <c:pt idx="1138">
                  <c:v>1.8615600000000001E-4</c:v>
                </c:pt>
                <c:pt idx="1139">
                  <c:v>1.87023E-4</c:v>
                </c:pt>
                <c:pt idx="1140">
                  <c:v>1.87894E-4</c:v>
                </c:pt>
                <c:pt idx="1141">
                  <c:v>1.8876599999999999E-4</c:v>
                </c:pt>
                <c:pt idx="1142">
                  <c:v>1.89638E-4</c:v>
                </c:pt>
                <c:pt idx="1143">
                  <c:v>1.9051199999999999E-4</c:v>
                </c:pt>
                <c:pt idx="1144">
                  <c:v>1.9139299999999999E-4</c:v>
                </c:pt>
                <c:pt idx="1145">
                  <c:v>1.9228100000000001E-4</c:v>
                </c:pt>
                <c:pt idx="1146">
                  <c:v>1.9317299999999999E-4</c:v>
                </c:pt>
                <c:pt idx="1147">
                  <c:v>1.9406800000000001E-4</c:v>
                </c:pt>
                <c:pt idx="1148">
                  <c:v>1.9496800000000001E-4</c:v>
                </c:pt>
                <c:pt idx="1149">
                  <c:v>1.9587399999999999E-4</c:v>
                </c:pt>
                <c:pt idx="1150">
                  <c:v>1.96782E-4</c:v>
                </c:pt>
                <c:pt idx="1151">
                  <c:v>1.9768800000000001E-4</c:v>
                </c:pt>
                <c:pt idx="1152">
                  <c:v>1.9859399999999999E-4</c:v>
                </c:pt>
                <c:pt idx="1153">
                  <c:v>1.9950299999999999E-4</c:v>
                </c:pt>
                <c:pt idx="1154">
                  <c:v>2.00421E-4</c:v>
                </c:pt>
                <c:pt idx="1155">
                  <c:v>2.0134300000000001E-4</c:v>
                </c:pt>
                <c:pt idx="1156">
                  <c:v>2.02265E-4</c:v>
                </c:pt>
                <c:pt idx="1157">
                  <c:v>2.0318800000000001E-4</c:v>
                </c:pt>
                <c:pt idx="1158">
                  <c:v>2.04114E-4</c:v>
                </c:pt>
                <c:pt idx="1159">
                  <c:v>2.0504799999999999E-4</c:v>
                </c:pt>
                <c:pt idx="1160">
                  <c:v>2.0598599999999999E-4</c:v>
                </c:pt>
                <c:pt idx="1161">
                  <c:v>2.0692700000000001E-4</c:v>
                </c:pt>
                <c:pt idx="1162">
                  <c:v>2.0787600000000001E-4</c:v>
                </c:pt>
                <c:pt idx="1163">
                  <c:v>2.0883100000000001E-4</c:v>
                </c:pt>
                <c:pt idx="1164">
                  <c:v>2.09791E-4</c:v>
                </c:pt>
                <c:pt idx="1165">
                  <c:v>2.1075400000000001E-4</c:v>
                </c:pt>
                <c:pt idx="1166">
                  <c:v>2.11716E-4</c:v>
                </c:pt>
                <c:pt idx="1167">
                  <c:v>2.1268E-4</c:v>
                </c:pt>
                <c:pt idx="1168">
                  <c:v>2.13647E-4</c:v>
                </c:pt>
                <c:pt idx="1169">
                  <c:v>2.1461700000000001E-4</c:v>
                </c:pt>
                <c:pt idx="1170">
                  <c:v>2.1558600000000001E-4</c:v>
                </c:pt>
                <c:pt idx="1171">
                  <c:v>2.1655700000000001E-4</c:v>
                </c:pt>
                <c:pt idx="1172">
                  <c:v>2.1753000000000001E-4</c:v>
                </c:pt>
                <c:pt idx="1173">
                  <c:v>2.18509E-4</c:v>
                </c:pt>
                <c:pt idx="1174">
                  <c:v>2.1949400000000001E-4</c:v>
                </c:pt>
                <c:pt idx="1175">
                  <c:v>2.2048200000000001E-4</c:v>
                </c:pt>
                <c:pt idx="1176">
                  <c:v>2.2147099999999999E-4</c:v>
                </c:pt>
                <c:pt idx="1177">
                  <c:v>2.22463E-4</c:v>
                </c:pt>
                <c:pt idx="1178">
                  <c:v>2.23463E-4</c:v>
                </c:pt>
                <c:pt idx="1179">
                  <c:v>2.2446799999999999E-4</c:v>
                </c:pt>
                <c:pt idx="1180">
                  <c:v>2.25477E-4</c:v>
                </c:pt>
                <c:pt idx="1181">
                  <c:v>2.2648699999999999E-4</c:v>
                </c:pt>
                <c:pt idx="1182">
                  <c:v>2.275E-4</c:v>
                </c:pt>
                <c:pt idx="1183">
                  <c:v>2.28519E-4</c:v>
                </c:pt>
                <c:pt idx="1184">
                  <c:v>2.2954400000000001E-4</c:v>
                </c:pt>
                <c:pt idx="1185">
                  <c:v>2.3057000000000001E-4</c:v>
                </c:pt>
                <c:pt idx="1186">
                  <c:v>2.3159600000000001E-4</c:v>
                </c:pt>
                <c:pt idx="1187">
                  <c:v>2.3262700000000001E-4</c:v>
                </c:pt>
                <c:pt idx="1188">
                  <c:v>2.33668E-4</c:v>
                </c:pt>
                <c:pt idx="1189">
                  <c:v>2.3470899999999999E-4</c:v>
                </c:pt>
                <c:pt idx="1190">
                  <c:v>2.3574699999999999E-4</c:v>
                </c:pt>
                <c:pt idx="1191">
                  <c:v>2.3678499999999999E-4</c:v>
                </c:pt>
                <c:pt idx="1192">
                  <c:v>2.37827E-4</c:v>
                </c:pt>
                <c:pt idx="1193">
                  <c:v>2.3887800000000001E-4</c:v>
                </c:pt>
                <c:pt idx="1194">
                  <c:v>2.3993199999999999E-4</c:v>
                </c:pt>
                <c:pt idx="1195">
                  <c:v>2.4098699999999999E-4</c:v>
                </c:pt>
                <c:pt idx="1196">
                  <c:v>2.4204700000000001E-4</c:v>
                </c:pt>
                <c:pt idx="1197">
                  <c:v>2.4311499999999999E-4</c:v>
                </c:pt>
                <c:pt idx="1198">
                  <c:v>2.4418699999999998E-4</c:v>
                </c:pt>
                <c:pt idx="1199">
                  <c:v>2.45259E-4</c:v>
                </c:pt>
                <c:pt idx="1200">
                  <c:v>2.4633199999999999E-4</c:v>
                </c:pt>
                <c:pt idx="1201">
                  <c:v>2.4740899999999998E-4</c:v>
                </c:pt>
                <c:pt idx="1202">
                  <c:v>2.4849399999999998E-4</c:v>
                </c:pt>
                <c:pt idx="1203">
                  <c:v>2.49583E-4</c:v>
                </c:pt>
                <c:pt idx="1204">
                  <c:v>2.5067299999999998E-4</c:v>
                </c:pt>
                <c:pt idx="1205">
                  <c:v>2.5176499999999999E-4</c:v>
                </c:pt>
                <c:pt idx="1206">
                  <c:v>2.5285999999999999E-4</c:v>
                </c:pt>
                <c:pt idx="1207">
                  <c:v>2.5396300000000001E-4</c:v>
                </c:pt>
                <c:pt idx="1208">
                  <c:v>2.5506999999999998E-4</c:v>
                </c:pt>
                <c:pt idx="1209">
                  <c:v>2.5617700000000001E-4</c:v>
                </c:pt>
                <c:pt idx="1210">
                  <c:v>2.57285E-4</c:v>
                </c:pt>
                <c:pt idx="1211">
                  <c:v>2.58397E-4</c:v>
                </c:pt>
                <c:pt idx="1212">
                  <c:v>2.5951300000000001E-4</c:v>
                </c:pt>
                <c:pt idx="1213">
                  <c:v>2.60635E-4</c:v>
                </c:pt>
                <c:pt idx="1214">
                  <c:v>2.6175800000000001E-4</c:v>
                </c:pt>
                <c:pt idx="1215">
                  <c:v>2.6288100000000002E-4</c:v>
                </c:pt>
                <c:pt idx="1216">
                  <c:v>2.6400700000000002E-4</c:v>
                </c:pt>
                <c:pt idx="1217">
                  <c:v>2.6514000000000003E-4</c:v>
                </c:pt>
                <c:pt idx="1218">
                  <c:v>2.6627699999999999E-4</c:v>
                </c:pt>
                <c:pt idx="1219">
                  <c:v>2.67414E-4</c:v>
                </c:pt>
                <c:pt idx="1220">
                  <c:v>2.6855599999999998E-4</c:v>
                </c:pt>
                <c:pt idx="1221">
                  <c:v>2.6970100000000001E-4</c:v>
                </c:pt>
                <c:pt idx="1222">
                  <c:v>2.7085199999999997E-4</c:v>
                </c:pt>
                <c:pt idx="1223">
                  <c:v>2.7200899999999998E-4</c:v>
                </c:pt>
                <c:pt idx="1224">
                  <c:v>2.73167E-4</c:v>
                </c:pt>
                <c:pt idx="1225">
                  <c:v>2.7432699999999999E-4</c:v>
                </c:pt>
                <c:pt idx="1226">
                  <c:v>2.7549200000000001E-4</c:v>
                </c:pt>
                <c:pt idx="1227">
                  <c:v>2.7666600000000001E-4</c:v>
                </c:pt>
                <c:pt idx="1228">
                  <c:v>2.77846E-4</c:v>
                </c:pt>
                <c:pt idx="1229">
                  <c:v>2.79024E-4</c:v>
                </c:pt>
                <c:pt idx="1230">
                  <c:v>2.8020200000000001E-4</c:v>
                </c:pt>
                <c:pt idx="1231">
                  <c:v>2.81382E-4</c:v>
                </c:pt>
                <c:pt idx="1232">
                  <c:v>2.8257100000000002E-4</c:v>
                </c:pt>
                <c:pt idx="1233">
                  <c:v>2.8376900000000001E-4</c:v>
                </c:pt>
                <c:pt idx="1234">
                  <c:v>2.8497100000000002E-4</c:v>
                </c:pt>
                <c:pt idx="1235">
                  <c:v>2.8617099999999999E-4</c:v>
                </c:pt>
                <c:pt idx="1236">
                  <c:v>2.87373E-4</c:v>
                </c:pt>
                <c:pt idx="1237">
                  <c:v>2.8858200000000001E-4</c:v>
                </c:pt>
                <c:pt idx="1238">
                  <c:v>2.8979500000000003E-4</c:v>
                </c:pt>
                <c:pt idx="1239">
                  <c:v>2.9101000000000002E-4</c:v>
                </c:pt>
                <c:pt idx="1240">
                  <c:v>2.9222500000000002E-4</c:v>
                </c:pt>
                <c:pt idx="1241">
                  <c:v>2.9344400000000002E-4</c:v>
                </c:pt>
                <c:pt idx="1242">
                  <c:v>2.9467000000000002E-4</c:v>
                </c:pt>
                <c:pt idx="1243">
                  <c:v>2.9589999999999998E-4</c:v>
                </c:pt>
                <c:pt idx="1244">
                  <c:v>2.9712899999999998E-4</c:v>
                </c:pt>
                <c:pt idx="1245">
                  <c:v>2.9835700000000002E-4</c:v>
                </c:pt>
                <c:pt idx="1246">
                  <c:v>2.9959099999999998E-4</c:v>
                </c:pt>
                <c:pt idx="1247">
                  <c:v>3.0082999999999998E-4</c:v>
                </c:pt>
                <c:pt idx="1248">
                  <c:v>3.0206800000000001E-4</c:v>
                </c:pt>
                <c:pt idx="1249">
                  <c:v>3.0330800000000002E-4</c:v>
                </c:pt>
                <c:pt idx="1250">
                  <c:v>3.04553E-4</c:v>
                </c:pt>
                <c:pt idx="1251">
                  <c:v>3.0580499999999998E-4</c:v>
                </c:pt>
                <c:pt idx="1252">
                  <c:v>3.0706499999999997E-4</c:v>
                </c:pt>
                <c:pt idx="1253">
                  <c:v>3.0833100000000001E-4</c:v>
                </c:pt>
                <c:pt idx="1254">
                  <c:v>3.0960100000000001E-4</c:v>
                </c:pt>
                <c:pt idx="1255">
                  <c:v>3.1085900000000003E-4</c:v>
                </c:pt>
                <c:pt idx="1256">
                  <c:v>3.1211100000000001E-4</c:v>
                </c:pt>
                <c:pt idx="1257">
                  <c:v>3.1337299999999998E-4</c:v>
                </c:pt>
                <c:pt idx="1258">
                  <c:v>3.14641E-4</c:v>
                </c:pt>
                <c:pt idx="1259">
                  <c:v>3.1591099999999999E-4</c:v>
                </c:pt>
                <c:pt idx="1260">
                  <c:v>3.1718799999999999E-4</c:v>
                </c:pt>
                <c:pt idx="1261">
                  <c:v>3.1847499999999998E-4</c:v>
                </c:pt>
                <c:pt idx="1262">
                  <c:v>3.1976999999999998E-4</c:v>
                </c:pt>
                <c:pt idx="1263">
                  <c:v>3.2107099999999998E-4</c:v>
                </c:pt>
                <c:pt idx="1264">
                  <c:v>3.2237999999999999E-4</c:v>
                </c:pt>
                <c:pt idx="1265">
                  <c:v>3.23696E-4</c:v>
                </c:pt>
                <c:pt idx="1266">
                  <c:v>3.2501299999999997E-4</c:v>
                </c:pt>
                <c:pt idx="1267">
                  <c:v>3.2632199999999998E-4</c:v>
                </c:pt>
                <c:pt idx="1268">
                  <c:v>3.2761999999999998E-4</c:v>
                </c:pt>
                <c:pt idx="1269">
                  <c:v>3.28902E-4</c:v>
                </c:pt>
                <c:pt idx="1270">
                  <c:v>3.3016600000000001E-4</c:v>
                </c:pt>
                <c:pt idx="1271">
                  <c:v>3.3142399999999998E-4</c:v>
                </c:pt>
                <c:pt idx="1272">
                  <c:v>3.3270100000000003E-4</c:v>
                </c:pt>
                <c:pt idx="1273">
                  <c:v>3.3400900000000002E-4</c:v>
                </c:pt>
                <c:pt idx="1274">
                  <c:v>3.3534E-4</c:v>
                </c:pt>
                <c:pt idx="1275">
                  <c:v>3.3667899999999999E-4</c:v>
                </c:pt>
                <c:pt idx="1276">
                  <c:v>3.3802099999999998E-4</c:v>
                </c:pt>
                <c:pt idx="1277">
                  <c:v>3.3935999999999998E-4</c:v>
                </c:pt>
                <c:pt idx="1278">
                  <c:v>3.4070500000000001E-4</c:v>
                </c:pt>
                <c:pt idx="1279">
                  <c:v>3.42119E-4</c:v>
                </c:pt>
                <c:pt idx="1280">
                  <c:v>3.4361999999999999E-4</c:v>
                </c:pt>
                <c:pt idx="1281">
                  <c:v>3.4510399999999999E-4</c:v>
                </c:pt>
                <c:pt idx="1282">
                  <c:v>3.4650799999999998E-4</c:v>
                </c:pt>
                <c:pt idx="1283">
                  <c:v>3.4787899999999999E-4</c:v>
                </c:pt>
                <c:pt idx="1284">
                  <c:v>3.49301E-4</c:v>
                </c:pt>
                <c:pt idx="1285">
                  <c:v>3.5080499999999999E-4</c:v>
                </c:pt>
                <c:pt idx="1286">
                  <c:v>3.52269E-4</c:v>
                </c:pt>
                <c:pt idx="1287">
                  <c:v>3.5363000000000001E-4</c:v>
                </c:pt>
                <c:pt idx="1288">
                  <c:v>3.5493999999999999E-4</c:v>
                </c:pt>
                <c:pt idx="1289">
                  <c:v>3.5623000000000002E-4</c:v>
                </c:pt>
                <c:pt idx="1290">
                  <c:v>3.5752499999999998E-4</c:v>
                </c:pt>
                <c:pt idx="1291">
                  <c:v>3.58838E-4</c:v>
                </c:pt>
                <c:pt idx="1292">
                  <c:v>3.60164E-4</c:v>
                </c:pt>
                <c:pt idx="1293">
                  <c:v>3.6149400000000002E-4</c:v>
                </c:pt>
                <c:pt idx="1294">
                  <c:v>3.6283099999999998E-4</c:v>
                </c:pt>
                <c:pt idx="1295">
                  <c:v>3.6414800000000001E-4</c:v>
                </c:pt>
                <c:pt idx="1296">
                  <c:v>3.6537000000000001E-4</c:v>
                </c:pt>
                <c:pt idx="1297">
                  <c:v>3.6659000000000003E-4</c:v>
                </c:pt>
                <c:pt idx="1298">
                  <c:v>3.6792900000000002E-4</c:v>
                </c:pt>
                <c:pt idx="1299">
                  <c:v>3.6932399999999998E-4</c:v>
                </c:pt>
                <c:pt idx="1300">
                  <c:v>3.70744E-4</c:v>
                </c:pt>
                <c:pt idx="1301">
                  <c:v>3.72176E-4</c:v>
                </c:pt>
                <c:pt idx="1302">
                  <c:v>3.7360200000000001E-4</c:v>
                </c:pt>
                <c:pt idx="1303">
                  <c:v>3.7502899999999998E-4</c:v>
                </c:pt>
                <c:pt idx="1304">
                  <c:v>3.7647199999999998E-4</c:v>
                </c:pt>
                <c:pt idx="1305">
                  <c:v>3.7792700000000002E-4</c:v>
                </c:pt>
                <c:pt idx="1306">
                  <c:v>3.7935900000000001E-4</c:v>
                </c:pt>
                <c:pt idx="1307">
                  <c:v>3.8078E-4</c:v>
                </c:pt>
                <c:pt idx="1308">
                  <c:v>3.8221099999999998E-4</c:v>
                </c:pt>
                <c:pt idx="1309">
                  <c:v>3.8364699999999998E-4</c:v>
                </c:pt>
                <c:pt idx="1310">
                  <c:v>3.8506599999999999E-4</c:v>
                </c:pt>
                <c:pt idx="1311">
                  <c:v>3.8644999999999999E-4</c:v>
                </c:pt>
                <c:pt idx="1312">
                  <c:v>3.8782399999999999E-4</c:v>
                </c:pt>
                <c:pt idx="1313">
                  <c:v>3.8921600000000001E-4</c:v>
                </c:pt>
                <c:pt idx="1314">
                  <c:v>3.9060400000000002E-4</c:v>
                </c:pt>
                <c:pt idx="1315">
                  <c:v>3.9197899999999998E-4</c:v>
                </c:pt>
                <c:pt idx="1316">
                  <c:v>3.9334800000000002E-4</c:v>
                </c:pt>
                <c:pt idx="1317">
                  <c:v>3.9473699999999999E-4</c:v>
                </c:pt>
                <c:pt idx="1318">
                  <c:v>3.9615700000000001E-4</c:v>
                </c:pt>
                <c:pt idx="1319">
                  <c:v>3.9759099999999998E-4</c:v>
                </c:pt>
                <c:pt idx="1320">
                  <c:v>3.9905700000000002E-4</c:v>
                </c:pt>
                <c:pt idx="1321">
                  <c:v>4.0053300000000001E-4</c:v>
                </c:pt>
                <c:pt idx="1322">
                  <c:v>4.0199399999999997E-4</c:v>
                </c:pt>
                <c:pt idx="1323">
                  <c:v>4.0347700000000001E-4</c:v>
                </c:pt>
                <c:pt idx="1324">
                  <c:v>4.0501799999999999E-4</c:v>
                </c:pt>
                <c:pt idx="1325">
                  <c:v>4.06637E-4</c:v>
                </c:pt>
                <c:pt idx="1326">
                  <c:v>4.0827399999999997E-4</c:v>
                </c:pt>
                <c:pt idx="1327">
                  <c:v>4.09832E-4</c:v>
                </c:pt>
                <c:pt idx="1328">
                  <c:v>4.1132799999999998E-4</c:v>
                </c:pt>
                <c:pt idx="1329">
                  <c:v>4.1280599999999999E-4</c:v>
                </c:pt>
                <c:pt idx="1330">
                  <c:v>4.1428E-4</c:v>
                </c:pt>
                <c:pt idx="1331">
                  <c:v>4.1574800000000002E-4</c:v>
                </c:pt>
                <c:pt idx="1332">
                  <c:v>4.1722200000000002E-4</c:v>
                </c:pt>
                <c:pt idx="1333">
                  <c:v>4.18725E-4</c:v>
                </c:pt>
                <c:pt idx="1334">
                  <c:v>4.2023800000000002E-4</c:v>
                </c:pt>
                <c:pt idx="1335">
                  <c:v>4.21748E-4</c:v>
                </c:pt>
                <c:pt idx="1336">
                  <c:v>4.2327700000000001E-4</c:v>
                </c:pt>
                <c:pt idx="1337">
                  <c:v>4.2487200000000002E-4</c:v>
                </c:pt>
                <c:pt idx="1338">
                  <c:v>4.26523E-4</c:v>
                </c:pt>
                <c:pt idx="1339">
                  <c:v>4.2816099999999998E-4</c:v>
                </c:pt>
                <c:pt idx="1340">
                  <c:v>4.2976100000000002E-4</c:v>
                </c:pt>
                <c:pt idx="1341">
                  <c:v>4.3133100000000002E-4</c:v>
                </c:pt>
                <c:pt idx="1342">
                  <c:v>4.3287799999999998E-4</c:v>
                </c:pt>
                <c:pt idx="1343">
                  <c:v>4.3439699999999999E-4</c:v>
                </c:pt>
                <c:pt idx="1344">
                  <c:v>4.3589200000000001E-4</c:v>
                </c:pt>
                <c:pt idx="1345">
                  <c:v>4.3738099999999998E-4</c:v>
                </c:pt>
                <c:pt idx="1346">
                  <c:v>4.3887899999999998E-4</c:v>
                </c:pt>
                <c:pt idx="1347">
                  <c:v>4.4038299999999997E-4</c:v>
                </c:pt>
                <c:pt idx="1348">
                  <c:v>4.41886E-4</c:v>
                </c:pt>
                <c:pt idx="1349">
                  <c:v>4.4339E-4</c:v>
                </c:pt>
                <c:pt idx="1350">
                  <c:v>4.4489900000000001E-4</c:v>
                </c:pt>
                <c:pt idx="1351">
                  <c:v>4.4640499999999998E-4</c:v>
                </c:pt>
                <c:pt idx="1352">
                  <c:v>4.4791600000000003E-4</c:v>
                </c:pt>
                <c:pt idx="1353">
                  <c:v>4.4943199999999999E-4</c:v>
                </c:pt>
                <c:pt idx="1354">
                  <c:v>4.5095299999999998E-4</c:v>
                </c:pt>
                <c:pt idx="1355">
                  <c:v>4.5248499999999997E-4</c:v>
                </c:pt>
                <c:pt idx="1356">
                  <c:v>4.5402000000000002E-4</c:v>
                </c:pt>
                <c:pt idx="1357">
                  <c:v>4.5554999999999999E-4</c:v>
                </c:pt>
                <c:pt idx="1358">
                  <c:v>4.5706700000000002E-4</c:v>
                </c:pt>
                <c:pt idx="1359">
                  <c:v>4.5859299999999998E-4</c:v>
                </c:pt>
                <c:pt idx="1360">
                  <c:v>4.6014500000000002E-4</c:v>
                </c:pt>
                <c:pt idx="1361">
                  <c:v>4.6170500000000003E-4</c:v>
                </c:pt>
                <c:pt idx="1362">
                  <c:v>4.63263E-4</c:v>
                </c:pt>
                <c:pt idx="1363">
                  <c:v>4.64826E-4</c:v>
                </c:pt>
                <c:pt idx="1364">
                  <c:v>4.6639899999999999E-4</c:v>
                </c:pt>
                <c:pt idx="1365">
                  <c:v>4.6796300000000001E-4</c:v>
                </c:pt>
                <c:pt idx="1366">
                  <c:v>4.6951000000000002E-4</c:v>
                </c:pt>
                <c:pt idx="1367">
                  <c:v>4.7103299999999999E-4</c:v>
                </c:pt>
                <c:pt idx="1368">
                  <c:v>4.7254900000000001E-4</c:v>
                </c:pt>
                <c:pt idx="1369">
                  <c:v>4.7418500000000001E-4</c:v>
                </c:pt>
                <c:pt idx="1370">
                  <c:v>4.7600300000000002E-4</c:v>
                </c:pt>
                <c:pt idx="1371">
                  <c:v>4.7773500000000002E-4</c:v>
                </c:pt>
                <c:pt idx="1372">
                  <c:v>4.7933699999999998E-4</c:v>
                </c:pt>
                <c:pt idx="1373">
                  <c:v>4.8102399999999998E-4</c:v>
                </c:pt>
                <c:pt idx="1374">
                  <c:v>4.8276299999999999E-4</c:v>
                </c:pt>
                <c:pt idx="1375">
                  <c:v>4.8450700000000001E-4</c:v>
                </c:pt>
                <c:pt idx="1376">
                  <c:v>4.8623699999999999E-4</c:v>
                </c:pt>
                <c:pt idx="1377">
                  <c:v>4.8793099999999999E-4</c:v>
                </c:pt>
                <c:pt idx="1378">
                  <c:v>4.8961899999999995E-4</c:v>
                </c:pt>
                <c:pt idx="1379">
                  <c:v>4.9129100000000004E-4</c:v>
                </c:pt>
                <c:pt idx="1380">
                  <c:v>4.92824E-4</c:v>
                </c:pt>
                <c:pt idx="1381">
                  <c:v>4.9426400000000001E-4</c:v>
                </c:pt>
                <c:pt idx="1382">
                  <c:v>4.9580700000000002E-4</c:v>
                </c:pt>
                <c:pt idx="1383">
                  <c:v>4.9745200000000001E-4</c:v>
                </c:pt>
                <c:pt idx="1384">
                  <c:v>4.9910199999999997E-4</c:v>
                </c:pt>
                <c:pt idx="1385">
                  <c:v>5.0070900000000001E-4</c:v>
                </c:pt>
                <c:pt idx="1386">
                  <c:v>5.0231199999999998E-4</c:v>
                </c:pt>
                <c:pt idx="1387">
                  <c:v>5.0392999999999998E-4</c:v>
                </c:pt>
                <c:pt idx="1388">
                  <c:v>5.0553700000000002E-4</c:v>
                </c:pt>
                <c:pt idx="1389">
                  <c:v>5.0713099999999997E-4</c:v>
                </c:pt>
                <c:pt idx="1390">
                  <c:v>5.0857699999999997E-4</c:v>
                </c:pt>
                <c:pt idx="1391">
                  <c:v>5.0987199999999997E-4</c:v>
                </c:pt>
                <c:pt idx="1392">
                  <c:v>5.1126500000000001E-4</c:v>
                </c:pt>
                <c:pt idx="1393">
                  <c:v>5.1281299999999998E-4</c:v>
                </c:pt>
                <c:pt idx="1394">
                  <c:v>5.1441900000000001E-4</c:v>
                </c:pt>
                <c:pt idx="1395">
                  <c:v>5.1603499999999997E-4</c:v>
                </c:pt>
                <c:pt idx="1396">
                  <c:v>5.1765600000000002E-4</c:v>
                </c:pt>
                <c:pt idx="1397">
                  <c:v>5.1927500000000003E-4</c:v>
                </c:pt>
                <c:pt idx="1398">
                  <c:v>5.2088500000000001E-4</c:v>
                </c:pt>
                <c:pt idx="1399">
                  <c:v>5.2248099999999999E-4</c:v>
                </c:pt>
                <c:pt idx="1400">
                  <c:v>5.2405500000000005E-4</c:v>
                </c:pt>
                <c:pt idx="1401">
                  <c:v>5.2563999999999996E-4</c:v>
                </c:pt>
                <c:pt idx="1402">
                  <c:v>5.2724599999999999E-4</c:v>
                </c:pt>
                <c:pt idx="1403">
                  <c:v>5.2884700000000004E-4</c:v>
                </c:pt>
                <c:pt idx="1404">
                  <c:v>5.3042699999999998E-4</c:v>
                </c:pt>
                <c:pt idx="1405">
                  <c:v>5.3196500000000002E-4</c:v>
                </c:pt>
                <c:pt idx="1406">
                  <c:v>5.3349300000000001E-4</c:v>
                </c:pt>
                <c:pt idx="1407">
                  <c:v>5.3507299999999995E-4</c:v>
                </c:pt>
                <c:pt idx="1408">
                  <c:v>5.3660000000000003E-4</c:v>
                </c:pt>
                <c:pt idx="1409">
                  <c:v>5.3791699999999995E-4</c:v>
                </c:pt>
                <c:pt idx="1410">
                  <c:v>5.3923700000000003E-4</c:v>
                </c:pt>
                <c:pt idx="1411">
                  <c:v>5.4071999999999996E-4</c:v>
                </c:pt>
                <c:pt idx="1412">
                  <c:v>5.4230399999999996E-4</c:v>
                </c:pt>
                <c:pt idx="1413">
                  <c:v>5.4398100000000002E-4</c:v>
                </c:pt>
                <c:pt idx="1414">
                  <c:v>5.45694E-4</c:v>
                </c:pt>
                <c:pt idx="1415">
                  <c:v>5.4740799999999999E-4</c:v>
                </c:pt>
                <c:pt idx="1416">
                  <c:v>5.4911499999999998E-4</c:v>
                </c:pt>
                <c:pt idx="1417">
                  <c:v>5.5080999999999999E-4</c:v>
                </c:pt>
                <c:pt idx="1418">
                  <c:v>5.5248500000000002E-4</c:v>
                </c:pt>
                <c:pt idx="1419">
                  <c:v>5.5419200000000001E-4</c:v>
                </c:pt>
                <c:pt idx="1420">
                  <c:v>5.5596499999999995E-4</c:v>
                </c:pt>
                <c:pt idx="1421">
                  <c:v>5.5774999999999998E-4</c:v>
                </c:pt>
                <c:pt idx="1422">
                  <c:v>5.5957000000000001E-4</c:v>
                </c:pt>
                <c:pt idx="1423">
                  <c:v>5.6142300000000002E-4</c:v>
                </c:pt>
                <c:pt idx="1424">
                  <c:v>5.63205E-4</c:v>
                </c:pt>
                <c:pt idx="1425">
                  <c:v>5.64899E-4</c:v>
                </c:pt>
                <c:pt idx="1426">
                  <c:v>5.6655900000000001E-4</c:v>
                </c:pt>
                <c:pt idx="1427">
                  <c:v>5.6821499999999995E-4</c:v>
                </c:pt>
                <c:pt idx="1428">
                  <c:v>5.6987599999999998E-4</c:v>
                </c:pt>
                <c:pt idx="1429">
                  <c:v>5.7155699999999999E-4</c:v>
                </c:pt>
                <c:pt idx="1430">
                  <c:v>5.7323699999999999E-4</c:v>
                </c:pt>
                <c:pt idx="1431">
                  <c:v>5.7487300000000005E-4</c:v>
                </c:pt>
                <c:pt idx="1432">
                  <c:v>5.7650699999999997E-4</c:v>
                </c:pt>
                <c:pt idx="1433">
                  <c:v>5.7818099999999999E-4</c:v>
                </c:pt>
                <c:pt idx="1434">
                  <c:v>5.7987100000000003E-4</c:v>
                </c:pt>
                <c:pt idx="1435">
                  <c:v>5.8156199999999999E-4</c:v>
                </c:pt>
                <c:pt idx="1436">
                  <c:v>5.8329599999999997E-4</c:v>
                </c:pt>
                <c:pt idx="1437">
                  <c:v>5.8506300000000003E-4</c:v>
                </c:pt>
                <c:pt idx="1438">
                  <c:v>5.8682500000000002E-4</c:v>
                </c:pt>
                <c:pt idx="1439">
                  <c:v>5.8861000000000004E-4</c:v>
                </c:pt>
                <c:pt idx="1440">
                  <c:v>5.9040899999999996E-4</c:v>
                </c:pt>
                <c:pt idx="1441">
                  <c:v>5.9217700000000005E-4</c:v>
                </c:pt>
                <c:pt idx="1442">
                  <c:v>5.93909E-4</c:v>
                </c:pt>
                <c:pt idx="1443">
                  <c:v>5.9560099999999996E-4</c:v>
                </c:pt>
                <c:pt idx="1444">
                  <c:v>5.9730799999999995E-4</c:v>
                </c:pt>
                <c:pt idx="1445">
                  <c:v>5.9925099999999997E-4</c:v>
                </c:pt>
                <c:pt idx="1446">
                  <c:v>6.0139999999999998E-4</c:v>
                </c:pt>
                <c:pt idx="1447">
                  <c:v>6.0351600000000001E-4</c:v>
                </c:pt>
                <c:pt idx="1448">
                  <c:v>6.0555099999999996E-4</c:v>
                </c:pt>
                <c:pt idx="1449">
                  <c:v>6.0771299999999996E-4</c:v>
                </c:pt>
                <c:pt idx="1450">
                  <c:v>6.1007599999999998E-4</c:v>
                </c:pt>
                <c:pt idx="1451">
                  <c:v>6.1233299999999995E-4</c:v>
                </c:pt>
                <c:pt idx="1452">
                  <c:v>6.1394300000000004E-4</c:v>
                </c:pt>
                <c:pt idx="1453">
                  <c:v>6.1519700000000005E-4</c:v>
                </c:pt>
                <c:pt idx="1454">
                  <c:v>6.1689000000000004E-4</c:v>
                </c:pt>
                <c:pt idx="1455">
                  <c:v>6.1869099999999999E-4</c:v>
                </c:pt>
                <c:pt idx="1456">
                  <c:v>6.2027700000000002E-4</c:v>
                </c:pt>
                <c:pt idx="1457">
                  <c:v>6.2199100000000002E-4</c:v>
                </c:pt>
                <c:pt idx="1458">
                  <c:v>6.2384199999999999E-4</c:v>
                </c:pt>
                <c:pt idx="1459">
                  <c:v>6.2564999999999995E-4</c:v>
                </c:pt>
                <c:pt idx="1460">
                  <c:v>6.2737899999999996E-4</c:v>
                </c:pt>
                <c:pt idx="1461">
                  <c:v>6.2909000000000001E-4</c:v>
                </c:pt>
                <c:pt idx="1462">
                  <c:v>6.3089600000000004E-4</c:v>
                </c:pt>
                <c:pt idx="1463">
                  <c:v>6.3275099999999997E-4</c:v>
                </c:pt>
                <c:pt idx="1464">
                  <c:v>6.3465500000000003E-4</c:v>
                </c:pt>
                <c:pt idx="1465">
                  <c:v>6.3666299999999999E-4</c:v>
                </c:pt>
                <c:pt idx="1466">
                  <c:v>6.3867999999999998E-4</c:v>
                </c:pt>
                <c:pt idx="1467">
                  <c:v>6.4059700000000002E-4</c:v>
                </c:pt>
                <c:pt idx="1468">
                  <c:v>6.4237799999999998E-4</c:v>
                </c:pt>
                <c:pt idx="1469">
                  <c:v>6.4397599999999999E-4</c:v>
                </c:pt>
                <c:pt idx="1470">
                  <c:v>6.4549699999999998E-4</c:v>
                </c:pt>
                <c:pt idx="1471">
                  <c:v>6.4705600000000002E-4</c:v>
                </c:pt>
                <c:pt idx="1472">
                  <c:v>6.4868800000000002E-4</c:v>
                </c:pt>
                <c:pt idx="1473">
                  <c:v>6.5042400000000003E-4</c:v>
                </c:pt>
                <c:pt idx="1474">
                  <c:v>6.5219400000000004E-4</c:v>
                </c:pt>
                <c:pt idx="1475">
                  <c:v>6.5390900000000004E-4</c:v>
                </c:pt>
                <c:pt idx="1476">
                  <c:v>6.5561700000000005E-4</c:v>
                </c:pt>
                <c:pt idx="1477">
                  <c:v>6.5737200000000003E-4</c:v>
                </c:pt>
                <c:pt idx="1478">
                  <c:v>6.5917600000000003E-4</c:v>
                </c:pt>
                <c:pt idx="1479">
                  <c:v>6.6100700000000002E-4</c:v>
                </c:pt>
                <c:pt idx="1480">
                  <c:v>6.62851E-4</c:v>
                </c:pt>
                <c:pt idx="1481">
                  <c:v>6.6478000000000002E-4</c:v>
                </c:pt>
                <c:pt idx="1482">
                  <c:v>6.6670100000000001E-4</c:v>
                </c:pt>
                <c:pt idx="1483">
                  <c:v>6.6850399999999999E-4</c:v>
                </c:pt>
                <c:pt idx="1484">
                  <c:v>6.7026300000000004E-4</c:v>
                </c:pt>
                <c:pt idx="1485">
                  <c:v>6.7202500000000003E-4</c:v>
                </c:pt>
                <c:pt idx="1486">
                  <c:v>6.7378900000000005E-4</c:v>
                </c:pt>
                <c:pt idx="1487">
                  <c:v>6.7551999999999998E-4</c:v>
                </c:pt>
                <c:pt idx="1488">
                  <c:v>6.7741899999999996E-4</c:v>
                </c:pt>
                <c:pt idx="1489">
                  <c:v>6.7965899999999999E-4</c:v>
                </c:pt>
                <c:pt idx="1490">
                  <c:v>6.8195599999999995E-4</c:v>
                </c:pt>
                <c:pt idx="1491">
                  <c:v>6.8413800000000004E-4</c:v>
                </c:pt>
                <c:pt idx="1492">
                  <c:v>6.8642300000000002E-4</c:v>
                </c:pt>
                <c:pt idx="1493">
                  <c:v>6.88859E-4</c:v>
                </c:pt>
                <c:pt idx="1494">
                  <c:v>6.9119199999999998E-4</c:v>
                </c:pt>
                <c:pt idx="1495">
                  <c:v>6.9337399999999997E-4</c:v>
                </c:pt>
                <c:pt idx="1496">
                  <c:v>6.9551599999999997E-4</c:v>
                </c:pt>
                <c:pt idx="1497">
                  <c:v>6.9755499999999998E-4</c:v>
                </c:pt>
                <c:pt idx="1498">
                  <c:v>6.9947900000000003E-4</c:v>
                </c:pt>
                <c:pt idx="1499">
                  <c:v>7.0139099999999999E-4</c:v>
                </c:pt>
                <c:pt idx="1500">
                  <c:v>7.0319700000000002E-4</c:v>
                </c:pt>
                <c:pt idx="1501">
                  <c:v>7.0484300000000003E-4</c:v>
                </c:pt>
                <c:pt idx="1502">
                  <c:v>7.0644499999999999E-4</c:v>
                </c:pt>
                <c:pt idx="1503">
                  <c:v>7.0812100000000003E-4</c:v>
                </c:pt>
                <c:pt idx="1504">
                  <c:v>7.0987399999999999E-4</c:v>
                </c:pt>
                <c:pt idx="1505">
                  <c:v>7.1161399999999995E-4</c:v>
                </c:pt>
                <c:pt idx="1506">
                  <c:v>7.1334299999999996E-4</c:v>
                </c:pt>
                <c:pt idx="1507">
                  <c:v>7.1538899999999998E-4</c:v>
                </c:pt>
                <c:pt idx="1508">
                  <c:v>7.1777500000000003E-4</c:v>
                </c:pt>
                <c:pt idx="1509">
                  <c:v>7.2006900000000005E-4</c:v>
                </c:pt>
                <c:pt idx="1510">
                  <c:v>7.22187E-4</c:v>
                </c:pt>
                <c:pt idx="1511">
                  <c:v>7.24184E-4</c:v>
                </c:pt>
                <c:pt idx="1512">
                  <c:v>7.25974E-4</c:v>
                </c:pt>
                <c:pt idx="1513">
                  <c:v>7.2767100000000005E-4</c:v>
                </c:pt>
                <c:pt idx="1514">
                  <c:v>7.2942999999999999E-4</c:v>
                </c:pt>
                <c:pt idx="1515">
                  <c:v>7.3119700000000005E-4</c:v>
                </c:pt>
                <c:pt idx="1516">
                  <c:v>7.3291399999999998E-4</c:v>
                </c:pt>
                <c:pt idx="1517">
                  <c:v>7.34595E-4</c:v>
                </c:pt>
                <c:pt idx="1518">
                  <c:v>7.3643999999999999E-4</c:v>
                </c:pt>
                <c:pt idx="1519">
                  <c:v>7.3852300000000004E-4</c:v>
                </c:pt>
                <c:pt idx="1520">
                  <c:v>7.4065899999999996E-4</c:v>
                </c:pt>
                <c:pt idx="1521">
                  <c:v>7.4273099999999995E-4</c:v>
                </c:pt>
                <c:pt idx="1522">
                  <c:v>7.4467499999999998E-4</c:v>
                </c:pt>
                <c:pt idx="1523">
                  <c:v>7.4647799999999996E-4</c:v>
                </c:pt>
                <c:pt idx="1524">
                  <c:v>7.4821900000000005E-4</c:v>
                </c:pt>
                <c:pt idx="1525">
                  <c:v>7.4997400000000004E-4</c:v>
                </c:pt>
                <c:pt idx="1526">
                  <c:v>7.5175000000000003E-4</c:v>
                </c:pt>
                <c:pt idx="1527">
                  <c:v>7.5372099999999995E-4</c:v>
                </c:pt>
                <c:pt idx="1528">
                  <c:v>7.5625200000000001E-4</c:v>
                </c:pt>
                <c:pt idx="1529">
                  <c:v>7.5930599999999996E-4</c:v>
                </c:pt>
                <c:pt idx="1530">
                  <c:v>7.6223700000000003E-4</c:v>
                </c:pt>
                <c:pt idx="1531">
                  <c:v>7.6469600000000004E-4</c:v>
                </c:pt>
                <c:pt idx="1532">
                  <c:v>7.6681600000000003E-4</c:v>
                </c:pt>
                <c:pt idx="1533">
                  <c:v>7.68694E-4</c:v>
                </c:pt>
                <c:pt idx="1534">
                  <c:v>7.7046299999999999E-4</c:v>
                </c:pt>
                <c:pt idx="1535">
                  <c:v>7.7224399999999995E-4</c:v>
                </c:pt>
                <c:pt idx="1536">
                  <c:v>7.7402600000000003E-4</c:v>
                </c:pt>
                <c:pt idx="1537">
                  <c:v>7.7579700000000005E-4</c:v>
                </c:pt>
                <c:pt idx="1538">
                  <c:v>7.7753499999999999E-4</c:v>
                </c:pt>
                <c:pt idx="1539">
                  <c:v>7.7911099999999997E-4</c:v>
                </c:pt>
                <c:pt idx="1540">
                  <c:v>7.8065000000000003E-4</c:v>
                </c:pt>
                <c:pt idx="1541">
                  <c:v>7.8228399999999995E-4</c:v>
                </c:pt>
                <c:pt idx="1542">
                  <c:v>7.8393600000000005E-4</c:v>
                </c:pt>
                <c:pt idx="1543">
                  <c:v>7.8566400000000005E-4</c:v>
                </c:pt>
                <c:pt idx="1544">
                  <c:v>7.8744199999999996E-4</c:v>
                </c:pt>
                <c:pt idx="1545">
                  <c:v>7.8921799999999995E-4</c:v>
                </c:pt>
                <c:pt idx="1546">
                  <c:v>7.9107999999999999E-4</c:v>
                </c:pt>
                <c:pt idx="1547">
                  <c:v>7.9312499999999999E-4</c:v>
                </c:pt>
                <c:pt idx="1548">
                  <c:v>7.9526599999999999E-4</c:v>
                </c:pt>
                <c:pt idx="1549">
                  <c:v>7.9729400000000004E-4</c:v>
                </c:pt>
                <c:pt idx="1550">
                  <c:v>7.9912699999999995E-4</c:v>
                </c:pt>
                <c:pt idx="1551">
                  <c:v>8.0085300000000002E-4</c:v>
                </c:pt>
                <c:pt idx="1552">
                  <c:v>8.0254800000000004E-4</c:v>
                </c:pt>
                <c:pt idx="1553">
                  <c:v>8.0422700000000002E-4</c:v>
                </c:pt>
                <c:pt idx="1554">
                  <c:v>8.0591099999999998E-4</c:v>
                </c:pt>
                <c:pt idx="1555">
                  <c:v>8.07586E-4</c:v>
                </c:pt>
                <c:pt idx="1556">
                  <c:v>8.0922600000000002E-4</c:v>
                </c:pt>
                <c:pt idx="1557">
                  <c:v>8.1085E-4</c:v>
                </c:pt>
                <c:pt idx="1558">
                  <c:v>8.1246200000000001E-4</c:v>
                </c:pt>
                <c:pt idx="1559">
                  <c:v>8.1417100000000004E-4</c:v>
                </c:pt>
                <c:pt idx="1560">
                  <c:v>8.1601000000000004E-4</c:v>
                </c:pt>
                <c:pt idx="1561">
                  <c:v>8.1800799999999995E-4</c:v>
                </c:pt>
                <c:pt idx="1562">
                  <c:v>8.2021800000000005E-4</c:v>
                </c:pt>
                <c:pt idx="1563">
                  <c:v>8.2237E-4</c:v>
                </c:pt>
                <c:pt idx="1564">
                  <c:v>8.2436599999999999E-4</c:v>
                </c:pt>
                <c:pt idx="1565">
                  <c:v>8.2637699999999999E-4</c:v>
                </c:pt>
                <c:pt idx="1566">
                  <c:v>8.2843700000000001E-4</c:v>
                </c:pt>
                <c:pt idx="1567">
                  <c:v>8.3044900000000003E-4</c:v>
                </c:pt>
                <c:pt idx="1568">
                  <c:v>8.3251600000000005E-4</c:v>
                </c:pt>
                <c:pt idx="1569">
                  <c:v>8.3475800000000001E-4</c:v>
                </c:pt>
                <c:pt idx="1570">
                  <c:v>8.3686999999999998E-4</c:v>
                </c:pt>
                <c:pt idx="1571">
                  <c:v>8.3878299999999995E-4</c:v>
                </c:pt>
                <c:pt idx="1572">
                  <c:v>8.40631E-4</c:v>
                </c:pt>
                <c:pt idx="1573">
                  <c:v>8.4233300000000001E-4</c:v>
                </c:pt>
                <c:pt idx="1574">
                  <c:v>8.4397499999999996E-4</c:v>
                </c:pt>
                <c:pt idx="1575">
                  <c:v>8.4563599999999998E-4</c:v>
                </c:pt>
                <c:pt idx="1576">
                  <c:v>8.4727499999999998E-4</c:v>
                </c:pt>
                <c:pt idx="1577">
                  <c:v>8.4887199999999997E-4</c:v>
                </c:pt>
                <c:pt idx="1578">
                  <c:v>8.5044799999999996E-4</c:v>
                </c:pt>
                <c:pt idx="1579">
                  <c:v>8.5197699999999996E-4</c:v>
                </c:pt>
                <c:pt idx="1580">
                  <c:v>8.5349000000000004E-4</c:v>
                </c:pt>
                <c:pt idx="1581">
                  <c:v>8.5519700000000003E-4</c:v>
                </c:pt>
                <c:pt idx="1582">
                  <c:v>8.5735300000000004E-4</c:v>
                </c:pt>
                <c:pt idx="1583">
                  <c:v>8.5977299999999998E-4</c:v>
                </c:pt>
                <c:pt idx="1584">
                  <c:v>8.6206800000000001E-4</c:v>
                </c:pt>
                <c:pt idx="1585">
                  <c:v>8.6416499999999996E-4</c:v>
                </c:pt>
                <c:pt idx="1586">
                  <c:v>8.6607700000000004E-4</c:v>
                </c:pt>
                <c:pt idx="1587">
                  <c:v>8.6790399999999996E-4</c:v>
                </c:pt>
                <c:pt idx="1588">
                  <c:v>8.6973599999999997E-4</c:v>
                </c:pt>
                <c:pt idx="1589">
                  <c:v>8.7156699999999996E-4</c:v>
                </c:pt>
                <c:pt idx="1590">
                  <c:v>8.7338599999999998E-4</c:v>
                </c:pt>
                <c:pt idx="1591">
                  <c:v>8.75247E-4</c:v>
                </c:pt>
                <c:pt idx="1592">
                  <c:v>8.7736300000000004E-4</c:v>
                </c:pt>
                <c:pt idx="1593">
                  <c:v>8.7967399999999999E-4</c:v>
                </c:pt>
                <c:pt idx="1594">
                  <c:v>8.8181299999999995E-4</c:v>
                </c:pt>
                <c:pt idx="1595">
                  <c:v>8.8374099999999995E-4</c:v>
                </c:pt>
                <c:pt idx="1596">
                  <c:v>8.8561900000000003E-4</c:v>
                </c:pt>
                <c:pt idx="1597">
                  <c:v>8.8753300000000003E-4</c:v>
                </c:pt>
                <c:pt idx="1598">
                  <c:v>8.8952400000000004E-4</c:v>
                </c:pt>
                <c:pt idx="1599">
                  <c:v>8.9161199999999996E-4</c:v>
                </c:pt>
                <c:pt idx="1600">
                  <c:v>8.9365600000000005E-4</c:v>
                </c:pt>
                <c:pt idx="1601">
                  <c:v>8.9557799999999996E-4</c:v>
                </c:pt>
                <c:pt idx="1602">
                  <c:v>8.9746200000000002E-4</c:v>
                </c:pt>
                <c:pt idx="1603">
                  <c:v>8.9931899999999999E-4</c:v>
                </c:pt>
                <c:pt idx="1604">
                  <c:v>9.0110799999999997E-4</c:v>
                </c:pt>
                <c:pt idx="1605">
                  <c:v>9.0281699999999999E-4</c:v>
                </c:pt>
                <c:pt idx="1606">
                  <c:v>9.0449300000000003E-4</c:v>
                </c:pt>
                <c:pt idx="1607">
                  <c:v>9.0618399999999998E-4</c:v>
                </c:pt>
                <c:pt idx="1608">
                  <c:v>9.0788499999999999E-4</c:v>
                </c:pt>
                <c:pt idx="1609">
                  <c:v>9.0957199999999998E-4</c:v>
                </c:pt>
                <c:pt idx="1610">
                  <c:v>9.1126599999999999E-4</c:v>
                </c:pt>
                <c:pt idx="1611">
                  <c:v>9.1294900000000003E-4</c:v>
                </c:pt>
                <c:pt idx="1612">
                  <c:v>9.1468099999999998E-4</c:v>
                </c:pt>
                <c:pt idx="1613">
                  <c:v>9.1678300000000001E-4</c:v>
                </c:pt>
                <c:pt idx="1614">
                  <c:v>9.1911300000000005E-4</c:v>
                </c:pt>
                <c:pt idx="1615">
                  <c:v>9.2135899999999996E-4</c:v>
                </c:pt>
                <c:pt idx="1616">
                  <c:v>9.23772E-4</c:v>
                </c:pt>
                <c:pt idx="1617">
                  <c:v>9.2651599999999995E-4</c:v>
                </c:pt>
                <c:pt idx="1618">
                  <c:v>9.2927699999999995E-4</c:v>
                </c:pt>
                <c:pt idx="1619">
                  <c:v>9.3176299999999995E-4</c:v>
                </c:pt>
                <c:pt idx="1620">
                  <c:v>9.3400700000000004E-4</c:v>
                </c:pt>
                <c:pt idx="1621">
                  <c:v>9.3620200000000002E-4</c:v>
                </c:pt>
                <c:pt idx="1622">
                  <c:v>9.3873100000000005E-4</c:v>
                </c:pt>
                <c:pt idx="1623">
                  <c:v>9.4159799999999998E-4</c:v>
                </c:pt>
                <c:pt idx="1624">
                  <c:v>9.4426600000000003E-4</c:v>
                </c:pt>
                <c:pt idx="1625">
                  <c:v>9.4646300000000004E-4</c:v>
                </c:pt>
                <c:pt idx="1626">
                  <c:v>9.4840099999999997E-4</c:v>
                </c:pt>
                <c:pt idx="1627">
                  <c:v>9.5029700000000001E-4</c:v>
                </c:pt>
                <c:pt idx="1628">
                  <c:v>9.5219499999999997E-4</c:v>
                </c:pt>
                <c:pt idx="1629">
                  <c:v>9.5407800000000002E-4</c:v>
                </c:pt>
                <c:pt idx="1630">
                  <c:v>9.5595999999999995E-4</c:v>
                </c:pt>
                <c:pt idx="1631">
                  <c:v>9.57933E-4</c:v>
                </c:pt>
                <c:pt idx="1632">
                  <c:v>9.6011499999999999E-4</c:v>
                </c:pt>
                <c:pt idx="1633">
                  <c:v>9.6243399999999997E-4</c:v>
                </c:pt>
                <c:pt idx="1634">
                  <c:v>9.6467199999999997E-4</c:v>
                </c:pt>
                <c:pt idx="1635">
                  <c:v>9.6684099999999997E-4</c:v>
                </c:pt>
                <c:pt idx="1636">
                  <c:v>9.6925600000000005E-4</c:v>
                </c:pt>
                <c:pt idx="1637">
                  <c:v>9.7192000000000003E-4</c:v>
                </c:pt>
                <c:pt idx="1638">
                  <c:v>9.7426900000000005E-4</c:v>
                </c:pt>
                <c:pt idx="1639">
                  <c:v>9.7625999999999995E-4</c:v>
                </c:pt>
                <c:pt idx="1640">
                  <c:v>9.7828999999999993E-4</c:v>
                </c:pt>
                <c:pt idx="1641">
                  <c:v>9.8038399999999994E-4</c:v>
                </c:pt>
                <c:pt idx="1642">
                  <c:v>9.8250000000000008E-4</c:v>
                </c:pt>
                <c:pt idx="1643">
                  <c:v>9.8463299999999995E-4</c:v>
                </c:pt>
                <c:pt idx="1644">
                  <c:v>9.866600000000001E-4</c:v>
                </c:pt>
                <c:pt idx="1645">
                  <c:v>9.8843499999999996E-4</c:v>
                </c:pt>
                <c:pt idx="1646">
                  <c:v>9.9013700000000009E-4</c:v>
                </c:pt>
                <c:pt idx="1647">
                  <c:v>9.9207599999999994E-4</c:v>
                </c:pt>
                <c:pt idx="1648">
                  <c:v>9.9406800000000008E-4</c:v>
                </c:pt>
                <c:pt idx="1649">
                  <c:v>9.9592699999999997E-4</c:v>
                </c:pt>
                <c:pt idx="1650">
                  <c:v>9.9776599999999997E-4</c:v>
                </c:pt>
                <c:pt idx="1651">
                  <c:v>9.9964400000000005E-4</c:v>
                </c:pt>
                <c:pt idx="1652">
                  <c:v>1.00154E-3</c:v>
                </c:pt>
                <c:pt idx="1653">
                  <c:v>1.0034499999999999E-3</c:v>
                </c:pt>
                <c:pt idx="1654">
                  <c:v>1.00534E-3</c:v>
                </c:pt>
                <c:pt idx="1655">
                  <c:v>1.0071500000000001E-3</c:v>
                </c:pt>
                <c:pt idx="1656">
                  <c:v>1.0089299999999999E-3</c:v>
                </c:pt>
                <c:pt idx="1657">
                  <c:v>1.01078E-3</c:v>
                </c:pt>
                <c:pt idx="1658">
                  <c:v>1.01285E-3</c:v>
                </c:pt>
                <c:pt idx="1659">
                  <c:v>1.0155800000000001E-3</c:v>
                </c:pt>
                <c:pt idx="1660">
                  <c:v>1.0191899999999999E-3</c:v>
                </c:pt>
                <c:pt idx="1661">
                  <c:v>1.02282E-3</c:v>
                </c:pt>
                <c:pt idx="1662">
                  <c:v>1.0258999999999999E-3</c:v>
                </c:pt>
                <c:pt idx="1663">
                  <c:v>1.02855E-3</c:v>
                </c:pt>
                <c:pt idx="1664">
                  <c:v>1.0307999999999999E-3</c:v>
                </c:pt>
                <c:pt idx="1665">
                  <c:v>1.0327699999999999E-3</c:v>
                </c:pt>
                <c:pt idx="1666">
                  <c:v>1.03466E-3</c:v>
                </c:pt>
                <c:pt idx="1667">
                  <c:v>1.0365400000000001E-3</c:v>
                </c:pt>
                <c:pt idx="1668">
                  <c:v>1.03834E-3</c:v>
                </c:pt>
                <c:pt idx="1669">
                  <c:v>1.0400800000000001E-3</c:v>
                </c:pt>
                <c:pt idx="1670">
                  <c:v>1.0418300000000001E-3</c:v>
                </c:pt>
                <c:pt idx="1671">
                  <c:v>1.0435500000000001E-3</c:v>
                </c:pt>
                <c:pt idx="1672">
                  <c:v>1.04521E-3</c:v>
                </c:pt>
                <c:pt idx="1673">
                  <c:v>1.0468700000000001E-3</c:v>
                </c:pt>
                <c:pt idx="1674">
                  <c:v>1.0485399999999999E-3</c:v>
                </c:pt>
                <c:pt idx="1675">
                  <c:v>1.05032E-3</c:v>
                </c:pt>
                <c:pt idx="1676">
                  <c:v>1.05237E-3</c:v>
                </c:pt>
                <c:pt idx="1677">
                  <c:v>1.0551200000000001E-3</c:v>
                </c:pt>
                <c:pt idx="1678">
                  <c:v>1.0582199999999999E-3</c:v>
                </c:pt>
                <c:pt idx="1679">
                  <c:v>1.06076E-3</c:v>
                </c:pt>
                <c:pt idx="1680">
                  <c:v>1.0627200000000001E-3</c:v>
                </c:pt>
                <c:pt idx="1681">
                  <c:v>1.0644700000000001E-3</c:v>
                </c:pt>
                <c:pt idx="1682">
                  <c:v>1.06661E-3</c:v>
                </c:pt>
                <c:pt idx="1683">
                  <c:v>1.06952E-3</c:v>
                </c:pt>
                <c:pt idx="1684">
                  <c:v>1.07251E-3</c:v>
                </c:pt>
                <c:pt idx="1685">
                  <c:v>1.0748999999999999E-3</c:v>
                </c:pt>
                <c:pt idx="1686">
                  <c:v>1.0769499999999999E-3</c:v>
                </c:pt>
                <c:pt idx="1687">
                  <c:v>1.07917E-3</c:v>
                </c:pt>
                <c:pt idx="1688">
                  <c:v>1.0815600000000001E-3</c:v>
                </c:pt>
                <c:pt idx="1689">
                  <c:v>1.0838200000000001E-3</c:v>
                </c:pt>
                <c:pt idx="1690">
                  <c:v>1.08595E-3</c:v>
                </c:pt>
                <c:pt idx="1691">
                  <c:v>1.08811E-3</c:v>
                </c:pt>
                <c:pt idx="1692">
                  <c:v>1.09044E-3</c:v>
                </c:pt>
                <c:pt idx="1693">
                  <c:v>1.0926899999999999E-3</c:v>
                </c:pt>
                <c:pt idx="1694">
                  <c:v>1.0945900000000001E-3</c:v>
                </c:pt>
                <c:pt idx="1695">
                  <c:v>1.09629E-3</c:v>
                </c:pt>
                <c:pt idx="1696">
                  <c:v>1.0980499999999999E-3</c:v>
                </c:pt>
                <c:pt idx="1697">
                  <c:v>1.09983E-3</c:v>
                </c:pt>
                <c:pt idx="1698">
                  <c:v>1.1016000000000001E-3</c:v>
                </c:pt>
                <c:pt idx="1699">
                  <c:v>1.1033499999999999E-3</c:v>
                </c:pt>
                <c:pt idx="1700">
                  <c:v>1.1051100000000001E-3</c:v>
                </c:pt>
                <c:pt idx="1701">
                  <c:v>1.1069599999999999E-3</c:v>
                </c:pt>
                <c:pt idx="1702">
                  <c:v>1.10888E-3</c:v>
                </c:pt>
                <c:pt idx="1703">
                  <c:v>1.1107199999999999E-3</c:v>
                </c:pt>
                <c:pt idx="1704">
                  <c:v>1.11243E-3</c:v>
                </c:pt>
                <c:pt idx="1705">
                  <c:v>1.1141600000000001E-3</c:v>
                </c:pt>
                <c:pt idx="1706">
                  <c:v>1.1162100000000001E-3</c:v>
                </c:pt>
                <c:pt idx="1707">
                  <c:v>1.1185800000000001E-3</c:v>
                </c:pt>
                <c:pt idx="1708">
                  <c:v>1.12118E-3</c:v>
                </c:pt>
                <c:pt idx="1709">
                  <c:v>1.12382E-3</c:v>
                </c:pt>
                <c:pt idx="1710">
                  <c:v>1.1263200000000001E-3</c:v>
                </c:pt>
                <c:pt idx="1711">
                  <c:v>1.12863E-3</c:v>
                </c:pt>
                <c:pt idx="1712">
                  <c:v>1.1306700000000001E-3</c:v>
                </c:pt>
                <c:pt idx="1713">
                  <c:v>1.1325599999999999E-3</c:v>
                </c:pt>
                <c:pt idx="1714">
                  <c:v>1.1343600000000001E-3</c:v>
                </c:pt>
                <c:pt idx="1715">
                  <c:v>1.13626E-3</c:v>
                </c:pt>
                <c:pt idx="1716">
                  <c:v>1.13857E-3</c:v>
                </c:pt>
                <c:pt idx="1717">
                  <c:v>1.1410299999999999E-3</c:v>
                </c:pt>
                <c:pt idx="1718">
                  <c:v>1.1432599999999999E-3</c:v>
                </c:pt>
                <c:pt idx="1719">
                  <c:v>1.14532E-3</c:v>
                </c:pt>
                <c:pt idx="1720">
                  <c:v>1.1473799999999999E-3</c:v>
                </c:pt>
                <c:pt idx="1721">
                  <c:v>1.1496E-3</c:v>
                </c:pt>
                <c:pt idx="1722">
                  <c:v>1.1517599999999999E-3</c:v>
                </c:pt>
                <c:pt idx="1723">
                  <c:v>1.1536700000000001E-3</c:v>
                </c:pt>
                <c:pt idx="1724">
                  <c:v>1.1554200000000001E-3</c:v>
                </c:pt>
                <c:pt idx="1725">
                  <c:v>1.1571000000000001E-3</c:v>
                </c:pt>
                <c:pt idx="1726">
                  <c:v>1.15876E-3</c:v>
                </c:pt>
                <c:pt idx="1727">
                  <c:v>1.1603799999999999E-3</c:v>
                </c:pt>
                <c:pt idx="1728">
                  <c:v>1.1619899999999999E-3</c:v>
                </c:pt>
                <c:pt idx="1729">
                  <c:v>1.16362E-3</c:v>
                </c:pt>
                <c:pt idx="1730">
                  <c:v>1.1653099999999999E-3</c:v>
                </c:pt>
                <c:pt idx="1731">
                  <c:v>1.16731E-3</c:v>
                </c:pt>
                <c:pt idx="1732">
                  <c:v>1.1697299999999999E-3</c:v>
                </c:pt>
                <c:pt idx="1733">
                  <c:v>1.1722099999999999E-3</c:v>
                </c:pt>
                <c:pt idx="1734">
                  <c:v>1.1748399999999999E-3</c:v>
                </c:pt>
                <c:pt idx="1735">
                  <c:v>1.1776899999999999E-3</c:v>
                </c:pt>
                <c:pt idx="1736">
                  <c:v>1.1803199999999999E-3</c:v>
                </c:pt>
                <c:pt idx="1737">
                  <c:v>1.1825E-3</c:v>
                </c:pt>
                <c:pt idx="1738">
                  <c:v>1.1845899999999999E-3</c:v>
                </c:pt>
                <c:pt idx="1739">
                  <c:v>1.18672E-3</c:v>
                </c:pt>
                <c:pt idx="1740">
                  <c:v>1.18881E-3</c:v>
                </c:pt>
                <c:pt idx="1741">
                  <c:v>1.19081E-3</c:v>
                </c:pt>
                <c:pt idx="1742">
                  <c:v>1.1927299999999999E-3</c:v>
                </c:pt>
                <c:pt idx="1743">
                  <c:v>1.19458E-3</c:v>
                </c:pt>
                <c:pt idx="1744">
                  <c:v>1.1964E-3</c:v>
                </c:pt>
                <c:pt idx="1745">
                  <c:v>1.1982900000000001E-3</c:v>
                </c:pt>
                <c:pt idx="1746">
                  <c:v>1.2002499999999999E-3</c:v>
                </c:pt>
                <c:pt idx="1747">
                  <c:v>1.2021499999999999E-3</c:v>
                </c:pt>
                <c:pt idx="1748">
                  <c:v>1.20403E-3</c:v>
                </c:pt>
                <c:pt idx="1749">
                  <c:v>1.2064599999999999E-3</c:v>
                </c:pt>
                <c:pt idx="1750">
                  <c:v>1.20976E-3</c:v>
                </c:pt>
                <c:pt idx="1751">
                  <c:v>1.2129599999999999E-3</c:v>
                </c:pt>
                <c:pt idx="1752">
                  <c:v>1.21546E-3</c:v>
                </c:pt>
                <c:pt idx="1753">
                  <c:v>1.2176699999999999E-3</c:v>
                </c:pt>
                <c:pt idx="1754">
                  <c:v>1.22054E-3</c:v>
                </c:pt>
                <c:pt idx="1755">
                  <c:v>1.22518E-3</c:v>
                </c:pt>
                <c:pt idx="1756">
                  <c:v>1.23044E-3</c:v>
                </c:pt>
                <c:pt idx="1757">
                  <c:v>1.2345800000000001E-3</c:v>
                </c:pt>
                <c:pt idx="1758">
                  <c:v>1.2377200000000001E-3</c:v>
                </c:pt>
                <c:pt idx="1759">
                  <c:v>1.2403500000000001E-3</c:v>
                </c:pt>
                <c:pt idx="1760">
                  <c:v>1.2426900000000001E-3</c:v>
                </c:pt>
                <c:pt idx="1761">
                  <c:v>1.2454899999999999E-3</c:v>
                </c:pt>
                <c:pt idx="1762">
                  <c:v>1.24916E-3</c:v>
                </c:pt>
                <c:pt idx="1763">
                  <c:v>1.2528999999999999E-3</c:v>
                </c:pt>
                <c:pt idx="1764">
                  <c:v>1.25606E-3</c:v>
                </c:pt>
                <c:pt idx="1765">
                  <c:v>1.25859E-3</c:v>
                </c:pt>
                <c:pt idx="1766">
                  <c:v>1.2606399999999999E-3</c:v>
                </c:pt>
                <c:pt idx="1767">
                  <c:v>1.2625100000000001E-3</c:v>
                </c:pt>
                <c:pt idx="1768">
                  <c:v>1.2643999999999999E-3</c:v>
                </c:pt>
                <c:pt idx="1769">
                  <c:v>1.26633E-3</c:v>
                </c:pt>
                <c:pt idx="1770">
                  <c:v>1.26822E-3</c:v>
                </c:pt>
                <c:pt idx="1771">
                  <c:v>1.2700599999999999E-3</c:v>
                </c:pt>
                <c:pt idx="1772">
                  <c:v>1.27187E-3</c:v>
                </c:pt>
                <c:pt idx="1773">
                  <c:v>1.2736500000000001E-3</c:v>
                </c:pt>
                <c:pt idx="1774">
                  <c:v>1.2754699999999999E-3</c:v>
                </c:pt>
                <c:pt idx="1775">
                  <c:v>1.2773000000000001E-3</c:v>
                </c:pt>
                <c:pt idx="1776">
                  <c:v>1.2790900000000001E-3</c:v>
                </c:pt>
                <c:pt idx="1777">
                  <c:v>1.28089E-3</c:v>
                </c:pt>
                <c:pt idx="1778">
                  <c:v>1.28294E-3</c:v>
                </c:pt>
                <c:pt idx="1779">
                  <c:v>1.2851399999999999E-3</c:v>
                </c:pt>
                <c:pt idx="1780">
                  <c:v>1.28718E-3</c:v>
                </c:pt>
                <c:pt idx="1781">
                  <c:v>1.2891999999999999E-3</c:v>
                </c:pt>
                <c:pt idx="1782">
                  <c:v>1.2918000000000001E-3</c:v>
                </c:pt>
                <c:pt idx="1783">
                  <c:v>1.29481E-3</c:v>
                </c:pt>
                <c:pt idx="1784">
                  <c:v>1.2975E-3</c:v>
                </c:pt>
                <c:pt idx="1785">
                  <c:v>1.30021E-3</c:v>
                </c:pt>
                <c:pt idx="1786">
                  <c:v>1.3032899999999999E-3</c:v>
                </c:pt>
                <c:pt idx="1787">
                  <c:v>1.3066200000000001E-3</c:v>
                </c:pt>
                <c:pt idx="1788">
                  <c:v>1.30985E-3</c:v>
                </c:pt>
                <c:pt idx="1789">
                  <c:v>1.3126699999999999E-3</c:v>
                </c:pt>
                <c:pt idx="1790">
                  <c:v>1.31515E-3</c:v>
                </c:pt>
                <c:pt idx="1791">
                  <c:v>1.31744E-3</c:v>
                </c:pt>
                <c:pt idx="1792">
                  <c:v>1.31964E-3</c:v>
                </c:pt>
                <c:pt idx="1793">
                  <c:v>1.3217400000000001E-3</c:v>
                </c:pt>
                <c:pt idx="1794">
                  <c:v>1.32372E-3</c:v>
                </c:pt>
                <c:pt idx="1795">
                  <c:v>1.32563E-3</c:v>
                </c:pt>
                <c:pt idx="1796">
                  <c:v>1.32766E-3</c:v>
                </c:pt>
                <c:pt idx="1797">
                  <c:v>1.33011E-3</c:v>
                </c:pt>
                <c:pt idx="1798">
                  <c:v>1.3331700000000001E-3</c:v>
                </c:pt>
                <c:pt idx="1799">
                  <c:v>1.3362199999999999E-3</c:v>
                </c:pt>
                <c:pt idx="1800">
                  <c:v>1.3387E-3</c:v>
                </c:pt>
                <c:pt idx="1801">
                  <c:v>1.34084E-3</c:v>
                </c:pt>
                <c:pt idx="1802">
                  <c:v>1.34315E-3</c:v>
                </c:pt>
                <c:pt idx="1803">
                  <c:v>1.3458599999999999E-3</c:v>
                </c:pt>
                <c:pt idx="1804">
                  <c:v>1.3485599999999999E-3</c:v>
                </c:pt>
                <c:pt idx="1805">
                  <c:v>1.351E-3</c:v>
                </c:pt>
                <c:pt idx="1806">
                  <c:v>1.3531999999999999E-3</c:v>
                </c:pt>
                <c:pt idx="1807">
                  <c:v>1.35516E-3</c:v>
                </c:pt>
                <c:pt idx="1808">
                  <c:v>1.3569599999999999E-3</c:v>
                </c:pt>
                <c:pt idx="1809">
                  <c:v>1.3586799999999999E-3</c:v>
                </c:pt>
                <c:pt idx="1810">
                  <c:v>1.36038E-3</c:v>
                </c:pt>
                <c:pt idx="1811">
                  <c:v>1.3621499999999999E-3</c:v>
                </c:pt>
                <c:pt idx="1812">
                  <c:v>1.36407E-3</c:v>
                </c:pt>
                <c:pt idx="1813">
                  <c:v>1.3660499999999999E-3</c:v>
                </c:pt>
                <c:pt idx="1814">
                  <c:v>1.3679E-3</c:v>
                </c:pt>
                <c:pt idx="1815">
                  <c:v>1.36965E-3</c:v>
                </c:pt>
                <c:pt idx="1816">
                  <c:v>1.3715299999999999E-3</c:v>
                </c:pt>
                <c:pt idx="1817">
                  <c:v>1.3734699999999999E-3</c:v>
                </c:pt>
                <c:pt idx="1818">
                  <c:v>1.3756700000000001E-3</c:v>
                </c:pt>
                <c:pt idx="1819">
                  <c:v>1.37874E-3</c:v>
                </c:pt>
                <c:pt idx="1820">
                  <c:v>1.38196E-3</c:v>
                </c:pt>
                <c:pt idx="1821">
                  <c:v>1.38441E-3</c:v>
                </c:pt>
                <c:pt idx="1822">
                  <c:v>1.38638E-3</c:v>
                </c:pt>
                <c:pt idx="1823">
                  <c:v>1.3882300000000001E-3</c:v>
                </c:pt>
                <c:pt idx="1824">
                  <c:v>1.3898999999999999E-3</c:v>
                </c:pt>
                <c:pt idx="1825">
                  <c:v>1.3914000000000001E-3</c:v>
                </c:pt>
                <c:pt idx="1826">
                  <c:v>1.3927900000000001E-3</c:v>
                </c:pt>
                <c:pt idx="1827">
                  <c:v>1.3940000000000001E-3</c:v>
                </c:pt>
                <c:pt idx="1828">
                  <c:v>1.3951499999999999E-3</c:v>
                </c:pt>
                <c:pt idx="1829">
                  <c:v>1.39631E-3</c:v>
                </c:pt>
                <c:pt idx="1830">
                  <c:v>1.39752E-3</c:v>
                </c:pt>
                <c:pt idx="1831">
                  <c:v>1.3988399999999999E-3</c:v>
                </c:pt>
                <c:pt idx="1832">
                  <c:v>1.4003100000000001E-3</c:v>
                </c:pt>
                <c:pt idx="1833">
                  <c:v>1.40182E-3</c:v>
                </c:pt>
                <c:pt idx="1834">
                  <c:v>1.4033100000000001E-3</c:v>
                </c:pt>
                <c:pt idx="1835">
                  <c:v>1.4053799999999999E-3</c:v>
                </c:pt>
                <c:pt idx="1836">
                  <c:v>1.4080900000000001E-3</c:v>
                </c:pt>
                <c:pt idx="1837">
                  <c:v>1.4108E-3</c:v>
                </c:pt>
                <c:pt idx="1838">
                  <c:v>1.41479E-3</c:v>
                </c:pt>
                <c:pt idx="1839">
                  <c:v>1.42045E-3</c:v>
                </c:pt>
                <c:pt idx="1840">
                  <c:v>1.42571E-3</c:v>
                </c:pt>
                <c:pt idx="1841">
                  <c:v>1.42964E-3</c:v>
                </c:pt>
                <c:pt idx="1842">
                  <c:v>1.43257E-3</c:v>
                </c:pt>
                <c:pt idx="1843">
                  <c:v>1.43519E-3</c:v>
                </c:pt>
                <c:pt idx="1844">
                  <c:v>1.43899E-3</c:v>
                </c:pt>
                <c:pt idx="1845">
                  <c:v>1.4438700000000001E-3</c:v>
                </c:pt>
                <c:pt idx="1846">
                  <c:v>1.4482900000000001E-3</c:v>
                </c:pt>
                <c:pt idx="1847">
                  <c:v>1.4517899999999999E-3</c:v>
                </c:pt>
                <c:pt idx="1848">
                  <c:v>1.4545199999999999E-3</c:v>
                </c:pt>
                <c:pt idx="1849">
                  <c:v>1.45674E-3</c:v>
                </c:pt>
                <c:pt idx="1850">
                  <c:v>1.4585500000000001E-3</c:v>
                </c:pt>
                <c:pt idx="1851">
                  <c:v>1.4601099999999999E-3</c:v>
                </c:pt>
                <c:pt idx="1852">
                  <c:v>1.46181E-3</c:v>
                </c:pt>
                <c:pt idx="1853">
                  <c:v>1.46364E-3</c:v>
                </c:pt>
                <c:pt idx="1854">
                  <c:v>1.46561E-3</c:v>
                </c:pt>
                <c:pt idx="1855">
                  <c:v>1.4676400000000001E-3</c:v>
                </c:pt>
                <c:pt idx="1856">
                  <c:v>1.46944E-3</c:v>
                </c:pt>
                <c:pt idx="1857">
                  <c:v>1.47108E-3</c:v>
                </c:pt>
                <c:pt idx="1858">
                  <c:v>1.47262E-3</c:v>
                </c:pt>
                <c:pt idx="1859">
                  <c:v>1.4740899999999999E-3</c:v>
                </c:pt>
                <c:pt idx="1860">
                  <c:v>1.4755E-3</c:v>
                </c:pt>
                <c:pt idx="1861">
                  <c:v>1.4769E-3</c:v>
                </c:pt>
                <c:pt idx="1862">
                  <c:v>1.4783699999999999E-3</c:v>
                </c:pt>
                <c:pt idx="1863">
                  <c:v>1.4799500000000001E-3</c:v>
                </c:pt>
                <c:pt idx="1864">
                  <c:v>1.48149E-3</c:v>
                </c:pt>
                <c:pt idx="1865">
                  <c:v>1.4828899999999999E-3</c:v>
                </c:pt>
                <c:pt idx="1866">
                  <c:v>1.4842E-3</c:v>
                </c:pt>
                <c:pt idx="1867">
                  <c:v>1.48559E-3</c:v>
                </c:pt>
                <c:pt idx="1868">
                  <c:v>1.48716E-3</c:v>
                </c:pt>
                <c:pt idx="1869">
                  <c:v>1.4894699999999999E-3</c:v>
                </c:pt>
                <c:pt idx="1870">
                  <c:v>1.49369E-3</c:v>
                </c:pt>
                <c:pt idx="1871">
                  <c:v>1.4986999999999999E-3</c:v>
                </c:pt>
                <c:pt idx="1872">
                  <c:v>1.5029100000000001E-3</c:v>
                </c:pt>
                <c:pt idx="1873">
                  <c:v>1.5066700000000001E-3</c:v>
                </c:pt>
                <c:pt idx="1874">
                  <c:v>1.5100599999999999E-3</c:v>
                </c:pt>
                <c:pt idx="1875">
                  <c:v>1.5128100000000001E-3</c:v>
                </c:pt>
                <c:pt idx="1876">
                  <c:v>1.51505E-3</c:v>
                </c:pt>
                <c:pt idx="1877">
                  <c:v>1.5171799999999999E-3</c:v>
                </c:pt>
                <c:pt idx="1878">
                  <c:v>1.5193299999999999E-3</c:v>
                </c:pt>
                <c:pt idx="1879">
                  <c:v>1.52136E-3</c:v>
                </c:pt>
                <c:pt idx="1880">
                  <c:v>1.52316E-3</c:v>
                </c:pt>
                <c:pt idx="1881">
                  <c:v>1.52473E-3</c:v>
                </c:pt>
                <c:pt idx="1882">
                  <c:v>1.5262400000000001E-3</c:v>
                </c:pt>
                <c:pt idx="1883">
                  <c:v>1.5279E-3</c:v>
                </c:pt>
                <c:pt idx="1884">
                  <c:v>1.52958E-3</c:v>
                </c:pt>
                <c:pt idx="1885">
                  <c:v>1.5311400000000001E-3</c:v>
                </c:pt>
                <c:pt idx="1886">
                  <c:v>1.5328900000000001E-3</c:v>
                </c:pt>
                <c:pt idx="1887">
                  <c:v>1.5348600000000001E-3</c:v>
                </c:pt>
                <c:pt idx="1888">
                  <c:v>1.53667E-3</c:v>
                </c:pt>
                <c:pt idx="1889">
                  <c:v>1.53842E-3</c:v>
                </c:pt>
                <c:pt idx="1890">
                  <c:v>1.54017E-3</c:v>
                </c:pt>
                <c:pt idx="1891">
                  <c:v>1.5417199999999999E-3</c:v>
                </c:pt>
                <c:pt idx="1892">
                  <c:v>1.5435100000000001E-3</c:v>
                </c:pt>
                <c:pt idx="1893">
                  <c:v>1.54677E-3</c:v>
                </c:pt>
                <c:pt idx="1894">
                  <c:v>1.5507699999999999E-3</c:v>
                </c:pt>
                <c:pt idx="1895">
                  <c:v>1.55386E-3</c:v>
                </c:pt>
                <c:pt idx="1896">
                  <c:v>1.55641E-3</c:v>
                </c:pt>
                <c:pt idx="1897">
                  <c:v>1.55872E-3</c:v>
                </c:pt>
                <c:pt idx="1898">
                  <c:v>1.5605700000000001E-3</c:v>
                </c:pt>
                <c:pt idx="1899">
                  <c:v>1.5621700000000001E-3</c:v>
                </c:pt>
                <c:pt idx="1900">
                  <c:v>1.56416E-3</c:v>
                </c:pt>
                <c:pt idx="1901">
                  <c:v>1.56686E-3</c:v>
                </c:pt>
                <c:pt idx="1902">
                  <c:v>1.5696200000000001E-3</c:v>
                </c:pt>
                <c:pt idx="1903">
                  <c:v>1.5719200000000001E-3</c:v>
                </c:pt>
                <c:pt idx="1904">
                  <c:v>1.57383E-3</c:v>
                </c:pt>
                <c:pt idx="1905">
                  <c:v>1.57548E-3</c:v>
                </c:pt>
                <c:pt idx="1906">
                  <c:v>1.5770999999999999E-3</c:v>
                </c:pt>
                <c:pt idx="1907">
                  <c:v>1.57949E-3</c:v>
                </c:pt>
                <c:pt idx="1908">
                  <c:v>1.5833500000000001E-3</c:v>
                </c:pt>
                <c:pt idx="1909">
                  <c:v>1.5880499999999999E-3</c:v>
                </c:pt>
                <c:pt idx="1910">
                  <c:v>1.59241E-3</c:v>
                </c:pt>
                <c:pt idx="1911">
                  <c:v>1.59588E-3</c:v>
                </c:pt>
                <c:pt idx="1912">
                  <c:v>1.5987900000000001E-3</c:v>
                </c:pt>
                <c:pt idx="1913">
                  <c:v>1.6017099999999999E-3</c:v>
                </c:pt>
                <c:pt idx="1914">
                  <c:v>1.60458E-3</c:v>
                </c:pt>
                <c:pt idx="1915">
                  <c:v>1.6072899999999999E-3</c:v>
                </c:pt>
                <c:pt idx="1916">
                  <c:v>1.6098E-3</c:v>
                </c:pt>
                <c:pt idx="1917">
                  <c:v>1.61202E-3</c:v>
                </c:pt>
                <c:pt idx="1918">
                  <c:v>1.61407E-3</c:v>
                </c:pt>
                <c:pt idx="1919">
                  <c:v>1.61593E-3</c:v>
                </c:pt>
                <c:pt idx="1920">
                  <c:v>1.6176400000000001E-3</c:v>
                </c:pt>
                <c:pt idx="1921">
                  <c:v>1.61943E-3</c:v>
                </c:pt>
                <c:pt idx="1922">
                  <c:v>1.62133E-3</c:v>
                </c:pt>
                <c:pt idx="1923">
                  <c:v>1.6231799999999999E-3</c:v>
                </c:pt>
                <c:pt idx="1924">
                  <c:v>1.62491E-3</c:v>
                </c:pt>
                <c:pt idx="1925">
                  <c:v>1.6263899999999999E-3</c:v>
                </c:pt>
                <c:pt idx="1926">
                  <c:v>1.6276299999999999E-3</c:v>
                </c:pt>
                <c:pt idx="1927">
                  <c:v>1.62889E-3</c:v>
                </c:pt>
                <c:pt idx="1928">
                  <c:v>1.6316600000000001E-3</c:v>
                </c:pt>
                <c:pt idx="1929">
                  <c:v>1.63715E-3</c:v>
                </c:pt>
                <c:pt idx="1930">
                  <c:v>1.6430800000000001E-3</c:v>
                </c:pt>
                <c:pt idx="1931">
                  <c:v>1.64737E-3</c:v>
                </c:pt>
                <c:pt idx="1932">
                  <c:v>1.65036E-3</c:v>
                </c:pt>
                <c:pt idx="1933">
                  <c:v>1.6524700000000001E-3</c:v>
                </c:pt>
                <c:pt idx="1934">
                  <c:v>1.65408E-3</c:v>
                </c:pt>
                <c:pt idx="1935">
                  <c:v>1.65552E-3</c:v>
                </c:pt>
                <c:pt idx="1936">
                  <c:v>1.6570300000000001E-3</c:v>
                </c:pt>
                <c:pt idx="1937">
                  <c:v>1.65862E-3</c:v>
                </c:pt>
                <c:pt idx="1938">
                  <c:v>1.6601400000000001E-3</c:v>
                </c:pt>
                <c:pt idx="1939">
                  <c:v>1.6614799999999999E-3</c:v>
                </c:pt>
                <c:pt idx="1940">
                  <c:v>1.6626799999999999E-3</c:v>
                </c:pt>
                <c:pt idx="1941">
                  <c:v>1.6638099999999999E-3</c:v>
                </c:pt>
                <c:pt idx="1942">
                  <c:v>1.6651700000000001E-3</c:v>
                </c:pt>
                <c:pt idx="1943">
                  <c:v>1.66807E-3</c:v>
                </c:pt>
                <c:pt idx="1944">
                  <c:v>1.67256E-3</c:v>
                </c:pt>
                <c:pt idx="1945">
                  <c:v>1.6768200000000001E-3</c:v>
                </c:pt>
                <c:pt idx="1946">
                  <c:v>1.67998E-3</c:v>
                </c:pt>
                <c:pt idx="1947">
                  <c:v>1.6823599999999999E-3</c:v>
                </c:pt>
                <c:pt idx="1948">
                  <c:v>1.68446E-3</c:v>
                </c:pt>
                <c:pt idx="1949">
                  <c:v>1.6863500000000001E-3</c:v>
                </c:pt>
                <c:pt idx="1950">
                  <c:v>1.6881800000000001E-3</c:v>
                </c:pt>
                <c:pt idx="1951">
                  <c:v>1.6911999999999999E-3</c:v>
                </c:pt>
                <c:pt idx="1952">
                  <c:v>1.6956E-3</c:v>
                </c:pt>
                <c:pt idx="1953">
                  <c:v>1.69955E-3</c:v>
                </c:pt>
                <c:pt idx="1954">
                  <c:v>1.70279E-3</c:v>
                </c:pt>
                <c:pt idx="1955">
                  <c:v>1.70582E-3</c:v>
                </c:pt>
                <c:pt idx="1956">
                  <c:v>1.70852E-3</c:v>
                </c:pt>
                <c:pt idx="1957">
                  <c:v>1.71082E-3</c:v>
                </c:pt>
                <c:pt idx="1958">
                  <c:v>1.71306E-3</c:v>
                </c:pt>
                <c:pt idx="1959">
                  <c:v>1.7157299999999999E-3</c:v>
                </c:pt>
                <c:pt idx="1960">
                  <c:v>1.7189E-3</c:v>
                </c:pt>
                <c:pt idx="1961">
                  <c:v>1.72203E-3</c:v>
                </c:pt>
                <c:pt idx="1962">
                  <c:v>1.7248400000000001E-3</c:v>
                </c:pt>
                <c:pt idx="1963">
                  <c:v>1.72784E-3</c:v>
                </c:pt>
                <c:pt idx="1964">
                  <c:v>1.7306999999999999E-3</c:v>
                </c:pt>
                <c:pt idx="1965">
                  <c:v>1.7329999999999999E-3</c:v>
                </c:pt>
                <c:pt idx="1966">
                  <c:v>1.73559E-3</c:v>
                </c:pt>
                <c:pt idx="1967">
                  <c:v>1.7384500000000001E-3</c:v>
                </c:pt>
                <c:pt idx="1968">
                  <c:v>1.7409299999999999E-3</c:v>
                </c:pt>
                <c:pt idx="1969">
                  <c:v>1.7432400000000001E-3</c:v>
                </c:pt>
                <c:pt idx="1970">
                  <c:v>1.7456800000000001E-3</c:v>
                </c:pt>
                <c:pt idx="1971">
                  <c:v>1.74818E-3</c:v>
                </c:pt>
                <c:pt idx="1972">
                  <c:v>1.75041E-3</c:v>
                </c:pt>
                <c:pt idx="1973">
                  <c:v>1.7524800000000001E-3</c:v>
                </c:pt>
                <c:pt idx="1974">
                  <c:v>1.7545200000000001E-3</c:v>
                </c:pt>
                <c:pt idx="1975">
                  <c:v>1.7565E-3</c:v>
                </c:pt>
                <c:pt idx="1976">
                  <c:v>1.7584E-3</c:v>
                </c:pt>
                <c:pt idx="1977">
                  <c:v>1.7601699999999999E-3</c:v>
                </c:pt>
                <c:pt idx="1978">
                  <c:v>1.76172E-3</c:v>
                </c:pt>
                <c:pt idx="1979">
                  <c:v>1.76311E-3</c:v>
                </c:pt>
                <c:pt idx="1980">
                  <c:v>1.7646700000000001E-3</c:v>
                </c:pt>
                <c:pt idx="1981">
                  <c:v>1.7662800000000001E-3</c:v>
                </c:pt>
                <c:pt idx="1982">
                  <c:v>1.76767E-3</c:v>
                </c:pt>
                <c:pt idx="1983">
                  <c:v>1.7688599999999999E-3</c:v>
                </c:pt>
                <c:pt idx="1984">
                  <c:v>1.7698200000000001E-3</c:v>
                </c:pt>
                <c:pt idx="1985">
                  <c:v>1.77046E-3</c:v>
                </c:pt>
                <c:pt idx="1986">
                  <c:v>1.7713799999999999E-3</c:v>
                </c:pt>
                <c:pt idx="1987">
                  <c:v>1.77348E-3</c:v>
                </c:pt>
                <c:pt idx="1988">
                  <c:v>1.77629E-3</c:v>
                </c:pt>
                <c:pt idx="1989">
                  <c:v>1.77878E-3</c:v>
                </c:pt>
                <c:pt idx="1990">
                  <c:v>1.7806199999999999E-3</c:v>
                </c:pt>
                <c:pt idx="1991">
                  <c:v>1.78206E-3</c:v>
                </c:pt>
                <c:pt idx="1992">
                  <c:v>1.78348E-3</c:v>
                </c:pt>
                <c:pt idx="1993">
                  <c:v>1.78553E-3</c:v>
                </c:pt>
                <c:pt idx="1994">
                  <c:v>1.78914E-3</c:v>
                </c:pt>
                <c:pt idx="1995">
                  <c:v>1.7931399999999999E-3</c:v>
                </c:pt>
                <c:pt idx="1996">
                  <c:v>1.7960700000000001E-3</c:v>
                </c:pt>
                <c:pt idx="1997">
                  <c:v>1.79842E-3</c:v>
                </c:pt>
                <c:pt idx="1998">
                  <c:v>1.80046E-3</c:v>
                </c:pt>
                <c:pt idx="1999">
                  <c:v>1.8020899999999999E-3</c:v>
                </c:pt>
                <c:pt idx="2000">
                  <c:v>1.80277E-3</c:v>
                </c:pt>
                <c:pt idx="2001">
                  <c:v>1.8025199999999999E-3</c:v>
                </c:pt>
                <c:pt idx="2002">
                  <c:v>1.80157E-3</c:v>
                </c:pt>
                <c:pt idx="2003">
                  <c:v>1.7987299999999999E-3</c:v>
                </c:pt>
                <c:pt idx="2004">
                  <c:v>1.79496E-3</c:v>
                </c:pt>
                <c:pt idx="2005">
                  <c:v>1.7909899999999999E-3</c:v>
                </c:pt>
                <c:pt idx="2006">
                  <c:v>1.78735E-3</c:v>
                </c:pt>
                <c:pt idx="2007">
                  <c:v>1.7858699999999999E-3</c:v>
                </c:pt>
                <c:pt idx="2008">
                  <c:v>1.78589E-3</c:v>
                </c:pt>
                <c:pt idx="2009">
                  <c:v>1.7857999999999999E-3</c:v>
                </c:pt>
                <c:pt idx="2010">
                  <c:v>1.78469E-3</c:v>
                </c:pt>
                <c:pt idx="2011">
                  <c:v>1.7815699999999999E-3</c:v>
                </c:pt>
                <c:pt idx="2012">
                  <c:v>1.77691E-3</c:v>
                </c:pt>
                <c:pt idx="2013">
                  <c:v>1.77162E-3</c:v>
                </c:pt>
                <c:pt idx="2014">
                  <c:v>1.76735E-3</c:v>
                </c:pt>
                <c:pt idx="2015">
                  <c:v>1.7648500000000001E-3</c:v>
                </c:pt>
                <c:pt idx="2016">
                  <c:v>1.76267E-3</c:v>
                </c:pt>
                <c:pt idx="2017">
                  <c:v>1.7599200000000001E-3</c:v>
                </c:pt>
                <c:pt idx="2018">
                  <c:v>1.7563500000000001E-3</c:v>
                </c:pt>
                <c:pt idx="2019">
                  <c:v>1.75223E-3</c:v>
                </c:pt>
                <c:pt idx="2020">
                  <c:v>1.7484E-3</c:v>
                </c:pt>
                <c:pt idx="2021">
                  <c:v>1.7445399999999999E-3</c:v>
                </c:pt>
                <c:pt idx="2022">
                  <c:v>1.74004E-3</c:v>
                </c:pt>
                <c:pt idx="2023">
                  <c:v>1.735E-3</c:v>
                </c:pt>
                <c:pt idx="2024">
                  <c:v>1.72978E-3</c:v>
                </c:pt>
                <c:pt idx="2025">
                  <c:v>1.7245699999999999E-3</c:v>
                </c:pt>
                <c:pt idx="2026">
                  <c:v>1.71912E-3</c:v>
                </c:pt>
                <c:pt idx="2027">
                  <c:v>1.71345E-3</c:v>
                </c:pt>
                <c:pt idx="2028">
                  <c:v>1.7077500000000001E-3</c:v>
                </c:pt>
                <c:pt idx="2029">
                  <c:v>1.7022999999999999E-3</c:v>
                </c:pt>
                <c:pt idx="2030">
                  <c:v>1.69673E-3</c:v>
                </c:pt>
                <c:pt idx="2031">
                  <c:v>1.6905100000000001E-3</c:v>
                </c:pt>
                <c:pt idx="2032">
                  <c:v>1.6843100000000001E-3</c:v>
                </c:pt>
                <c:pt idx="2033">
                  <c:v>1.6788E-3</c:v>
                </c:pt>
                <c:pt idx="2034">
                  <c:v>1.6740399999999999E-3</c:v>
                </c:pt>
                <c:pt idx="2035">
                  <c:v>1.6695099999999999E-3</c:v>
                </c:pt>
                <c:pt idx="2036">
                  <c:v>1.66456E-3</c:v>
                </c:pt>
                <c:pt idx="2037">
                  <c:v>1.6591799999999999E-3</c:v>
                </c:pt>
                <c:pt idx="2038">
                  <c:v>1.6536000000000001E-3</c:v>
                </c:pt>
                <c:pt idx="2039">
                  <c:v>1.64806E-3</c:v>
                </c:pt>
                <c:pt idx="2040">
                  <c:v>1.6426399999999999E-3</c:v>
                </c:pt>
                <c:pt idx="2041">
                  <c:v>1.6373500000000001E-3</c:v>
                </c:pt>
                <c:pt idx="2042">
                  <c:v>1.6322000000000001E-3</c:v>
                </c:pt>
                <c:pt idx="2043">
                  <c:v>1.6277100000000001E-3</c:v>
                </c:pt>
                <c:pt idx="2044">
                  <c:v>1.6239399999999999E-3</c:v>
                </c:pt>
                <c:pt idx="2045">
                  <c:v>1.6198499999999999E-3</c:v>
                </c:pt>
                <c:pt idx="2046">
                  <c:v>1.6150400000000001E-3</c:v>
                </c:pt>
                <c:pt idx="2047">
                  <c:v>1.61006E-3</c:v>
                </c:pt>
                <c:pt idx="2048">
                  <c:v>1.60549E-3</c:v>
                </c:pt>
                <c:pt idx="2049">
                  <c:v>1.6020299999999999E-3</c:v>
                </c:pt>
                <c:pt idx="2050">
                  <c:v>1.5995600000000001E-3</c:v>
                </c:pt>
                <c:pt idx="2051">
                  <c:v>1.59757E-3</c:v>
                </c:pt>
                <c:pt idx="2052">
                  <c:v>1.59523E-3</c:v>
                </c:pt>
                <c:pt idx="2053">
                  <c:v>1.5918200000000001E-3</c:v>
                </c:pt>
                <c:pt idx="2054">
                  <c:v>1.58796E-3</c:v>
                </c:pt>
                <c:pt idx="2055">
                  <c:v>1.5838899999999999E-3</c:v>
                </c:pt>
                <c:pt idx="2056">
                  <c:v>1.5793999999999999E-3</c:v>
                </c:pt>
                <c:pt idx="2057">
                  <c:v>1.57452E-3</c:v>
                </c:pt>
                <c:pt idx="2058">
                  <c:v>1.56959E-3</c:v>
                </c:pt>
                <c:pt idx="2059">
                  <c:v>1.5646900000000001E-3</c:v>
                </c:pt>
                <c:pt idx="2060">
                  <c:v>1.5597300000000001E-3</c:v>
                </c:pt>
                <c:pt idx="2061">
                  <c:v>1.5548199999999999E-3</c:v>
                </c:pt>
                <c:pt idx="2062">
                  <c:v>1.55006E-3</c:v>
                </c:pt>
                <c:pt idx="2063">
                  <c:v>1.54536E-3</c:v>
                </c:pt>
                <c:pt idx="2064">
                  <c:v>1.54049E-3</c:v>
                </c:pt>
                <c:pt idx="2065">
                  <c:v>1.53546E-3</c:v>
                </c:pt>
                <c:pt idx="2066">
                  <c:v>1.5304299999999999E-3</c:v>
                </c:pt>
                <c:pt idx="2067">
                  <c:v>1.5254000000000001E-3</c:v>
                </c:pt>
                <c:pt idx="2068">
                  <c:v>1.5203899999999999E-3</c:v>
                </c:pt>
                <c:pt idx="2069">
                  <c:v>1.51559E-3</c:v>
                </c:pt>
                <c:pt idx="2070">
                  <c:v>1.5110200000000001E-3</c:v>
                </c:pt>
                <c:pt idx="2071">
                  <c:v>1.5064E-3</c:v>
                </c:pt>
                <c:pt idx="2072">
                  <c:v>1.5015499999999999E-3</c:v>
                </c:pt>
                <c:pt idx="2073">
                  <c:v>1.49654E-3</c:v>
                </c:pt>
                <c:pt idx="2074">
                  <c:v>1.49157E-3</c:v>
                </c:pt>
                <c:pt idx="2075">
                  <c:v>1.4871299999999999E-3</c:v>
                </c:pt>
                <c:pt idx="2076">
                  <c:v>1.48354E-3</c:v>
                </c:pt>
                <c:pt idx="2077">
                  <c:v>1.48003E-3</c:v>
                </c:pt>
                <c:pt idx="2078">
                  <c:v>1.4761100000000001E-3</c:v>
                </c:pt>
                <c:pt idx="2079">
                  <c:v>1.47229E-3</c:v>
                </c:pt>
                <c:pt idx="2080">
                  <c:v>1.4685500000000001E-3</c:v>
                </c:pt>
                <c:pt idx="2081">
                  <c:v>1.4645700000000001E-3</c:v>
                </c:pt>
                <c:pt idx="2082">
                  <c:v>1.4603699999999999E-3</c:v>
                </c:pt>
                <c:pt idx="2083">
                  <c:v>1.4559600000000001E-3</c:v>
                </c:pt>
                <c:pt idx="2084">
                  <c:v>1.4513499999999999E-3</c:v>
                </c:pt>
                <c:pt idx="2085">
                  <c:v>1.44666E-3</c:v>
                </c:pt>
                <c:pt idx="2086">
                  <c:v>1.4419599999999999E-3</c:v>
                </c:pt>
                <c:pt idx="2087">
                  <c:v>1.4372300000000001E-3</c:v>
                </c:pt>
                <c:pt idx="2088">
                  <c:v>1.4325399999999999E-3</c:v>
                </c:pt>
                <c:pt idx="2089">
                  <c:v>1.42852E-3</c:v>
                </c:pt>
                <c:pt idx="2090">
                  <c:v>1.4252799999999999E-3</c:v>
                </c:pt>
                <c:pt idx="2091">
                  <c:v>1.4219199999999999E-3</c:v>
                </c:pt>
                <c:pt idx="2092">
                  <c:v>1.4186100000000001E-3</c:v>
                </c:pt>
                <c:pt idx="2093">
                  <c:v>1.4153799999999999E-3</c:v>
                </c:pt>
                <c:pt idx="2094">
                  <c:v>1.4115600000000001E-3</c:v>
                </c:pt>
                <c:pt idx="2095">
                  <c:v>1.40733E-3</c:v>
                </c:pt>
                <c:pt idx="2096">
                  <c:v>1.40325E-3</c:v>
                </c:pt>
                <c:pt idx="2097">
                  <c:v>1.39934E-3</c:v>
                </c:pt>
                <c:pt idx="2098">
                  <c:v>1.3953399999999999E-3</c:v>
                </c:pt>
                <c:pt idx="2099">
                  <c:v>1.3917199999999999E-3</c:v>
                </c:pt>
                <c:pt idx="2100">
                  <c:v>1.38827E-3</c:v>
                </c:pt>
                <c:pt idx="2101">
                  <c:v>1.38434E-3</c:v>
                </c:pt>
                <c:pt idx="2102">
                  <c:v>1.3801799999999999E-3</c:v>
                </c:pt>
                <c:pt idx="2103">
                  <c:v>1.3760000000000001E-3</c:v>
                </c:pt>
                <c:pt idx="2104">
                  <c:v>1.3716399999999999E-3</c:v>
                </c:pt>
                <c:pt idx="2105">
                  <c:v>1.3673400000000001E-3</c:v>
                </c:pt>
                <c:pt idx="2106">
                  <c:v>1.36461E-3</c:v>
                </c:pt>
                <c:pt idx="2107">
                  <c:v>1.36326E-3</c:v>
                </c:pt>
                <c:pt idx="2108">
                  <c:v>1.3620699999999999E-3</c:v>
                </c:pt>
                <c:pt idx="2109">
                  <c:v>1.3605799999999999E-3</c:v>
                </c:pt>
                <c:pt idx="2110">
                  <c:v>1.3581800000000001E-3</c:v>
                </c:pt>
                <c:pt idx="2111">
                  <c:v>1.35494E-3</c:v>
                </c:pt>
                <c:pt idx="2112">
                  <c:v>1.3511899999999999E-3</c:v>
                </c:pt>
                <c:pt idx="2113">
                  <c:v>1.3472200000000001E-3</c:v>
                </c:pt>
                <c:pt idx="2114">
                  <c:v>1.343E-3</c:v>
                </c:pt>
                <c:pt idx="2115">
                  <c:v>1.3386100000000001E-3</c:v>
                </c:pt>
                <c:pt idx="2116">
                  <c:v>1.33416E-3</c:v>
                </c:pt>
                <c:pt idx="2117">
                  <c:v>1.3297300000000001E-3</c:v>
                </c:pt>
                <c:pt idx="2118">
                  <c:v>1.32533E-3</c:v>
                </c:pt>
                <c:pt idx="2119">
                  <c:v>1.3210299999999999E-3</c:v>
                </c:pt>
                <c:pt idx="2120">
                  <c:v>1.31683E-3</c:v>
                </c:pt>
                <c:pt idx="2121">
                  <c:v>1.3128E-3</c:v>
                </c:pt>
                <c:pt idx="2122">
                  <c:v>1.3087999999999999E-3</c:v>
                </c:pt>
                <c:pt idx="2123">
                  <c:v>1.30455E-3</c:v>
                </c:pt>
                <c:pt idx="2124">
                  <c:v>1.3001200000000001E-3</c:v>
                </c:pt>
                <c:pt idx="2125">
                  <c:v>1.29561E-3</c:v>
                </c:pt>
                <c:pt idx="2126">
                  <c:v>1.2910700000000001E-3</c:v>
                </c:pt>
                <c:pt idx="2127">
                  <c:v>1.28651E-3</c:v>
                </c:pt>
                <c:pt idx="2128">
                  <c:v>1.28203E-3</c:v>
                </c:pt>
                <c:pt idx="2129">
                  <c:v>1.2777299999999999E-3</c:v>
                </c:pt>
                <c:pt idx="2130">
                  <c:v>1.27352E-3</c:v>
                </c:pt>
                <c:pt idx="2131">
                  <c:v>1.2692999999999999E-3</c:v>
                </c:pt>
                <c:pt idx="2132">
                  <c:v>1.26534E-3</c:v>
                </c:pt>
                <c:pt idx="2133">
                  <c:v>1.26195E-3</c:v>
                </c:pt>
                <c:pt idx="2134">
                  <c:v>1.2586800000000001E-3</c:v>
                </c:pt>
                <c:pt idx="2135">
                  <c:v>1.25504E-3</c:v>
                </c:pt>
                <c:pt idx="2136">
                  <c:v>1.2512199999999999E-3</c:v>
                </c:pt>
                <c:pt idx="2137">
                  <c:v>1.2475800000000001E-3</c:v>
                </c:pt>
                <c:pt idx="2138">
                  <c:v>1.24395E-3</c:v>
                </c:pt>
                <c:pt idx="2139">
                  <c:v>1.2400499999999999E-3</c:v>
                </c:pt>
                <c:pt idx="2140">
                  <c:v>1.23598E-3</c:v>
                </c:pt>
                <c:pt idx="2141">
                  <c:v>1.2318299999999999E-3</c:v>
                </c:pt>
                <c:pt idx="2142">
                  <c:v>1.2276699999999999E-3</c:v>
                </c:pt>
                <c:pt idx="2143">
                  <c:v>1.22354E-3</c:v>
                </c:pt>
                <c:pt idx="2144">
                  <c:v>1.2194300000000001E-3</c:v>
                </c:pt>
                <c:pt idx="2145">
                  <c:v>1.2153000000000001E-3</c:v>
                </c:pt>
                <c:pt idx="2146">
                  <c:v>1.2112E-3</c:v>
                </c:pt>
                <c:pt idx="2147">
                  <c:v>1.2076299999999999E-3</c:v>
                </c:pt>
                <c:pt idx="2148">
                  <c:v>1.2050699999999999E-3</c:v>
                </c:pt>
                <c:pt idx="2149">
                  <c:v>1.2026300000000001E-3</c:v>
                </c:pt>
                <c:pt idx="2150">
                  <c:v>1.1994E-3</c:v>
                </c:pt>
                <c:pt idx="2151">
                  <c:v>1.1956899999999999E-3</c:v>
                </c:pt>
                <c:pt idx="2152">
                  <c:v>1.1919299999999999E-3</c:v>
                </c:pt>
                <c:pt idx="2153">
                  <c:v>1.1883799999999999E-3</c:v>
                </c:pt>
                <c:pt idx="2154">
                  <c:v>1.1848E-3</c:v>
                </c:pt>
                <c:pt idx="2155">
                  <c:v>1.1809500000000001E-3</c:v>
                </c:pt>
                <c:pt idx="2156">
                  <c:v>1.17694E-3</c:v>
                </c:pt>
                <c:pt idx="2157">
                  <c:v>1.17292E-3</c:v>
                </c:pt>
                <c:pt idx="2158">
                  <c:v>1.16906E-3</c:v>
                </c:pt>
                <c:pt idx="2159">
                  <c:v>1.1654499999999999E-3</c:v>
                </c:pt>
                <c:pt idx="2160">
                  <c:v>1.16187E-3</c:v>
                </c:pt>
                <c:pt idx="2161">
                  <c:v>1.15822E-3</c:v>
                </c:pt>
                <c:pt idx="2162">
                  <c:v>1.1545399999999999E-3</c:v>
                </c:pt>
                <c:pt idx="2163">
                  <c:v>1.15084E-3</c:v>
                </c:pt>
                <c:pt idx="2164">
                  <c:v>1.1471700000000001E-3</c:v>
                </c:pt>
                <c:pt idx="2165">
                  <c:v>1.14354E-3</c:v>
                </c:pt>
                <c:pt idx="2166">
                  <c:v>1.13989E-3</c:v>
                </c:pt>
                <c:pt idx="2167">
                  <c:v>1.13648E-3</c:v>
                </c:pt>
                <c:pt idx="2168">
                  <c:v>1.13349E-3</c:v>
                </c:pt>
                <c:pt idx="2169">
                  <c:v>1.1304799999999999E-3</c:v>
                </c:pt>
                <c:pt idx="2170">
                  <c:v>1.12711E-3</c:v>
                </c:pt>
                <c:pt idx="2171">
                  <c:v>1.1235500000000001E-3</c:v>
                </c:pt>
                <c:pt idx="2172">
                  <c:v>1.1199000000000001E-3</c:v>
                </c:pt>
                <c:pt idx="2173">
                  <c:v>1.11644E-3</c:v>
                </c:pt>
                <c:pt idx="2174">
                  <c:v>1.1133899999999999E-3</c:v>
                </c:pt>
                <c:pt idx="2175">
                  <c:v>1.11034E-3</c:v>
                </c:pt>
                <c:pt idx="2176">
                  <c:v>1.1069599999999999E-3</c:v>
                </c:pt>
                <c:pt idx="2177">
                  <c:v>1.1034899999999999E-3</c:v>
                </c:pt>
                <c:pt idx="2178">
                  <c:v>1.0999899999999999E-3</c:v>
                </c:pt>
                <c:pt idx="2179">
                  <c:v>1.0964099999999999E-3</c:v>
                </c:pt>
                <c:pt idx="2180">
                  <c:v>1.0927700000000001E-3</c:v>
                </c:pt>
                <c:pt idx="2181">
                  <c:v>1.0891200000000001E-3</c:v>
                </c:pt>
                <c:pt idx="2182">
                  <c:v>1.0854899999999999E-3</c:v>
                </c:pt>
                <c:pt idx="2183">
                  <c:v>1.0818500000000001E-3</c:v>
                </c:pt>
                <c:pt idx="2184">
                  <c:v>1.07832E-3</c:v>
                </c:pt>
                <c:pt idx="2185">
                  <c:v>1.07504E-3</c:v>
                </c:pt>
                <c:pt idx="2186">
                  <c:v>1.07183E-3</c:v>
                </c:pt>
                <c:pt idx="2187">
                  <c:v>1.06847E-3</c:v>
                </c:pt>
                <c:pt idx="2188">
                  <c:v>1.06496E-3</c:v>
                </c:pt>
                <c:pt idx="2189">
                  <c:v>1.06141E-3</c:v>
                </c:pt>
                <c:pt idx="2190">
                  <c:v>1.05806E-3</c:v>
                </c:pt>
                <c:pt idx="2191">
                  <c:v>1.05502E-3</c:v>
                </c:pt>
                <c:pt idx="2192">
                  <c:v>1.05276E-3</c:v>
                </c:pt>
                <c:pt idx="2193">
                  <c:v>1.0509600000000001E-3</c:v>
                </c:pt>
                <c:pt idx="2194">
                  <c:v>1.0487199999999999E-3</c:v>
                </c:pt>
                <c:pt idx="2195">
                  <c:v>1.04598E-3</c:v>
                </c:pt>
                <c:pt idx="2196">
                  <c:v>1.04295E-3</c:v>
                </c:pt>
                <c:pt idx="2197">
                  <c:v>1.0397900000000001E-3</c:v>
                </c:pt>
                <c:pt idx="2198">
                  <c:v>1.03659E-3</c:v>
                </c:pt>
                <c:pt idx="2199">
                  <c:v>1.0333499999999999E-3</c:v>
                </c:pt>
                <c:pt idx="2200">
                  <c:v>1.0304800000000001E-3</c:v>
                </c:pt>
                <c:pt idx="2201">
                  <c:v>1.0281999999999999E-3</c:v>
                </c:pt>
                <c:pt idx="2202">
                  <c:v>1.02585E-3</c:v>
                </c:pt>
                <c:pt idx="2203">
                  <c:v>1.0230899999999999E-3</c:v>
                </c:pt>
                <c:pt idx="2204">
                  <c:v>1.02009E-3</c:v>
                </c:pt>
                <c:pt idx="2205">
                  <c:v>1.0169300000000001E-3</c:v>
                </c:pt>
                <c:pt idx="2206">
                  <c:v>1.0136800000000001E-3</c:v>
                </c:pt>
                <c:pt idx="2207">
                  <c:v>1.01038E-3</c:v>
                </c:pt>
                <c:pt idx="2208">
                  <c:v>1.0070700000000001E-3</c:v>
                </c:pt>
                <c:pt idx="2209">
                  <c:v>1.00394E-3</c:v>
                </c:pt>
                <c:pt idx="2210">
                  <c:v>1.00124E-3</c:v>
                </c:pt>
                <c:pt idx="2211">
                  <c:v>9.9859199999999997E-4</c:v>
                </c:pt>
                <c:pt idx="2212">
                  <c:v>9.9579399999999993E-4</c:v>
                </c:pt>
                <c:pt idx="2213">
                  <c:v>9.9387299999999994E-4</c:v>
                </c:pt>
                <c:pt idx="2214">
                  <c:v>9.9277299999999996E-4</c:v>
                </c:pt>
                <c:pt idx="2215">
                  <c:v>9.911500000000001E-4</c:v>
                </c:pt>
                <c:pt idx="2216">
                  <c:v>9.8880100000000009E-4</c:v>
                </c:pt>
                <c:pt idx="2217">
                  <c:v>9.8613600000000009E-4</c:v>
                </c:pt>
                <c:pt idx="2218">
                  <c:v>9.8341800000000001E-4</c:v>
                </c:pt>
                <c:pt idx="2219">
                  <c:v>9.8065799999999992E-4</c:v>
                </c:pt>
                <c:pt idx="2220">
                  <c:v>9.7771899999999994E-4</c:v>
                </c:pt>
                <c:pt idx="2221">
                  <c:v>9.74645E-4</c:v>
                </c:pt>
                <c:pt idx="2222">
                  <c:v>9.7159000000000004E-4</c:v>
                </c:pt>
                <c:pt idx="2223">
                  <c:v>9.6882100000000003E-4</c:v>
                </c:pt>
                <c:pt idx="2224">
                  <c:v>9.6623399999999995E-4</c:v>
                </c:pt>
                <c:pt idx="2225">
                  <c:v>9.6349000000000001E-4</c:v>
                </c:pt>
                <c:pt idx="2226">
                  <c:v>9.6059699999999999E-4</c:v>
                </c:pt>
                <c:pt idx="2227">
                  <c:v>9.5760300000000001E-4</c:v>
                </c:pt>
                <c:pt idx="2228">
                  <c:v>9.5454199999999996E-4</c:v>
                </c:pt>
                <c:pt idx="2229">
                  <c:v>9.5164399999999997E-4</c:v>
                </c:pt>
                <c:pt idx="2230">
                  <c:v>9.4895500000000002E-4</c:v>
                </c:pt>
                <c:pt idx="2231">
                  <c:v>9.4620800000000003E-4</c:v>
                </c:pt>
                <c:pt idx="2232">
                  <c:v>9.4330100000000001E-4</c:v>
                </c:pt>
                <c:pt idx="2233">
                  <c:v>9.4032499999999999E-4</c:v>
                </c:pt>
                <c:pt idx="2234">
                  <c:v>9.3730400000000002E-4</c:v>
                </c:pt>
                <c:pt idx="2235">
                  <c:v>9.3429799999999996E-4</c:v>
                </c:pt>
                <c:pt idx="2236">
                  <c:v>9.3140499999999995E-4</c:v>
                </c:pt>
                <c:pt idx="2237">
                  <c:v>9.2851200000000004E-4</c:v>
                </c:pt>
                <c:pt idx="2238">
                  <c:v>9.25493E-4</c:v>
                </c:pt>
                <c:pt idx="2239">
                  <c:v>9.2239199999999996E-4</c:v>
                </c:pt>
                <c:pt idx="2240">
                  <c:v>9.1927100000000004E-4</c:v>
                </c:pt>
                <c:pt idx="2241">
                  <c:v>9.1615700000000002E-4</c:v>
                </c:pt>
                <c:pt idx="2242">
                  <c:v>9.1316399999999995E-4</c:v>
                </c:pt>
                <c:pt idx="2243">
                  <c:v>9.1042499999999997E-4</c:v>
                </c:pt>
                <c:pt idx="2244">
                  <c:v>9.07748E-4</c:v>
                </c:pt>
                <c:pt idx="2245">
                  <c:v>9.0497099999999997E-4</c:v>
                </c:pt>
                <c:pt idx="2246">
                  <c:v>9.0216000000000005E-4</c:v>
                </c:pt>
                <c:pt idx="2247">
                  <c:v>8.9926899999999996E-4</c:v>
                </c:pt>
                <c:pt idx="2248">
                  <c:v>8.9627399999999996E-4</c:v>
                </c:pt>
                <c:pt idx="2249">
                  <c:v>8.9324200000000004E-4</c:v>
                </c:pt>
                <c:pt idx="2250">
                  <c:v>8.9020500000000003E-4</c:v>
                </c:pt>
                <c:pt idx="2251">
                  <c:v>8.8715699999999996E-4</c:v>
                </c:pt>
                <c:pt idx="2252">
                  <c:v>8.8410699999999997E-4</c:v>
                </c:pt>
                <c:pt idx="2253">
                  <c:v>8.8111500000000002E-4</c:v>
                </c:pt>
                <c:pt idx="2254">
                  <c:v>8.7821600000000002E-4</c:v>
                </c:pt>
                <c:pt idx="2255">
                  <c:v>8.75288E-4</c:v>
                </c:pt>
                <c:pt idx="2256">
                  <c:v>8.7239000000000001E-4</c:v>
                </c:pt>
                <c:pt idx="2257">
                  <c:v>8.6970000000000005E-4</c:v>
                </c:pt>
                <c:pt idx="2258">
                  <c:v>8.6701699999999998E-4</c:v>
                </c:pt>
                <c:pt idx="2259">
                  <c:v>8.6418200000000001E-4</c:v>
                </c:pt>
                <c:pt idx="2260">
                  <c:v>8.6131599999999999E-4</c:v>
                </c:pt>
                <c:pt idx="2261">
                  <c:v>8.5846900000000005E-4</c:v>
                </c:pt>
                <c:pt idx="2262">
                  <c:v>8.5557500000000002E-4</c:v>
                </c:pt>
                <c:pt idx="2263">
                  <c:v>8.5261500000000004E-4</c:v>
                </c:pt>
                <c:pt idx="2264">
                  <c:v>8.4962899999999997E-4</c:v>
                </c:pt>
                <c:pt idx="2265">
                  <c:v>8.4663900000000005E-4</c:v>
                </c:pt>
                <c:pt idx="2266">
                  <c:v>8.4365600000000003E-4</c:v>
                </c:pt>
                <c:pt idx="2267">
                  <c:v>8.4067699999999996E-4</c:v>
                </c:pt>
                <c:pt idx="2268">
                  <c:v>8.3770800000000005E-4</c:v>
                </c:pt>
                <c:pt idx="2269">
                  <c:v>8.3475499999999996E-4</c:v>
                </c:pt>
                <c:pt idx="2270">
                  <c:v>8.3181499999999996E-4</c:v>
                </c:pt>
                <c:pt idx="2271">
                  <c:v>8.2890999999999998E-4</c:v>
                </c:pt>
                <c:pt idx="2272">
                  <c:v>8.2602900000000004E-4</c:v>
                </c:pt>
                <c:pt idx="2273">
                  <c:v>8.23155E-4</c:v>
                </c:pt>
                <c:pt idx="2274">
                  <c:v>8.2034299999999996E-4</c:v>
                </c:pt>
                <c:pt idx="2275">
                  <c:v>8.1759599999999997E-4</c:v>
                </c:pt>
                <c:pt idx="2276">
                  <c:v>8.1482899999999999E-4</c:v>
                </c:pt>
                <c:pt idx="2277">
                  <c:v>8.1201799999999996E-4</c:v>
                </c:pt>
                <c:pt idx="2278">
                  <c:v>8.0920299999999998E-4</c:v>
                </c:pt>
                <c:pt idx="2279">
                  <c:v>8.0637000000000005E-4</c:v>
                </c:pt>
                <c:pt idx="2280">
                  <c:v>8.0350599999999995E-4</c:v>
                </c:pt>
                <c:pt idx="2281">
                  <c:v>8.0063699999999998E-4</c:v>
                </c:pt>
                <c:pt idx="2282">
                  <c:v>7.9783700000000003E-4</c:v>
                </c:pt>
                <c:pt idx="2283">
                  <c:v>7.9521099999999999E-4</c:v>
                </c:pt>
                <c:pt idx="2284">
                  <c:v>7.9263800000000002E-4</c:v>
                </c:pt>
                <c:pt idx="2285">
                  <c:v>7.89972E-4</c:v>
                </c:pt>
                <c:pt idx="2286">
                  <c:v>7.8724899999999996E-4</c:v>
                </c:pt>
                <c:pt idx="2287">
                  <c:v>7.8448700000000005E-4</c:v>
                </c:pt>
                <c:pt idx="2288">
                  <c:v>7.8170300000000002E-4</c:v>
                </c:pt>
                <c:pt idx="2289">
                  <c:v>7.78913E-4</c:v>
                </c:pt>
                <c:pt idx="2290">
                  <c:v>7.7612500000000001E-4</c:v>
                </c:pt>
                <c:pt idx="2291">
                  <c:v>7.7335299999999995E-4</c:v>
                </c:pt>
                <c:pt idx="2292">
                  <c:v>7.7060900000000001E-4</c:v>
                </c:pt>
                <c:pt idx="2293">
                  <c:v>7.6785600000000003E-4</c:v>
                </c:pt>
                <c:pt idx="2294">
                  <c:v>7.6507599999999995E-4</c:v>
                </c:pt>
                <c:pt idx="2295">
                  <c:v>7.6237099999999997E-4</c:v>
                </c:pt>
                <c:pt idx="2296">
                  <c:v>7.6005199999999999E-4</c:v>
                </c:pt>
                <c:pt idx="2297">
                  <c:v>7.5811900000000002E-4</c:v>
                </c:pt>
                <c:pt idx="2298">
                  <c:v>7.56155E-4</c:v>
                </c:pt>
                <c:pt idx="2299">
                  <c:v>7.5398499999999999E-4</c:v>
                </c:pt>
                <c:pt idx="2300">
                  <c:v>7.5162899999999997E-4</c:v>
                </c:pt>
                <c:pt idx="2301">
                  <c:v>7.4915500000000005E-4</c:v>
                </c:pt>
                <c:pt idx="2302">
                  <c:v>7.4664700000000002E-4</c:v>
                </c:pt>
                <c:pt idx="2303">
                  <c:v>7.4410700000000004E-4</c:v>
                </c:pt>
                <c:pt idx="2304">
                  <c:v>7.4152899999999999E-4</c:v>
                </c:pt>
                <c:pt idx="2305">
                  <c:v>7.3892399999999996E-4</c:v>
                </c:pt>
                <c:pt idx="2306">
                  <c:v>7.36303E-4</c:v>
                </c:pt>
                <c:pt idx="2307">
                  <c:v>7.3366999999999996E-4</c:v>
                </c:pt>
                <c:pt idx="2308">
                  <c:v>7.3103199999999995E-4</c:v>
                </c:pt>
                <c:pt idx="2309">
                  <c:v>7.2838799999999995E-4</c:v>
                </c:pt>
                <c:pt idx="2310">
                  <c:v>7.2574399999999996E-4</c:v>
                </c:pt>
                <c:pt idx="2311">
                  <c:v>7.2312299999999999E-4</c:v>
                </c:pt>
                <c:pt idx="2312">
                  <c:v>7.2051500000000002E-4</c:v>
                </c:pt>
                <c:pt idx="2313">
                  <c:v>7.1790000000000005E-4</c:v>
                </c:pt>
                <c:pt idx="2314">
                  <c:v>7.1527299999999999E-4</c:v>
                </c:pt>
                <c:pt idx="2315">
                  <c:v>7.1263100000000003E-4</c:v>
                </c:pt>
                <c:pt idx="2316">
                  <c:v>7.1003699999999995E-4</c:v>
                </c:pt>
                <c:pt idx="2317">
                  <c:v>7.0752300000000005E-4</c:v>
                </c:pt>
                <c:pt idx="2318">
                  <c:v>7.0501199999999998E-4</c:v>
                </c:pt>
                <c:pt idx="2319">
                  <c:v>7.0243499999999995E-4</c:v>
                </c:pt>
                <c:pt idx="2320">
                  <c:v>6.9981600000000002E-4</c:v>
                </c:pt>
                <c:pt idx="2321">
                  <c:v>6.9719300000000003E-4</c:v>
                </c:pt>
                <c:pt idx="2322">
                  <c:v>6.9459700000000003E-4</c:v>
                </c:pt>
                <c:pt idx="2323">
                  <c:v>6.9217300000000003E-4</c:v>
                </c:pt>
                <c:pt idx="2324">
                  <c:v>6.9004999999999999E-4</c:v>
                </c:pt>
                <c:pt idx="2325">
                  <c:v>6.8799200000000001E-4</c:v>
                </c:pt>
                <c:pt idx="2326">
                  <c:v>6.8576900000000003E-4</c:v>
                </c:pt>
                <c:pt idx="2327">
                  <c:v>6.8343199999999998E-4</c:v>
                </c:pt>
                <c:pt idx="2328">
                  <c:v>6.8104199999999998E-4</c:v>
                </c:pt>
                <c:pt idx="2329">
                  <c:v>6.7862499999999997E-4</c:v>
                </c:pt>
                <c:pt idx="2330">
                  <c:v>6.7619100000000003E-4</c:v>
                </c:pt>
                <c:pt idx="2331">
                  <c:v>6.7374999999999998E-4</c:v>
                </c:pt>
                <c:pt idx="2332">
                  <c:v>6.71307E-4</c:v>
                </c:pt>
                <c:pt idx="2333">
                  <c:v>6.6884900000000001E-4</c:v>
                </c:pt>
                <c:pt idx="2334">
                  <c:v>6.6637800000000002E-4</c:v>
                </c:pt>
                <c:pt idx="2335">
                  <c:v>6.6390700000000004E-4</c:v>
                </c:pt>
                <c:pt idx="2336">
                  <c:v>6.6144399999999996E-4</c:v>
                </c:pt>
                <c:pt idx="2337">
                  <c:v>6.5901000000000002E-4</c:v>
                </c:pt>
                <c:pt idx="2338">
                  <c:v>6.5666400000000005E-4</c:v>
                </c:pt>
                <c:pt idx="2339">
                  <c:v>6.54388E-4</c:v>
                </c:pt>
                <c:pt idx="2340">
                  <c:v>6.5208200000000001E-4</c:v>
                </c:pt>
                <c:pt idx="2341">
                  <c:v>6.4972200000000004E-4</c:v>
                </c:pt>
                <c:pt idx="2342">
                  <c:v>6.4733800000000001E-4</c:v>
                </c:pt>
                <c:pt idx="2343">
                  <c:v>6.4494400000000005E-4</c:v>
                </c:pt>
                <c:pt idx="2344">
                  <c:v>6.4254999999999998E-4</c:v>
                </c:pt>
                <c:pt idx="2345">
                  <c:v>6.4015999999999997E-4</c:v>
                </c:pt>
                <c:pt idx="2346">
                  <c:v>6.3777599999999995E-4</c:v>
                </c:pt>
                <c:pt idx="2347">
                  <c:v>6.3540299999999999E-4</c:v>
                </c:pt>
                <c:pt idx="2348">
                  <c:v>6.3303999999999997E-4</c:v>
                </c:pt>
                <c:pt idx="2349">
                  <c:v>6.3069099999999996E-4</c:v>
                </c:pt>
                <c:pt idx="2350">
                  <c:v>6.2834499999999999E-4</c:v>
                </c:pt>
                <c:pt idx="2351">
                  <c:v>6.2599599999999997E-4</c:v>
                </c:pt>
                <c:pt idx="2352">
                  <c:v>6.2365499999999998E-4</c:v>
                </c:pt>
                <c:pt idx="2353">
                  <c:v>6.2132099999999998E-4</c:v>
                </c:pt>
                <c:pt idx="2354">
                  <c:v>6.1899100000000005E-4</c:v>
                </c:pt>
                <c:pt idx="2355">
                  <c:v>6.1666200000000003E-4</c:v>
                </c:pt>
                <c:pt idx="2356">
                  <c:v>6.1433600000000005E-4</c:v>
                </c:pt>
                <c:pt idx="2357">
                  <c:v>6.1202200000000004E-4</c:v>
                </c:pt>
                <c:pt idx="2358">
                  <c:v>6.0974100000000002E-4</c:v>
                </c:pt>
                <c:pt idx="2359">
                  <c:v>6.0753499999999998E-4</c:v>
                </c:pt>
                <c:pt idx="2360">
                  <c:v>6.0537899999999996E-4</c:v>
                </c:pt>
                <c:pt idx="2361">
                  <c:v>6.0325400000000001E-4</c:v>
                </c:pt>
                <c:pt idx="2362">
                  <c:v>6.0119100000000005E-4</c:v>
                </c:pt>
                <c:pt idx="2363">
                  <c:v>5.9913200000000005E-4</c:v>
                </c:pt>
                <c:pt idx="2364">
                  <c:v>5.9704799999999998E-4</c:v>
                </c:pt>
                <c:pt idx="2365">
                  <c:v>5.9507400000000002E-4</c:v>
                </c:pt>
                <c:pt idx="2366">
                  <c:v>5.9315799999999999E-4</c:v>
                </c:pt>
                <c:pt idx="2367">
                  <c:v>5.91155E-4</c:v>
                </c:pt>
                <c:pt idx="2368">
                  <c:v>5.89089E-4</c:v>
                </c:pt>
                <c:pt idx="2369">
                  <c:v>5.86989E-4</c:v>
                </c:pt>
                <c:pt idx="2370">
                  <c:v>5.84875E-4</c:v>
                </c:pt>
                <c:pt idx="2371">
                  <c:v>5.8286899999999997E-4</c:v>
                </c:pt>
                <c:pt idx="2372">
                  <c:v>5.8095300000000005E-4</c:v>
                </c:pt>
                <c:pt idx="2373">
                  <c:v>5.7897899999999997E-4</c:v>
                </c:pt>
                <c:pt idx="2374">
                  <c:v>5.7693000000000002E-4</c:v>
                </c:pt>
                <c:pt idx="2375">
                  <c:v>5.7484400000000003E-4</c:v>
                </c:pt>
                <c:pt idx="2376">
                  <c:v>5.7274400000000003E-4</c:v>
                </c:pt>
                <c:pt idx="2377">
                  <c:v>5.7063700000000003E-4</c:v>
                </c:pt>
                <c:pt idx="2378">
                  <c:v>5.6852300000000003E-4</c:v>
                </c:pt>
                <c:pt idx="2379">
                  <c:v>5.6639799999999997E-4</c:v>
                </c:pt>
                <c:pt idx="2380">
                  <c:v>5.6427099999999998E-4</c:v>
                </c:pt>
                <c:pt idx="2381">
                  <c:v>5.6215400000000004E-4</c:v>
                </c:pt>
                <c:pt idx="2382">
                  <c:v>5.60058E-4</c:v>
                </c:pt>
                <c:pt idx="2383">
                  <c:v>5.5802100000000002E-4</c:v>
                </c:pt>
                <c:pt idx="2384">
                  <c:v>5.56023E-4</c:v>
                </c:pt>
                <c:pt idx="2385">
                  <c:v>5.5399300000000002E-4</c:v>
                </c:pt>
                <c:pt idx="2386">
                  <c:v>5.5192700000000002E-4</c:v>
                </c:pt>
                <c:pt idx="2387">
                  <c:v>5.4984800000000003E-4</c:v>
                </c:pt>
                <c:pt idx="2388">
                  <c:v>5.4776900000000003E-4</c:v>
                </c:pt>
                <c:pt idx="2389">
                  <c:v>5.4569299999999998E-4</c:v>
                </c:pt>
                <c:pt idx="2390">
                  <c:v>5.4366600000000005E-4</c:v>
                </c:pt>
                <c:pt idx="2391">
                  <c:v>5.4182099999999995E-4</c:v>
                </c:pt>
                <c:pt idx="2392">
                  <c:v>5.4006300000000002E-4</c:v>
                </c:pt>
                <c:pt idx="2393">
                  <c:v>5.3821200000000004E-4</c:v>
                </c:pt>
                <c:pt idx="2394">
                  <c:v>5.3628699999999998E-4</c:v>
                </c:pt>
                <c:pt idx="2395">
                  <c:v>5.3432900000000005E-4</c:v>
                </c:pt>
                <c:pt idx="2396">
                  <c:v>5.3235299999999995E-4</c:v>
                </c:pt>
                <c:pt idx="2397">
                  <c:v>5.3036700000000001E-4</c:v>
                </c:pt>
                <c:pt idx="2398">
                  <c:v>5.2837000000000001E-4</c:v>
                </c:pt>
                <c:pt idx="2399">
                  <c:v>5.2636600000000001E-4</c:v>
                </c:pt>
                <c:pt idx="2400">
                  <c:v>5.2436500000000005E-4</c:v>
                </c:pt>
                <c:pt idx="2401">
                  <c:v>5.2237099999999999E-4</c:v>
                </c:pt>
                <c:pt idx="2402">
                  <c:v>5.2037600000000002E-4</c:v>
                </c:pt>
                <c:pt idx="2403">
                  <c:v>5.1837400000000005E-4</c:v>
                </c:pt>
                <c:pt idx="2404">
                  <c:v>5.1636499999999997E-4</c:v>
                </c:pt>
                <c:pt idx="2405">
                  <c:v>5.1435700000000001E-4</c:v>
                </c:pt>
                <c:pt idx="2406">
                  <c:v>5.1235600000000005E-4</c:v>
                </c:pt>
                <c:pt idx="2407">
                  <c:v>5.1035999999999996E-4</c:v>
                </c:pt>
                <c:pt idx="2408">
                  <c:v>5.0836499999999999E-4</c:v>
                </c:pt>
                <c:pt idx="2409">
                  <c:v>5.0637000000000002E-4</c:v>
                </c:pt>
                <c:pt idx="2410">
                  <c:v>5.0438399999999997E-4</c:v>
                </c:pt>
                <c:pt idx="2411">
                  <c:v>5.0241100000000003E-4</c:v>
                </c:pt>
                <c:pt idx="2412">
                  <c:v>5.00447E-4</c:v>
                </c:pt>
                <c:pt idx="2413">
                  <c:v>4.9848500000000001E-4</c:v>
                </c:pt>
                <c:pt idx="2414">
                  <c:v>4.96515E-4</c:v>
                </c:pt>
                <c:pt idx="2415">
                  <c:v>4.9453699999999997E-4</c:v>
                </c:pt>
                <c:pt idx="2416">
                  <c:v>4.9255900000000005E-4</c:v>
                </c:pt>
                <c:pt idx="2417">
                  <c:v>4.9058800000000003E-4</c:v>
                </c:pt>
                <c:pt idx="2418">
                  <c:v>4.8862299999999999E-4</c:v>
                </c:pt>
                <c:pt idx="2419">
                  <c:v>4.86668E-4</c:v>
                </c:pt>
                <c:pt idx="2420">
                  <c:v>4.8472800000000003E-4</c:v>
                </c:pt>
                <c:pt idx="2421">
                  <c:v>4.8279600000000002E-4</c:v>
                </c:pt>
                <c:pt idx="2422">
                  <c:v>4.8086500000000003E-4</c:v>
                </c:pt>
                <c:pt idx="2423">
                  <c:v>4.7893399999999998E-4</c:v>
                </c:pt>
                <c:pt idx="2424">
                  <c:v>4.7700999999999999E-4</c:v>
                </c:pt>
                <c:pt idx="2425">
                  <c:v>4.7509700000000001E-4</c:v>
                </c:pt>
                <c:pt idx="2426">
                  <c:v>4.7319400000000002E-4</c:v>
                </c:pt>
                <c:pt idx="2427">
                  <c:v>4.7129399999999998E-4</c:v>
                </c:pt>
                <c:pt idx="2428">
                  <c:v>4.6938200000000001E-4</c:v>
                </c:pt>
                <c:pt idx="2429">
                  <c:v>4.6746400000000001E-4</c:v>
                </c:pt>
                <c:pt idx="2430">
                  <c:v>4.6555799999999998E-4</c:v>
                </c:pt>
                <c:pt idx="2431">
                  <c:v>4.63676E-4</c:v>
                </c:pt>
                <c:pt idx="2432">
                  <c:v>4.6181400000000001E-4</c:v>
                </c:pt>
                <c:pt idx="2433">
                  <c:v>4.5995999999999998E-4</c:v>
                </c:pt>
                <c:pt idx="2434">
                  <c:v>4.5809900000000001E-4</c:v>
                </c:pt>
                <c:pt idx="2435">
                  <c:v>4.5623799999999998E-4</c:v>
                </c:pt>
                <c:pt idx="2436">
                  <c:v>4.5437899999999998E-4</c:v>
                </c:pt>
                <c:pt idx="2437">
                  <c:v>4.5252699999999999E-4</c:v>
                </c:pt>
                <c:pt idx="2438">
                  <c:v>4.5067700000000002E-4</c:v>
                </c:pt>
                <c:pt idx="2439">
                  <c:v>4.4883199999999997E-4</c:v>
                </c:pt>
                <c:pt idx="2440">
                  <c:v>4.4699900000000001E-4</c:v>
                </c:pt>
                <c:pt idx="2441">
                  <c:v>4.45177E-4</c:v>
                </c:pt>
                <c:pt idx="2442">
                  <c:v>4.4336199999999999E-4</c:v>
                </c:pt>
                <c:pt idx="2443">
                  <c:v>4.4155000000000003E-4</c:v>
                </c:pt>
                <c:pt idx="2444">
                  <c:v>4.3973800000000001E-4</c:v>
                </c:pt>
                <c:pt idx="2445">
                  <c:v>4.3793199999999998E-4</c:v>
                </c:pt>
                <c:pt idx="2446">
                  <c:v>4.36129E-4</c:v>
                </c:pt>
                <c:pt idx="2447">
                  <c:v>4.3433099999999999E-4</c:v>
                </c:pt>
                <c:pt idx="2448">
                  <c:v>4.3253699999999998E-4</c:v>
                </c:pt>
                <c:pt idx="2449">
                  <c:v>4.30751E-4</c:v>
                </c:pt>
                <c:pt idx="2450">
                  <c:v>4.28968E-4</c:v>
                </c:pt>
                <c:pt idx="2451">
                  <c:v>4.27181E-4</c:v>
                </c:pt>
                <c:pt idx="2452">
                  <c:v>4.25394E-4</c:v>
                </c:pt>
                <c:pt idx="2453">
                  <c:v>4.2360999999999999E-4</c:v>
                </c:pt>
                <c:pt idx="2454">
                  <c:v>4.2182899999999998E-4</c:v>
                </c:pt>
                <c:pt idx="2455">
                  <c:v>4.20054E-4</c:v>
                </c:pt>
                <c:pt idx="2456">
                  <c:v>4.18281E-4</c:v>
                </c:pt>
                <c:pt idx="2457">
                  <c:v>4.1650900000000002E-4</c:v>
                </c:pt>
                <c:pt idx="2458">
                  <c:v>4.1473600000000002E-4</c:v>
                </c:pt>
                <c:pt idx="2459">
                  <c:v>4.1296799999999999E-4</c:v>
                </c:pt>
                <c:pt idx="2460">
                  <c:v>4.1120799999999998E-4</c:v>
                </c:pt>
                <c:pt idx="2461">
                  <c:v>4.0945100000000002E-4</c:v>
                </c:pt>
                <c:pt idx="2462">
                  <c:v>4.0768999999999999E-4</c:v>
                </c:pt>
                <c:pt idx="2463">
                  <c:v>4.0592500000000001E-4</c:v>
                </c:pt>
                <c:pt idx="2464">
                  <c:v>4.0416399999999999E-4</c:v>
                </c:pt>
                <c:pt idx="2465">
                  <c:v>4.0241099999999998E-4</c:v>
                </c:pt>
                <c:pt idx="2466">
                  <c:v>4.0066100000000002E-4</c:v>
                </c:pt>
                <c:pt idx="2467">
                  <c:v>3.9890699999999999E-4</c:v>
                </c:pt>
                <c:pt idx="2468">
                  <c:v>3.9715099999999999E-4</c:v>
                </c:pt>
                <c:pt idx="2469">
                  <c:v>3.9540000000000002E-4</c:v>
                </c:pt>
                <c:pt idx="2470">
                  <c:v>3.93657E-4</c:v>
                </c:pt>
                <c:pt idx="2471">
                  <c:v>3.9192799999999999E-4</c:v>
                </c:pt>
                <c:pt idx="2472">
                  <c:v>3.9020100000000001E-4</c:v>
                </c:pt>
                <c:pt idx="2473">
                  <c:v>3.8846200000000001E-4</c:v>
                </c:pt>
                <c:pt idx="2474">
                  <c:v>3.8672100000000003E-4</c:v>
                </c:pt>
                <c:pt idx="2475">
                  <c:v>3.8498500000000001E-4</c:v>
                </c:pt>
                <c:pt idx="2476">
                  <c:v>3.8325399999999997E-4</c:v>
                </c:pt>
                <c:pt idx="2477">
                  <c:v>3.8152200000000002E-4</c:v>
                </c:pt>
                <c:pt idx="2478">
                  <c:v>3.7979099999999998E-4</c:v>
                </c:pt>
                <c:pt idx="2479">
                  <c:v>3.78067E-4</c:v>
                </c:pt>
                <c:pt idx="2480">
                  <c:v>3.7635000000000001E-4</c:v>
                </c:pt>
                <c:pt idx="2481">
                  <c:v>3.7463600000000002E-4</c:v>
                </c:pt>
                <c:pt idx="2482">
                  <c:v>3.7292400000000001E-4</c:v>
                </c:pt>
                <c:pt idx="2483">
                  <c:v>3.71212E-4</c:v>
                </c:pt>
                <c:pt idx="2484">
                  <c:v>3.6950500000000001E-4</c:v>
                </c:pt>
                <c:pt idx="2485">
                  <c:v>3.678E-4</c:v>
                </c:pt>
                <c:pt idx="2486">
                  <c:v>3.66096E-4</c:v>
                </c:pt>
                <c:pt idx="2487">
                  <c:v>3.6438799999999999E-4</c:v>
                </c:pt>
                <c:pt idx="2488">
                  <c:v>3.6267800000000001E-4</c:v>
                </c:pt>
                <c:pt idx="2489">
                  <c:v>3.6097199999999999E-4</c:v>
                </c:pt>
                <c:pt idx="2490">
                  <c:v>3.5927000000000002E-4</c:v>
                </c:pt>
                <c:pt idx="2491">
                  <c:v>3.5757200000000001E-4</c:v>
                </c:pt>
                <c:pt idx="2492">
                  <c:v>3.5587200000000002E-4</c:v>
                </c:pt>
                <c:pt idx="2493">
                  <c:v>3.5417599999999999E-4</c:v>
                </c:pt>
                <c:pt idx="2494">
                  <c:v>3.5248400000000002E-4</c:v>
                </c:pt>
                <c:pt idx="2495">
                  <c:v>3.5079700000000002E-4</c:v>
                </c:pt>
                <c:pt idx="2496">
                  <c:v>3.4911399999999998E-4</c:v>
                </c:pt>
                <c:pt idx="2497">
                  <c:v>3.4743799999999999E-4</c:v>
                </c:pt>
                <c:pt idx="2498">
                  <c:v>3.45769E-4</c:v>
                </c:pt>
                <c:pt idx="2499">
                  <c:v>3.4410199999999999E-4</c:v>
                </c:pt>
                <c:pt idx="2500">
                  <c:v>3.4244100000000002E-4</c:v>
                </c:pt>
                <c:pt idx="2501">
                  <c:v>3.4079299999999999E-4</c:v>
                </c:pt>
                <c:pt idx="2502">
                  <c:v>3.39148E-4</c:v>
                </c:pt>
                <c:pt idx="2503">
                  <c:v>3.3749600000000001E-4</c:v>
                </c:pt>
                <c:pt idx="2504">
                  <c:v>3.35843E-4</c:v>
                </c:pt>
                <c:pt idx="2505">
                  <c:v>3.3419199999999997E-4</c:v>
                </c:pt>
                <c:pt idx="2506">
                  <c:v>3.32541E-4</c:v>
                </c:pt>
                <c:pt idx="2507">
                  <c:v>3.30892E-4</c:v>
                </c:pt>
                <c:pt idx="2508">
                  <c:v>3.2925100000000002E-4</c:v>
                </c:pt>
                <c:pt idx="2509">
                  <c:v>3.2761699999999999E-4</c:v>
                </c:pt>
                <c:pt idx="2510">
                  <c:v>3.2598600000000001E-4</c:v>
                </c:pt>
                <c:pt idx="2511">
                  <c:v>3.2435500000000002E-4</c:v>
                </c:pt>
                <c:pt idx="2512">
                  <c:v>3.2273499999999999E-4</c:v>
                </c:pt>
                <c:pt idx="2513">
                  <c:v>3.2121199999999997E-4</c:v>
                </c:pt>
                <c:pt idx="2514">
                  <c:v>3.1980499999999999E-4</c:v>
                </c:pt>
                <c:pt idx="2515">
                  <c:v>3.1839800000000001E-4</c:v>
                </c:pt>
                <c:pt idx="2516">
                  <c:v>3.1693299999999998E-4</c:v>
                </c:pt>
                <c:pt idx="2517">
                  <c:v>3.1542700000000001E-4</c:v>
                </c:pt>
                <c:pt idx="2518">
                  <c:v>3.1389800000000001E-4</c:v>
                </c:pt>
                <c:pt idx="2519">
                  <c:v>3.1235699999999998E-4</c:v>
                </c:pt>
                <c:pt idx="2520">
                  <c:v>3.1081199999999999E-4</c:v>
                </c:pt>
                <c:pt idx="2521">
                  <c:v>3.0926100000000002E-4</c:v>
                </c:pt>
                <c:pt idx="2522">
                  <c:v>3.0770199999999998E-4</c:v>
                </c:pt>
                <c:pt idx="2523">
                  <c:v>3.0613899999999998E-4</c:v>
                </c:pt>
                <c:pt idx="2524">
                  <c:v>3.0457299999999999E-4</c:v>
                </c:pt>
                <c:pt idx="2525">
                  <c:v>3.0300599999999998E-4</c:v>
                </c:pt>
                <c:pt idx="2526">
                  <c:v>3.0143900000000003E-4</c:v>
                </c:pt>
                <c:pt idx="2527">
                  <c:v>2.9987699999999999E-4</c:v>
                </c:pt>
                <c:pt idx="2528">
                  <c:v>2.9832200000000001E-4</c:v>
                </c:pt>
                <c:pt idx="2529">
                  <c:v>2.9677000000000002E-4</c:v>
                </c:pt>
                <c:pt idx="2530">
                  <c:v>2.9522000000000001E-4</c:v>
                </c:pt>
                <c:pt idx="2531">
                  <c:v>2.9367E-4</c:v>
                </c:pt>
                <c:pt idx="2532">
                  <c:v>2.9212500000000001E-4</c:v>
                </c:pt>
                <c:pt idx="2533">
                  <c:v>2.9058699999999997E-4</c:v>
                </c:pt>
                <c:pt idx="2534">
                  <c:v>2.8905400000000001E-4</c:v>
                </c:pt>
                <c:pt idx="2535">
                  <c:v>2.8752399999999999E-4</c:v>
                </c:pt>
                <c:pt idx="2536">
                  <c:v>2.8599799999999998E-4</c:v>
                </c:pt>
                <c:pt idx="2537">
                  <c:v>2.8447800000000001E-4</c:v>
                </c:pt>
                <c:pt idx="2538">
                  <c:v>2.8296099999999998E-4</c:v>
                </c:pt>
                <c:pt idx="2539">
                  <c:v>2.81451E-4</c:v>
                </c:pt>
                <c:pt idx="2540">
                  <c:v>2.7994400000000002E-4</c:v>
                </c:pt>
                <c:pt idx="2541">
                  <c:v>2.7843699999999998E-4</c:v>
                </c:pt>
                <c:pt idx="2542">
                  <c:v>2.7693699999999999E-4</c:v>
                </c:pt>
                <c:pt idx="2543">
                  <c:v>2.7544400000000001E-4</c:v>
                </c:pt>
                <c:pt idx="2544">
                  <c:v>2.7395799999999998E-4</c:v>
                </c:pt>
                <c:pt idx="2545">
                  <c:v>2.72475E-4</c:v>
                </c:pt>
                <c:pt idx="2546">
                  <c:v>2.7099200000000001E-4</c:v>
                </c:pt>
                <c:pt idx="2547">
                  <c:v>2.6951500000000001E-4</c:v>
                </c:pt>
                <c:pt idx="2548">
                  <c:v>2.6804500000000001E-4</c:v>
                </c:pt>
                <c:pt idx="2549">
                  <c:v>2.66581E-4</c:v>
                </c:pt>
                <c:pt idx="2550">
                  <c:v>2.6512200000000001E-4</c:v>
                </c:pt>
                <c:pt idx="2551">
                  <c:v>2.6366699999999998E-4</c:v>
                </c:pt>
                <c:pt idx="2552">
                  <c:v>2.62219E-4</c:v>
                </c:pt>
                <c:pt idx="2553">
                  <c:v>2.60776E-4</c:v>
                </c:pt>
                <c:pt idx="2554">
                  <c:v>2.5933999999999999E-4</c:v>
                </c:pt>
                <c:pt idx="2555">
                  <c:v>2.5790699999999998E-4</c:v>
                </c:pt>
                <c:pt idx="2556">
                  <c:v>2.5647700000000002E-4</c:v>
                </c:pt>
                <c:pt idx="2557">
                  <c:v>2.5505800000000001E-4</c:v>
                </c:pt>
                <c:pt idx="2558">
                  <c:v>2.5364799999999998E-4</c:v>
                </c:pt>
                <c:pt idx="2559">
                  <c:v>2.5224299999999998E-4</c:v>
                </c:pt>
                <c:pt idx="2560">
                  <c:v>2.5083899999999999E-4</c:v>
                </c:pt>
                <c:pt idx="2561">
                  <c:v>2.4943399999999998E-4</c:v>
                </c:pt>
                <c:pt idx="2562">
                  <c:v>2.4803800000000001E-4</c:v>
                </c:pt>
                <c:pt idx="2563">
                  <c:v>2.4664899999999999E-4</c:v>
                </c:pt>
                <c:pt idx="2564">
                  <c:v>2.4526700000000002E-4</c:v>
                </c:pt>
                <c:pt idx="2565">
                  <c:v>2.4388900000000001E-4</c:v>
                </c:pt>
                <c:pt idx="2566">
                  <c:v>2.42518E-4</c:v>
                </c:pt>
                <c:pt idx="2567">
                  <c:v>2.4115599999999999E-4</c:v>
                </c:pt>
                <c:pt idx="2568">
                  <c:v>2.398E-4</c:v>
                </c:pt>
                <c:pt idx="2569">
                  <c:v>2.38447E-4</c:v>
                </c:pt>
                <c:pt idx="2570">
                  <c:v>2.3709600000000001E-4</c:v>
                </c:pt>
                <c:pt idx="2571">
                  <c:v>2.3574800000000001E-4</c:v>
                </c:pt>
                <c:pt idx="2572">
                  <c:v>2.3440900000000001E-4</c:v>
                </c:pt>
                <c:pt idx="2573">
                  <c:v>2.3307499999999999E-4</c:v>
                </c:pt>
                <c:pt idx="2574">
                  <c:v>2.3174599999999999E-4</c:v>
                </c:pt>
                <c:pt idx="2575">
                  <c:v>2.3042200000000001E-4</c:v>
                </c:pt>
                <c:pt idx="2576">
                  <c:v>2.29106E-4</c:v>
                </c:pt>
                <c:pt idx="2577">
                  <c:v>2.2779899999999999E-4</c:v>
                </c:pt>
                <c:pt idx="2578">
                  <c:v>2.2649700000000001E-4</c:v>
                </c:pt>
                <c:pt idx="2579">
                  <c:v>2.2519599999999999E-4</c:v>
                </c:pt>
                <c:pt idx="2580">
                  <c:v>2.23897E-4</c:v>
                </c:pt>
                <c:pt idx="2581">
                  <c:v>2.2260499999999999E-4</c:v>
                </c:pt>
                <c:pt idx="2582">
                  <c:v>2.21318E-4</c:v>
                </c:pt>
                <c:pt idx="2583">
                  <c:v>2.2003600000000001E-4</c:v>
                </c:pt>
                <c:pt idx="2584">
                  <c:v>2.1875900000000001E-4</c:v>
                </c:pt>
                <c:pt idx="2585">
                  <c:v>2.1748700000000001E-4</c:v>
                </c:pt>
                <c:pt idx="2586">
                  <c:v>2.16224E-4</c:v>
                </c:pt>
                <c:pt idx="2587">
                  <c:v>2.1496800000000001E-4</c:v>
                </c:pt>
                <c:pt idx="2588">
                  <c:v>2.13718E-4</c:v>
                </c:pt>
                <c:pt idx="2589">
                  <c:v>2.12473E-4</c:v>
                </c:pt>
                <c:pt idx="2590">
                  <c:v>2.1123E-4</c:v>
                </c:pt>
                <c:pt idx="2591">
                  <c:v>2.0999300000000001E-4</c:v>
                </c:pt>
                <c:pt idx="2592">
                  <c:v>2.0876400000000001E-4</c:v>
                </c:pt>
                <c:pt idx="2593">
                  <c:v>2.07541E-4</c:v>
                </c:pt>
                <c:pt idx="2594">
                  <c:v>2.0631999999999999E-4</c:v>
                </c:pt>
                <c:pt idx="2595">
                  <c:v>2.0510299999999999E-4</c:v>
                </c:pt>
                <c:pt idx="2596">
                  <c:v>2.0389400000000001E-4</c:v>
                </c:pt>
                <c:pt idx="2597">
                  <c:v>2.0269400000000001E-4</c:v>
                </c:pt>
                <c:pt idx="2598">
                  <c:v>2.0149999999999999E-4</c:v>
                </c:pt>
                <c:pt idx="2599">
                  <c:v>2.00309E-4</c:v>
                </c:pt>
                <c:pt idx="2600">
                  <c:v>1.9912099999999999E-4</c:v>
                </c:pt>
                <c:pt idx="2601">
                  <c:v>1.97937E-4</c:v>
                </c:pt>
                <c:pt idx="2602">
                  <c:v>1.9675699999999999E-4</c:v>
                </c:pt>
                <c:pt idx="2603">
                  <c:v>1.9558299999999999E-4</c:v>
                </c:pt>
                <c:pt idx="2604">
                  <c:v>1.9441599999999999E-4</c:v>
                </c:pt>
                <c:pt idx="2605">
                  <c:v>1.9325899999999999E-4</c:v>
                </c:pt>
                <c:pt idx="2606">
                  <c:v>1.9211E-4</c:v>
                </c:pt>
                <c:pt idx="2607">
                  <c:v>1.90965E-4</c:v>
                </c:pt>
                <c:pt idx="2608">
                  <c:v>1.8982E-4</c:v>
                </c:pt>
                <c:pt idx="2609">
                  <c:v>1.8867999999999999E-4</c:v>
                </c:pt>
                <c:pt idx="2610">
                  <c:v>1.8754700000000001E-4</c:v>
                </c:pt>
                <c:pt idx="2611">
                  <c:v>1.8641999999999999E-4</c:v>
                </c:pt>
                <c:pt idx="2612">
                  <c:v>1.85296E-4</c:v>
                </c:pt>
                <c:pt idx="2613">
                  <c:v>1.84172E-4</c:v>
                </c:pt>
                <c:pt idx="2614">
                  <c:v>1.8305099999999999E-4</c:v>
                </c:pt>
                <c:pt idx="2615">
                  <c:v>1.8193699999999999E-4</c:v>
                </c:pt>
                <c:pt idx="2616">
                  <c:v>1.80831E-4</c:v>
                </c:pt>
                <c:pt idx="2617">
                  <c:v>1.7972800000000001E-4</c:v>
                </c:pt>
                <c:pt idx="2618">
                  <c:v>1.7862999999999999E-4</c:v>
                </c:pt>
                <c:pt idx="2619">
                  <c:v>1.7754000000000001E-4</c:v>
                </c:pt>
                <c:pt idx="2620">
                  <c:v>1.7645599999999999E-4</c:v>
                </c:pt>
                <c:pt idx="2621">
                  <c:v>1.7536900000000001E-4</c:v>
                </c:pt>
                <c:pt idx="2622">
                  <c:v>1.74282E-4</c:v>
                </c:pt>
                <c:pt idx="2623">
                  <c:v>1.7320000000000001E-4</c:v>
                </c:pt>
                <c:pt idx="2624">
                  <c:v>1.7212299999999999E-4</c:v>
                </c:pt>
                <c:pt idx="2625">
                  <c:v>1.7105399999999999E-4</c:v>
                </c:pt>
                <c:pt idx="2626">
                  <c:v>1.6999300000000001E-4</c:v>
                </c:pt>
                <c:pt idx="2627">
                  <c:v>1.68939E-4</c:v>
                </c:pt>
                <c:pt idx="2628">
                  <c:v>1.67889E-4</c:v>
                </c:pt>
                <c:pt idx="2629">
                  <c:v>1.66842E-4</c:v>
                </c:pt>
                <c:pt idx="2630">
                  <c:v>1.6580100000000001E-4</c:v>
                </c:pt>
                <c:pt idx="2631">
                  <c:v>1.6476699999999999E-4</c:v>
                </c:pt>
                <c:pt idx="2632">
                  <c:v>1.63738E-4</c:v>
                </c:pt>
                <c:pt idx="2633">
                  <c:v>1.62712E-4</c:v>
                </c:pt>
                <c:pt idx="2634">
                  <c:v>1.6169000000000001E-4</c:v>
                </c:pt>
                <c:pt idx="2635">
                  <c:v>1.6067699999999999E-4</c:v>
                </c:pt>
                <c:pt idx="2636">
                  <c:v>1.5967100000000001E-4</c:v>
                </c:pt>
                <c:pt idx="2637">
                  <c:v>1.5866900000000001E-4</c:v>
                </c:pt>
                <c:pt idx="2638">
                  <c:v>1.57668E-4</c:v>
                </c:pt>
                <c:pt idx="2639">
                  <c:v>1.5666899999999999E-4</c:v>
                </c:pt>
                <c:pt idx="2640">
                  <c:v>1.55675E-4</c:v>
                </c:pt>
                <c:pt idx="2641">
                  <c:v>1.54687E-4</c:v>
                </c:pt>
                <c:pt idx="2642">
                  <c:v>1.5370499999999999E-4</c:v>
                </c:pt>
                <c:pt idx="2643">
                  <c:v>1.5272500000000001E-4</c:v>
                </c:pt>
                <c:pt idx="2644">
                  <c:v>1.5175E-4</c:v>
                </c:pt>
                <c:pt idx="2645">
                  <c:v>1.5078300000000001E-4</c:v>
                </c:pt>
                <c:pt idx="2646">
                  <c:v>1.49834E-4</c:v>
                </c:pt>
                <c:pt idx="2647">
                  <c:v>1.4890300000000001E-4</c:v>
                </c:pt>
                <c:pt idx="2648">
                  <c:v>1.4797200000000001E-4</c:v>
                </c:pt>
                <c:pt idx="2649">
                  <c:v>1.4703200000000001E-4</c:v>
                </c:pt>
                <c:pt idx="2650">
                  <c:v>1.4608700000000001E-4</c:v>
                </c:pt>
                <c:pt idx="2651">
                  <c:v>1.4514000000000001E-4</c:v>
                </c:pt>
                <c:pt idx="2652">
                  <c:v>1.44194E-4</c:v>
                </c:pt>
                <c:pt idx="2653">
                  <c:v>1.43251E-4</c:v>
                </c:pt>
                <c:pt idx="2654">
                  <c:v>1.4231399999999999E-4</c:v>
                </c:pt>
                <c:pt idx="2655">
                  <c:v>1.4138599999999999E-4</c:v>
                </c:pt>
                <c:pt idx="2656">
                  <c:v>1.4046499999999999E-4</c:v>
                </c:pt>
                <c:pt idx="2657">
                  <c:v>1.3954700000000001E-4</c:v>
                </c:pt>
                <c:pt idx="2658">
                  <c:v>1.38632E-4</c:v>
                </c:pt>
                <c:pt idx="2659">
                  <c:v>1.3772E-4</c:v>
                </c:pt>
                <c:pt idx="2660">
                  <c:v>1.3681300000000001E-4</c:v>
                </c:pt>
                <c:pt idx="2661">
                  <c:v>1.35912E-4</c:v>
                </c:pt>
                <c:pt idx="2662">
                  <c:v>1.35017E-4</c:v>
                </c:pt>
                <c:pt idx="2663">
                  <c:v>1.3412499999999999E-4</c:v>
                </c:pt>
                <c:pt idx="2664">
                  <c:v>1.3323799999999999E-4</c:v>
                </c:pt>
                <c:pt idx="2665">
                  <c:v>1.3235499999999999E-4</c:v>
                </c:pt>
                <c:pt idx="2666">
                  <c:v>1.31478E-4</c:v>
                </c:pt>
                <c:pt idx="2667">
                  <c:v>1.3060799999999999E-4</c:v>
                </c:pt>
                <c:pt idx="2668">
                  <c:v>1.29744E-4</c:v>
                </c:pt>
                <c:pt idx="2669">
                  <c:v>1.2888099999999999E-4</c:v>
                </c:pt>
                <c:pt idx="2670">
                  <c:v>1.2802000000000001E-4</c:v>
                </c:pt>
                <c:pt idx="2671">
                  <c:v>1.2716299999999999E-4</c:v>
                </c:pt>
                <c:pt idx="2672">
                  <c:v>1.2630900000000001E-4</c:v>
                </c:pt>
                <c:pt idx="2673">
                  <c:v>1.2545899999999999E-4</c:v>
                </c:pt>
                <c:pt idx="2674">
                  <c:v>1.2461800000000001E-4</c:v>
                </c:pt>
                <c:pt idx="2675">
                  <c:v>1.2378500000000001E-4</c:v>
                </c:pt>
                <c:pt idx="2676">
                  <c:v>1.22958E-4</c:v>
                </c:pt>
                <c:pt idx="2677">
                  <c:v>1.2213400000000001E-4</c:v>
                </c:pt>
                <c:pt idx="2678">
                  <c:v>1.21315E-4</c:v>
                </c:pt>
                <c:pt idx="2679">
                  <c:v>1.20501E-4</c:v>
                </c:pt>
                <c:pt idx="2680">
                  <c:v>1.19696E-4</c:v>
                </c:pt>
                <c:pt idx="2681">
                  <c:v>1.18899E-4</c:v>
                </c:pt>
                <c:pt idx="2682">
                  <c:v>1.18108E-4</c:v>
                </c:pt>
                <c:pt idx="2683">
                  <c:v>1.17322E-4</c:v>
                </c:pt>
                <c:pt idx="2684">
                  <c:v>1.1654000000000001E-4</c:v>
                </c:pt>
                <c:pt idx="2685">
                  <c:v>1.15758E-4</c:v>
                </c:pt>
                <c:pt idx="2686">
                  <c:v>1.14978E-4</c:v>
                </c:pt>
                <c:pt idx="2687">
                  <c:v>1.14203E-4</c:v>
                </c:pt>
                <c:pt idx="2688">
                  <c:v>1.13436E-4</c:v>
                </c:pt>
                <c:pt idx="2689">
                  <c:v>1.1267700000000001E-4</c:v>
                </c:pt>
                <c:pt idx="2690">
                  <c:v>1.11926E-4</c:v>
                </c:pt>
                <c:pt idx="2691">
                  <c:v>1.11183E-4</c:v>
                </c:pt>
                <c:pt idx="2692">
                  <c:v>1.10444E-4</c:v>
                </c:pt>
                <c:pt idx="2693">
                  <c:v>1.09712E-4</c:v>
                </c:pt>
                <c:pt idx="2694">
                  <c:v>1.08986E-4</c:v>
                </c:pt>
                <c:pt idx="2695">
                  <c:v>1.0826400000000001E-4</c:v>
                </c:pt>
                <c:pt idx="2696">
                  <c:v>1.0754700000000001E-4</c:v>
                </c:pt>
                <c:pt idx="2697">
                  <c:v>1.0683600000000001E-4</c:v>
                </c:pt>
                <c:pt idx="2698">
                  <c:v>1.06142E-4</c:v>
                </c:pt>
                <c:pt idx="2699">
                  <c:v>1.05468E-4</c:v>
                </c:pt>
                <c:pt idx="2700">
                  <c:v>1.04794E-4</c:v>
                </c:pt>
                <c:pt idx="2701">
                  <c:v>1.0411E-4</c:v>
                </c:pt>
                <c:pt idx="2702">
                  <c:v>1.0342500000000001E-4</c:v>
                </c:pt>
                <c:pt idx="2703">
                  <c:v>1.02746E-4</c:v>
                </c:pt>
                <c:pt idx="2704">
                  <c:v>1.02074E-4</c:v>
                </c:pt>
                <c:pt idx="2705">
                  <c:v>1.0141000000000001E-4</c:v>
                </c:pt>
                <c:pt idx="2706">
                  <c:v>1.00751E-4</c:v>
                </c:pt>
                <c:pt idx="2707">
                  <c:v>1.0009900000000001E-4</c:v>
                </c:pt>
                <c:pt idx="2708">
                  <c:v>9.9456000000000005E-5</c:v>
                </c:pt>
                <c:pt idx="2709">
                  <c:v>9.8820999999999995E-5</c:v>
                </c:pt>
                <c:pt idx="2710">
                  <c:v>9.8193099999999993E-5</c:v>
                </c:pt>
                <c:pt idx="2711">
                  <c:v>9.7571099999999998E-5</c:v>
                </c:pt>
                <c:pt idx="2712">
                  <c:v>9.6955500000000004E-5</c:v>
                </c:pt>
                <c:pt idx="2713">
                  <c:v>9.6347099999999998E-5</c:v>
                </c:pt>
                <c:pt idx="2714">
                  <c:v>9.5742799999999994E-5</c:v>
                </c:pt>
                <c:pt idx="2715">
                  <c:v>9.51427E-5</c:v>
                </c:pt>
                <c:pt idx="2716">
                  <c:v>9.4547099999999995E-5</c:v>
                </c:pt>
                <c:pt idx="2717">
                  <c:v>9.3954800000000004E-5</c:v>
                </c:pt>
                <c:pt idx="2718">
                  <c:v>9.3369300000000001E-5</c:v>
                </c:pt>
                <c:pt idx="2719">
                  <c:v>9.2791699999999995E-5</c:v>
                </c:pt>
                <c:pt idx="2720">
                  <c:v>9.2220799999999996E-5</c:v>
                </c:pt>
                <c:pt idx="2721">
                  <c:v>9.1654800000000002E-5</c:v>
                </c:pt>
                <c:pt idx="2722">
                  <c:v>9.1094000000000006E-5</c:v>
                </c:pt>
                <c:pt idx="2723">
                  <c:v>9.0540999999999999E-5</c:v>
                </c:pt>
                <c:pt idx="2724">
                  <c:v>8.99941E-5</c:v>
                </c:pt>
                <c:pt idx="2725">
                  <c:v>8.9452500000000005E-5</c:v>
                </c:pt>
                <c:pt idx="2726">
                  <c:v>8.8916099999999994E-5</c:v>
                </c:pt>
                <c:pt idx="2727">
                  <c:v>8.8385499999999996E-5</c:v>
                </c:pt>
                <c:pt idx="2728">
                  <c:v>8.7862500000000001E-5</c:v>
                </c:pt>
                <c:pt idx="2729">
                  <c:v>8.7348299999999999E-5</c:v>
                </c:pt>
                <c:pt idx="2730">
                  <c:v>8.6841800000000006E-5</c:v>
                </c:pt>
                <c:pt idx="2731">
                  <c:v>8.6338199999999999E-5</c:v>
                </c:pt>
                <c:pt idx="2732">
                  <c:v>8.5836900000000005E-5</c:v>
                </c:pt>
                <c:pt idx="2733">
                  <c:v>8.5341799999999997E-5</c:v>
                </c:pt>
                <c:pt idx="2734">
                  <c:v>8.4854399999999999E-5</c:v>
                </c:pt>
                <c:pt idx="2735">
                  <c:v>8.4370799999999995E-5</c:v>
                </c:pt>
                <c:pt idx="2736">
                  <c:v>8.3889999999999998E-5</c:v>
                </c:pt>
                <c:pt idx="2737">
                  <c:v>8.3415800000000002E-5</c:v>
                </c:pt>
                <c:pt idx="2738">
                  <c:v>8.2950999999999999E-5</c:v>
                </c:pt>
                <c:pt idx="2739">
                  <c:v>8.2495099999999996E-5</c:v>
                </c:pt>
                <c:pt idx="2740">
                  <c:v>8.2044299999999996E-5</c:v>
                </c:pt>
                <c:pt idx="2741">
                  <c:v>8.1595199999999994E-5</c:v>
                </c:pt>
                <c:pt idx="2742">
                  <c:v>8.1148899999999998E-5</c:v>
                </c:pt>
                <c:pt idx="2743">
                  <c:v>8.07076E-5</c:v>
                </c:pt>
                <c:pt idx="2744">
                  <c:v>8.0271600000000006E-5</c:v>
                </c:pt>
                <c:pt idx="2745">
                  <c:v>7.9840599999999996E-5</c:v>
                </c:pt>
                <c:pt idx="2746">
                  <c:v>7.9413500000000001E-5</c:v>
                </c:pt>
                <c:pt idx="2747">
                  <c:v>7.8992600000000007E-5</c:v>
                </c:pt>
                <c:pt idx="2748">
                  <c:v>7.85785E-5</c:v>
                </c:pt>
                <c:pt idx="2749">
                  <c:v>7.8169499999999998E-5</c:v>
                </c:pt>
                <c:pt idx="2750">
                  <c:v>7.7766E-5</c:v>
                </c:pt>
                <c:pt idx="2751">
                  <c:v>7.7365200000000003E-5</c:v>
                </c:pt>
                <c:pt idx="2752">
                  <c:v>7.6966599999999996E-5</c:v>
                </c:pt>
                <c:pt idx="2753">
                  <c:v>7.6573600000000002E-5</c:v>
                </c:pt>
                <c:pt idx="2754">
                  <c:v>7.6187100000000001E-5</c:v>
                </c:pt>
                <c:pt idx="2755">
                  <c:v>7.5804700000000003E-5</c:v>
                </c:pt>
                <c:pt idx="2756">
                  <c:v>7.5425099999999997E-5</c:v>
                </c:pt>
                <c:pt idx="2757">
                  <c:v>7.5049799999999994E-5</c:v>
                </c:pt>
                <c:pt idx="2758">
                  <c:v>7.4680300000000004E-5</c:v>
                </c:pt>
                <c:pt idx="2759">
                  <c:v>7.4317899999999995E-5</c:v>
                </c:pt>
                <c:pt idx="2760">
                  <c:v>7.3956199999999995E-5</c:v>
                </c:pt>
                <c:pt idx="2761">
                  <c:v>7.3592999999999998E-5</c:v>
                </c:pt>
                <c:pt idx="2762">
                  <c:v>7.3234399999999998E-5</c:v>
                </c:pt>
                <c:pt idx="2763">
                  <c:v>7.2881199999999996E-5</c:v>
                </c:pt>
                <c:pt idx="2764">
                  <c:v>7.2534300000000001E-5</c:v>
                </c:pt>
                <c:pt idx="2765">
                  <c:v>7.2192200000000003E-5</c:v>
                </c:pt>
                <c:pt idx="2766">
                  <c:v>7.1851699999999995E-5</c:v>
                </c:pt>
                <c:pt idx="2767">
                  <c:v>7.1514900000000002E-5</c:v>
                </c:pt>
                <c:pt idx="2768">
                  <c:v>7.1182999999999999E-5</c:v>
                </c:pt>
                <c:pt idx="2769">
                  <c:v>7.0855199999999999E-5</c:v>
                </c:pt>
                <c:pt idx="2770">
                  <c:v>7.0530600000000005E-5</c:v>
                </c:pt>
                <c:pt idx="2771">
                  <c:v>7.0209099999999998E-5</c:v>
                </c:pt>
                <c:pt idx="2772">
                  <c:v>6.9892899999999996E-5</c:v>
                </c:pt>
                <c:pt idx="2773">
                  <c:v>6.9581700000000005E-5</c:v>
                </c:pt>
                <c:pt idx="2774">
                  <c:v>6.9275600000000005E-5</c:v>
                </c:pt>
                <c:pt idx="2775">
                  <c:v>6.8974399999999995E-5</c:v>
                </c:pt>
                <c:pt idx="2776">
                  <c:v>6.8674299999999994E-5</c:v>
                </c:pt>
                <c:pt idx="2777">
                  <c:v>6.8375199999999995E-5</c:v>
                </c:pt>
                <c:pt idx="2778">
                  <c:v>6.8086500000000006E-5</c:v>
                </c:pt>
                <c:pt idx="2779">
                  <c:v>6.7816800000000004E-5</c:v>
                </c:pt>
                <c:pt idx="2780">
                  <c:v>6.7559599999999996E-5</c:v>
                </c:pt>
                <c:pt idx="2781">
                  <c:v>6.7303899999999998E-5</c:v>
                </c:pt>
                <c:pt idx="2782">
                  <c:v>6.7043200000000002E-5</c:v>
                </c:pt>
                <c:pt idx="2783">
                  <c:v>6.6771800000000003E-5</c:v>
                </c:pt>
                <c:pt idx="2784">
                  <c:v>6.6490599999999997E-5</c:v>
                </c:pt>
                <c:pt idx="2785">
                  <c:v>6.6206999999999998E-5</c:v>
                </c:pt>
                <c:pt idx="2786">
                  <c:v>6.5927399999999995E-5</c:v>
                </c:pt>
                <c:pt idx="2787">
                  <c:v>6.5654299999999999E-5</c:v>
                </c:pt>
                <c:pt idx="2788">
                  <c:v>6.5386699999999995E-5</c:v>
                </c:pt>
                <c:pt idx="2789">
                  <c:v>6.5123199999999993E-5</c:v>
                </c:pt>
                <c:pt idx="2790">
                  <c:v>6.4864100000000001E-5</c:v>
                </c:pt>
                <c:pt idx="2791">
                  <c:v>6.4610199999999993E-5</c:v>
                </c:pt>
                <c:pt idx="2792">
                  <c:v>6.4360800000000002E-5</c:v>
                </c:pt>
                <c:pt idx="2793">
                  <c:v>6.4116199999999994E-5</c:v>
                </c:pt>
                <c:pt idx="2794">
                  <c:v>6.3879600000000004E-5</c:v>
                </c:pt>
                <c:pt idx="2795">
                  <c:v>6.3645499999999999E-5</c:v>
                </c:pt>
                <c:pt idx="2796">
                  <c:v>6.3408699999999995E-5</c:v>
                </c:pt>
                <c:pt idx="2797">
                  <c:v>6.3175699999999999E-5</c:v>
                </c:pt>
                <c:pt idx="2798">
                  <c:v>6.29535E-5</c:v>
                </c:pt>
                <c:pt idx="2799">
                  <c:v>6.2736499999999998E-5</c:v>
                </c:pt>
                <c:pt idx="2800">
                  <c:v>6.2517300000000005E-5</c:v>
                </c:pt>
                <c:pt idx="2801">
                  <c:v>6.2297899999999999E-5</c:v>
                </c:pt>
                <c:pt idx="2802">
                  <c:v>6.2080000000000002E-5</c:v>
                </c:pt>
                <c:pt idx="2803">
                  <c:v>6.1863200000000001E-5</c:v>
                </c:pt>
                <c:pt idx="2804">
                  <c:v>6.1647200000000002E-5</c:v>
                </c:pt>
                <c:pt idx="2805">
                  <c:v>6.1433700000000001E-5</c:v>
                </c:pt>
                <c:pt idx="2806">
                  <c:v>6.1222000000000004E-5</c:v>
                </c:pt>
                <c:pt idx="2807">
                  <c:v>6.1011000000000003E-5</c:v>
                </c:pt>
                <c:pt idx="2808">
                  <c:v>6.0801699999999998E-5</c:v>
                </c:pt>
                <c:pt idx="2809">
                  <c:v>6.0594999999999998E-5</c:v>
                </c:pt>
                <c:pt idx="2810">
                  <c:v>6.03916E-5</c:v>
                </c:pt>
                <c:pt idx="2811">
                  <c:v>6.0191500000000001E-5</c:v>
                </c:pt>
                <c:pt idx="2812">
                  <c:v>5.9993500000000001E-5</c:v>
                </c:pt>
                <c:pt idx="2813">
                  <c:v>5.9796999999999997E-5</c:v>
                </c:pt>
                <c:pt idx="2814">
                  <c:v>5.9601900000000003E-5</c:v>
                </c:pt>
                <c:pt idx="2815">
                  <c:v>5.9408299999999998E-5</c:v>
                </c:pt>
                <c:pt idx="2816">
                  <c:v>5.9216699999999998E-5</c:v>
                </c:pt>
                <c:pt idx="2817">
                  <c:v>5.9027100000000003E-5</c:v>
                </c:pt>
                <c:pt idx="2818">
                  <c:v>5.8839399999999998E-5</c:v>
                </c:pt>
                <c:pt idx="2819">
                  <c:v>5.8653899999999998E-5</c:v>
                </c:pt>
                <c:pt idx="2820">
                  <c:v>5.8470600000000002E-5</c:v>
                </c:pt>
                <c:pt idx="2821">
                  <c:v>5.8289499999999998E-5</c:v>
                </c:pt>
                <c:pt idx="2822">
                  <c:v>5.81113E-5</c:v>
                </c:pt>
                <c:pt idx="2823">
                  <c:v>5.7936000000000002E-5</c:v>
                </c:pt>
                <c:pt idx="2824">
                  <c:v>5.7762500000000001E-5</c:v>
                </c:pt>
                <c:pt idx="2825">
                  <c:v>5.7590899999999998E-5</c:v>
                </c:pt>
                <c:pt idx="2826">
                  <c:v>5.7420999999999998E-5</c:v>
                </c:pt>
                <c:pt idx="2827">
                  <c:v>5.7258500000000001E-5</c:v>
                </c:pt>
                <c:pt idx="2828">
                  <c:v>5.7117200000000003E-5</c:v>
                </c:pt>
                <c:pt idx="2829">
                  <c:v>5.6974500000000001E-5</c:v>
                </c:pt>
                <c:pt idx="2830">
                  <c:v>5.6810500000000001E-5</c:v>
                </c:pt>
                <c:pt idx="2831">
                  <c:v>5.6641999999999997E-5</c:v>
                </c:pt>
                <c:pt idx="2832">
                  <c:v>5.6476800000000001E-5</c:v>
                </c:pt>
                <c:pt idx="2833">
                  <c:v>5.6314799999999998E-5</c:v>
                </c:pt>
                <c:pt idx="2834">
                  <c:v>5.6156499999999997E-5</c:v>
                </c:pt>
                <c:pt idx="2835">
                  <c:v>5.6002099999999997E-5</c:v>
                </c:pt>
                <c:pt idx="2836">
                  <c:v>5.5849200000000001E-5</c:v>
                </c:pt>
                <c:pt idx="2837">
                  <c:v>5.56977E-5</c:v>
                </c:pt>
                <c:pt idx="2838">
                  <c:v>5.5549500000000001E-5</c:v>
                </c:pt>
                <c:pt idx="2839">
                  <c:v>5.5407800000000002E-5</c:v>
                </c:pt>
                <c:pt idx="2840">
                  <c:v>5.5273799999999999E-5</c:v>
                </c:pt>
                <c:pt idx="2841">
                  <c:v>5.5142400000000002E-5</c:v>
                </c:pt>
                <c:pt idx="2842">
                  <c:v>5.5008700000000001E-5</c:v>
                </c:pt>
                <c:pt idx="2843">
                  <c:v>5.4870899999999997E-5</c:v>
                </c:pt>
                <c:pt idx="2844">
                  <c:v>5.4728300000000003E-5</c:v>
                </c:pt>
                <c:pt idx="2845">
                  <c:v>5.4584499999999999E-5</c:v>
                </c:pt>
                <c:pt idx="2846">
                  <c:v>5.4443400000000001E-5</c:v>
                </c:pt>
                <c:pt idx="2847">
                  <c:v>5.43069E-5</c:v>
                </c:pt>
                <c:pt idx="2848">
                  <c:v>5.4173299999999999E-5</c:v>
                </c:pt>
                <c:pt idx="2849">
                  <c:v>5.4040399999999998E-5</c:v>
                </c:pt>
                <c:pt idx="2850">
                  <c:v>5.39083E-5</c:v>
                </c:pt>
                <c:pt idx="2851">
                  <c:v>5.3777199999999997E-5</c:v>
                </c:pt>
                <c:pt idx="2852">
                  <c:v>5.3648299999999999E-5</c:v>
                </c:pt>
                <c:pt idx="2853">
                  <c:v>5.3522500000000001E-5</c:v>
                </c:pt>
                <c:pt idx="2854">
                  <c:v>5.33985E-5</c:v>
                </c:pt>
                <c:pt idx="2855">
                  <c:v>5.3275600000000002E-5</c:v>
                </c:pt>
                <c:pt idx="2856">
                  <c:v>5.3154400000000001E-5</c:v>
                </c:pt>
                <c:pt idx="2857">
                  <c:v>5.3034700000000002E-5</c:v>
                </c:pt>
                <c:pt idx="2858">
                  <c:v>5.29164E-5</c:v>
                </c:pt>
                <c:pt idx="2859">
                  <c:v>5.2800599999999997E-5</c:v>
                </c:pt>
                <c:pt idx="2860">
                  <c:v>5.2687800000000001E-5</c:v>
                </c:pt>
                <c:pt idx="2861">
                  <c:v>5.2578199999999997E-5</c:v>
                </c:pt>
                <c:pt idx="2862">
                  <c:v>5.2468600000000001E-5</c:v>
                </c:pt>
                <c:pt idx="2863">
                  <c:v>5.2357300000000001E-5</c:v>
                </c:pt>
                <c:pt idx="2864">
                  <c:v>5.22485E-5</c:v>
                </c:pt>
                <c:pt idx="2865">
                  <c:v>5.2142099999999997E-5</c:v>
                </c:pt>
                <c:pt idx="2866">
                  <c:v>5.2036400000000002E-5</c:v>
                </c:pt>
                <c:pt idx="2867">
                  <c:v>5.1931500000000002E-5</c:v>
                </c:pt>
                <c:pt idx="2868">
                  <c:v>5.1827599999999998E-5</c:v>
                </c:pt>
                <c:pt idx="2869">
                  <c:v>5.1724999999999997E-5</c:v>
                </c:pt>
                <c:pt idx="2870">
                  <c:v>5.1623099999999997E-5</c:v>
                </c:pt>
                <c:pt idx="2871">
                  <c:v>5.1523100000000001E-5</c:v>
                </c:pt>
                <c:pt idx="2872">
                  <c:v>5.1424500000000002E-5</c:v>
                </c:pt>
                <c:pt idx="2873">
                  <c:v>5.1325400000000002E-5</c:v>
                </c:pt>
                <c:pt idx="2874">
                  <c:v>5.1226400000000001E-5</c:v>
                </c:pt>
                <c:pt idx="2875">
                  <c:v>5.1128200000000003E-5</c:v>
                </c:pt>
                <c:pt idx="2876">
                  <c:v>5.1031700000000001E-5</c:v>
                </c:pt>
                <c:pt idx="2877">
                  <c:v>5.0936100000000002E-5</c:v>
                </c:pt>
                <c:pt idx="2878">
                  <c:v>5.0842199999999999E-5</c:v>
                </c:pt>
                <c:pt idx="2879">
                  <c:v>5.0749599999999999E-5</c:v>
                </c:pt>
                <c:pt idx="2880">
                  <c:v>5.0656799999999999E-5</c:v>
                </c:pt>
                <c:pt idx="2881">
                  <c:v>5.0565800000000003E-5</c:v>
                </c:pt>
                <c:pt idx="2882">
                  <c:v>5.0476200000000003E-5</c:v>
                </c:pt>
                <c:pt idx="2883">
                  <c:v>5.0386100000000002E-5</c:v>
                </c:pt>
                <c:pt idx="2884">
                  <c:v>5.0297999999999999E-5</c:v>
                </c:pt>
                <c:pt idx="2885">
                  <c:v>5.0213000000000002E-5</c:v>
                </c:pt>
                <c:pt idx="2886">
                  <c:v>5.0130499999999997E-5</c:v>
                </c:pt>
                <c:pt idx="2887">
                  <c:v>5.0047199999999997E-5</c:v>
                </c:pt>
                <c:pt idx="2888">
                  <c:v>4.9962300000000001E-5</c:v>
                </c:pt>
                <c:pt idx="2889">
                  <c:v>4.9879000000000001E-5</c:v>
                </c:pt>
                <c:pt idx="2890">
                  <c:v>4.9795900000000002E-5</c:v>
                </c:pt>
                <c:pt idx="2891">
                  <c:v>4.9712500000000002E-5</c:v>
                </c:pt>
                <c:pt idx="2892">
                  <c:v>4.9631700000000001E-5</c:v>
                </c:pt>
                <c:pt idx="2893">
                  <c:v>4.9552599999999997E-5</c:v>
                </c:pt>
                <c:pt idx="2894">
                  <c:v>4.9472599999999998E-5</c:v>
                </c:pt>
                <c:pt idx="2895">
                  <c:v>4.9392699999999999E-5</c:v>
                </c:pt>
                <c:pt idx="2896">
                  <c:v>4.9314300000000003E-5</c:v>
                </c:pt>
                <c:pt idx="2897">
                  <c:v>4.92356E-5</c:v>
                </c:pt>
                <c:pt idx="2898">
                  <c:v>4.9156799999999997E-5</c:v>
                </c:pt>
                <c:pt idx="2899">
                  <c:v>4.9078800000000002E-5</c:v>
                </c:pt>
                <c:pt idx="2900">
                  <c:v>4.9001900000000003E-5</c:v>
                </c:pt>
                <c:pt idx="2901">
                  <c:v>4.8926900000000001E-5</c:v>
                </c:pt>
                <c:pt idx="2902">
                  <c:v>4.88525E-5</c:v>
                </c:pt>
                <c:pt idx="2903">
                  <c:v>4.8778500000000001E-5</c:v>
                </c:pt>
                <c:pt idx="2904">
                  <c:v>4.8705899999999997E-5</c:v>
                </c:pt>
                <c:pt idx="2905">
                  <c:v>4.8634799999999997E-5</c:v>
                </c:pt>
                <c:pt idx="2906">
                  <c:v>4.8564599999999999E-5</c:v>
                </c:pt>
                <c:pt idx="2907">
                  <c:v>4.8495000000000002E-5</c:v>
                </c:pt>
                <c:pt idx="2908">
                  <c:v>4.8425199999999998E-5</c:v>
                </c:pt>
                <c:pt idx="2909">
                  <c:v>4.8356899999999998E-5</c:v>
                </c:pt>
                <c:pt idx="2910">
                  <c:v>4.829E-5</c:v>
                </c:pt>
                <c:pt idx="2911">
                  <c:v>4.8223200000000003E-5</c:v>
                </c:pt>
                <c:pt idx="2912">
                  <c:v>4.8156699999999999E-5</c:v>
                </c:pt>
                <c:pt idx="2913">
                  <c:v>4.8090400000000003E-5</c:v>
                </c:pt>
                <c:pt idx="2914">
                  <c:v>4.8025700000000003E-5</c:v>
                </c:pt>
                <c:pt idx="2915">
                  <c:v>4.7961499999999998E-5</c:v>
                </c:pt>
                <c:pt idx="2916">
                  <c:v>4.7897099999999999E-5</c:v>
                </c:pt>
                <c:pt idx="2917">
                  <c:v>4.7833400000000002E-5</c:v>
                </c:pt>
                <c:pt idx="2918">
                  <c:v>4.7769699999999998E-5</c:v>
                </c:pt>
                <c:pt idx="2919">
                  <c:v>4.7705599999999999E-5</c:v>
                </c:pt>
                <c:pt idx="2920">
                  <c:v>4.76439E-5</c:v>
                </c:pt>
                <c:pt idx="2921">
                  <c:v>4.75855E-5</c:v>
                </c:pt>
                <c:pt idx="2922">
                  <c:v>4.7525999999999999E-5</c:v>
                </c:pt>
                <c:pt idx="2923">
                  <c:v>4.7464299999999999E-5</c:v>
                </c:pt>
                <c:pt idx="2924">
                  <c:v>4.74031E-5</c:v>
                </c:pt>
                <c:pt idx="2925">
                  <c:v>4.7343199999999998E-5</c:v>
                </c:pt>
                <c:pt idx="2926">
                  <c:v>4.7283900000000003E-5</c:v>
                </c:pt>
                <c:pt idx="2927">
                  <c:v>4.7224900000000002E-5</c:v>
                </c:pt>
                <c:pt idx="2928">
                  <c:v>4.7166100000000002E-5</c:v>
                </c:pt>
                <c:pt idx="2929">
                  <c:v>4.7107800000000003E-5</c:v>
                </c:pt>
                <c:pt idx="2930">
                  <c:v>4.7051000000000001E-5</c:v>
                </c:pt>
                <c:pt idx="2931">
                  <c:v>4.6994799999999999E-5</c:v>
                </c:pt>
                <c:pt idx="2932">
                  <c:v>4.6938199999999997E-5</c:v>
                </c:pt>
                <c:pt idx="2933">
                  <c:v>4.6882299999999997E-5</c:v>
                </c:pt>
                <c:pt idx="2934">
                  <c:v>4.6827099999999998E-5</c:v>
                </c:pt>
                <c:pt idx="2935">
                  <c:v>4.6772099999999999E-5</c:v>
                </c:pt>
                <c:pt idx="2936">
                  <c:v>4.6717200000000001E-5</c:v>
                </c:pt>
                <c:pt idx="2937">
                  <c:v>4.6663099999999997E-5</c:v>
                </c:pt>
                <c:pt idx="2938">
                  <c:v>4.6609900000000002E-5</c:v>
                </c:pt>
                <c:pt idx="2939">
                  <c:v>4.6556800000000001E-5</c:v>
                </c:pt>
                <c:pt idx="2940">
                  <c:v>4.65037E-5</c:v>
                </c:pt>
                <c:pt idx="2941">
                  <c:v>4.6450899999999999E-5</c:v>
                </c:pt>
                <c:pt idx="2942">
                  <c:v>4.63987E-5</c:v>
                </c:pt>
                <c:pt idx="2943">
                  <c:v>4.6347100000000002E-5</c:v>
                </c:pt>
                <c:pt idx="2944">
                  <c:v>4.6295499999999997E-5</c:v>
                </c:pt>
                <c:pt idx="2945">
                  <c:v>4.6244600000000001E-5</c:v>
                </c:pt>
                <c:pt idx="2946">
                  <c:v>4.6195000000000001E-5</c:v>
                </c:pt>
                <c:pt idx="2947">
                  <c:v>4.6145900000000001E-5</c:v>
                </c:pt>
                <c:pt idx="2948">
                  <c:v>4.6096E-5</c:v>
                </c:pt>
                <c:pt idx="2949">
                  <c:v>4.6046800000000001E-5</c:v>
                </c:pt>
                <c:pt idx="2950">
                  <c:v>4.5999099999999998E-5</c:v>
                </c:pt>
                <c:pt idx="2951">
                  <c:v>4.5953199999999999E-5</c:v>
                </c:pt>
                <c:pt idx="2952">
                  <c:v>4.5908400000000002E-5</c:v>
                </c:pt>
                <c:pt idx="2953">
                  <c:v>4.58642E-5</c:v>
                </c:pt>
                <c:pt idx="2954">
                  <c:v>4.5819999999999998E-5</c:v>
                </c:pt>
                <c:pt idx="2955">
                  <c:v>4.5775300000000002E-5</c:v>
                </c:pt>
                <c:pt idx="2956">
                  <c:v>4.5730499999999999E-5</c:v>
                </c:pt>
                <c:pt idx="2957">
                  <c:v>4.5686100000000003E-5</c:v>
                </c:pt>
                <c:pt idx="2958">
                  <c:v>4.56414E-5</c:v>
                </c:pt>
                <c:pt idx="2959">
                  <c:v>4.5595900000000002E-5</c:v>
                </c:pt>
                <c:pt idx="2960">
                  <c:v>4.5550999999999998E-5</c:v>
                </c:pt>
                <c:pt idx="2961">
                  <c:v>4.5506600000000002E-5</c:v>
                </c:pt>
                <c:pt idx="2962">
                  <c:v>4.5461999999999999E-5</c:v>
                </c:pt>
                <c:pt idx="2963">
                  <c:v>4.54157E-5</c:v>
                </c:pt>
                <c:pt idx="2964">
                  <c:v>4.5368299999999997E-5</c:v>
                </c:pt>
                <c:pt idx="2965">
                  <c:v>4.5321000000000002E-5</c:v>
                </c:pt>
                <c:pt idx="2966">
                  <c:v>4.5274600000000002E-5</c:v>
                </c:pt>
                <c:pt idx="2967">
                  <c:v>4.5230199999999999E-5</c:v>
                </c:pt>
                <c:pt idx="2968">
                  <c:v>4.51871E-5</c:v>
                </c:pt>
                <c:pt idx="2969">
                  <c:v>4.5144400000000001E-5</c:v>
                </c:pt>
                <c:pt idx="2970">
                  <c:v>4.51008E-5</c:v>
                </c:pt>
                <c:pt idx="2971">
                  <c:v>4.5056899999999999E-5</c:v>
                </c:pt>
                <c:pt idx="2972">
                  <c:v>4.5013099999999998E-5</c:v>
                </c:pt>
                <c:pt idx="2973">
                  <c:v>4.4969100000000003E-5</c:v>
                </c:pt>
                <c:pt idx="2974">
                  <c:v>4.4925800000000003E-5</c:v>
                </c:pt>
                <c:pt idx="2975">
                  <c:v>4.4883499999999998E-5</c:v>
                </c:pt>
                <c:pt idx="2976">
                  <c:v>4.4842000000000002E-5</c:v>
                </c:pt>
                <c:pt idx="2977">
                  <c:v>4.48007E-5</c:v>
                </c:pt>
                <c:pt idx="2978">
                  <c:v>4.4759399999999997E-5</c:v>
                </c:pt>
                <c:pt idx="2979">
                  <c:v>4.4719000000000003E-5</c:v>
                </c:pt>
                <c:pt idx="2980">
                  <c:v>4.4679699999999998E-5</c:v>
                </c:pt>
                <c:pt idx="2981">
                  <c:v>4.4640700000000001E-5</c:v>
                </c:pt>
                <c:pt idx="2982">
                  <c:v>4.46001E-5</c:v>
                </c:pt>
                <c:pt idx="2983">
                  <c:v>4.4558399999999997E-5</c:v>
                </c:pt>
                <c:pt idx="2984">
                  <c:v>4.4517900000000003E-5</c:v>
                </c:pt>
                <c:pt idx="2985">
                  <c:v>4.4478099999999997E-5</c:v>
                </c:pt>
                <c:pt idx="2986">
                  <c:v>4.4438499999999998E-5</c:v>
                </c:pt>
                <c:pt idx="2987">
                  <c:v>4.4399800000000001E-5</c:v>
                </c:pt>
                <c:pt idx="2988">
                  <c:v>4.4360999999999998E-5</c:v>
                </c:pt>
                <c:pt idx="2989">
                  <c:v>4.4322200000000001E-5</c:v>
                </c:pt>
                <c:pt idx="2990">
                  <c:v>4.4283899999999998E-5</c:v>
                </c:pt>
                <c:pt idx="2991">
                  <c:v>4.4246499999999997E-5</c:v>
                </c:pt>
                <c:pt idx="2992">
                  <c:v>4.4209199999999997E-5</c:v>
                </c:pt>
                <c:pt idx="2993">
                  <c:v>4.41706E-5</c:v>
                </c:pt>
                <c:pt idx="2994">
                  <c:v>4.4131899999999997E-5</c:v>
                </c:pt>
                <c:pt idx="2995">
                  <c:v>4.4093900000000001E-5</c:v>
                </c:pt>
                <c:pt idx="2996">
                  <c:v>4.40563E-5</c:v>
                </c:pt>
                <c:pt idx="2997">
                  <c:v>4.40191E-5</c:v>
                </c:pt>
                <c:pt idx="2998">
                  <c:v>4.3981499999999999E-5</c:v>
                </c:pt>
                <c:pt idx="2999">
                  <c:v>4.3943499999999997E-5</c:v>
                </c:pt>
                <c:pt idx="3000">
                  <c:v>4.3905800000000002E-5</c:v>
                </c:pt>
                <c:pt idx="3001">
                  <c:v>4.3868500000000002E-5</c:v>
                </c:pt>
                <c:pt idx="3002">
                  <c:v>4.3832299999999997E-5</c:v>
                </c:pt>
                <c:pt idx="3003">
                  <c:v>4.37967E-5</c:v>
                </c:pt>
                <c:pt idx="3004">
                  <c:v>4.3760800000000003E-5</c:v>
                </c:pt>
                <c:pt idx="3005">
                  <c:v>4.3725099999999999E-5</c:v>
                </c:pt>
                <c:pt idx="3006">
                  <c:v>4.3690099999999997E-5</c:v>
                </c:pt>
                <c:pt idx="3007">
                  <c:v>4.3654900000000001E-5</c:v>
                </c:pt>
                <c:pt idx="3008">
                  <c:v>4.3618600000000003E-5</c:v>
                </c:pt>
                <c:pt idx="3009">
                  <c:v>4.3582599999999998E-5</c:v>
                </c:pt>
                <c:pt idx="3010">
                  <c:v>4.3548299999999998E-5</c:v>
                </c:pt>
                <c:pt idx="3011">
                  <c:v>4.3514799999999999E-5</c:v>
                </c:pt>
                <c:pt idx="3012">
                  <c:v>4.3482200000000002E-5</c:v>
                </c:pt>
                <c:pt idx="3013">
                  <c:v>4.3449799999999999E-5</c:v>
                </c:pt>
                <c:pt idx="3014">
                  <c:v>4.3414800000000003E-5</c:v>
                </c:pt>
                <c:pt idx="3015">
                  <c:v>4.3377999999999997E-5</c:v>
                </c:pt>
                <c:pt idx="3016">
                  <c:v>4.33423E-5</c:v>
                </c:pt>
                <c:pt idx="3017">
                  <c:v>4.3307399999999998E-5</c:v>
                </c:pt>
                <c:pt idx="3018">
                  <c:v>4.3272799999999997E-5</c:v>
                </c:pt>
                <c:pt idx="3019">
                  <c:v>4.32374E-5</c:v>
                </c:pt>
                <c:pt idx="3020">
                  <c:v>4.3201699999999997E-5</c:v>
                </c:pt>
                <c:pt idx="3021">
                  <c:v>4.3167000000000002E-5</c:v>
                </c:pt>
                <c:pt idx="3022">
                  <c:v>4.3132700000000001E-5</c:v>
                </c:pt>
                <c:pt idx="3023">
                  <c:v>4.3098500000000001E-5</c:v>
                </c:pt>
                <c:pt idx="3024">
                  <c:v>4.3065000000000002E-5</c:v>
                </c:pt>
                <c:pt idx="3025">
                  <c:v>4.3031600000000003E-5</c:v>
                </c:pt>
                <c:pt idx="3026">
                  <c:v>4.2998199999999998E-5</c:v>
                </c:pt>
                <c:pt idx="3027">
                  <c:v>4.2965600000000001E-5</c:v>
                </c:pt>
                <c:pt idx="3028">
                  <c:v>4.2933599999999998E-5</c:v>
                </c:pt>
                <c:pt idx="3029">
                  <c:v>4.2900900000000001E-5</c:v>
                </c:pt>
                <c:pt idx="3030">
                  <c:v>4.2868199999999997E-5</c:v>
                </c:pt>
                <c:pt idx="3031">
                  <c:v>4.2836200000000002E-5</c:v>
                </c:pt>
                <c:pt idx="3032">
                  <c:v>4.28047E-5</c:v>
                </c:pt>
                <c:pt idx="3033">
                  <c:v>4.2772399999999997E-5</c:v>
                </c:pt>
                <c:pt idx="3034">
                  <c:v>4.2740300000000001E-5</c:v>
                </c:pt>
                <c:pt idx="3035">
                  <c:v>4.27119E-5</c:v>
                </c:pt>
                <c:pt idx="3036">
                  <c:v>4.2683799999999999E-5</c:v>
                </c:pt>
                <c:pt idx="3037">
                  <c:v>4.2652199999999998E-5</c:v>
                </c:pt>
                <c:pt idx="3038">
                  <c:v>4.2619400000000001E-5</c:v>
                </c:pt>
                <c:pt idx="3039">
                  <c:v>4.2586200000000002E-5</c:v>
                </c:pt>
                <c:pt idx="3040">
                  <c:v>4.2553599999999999E-5</c:v>
                </c:pt>
                <c:pt idx="3041">
                  <c:v>4.2521700000000003E-5</c:v>
                </c:pt>
                <c:pt idx="3042">
                  <c:v>4.2490300000000002E-5</c:v>
                </c:pt>
                <c:pt idx="3043">
                  <c:v>4.2459200000000002E-5</c:v>
                </c:pt>
                <c:pt idx="3044">
                  <c:v>4.24276E-5</c:v>
                </c:pt>
                <c:pt idx="3045">
                  <c:v>4.2396299999999999E-5</c:v>
                </c:pt>
                <c:pt idx="3046">
                  <c:v>4.2366100000000001E-5</c:v>
                </c:pt>
                <c:pt idx="3047">
                  <c:v>4.2336499999999997E-5</c:v>
                </c:pt>
                <c:pt idx="3048">
                  <c:v>4.2305400000000003E-5</c:v>
                </c:pt>
                <c:pt idx="3049">
                  <c:v>4.2273600000000001E-5</c:v>
                </c:pt>
                <c:pt idx="3050">
                  <c:v>4.2242400000000001E-5</c:v>
                </c:pt>
                <c:pt idx="3051">
                  <c:v>4.22114E-5</c:v>
                </c:pt>
                <c:pt idx="3052">
                  <c:v>4.21803E-5</c:v>
                </c:pt>
                <c:pt idx="3053">
                  <c:v>4.21492E-5</c:v>
                </c:pt>
                <c:pt idx="3054">
                  <c:v>4.2118900000000001E-5</c:v>
                </c:pt>
                <c:pt idx="3055">
                  <c:v>4.2089299999999997E-5</c:v>
                </c:pt>
                <c:pt idx="3056">
                  <c:v>4.2059499999999999E-5</c:v>
                </c:pt>
                <c:pt idx="3057">
                  <c:v>4.2029600000000002E-5</c:v>
                </c:pt>
                <c:pt idx="3058">
                  <c:v>4.1999100000000002E-5</c:v>
                </c:pt>
                <c:pt idx="3059">
                  <c:v>4.1968300000000003E-5</c:v>
                </c:pt>
                <c:pt idx="3060">
                  <c:v>4.1938999999999999E-5</c:v>
                </c:pt>
                <c:pt idx="3061">
                  <c:v>4.1910799999999999E-5</c:v>
                </c:pt>
                <c:pt idx="3062">
                  <c:v>4.1882199999999997E-5</c:v>
                </c:pt>
                <c:pt idx="3063">
                  <c:v>4.1853200000000001E-5</c:v>
                </c:pt>
                <c:pt idx="3064">
                  <c:v>4.18249E-5</c:v>
                </c:pt>
                <c:pt idx="3065">
                  <c:v>4.1795899999999997E-5</c:v>
                </c:pt>
                <c:pt idx="3066">
                  <c:v>4.17664E-5</c:v>
                </c:pt>
                <c:pt idx="3067">
                  <c:v>4.1737299999999998E-5</c:v>
                </c:pt>
                <c:pt idx="3068">
                  <c:v>4.1708200000000002E-5</c:v>
                </c:pt>
                <c:pt idx="3069">
                  <c:v>4.1679900000000001E-5</c:v>
                </c:pt>
                <c:pt idx="3070">
                  <c:v>4.1651299999999999E-5</c:v>
                </c:pt>
                <c:pt idx="3071">
                  <c:v>4.1622300000000003E-5</c:v>
                </c:pt>
                <c:pt idx="3072">
                  <c:v>4.15931E-5</c:v>
                </c:pt>
                <c:pt idx="3073">
                  <c:v>4.1563899999999997E-5</c:v>
                </c:pt>
                <c:pt idx="3074">
                  <c:v>4.1535800000000003E-5</c:v>
                </c:pt>
                <c:pt idx="3075">
                  <c:v>4.1508599999999998E-5</c:v>
                </c:pt>
                <c:pt idx="3076">
                  <c:v>4.1482E-5</c:v>
                </c:pt>
                <c:pt idx="3077">
                  <c:v>4.1455200000000002E-5</c:v>
                </c:pt>
                <c:pt idx="3078">
                  <c:v>4.1427100000000002E-5</c:v>
                </c:pt>
                <c:pt idx="3079">
                  <c:v>4.1398700000000001E-5</c:v>
                </c:pt>
                <c:pt idx="3080">
                  <c:v>4.1371000000000001E-5</c:v>
                </c:pt>
                <c:pt idx="3081">
                  <c:v>4.1343900000000002E-5</c:v>
                </c:pt>
                <c:pt idx="3082">
                  <c:v>4.1318900000000002E-5</c:v>
                </c:pt>
                <c:pt idx="3083">
                  <c:v>4.1293900000000001E-5</c:v>
                </c:pt>
                <c:pt idx="3084">
                  <c:v>4.12655E-5</c:v>
                </c:pt>
                <c:pt idx="3085">
                  <c:v>4.1236999999999998E-5</c:v>
                </c:pt>
                <c:pt idx="3086">
                  <c:v>4.1209299999999999E-5</c:v>
                </c:pt>
                <c:pt idx="3087">
                  <c:v>4.1180799999999997E-5</c:v>
                </c:pt>
                <c:pt idx="3088">
                  <c:v>4.1152200000000002E-5</c:v>
                </c:pt>
                <c:pt idx="3089">
                  <c:v>4.1124100000000002E-5</c:v>
                </c:pt>
                <c:pt idx="3090">
                  <c:v>4.1096400000000002E-5</c:v>
                </c:pt>
                <c:pt idx="3091">
                  <c:v>4.1068900000000002E-5</c:v>
                </c:pt>
                <c:pt idx="3092">
                  <c:v>4.1041000000000002E-5</c:v>
                </c:pt>
                <c:pt idx="3093">
                  <c:v>4.1013000000000002E-5</c:v>
                </c:pt>
                <c:pt idx="3094">
                  <c:v>4.0985300000000002E-5</c:v>
                </c:pt>
                <c:pt idx="3095">
                  <c:v>4.0957700000000003E-5</c:v>
                </c:pt>
                <c:pt idx="3096">
                  <c:v>4.0931099999999998E-5</c:v>
                </c:pt>
                <c:pt idx="3097">
                  <c:v>4.0906299999999998E-5</c:v>
                </c:pt>
                <c:pt idx="3098">
                  <c:v>4.08825E-5</c:v>
                </c:pt>
                <c:pt idx="3099">
                  <c:v>4.0857299999999999E-5</c:v>
                </c:pt>
                <c:pt idx="3100">
                  <c:v>4.0832199999999998E-5</c:v>
                </c:pt>
                <c:pt idx="3101">
                  <c:v>4.0807199999999998E-5</c:v>
                </c:pt>
                <c:pt idx="3102">
                  <c:v>4.0780700000000001E-5</c:v>
                </c:pt>
                <c:pt idx="3103">
                  <c:v>4.0754199999999997E-5</c:v>
                </c:pt>
                <c:pt idx="3104">
                  <c:v>4.0727499999999999E-5</c:v>
                </c:pt>
                <c:pt idx="3105">
                  <c:v>4.0700400000000001E-5</c:v>
                </c:pt>
                <c:pt idx="3106">
                  <c:v>4.0673400000000003E-5</c:v>
                </c:pt>
                <c:pt idx="3107">
                  <c:v>4.0646399999999998E-5</c:v>
                </c:pt>
                <c:pt idx="3108">
                  <c:v>4.06198E-5</c:v>
                </c:pt>
                <c:pt idx="3109">
                  <c:v>4.0593899999999998E-5</c:v>
                </c:pt>
                <c:pt idx="3110">
                  <c:v>4.0568600000000003E-5</c:v>
                </c:pt>
                <c:pt idx="3111">
                  <c:v>4.05426E-5</c:v>
                </c:pt>
                <c:pt idx="3112">
                  <c:v>4.0515700000000002E-5</c:v>
                </c:pt>
                <c:pt idx="3113">
                  <c:v>4.0489199999999999E-5</c:v>
                </c:pt>
                <c:pt idx="3114">
                  <c:v>4.0463999999999997E-5</c:v>
                </c:pt>
                <c:pt idx="3115">
                  <c:v>4.0439199999999997E-5</c:v>
                </c:pt>
                <c:pt idx="3116">
                  <c:v>4.0414000000000003E-5</c:v>
                </c:pt>
                <c:pt idx="3117">
                  <c:v>4.0388E-5</c:v>
                </c:pt>
                <c:pt idx="3118">
                  <c:v>4.0361899999999997E-5</c:v>
                </c:pt>
                <c:pt idx="3119">
                  <c:v>4.0336400000000002E-5</c:v>
                </c:pt>
                <c:pt idx="3120">
                  <c:v>4.0311500000000002E-5</c:v>
                </c:pt>
                <c:pt idx="3121">
                  <c:v>4.0286200000000001E-5</c:v>
                </c:pt>
                <c:pt idx="3122">
                  <c:v>4.0260799999999999E-5</c:v>
                </c:pt>
                <c:pt idx="3123">
                  <c:v>4.0235899999999999E-5</c:v>
                </c:pt>
                <c:pt idx="3124">
                  <c:v>4.0210499999999997E-5</c:v>
                </c:pt>
                <c:pt idx="3125">
                  <c:v>4.0184900000000002E-5</c:v>
                </c:pt>
                <c:pt idx="3126">
                  <c:v>4.0159500000000001E-5</c:v>
                </c:pt>
                <c:pt idx="3127">
                  <c:v>4.0134099999999999E-5</c:v>
                </c:pt>
                <c:pt idx="3128">
                  <c:v>4.01097E-5</c:v>
                </c:pt>
                <c:pt idx="3129">
                  <c:v>4.00852E-5</c:v>
                </c:pt>
                <c:pt idx="3130">
                  <c:v>4.00601E-5</c:v>
                </c:pt>
                <c:pt idx="3131">
                  <c:v>4.0034899999999998E-5</c:v>
                </c:pt>
                <c:pt idx="3132">
                  <c:v>4.0009899999999998E-5</c:v>
                </c:pt>
                <c:pt idx="3133">
                  <c:v>3.9985099999999998E-5</c:v>
                </c:pt>
                <c:pt idx="3134">
                  <c:v>3.9960499999999998E-5</c:v>
                </c:pt>
                <c:pt idx="3135">
                  <c:v>3.9935699999999998E-5</c:v>
                </c:pt>
                <c:pt idx="3136">
                  <c:v>3.9910300000000003E-5</c:v>
                </c:pt>
                <c:pt idx="3137">
                  <c:v>3.9885500000000003E-5</c:v>
                </c:pt>
                <c:pt idx="3138">
                  <c:v>3.9861499999999998E-5</c:v>
                </c:pt>
                <c:pt idx="3139">
                  <c:v>3.9837299999999999E-5</c:v>
                </c:pt>
                <c:pt idx="3140">
                  <c:v>3.9812699999999999E-5</c:v>
                </c:pt>
                <c:pt idx="3141">
                  <c:v>3.9787999999999999E-5</c:v>
                </c:pt>
                <c:pt idx="3142">
                  <c:v>3.9764700000000002E-5</c:v>
                </c:pt>
                <c:pt idx="3143">
                  <c:v>3.97418E-5</c:v>
                </c:pt>
                <c:pt idx="3144">
                  <c:v>3.97174E-5</c:v>
                </c:pt>
                <c:pt idx="3145">
                  <c:v>3.9692299999999999E-5</c:v>
                </c:pt>
                <c:pt idx="3146">
                  <c:v>3.9667499999999999E-5</c:v>
                </c:pt>
                <c:pt idx="3147">
                  <c:v>3.9642799999999999E-5</c:v>
                </c:pt>
                <c:pt idx="3148">
                  <c:v>3.9618700000000001E-5</c:v>
                </c:pt>
                <c:pt idx="3149">
                  <c:v>3.9594800000000002E-5</c:v>
                </c:pt>
                <c:pt idx="3150">
                  <c:v>3.9570200000000003E-5</c:v>
                </c:pt>
                <c:pt idx="3151">
                  <c:v>3.9545899999999997E-5</c:v>
                </c:pt>
                <c:pt idx="3152">
                  <c:v>3.95224E-5</c:v>
                </c:pt>
                <c:pt idx="3153">
                  <c:v>3.9499100000000003E-5</c:v>
                </c:pt>
                <c:pt idx="3154">
                  <c:v>3.9474999999999997E-5</c:v>
                </c:pt>
                <c:pt idx="3155">
                  <c:v>3.9450199999999997E-5</c:v>
                </c:pt>
                <c:pt idx="3156">
                  <c:v>3.9425499999999997E-5</c:v>
                </c:pt>
                <c:pt idx="3157">
                  <c:v>3.9400699999999997E-5</c:v>
                </c:pt>
                <c:pt idx="3158">
                  <c:v>3.9375700000000003E-5</c:v>
                </c:pt>
                <c:pt idx="3159">
                  <c:v>3.9351099999999997E-5</c:v>
                </c:pt>
                <c:pt idx="3160">
                  <c:v>3.9326999999999998E-5</c:v>
                </c:pt>
                <c:pt idx="3161">
                  <c:v>3.93031E-5</c:v>
                </c:pt>
                <c:pt idx="3162">
                  <c:v>3.9279500000000002E-5</c:v>
                </c:pt>
                <c:pt idx="3163">
                  <c:v>3.9255999999999998E-5</c:v>
                </c:pt>
                <c:pt idx="3164">
                  <c:v>3.92319E-5</c:v>
                </c:pt>
                <c:pt idx="3165">
                  <c:v>3.9206799999999999E-5</c:v>
                </c:pt>
                <c:pt idx="3166">
                  <c:v>3.91825E-5</c:v>
                </c:pt>
                <c:pt idx="3167">
                  <c:v>3.9163699999999999E-5</c:v>
                </c:pt>
                <c:pt idx="3168">
                  <c:v>3.9148299999999999E-5</c:v>
                </c:pt>
                <c:pt idx="3169">
                  <c:v>3.913E-5</c:v>
                </c:pt>
                <c:pt idx="3170">
                  <c:v>3.9107699999999998E-5</c:v>
                </c:pt>
                <c:pt idx="3171">
                  <c:v>3.9082699999999998E-5</c:v>
                </c:pt>
                <c:pt idx="3172">
                  <c:v>3.90561E-5</c:v>
                </c:pt>
                <c:pt idx="3173">
                  <c:v>3.9028800000000001E-5</c:v>
                </c:pt>
                <c:pt idx="3174">
                  <c:v>3.9001800000000003E-5</c:v>
                </c:pt>
                <c:pt idx="3175">
                  <c:v>3.89757E-5</c:v>
                </c:pt>
                <c:pt idx="3176">
                  <c:v>3.89511E-5</c:v>
                </c:pt>
                <c:pt idx="3177">
                  <c:v>3.8927400000000003E-5</c:v>
                </c:pt>
                <c:pt idx="3178">
                  <c:v>3.8903399999999998E-5</c:v>
                </c:pt>
                <c:pt idx="3179">
                  <c:v>3.8879499999999999E-5</c:v>
                </c:pt>
                <c:pt idx="3180">
                  <c:v>3.8855800000000002E-5</c:v>
                </c:pt>
                <c:pt idx="3181">
                  <c:v>3.8831600000000003E-5</c:v>
                </c:pt>
                <c:pt idx="3182">
                  <c:v>3.8807199999999997E-5</c:v>
                </c:pt>
                <c:pt idx="3183">
                  <c:v>3.8782200000000003E-5</c:v>
                </c:pt>
                <c:pt idx="3184">
                  <c:v>3.8757600000000003E-5</c:v>
                </c:pt>
                <c:pt idx="3185">
                  <c:v>3.8733499999999998E-5</c:v>
                </c:pt>
                <c:pt idx="3186">
                  <c:v>3.8709099999999998E-5</c:v>
                </c:pt>
                <c:pt idx="3187">
                  <c:v>3.8684299999999998E-5</c:v>
                </c:pt>
                <c:pt idx="3188">
                  <c:v>3.8659499999999998E-5</c:v>
                </c:pt>
                <c:pt idx="3189">
                  <c:v>3.8634100000000003E-5</c:v>
                </c:pt>
                <c:pt idx="3190">
                  <c:v>3.8608800000000002E-5</c:v>
                </c:pt>
                <c:pt idx="3191">
                  <c:v>3.8584000000000002E-5</c:v>
                </c:pt>
                <c:pt idx="3192">
                  <c:v>3.8559900000000003E-5</c:v>
                </c:pt>
                <c:pt idx="3193">
                  <c:v>3.8536199999999999E-5</c:v>
                </c:pt>
                <c:pt idx="3194">
                  <c:v>3.8511699999999999E-5</c:v>
                </c:pt>
                <c:pt idx="3195">
                  <c:v>3.8486399999999998E-5</c:v>
                </c:pt>
                <c:pt idx="3196">
                  <c:v>3.8461999999999999E-5</c:v>
                </c:pt>
                <c:pt idx="3197">
                  <c:v>3.8438300000000001E-5</c:v>
                </c:pt>
                <c:pt idx="3198">
                  <c:v>3.8414100000000002E-5</c:v>
                </c:pt>
                <c:pt idx="3199">
                  <c:v>3.8388900000000001E-5</c:v>
                </c:pt>
                <c:pt idx="3200">
                  <c:v>3.8363399999999999E-5</c:v>
                </c:pt>
                <c:pt idx="3201">
                  <c:v>3.8338699999999999E-5</c:v>
                </c:pt>
                <c:pt idx="3202">
                  <c:v>3.83141E-5</c:v>
                </c:pt>
                <c:pt idx="3203">
                  <c:v>3.8288399999999998E-5</c:v>
                </c:pt>
                <c:pt idx="3204">
                  <c:v>3.8262700000000002E-5</c:v>
                </c:pt>
                <c:pt idx="3205">
                  <c:v>3.8237800000000002E-5</c:v>
                </c:pt>
                <c:pt idx="3206">
                  <c:v>3.8213100000000002E-5</c:v>
                </c:pt>
                <c:pt idx="3207">
                  <c:v>3.8188600000000002E-5</c:v>
                </c:pt>
                <c:pt idx="3208">
                  <c:v>3.8163300000000001E-5</c:v>
                </c:pt>
                <c:pt idx="3209">
                  <c:v>3.8137399999999998E-5</c:v>
                </c:pt>
                <c:pt idx="3210">
                  <c:v>3.8111999999999997E-5</c:v>
                </c:pt>
                <c:pt idx="3211">
                  <c:v>3.8086500000000002E-5</c:v>
                </c:pt>
                <c:pt idx="3212">
                  <c:v>3.8060199999999999E-5</c:v>
                </c:pt>
                <c:pt idx="3213">
                  <c:v>3.8034300000000003E-5</c:v>
                </c:pt>
                <c:pt idx="3214">
                  <c:v>3.80081E-5</c:v>
                </c:pt>
                <c:pt idx="3215">
                  <c:v>3.7981600000000002E-5</c:v>
                </c:pt>
                <c:pt idx="3216">
                  <c:v>3.7955499999999999E-5</c:v>
                </c:pt>
                <c:pt idx="3217">
                  <c:v>3.7929599999999997E-5</c:v>
                </c:pt>
                <c:pt idx="3218">
                  <c:v>3.7903900000000001E-5</c:v>
                </c:pt>
                <c:pt idx="3219">
                  <c:v>3.7877899999999999E-5</c:v>
                </c:pt>
                <c:pt idx="3220">
                  <c:v>3.7851400000000002E-5</c:v>
                </c:pt>
                <c:pt idx="3221">
                  <c:v>3.78262E-5</c:v>
                </c:pt>
                <c:pt idx="3222">
                  <c:v>3.78013E-5</c:v>
                </c:pt>
                <c:pt idx="3223">
                  <c:v>3.7775599999999998E-5</c:v>
                </c:pt>
                <c:pt idx="3224">
                  <c:v>3.7749300000000001E-5</c:v>
                </c:pt>
                <c:pt idx="3225">
                  <c:v>3.7723299999999998E-5</c:v>
                </c:pt>
                <c:pt idx="3226">
                  <c:v>3.7697100000000002E-5</c:v>
                </c:pt>
                <c:pt idx="3227">
                  <c:v>3.7670099999999997E-5</c:v>
                </c:pt>
                <c:pt idx="3228">
                  <c:v>3.7642999999999999E-5</c:v>
                </c:pt>
                <c:pt idx="3229">
                  <c:v>3.76157E-5</c:v>
                </c:pt>
                <c:pt idx="3230">
                  <c:v>3.7588300000000001E-5</c:v>
                </c:pt>
                <c:pt idx="3231">
                  <c:v>3.7561400000000003E-5</c:v>
                </c:pt>
                <c:pt idx="3232">
                  <c:v>3.75354E-5</c:v>
                </c:pt>
                <c:pt idx="3233">
                  <c:v>3.7508800000000002E-5</c:v>
                </c:pt>
                <c:pt idx="3234">
                  <c:v>3.7480400000000001E-5</c:v>
                </c:pt>
                <c:pt idx="3235">
                  <c:v>3.7451799999999999E-5</c:v>
                </c:pt>
                <c:pt idx="3236">
                  <c:v>3.7426299999999998E-5</c:v>
                </c:pt>
                <c:pt idx="3237">
                  <c:v>3.7404399999999997E-5</c:v>
                </c:pt>
                <c:pt idx="3238">
                  <c:v>3.7379499999999997E-5</c:v>
                </c:pt>
                <c:pt idx="3239">
                  <c:v>3.7349699999999999E-5</c:v>
                </c:pt>
                <c:pt idx="3240">
                  <c:v>3.7318799999999999E-5</c:v>
                </c:pt>
                <c:pt idx="3241">
                  <c:v>3.7288600000000001E-5</c:v>
                </c:pt>
                <c:pt idx="3242">
                  <c:v>3.7259299999999997E-5</c:v>
                </c:pt>
                <c:pt idx="3243">
                  <c:v>3.7230000000000001E-5</c:v>
                </c:pt>
                <c:pt idx="3244">
                  <c:v>3.7200399999999997E-5</c:v>
                </c:pt>
                <c:pt idx="3245">
                  <c:v>3.7171E-5</c:v>
                </c:pt>
                <c:pt idx="3246">
                  <c:v>3.7141799999999997E-5</c:v>
                </c:pt>
                <c:pt idx="3247">
                  <c:v>3.71121E-5</c:v>
                </c:pt>
                <c:pt idx="3248">
                  <c:v>3.7081900000000002E-5</c:v>
                </c:pt>
                <c:pt idx="3249">
                  <c:v>3.7051200000000002E-5</c:v>
                </c:pt>
                <c:pt idx="3250">
                  <c:v>3.7021099999999997E-5</c:v>
                </c:pt>
                <c:pt idx="3251">
                  <c:v>3.6992200000000001E-5</c:v>
                </c:pt>
                <c:pt idx="3252">
                  <c:v>3.6963099999999999E-5</c:v>
                </c:pt>
                <c:pt idx="3253">
                  <c:v>3.6932399999999999E-5</c:v>
                </c:pt>
                <c:pt idx="3254">
                  <c:v>3.6901499999999999E-5</c:v>
                </c:pt>
                <c:pt idx="3255">
                  <c:v>3.6871700000000001E-5</c:v>
                </c:pt>
                <c:pt idx="3256">
                  <c:v>3.6842499999999998E-5</c:v>
                </c:pt>
                <c:pt idx="3257">
                  <c:v>3.6813200000000002E-5</c:v>
                </c:pt>
                <c:pt idx="3258">
                  <c:v>3.6782400000000002E-5</c:v>
                </c:pt>
                <c:pt idx="3259">
                  <c:v>3.6750299999999999E-5</c:v>
                </c:pt>
                <c:pt idx="3260">
                  <c:v>3.6718599999999998E-5</c:v>
                </c:pt>
                <c:pt idx="3261">
                  <c:v>3.6687299999999997E-5</c:v>
                </c:pt>
                <c:pt idx="3262">
                  <c:v>3.6655700000000002E-5</c:v>
                </c:pt>
                <c:pt idx="3263">
                  <c:v>3.6623299999999999E-5</c:v>
                </c:pt>
                <c:pt idx="3264">
                  <c:v>3.6590200000000001E-5</c:v>
                </c:pt>
                <c:pt idx="3265">
                  <c:v>3.6557399999999997E-5</c:v>
                </c:pt>
                <c:pt idx="3266">
                  <c:v>3.6524199999999998E-5</c:v>
                </c:pt>
                <c:pt idx="3267">
                  <c:v>3.6490699999999999E-5</c:v>
                </c:pt>
                <c:pt idx="3268">
                  <c:v>3.6457300000000001E-5</c:v>
                </c:pt>
                <c:pt idx="3269">
                  <c:v>3.6423900000000002E-5</c:v>
                </c:pt>
                <c:pt idx="3270">
                  <c:v>3.6390899999999997E-5</c:v>
                </c:pt>
                <c:pt idx="3271">
                  <c:v>3.6357599999999999E-5</c:v>
                </c:pt>
                <c:pt idx="3272">
                  <c:v>3.63241E-5</c:v>
                </c:pt>
                <c:pt idx="3273">
                  <c:v>3.6289499999999999E-5</c:v>
                </c:pt>
                <c:pt idx="3274">
                  <c:v>3.6254100000000002E-5</c:v>
                </c:pt>
                <c:pt idx="3275">
                  <c:v>3.6219300000000001E-5</c:v>
                </c:pt>
                <c:pt idx="3276">
                  <c:v>3.61849E-5</c:v>
                </c:pt>
                <c:pt idx="3277">
                  <c:v>3.6150299999999998E-5</c:v>
                </c:pt>
                <c:pt idx="3278">
                  <c:v>3.6114200000000001E-5</c:v>
                </c:pt>
                <c:pt idx="3279">
                  <c:v>3.6078399999999997E-5</c:v>
                </c:pt>
                <c:pt idx="3280">
                  <c:v>3.6042499999999999E-5</c:v>
                </c:pt>
                <c:pt idx="3281">
                  <c:v>3.60059E-5</c:v>
                </c:pt>
                <c:pt idx="3282">
                  <c:v>3.5969300000000001E-5</c:v>
                </c:pt>
                <c:pt idx="3283">
                  <c:v>3.59316E-5</c:v>
                </c:pt>
                <c:pt idx="3284">
                  <c:v>3.5892800000000003E-5</c:v>
                </c:pt>
                <c:pt idx="3285">
                  <c:v>3.58544E-5</c:v>
                </c:pt>
                <c:pt idx="3286">
                  <c:v>3.5816899999999999E-5</c:v>
                </c:pt>
                <c:pt idx="3287">
                  <c:v>3.5778200000000002E-5</c:v>
                </c:pt>
                <c:pt idx="3288">
                  <c:v>3.5738699999999997E-5</c:v>
                </c:pt>
                <c:pt idx="3289">
                  <c:v>3.5700400000000001E-5</c:v>
                </c:pt>
                <c:pt idx="3290">
                  <c:v>3.5662499999999999E-5</c:v>
                </c:pt>
                <c:pt idx="3291">
                  <c:v>3.5623900000000003E-5</c:v>
                </c:pt>
                <c:pt idx="3292">
                  <c:v>3.5583700000000003E-5</c:v>
                </c:pt>
                <c:pt idx="3293">
                  <c:v>3.5542600000000001E-5</c:v>
                </c:pt>
                <c:pt idx="3294">
                  <c:v>3.55022E-5</c:v>
                </c:pt>
                <c:pt idx="3295">
                  <c:v>3.5462E-5</c:v>
                </c:pt>
                <c:pt idx="3296">
                  <c:v>3.5421099999999999E-5</c:v>
                </c:pt>
                <c:pt idx="3297">
                  <c:v>3.5379600000000003E-5</c:v>
                </c:pt>
                <c:pt idx="3298">
                  <c:v>3.5337899999999999E-5</c:v>
                </c:pt>
                <c:pt idx="3299">
                  <c:v>3.5297799999999999E-5</c:v>
                </c:pt>
                <c:pt idx="3300">
                  <c:v>3.5257599999999999E-5</c:v>
                </c:pt>
                <c:pt idx="3301">
                  <c:v>3.5215700000000002E-5</c:v>
                </c:pt>
                <c:pt idx="3302">
                  <c:v>3.5172700000000003E-5</c:v>
                </c:pt>
                <c:pt idx="3303">
                  <c:v>3.5130799999999999E-5</c:v>
                </c:pt>
                <c:pt idx="3304">
                  <c:v>3.5091700000000001E-5</c:v>
                </c:pt>
                <c:pt idx="3305">
                  <c:v>3.5054500000000001E-5</c:v>
                </c:pt>
                <c:pt idx="3306">
                  <c:v>3.5016399999999999E-5</c:v>
                </c:pt>
                <c:pt idx="3307">
                  <c:v>3.4972499999999998E-5</c:v>
                </c:pt>
                <c:pt idx="3308">
                  <c:v>3.4923599999999999E-5</c:v>
                </c:pt>
                <c:pt idx="3309">
                  <c:v>3.4873799999999998E-5</c:v>
                </c:pt>
                <c:pt idx="3310">
                  <c:v>3.48251E-5</c:v>
                </c:pt>
                <c:pt idx="3311">
                  <c:v>3.4776600000000002E-5</c:v>
                </c:pt>
                <c:pt idx="3312">
                  <c:v>3.4727000000000001E-5</c:v>
                </c:pt>
                <c:pt idx="3313">
                  <c:v>3.4677600000000002E-5</c:v>
                </c:pt>
                <c:pt idx="3314">
                  <c:v>3.4629099999999997E-5</c:v>
                </c:pt>
                <c:pt idx="3315">
                  <c:v>3.4580399999999998E-5</c:v>
                </c:pt>
                <c:pt idx="3316">
                  <c:v>3.4530799999999998E-5</c:v>
                </c:pt>
                <c:pt idx="3317">
                  <c:v>3.4480699999999997E-5</c:v>
                </c:pt>
                <c:pt idx="3318">
                  <c:v>3.4430600000000002E-5</c:v>
                </c:pt>
                <c:pt idx="3319">
                  <c:v>3.4380500000000001E-5</c:v>
                </c:pt>
                <c:pt idx="3320">
                  <c:v>3.4330199999999999E-5</c:v>
                </c:pt>
                <c:pt idx="3321">
                  <c:v>3.4278900000000001E-5</c:v>
                </c:pt>
                <c:pt idx="3322">
                  <c:v>3.4227100000000003E-5</c:v>
                </c:pt>
                <c:pt idx="3323">
                  <c:v>3.41764E-5</c:v>
                </c:pt>
                <c:pt idx="3324">
                  <c:v>3.4125399999999997E-5</c:v>
                </c:pt>
                <c:pt idx="3325">
                  <c:v>3.40742E-5</c:v>
                </c:pt>
                <c:pt idx="3326">
                  <c:v>3.4022100000000001E-5</c:v>
                </c:pt>
                <c:pt idx="3327">
                  <c:v>3.39694E-5</c:v>
                </c:pt>
                <c:pt idx="3328">
                  <c:v>3.3916299999999999E-5</c:v>
                </c:pt>
                <c:pt idx="3329">
                  <c:v>3.3861500000000001E-5</c:v>
                </c:pt>
                <c:pt idx="3330">
                  <c:v>3.3807399999999998E-5</c:v>
                </c:pt>
                <c:pt idx="3331">
                  <c:v>3.3755599999999999E-5</c:v>
                </c:pt>
                <c:pt idx="3332">
                  <c:v>3.3701000000000001E-5</c:v>
                </c:pt>
                <c:pt idx="3333">
                  <c:v>3.3642600000000002E-5</c:v>
                </c:pt>
                <c:pt idx="3334">
                  <c:v>3.3584499999999997E-5</c:v>
                </c:pt>
                <c:pt idx="3335">
                  <c:v>3.35275E-5</c:v>
                </c:pt>
                <c:pt idx="3336">
                  <c:v>3.3469700000000002E-5</c:v>
                </c:pt>
                <c:pt idx="3337">
                  <c:v>3.3410700000000002E-5</c:v>
                </c:pt>
                <c:pt idx="3338">
                  <c:v>3.3351700000000001E-5</c:v>
                </c:pt>
                <c:pt idx="3339">
                  <c:v>3.3292700000000001E-5</c:v>
                </c:pt>
                <c:pt idx="3340">
                  <c:v>3.3233199999999999E-5</c:v>
                </c:pt>
                <c:pt idx="3341">
                  <c:v>3.3173100000000003E-5</c:v>
                </c:pt>
                <c:pt idx="3342">
                  <c:v>3.3111600000000003E-5</c:v>
                </c:pt>
                <c:pt idx="3343">
                  <c:v>3.3049500000000003E-5</c:v>
                </c:pt>
                <c:pt idx="3344">
                  <c:v>3.2987800000000003E-5</c:v>
                </c:pt>
                <c:pt idx="3345">
                  <c:v>3.2925700000000002E-5</c:v>
                </c:pt>
                <c:pt idx="3346">
                  <c:v>3.2861899999999998E-5</c:v>
                </c:pt>
                <c:pt idx="3347">
                  <c:v>3.2797299999999999E-5</c:v>
                </c:pt>
                <c:pt idx="3348">
                  <c:v>3.27333E-5</c:v>
                </c:pt>
                <c:pt idx="3349">
                  <c:v>3.2670299999999998E-5</c:v>
                </c:pt>
                <c:pt idx="3350">
                  <c:v>3.26063E-5</c:v>
                </c:pt>
                <c:pt idx="3351">
                  <c:v>3.2540699999999998E-5</c:v>
                </c:pt>
                <c:pt idx="3352">
                  <c:v>3.2475000000000003E-5</c:v>
                </c:pt>
                <c:pt idx="3353">
                  <c:v>3.2409100000000001E-5</c:v>
                </c:pt>
                <c:pt idx="3354">
                  <c:v>3.2342499999999997E-5</c:v>
                </c:pt>
                <c:pt idx="3355">
                  <c:v>3.2275299999999999E-5</c:v>
                </c:pt>
                <c:pt idx="3356">
                  <c:v>3.2208300000000001E-5</c:v>
                </c:pt>
                <c:pt idx="3357">
                  <c:v>3.2142199999999999E-5</c:v>
                </c:pt>
                <c:pt idx="3358">
                  <c:v>3.2077099999999998E-5</c:v>
                </c:pt>
                <c:pt idx="3359">
                  <c:v>3.2013300000000001E-5</c:v>
                </c:pt>
                <c:pt idx="3360">
                  <c:v>3.1951E-5</c:v>
                </c:pt>
                <c:pt idx="3361">
                  <c:v>3.1887999999999997E-5</c:v>
                </c:pt>
                <c:pt idx="3362">
                  <c:v>3.1822400000000002E-5</c:v>
                </c:pt>
                <c:pt idx="3363">
                  <c:v>3.1759900000000001E-5</c:v>
                </c:pt>
                <c:pt idx="3364">
                  <c:v>3.1705300000000003E-5</c:v>
                </c:pt>
                <c:pt idx="3365">
                  <c:v>3.1653299999999997E-5</c:v>
                </c:pt>
                <c:pt idx="3366">
                  <c:v>3.1596300000000001E-5</c:v>
                </c:pt>
                <c:pt idx="3367">
                  <c:v>3.1532999999999998E-5</c:v>
                </c:pt>
                <c:pt idx="3368">
                  <c:v>3.1464999999999998E-5</c:v>
                </c:pt>
                <c:pt idx="3369">
                  <c:v>3.1392200000000001E-5</c:v>
                </c:pt>
                <c:pt idx="3370">
                  <c:v>3.1312600000000002E-5</c:v>
                </c:pt>
                <c:pt idx="3371">
                  <c:v>3.1232300000000002E-5</c:v>
                </c:pt>
                <c:pt idx="3372">
                  <c:v>3.1162499999999999E-5</c:v>
                </c:pt>
                <c:pt idx="3373">
                  <c:v>3.1097399999999998E-5</c:v>
                </c:pt>
                <c:pt idx="3374">
                  <c:v>3.1019999999999998E-5</c:v>
                </c:pt>
                <c:pt idx="3375">
                  <c:v>3.09285E-5</c:v>
                </c:pt>
                <c:pt idx="3376">
                  <c:v>3.0834099999999997E-5</c:v>
                </c:pt>
                <c:pt idx="3377">
                  <c:v>3.0742499999999999E-5</c:v>
                </c:pt>
                <c:pt idx="3378">
                  <c:v>3.0653900000000001E-5</c:v>
                </c:pt>
                <c:pt idx="3379">
                  <c:v>3.0567000000000001E-5</c:v>
                </c:pt>
                <c:pt idx="3380">
                  <c:v>3.04804E-5</c:v>
                </c:pt>
                <c:pt idx="3381">
                  <c:v>3.0392999999999999E-5</c:v>
                </c:pt>
                <c:pt idx="3382">
                  <c:v>3.0306000000000001E-5</c:v>
                </c:pt>
                <c:pt idx="3383">
                  <c:v>3.0219500000000001E-5</c:v>
                </c:pt>
                <c:pt idx="3384">
                  <c:v>3.0132099999999999E-5</c:v>
                </c:pt>
                <c:pt idx="3385">
                  <c:v>3.0044099999999999E-5</c:v>
                </c:pt>
                <c:pt idx="3386">
                  <c:v>2.9955799999999999E-5</c:v>
                </c:pt>
                <c:pt idx="3387">
                  <c:v>2.9867100000000001E-5</c:v>
                </c:pt>
                <c:pt idx="3388">
                  <c:v>2.9777999999999998E-5</c:v>
                </c:pt>
                <c:pt idx="3389">
                  <c:v>2.96892E-5</c:v>
                </c:pt>
                <c:pt idx="3390">
                  <c:v>2.9600699999999999E-5</c:v>
                </c:pt>
                <c:pt idx="3391">
                  <c:v>2.9512399999999999E-5</c:v>
                </c:pt>
                <c:pt idx="3392">
                  <c:v>2.9425699999999998E-5</c:v>
                </c:pt>
                <c:pt idx="3393">
                  <c:v>2.9337899999999999E-5</c:v>
                </c:pt>
                <c:pt idx="3394">
                  <c:v>2.9247400000000001E-5</c:v>
                </c:pt>
                <c:pt idx="3395">
                  <c:v>2.91558E-5</c:v>
                </c:pt>
                <c:pt idx="3396">
                  <c:v>2.9064399999999999E-5</c:v>
                </c:pt>
                <c:pt idx="3397">
                  <c:v>2.89751E-5</c:v>
                </c:pt>
                <c:pt idx="3398">
                  <c:v>2.8886000000000001E-5</c:v>
                </c:pt>
                <c:pt idx="3399">
                  <c:v>2.87945E-5</c:v>
                </c:pt>
                <c:pt idx="3400">
                  <c:v>2.8700800000000001E-5</c:v>
                </c:pt>
                <c:pt idx="3401">
                  <c:v>2.86059E-5</c:v>
                </c:pt>
                <c:pt idx="3402">
                  <c:v>2.85118E-5</c:v>
                </c:pt>
                <c:pt idx="3403">
                  <c:v>2.8418000000000001E-5</c:v>
                </c:pt>
                <c:pt idx="3404">
                  <c:v>2.8323500000000001E-5</c:v>
                </c:pt>
                <c:pt idx="3405">
                  <c:v>2.82274E-5</c:v>
                </c:pt>
                <c:pt idx="3406">
                  <c:v>2.8130500000000001E-5</c:v>
                </c:pt>
                <c:pt idx="3407">
                  <c:v>2.80342E-5</c:v>
                </c:pt>
                <c:pt idx="3408">
                  <c:v>2.79384E-5</c:v>
                </c:pt>
                <c:pt idx="3409">
                  <c:v>2.7841999999999999E-5</c:v>
                </c:pt>
                <c:pt idx="3410">
                  <c:v>2.7744300000000001E-5</c:v>
                </c:pt>
                <c:pt idx="3411">
                  <c:v>2.7645599999999998E-5</c:v>
                </c:pt>
                <c:pt idx="3412">
                  <c:v>2.7547900000000001E-5</c:v>
                </c:pt>
                <c:pt idx="3413">
                  <c:v>2.74516E-5</c:v>
                </c:pt>
                <c:pt idx="3414">
                  <c:v>2.7355099999999998E-5</c:v>
                </c:pt>
                <c:pt idx="3415">
                  <c:v>2.7257600000000001E-5</c:v>
                </c:pt>
                <c:pt idx="3416">
                  <c:v>2.7160300000000002E-5</c:v>
                </c:pt>
                <c:pt idx="3417">
                  <c:v>2.70621E-5</c:v>
                </c:pt>
                <c:pt idx="3418">
                  <c:v>2.69617E-5</c:v>
                </c:pt>
                <c:pt idx="3419">
                  <c:v>2.6859399999999999E-5</c:v>
                </c:pt>
                <c:pt idx="3420">
                  <c:v>2.6756800000000001E-5</c:v>
                </c:pt>
                <c:pt idx="3421">
                  <c:v>2.6654600000000001E-5</c:v>
                </c:pt>
                <c:pt idx="3422">
                  <c:v>2.6551699999999999E-5</c:v>
                </c:pt>
                <c:pt idx="3423">
                  <c:v>2.6448599999999999E-5</c:v>
                </c:pt>
                <c:pt idx="3424">
                  <c:v>2.6344899999999999E-5</c:v>
                </c:pt>
                <c:pt idx="3425">
                  <c:v>2.6240600000000001E-5</c:v>
                </c:pt>
                <c:pt idx="3426">
                  <c:v>2.61366E-5</c:v>
                </c:pt>
                <c:pt idx="3427">
                  <c:v>2.60333E-5</c:v>
                </c:pt>
                <c:pt idx="3428">
                  <c:v>2.5930200000000001E-5</c:v>
                </c:pt>
                <c:pt idx="3429">
                  <c:v>2.58259E-5</c:v>
                </c:pt>
                <c:pt idx="3430">
                  <c:v>2.57195E-5</c:v>
                </c:pt>
                <c:pt idx="3431">
                  <c:v>2.5613699999999998E-5</c:v>
                </c:pt>
                <c:pt idx="3432">
                  <c:v>2.5508599999999998E-5</c:v>
                </c:pt>
                <c:pt idx="3433">
                  <c:v>2.5403200000000001E-5</c:v>
                </c:pt>
                <c:pt idx="3434">
                  <c:v>2.5297199999999999E-5</c:v>
                </c:pt>
                <c:pt idx="3435">
                  <c:v>2.5190499999999999E-5</c:v>
                </c:pt>
                <c:pt idx="3436">
                  <c:v>2.5084099999999999E-5</c:v>
                </c:pt>
                <c:pt idx="3437">
                  <c:v>2.4979099999999999E-5</c:v>
                </c:pt>
                <c:pt idx="3438">
                  <c:v>2.4878100000000002E-5</c:v>
                </c:pt>
                <c:pt idx="3439">
                  <c:v>2.4781900000000001E-5</c:v>
                </c:pt>
                <c:pt idx="3440">
                  <c:v>2.4682099999999999E-5</c:v>
                </c:pt>
                <c:pt idx="3441">
                  <c:v>2.45744E-5</c:v>
                </c:pt>
                <c:pt idx="3442">
                  <c:v>2.44634E-5</c:v>
                </c:pt>
                <c:pt idx="3443">
                  <c:v>2.4352300000000001E-5</c:v>
                </c:pt>
                <c:pt idx="3444">
                  <c:v>2.42421E-5</c:v>
                </c:pt>
                <c:pt idx="3445">
                  <c:v>2.4133000000000001E-5</c:v>
                </c:pt>
                <c:pt idx="3446">
                  <c:v>2.4023799999999999E-5</c:v>
                </c:pt>
                <c:pt idx="3447">
                  <c:v>2.39146E-5</c:v>
                </c:pt>
                <c:pt idx="3448">
                  <c:v>2.3805800000000002E-5</c:v>
                </c:pt>
                <c:pt idx="3449">
                  <c:v>2.3695800000000001E-5</c:v>
                </c:pt>
                <c:pt idx="3450">
                  <c:v>2.3586599999999999E-5</c:v>
                </c:pt>
                <c:pt idx="3451">
                  <c:v>2.3478100000000001E-5</c:v>
                </c:pt>
                <c:pt idx="3452">
                  <c:v>2.3368500000000002E-5</c:v>
                </c:pt>
                <c:pt idx="3453">
                  <c:v>2.3258400000000001E-5</c:v>
                </c:pt>
                <c:pt idx="3454">
                  <c:v>2.3149199999999999E-5</c:v>
                </c:pt>
                <c:pt idx="3455">
                  <c:v>2.3041099999999999E-5</c:v>
                </c:pt>
                <c:pt idx="3456">
                  <c:v>2.2932799999999998E-5</c:v>
                </c:pt>
                <c:pt idx="3457">
                  <c:v>2.2824100000000001E-5</c:v>
                </c:pt>
                <c:pt idx="3458">
                  <c:v>2.27158E-5</c:v>
                </c:pt>
                <c:pt idx="3459">
                  <c:v>2.2606600000000001E-5</c:v>
                </c:pt>
                <c:pt idx="3460">
                  <c:v>2.2497000000000002E-5</c:v>
                </c:pt>
                <c:pt idx="3461">
                  <c:v>2.2388E-5</c:v>
                </c:pt>
                <c:pt idx="3462">
                  <c:v>2.2278700000000001E-5</c:v>
                </c:pt>
                <c:pt idx="3463">
                  <c:v>2.2169799999999999E-5</c:v>
                </c:pt>
                <c:pt idx="3464">
                  <c:v>2.2061200000000001E-5</c:v>
                </c:pt>
                <c:pt idx="3465">
                  <c:v>2.19522E-5</c:v>
                </c:pt>
                <c:pt idx="3466">
                  <c:v>2.18441E-5</c:v>
                </c:pt>
                <c:pt idx="3467">
                  <c:v>2.1737299999999999E-5</c:v>
                </c:pt>
                <c:pt idx="3468">
                  <c:v>2.1629700000000001E-5</c:v>
                </c:pt>
                <c:pt idx="3469">
                  <c:v>2.15214E-5</c:v>
                </c:pt>
                <c:pt idx="3470">
                  <c:v>2.1414099999999999E-5</c:v>
                </c:pt>
                <c:pt idx="3471">
                  <c:v>2.1307200000000002E-5</c:v>
                </c:pt>
                <c:pt idx="3472">
                  <c:v>2.1200600000000002E-5</c:v>
                </c:pt>
                <c:pt idx="3473">
                  <c:v>2.10946E-5</c:v>
                </c:pt>
                <c:pt idx="3474">
                  <c:v>2.0990100000000001E-5</c:v>
                </c:pt>
                <c:pt idx="3475">
                  <c:v>2.0886700000000001E-5</c:v>
                </c:pt>
                <c:pt idx="3476">
                  <c:v>2.0781400000000001E-5</c:v>
                </c:pt>
                <c:pt idx="3477">
                  <c:v>2.0673799999999998E-5</c:v>
                </c:pt>
                <c:pt idx="3478">
                  <c:v>2.0565999999999999E-5</c:v>
                </c:pt>
                <c:pt idx="3479">
                  <c:v>2.04596E-5</c:v>
                </c:pt>
                <c:pt idx="3480">
                  <c:v>2.0353999999999999E-5</c:v>
                </c:pt>
                <c:pt idx="3481">
                  <c:v>2.0247699999999999E-5</c:v>
                </c:pt>
                <c:pt idx="3482">
                  <c:v>2.0141099999999999E-5</c:v>
                </c:pt>
                <c:pt idx="3483">
                  <c:v>2.0035100000000001E-5</c:v>
                </c:pt>
                <c:pt idx="3484">
                  <c:v>1.9930100000000001E-5</c:v>
                </c:pt>
                <c:pt idx="3485">
                  <c:v>1.9825400000000002E-5</c:v>
                </c:pt>
                <c:pt idx="3486">
                  <c:v>1.9720499999999999E-5</c:v>
                </c:pt>
                <c:pt idx="3487">
                  <c:v>1.9616E-5</c:v>
                </c:pt>
                <c:pt idx="3488">
                  <c:v>1.9511899999999999E-5</c:v>
                </c:pt>
                <c:pt idx="3489">
                  <c:v>1.94091E-5</c:v>
                </c:pt>
                <c:pt idx="3490">
                  <c:v>1.93071E-5</c:v>
                </c:pt>
                <c:pt idx="3491">
                  <c:v>1.92052E-5</c:v>
                </c:pt>
                <c:pt idx="3492">
                  <c:v>1.9103500000000001E-5</c:v>
                </c:pt>
                <c:pt idx="3493">
                  <c:v>1.9001500000000001E-5</c:v>
                </c:pt>
                <c:pt idx="3494">
                  <c:v>1.89008E-5</c:v>
                </c:pt>
                <c:pt idx="3495">
                  <c:v>1.8800600000000001E-5</c:v>
                </c:pt>
                <c:pt idx="3496">
                  <c:v>1.86999E-5</c:v>
                </c:pt>
                <c:pt idx="3497">
                  <c:v>1.8598799999999999E-5</c:v>
                </c:pt>
                <c:pt idx="3498">
                  <c:v>1.8497099999999999E-5</c:v>
                </c:pt>
                <c:pt idx="3499">
                  <c:v>1.8396399999999999E-5</c:v>
                </c:pt>
                <c:pt idx="3500">
                  <c:v>1.8296700000000001E-5</c:v>
                </c:pt>
                <c:pt idx="3501">
                  <c:v>1.8198100000000001E-5</c:v>
                </c:pt>
                <c:pt idx="3502">
                  <c:v>1.8099899999999999E-5</c:v>
                </c:pt>
                <c:pt idx="3503">
                  <c:v>1.80015E-5</c:v>
                </c:pt>
                <c:pt idx="3504">
                  <c:v>1.7903499999999999E-5</c:v>
                </c:pt>
                <c:pt idx="3505">
                  <c:v>1.7806399999999999E-5</c:v>
                </c:pt>
                <c:pt idx="3506">
                  <c:v>1.77107E-5</c:v>
                </c:pt>
                <c:pt idx="3507">
                  <c:v>1.76151E-5</c:v>
                </c:pt>
                <c:pt idx="3508">
                  <c:v>1.75191E-5</c:v>
                </c:pt>
                <c:pt idx="3509">
                  <c:v>1.7424399999999999E-5</c:v>
                </c:pt>
                <c:pt idx="3510">
                  <c:v>1.7331100000000001E-5</c:v>
                </c:pt>
                <c:pt idx="3511">
                  <c:v>1.72378E-5</c:v>
                </c:pt>
                <c:pt idx="3512">
                  <c:v>1.7144300000000001E-5</c:v>
                </c:pt>
                <c:pt idx="3513">
                  <c:v>1.70512E-5</c:v>
                </c:pt>
                <c:pt idx="3514">
                  <c:v>1.69585E-5</c:v>
                </c:pt>
                <c:pt idx="3515">
                  <c:v>1.6866599999999999E-5</c:v>
                </c:pt>
                <c:pt idx="3516">
                  <c:v>1.67758E-5</c:v>
                </c:pt>
                <c:pt idx="3517">
                  <c:v>1.6685400000000001E-5</c:v>
                </c:pt>
                <c:pt idx="3518">
                  <c:v>1.65952E-5</c:v>
                </c:pt>
                <c:pt idx="3519">
                  <c:v>1.65054E-5</c:v>
                </c:pt>
                <c:pt idx="3520">
                  <c:v>1.64162E-5</c:v>
                </c:pt>
                <c:pt idx="3521">
                  <c:v>1.6327100000000002E-5</c:v>
                </c:pt>
                <c:pt idx="3522">
                  <c:v>1.6237899999999999E-5</c:v>
                </c:pt>
                <c:pt idx="3523">
                  <c:v>1.6149200000000001E-5</c:v>
                </c:pt>
                <c:pt idx="3524">
                  <c:v>1.6062E-5</c:v>
                </c:pt>
                <c:pt idx="3525">
                  <c:v>1.5975299999999999E-5</c:v>
                </c:pt>
                <c:pt idx="3526">
                  <c:v>1.5888699999999999E-5</c:v>
                </c:pt>
                <c:pt idx="3527">
                  <c:v>1.58024E-5</c:v>
                </c:pt>
                <c:pt idx="3528">
                  <c:v>1.5716700000000001E-5</c:v>
                </c:pt>
                <c:pt idx="3529">
                  <c:v>1.5631700000000001E-5</c:v>
                </c:pt>
                <c:pt idx="3530">
                  <c:v>1.55476E-5</c:v>
                </c:pt>
                <c:pt idx="3531">
                  <c:v>1.54642E-5</c:v>
                </c:pt>
                <c:pt idx="3532">
                  <c:v>1.5380399999999999E-5</c:v>
                </c:pt>
                <c:pt idx="3533">
                  <c:v>1.52971E-5</c:v>
                </c:pt>
                <c:pt idx="3534">
                  <c:v>1.5215099999999999E-5</c:v>
                </c:pt>
                <c:pt idx="3535">
                  <c:v>1.5134500000000001E-5</c:v>
                </c:pt>
                <c:pt idx="3536">
                  <c:v>1.50548E-5</c:v>
                </c:pt>
                <c:pt idx="3537">
                  <c:v>1.4974600000000001E-5</c:v>
                </c:pt>
                <c:pt idx="3538">
                  <c:v>1.4894499999999999E-5</c:v>
                </c:pt>
                <c:pt idx="3539">
                  <c:v>1.48151E-5</c:v>
                </c:pt>
                <c:pt idx="3540">
                  <c:v>1.47365E-5</c:v>
                </c:pt>
                <c:pt idx="3541">
                  <c:v>1.46585E-5</c:v>
                </c:pt>
                <c:pt idx="3542">
                  <c:v>1.4580799999999999E-5</c:v>
                </c:pt>
                <c:pt idx="3543">
                  <c:v>1.45036E-5</c:v>
                </c:pt>
                <c:pt idx="3544">
                  <c:v>1.44275E-5</c:v>
                </c:pt>
                <c:pt idx="3545">
                  <c:v>1.4352000000000001E-5</c:v>
                </c:pt>
                <c:pt idx="3546">
                  <c:v>1.42766E-5</c:v>
                </c:pt>
                <c:pt idx="3547">
                  <c:v>1.42018E-5</c:v>
                </c:pt>
                <c:pt idx="3548">
                  <c:v>1.4127900000000001E-5</c:v>
                </c:pt>
                <c:pt idx="3549">
                  <c:v>1.4054699999999999E-5</c:v>
                </c:pt>
                <c:pt idx="3550">
                  <c:v>1.3981999999999999E-5</c:v>
                </c:pt>
                <c:pt idx="3551">
                  <c:v>1.3909300000000001E-5</c:v>
                </c:pt>
                <c:pt idx="3552">
                  <c:v>1.38369E-5</c:v>
                </c:pt>
                <c:pt idx="3553">
                  <c:v>1.3767E-5</c:v>
                </c:pt>
                <c:pt idx="3554">
                  <c:v>1.3698399999999999E-5</c:v>
                </c:pt>
                <c:pt idx="3555">
                  <c:v>1.3628999999999999E-5</c:v>
                </c:pt>
                <c:pt idx="3556">
                  <c:v>1.3558500000000001E-5</c:v>
                </c:pt>
                <c:pt idx="3557">
                  <c:v>1.34887E-5</c:v>
                </c:pt>
                <c:pt idx="3558">
                  <c:v>1.34201E-5</c:v>
                </c:pt>
                <c:pt idx="3559">
                  <c:v>1.3351500000000001E-5</c:v>
                </c:pt>
                <c:pt idx="3560">
                  <c:v>1.3283599999999999E-5</c:v>
                </c:pt>
                <c:pt idx="3561">
                  <c:v>1.3216E-5</c:v>
                </c:pt>
                <c:pt idx="3562">
                  <c:v>1.31488E-5</c:v>
                </c:pt>
                <c:pt idx="3563">
                  <c:v>1.3082600000000001E-5</c:v>
                </c:pt>
                <c:pt idx="3564">
                  <c:v>1.3018E-5</c:v>
                </c:pt>
                <c:pt idx="3565">
                  <c:v>1.29548E-5</c:v>
                </c:pt>
                <c:pt idx="3566">
                  <c:v>1.28915E-5</c:v>
                </c:pt>
                <c:pt idx="3567">
                  <c:v>1.2827799999999999E-5</c:v>
                </c:pt>
                <c:pt idx="3568">
                  <c:v>1.2764399999999999E-5</c:v>
                </c:pt>
                <c:pt idx="3569">
                  <c:v>1.2701899999999999E-5</c:v>
                </c:pt>
                <c:pt idx="3570">
                  <c:v>1.2640099999999999E-5</c:v>
                </c:pt>
                <c:pt idx="3571">
                  <c:v>1.25793E-5</c:v>
                </c:pt>
                <c:pt idx="3572">
                  <c:v>1.2518500000000001E-5</c:v>
                </c:pt>
                <c:pt idx="3573">
                  <c:v>1.2457600000000001E-5</c:v>
                </c:pt>
                <c:pt idx="3574">
                  <c:v>1.23977E-5</c:v>
                </c:pt>
                <c:pt idx="3575">
                  <c:v>1.2338799999999999E-5</c:v>
                </c:pt>
                <c:pt idx="3576">
                  <c:v>1.2279900000000001E-5</c:v>
                </c:pt>
                <c:pt idx="3577">
                  <c:v>1.22208E-5</c:v>
                </c:pt>
                <c:pt idx="3578">
                  <c:v>1.21628E-5</c:v>
                </c:pt>
                <c:pt idx="3579">
                  <c:v>1.21065E-5</c:v>
                </c:pt>
                <c:pt idx="3580">
                  <c:v>1.2051200000000001E-5</c:v>
                </c:pt>
                <c:pt idx="3581">
                  <c:v>1.19959E-5</c:v>
                </c:pt>
                <c:pt idx="3582">
                  <c:v>1.19404E-5</c:v>
                </c:pt>
                <c:pt idx="3583">
                  <c:v>1.18853E-5</c:v>
                </c:pt>
                <c:pt idx="3584">
                  <c:v>1.18306E-5</c:v>
                </c:pt>
                <c:pt idx="3585">
                  <c:v>1.17765E-5</c:v>
                </c:pt>
                <c:pt idx="3586">
                  <c:v>1.17226E-5</c:v>
                </c:pt>
                <c:pt idx="3587">
                  <c:v>1.16693E-5</c:v>
                </c:pt>
                <c:pt idx="3588">
                  <c:v>1.16167E-5</c:v>
                </c:pt>
                <c:pt idx="3589">
                  <c:v>1.1564500000000001E-5</c:v>
                </c:pt>
                <c:pt idx="3590">
                  <c:v>1.1512700000000001E-5</c:v>
                </c:pt>
                <c:pt idx="3591">
                  <c:v>1.1461700000000001E-5</c:v>
                </c:pt>
                <c:pt idx="3592">
                  <c:v>1.14117E-5</c:v>
                </c:pt>
                <c:pt idx="3593">
                  <c:v>1.13619E-5</c:v>
                </c:pt>
                <c:pt idx="3594">
                  <c:v>1.13122E-5</c:v>
                </c:pt>
                <c:pt idx="3595">
                  <c:v>1.12627E-5</c:v>
                </c:pt>
                <c:pt idx="3596">
                  <c:v>1.12133E-5</c:v>
                </c:pt>
                <c:pt idx="3597">
                  <c:v>1.11645E-5</c:v>
                </c:pt>
                <c:pt idx="3598">
                  <c:v>1.11159E-5</c:v>
                </c:pt>
                <c:pt idx="3599">
                  <c:v>1.1067799999999999E-5</c:v>
                </c:pt>
                <c:pt idx="3600">
                  <c:v>1.10204E-5</c:v>
                </c:pt>
                <c:pt idx="3601">
                  <c:v>1.09731E-5</c:v>
                </c:pt>
                <c:pt idx="3602">
                  <c:v>1.09268E-5</c:v>
                </c:pt>
                <c:pt idx="3603">
                  <c:v>1.08812E-5</c:v>
                </c:pt>
                <c:pt idx="3604">
                  <c:v>1.08365E-5</c:v>
                </c:pt>
                <c:pt idx="3605">
                  <c:v>1.07921E-5</c:v>
                </c:pt>
                <c:pt idx="3606">
                  <c:v>1.07475E-5</c:v>
                </c:pt>
                <c:pt idx="3607">
                  <c:v>1.07028E-5</c:v>
                </c:pt>
                <c:pt idx="3608">
                  <c:v>1.0658900000000001E-5</c:v>
                </c:pt>
                <c:pt idx="3609">
                  <c:v>1.0616E-5</c:v>
                </c:pt>
                <c:pt idx="3610">
                  <c:v>1.05731E-5</c:v>
                </c:pt>
                <c:pt idx="3611">
                  <c:v>1.0530799999999999E-5</c:v>
                </c:pt>
                <c:pt idx="3612">
                  <c:v>1.0489199999999999E-5</c:v>
                </c:pt>
                <c:pt idx="3613">
                  <c:v>1.04471E-5</c:v>
                </c:pt>
                <c:pt idx="3614">
                  <c:v>1.04054E-5</c:v>
                </c:pt>
                <c:pt idx="3615">
                  <c:v>1.03643E-5</c:v>
                </c:pt>
                <c:pt idx="3616">
                  <c:v>1.03234E-5</c:v>
                </c:pt>
                <c:pt idx="3617">
                  <c:v>1.0282799999999999E-5</c:v>
                </c:pt>
                <c:pt idx="3618">
                  <c:v>1.0242699999999999E-5</c:v>
                </c:pt>
                <c:pt idx="3619">
                  <c:v>1.02034E-5</c:v>
                </c:pt>
                <c:pt idx="3620">
                  <c:v>1.0164E-5</c:v>
                </c:pt>
                <c:pt idx="3621">
                  <c:v>1.01247E-5</c:v>
                </c:pt>
                <c:pt idx="3622">
                  <c:v>1.0086599999999999E-5</c:v>
                </c:pt>
                <c:pt idx="3623">
                  <c:v>1.00491E-5</c:v>
                </c:pt>
                <c:pt idx="3624">
                  <c:v>1.0011500000000001E-5</c:v>
                </c:pt>
                <c:pt idx="3625">
                  <c:v>9.9747100000000003E-6</c:v>
                </c:pt>
                <c:pt idx="3626">
                  <c:v>9.9384699999999994E-6</c:v>
                </c:pt>
                <c:pt idx="3627">
                  <c:v>9.9017099999999994E-6</c:v>
                </c:pt>
                <c:pt idx="3628">
                  <c:v>9.8648900000000003E-6</c:v>
                </c:pt>
                <c:pt idx="3629">
                  <c:v>9.82873E-6</c:v>
                </c:pt>
                <c:pt idx="3630">
                  <c:v>9.7931999999999997E-6</c:v>
                </c:pt>
                <c:pt idx="3631">
                  <c:v>9.7575799999999998E-6</c:v>
                </c:pt>
                <c:pt idx="3632">
                  <c:v>9.7225200000000002E-6</c:v>
                </c:pt>
                <c:pt idx="3633">
                  <c:v>9.6881499999999997E-6</c:v>
                </c:pt>
                <c:pt idx="3634">
                  <c:v>9.6541100000000003E-6</c:v>
                </c:pt>
                <c:pt idx="3635">
                  <c:v>9.6204800000000008E-6</c:v>
                </c:pt>
                <c:pt idx="3636">
                  <c:v>9.5869800000000002E-6</c:v>
                </c:pt>
                <c:pt idx="3637">
                  <c:v>9.5539300000000005E-6</c:v>
                </c:pt>
                <c:pt idx="3638">
                  <c:v>9.5221199999999996E-6</c:v>
                </c:pt>
                <c:pt idx="3639">
                  <c:v>9.4900200000000003E-6</c:v>
                </c:pt>
                <c:pt idx="3640">
                  <c:v>9.4570400000000005E-6</c:v>
                </c:pt>
                <c:pt idx="3641">
                  <c:v>9.4248500000000001E-6</c:v>
                </c:pt>
                <c:pt idx="3642">
                  <c:v>9.3934299999999993E-6</c:v>
                </c:pt>
                <c:pt idx="3643">
                  <c:v>9.3615699999999999E-6</c:v>
                </c:pt>
                <c:pt idx="3644">
                  <c:v>9.3298500000000001E-6</c:v>
                </c:pt>
                <c:pt idx="3645">
                  <c:v>9.2988800000000003E-6</c:v>
                </c:pt>
                <c:pt idx="3646">
                  <c:v>9.2675700000000004E-6</c:v>
                </c:pt>
                <c:pt idx="3647">
                  <c:v>9.23693E-6</c:v>
                </c:pt>
                <c:pt idx="3648">
                  <c:v>9.2068199999999994E-6</c:v>
                </c:pt>
                <c:pt idx="3649">
                  <c:v>9.1768899999999995E-6</c:v>
                </c:pt>
                <c:pt idx="3650">
                  <c:v>9.1477099999999995E-6</c:v>
                </c:pt>
                <c:pt idx="3651">
                  <c:v>9.1180800000000003E-6</c:v>
                </c:pt>
                <c:pt idx="3652">
                  <c:v>9.0891099999999998E-6</c:v>
                </c:pt>
                <c:pt idx="3653">
                  <c:v>9.0611399999999998E-6</c:v>
                </c:pt>
                <c:pt idx="3654">
                  <c:v>9.0328200000000007E-6</c:v>
                </c:pt>
                <c:pt idx="3655">
                  <c:v>9.0045699999999997E-6</c:v>
                </c:pt>
                <c:pt idx="3656">
                  <c:v>8.9764499999999994E-6</c:v>
                </c:pt>
                <c:pt idx="3657">
                  <c:v>8.9483700000000002E-6</c:v>
                </c:pt>
                <c:pt idx="3658">
                  <c:v>8.9210100000000005E-6</c:v>
                </c:pt>
                <c:pt idx="3659">
                  <c:v>8.8939800000000002E-6</c:v>
                </c:pt>
                <c:pt idx="3660">
                  <c:v>8.8662600000000007E-6</c:v>
                </c:pt>
                <c:pt idx="3661">
                  <c:v>8.8392100000000007E-6</c:v>
                </c:pt>
                <c:pt idx="3662">
                  <c:v>8.8134799999999999E-6</c:v>
                </c:pt>
                <c:pt idx="3663">
                  <c:v>8.7873999999999999E-6</c:v>
                </c:pt>
                <c:pt idx="3664">
                  <c:v>8.7608900000000004E-6</c:v>
                </c:pt>
                <c:pt idx="3665">
                  <c:v>8.7349399999999994E-6</c:v>
                </c:pt>
                <c:pt idx="3666">
                  <c:v>8.7090799999999996E-6</c:v>
                </c:pt>
                <c:pt idx="3667">
                  <c:v>8.6828499999999994E-6</c:v>
                </c:pt>
                <c:pt idx="3668">
                  <c:v>8.6571000000000005E-6</c:v>
                </c:pt>
                <c:pt idx="3669">
                  <c:v>8.6322899999999996E-6</c:v>
                </c:pt>
                <c:pt idx="3670">
                  <c:v>8.6085099999999997E-6</c:v>
                </c:pt>
                <c:pt idx="3671">
                  <c:v>8.5849600000000006E-6</c:v>
                </c:pt>
                <c:pt idx="3672">
                  <c:v>8.5611899999999996E-6</c:v>
                </c:pt>
                <c:pt idx="3673">
                  <c:v>8.5374500000000007E-6</c:v>
                </c:pt>
                <c:pt idx="3674">
                  <c:v>8.5139100000000006E-6</c:v>
                </c:pt>
                <c:pt idx="3675">
                  <c:v>8.4900500000000001E-6</c:v>
                </c:pt>
                <c:pt idx="3676">
                  <c:v>8.4662700000000002E-6</c:v>
                </c:pt>
                <c:pt idx="3677">
                  <c:v>8.4428300000000003E-6</c:v>
                </c:pt>
                <c:pt idx="3678">
                  <c:v>8.4191000000000004E-6</c:v>
                </c:pt>
                <c:pt idx="3679">
                  <c:v>8.3960599999999997E-6</c:v>
                </c:pt>
                <c:pt idx="3680">
                  <c:v>8.3739600000000004E-6</c:v>
                </c:pt>
                <c:pt idx="3681">
                  <c:v>8.3515699999999994E-6</c:v>
                </c:pt>
                <c:pt idx="3682">
                  <c:v>8.3289799999999997E-6</c:v>
                </c:pt>
                <c:pt idx="3683">
                  <c:v>8.30673E-6</c:v>
                </c:pt>
                <c:pt idx="3684">
                  <c:v>8.2846800000000008E-6</c:v>
                </c:pt>
                <c:pt idx="3685">
                  <c:v>8.26331E-6</c:v>
                </c:pt>
                <c:pt idx="3686">
                  <c:v>8.2418600000000004E-6</c:v>
                </c:pt>
                <c:pt idx="3687">
                  <c:v>8.2199799999999995E-6</c:v>
                </c:pt>
                <c:pt idx="3688">
                  <c:v>8.1983599999999999E-6</c:v>
                </c:pt>
                <c:pt idx="3689">
                  <c:v>8.1773299999999992E-6</c:v>
                </c:pt>
                <c:pt idx="3690">
                  <c:v>8.1563899999999997E-6</c:v>
                </c:pt>
                <c:pt idx="3691">
                  <c:v>8.1358700000000008E-6</c:v>
                </c:pt>
                <c:pt idx="3692">
                  <c:v>8.1157999999999994E-6</c:v>
                </c:pt>
                <c:pt idx="3693">
                  <c:v>8.0954799999999993E-6</c:v>
                </c:pt>
                <c:pt idx="3694">
                  <c:v>8.0755799999999997E-6</c:v>
                </c:pt>
                <c:pt idx="3695">
                  <c:v>8.0559099999999992E-6</c:v>
                </c:pt>
                <c:pt idx="3696">
                  <c:v>8.03662E-6</c:v>
                </c:pt>
                <c:pt idx="3697">
                  <c:v>8.0177499999999996E-6</c:v>
                </c:pt>
                <c:pt idx="3698">
                  <c:v>7.9980300000000007E-6</c:v>
                </c:pt>
                <c:pt idx="3699">
                  <c:v>7.9784199999999994E-6</c:v>
                </c:pt>
                <c:pt idx="3700">
                  <c:v>7.9595500000000007E-6</c:v>
                </c:pt>
                <c:pt idx="3701">
                  <c:v>7.9404299999999998E-6</c:v>
                </c:pt>
                <c:pt idx="3702">
                  <c:v>7.9213199999999996E-6</c:v>
                </c:pt>
                <c:pt idx="3703">
                  <c:v>7.9026100000000002E-6</c:v>
                </c:pt>
                <c:pt idx="3704">
                  <c:v>7.8843399999999995E-6</c:v>
                </c:pt>
                <c:pt idx="3705">
                  <c:v>7.8662999999999995E-6</c:v>
                </c:pt>
                <c:pt idx="3706">
                  <c:v>7.8483599999999998E-6</c:v>
                </c:pt>
                <c:pt idx="3707">
                  <c:v>7.8300400000000007E-6</c:v>
                </c:pt>
                <c:pt idx="3708">
                  <c:v>7.8109E-6</c:v>
                </c:pt>
                <c:pt idx="3709">
                  <c:v>7.7930699999999996E-6</c:v>
                </c:pt>
                <c:pt idx="3710">
                  <c:v>7.7767900000000008E-6</c:v>
                </c:pt>
                <c:pt idx="3711">
                  <c:v>7.7605100000000003E-6</c:v>
                </c:pt>
                <c:pt idx="3712">
                  <c:v>7.7434499999999995E-6</c:v>
                </c:pt>
                <c:pt idx="3713">
                  <c:v>7.7254200000000003E-6</c:v>
                </c:pt>
                <c:pt idx="3714">
                  <c:v>7.70827E-6</c:v>
                </c:pt>
                <c:pt idx="3715">
                  <c:v>7.6915099999999998E-6</c:v>
                </c:pt>
                <c:pt idx="3716">
                  <c:v>7.6747800000000001E-6</c:v>
                </c:pt>
                <c:pt idx="3717">
                  <c:v>7.6584600000000002E-6</c:v>
                </c:pt>
                <c:pt idx="3718">
                  <c:v>7.6426700000000001E-6</c:v>
                </c:pt>
                <c:pt idx="3719">
                  <c:v>7.6266599999999999E-6</c:v>
                </c:pt>
                <c:pt idx="3720">
                  <c:v>7.6106800000000001E-6</c:v>
                </c:pt>
                <c:pt idx="3721">
                  <c:v>7.5953099999999998E-6</c:v>
                </c:pt>
                <c:pt idx="3722">
                  <c:v>7.57904E-6</c:v>
                </c:pt>
                <c:pt idx="3723">
                  <c:v>7.5624699999999996E-6</c:v>
                </c:pt>
                <c:pt idx="3724">
                  <c:v>7.5465999999999999E-6</c:v>
                </c:pt>
                <c:pt idx="3725">
                  <c:v>7.5317600000000002E-6</c:v>
                </c:pt>
                <c:pt idx="3726">
                  <c:v>7.5168700000000004E-6</c:v>
                </c:pt>
                <c:pt idx="3727">
                  <c:v>7.50116E-6</c:v>
                </c:pt>
                <c:pt idx="3728">
                  <c:v>7.4859699999999996E-6</c:v>
                </c:pt>
                <c:pt idx="3729">
                  <c:v>7.4714600000000001E-6</c:v>
                </c:pt>
                <c:pt idx="3730">
                  <c:v>7.4569700000000004E-6</c:v>
                </c:pt>
                <c:pt idx="3731">
                  <c:v>7.4421899999999998E-6</c:v>
                </c:pt>
                <c:pt idx="3732">
                  <c:v>7.4269099999999998E-6</c:v>
                </c:pt>
                <c:pt idx="3733">
                  <c:v>7.4121700000000004E-6</c:v>
                </c:pt>
                <c:pt idx="3734">
                  <c:v>7.3988999999999996E-6</c:v>
                </c:pt>
                <c:pt idx="3735">
                  <c:v>7.3862200000000002E-6</c:v>
                </c:pt>
                <c:pt idx="3736">
                  <c:v>7.3728400000000002E-6</c:v>
                </c:pt>
                <c:pt idx="3737">
                  <c:v>7.3584300000000001E-6</c:v>
                </c:pt>
                <c:pt idx="3738">
                  <c:v>7.3444700000000002E-6</c:v>
                </c:pt>
                <c:pt idx="3739">
                  <c:v>7.3317599999999996E-6</c:v>
                </c:pt>
                <c:pt idx="3740">
                  <c:v>7.3195699999999998E-6</c:v>
                </c:pt>
                <c:pt idx="3741">
                  <c:v>7.3071400000000001E-6</c:v>
                </c:pt>
                <c:pt idx="3742">
                  <c:v>7.2938499999999996E-6</c:v>
                </c:pt>
                <c:pt idx="3743">
                  <c:v>7.2806600000000002E-6</c:v>
                </c:pt>
                <c:pt idx="3744">
                  <c:v>7.2680100000000004E-6</c:v>
                </c:pt>
                <c:pt idx="3745">
                  <c:v>7.2555299999999998E-6</c:v>
                </c:pt>
                <c:pt idx="3746">
                  <c:v>7.2445099999999997E-6</c:v>
                </c:pt>
                <c:pt idx="3747">
                  <c:v>7.2323799999999999E-6</c:v>
                </c:pt>
                <c:pt idx="3748">
                  <c:v>7.2172899999999996E-6</c:v>
                </c:pt>
                <c:pt idx="3749">
                  <c:v>7.2024099999999997E-6</c:v>
                </c:pt>
                <c:pt idx="3750">
                  <c:v>7.1879000000000002E-6</c:v>
                </c:pt>
                <c:pt idx="3751">
                  <c:v>7.1734200000000003E-6</c:v>
                </c:pt>
                <c:pt idx="3752">
                  <c:v>7.15983E-6</c:v>
                </c:pt>
                <c:pt idx="3753">
                  <c:v>7.1465500000000002E-6</c:v>
                </c:pt>
                <c:pt idx="3754">
                  <c:v>7.1336599999999997E-6</c:v>
                </c:pt>
                <c:pt idx="3755">
                  <c:v>7.1211100000000002E-6</c:v>
                </c:pt>
                <c:pt idx="3756">
                  <c:v>7.1078699999999998E-6</c:v>
                </c:pt>
                <c:pt idx="3757">
                  <c:v>7.0949999999999998E-6</c:v>
                </c:pt>
                <c:pt idx="3758">
                  <c:v>7.0835500000000001E-6</c:v>
                </c:pt>
                <c:pt idx="3759">
                  <c:v>7.0714700000000004E-6</c:v>
                </c:pt>
                <c:pt idx="3760">
                  <c:v>7.0582999999999998E-6</c:v>
                </c:pt>
                <c:pt idx="3761">
                  <c:v>7.0454499999999996E-6</c:v>
                </c:pt>
                <c:pt idx="3762">
                  <c:v>7.0331999999999998E-6</c:v>
                </c:pt>
                <c:pt idx="3763">
                  <c:v>7.0219599999999996E-6</c:v>
                </c:pt>
                <c:pt idx="3764">
                  <c:v>7.0105500000000002E-6</c:v>
                </c:pt>
                <c:pt idx="3765">
                  <c:v>6.9984900000000001E-6</c:v>
                </c:pt>
                <c:pt idx="3766">
                  <c:v>6.98661E-6</c:v>
                </c:pt>
                <c:pt idx="3767">
                  <c:v>6.9749900000000003E-6</c:v>
                </c:pt>
                <c:pt idx="3768">
                  <c:v>6.9639499999999996E-6</c:v>
                </c:pt>
                <c:pt idx="3769">
                  <c:v>6.9524100000000004E-6</c:v>
                </c:pt>
                <c:pt idx="3770">
                  <c:v>6.9406099999999999E-6</c:v>
                </c:pt>
                <c:pt idx="3771">
                  <c:v>6.9294099999999999E-6</c:v>
                </c:pt>
                <c:pt idx="3772">
                  <c:v>6.9180200000000002E-6</c:v>
                </c:pt>
                <c:pt idx="3773">
                  <c:v>6.90666E-6</c:v>
                </c:pt>
                <c:pt idx="3774">
                  <c:v>6.8954099999999999E-6</c:v>
                </c:pt>
                <c:pt idx="3775">
                  <c:v>6.8842000000000001E-6</c:v>
                </c:pt>
                <c:pt idx="3776">
                  <c:v>6.8731999999999997E-6</c:v>
                </c:pt>
                <c:pt idx="3777">
                  <c:v>6.8623700000000002E-6</c:v>
                </c:pt>
                <c:pt idx="3778">
                  <c:v>6.8520900000000002E-6</c:v>
                </c:pt>
                <c:pt idx="3779">
                  <c:v>6.8418999999999997E-6</c:v>
                </c:pt>
                <c:pt idx="3780">
                  <c:v>6.8312400000000002E-6</c:v>
                </c:pt>
                <c:pt idx="3781">
                  <c:v>6.8201299999999997E-6</c:v>
                </c:pt>
                <c:pt idx="3782">
                  <c:v>6.8092599999999999E-6</c:v>
                </c:pt>
                <c:pt idx="3783">
                  <c:v>6.7987699999999996E-6</c:v>
                </c:pt>
                <c:pt idx="3784">
                  <c:v>6.7881100000000001E-6</c:v>
                </c:pt>
                <c:pt idx="3785">
                  <c:v>6.7778900000000001E-6</c:v>
                </c:pt>
                <c:pt idx="3786">
                  <c:v>6.7681200000000002E-6</c:v>
                </c:pt>
                <c:pt idx="3787">
                  <c:v>6.7580000000000003E-6</c:v>
                </c:pt>
                <c:pt idx="3788">
                  <c:v>6.7479600000000002E-6</c:v>
                </c:pt>
                <c:pt idx="3789">
                  <c:v>6.7383399999999998E-6</c:v>
                </c:pt>
                <c:pt idx="3790">
                  <c:v>6.7286700000000001E-6</c:v>
                </c:pt>
                <c:pt idx="3791">
                  <c:v>6.71828E-6</c:v>
                </c:pt>
                <c:pt idx="3792">
                  <c:v>6.7076599999999999E-6</c:v>
                </c:pt>
                <c:pt idx="3793">
                  <c:v>6.6973500000000003E-6</c:v>
                </c:pt>
                <c:pt idx="3794">
                  <c:v>6.6872500000000002E-6</c:v>
                </c:pt>
                <c:pt idx="3795">
                  <c:v>6.6778099999999997E-6</c:v>
                </c:pt>
                <c:pt idx="3796">
                  <c:v>6.6686E-6</c:v>
                </c:pt>
                <c:pt idx="3797">
                  <c:v>6.6587600000000003E-6</c:v>
                </c:pt>
                <c:pt idx="3798">
                  <c:v>6.6488099999999996E-6</c:v>
                </c:pt>
                <c:pt idx="3799">
                  <c:v>6.6392300000000003E-6</c:v>
                </c:pt>
                <c:pt idx="3800">
                  <c:v>6.6295699999999996E-6</c:v>
                </c:pt>
                <c:pt idx="3801">
                  <c:v>6.6206800000000003E-6</c:v>
                </c:pt>
                <c:pt idx="3802">
                  <c:v>6.61214E-6</c:v>
                </c:pt>
                <c:pt idx="3803">
                  <c:v>6.6026299999999997E-6</c:v>
                </c:pt>
                <c:pt idx="3804">
                  <c:v>6.5930899999999998E-6</c:v>
                </c:pt>
                <c:pt idx="3805">
                  <c:v>6.5839499999999999E-6</c:v>
                </c:pt>
                <c:pt idx="3806">
                  <c:v>6.5742300000000001E-6</c:v>
                </c:pt>
                <c:pt idx="3807">
                  <c:v>6.5650200000000004E-6</c:v>
                </c:pt>
                <c:pt idx="3808">
                  <c:v>6.5567799999999999E-6</c:v>
                </c:pt>
                <c:pt idx="3809">
                  <c:v>6.5479600000000004E-6</c:v>
                </c:pt>
                <c:pt idx="3810">
                  <c:v>6.5385600000000001E-6</c:v>
                </c:pt>
                <c:pt idx="3811">
                  <c:v>6.5287599999999998E-6</c:v>
                </c:pt>
                <c:pt idx="3812">
                  <c:v>6.5196199999999999E-6</c:v>
                </c:pt>
                <c:pt idx="3813">
                  <c:v>6.5112999999999998E-6</c:v>
                </c:pt>
                <c:pt idx="3814">
                  <c:v>6.5024599999999997E-6</c:v>
                </c:pt>
                <c:pt idx="3815">
                  <c:v>6.4940400000000003E-6</c:v>
                </c:pt>
                <c:pt idx="3816">
                  <c:v>6.4865599999999996E-6</c:v>
                </c:pt>
                <c:pt idx="3817">
                  <c:v>6.4783899999999998E-6</c:v>
                </c:pt>
                <c:pt idx="3818">
                  <c:v>6.4693E-6</c:v>
                </c:pt>
                <c:pt idx="3819">
                  <c:v>6.4602999999999998E-6</c:v>
                </c:pt>
                <c:pt idx="3820">
                  <c:v>6.4512299999999997E-6</c:v>
                </c:pt>
                <c:pt idx="3821">
                  <c:v>6.4426400000000002E-6</c:v>
                </c:pt>
                <c:pt idx="3822">
                  <c:v>6.4347000000000004E-6</c:v>
                </c:pt>
                <c:pt idx="3823">
                  <c:v>6.4261799999999999E-6</c:v>
                </c:pt>
                <c:pt idx="3824">
                  <c:v>6.4168799999999998E-6</c:v>
                </c:pt>
                <c:pt idx="3825">
                  <c:v>6.4084999999999997E-6</c:v>
                </c:pt>
                <c:pt idx="3826">
                  <c:v>6.4005400000000002E-6</c:v>
                </c:pt>
                <c:pt idx="3827">
                  <c:v>6.3919099999999996E-6</c:v>
                </c:pt>
                <c:pt idx="3828">
                  <c:v>6.3835699999999998E-6</c:v>
                </c:pt>
                <c:pt idx="3829">
                  <c:v>6.3756100000000003E-6</c:v>
                </c:pt>
                <c:pt idx="3830">
                  <c:v>6.3680800000000004E-6</c:v>
                </c:pt>
                <c:pt idx="3831">
                  <c:v>6.3609000000000004E-6</c:v>
                </c:pt>
                <c:pt idx="3832">
                  <c:v>6.3534299999999996E-6</c:v>
                </c:pt>
                <c:pt idx="3833">
                  <c:v>6.3453699999999999E-6</c:v>
                </c:pt>
                <c:pt idx="3834">
                  <c:v>6.3371099999999997E-6</c:v>
                </c:pt>
                <c:pt idx="3835">
                  <c:v>6.3291799999999998E-6</c:v>
                </c:pt>
                <c:pt idx="3836">
                  <c:v>6.3213699999999998E-6</c:v>
                </c:pt>
                <c:pt idx="3837">
                  <c:v>6.31389E-6</c:v>
                </c:pt>
                <c:pt idx="3838">
                  <c:v>6.3062200000000004E-6</c:v>
                </c:pt>
                <c:pt idx="3839">
                  <c:v>6.2972999999999998E-6</c:v>
                </c:pt>
                <c:pt idx="3840">
                  <c:v>6.2887499999999997E-6</c:v>
                </c:pt>
                <c:pt idx="3841">
                  <c:v>6.2815199999999996E-6</c:v>
                </c:pt>
                <c:pt idx="3842">
                  <c:v>6.2742400000000003E-6</c:v>
                </c:pt>
                <c:pt idx="3843">
                  <c:v>6.2666399999999997E-6</c:v>
                </c:pt>
                <c:pt idx="3844">
                  <c:v>6.2590300000000001E-6</c:v>
                </c:pt>
                <c:pt idx="3845">
                  <c:v>6.2517200000000003E-6</c:v>
                </c:pt>
                <c:pt idx="3846">
                  <c:v>6.24451E-6</c:v>
                </c:pt>
                <c:pt idx="3847">
                  <c:v>6.2366300000000001E-6</c:v>
                </c:pt>
                <c:pt idx="3848">
                  <c:v>6.2284299999999999E-6</c:v>
                </c:pt>
                <c:pt idx="3849">
                  <c:v>6.2204300000000002E-6</c:v>
                </c:pt>
                <c:pt idx="3850">
                  <c:v>6.2125899999999998E-6</c:v>
                </c:pt>
                <c:pt idx="3851">
                  <c:v>6.2044000000000003E-6</c:v>
                </c:pt>
                <c:pt idx="3852">
                  <c:v>6.1967999999999997E-6</c:v>
                </c:pt>
                <c:pt idx="3853">
                  <c:v>6.1903800000000004E-6</c:v>
                </c:pt>
                <c:pt idx="3854">
                  <c:v>6.18397E-6</c:v>
                </c:pt>
                <c:pt idx="3855">
                  <c:v>6.1773500000000002E-6</c:v>
                </c:pt>
                <c:pt idx="3856">
                  <c:v>6.1706699999999997E-6</c:v>
                </c:pt>
                <c:pt idx="3857">
                  <c:v>6.1633699999999997E-6</c:v>
                </c:pt>
                <c:pt idx="3858">
                  <c:v>6.1554600000000004E-6</c:v>
                </c:pt>
                <c:pt idx="3859">
                  <c:v>6.1479500000000002E-6</c:v>
                </c:pt>
                <c:pt idx="3860">
                  <c:v>6.14107E-6</c:v>
                </c:pt>
                <c:pt idx="3861">
                  <c:v>6.1341000000000003E-6</c:v>
                </c:pt>
                <c:pt idx="3862">
                  <c:v>6.1265999999999999E-6</c:v>
                </c:pt>
                <c:pt idx="3863">
                  <c:v>6.1192300000000002E-6</c:v>
                </c:pt>
                <c:pt idx="3864">
                  <c:v>6.1122900000000001E-6</c:v>
                </c:pt>
                <c:pt idx="3865">
                  <c:v>6.1053099999999997E-6</c:v>
                </c:pt>
                <c:pt idx="3866">
                  <c:v>6.0986000000000004E-6</c:v>
                </c:pt>
                <c:pt idx="3867">
                  <c:v>6.0915900000000004E-6</c:v>
                </c:pt>
                <c:pt idx="3868">
                  <c:v>6.0840800000000002E-6</c:v>
                </c:pt>
                <c:pt idx="3869">
                  <c:v>6.0770999999999998E-6</c:v>
                </c:pt>
                <c:pt idx="3870">
                  <c:v>6.0708899999999999E-6</c:v>
                </c:pt>
                <c:pt idx="3871">
                  <c:v>6.0640400000000001E-6</c:v>
                </c:pt>
                <c:pt idx="3872">
                  <c:v>6.0564899999999997E-6</c:v>
                </c:pt>
                <c:pt idx="3873">
                  <c:v>6.0495899999999998E-6</c:v>
                </c:pt>
                <c:pt idx="3874">
                  <c:v>6.0429199999999999E-6</c:v>
                </c:pt>
                <c:pt idx="3875">
                  <c:v>6.0359199999999998E-6</c:v>
                </c:pt>
                <c:pt idx="3876">
                  <c:v>6.0288099999999996E-6</c:v>
                </c:pt>
                <c:pt idx="3877">
                  <c:v>6.0217600000000003E-6</c:v>
                </c:pt>
                <c:pt idx="3878">
                  <c:v>6.0150400000000003E-6</c:v>
                </c:pt>
                <c:pt idx="3879">
                  <c:v>6.0087099999999996E-6</c:v>
                </c:pt>
                <c:pt idx="3880">
                  <c:v>6.0026300000000003E-6</c:v>
                </c:pt>
                <c:pt idx="3881">
                  <c:v>5.9959200000000002E-6</c:v>
                </c:pt>
                <c:pt idx="3882">
                  <c:v>5.9885100000000002E-6</c:v>
                </c:pt>
                <c:pt idx="3883">
                  <c:v>5.9812700000000002E-6</c:v>
                </c:pt>
                <c:pt idx="3884">
                  <c:v>5.9745799999999998E-6</c:v>
                </c:pt>
                <c:pt idx="3885">
                  <c:v>5.9683600000000001E-6</c:v>
                </c:pt>
                <c:pt idx="3886">
                  <c:v>5.96222E-6</c:v>
                </c:pt>
                <c:pt idx="3887">
                  <c:v>5.9553899999999999E-6</c:v>
                </c:pt>
                <c:pt idx="3888">
                  <c:v>5.9483399999999997E-6</c:v>
                </c:pt>
                <c:pt idx="3889">
                  <c:v>5.9420099999999999E-6</c:v>
                </c:pt>
                <c:pt idx="3890">
                  <c:v>5.9356200000000001E-6</c:v>
                </c:pt>
                <c:pt idx="3891">
                  <c:v>5.9287200000000002E-6</c:v>
                </c:pt>
                <c:pt idx="3892">
                  <c:v>5.9215400000000002E-6</c:v>
                </c:pt>
                <c:pt idx="3893">
                  <c:v>5.9146699999999999E-6</c:v>
                </c:pt>
                <c:pt idx="3894">
                  <c:v>5.9089000000000003E-6</c:v>
                </c:pt>
                <c:pt idx="3895">
                  <c:v>5.9030899999999996E-6</c:v>
                </c:pt>
                <c:pt idx="3896">
                  <c:v>5.8967800000000003E-6</c:v>
                </c:pt>
                <c:pt idx="3897">
                  <c:v>5.8906E-6</c:v>
                </c:pt>
                <c:pt idx="3898">
                  <c:v>5.8841600000000001E-6</c:v>
                </c:pt>
                <c:pt idx="3899">
                  <c:v>5.8780299999999999E-6</c:v>
                </c:pt>
                <c:pt idx="3900">
                  <c:v>5.8719100000000003E-6</c:v>
                </c:pt>
                <c:pt idx="3901">
                  <c:v>5.8655E-6</c:v>
                </c:pt>
                <c:pt idx="3902">
                  <c:v>5.8586799999999998E-6</c:v>
                </c:pt>
                <c:pt idx="3903">
                  <c:v>5.8516300000000004E-6</c:v>
                </c:pt>
                <c:pt idx="3904">
                  <c:v>5.8456000000000004E-6</c:v>
                </c:pt>
                <c:pt idx="3905">
                  <c:v>5.8396099999999998E-6</c:v>
                </c:pt>
                <c:pt idx="3906">
                  <c:v>5.8336399999999998E-6</c:v>
                </c:pt>
                <c:pt idx="3907">
                  <c:v>5.8273699999999999E-6</c:v>
                </c:pt>
                <c:pt idx="3908">
                  <c:v>5.8201000000000004E-6</c:v>
                </c:pt>
                <c:pt idx="3909">
                  <c:v>5.8156900000000002E-6</c:v>
                </c:pt>
                <c:pt idx="3910">
                  <c:v>5.8138199999999998E-6</c:v>
                </c:pt>
                <c:pt idx="3911">
                  <c:v>5.8127999999999996E-6</c:v>
                </c:pt>
                <c:pt idx="3912">
                  <c:v>5.8091799999999997E-6</c:v>
                </c:pt>
                <c:pt idx="3913">
                  <c:v>5.8056799999999996E-6</c:v>
                </c:pt>
                <c:pt idx="3914">
                  <c:v>5.8036200000000003E-6</c:v>
                </c:pt>
                <c:pt idx="3915">
                  <c:v>5.79945E-6</c:v>
                </c:pt>
                <c:pt idx="3916">
                  <c:v>5.7932900000000002E-6</c:v>
                </c:pt>
                <c:pt idx="3917">
                  <c:v>5.7863599999999999E-6</c:v>
                </c:pt>
                <c:pt idx="3918">
                  <c:v>5.7789699999999997E-6</c:v>
                </c:pt>
                <c:pt idx="3919">
                  <c:v>5.7713400000000004E-6</c:v>
                </c:pt>
                <c:pt idx="3920">
                  <c:v>5.7628199999999998E-6</c:v>
                </c:pt>
                <c:pt idx="3921">
                  <c:v>5.7533200000000002E-6</c:v>
                </c:pt>
                <c:pt idx="3922">
                  <c:v>5.7440800000000001E-6</c:v>
                </c:pt>
                <c:pt idx="3923">
                  <c:v>5.7357300000000004E-6</c:v>
                </c:pt>
                <c:pt idx="3924">
                  <c:v>5.7285700000000001E-6</c:v>
                </c:pt>
                <c:pt idx="3925">
                  <c:v>5.72151E-6</c:v>
                </c:pt>
                <c:pt idx="3926">
                  <c:v>5.7140800000000004E-6</c:v>
                </c:pt>
                <c:pt idx="3927">
                  <c:v>5.7072199999999999E-6</c:v>
                </c:pt>
                <c:pt idx="3928">
                  <c:v>5.7008599999999997E-6</c:v>
                </c:pt>
                <c:pt idx="3929">
                  <c:v>5.6943599999999998E-6</c:v>
                </c:pt>
                <c:pt idx="3930">
                  <c:v>5.6874199999999997E-6</c:v>
                </c:pt>
                <c:pt idx="3931">
                  <c:v>5.6810299999999999E-6</c:v>
                </c:pt>
                <c:pt idx="3932">
                  <c:v>5.6746200000000004E-6</c:v>
                </c:pt>
                <c:pt idx="3933">
                  <c:v>5.6682000000000002E-6</c:v>
                </c:pt>
                <c:pt idx="3934">
                  <c:v>5.6624799999999999E-6</c:v>
                </c:pt>
                <c:pt idx="3935">
                  <c:v>5.6566000000000002E-6</c:v>
                </c:pt>
                <c:pt idx="3936">
                  <c:v>5.6502599999999997E-6</c:v>
                </c:pt>
                <c:pt idx="3937">
                  <c:v>5.6437599999999998E-6</c:v>
                </c:pt>
                <c:pt idx="3938">
                  <c:v>5.6379200000000004E-6</c:v>
                </c:pt>
                <c:pt idx="3939">
                  <c:v>5.6322900000000004E-6</c:v>
                </c:pt>
                <c:pt idx="3940">
                  <c:v>5.6264299999999996E-6</c:v>
                </c:pt>
                <c:pt idx="3941">
                  <c:v>5.6208999999999998E-6</c:v>
                </c:pt>
                <c:pt idx="3942">
                  <c:v>5.6150800000000001E-6</c:v>
                </c:pt>
                <c:pt idx="3943">
                  <c:v>5.6080600000000003E-6</c:v>
                </c:pt>
                <c:pt idx="3944">
                  <c:v>5.6013400000000003E-6</c:v>
                </c:pt>
                <c:pt idx="3945">
                  <c:v>5.5954200000000004E-6</c:v>
                </c:pt>
                <c:pt idx="3946">
                  <c:v>5.58878E-6</c:v>
                </c:pt>
                <c:pt idx="3947">
                  <c:v>5.5822800000000002E-6</c:v>
                </c:pt>
                <c:pt idx="3948">
                  <c:v>5.5773300000000004E-6</c:v>
                </c:pt>
                <c:pt idx="3949">
                  <c:v>5.5720000000000002E-6</c:v>
                </c:pt>
                <c:pt idx="3950">
                  <c:v>5.5654500000000002E-6</c:v>
                </c:pt>
                <c:pt idx="3951">
                  <c:v>5.5589799999999999E-6</c:v>
                </c:pt>
                <c:pt idx="3952">
                  <c:v>5.5527500000000003E-6</c:v>
                </c:pt>
                <c:pt idx="3953">
                  <c:v>5.5473899999999998E-6</c:v>
                </c:pt>
                <c:pt idx="3954">
                  <c:v>5.5416200000000001E-6</c:v>
                </c:pt>
                <c:pt idx="3955">
                  <c:v>5.5349299999999997E-6</c:v>
                </c:pt>
                <c:pt idx="3956">
                  <c:v>5.52871E-6</c:v>
                </c:pt>
                <c:pt idx="3957">
                  <c:v>5.5226600000000002E-6</c:v>
                </c:pt>
                <c:pt idx="3958">
                  <c:v>5.5166699999999996E-6</c:v>
                </c:pt>
                <c:pt idx="3959">
                  <c:v>5.5103899999999999E-6</c:v>
                </c:pt>
                <c:pt idx="3960">
                  <c:v>5.5043199999999997E-6</c:v>
                </c:pt>
                <c:pt idx="3961">
                  <c:v>5.49792E-6</c:v>
                </c:pt>
                <c:pt idx="3962">
                  <c:v>5.4910100000000003E-6</c:v>
                </c:pt>
                <c:pt idx="3963">
                  <c:v>5.4851199999999999E-6</c:v>
                </c:pt>
                <c:pt idx="3964">
                  <c:v>5.4796799999999997E-6</c:v>
                </c:pt>
                <c:pt idx="3965">
                  <c:v>5.4741800000000003E-6</c:v>
                </c:pt>
                <c:pt idx="3966">
                  <c:v>5.4679699999999996E-6</c:v>
                </c:pt>
                <c:pt idx="3967">
                  <c:v>5.4616200000000001E-6</c:v>
                </c:pt>
                <c:pt idx="3968">
                  <c:v>5.4563200000000003E-6</c:v>
                </c:pt>
                <c:pt idx="3969">
                  <c:v>5.4505800000000003E-6</c:v>
                </c:pt>
                <c:pt idx="3970">
                  <c:v>5.4441899999999996E-6</c:v>
                </c:pt>
                <c:pt idx="3971">
                  <c:v>5.4380700000000001E-6</c:v>
                </c:pt>
                <c:pt idx="3972">
                  <c:v>5.43216E-6</c:v>
                </c:pt>
                <c:pt idx="3973">
                  <c:v>5.4258099999999996E-6</c:v>
                </c:pt>
                <c:pt idx="3974">
                  <c:v>5.4200099999999996E-6</c:v>
                </c:pt>
                <c:pt idx="3975">
                  <c:v>5.4141000000000004E-6</c:v>
                </c:pt>
                <c:pt idx="3976">
                  <c:v>5.40775E-6</c:v>
                </c:pt>
                <c:pt idx="3977">
                  <c:v>5.40235E-6</c:v>
                </c:pt>
                <c:pt idx="3978">
                  <c:v>5.39707E-6</c:v>
                </c:pt>
                <c:pt idx="3979">
                  <c:v>5.3910300000000001E-6</c:v>
                </c:pt>
                <c:pt idx="3980">
                  <c:v>5.3842400000000003E-6</c:v>
                </c:pt>
                <c:pt idx="3981">
                  <c:v>5.3782999999999998E-6</c:v>
                </c:pt>
                <c:pt idx="3982">
                  <c:v>5.3731299999999998E-6</c:v>
                </c:pt>
                <c:pt idx="3983">
                  <c:v>5.3678300000000001E-6</c:v>
                </c:pt>
                <c:pt idx="3984">
                  <c:v>5.3624800000000002E-6</c:v>
                </c:pt>
                <c:pt idx="3985">
                  <c:v>5.3567199999999996E-6</c:v>
                </c:pt>
                <c:pt idx="3986">
                  <c:v>5.35072E-6</c:v>
                </c:pt>
                <c:pt idx="3987">
                  <c:v>5.3447400000000001E-6</c:v>
                </c:pt>
                <c:pt idx="3988">
                  <c:v>5.3388600000000004E-6</c:v>
                </c:pt>
                <c:pt idx="3989">
                  <c:v>5.33332E-6</c:v>
                </c:pt>
                <c:pt idx="3990">
                  <c:v>5.3274E-6</c:v>
                </c:pt>
                <c:pt idx="3991">
                  <c:v>5.3214399999999998E-6</c:v>
                </c:pt>
                <c:pt idx="3992">
                  <c:v>5.3159799999999999E-6</c:v>
                </c:pt>
                <c:pt idx="3993">
                  <c:v>5.31017E-6</c:v>
                </c:pt>
                <c:pt idx="3994">
                  <c:v>5.3041599999999997E-6</c:v>
                </c:pt>
                <c:pt idx="3995">
                  <c:v>5.29828E-6</c:v>
                </c:pt>
                <c:pt idx="3996">
                  <c:v>5.2923299999999997E-6</c:v>
                </c:pt>
                <c:pt idx="3997">
                  <c:v>5.28628E-6</c:v>
                </c:pt>
                <c:pt idx="3998">
                  <c:v>5.2802599999999998E-6</c:v>
                </c:pt>
                <c:pt idx="3999">
                  <c:v>5.2745899999999996E-6</c:v>
                </c:pt>
              </c:numCache>
            </c:numRef>
          </c:xVal>
          <c:yVal>
            <c:numRef>
              <c:f>'0.6M 10% NS'!$G$26:$G$4025</c:f>
              <c:numCache>
                <c:formatCode>0.0</c:formatCode>
                <c:ptCount val="4000"/>
                <c:pt idx="0">
                  <c:v>0.49945800000000001</c:v>
                </c:pt>
                <c:pt idx="1">
                  <c:v>0.49947599999999998</c:v>
                </c:pt>
                <c:pt idx="2">
                  <c:v>0.499807</c:v>
                </c:pt>
                <c:pt idx="3">
                  <c:v>0.50024500000000005</c:v>
                </c:pt>
                <c:pt idx="4">
                  <c:v>0.50072499999999998</c:v>
                </c:pt>
                <c:pt idx="5">
                  <c:v>0.50121899999999997</c:v>
                </c:pt>
                <c:pt idx="6">
                  <c:v>0.50171699999999997</c:v>
                </c:pt>
                <c:pt idx="7">
                  <c:v>0.50221700000000002</c:v>
                </c:pt>
                <c:pt idx="8">
                  <c:v>0.50271600000000005</c:v>
                </c:pt>
                <c:pt idx="9">
                  <c:v>0.50321499999999997</c:v>
                </c:pt>
                <c:pt idx="10">
                  <c:v>0.50371500000000002</c:v>
                </c:pt>
                <c:pt idx="11">
                  <c:v>0.50421499999999997</c:v>
                </c:pt>
                <c:pt idx="12">
                  <c:v>0.50471600000000005</c:v>
                </c:pt>
                <c:pt idx="13">
                  <c:v>0.50521700000000003</c:v>
                </c:pt>
                <c:pt idx="14">
                  <c:v>0.50571600000000005</c:v>
                </c:pt>
                <c:pt idx="15">
                  <c:v>0.506216</c:v>
                </c:pt>
                <c:pt idx="16">
                  <c:v>0.50671699999999997</c:v>
                </c:pt>
                <c:pt idx="17">
                  <c:v>0.50721799999999995</c:v>
                </c:pt>
                <c:pt idx="18">
                  <c:v>0.50771900000000003</c:v>
                </c:pt>
                <c:pt idx="19">
                  <c:v>0.50821899999999998</c:v>
                </c:pt>
                <c:pt idx="20">
                  <c:v>0.508718</c:v>
                </c:pt>
                <c:pt idx="21">
                  <c:v>0.50921799999999995</c:v>
                </c:pt>
                <c:pt idx="22">
                  <c:v>0.509718</c:v>
                </c:pt>
                <c:pt idx="23">
                  <c:v>0.51021700000000003</c:v>
                </c:pt>
                <c:pt idx="24">
                  <c:v>0.51071699999999998</c:v>
                </c:pt>
                <c:pt idx="25">
                  <c:v>0.51121700000000003</c:v>
                </c:pt>
                <c:pt idx="26">
                  <c:v>0.51171699999999998</c:v>
                </c:pt>
                <c:pt idx="27">
                  <c:v>0.512216</c:v>
                </c:pt>
                <c:pt idx="28">
                  <c:v>0.51271500000000003</c:v>
                </c:pt>
                <c:pt idx="29">
                  <c:v>0.51321399999999995</c:v>
                </c:pt>
                <c:pt idx="30">
                  <c:v>0.513714</c:v>
                </c:pt>
                <c:pt idx="31">
                  <c:v>0.51421600000000001</c:v>
                </c:pt>
                <c:pt idx="32">
                  <c:v>0.51471699999999998</c:v>
                </c:pt>
                <c:pt idx="33">
                  <c:v>0.51521799999999995</c:v>
                </c:pt>
                <c:pt idx="34">
                  <c:v>0.51571800000000001</c:v>
                </c:pt>
                <c:pt idx="35">
                  <c:v>0.51621899999999998</c:v>
                </c:pt>
                <c:pt idx="36">
                  <c:v>0.51671900000000004</c:v>
                </c:pt>
                <c:pt idx="37">
                  <c:v>0.51721799999999996</c:v>
                </c:pt>
                <c:pt idx="38">
                  <c:v>0.51771699999999998</c:v>
                </c:pt>
                <c:pt idx="39">
                  <c:v>0.51821499999999998</c:v>
                </c:pt>
                <c:pt idx="40">
                  <c:v>0.51871500000000004</c:v>
                </c:pt>
                <c:pt idx="41">
                  <c:v>0.51921600000000001</c:v>
                </c:pt>
                <c:pt idx="42">
                  <c:v>0.51971599999999996</c:v>
                </c:pt>
                <c:pt idx="43">
                  <c:v>0.52021499999999998</c:v>
                </c:pt>
                <c:pt idx="44">
                  <c:v>0.52071400000000001</c:v>
                </c:pt>
                <c:pt idx="45">
                  <c:v>0.52121399999999996</c:v>
                </c:pt>
                <c:pt idx="46">
                  <c:v>0.52171500000000004</c:v>
                </c:pt>
                <c:pt idx="47">
                  <c:v>0.52221399999999996</c:v>
                </c:pt>
                <c:pt idx="48">
                  <c:v>0.52271299999999998</c:v>
                </c:pt>
                <c:pt idx="49">
                  <c:v>0.52321200000000001</c:v>
                </c:pt>
                <c:pt idx="50">
                  <c:v>0.52371199999999996</c:v>
                </c:pt>
                <c:pt idx="51">
                  <c:v>0.52421399999999996</c:v>
                </c:pt>
                <c:pt idx="52">
                  <c:v>0.52471400000000001</c:v>
                </c:pt>
                <c:pt idx="53">
                  <c:v>0.52521300000000004</c:v>
                </c:pt>
                <c:pt idx="54">
                  <c:v>0.52571299999999999</c:v>
                </c:pt>
                <c:pt idx="55">
                  <c:v>0.52621499999999999</c:v>
                </c:pt>
                <c:pt idx="56">
                  <c:v>0.52671500000000004</c:v>
                </c:pt>
                <c:pt idx="57">
                  <c:v>0.52721499999999999</c:v>
                </c:pt>
                <c:pt idx="58">
                  <c:v>0.52771299999999999</c:v>
                </c:pt>
                <c:pt idx="59">
                  <c:v>0.52821099999999999</c:v>
                </c:pt>
                <c:pt idx="60">
                  <c:v>0.52871100000000004</c:v>
                </c:pt>
                <c:pt idx="61">
                  <c:v>0.52920999999999996</c:v>
                </c:pt>
                <c:pt idx="62">
                  <c:v>0.52970899999999999</c:v>
                </c:pt>
                <c:pt idx="63">
                  <c:v>0.53020800000000001</c:v>
                </c:pt>
                <c:pt idx="64">
                  <c:v>0.53070700000000004</c:v>
                </c:pt>
                <c:pt idx="65">
                  <c:v>0.53120900000000004</c:v>
                </c:pt>
                <c:pt idx="66">
                  <c:v>0.53171000000000002</c:v>
                </c:pt>
                <c:pt idx="67">
                  <c:v>0.53221099999999999</c:v>
                </c:pt>
                <c:pt idx="68">
                  <c:v>0.53271100000000005</c:v>
                </c:pt>
                <c:pt idx="69">
                  <c:v>0.53320999999999996</c:v>
                </c:pt>
                <c:pt idx="70">
                  <c:v>0.53371100000000005</c:v>
                </c:pt>
                <c:pt idx="71">
                  <c:v>0.53421200000000002</c:v>
                </c:pt>
                <c:pt idx="72">
                  <c:v>0.53471199999999997</c:v>
                </c:pt>
                <c:pt idx="73">
                  <c:v>0.53521099999999999</c:v>
                </c:pt>
                <c:pt idx="74">
                  <c:v>0.53571100000000005</c:v>
                </c:pt>
                <c:pt idx="75">
                  <c:v>0.53621099999999999</c:v>
                </c:pt>
                <c:pt idx="76">
                  <c:v>0.53671000000000002</c:v>
                </c:pt>
                <c:pt idx="77">
                  <c:v>0.53720800000000002</c:v>
                </c:pt>
                <c:pt idx="78">
                  <c:v>0.53770799999999996</c:v>
                </c:pt>
                <c:pt idx="79">
                  <c:v>0.53820800000000002</c:v>
                </c:pt>
                <c:pt idx="80">
                  <c:v>0.53870799999999996</c:v>
                </c:pt>
                <c:pt idx="81">
                  <c:v>0.53920800000000002</c:v>
                </c:pt>
                <c:pt idx="82">
                  <c:v>0.53970799999999997</c:v>
                </c:pt>
                <c:pt idx="83">
                  <c:v>0.54020800000000002</c:v>
                </c:pt>
                <c:pt idx="84">
                  <c:v>0.54070799999999997</c:v>
                </c:pt>
                <c:pt idx="85">
                  <c:v>0.54120900000000005</c:v>
                </c:pt>
                <c:pt idx="86">
                  <c:v>0.54171000000000002</c:v>
                </c:pt>
                <c:pt idx="87">
                  <c:v>0.54220900000000005</c:v>
                </c:pt>
                <c:pt idx="88">
                  <c:v>0.54270799999999997</c:v>
                </c:pt>
                <c:pt idx="89">
                  <c:v>0.54320900000000005</c:v>
                </c:pt>
                <c:pt idx="90">
                  <c:v>0.54371100000000006</c:v>
                </c:pt>
                <c:pt idx="91">
                  <c:v>0.544211</c:v>
                </c:pt>
                <c:pt idx="92">
                  <c:v>0.54471000000000003</c:v>
                </c:pt>
                <c:pt idx="93">
                  <c:v>0.54520900000000005</c:v>
                </c:pt>
                <c:pt idx="94">
                  <c:v>0.545709</c:v>
                </c:pt>
                <c:pt idx="95">
                  <c:v>0.54620899999999994</c:v>
                </c:pt>
                <c:pt idx="96">
                  <c:v>0.546709</c:v>
                </c:pt>
                <c:pt idx="97">
                  <c:v>0.54720800000000003</c:v>
                </c:pt>
                <c:pt idx="98">
                  <c:v>0.54770600000000003</c:v>
                </c:pt>
                <c:pt idx="99">
                  <c:v>0.548207</c:v>
                </c:pt>
                <c:pt idx="100">
                  <c:v>0.54870699999999994</c:v>
                </c:pt>
                <c:pt idx="101">
                  <c:v>0.54920800000000003</c:v>
                </c:pt>
                <c:pt idx="102">
                  <c:v>0.54970799999999997</c:v>
                </c:pt>
                <c:pt idx="103">
                  <c:v>0.55020800000000003</c:v>
                </c:pt>
                <c:pt idx="104">
                  <c:v>0.55070799999999998</c:v>
                </c:pt>
                <c:pt idx="105">
                  <c:v>0.551207</c:v>
                </c:pt>
                <c:pt idx="106">
                  <c:v>0.551705</c:v>
                </c:pt>
                <c:pt idx="107">
                  <c:v>0.55220400000000003</c:v>
                </c:pt>
                <c:pt idx="108">
                  <c:v>0.55270300000000006</c:v>
                </c:pt>
                <c:pt idx="109">
                  <c:v>0.553203</c:v>
                </c:pt>
                <c:pt idx="110">
                  <c:v>0.55370399999999997</c:v>
                </c:pt>
                <c:pt idx="111">
                  <c:v>0.55420400000000003</c:v>
                </c:pt>
                <c:pt idx="112">
                  <c:v>0.55470200000000003</c:v>
                </c:pt>
                <c:pt idx="113">
                  <c:v>0.55520099999999994</c:v>
                </c:pt>
                <c:pt idx="114">
                  <c:v>0.55569999999999997</c:v>
                </c:pt>
                <c:pt idx="115">
                  <c:v>0.55619799999999997</c:v>
                </c:pt>
                <c:pt idx="116">
                  <c:v>0.556697</c:v>
                </c:pt>
                <c:pt idx="117">
                  <c:v>0.557195</c:v>
                </c:pt>
                <c:pt idx="118">
                  <c:v>0.55769400000000002</c:v>
                </c:pt>
                <c:pt idx="119">
                  <c:v>0.558195</c:v>
                </c:pt>
                <c:pt idx="120">
                  <c:v>0.558697</c:v>
                </c:pt>
                <c:pt idx="121">
                  <c:v>0.55919799999999997</c:v>
                </c:pt>
                <c:pt idx="122">
                  <c:v>0.55969800000000003</c:v>
                </c:pt>
                <c:pt idx="123">
                  <c:v>0.56019799999999997</c:v>
                </c:pt>
                <c:pt idx="124">
                  <c:v>0.56069899999999995</c:v>
                </c:pt>
                <c:pt idx="125">
                  <c:v>0.56119699999999995</c:v>
                </c:pt>
                <c:pt idx="126">
                  <c:v>0.56169500000000006</c:v>
                </c:pt>
                <c:pt idx="127">
                  <c:v>0.56219300000000005</c:v>
                </c:pt>
                <c:pt idx="128">
                  <c:v>0.562693</c:v>
                </c:pt>
                <c:pt idx="129">
                  <c:v>0.56319300000000005</c:v>
                </c:pt>
                <c:pt idx="130">
                  <c:v>0.56369499999999995</c:v>
                </c:pt>
                <c:pt idx="131">
                  <c:v>0.564195</c:v>
                </c:pt>
                <c:pt idx="132">
                  <c:v>0.56469499999999995</c:v>
                </c:pt>
                <c:pt idx="133">
                  <c:v>0.56519600000000003</c:v>
                </c:pt>
                <c:pt idx="134">
                  <c:v>0.56569800000000003</c:v>
                </c:pt>
                <c:pt idx="135">
                  <c:v>0.56619900000000001</c:v>
                </c:pt>
                <c:pt idx="136">
                  <c:v>0.56669800000000004</c:v>
                </c:pt>
                <c:pt idx="137">
                  <c:v>0.56719600000000003</c:v>
                </c:pt>
                <c:pt idx="138">
                  <c:v>0.56769599999999998</c:v>
                </c:pt>
                <c:pt idx="139">
                  <c:v>0.56819799999999998</c:v>
                </c:pt>
                <c:pt idx="140">
                  <c:v>0.56869899999999995</c:v>
                </c:pt>
                <c:pt idx="141">
                  <c:v>0.56919799999999998</c:v>
                </c:pt>
                <c:pt idx="142">
                  <c:v>0.56969700000000001</c:v>
                </c:pt>
                <c:pt idx="143">
                  <c:v>0.57019799999999998</c:v>
                </c:pt>
                <c:pt idx="144">
                  <c:v>0.57069800000000004</c:v>
                </c:pt>
                <c:pt idx="145">
                  <c:v>0.57119600000000004</c:v>
                </c:pt>
                <c:pt idx="146">
                  <c:v>0.57169400000000004</c:v>
                </c:pt>
                <c:pt idx="147">
                  <c:v>0.57219299999999995</c:v>
                </c:pt>
                <c:pt idx="148">
                  <c:v>0.57269300000000001</c:v>
                </c:pt>
                <c:pt idx="149">
                  <c:v>0.57319200000000003</c:v>
                </c:pt>
                <c:pt idx="150">
                  <c:v>0.57369199999999998</c:v>
                </c:pt>
                <c:pt idx="151">
                  <c:v>0.57419200000000004</c:v>
                </c:pt>
                <c:pt idx="152">
                  <c:v>0.57469199999999998</c:v>
                </c:pt>
                <c:pt idx="153">
                  <c:v>0.57519299999999995</c:v>
                </c:pt>
                <c:pt idx="154">
                  <c:v>0.57569199999999998</c:v>
                </c:pt>
                <c:pt idx="155">
                  <c:v>0.57618999999999998</c:v>
                </c:pt>
                <c:pt idx="156">
                  <c:v>0.57668799999999998</c:v>
                </c:pt>
                <c:pt idx="157">
                  <c:v>0.57718800000000003</c:v>
                </c:pt>
                <c:pt idx="158">
                  <c:v>0.57768900000000001</c:v>
                </c:pt>
                <c:pt idx="159">
                  <c:v>0.57818999999999998</c:v>
                </c:pt>
                <c:pt idx="160">
                  <c:v>0.57869000000000004</c:v>
                </c:pt>
                <c:pt idx="161">
                  <c:v>0.57918999999999998</c:v>
                </c:pt>
                <c:pt idx="162">
                  <c:v>0.57969000000000004</c:v>
                </c:pt>
                <c:pt idx="163">
                  <c:v>0.58019100000000001</c:v>
                </c:pt>
                <c:pt idx="164">
                  <c:v>0.58069099999999996</c:v>
                </c:pt>
                <c:pt idx="165">
                  <c:v>0.58119100000000001</c:v>
                </c:pt>
                <c:pt idx="166">
                  <c:v>0.58169000000000004</c:v>
                </c:pt>
                <c:pt idx="167">
                  <c:v>0.58218899999999996</c:v>
                </c:pt>
                <c:pt idx="168">
                  <c:v>0.58269000000000004</c:v>
                </c:pt>
                <c:pt idx="169">
                  <c:v>0.58318999999999999</c:v>
                </c:pt>
                <c:pt idx="170">
                  <c:v>0.58369000000000004</c:v>
                </c:pt>
                <c:pt idx="171">
                  <c:v>0.58418899999999996</c:v>
                </c:pt>
                <c:pt idx="172">
                  <c:v>0.58469000000000004</c:v>
                </c:pt>
                <c:pt idx="173">
                  <c:v>0.58519100000000002</c:v>
                </c:pt>
                <c:pt idx="174">
                  <c:v>0.58569099999999996</c:v>
                </c:pt>
                <c:pt idx="175">
                  <c:v>0.58618899999999996</c:v>
                </c:pt>
                <c:pt idx="176">
                  <c:v>0.58668699999999996</c:v>
                </c:pt>
                <c:pt idx="177">
                  <c:v>0.58718700000000001</c:v>
                </c:pt>
                <c:pt idx="178">
                  <c:v>0.58768699999999996</c:v>
                </c:pt>
                <c:pt idx="179">
                  <c:v>0.58818700000000002</c:v>
                </c:pt>
                <c:pt idx="180">
                  <c:v>0.58868699999999996</c:v>
                </c:pt>
                <c:pt idx="181">
                  <c:v>0.58918700000000002</c:v>
                </c:pt>
                <c:pt idx="182">
                  <c:v>0.58968699999999996</c:v>
                </c:pt>
                <c:pt idx="183">
                  <c:v>0.59018800000000005</c:v>
                </c:pt>
                <c:pt idx="184">
                  <c:v>0.59068799999999999</c:v>
                </c:pt>
                <c:pt idx="185">
                  <c:v>0.59118599999999999</c:v>
                </c:pt>
                <c:pt idx="186">
                  <c:v>0.59168600000000005</c:v>
                </c:pt>
                <c:pt idx="187">
                  <c:v>0.59218599999999999</c:v>
                </c:pt>
                <c:pt idx="188">
                  <c:v>0.59268699999999996</c:v>
                </c:pt>
                <c:pt idx="189">
                  <c:v>0.59318700000000002</c:v>
                </c:pt>
                <c:pt idx="190">
                  <c:v>0.59368600000000005</c:v>
                </c:pt>
                <c:pt idx="191">
                  <c:v>0.59418599999999999</c:v>
                </c:pt>
                <c:pt idx="192">
                  <c:v>0.59468600000000005</c:v>
                </c:pt>
                <c:pt idx="193">
                  <c:v>0.59518499999999996</c:v>
                </c:pt>
                <c:pt idx="194">
                  <c:v>0.59568299999999996</c:v>
                </c:pt>
                <c:pt idx="195">
                  <c:v>0.59618099999999996</c:v>
                </c:pt>
                <c:pt idx="196">
                  <c:v>0.59667899999999996</c:v>
                </c:pt>
                <c:pt idx="197">
                  <c:v>0.59717799999999999</c:v>
                </c:pt>
                <c:pt idx="198">
                  <c:v>0.59767700000000001</c:v>
                </c:pt>
                <c:pt idx="199">
                  <c:v>0.59817699999999996</c:v>
                </c:pt>
                <c:pt idx="200">
                  <c:v>0.59867599999999999</c:v>
                </c:pt>
                <c:pt idx="201">
                  <c:v>0.59917799999999999</c:v>
                </c:pt>
                <c:pt idx="202">
                  <c:v>0.59967999999999999</c:v>
                </c:pt>
                <c:pt idx="203">
                  <c:v>0.60018099999999996</c:v>
                </c:pt>
                <c:pt idx="204">
                  <c:v>0.60068100000000002</c:v>
                </c:pt>
                <c:pt idx="205">
                  <c:v>0.60118000000000005</c:v>
                </c:pt>
                <c:pt idx="206">
                  <c:v>0.60167999999999999</c:v>
                </c:pt>
                <c:pt idx="207">
                  <c:v>0.60218099999999997</c:v>
                </c:pt>
                <c:pt idx="208">
                  <c:v>0.60268200000000005</c:v>
                </c:pt>
                <c:pt idx="209">
                  <c:v>0.60318300000000002</c:v>
                </c:pt>
                <c:pt idx="210">
                  <c:v>0.603684</c:v>
                </c:pt>
                <c:pt idx="211">
                  <c:v>0.60418499999999997</c:v>
                </c:pt>
                <c:pt idx="212">
                  <c:v>0.60468599999999995</c:v>
                </c:pt>
                <c:pt idx="213">
                  <c:v>0.605186</c:v>
                </c:pt>
                <c:pt idx="214">
                  <c:v>0.605684</c:v>
                </c:pt>
                <c:pt idx="215">
                  <c:v>0.60618099999999997</c:v>
                </c:pt>
                <c:pt idx="216">
                  <c:v>0.60667899999999997</c:v>
                </c:pt>
                <c:pt idx="217">
                  <c:v>0.60718000000000005</c:v>
                </c:pt>
                <c:pt idx="218">
                  <c:v>0.60768</c:v>
                </c:pt>
                <c:pt idx="219">
                  <c:v>0.60818000000000005</c:v>
                </c:pt>
                <c:pt idx="220">
                  <c:v>0.60868</c:v>
                </c:pt>
                <c:pt idx="221">
                  <c:v>0.60918000000000005</c:v>
                </c:pt>
                <c:pt idx="222">
                  <c:v>0.60968100000000003</c:v>
                </c:pt>
                <c:pt idx="223">
                  <c:v>0.61018099999999997</c:v>
                </c:pt>
                <c:pt idx="224">
                  <c:v>0.61067899999999997</c:v>
                </c:pt>
                <c:pt idx="225">
                  <c:v>0.61117699999999997</c:v>
                </c:pt>
                <c:pt idx="226">
                  <c:v>0.611676</c:v>
                </c:pt>
                <c:pt idx="227">
                  <c:v>0.61217600000000005</c:v>
                </c:pt>
                <c:pt idx="228">
                  <c:v>0.612676</c:v>
                </c:pt>
                <c:pt idx="229">
                  <c:v>0.61317699999999997</c:v>
                </c:pt>
                <c:pt idx="230">
                  <c:v>0.61367700000000003</c:v>
                </c:pt>
                <c:pt idx="231">
                  <c:v>0.61417900000000003</c:v>
                </c:pt>
                <c:pt idx="232">
                  <c:v>0.61468</c:v>
                </c:pt>
                <c:pt idx="233">
                  <c:v>0.615178</c:v>
                </c:pt>
                <c:pt idx="234">
                  <c:v>0.615676</c:v>
                </c:pt>
                <c:pt idx="235">
                  <c:v>0.61617500000000003</c:v>
                </c:pt>
                <c:pt idx="236">
                  <c:v>0.61667499999999997</c:v>
                </c:pt>
                <c:pt idx="237">
                  <c:v>0.61717599999999995</c:v>
                </c:pt>
                <c:pt idx="238">
                  <c:v>0.617676</c:v>
                </c:pt>
                <c:pt idx="239">
                  <c:v>0.61817500000000003</c:v>
                </c:pt>
                <c:pt idx="240">
                  <c:v>0.61867499999999997</c:v>
                </c:pt>
                <c:pt idx="241">
                  <c:v>0.61917599999999995</c:v>
                </c:pt>
                <c:pt idx="242">
                  <c:v>0.61967700000000003</c:v>
                </c:pt>
                <c:pt idx="243">
                  <c:v>0.62017699999999998</c:v>
                </c:pt>
                <c:pt idx="244">
                  <c:v>0.62067600000000001</c:v>
                </c:pt>
                <c:pt idx="245">
                  <c:v>0.62117599999999995</c:v>
                </c:pt>
                <c:pt idx="246">
                  <c:v>0.62167700000000004</c:v>
                </c:pt>
                <c:pt idx="247">
                  <c:v>0.62217800000000001</c:v>
                </c:pt>
                <c:pt idx="248">
                  <c:v>0.62267899999999998</c:v>
                </c:pt>
                <c:pt idx="249">
                  <c:v>0.62317900000000004</c:v>
                </c:pt>
                <c:pt idx="250">
                  <c:v>0.62367899999999998</c:v>
                </c:pt>
                <c:pt idx="251">
                  <c:v>0.62418099999999999</c:v>
                </c:pt>
                <c:pt idx="252">
                  <c:v>0.62468299999999999</c:v>
                </c:pt>
                <c:pt idx="253">
                  <c:v>0.62518200000000002</c:v>
                </c:pt>
                <c:pt idx="254">
                  <c:v>0.62568100000000004</c:v>
                </c:pt>
                <c:pt idx="255">
                  <c:v>0.62617999999999996</c:v>
                </c:pt>
                <c:pt idx="256">
                  <c:v>0.62668000000000001</c:v>
                </c:pt>
                <c:pt idx="257">
                  <c:v>0.62717900000000004</c:v>
                </c:pt>
                <c:pt idx="258">
                  <c:v>0.62767799999999996</c:v>
                </c:pt>
                <c:pt idx="259">
                  <c:v>0.62817599999999996</c:v>
                </c:pt>
                <c:pt idx="260">
                  <c:v>0.62867499999999998</c:v>
                </c:pt>
                <c:pt idx="261">
                  <c:v>0.62917400000000001</c:v>
                </c:pt>
                <c:pt idx="262">
                  <c:v>0.62967399999999996</c:v>
                </c:pt>
                <c:pt idx="263">
                  <c:v>0.63017199999999995</c:v>
                </c:pt>
                <c:pt idx="264">
                  <c:v>0.63067099999999998</c:v>
                </c:pt>
                <c:pt idx="265">
                  <c:v>0.63117100000000004</c:v>
                </c:pt>
                <c:pt idx="266">
                  <c:v>0.63167200000000001</c:v>
                </c:pt>
                <c:pt idx="267">
                  <c:v>0.63217299999999998</c:v>
                </c:pt>
                <c:pt idx="268">
                  <c:v>0.63267300000000004</c:v>
                </c:pt>
                <c:pt idx="269">
                  <c:v>0.63317400000000001</c:v>
                </c:pt>
                <c:pt idx="270">
                  <c:v>0.63367499999999999</c:v>
                </c:pt>
                <c:pt idx="271">
                  <c:v>0.63417599999999996</c:v>
                </c:pt>
                <c:pt idx="272">
                  <c:v>0.63467499999999999</c:v>
                </c:pt>
                <c:pt idx="273">
                  <c:v>0.63517299999999999</c:v>
                </c:pt>
                <c:pt idx="274">
                  <c:v>0.63567200000000001</c:v>
                </c:pt>
                <c:pt idx="275">
                  <c:v>0.63617199999999996</c:v>
                </c:pt>
                <c:pt idx="276">
                  <c:v>0.63667300000000004</c:v>
                </c:pt>
                <c:pt idx="277">
                  <c:v>0.63717299999999999</c:v>
                </c:pt>
                <c:pt idx="278">
                  <c:v>0.63767200000000002</c:v>
                </c:pt>
                <c:pt idx="279">
                  <c:v>0.63817100000000004</c:v>
                </c:pt>
                <c:pt idx="280">
                  <c:v>0.63867099999999999</c:v>
                </c:pt>
                <c:pt idx="281">
                  <c:v>0.63917100000000004</c:v>
                </c:pt>
                <c:pt idx="282">
                  <c:v>0.63966999999999996</c:v>
                </c:pt>
                <c:pt idx="283">
                  <c:v>0.64016899999999999</c:v>
                </c:pt>
                <c:pt idx="284">
                  <c:v>0.64066800000000002</c:v>
                </c:pt>
                <c:pt idx="285">
                  <c:v>0.64116899999999999</c:v>
                </c:pt>
                <c:pt idx="286">
                  <c:v>0.64166900000000004</c:v>
                </c:pt>
                <c:pt idx="287">
                  <c:v>0.64216899999999999</c:v>
                </c:pt>
                <c:pt idx="288">
                  <c:v>0.64266900000000005</c:v>
                </c:pt>
                <c:pt idx="289">
                  <c:v>0.64316899999999999</c:v>
                </c:pt>
                <c:pt idx="290">
                  <c:v>0.64367099999999999</c:v>
                </c:pt>
                <c:pt idx="291">
                  <c:v>0.64417100000000005</c:v>
                </c:pt>
                <c:pt idx="292">
                  <c:v>0.64466999999999997</c:v>
                </c:pt>
                <c:pt idx="293">
                  <c:v>0.64516799999999996</c:v>
                </c:pt>
                <c:pt idx="294">
                  <c:v>0.64566699999999999</c:v>
                </c:pt>
                <c:pt idx="295">
                  <c:v>0.64616700000000005</c:v>
                </c:pt>
                <c:pt idx="296">
                  <c:v>0.64666699999999999</c:v>
                </c:pt>
                <c:pt idx="297">
                  <c:v>0.64716799999999997</c:v>
                </c:pt>
                <c:pt idx="298">
                  <c:v>0.64766800000000002</c:v>
                </c:pt>
                <c:pt idx="299">
                  <c:v>0.64816700000000005</c:v>
                </c:pt>
                <c:pt idx="300">
                  <c:v>0.64866800000000002</c:v>
                </c:pt>
                <c:pt idx="301">
                  <c:v>0.64916799999999997</c:v>
                </c:pt>
                <c:pt idx="302">
                  <c:v>0.64966699999999999</c:v>
                </c:pt>
                <c:pt idx="303">
                  <c:v>0.65016499999999999</c:v>
                </c:pt>
                <c:pt idx="304">
                  <c:v>0.65066500000000005</c:v>
                </c:pt>
                <c:pt idx="305">
                  <c:v>0.65116399999999997</c:v>
                </c:pt>
                <c:pt idx="306">
                  <c:v>0.65166400000000002</c:v>
                </c:pt>
                <c:pt idx="307">
                  <c:v>0.65216300000000005</c:v>
                </c:pt>
                <c:pt idx="308">
                  <c:v>0.65266299999999999</c:v>
                </c:pt>
                <c:pt idx="309">
                  <c:v>0.653165</c:v>
                </c:pt>
                <c:pt idx="310">
                  <c:v>0.65366599999999997</c:v>
                </c:pt>
                <c:pt idx="311">
                  <c:v>0.65416399999999997</c:v>
                </c:pt>
                <c:pt idx="312">
                  <c:v>0.65466299999999999</c:v>
                </c:pt>
                <c:pt idx="313">
                  <c:v>0.65516099999999999</c:v>
                </c:pt>
                <c:pt idx="314">
                  <c:v>0.65566100000000005</c:v>
                </c:pt>
                <c:pt idx="315">
                  <c:v>0.65616200000000002</c:v>
                </c:pt>
                <c:pt idx="316">
                  <c:v>0.65666199999999997</c:v>
                </c:pt>
                <c:pt idx="317">
                  <c:v>0.657161</c:v>
                </c:pt>
                <c:pt idx="318">
                  <c:v>0.65765899999999999</c:v>
                </c:pt>
                <c:pt idx="319">
                  <c:v>0.65815900000000005</c:v>
                </c:pt>
                <c:pt idx="320">
                  <c:v>0.65866000000000002</c:v>
                </c:pt>
                <c:pt idx="321">
                  <c:v>0.65915999999999997</c:v>
                </c:pt>
                <c:pt idx="322">
                  <c:v>0.659659</c:v>
                </c:pt>
                <c:pt idx="323">
                  <c:v>0.66015800000000002</c:v>
                </c:pt>
                <c:pt idx="324">
                  <c:v>0.660659</c:v>
                </c:pt>
                <c:pt idx="325">
                  <c:v>0.66115999999999997</c:v>
                </c:pt>
                <c:pt idx="326">
                  <c:v>0.66166100000000005</c:v>
                </c:pt>
                <c:pt idx="327">
                  <c:v>0.662161</c:v>
                </c:pt>
                <c:pt idx="328">
                  <c:v>0.66266199999999997</c:v>
                </c:pt>
                <c:pt idx="329">
                  <c:v>0.66316299999999995</c:v>
                </c:pt>
                <c:pt idx="330">
                  <c:v>0.663663</c:v>
                </c:pt>
                <c:pt idx="331">
                  <c:v>0.664161</c:v>
                </c:pt>
                <c:pt idx="332">
                  <c:v>0.664659</c:v>
                </c:pt>
                <c:pt idx="333">
                  <c:v>0.66515800000000003</c:v>
                </c:pt>
                <c:pt idx="334">
                  <c:v>0.66565700000000005</c:v>
                </c:pt>
                <c:pt idx="335">
                  <c:v>0.666157</c:v>
                </c:pt>
                <c:pt idx="336">
                  <c:v>0.66665700000000006</c:v>
                </c:pt>
                <c:pt idx="337">
                  <c:v>0.667157</c:v>
                </c:pt>
                <c:pt idx="338">
                  <c:v>0.66765799999999997</c:v>
                </c:pt>
                <c:pt idx="339">
                  <c:v>0.66815800000000003</c:v>
                </c:pt>
                <c:pt idx="340">
                  <c:v>0.66865799999999997</c:v>
                </c:pt>
                <c:pt idx="341">
                  <c:v>0.669157</c:v>
                </c:pt>
                <c:pt idx="342">
                  <c:v>0.66965600000000003</c:v>
                </c:pt>
                <c:pt idx="343">
                  <c:v>0.67015599999999997</c:v>
                </c:pt>
                <c:pt idx="344">
                  <c:v>0.67065699999999995</c:v>
                </c:pt>
                <c:pt idx="345">
                  <c:v>0.671157</c:v>
                </c:pt>
                <c:pt idx="346">
                  <c:v>0.67165600000000003</c:v>
                </c:pt>
                <c:pt idx="347">
                  <c:v>0.67215499999999995</c:v>
                </c:pt>
                <c:pt idx="348">
                  <c:v>0.67265600000000003</c:v>
                </c:pt>
                <c:pt idx="349">
                  <c:v>0.67315599999999998</c:v>
                </c:pt>
                <c:pt idx="350">
                  <c:v>0.673655</c:v>
                </c:pt>
                <c:pt idx="351">
                  <c:v>0.674153</c:v>
                </c:pt>
                <c:pt idx="352">
                  <c:v>0.67465200000000003</c:v>
                </c:pt>
                <c:pt idx="353">
                  <c:v>0.67515199999999997</c:v>
                </c:pt>
                <c:pt idx="354">
                  <c:v>0.67565200000000003</c:v>
                </c:pt>
                <c:pt idx="355">
                  <c:v>0.67615099999999995</c:v>
                </c:pt>
                <c:pt idx="356">
                  <c:v>0.67664999999999997</c:v>
                </c:pt>
                <c:pt idx="357">
                  <c:v>0.67715000000000003</c:v>
                </c:pt>
                <c:pt idx="358">
                  <c:v>0.67764999999999997</c:v>
                </c:pt>
                <c:pt idx="359">
                  <c:v>0.67815099999999995</c:v>
                </c:pt>
                <c:pt idx="360">
                  <c:v>0.67864999999999998</c:v>
                </c:pt>
                <c:pt idx="361">
                  <c:v>0.679149</c:v>
                </c:pt>
                <c:pt idx="362">
                  <c:v>0.67964800000000003</c:v>
                </c:pt>
                <c:pt idx="363">
                  <c:v>0.68015000000000003</c:v>
                </c:pt>
                <c:pt idx="364">
                  <c:v>0.68065100000000001</c:v>
                </c:pt>
                <c:pt idx="365">
                  <c:v>0.68115099999999995</c:v>
                </c:pt>
                <c:pt idx="366">
                  <c:v>0.68165100000000001</c:v>
                </c:pt>
                <c:pt idx="367">
                  <c:v>0.68215199999999998</c:v>
                </c:pt>
                <c:pt idx="368">
                  <c:v>0.68265399999999998</c:v>
                </c:pt>
                <c:pt idx="369">
                  <c:v>0.68315400000000004</c:v>
                </c:pt>
                <c:pt idx="370">
                  <c:v>0.68365299999999996</c:v>
                </c:pt>
                <c:pt idx="371">
                  <c:v>0.68415199999999998</c:v>
                </c:pt>
                <c:pt idx="372">
                  <c:v>0.68465100000000001</c:v>
                </c:pt>
                <c:pt idx="373">
                  <c:v>0.68515000000000004</c:v>
                </c:pt>
                <c:pt idx="374">
                  <c:v>0.68564999999999998</c:v>
                </c:pt>
                <c:pt idx="375">
                  <c:v>0.68614900000000001</c:v>
                </c:pt>
                <c:pt idx="376">
                  <c:v>0.68664899999999995</c:v>
                </c:pt>
                <c:pt idx="377">
                  <c:v>0.68714900000000001</c:v>
                </c:pt>
                <c:pt idx="378">
                  <c:v>0.68764999999999998</c:v>
                </c:pt>
                <c:pt idx="379">
                  <c:v>0.68814900000000001</c:v>
                </c:pt>
                <c:pt idx="380">
                  <c:v>0.68864800000000004</c:v>
                </c:pt>
                <c:pt idx="381">
                  <c:v>0.68914600000000004</c:v>
                </c:pt>
                <c:pt idx="382">
                  <c:v>0.68964599999999998</c:v>
                </c:pt>
                <c:pt idx="383">
                  <c:v>0.69014699999999995</c:v>
                </c:pt>
                <c:pt idx="384">
                  <c:v>0.69064700000000001</c:v>
                </c:pt>
                <c:pt idx="385">
                  <c:v>0.69114699999999996</c:v>
                </c:pt>
                <c:pt idx="386">
                  <c:v>0.69164700000000001</c:v>
                </c:pt>
                <c:pt idx="387">
                  <c:v>0.69214600000000004</c:v>
                </c:pt>
                <c:pt idx="388">
                  <c:v>0.69264499999999996</c:v>
                </c:pt>
                <c:pt idx="389">
                  <c:v>0.69314299999999995</c:v>
                </c:pt>
                <c:pt idx="390">
                  <c:v>0.69364099999999995</c:v>
                </c:pt>
                <c:pt idx="391">
                  <c:v>0.69413999999999998</c:v>
                </c:pt>
                <c:pt idx="392">
                  <c:v>0.69464000000000004</c:v>
                </c:pt>
                <c:pt idx="393">
                  <c:v>0.69514100000000001</c:v>
                </c:pt>
                <c:pt idx="394">
                  <c:v>0.69564099999999995</c:v>
                </c:pt>
                <c:pt idx="395">
                  <c:v>0.69614100000000001</c:v>
                </c:pt>
                <c:pt idx="396">
                  <c:v>0.69664199999999998</c:v>
                </c:pt>
                <c:pt idx="397">
                  <c:v>0.69714399999999999</c:v>
                </c:pt>
                <c:pt idx="398">
                  <c:v>0.69764599999999999</c:v>
                </c:pt>
                <c:pt idx="399">
                  <c:v>0.69814500000000002</c:v>
                </c:pt>
                <c:pt idx="400">
                  <c:v>0.69864499999999996</c:v>
                </c:pt>
                <c:pt idx="401">
                  <c:v>0.69914399999999999</c:v>
                </c:pt>
                <c:pt idx="402">
                  <c:v>0.69964499999999996</c:v>
                </c:pt>
                <c:pt idx="403">
                  <c:v>0.70014600000000005</c:v>
                </c:pt>
                <c:pt idx="404">
                  <c:v>0.70064700000000002</c:v>
                </c:pt>
                <c:pt idx="405">
                  <c:v>0.70114600000000005</c:v>
                </c:pt>
                <c:pt idx="406">
                  <c:v>0.70164599999999999</c:v>
                </c:pt>
                <c:pt idx="407">
                  <c:v>0.70214600000000005</c:v>
                </c:pt>
                <c:pt idx="408">
                  <c:v>0.70264700000000002</c:v>
                </c:pt>
                <c:pt idx="409">
                  <c:v>0.70314699999999997</c:v>
                </c:pt>
                <c:pt idx="410">
                  <c:v>0.70364499999999996</c:v>
                </c:pt>
                <c:pt idx="411">
                  <c:v>0.70414299999999996</c:v>
                </c:pt>
                <c:pt idx="412">
                  <c:v>0.70464300000000002</c:v>
                </c:pt>
                <c:pt idx="413">
                  <c:v>0.70514299999999996</c:v>
                </c:pt>
                <c:pt idx="414">
                  <c:v>0.70564300000000002</c:v>
                </c:pt>
                <c:pt idx="415">
                  <c:v>0.70614200000000005</c:v>
                </c:pt>
                <c:pt idx="416">
                  <c:v>0.70664099999999996</c:v>
                </c:pt>
                <c:pt idx="417">
                  <c:v>0.70714100000000002</c:v>
                </c:pt>
                <c:pt idx="418">
                  <c:v>0.70764000000000005</c:v>
                </c:pt>
                <c:pt idx="419">
                  <c:v>0.70813800000000005</c:v>
                </c:pt>
                <c:pt idx="420">
                  <c:v>0.70863699999999996</c:v>
                </c:pt>
                <c:pt idx="421">
                  <c:v>0.70913599999999999</c:v>
                </c:pt>
                <c:pt idx="422">
                  <c:v>0.70963799999999999</c:v>
                </c:pt>
                <c:pt idx="423">
                  <c:v>0.71013800000000005</c:v>
                </c:pt>
                <c:pt idx="424">
                  <c:v>0.71063900000000002</c:v>
                </c:pt>
                <c:pt idx="425">
                  <c:v>0.71113899999999997</c:v>
                </c:pt>
                <c:pt idx="426">
                  <c:v>0.71164000000000005</c:v>
                </c:pt>
                <c:pt idx="427">
                  <c:v>0.71214</c:v>
                </c:pt>
                <c:pt idx="428">
                  <c:v>0.71263900000000002</c:v>
                </c:pt>
                <c:pt idx="429">
                  <c:v>0.71313800000000005</c:v>
                </c:pt>
                <c:pt idx="430">
                  <c:v>0.71363600000000005</c:v>
                </c:pt>
                <c:pt idx="431">
                  <c:v>0.71413700000000002</c:v>
                </c:pt>
                <c:pt idx="432">
                  <c:v>0.714638</c:v>
                </c:pt>
                <c:pt idx="433">
                  <c:v>0.71513599999999999</c:v>
                </c:pt>
                <c:pt idx="434">
                  <c:v>0.71563500000000002</c:v>
                </c:pt>
                <c:pt idx="435">
                  <c:v>0.71613300000000002</c:v>
                </c:pt>
                <c:pt idx="436">
                  <c:v>0.71663299999999996</c:v>
                </c:pt>
                <c:pt idx="437">
                  <c:v>0.71713400000000005</c:v>
                </c:pt>
                <c:pt idx="438">
                  <c:v>0.71763399999999999</c:v>
                </c:pt>
                <c:pt idx="439">
                  <c:v>0.71813300000000002</c:v>
                </c:pt>
                <c:pt idx="440">
                  <c:v>0.71863200000000005</c:v>
                </c:pt>
                <c:pt idx="441">
                  <c:v>0.71913300000000002</c:v>
                </c:pt>
                <c:pt idx="442">
                  <c:v>0.719634</c:v>
                </c:pt>
                <c:pt idx="443">
                  <c:v>0.72013400000000005</c:v>
                </c:pt>
                <c:pt idx="444">
                  <c:v>0.720634</c:v>
                </c:pt>
                <c:pt idx="445">
                  <c:v>0.72113499999999997</c:v>
                </c:pt>
                <c:pt idx="446">
                  <c:v>0.72163699999999997</c:v>
                </c:pt>
                <c:pt idx="447">
                  <c:v>0.72213799999999995</c:v>
                </c:pt>
                <c:pt idx="448">
                  <c:v>0.72263699999999997</c:v>
                </c:pt>
                <c:pt idx="449">
                  <c:v>0.723136</c:v>
                </c:pt>
                <c:pt idx="450">
                  <c:v>0.72363500000000003</c:v>
                </c:pt>
                <c:pt idx="451">
                  <c:v>0.72413400000000006</c:v>
                </c:pt>
                <c:pt idx="452">
                  <c:v>0.724634</c:v>
                </c:pt>
                <c:pt idx="453">
                  <c:v>0.72513399999999995</c:v>
                </c:pt>
                <c:pt idx="454">
                  <c:v>0.72563299999999997</c:v>
                </c:pt>
                <c:pt idx="455">
                  <c:v>0.72613300000000003</c:v>
                </c:pt>
                <c:pt idx="456">
                  <c:v>0.72663299999999997</c:v>
                </c:pt>
                <c:pt idx="457">
                  <c:v>0.727132</c:v>
                </c:pt>
                <c:pt idx="458">
                  <c:v>0.72763</c:v>
                </c:pt>
                <c:pt idx="459">
                  <c:v>0.72813000000000005</c:v>
                </c:pt>
                <c:pt idx="460">
                  <c:v>0.72863</c:v>
                </c:pt>
                <c:pt idx="461">
                  <c:v>0.72913099999999997</c:v>
                </c:pt>
                <c:pt idx="462">
                  <c:v>0.72963</c:v>
                </c:pt>
                <c:pt idx="463">
                  <c:v>0.73012900000000003</c:v>
                </c:pt>
                <c:pt idx="464">
                  <c:v>0.73062899999999997</c:v>
                </c:pt>
                <c:pt idx="465">
                  <c:v>0.73112999999999995</c:v>
                </c:pt>
                <c:pt idx="466">
                  <c:v>0.73163</c:v>
                </c:pt>
                <c:pt idx="467">
                  <c:v>0.73212900000000003</c:v>
                </c:pt>
                <c:pt idx="468">
                  <c:v>0.73262700000000003</c:v>
                </c:pt>
                <c:pt idx="469">
                  <c:v>0.73312500000000003</c:v>
                </c:pt>
                <c:pt idx="470">
                  <c:v>0.73362400000000005</c:v>
                </c:pt>
                <c:pt idx="471">
                  <c:v>0.734124</c:v>
                </c:pt>
                <c:pt idx="472">
                  <c:v>0.73462300000000003</c:v>
                </c:pt>
                <c:pt idx="473">
                  <c:v>0.73512299999999997</c:v>
                </c:pt>
                <c:pt idx="474">
                  <c:v>0.73562300000000003</c:v>
                </c:pt>
                <c:pt idx="475">
                  <c:v>0.736124</c:v>
                </c:pt>
                <c:pt idx="476">
                  <c:v>0.73662499999999997</c:v>
                </c:pt>
                <c:pt idx="477">
                  <c:v>0.73712500000000003</c:v>
                </c:pt>
                <c:pt idx="478">
                  <c:v>0.73762499999999998</c:v>
                </c:pt>
                <c:pt idx="479">
                  <c:v>0.73812500000000003</c:v>
                </c:pt>
                <c:pt idx="480">
                  <c:v>0.73862700000000003</c:v>
                </c:pt>
                <c:pt idx="481">
                  <c:v>0.73912800000000001</c:v>
                </c:pt>
                <c:pt idx="482">
                  <c:v>0.73962899999999998</c:v>
                </c:pt>
                <c:pt idx="483">
                  <c:v>0.74012800000000001</c:v>
                </c:pt>
                <c:pt idx="484">
                  <c:v>0.74062899999999998</c:v>
                </c:pt>
                <c:pt idx="485">
                  <c:v>0.74112999999999996</c:v>
                </c:pt>
                <c:pt idx="486">
                  <c:v>0.74163100000000004</c:v>
                </c:pt>
                <c:pt idx="487">
                  <c:v>0.74213099999999999</c:v>
                </c:pt>
                <c:pt idx="488">
                  <c:v>0.74262899999999998</c:v>
                </c:pt>
                <c:pt idx="489">
                  <c:v>0.74312800000000001</c:v>
                </c:pt>
                <c:pt idx="490">
                  <c:v>0.74362700000000004</c:v>
                </c:pt>
                <c:pt idx="491">
                  <c:v>0.74412800000000001</c:v>
                </c:pt>
                <c:pt idx="492">
                  <c:v>0.74462799999999996</c:v>
                </c:pt>
                <c:pt idx="493">
                  <c:v>0.74512699999999998</c:v>
                </c:pt>
                <c:pt idx="494">
                  <c:v>0.74562499999999998</c:v>
                </c:pt>
                <c:pt idx="495">
                  <c:v>0.74612500000000004</c:v>
                </c:pt>
                <c:pt idx="496">
                  <c:v>0.74662499999999998</c:v>
                </c:pt>
                <c:pt idx="497">
                  <c:v>0.74712400000000001</c:v>
                </c:pt>
                <c:pt idx="498">
                  <c:v>0.74762200000000001</c:v>
                </c:pt>
                <c:pt idx="499">
                  <c:v>0.74811899999999998</c:v>
                </c:pt>
                <c:pt idx="500">
                  <c:v>0.74861800000000001</c:v>
                </c:pt>
                <c:pt idx="501">
                  <c:v>0.74911700000000003</c:v>
                </c:pt>
                <c:pt idx="502">
                  <c:v>0.74961699999999998</c:v>
                </c:pt>
                <c:pt idx="503">
                  <c:v>0.750116</c:v>
                </c:pt>
                <c:pt idx="504">
                  <c:v>0.75061699999999998</c:v>
                </c:pt>
                <c:pt idx="505">
                  <c:v>0.75112000000000001</c:v>
                </c:pt>
                <c:pt idx="506">
                  <c:v>0.75161999999999995</c:v>
                </c:pt>
                <c:pt idx="507">
                  <c:v>0.75212000000000001</c:v>
                </c:pt>
                <c:pt idx="508">
                  <c:v>0.75261999999999996</c:v>
                </c:pt>
                <c:pt idx="509">
                  <c:v>0.75312100000000004</c:v>
                </c:pt>
                <c:pt idx="510">
                  <c:v>0.75362099999999999</c:v>
                </c:pt>
                <c:pt idx="511">
                  <c:v>0.75412199999999996</c:v>
                </c:pt>
                <c:pt idx="512">
                  <c:v>0.75462099999999999</c:v>
                </c:pt>
                <c:pt idx="513">
                  <c:v>0.75512000000000001</c:v>
                </c:pt>
                <c:pt idx="514">
                  <c:v>0.75562099999999999</c:v>
                </c:pt>
                <c:pt idx="515">
                  <c:v>0.75612100000000004</c:v>
                </c:pt>
                <c:pt idx="516">
                  <c:v>0.75662099999999999</c:v>
                </c:pt>
                <c:pt idx="517">
                  <c:v>0.75712000000000002</c:v>
                </c:pt>
                <c:pt idx="518">
                  <c:v>0.75761900000000004</c:v>
                </c:pt>
                <c:pt idx="519">
                  <c:v>0.75812000000000002</c:v>
                </c:pt>
                <c:pt idx="520">
                  <c:v>0.75861999999999996</c:v>
                </c:pt>
                <c:pt idx="521">
                  <c:v>0.75912000000000002</c:v>
                </c:pt>
                <c:pt idx="522">
                  <c:v>0.75961999999999996</c:v>
                </c:pt>
                <c:pt idx="523">
                  <c:v>0.76012000000000002</c:v>
                </c:pt>
                <c:pt idx="524">
                  <c:v>0.76062099999999999</c:v>
                </c:pt>
                <c:pt idx="525">
                  <c:v>0.76112199999999997</c:v>
                </c:pt>
                <c:pt idx="526">
                  <c:v>0.76162099999999999</c:v>
                </c:pt>
                <c:pt idx="527">
                  <c:v>0.76212000000000002</c:v>
                </c:pt>
                <c:pt idx="528">
                  <c:v>0.76261900000000005</c:v>
                </c:pt>
                <c:pt idx="529">
                  <c:v>0.76311899999999999</c:v>
                </c:pt>
                <c:pt idx="530">
                  <c:v>0.76361900000000005</c:v>
                </c:pt>
                <c:pt idx="531">
                  <c:v>0.76411799999999996</c:v>
                </c:pt>
                <c:pt idx="532">
                  <c:v>0.76461699999999999</c:v>
                </c:pt>
                <c:pt idx="533">
                  <c:v>0.76511700000000005</c:v>
                </c:pt>
                <c:pt idx="534">
                  <c:v>0.76561599999999996</c:v>
                </c:pt>
                <c:pt idx="535">
                  <c:v>0.76611499999999999</c:v>
                </c:pt>
                <c:pt idx="536">
                  <c:v>0.76661400000000002</c:v>
                </c:pt>
                <c:pt idx="537">
                  <c:v>0.76711399999999996</c:v>
                </c:pt>
                <c:pt idx="538">
                  <c:v>0.76761500000000005</c:v>
                </c:pt>
                <c:pt idx="539">
                  <c:v>0.76811700000000005</c:v>
                </c:pt>
                <c:pt idx="540">
                  <c:v>0.76861699999999999</c:v>
                </c:pt>
                <c:pt idx="541">
                  <c:v>0.76911700000000005</c:v>
                </c:pt>
                <c:pt idx="542">
                  <c:v>0.769617</c:v>
                </c:pt>
                <c:pt idx="543">
                  <c:v>0.77011700000000005</c:v>
                </c:pt>
                <c:pt idx="544">
                  <c:v>0.77061800000000003</c:v>
                </c:pt>
                <c:pt idx="545">
                  <c:v>0.77111600000000002</c:v>
                </c:pt>
                <c:pt idx="546">
                  <c:v>0.77161400000000002</c:v>
                </c:pt>
                <c:pt idx="547">
                  <c:v>0.77211200000000002</c:v>
                </c:pt>
                <c:pt idx="548">
                  <c:v>0.77261199999999997</c:v>
                </c:pt>
                <c:pt idx="549">
                  <c:v>0.77311300000000005</c:v>
                </c:pt>
                <c:pt idx="550">
                  <c:v>0.773613</c:v>
                </c:pt>
                <c:pt idx="551">
                  <c:v>0.77411300000000005</c:v>
                </c:pt>
                <c:pt idx="552">
                  <c:v>0.77461100000000005</c:v>
                </c:pt>
                <c:pt idx="553">
                  <c:v>0.77511099999999999</c:v>
                </c:pt>
                <c:pt idx="554">
                  <c:v>0.775613</c:v>
                </c:pt>
                <c:pt idx="555">
                  <c:v>0.77611300000000005</c:v>
                </c:pt>
                <c:pt idx="556">
                  <c:v>0.776613</c:v>
                </c:pt>
                <c:pt idx="557">
                  <c:v>0.77711200000000002</c:v>
                </c:pt>
                <c:pt idx="558">
                  <c:v>0.77761199999999997</c:v>
                </c:pt>
                <c:pt idx="559">
                  <c:v>0.77811200000000003</c:v>
                </c:pt>
                <c:pt idx="560">
                  <c:v>0.77861199999999997</c:v>
                </c:pt>
                <c:pt idx="561">
                  <c:v>0.779111</c:v>
                </c:pt>
                <c:pt idx="562">
                  <c:v>0.77961100000000005</c:v>
                </c:pt>
                <c:pt idx="563">
                  <c:v>0.78011299999999995</c:v>
                </c:pt>
                <c:pt idx="564">
                  <c:v>0.78061499999999995</c:v>
                </c:pt>
                <c:pt idx="565">
                  <c:v>0.78111600000000003</c:v>
                </c:pt>
                <c:pt idx="566">
                  <c:v>0.78161599999999998</c:v>
                </c:pt>
                <c:pt idx="567">
                  <c:v>0.782115</c:v>
                </c:pt>
                <c:pt idx="568">
                  <c:v>0.78261499999999995</c:v>
                </c:pt>
                <c:pt idx="569">
                  <c:v>0.78311600000000003</c:v>
                </c:pt>
                <c:pt idx="570">
                  <c:v>0.78361499999999995</c:v>
                </c:pt>
                <c:pt idx="571">
                  <c:v>0.78411299999999995</c:v>
                </c:pt>
                <c:pt idx="572">
                  <c:v>0.78461199999999998</c:v>
                </c:pt>
                <c:pt idx="573">
                  <c:v>0.78511299999999995</c:v>
                </c:pt>
                <c:pt idx="574">
                  <c:v>0.78561300000000001</c:v>
                </c:pt>
                <c:pt idx="575">
                  <c:v>0.78611200000000003</c:v>
                </c:pt>
                <c:pt idx="576">
                  <c:v>0.78661099999999995</c:v>
                </c:pt>
                <c:pt idx="577">
                  <c:v>0.78710899999999995</c:v>
                </c:pt>
                <c:pt idx="578">
                  <c:v>0.78760799999999997</c:v>
                </c:pt>
                <c:pt idx="579">
                  <c:v>0.788107</c:v>
                </c:pt>
                <c:pt idx="580">
                  <c:v>0.788605</c:v>
                </c:pt>
                <c:pt idx="581">
                  <c:v>0.78910499999999995</c:v>
                </c:pt>
                <c:pt idx="582">
                  <c:v>0.78960600000000003</c:v>
                </c:pt>
                <c:pt idx="583">
                  <c:v>0.790107</c:v>
                </c:pt>
                <c:pt idx="584">
                  <c:v>0.79060699999999995</c:v>
                </c:pt>
                <c:pt idx="585">
                  <c:v>0.79110800000000003</c:v>
                </c:pt>
                <c:pt idx="586">
                  <c:v>0.79160600000000003</c:v>
                </c:pt>
                <c:pt idx="587">
                  <c:v>0.79210499999999995</c:v>
                </c:pt>
                <c:pt idx="588">
                  <c:v>0.792605</c:v>
                </c:pt>
                <c:pt idx="589">
                  <c:v>0.79310400000000003</c:v>
                </c:pt>
                <c:pt idx="590">
                  <c:v>0.79360299999999995</c:v>
                </c:pt>
                <c:pt idx="591">
                  <c:v>0.794103</c:v>
                </c:pt>
                <c:pt idx="592">
                  <c:v>0.79460299999999995</c:v>
                </c:pt>
                <c:pt idx="593">
                  <c:v>0.79510400000000003</c:v>
                </c:pt>
                <c:pt idx="594">
                  <c:v>0.79560399999999998</c:v>
                </c:pt>
                <c:pt idx="595">
                  <c:v>0.79610400000000003</c:v>
                </c:pt>
                <c:pt idx="596">
                  <c:v>0.79660299999999995</c:v>
                </c:pt>
                <c:pt idx="597">
                  <c:v>0.79710300000000001</c:v>
                </c:pt>
                <c:pt idx="598">
                  <c:v>0.79760500000000001</c:v>
                </c:pt>
                <c:pt idx="599">
                  <c:v>0.79810599999999998</c:v>
                </c:pt>
                <c:pt idx="600">
                  <c:v>0.79860600000000004</c:v>
                </c:pt>
                <c:pt idx="601">
                  <c:v>0.79910599999999998</c:v>
                </c:pt>
                <c:pt idx="602">
                  <c:v>0.79960699999999996</c:v>
                </c:pt>
                <c:pt idx="603">
                  <c:v>0.80010800000000004</c:v>
                </c:pt>
                <c:pt idx="604">
                  <c:v>0.80060699999999996</c:v>
                </c:pt>
                <c:pt idx="605">
                  <c:v>0.80110300000000001</c:v>
                </c:pt>
                <c:pt idx="606">
                  <c:v>0.80159999999999998</c:v>
                </c:pt>
                <c:pt idx="607">
                  <c:v>0.80209900000000001</c:v>
                </c:pt>
                <c:pt idx="608">
                  <c:v>0.80259800000000003</c:v>
                </c:pt>
                <c:pt idx="609">
                  <c:v>0.80309699999999995</c:v>
                </c:pt>
                <c:pt idx="610">
                  <c:v>0.80359800000000003</c:v>
                </c:pt>
                <c:pt idx="611">
                  <c:v>0.80409799999999998</c:v>
                </c:pt>
                <c:pt idx="612">
                  <c:v>0.80459999999999998</c:v>
                </c:pt>
                <c:pt idx="613">
                  <c:v>0.80510099999999996</c:v>
                </c:pt>
                <c:pt idx="614">
                  <c:v>0.80560100000000001</c:v>
                </c:pt>
                <c:pt idx="615">
                  <c:v>0.80610099999999996</c:v>
                </c:pt>
                <c:pt idx="616">
                  <c:v>0.80659999999999998</c:v>
                </c:pt>
                <c:pt idx="617">
                  <c:v>0.80710099999999996</c:v>
                </c:pt>
                <c:pt idx="618">
                  <c:v>0.80760200000000004</c:v>
                </c:pt>
                <c:pt idx="619">
                  <c:v>0.80810300000000002</c:v>
                </c:pt>
                <c:pt idx="620">
                  <c:v>0.80860299999999996</c:v>
                </c:pt>
                <c:pt idx="621">
                  <c:v>0.80910300000000002</c:v>
                </c:pt>
                <c:pt idx="622">
                  <c:v>0.80960299999999996</c:v>
                </c:pt>
                <c:pt idx="623">
                  <c:v>0.81010300000000002</c:v>
                </c:pt>
                <c:pt idx="624">
                  <c:v>0.81060100000000002</c:v>
                </c:pt>
                <c:pt idx="625">
                  <c:v>0.81109900000000001</c:v>
                </c:pt>
                <c:pt idx="626">
                  <c:v>0.81159800000000004</c:v>
                </c:pt>
                <c:pt idx="627">
                  <c:v>0.81209799999999999</c:v>
                </c:pt>
                <c:pt idx="628">
                  <c:v>0.81259800000000004</c:v>
                </c:pt>
                <c:pt idx="629">
                  <c:v>0.81309699999999996</c:v>
                </c:pt>
                <c:pt idx="630">
                  <c:v>0.81359599999999999</c:v>
                </c:pt>
                <c:pt idx="631">
                  <c:v>0.81409600000000004</c:v>
                </c:pt>
                <c:pt idx="632">
                  <c:v>0.81459700000000002</c:v>
                </c:pt>
                <c:pt idx="633">
                  <c:v>0.81509699999999996</c:v>
                </c:pt>
                <c:pt idx="634">
                  <c:v>0.81559599999999999</c:v>
                </c:pt>
                <c:pt idx="635">
                  <c:v>0.81609500000000001</c:v>
                </c:pt>
                <c:pt idx="636">
                  <c:v>0.81659499999999996</c:v>
                </c:pt>
                <c:pt idx="637">
                  <c:v>0.81709699999999996</c:v>
                </c:pt>
                <c:pt idx="638">
                  <c:v>0.81759800000000005</c:v>
                </c:pt>
                <c:pt idx="639">
                  <c:v>0.81809699999999996</c:v>
                </c:pt>
                <c:pt idx="640">
                  <c:v>0.81859700000000002</c:v>
                </c:pt>
                <c:pt idx="641">
                  <c:v>0.81909900000000002</c:v>
                </c:pt>
                <c:pt idx="642">
                  <c:v>0.8196</c:v>
                </c:pt>
                <c:pt idx="643">
                  <c:v>0.82010000000000005</c:v>
                </c:pt>
                <c:pt idx="644">
                  <c:v>0.82059800000000005</c:v>
                </c:pt>
                <c:pt idx="645">
                  <c:v>0.82109699999999997</c:v>
                </c:pt>
                <c:pt idx="646">
                  <c:v>0.82159700000000002</c:v>
                </c:pt>
                <c:pt idx="647">
                  <c:v>0.82209699999999997</c:v>
                </c:pt>
                <c:pt idx="648">
                  <c:v>0.82259599999999999</c:v>
                </c:pt>
                <c:pt idx="649">
                  <c:v>0.82309500000000002</c:v>
                </c:pt>
                <c:pt idx="650">
                  <c:v>0.82359300000000002</c:v>
                </c:pt>
                <c:pt idx="651">
                  <c:v>0.82409299999999996</c:v>
                </c:pt>
                <c:pt idx="652">
                  <c:v>0.82459499999999997</c:v>
                </c:pt>
                <c:pt idx="653">
                  <c:v>0.82509500000000002</c:v>
                </c:pt>
                <c:pt idx="654">
                  <c:v>0.82559400000000005</c:v>
                </c:pt>
                <c:pt idx="655">
                  <c:v>0.82609399999999999</c:v>
                </c:pt>
                <c:pt idx="656">
                  <c:v>0.82659400000000005</c:v>
                </c:pt>
                <c:pt idx="657">
                  <c:v>0.82709500000000002</c:v>
                </c:pt>
                <c:pt idx="658">
                  <c:v>0.82759400000000005</c:v>
                </c:pt>
                <c:pt idx="659">
                  <c:v>0.828094</c:v>
                </c:pt>
                <c:pt idx="660">
                  <c:v>0.82859400000000005</c:v>
                </c:pt>
                <c:pt idx="661">
                  <c:v>0.82909500000000003</c:v>
                </c:pt>
                <c:pt idx="662">
                  <c:v>0.82959400000000005</c:v>
                </c:pt>
                <c:pt idx="663">
                  <c:v>0.83009100000000002</c:v>
                </c:pt>
                <c:pt idx="664">
                  <c:v>0.83058900000000002</c:v>
                </c:pt>
                <c:pt idx="665">
                  <c:v>0.83108700000000002</c:v>
                </c:pt>
                <c:pt idx="666">
                  <c:v>0.83158799999999999</c:v>
                </c:pt>
                <c:pt idx="667">
                  <c:v>0.83208899999999997</c:v>
                </c:pt>
                <c:pt idx="668">
                  <c:v>0.83259000000000005</c:v>
                </c:pt>
                <c:pt idx="669">
                  <c:v>0.83308899999999997</c:v>
                </c:pt>
                <c:pt idx="670">
                  <c:v>0.83359000000000005</c:v>
                </c:pt>
                <c:pt idx="671">
                  <c:v>0.83409100000000003</c:v>
                </c:pt>
                <c:pt idx="672">
                  <c:v>0.834592</c:v>
                </c:pt>
                <c:pt idx="673">
                  <c:v>0.83509100000000003</c:v>
                </c:pt>
                <c:pt idx="674">
                  <c:v>0.83559000000000005</c:v>
                </c:pt>
                <c:pt idx="675">
                  <c:v>0.83608899999999997</c:v>
                </c:pt>
                <c:pt idx="676">
                  <c:v>0.83658999999999994</c:v>
                </c:pt>
                <c:pt idx="677">
                  <c:v>0.83709</c:v>
                </c:pt>
                <c:pt idx="678">
                  <c:v>0.83758999999999995</c:v>
                </c:pt>
                <c:pt idx="679">
                  <c:v>0.83809</c:v>
                </c:pt>
                <c:pt idx="680">
                  <c:v>0.838592</c:v>
                </c:pt>
                <c:pt idx="681">
                  <c:v>0.83909500000000004</c:v>
                </c:pt>
                <c:pt idx="682">
                  <c:v>0.83959399999999995</c:v>
                </c:pt>
                <c:pt idx="683">
                  <c:v>0.84009199999999995</c:v>
                </c:pt>
                <c:pt idx="684">
                  <c:v>0.84058999999999995</c:v>
                </c:pt>
                <c:pt idx="685">
                  <c:v>0.84108899999999998</c:v>
                </c:pt>
                <c:pt idx="686">
                  <c:v>0.84158900000000003</c:v>
                </c:pt>
                <c:pt idx="687">
                  <c:v>0.84208899999999998</c:v>
                </c:pt>
                <c:pt idx="688">
                  <c:v>0.842588</c:v>
                </c:pt>
                <c:pt idx="689">
                  <c:v>0.84308700000000003</c:v>
                </c:pt>
                <c:pt idx="690">
                  <c:v>0.84358699999999998</c:v>
                </c:pt>
                <c:pt idx="691">
                  <c:v>0.84408700000000003</c:v>
                </c:pt>
                <c:pt idx="692">
                  <c:v>0.84458699999999998</c:v>
                </c:pt>
                <c:pt idx="693">
                  <c:v>0.84508700000000003</c:v>
                </c:pt>
                <c:pt idx="694">
                  <c:v>0.84558599999999995</c:v>
                </c:pt>
                <c:pt idx="695">
                  <c:v>0.84608700000000003</c:v>
                </c:pt>
                <c:pt idx="696">
                  <c:v>0.84658900000000004</c:v>
                </c:pt>
                <c:pt idx="697">
                  <c:v>0.84708899999999998</c:v>
                </c:pt>
                <c:pt idx="698">
                  <c:v>0.84758800000000001</c:v>
                </c:pt>
                <c:pt idx="699">
                  <c:v>0.84808799999999995</c:v>
                </c:pt>
                <c:pt idx="700">
                  <c:v>0.84858900000000004</c:v>
                </c:pt>
                <c:pt idx="701">
                  <c:v>0.84908799999999995</c:v>
                </c:pt>
                <c:pt idx="702">
                  <c:v>0.84958599999999995</c:v>
                </c:pt>
                <c:pt idx="703">
                  <c:v>0.85008499999999998</c:v>
                </c:pt>
                <c:pt idx="704">
                  <c:v>0.85058500000000004</c:v>
                </c:pt>
                <c:pt idx="705">
                  <c:v>0.85108499999999998</c:v>
                </c:pt>
                <c:pt idx="706">
                  <c:v>0.85158599999999995</c:v>
                </c:pt>
                <c:pt idx="707">
                  <c:v>0.85208600000000001</c:v>
                </c:pt>
                <c:pt idx="708">
                  <c:v>0.85258599999999996</c:v>
                </c:pt>
                <c:pt idx="709">
                  <c:v>0.85308600000000001</c:v>
                </c:pt>
                <c:pt idx="710">
                  <c:v>0.85358699999999998</c:v>
                </c:pt>
                <c:pt idx="711">
                  <c:v>0.85408600000000001</c:v>
                </c:pt>
                <c:pt idx="712">
                  <c:v>0.85458500000000004</c:v>
                </c:pt>
                <c:pt idx="713">
                  <c:v>0.85508300000000004</c:v>
                </c:pt>
                <c:pt idx="714">
                  <c:v>0.85558199999999995</c:v>
                </c:pt>
                <c:pt idx="715">
                  <c:v>0.85608399999999996</c:v>
                </c:pt>
                <c:pt idx="716">
                  <c:v>0.85658500000000004</c:v>
                </c:pt>
                <c:pt idx="717">
                  <c:v>0.85708499999999999</c:v>
                </c:pt>
                <c:pt idx="718">
                  <c:v>0.85758500000000004</c:v>
                </c:pt>
                <c:pt idx="719">
                  <c:v>0.85808499999999999</c:v>
                </c:pt>
                <c:pt idx="720">
                  <c:v>0.85858500000000004</c:v>
                </c:pt>
                <c:pt idx="721">
                  <c:v>0.85908499999999999</c:v>
                </c:pt>
                <c:pt idx="722">
                  <c:v>0.85958400000000001</c:v>
                </c:pt>
                <c:pt idx="723">
                  <c:v>0.86008200000000001</c:v>
                </c:pt>
                <c:pt idx="724">
                  <c:v>0.86058100000000004</c:v>
                </c:pt>
                <c:pt idx="725">
                  <c:v>0.86108200000000001</c:v>
                </c:pt>
                <c:pt idx="726">
                  <c:v>0.86158299999999999</c:v>
                </c:pt>
                <c:pt idx="727">
                  <c:v>0.86208200000000001</c:v>
                </c:pt>
                <c:pt idx="728">
                  <c:v>0.86258199999999996</c:v>
                </c:pt>
                <c:pt idx="729">
                  <c:v>0.86308300000000004</c:v>
                </c:pt>
                <c:pt idx="730">
                  <c:v>0.86358199999999996</c:v>
                </c:pt>
                <c:pt idx="731">
                  <c:v>0.86408099999999999</c:v>
                </c:pt>
                <c:pt idx="732">
                  <c:v>0.86457899999999999</c:v>
                </c:pt>
                <c:pt idx="733">
                  <c:v>0.86507900000000004</c:v>
                </c:pt>
                <c:pt idx="734">
                  <c:v>0.86557899999999999</c:v>
                </c:pt>
                <c:pt idx="735">
                  <c:v>0.86607900000000004</c:v>
                </c:pt>
                <c:pt idx="736">
                  <c:v>0.86657899999999999</c:v>
                </c:pt>
                <c:pt idx="737">
                  <c:v>0.86707900000000004</c:v>
                </c:pt>
                <c:pt idx="738">
                  <c:v>0.86757899999999999</c:v>
                </c:pt>
                <c:pt idx="739">
                  <c:v>0.86807999999999996</c:v>
                </c:pt>
                <c:pt idx="740">
                  <c:v>0.86857899999999999</c:v>
                </c:pt>
                <c:pt idx="741">
                  <c:v>0.86907800000000002</c:v>
                </c:pt>
                <c:pt idx="742">
                  <c:v>0.86957700000000004</c:v>
                </c:pt>
                <c:pt idx="743">
                  <c:v>0.87007599999999996</c:v>
                </c:pt>
                <c:pt idx="744">
                  <c:v>0.87057600000000002</c:v>
                </c:pt>
                <c:pt idx="745">
                  <c:v>0.87107699999999999</c:v>
                </c:pt>
                <c:pt idx="746">
                  <c:v>0.87157600000000002</c:v>
                </c:pt>
                <c:pt idx="747">
                  <c:v>0.87207500000000004</c:v>
                </c:pt>
                <c:pt idx="748">
                  <c:v>0.87257499999999999</c:v>
                </c:pt>
                <c:pt idx="749">
                  <c:v>0.87307500000000005</c:v>
                </c:pt>
                <c:pt idx="750">
                  <c:v>0.87357499999999999</c:v>
                </c:pt>
                <c:pt idx="751">
                  <c:v>0.87407400000000002</c:v>
                </c:pt>
                <c:pt idx="752">
                  <c:v>0.87457399999999996</c:v>
                </c:pt>
                <c:pt idx="753">
                  <c:v>0.87507299999999999</c:v>
                </c:pt>
                <c:pt idx="754">
                  <c:v>0.87557300000000005</c:v>
                </c:pt>
                <c:pt idx="755">
                  <c:v>0.87607400000000002</c:v>
                </c:pt>
                <c:pt idx="756">
                  <c:v>0.87657399999999996</c:v>
                </c:pt>
                <c:pt idx="757">
                  <c:v>0.87707400000000002</c:v>
                </c:pt>
                <c:pt idx="758">
                  <c:v>0.87757499999999999</c:v>
                </c:pt>
                <c:pt idx="759">
                  <c:v>0.878077</c:v>
                </c:pt>
                <c:pt idx="760">
                  <c:v>0.87857700000000005</c:v>
                </c:pt>
                <c:pt idx="761">
                  <c:v>0.87907599999999997</c:v>
                </c:pt>
                <c:pt idx="762">
                  <c:v>0.87957399999999997</c:v>
                </c:pt>
                <c:pt idx="763">
                  <c:v>0.88007299999999999</c:v>
                </c:pt>
                <c:pt idx="764">
                  <c:v>0.88057300000000005</c:v>
                </c:pt>
                <c:pt idx="765">
                  <c:v>0.88107400000000002</c:v>
                </c:pt>
                <c:pt idx="766">
                  <c:v>0.88157300000000005</c:v>
                </c:pt>
                <c:pt idx="767">
                  <c:v>0.882073</c:v>
                </c:pt>
                <c:pt idx="768">
                  <c:v>0.88257399999999997</c:v>
                </c:pt>
                <c:pt idx="769">
                  <c:v>0.88307500000000005</c:v>
                </c:pt>
                <c:pt idx="770">
                  <c:v>0.88357399999999997</c:v>
                </c:pt>
                <c:pt idx="771">
                  <c:v>0.884073</c:v>
                </c:pt>
                <c:pt idx="772">
                  <c:v>0.884571</c:v>
                </c:pt>
                <c:pt idx="773">
                  <c:v>0.88507100000000005</c:v>
                </c:pt>
                <c:pt idx="774">
                  <c:v>0.885571</c:v>
                </c:pt>
                <c:pt idx="775">
                  <c:v>0.88607199999999997</c:v>
                </c:pt>
                <c:pt idx="776">
                  <c:v>0.88657200000000003</c:v>
                </c:pt>
                <c:pt idx="777">
                  <c:v>0.88707100000000005</c:v>
                </c:pt>
                <c:pt idx="778">
                  <c:v>0.88757299999999995</c:v>
                </c:pt>
                <c:pt idx="779">
                  <c:v>0.888073</c:v>
                </c:pt>
                <c:pt idx="780">
                  <c:v>0.88857200000000003</c:v>
                </c:pt>
                <c:pt idx="781">
                  <c:v>0.88907000000000003</c:v>
                </c:pt>
                <c:pt idx="782">
                  <c:v>0.88956800000000003</c:v>
                </c:pt>
                <c:pt idx="783">
                  <c:v>0.890069</c:v>
                </c:pt>
                <c:pt idx="784">
                  <c:v>0.89056900000000006</c:v>
                </c:pt>
                <c:pt idx="785">
                  <c:v>0.89106799999999997</c:v>
                </c:pt>
                <c:pt idx="786">
                  <c:v>0.891567</c:v>
                </c:pt>
                <c:pt idx="787">
                  <c:v>0.89206600000000003</c:v>
                </c:pt>
                <c:pt idx="788">
                  <c:v>0.89256599999999997</c:v>
                </c:pt>
                <c:pt idx="789">
                  <c:v>0.89306700000000006</c:v>
                </c:pt>
                <c:pt idx="790">
                  <c:v>0.89356800000000003</c:v>
                </c:pt>
                <c:pt idx="791">
                  <c:v>0.89406799999999997</c:v>
                </c:pt>
                <c:pt idx="792">
                  <c:v>0.89456800000000003</c:v>
                </c:pt>
                <c:pt idx="793">
                  <c:v>0.895069</c:v>
                </c:pt>
                <c:pt idx="794">
                  <c:v>0.89556800000000003</c:v>
                </c:pt>
                <c:pt idx="795">
                  <c:v>0.89606799999999998</c:v>
                </c:pt>
                <c:pt idx="796">
                  <c:v>0.89656800000000003</c:v>
                </c:pt>
                <c:pt idx="797">
                  <c:v>0.89707000000000003</c:v>
                </c:pt>
                <c:pt idx="798">
                  <c:v>0.89757100000000001</c:v>
                </c:pt>
                <c:pt idx="799">
                  <c:v>0.89807199999999998</c:v>
                </c:pt>
                <c:pt idx="800">
                  <c:v>0.89857100000000001</c:v>
                </c:pt>
                <c:pt idx="801">
                  <c:v>0.89906900000000001</c:v>
                </c:pt>
                <c:pt idx="802">
                  <c:v>0.89956899999999995</c:v>
                </c:pt>
                <c:pt idx="803">
                  <c:v>0.90006799999999998</c:v>
                </c:pt>
                <c:pt idx="804">
                  <c:v>0.90056899999999995</c:v>
                </c:pt>
                <c:pt idx="805">
                  <c:v>0.90106900000000001</c:v>
                </c:pt>
                <c:pt idx="806">
                  <c:v>0.90156800000000004</c:v>
                </c:pt>
                <c:pt idx="807">
                  <c:v>0.90206799999999998</c:v>
                </c:pt>
                <c:pt idx="808">
                  <c:v>0.90256800000000004</c:v>
                </c:pt>
                <c:pt idx="809">
                  <c:v>0.90306799999999998</c:v>
                </c:pt>
                <c:pt idx="810">
                  <c:v>0.90356599999999998</c:v>
                </c:pt>
                <c:pt idx="811">
                  <c:v>0.90406500000000001</c:v>
                </c:pt>
                <c:pt idx="812">
                  <c:v>0.90456499999999995</c:v>
                </c:pt>
                <c:pt idx="813">
                  <c:v>0.90506500000000001</c:v>
                </c:pt>
                <c:pt idx="814">
                  <c:v>0.90556499999999995</c:v>
                </c:pt>
                <c:pt idx="815">
                  <c:v>0.90606500000000001</c:v>
                </c:pt>
                <c:pt idx="816">
                  <c:v>0.90656499999999995</c:v>
                </c:pt>
                <c:pt idx="817">
                  <c:v>0.90706600000000004</c:v>
                </c:pt>
                <c:pt idx="818">
                  <c:v>0.90756700000000001</c:v>
                </c:pt>
                <c:pt idx="819">
                  <c:v>0.90806699999999996</c:v>
                </c:pt>
                <c:pt idx="820">
                  <c:v>0.90856499999999996</c:v>
                </c:pt>
                <c:pt idx="821">
                  <c:v>0.90906399999999998</c:v>
                </c:pt>
                <c:pt idx="822">
                  <c:v>0.90956400000000004</c:v>
                </c:pt>
                <c:pt idx="823">
                  <c:v>0.91006500000000001</c:v>
                </c:pt>
                <c:pt idx="824">
                  <c:v>0.91056400000000004</c:v>
                </c:pt>
                <c:pt idx="825">
                  <c:v>0.91106299999999996</c:v>
                </c:pt>
                <c:pt idx="826">
                  <c:v>0.91156099999999995</c:v>
                </c:pt>
                <c:pt idx="827">
                  <c:v>0.91206100000000001</c:v>
                </c:pt>
                <c:pt idx="828">
                  <c:v>0.91256000000000004</c:v>
                </c:pt>
                <c:pt idx="829">
                  <c:v>0.91305899999999995</c:v>
                </c:pt>
                <c:pt idx="830">
                  <c:v>0.91355699999999995</c:v>
                </c:pt>
                <c:pt idx="831">
                  <c:v>0.91405599999999998</c:v>
                </c:pt>
                <c:pt idx="832">
                  <c:v>0.91455699999999995</c:v>
                </c:pt>
                <c:pt idx="833">
                  <c:v>0.91505800000000004</c:v>
                </c:pt>
                <c:pt idx="834">
                  <c:v>0.91556000000000004</c:v>
                </c:pt>
                <c:pt idx="835">
                  <c:v>0.91606200000000004</c:v>
                </c:pt>
                <c:pt idx="836">
                  <c:v>0.91656400000000005</c:v>
                </c:pt>
                <c:pt idx="837">
                  <c:v>0.91706600000000005</c:v>
                </c:pt>
                <c:pt idx="838">
                  <c:v>0.91756700000000002</c:v>
                </c:pt>
                <c:pt idx="839">
                  <c:v>0.91806500000000002</c:v>
                </c:pt>
                <c:pt idx="840">
                  <c:v>0.91856400000000005</c:v>
                </c:pt>
                <c:pt idx="841">
                  <c:v>0.91906299999999996</c:v>
                </c:pt>
                <c:pt idx="842">
                  <c:v>0.91956300000000002</c:v>
                </c:pt>
                <c:pt idx="843">
                  <c:v>0.92006299999999996</c:v>
                </c:pt>
                <c:pt idx="844">
                  <c:v>0.92056300000000002</c:v>
                </c:pt>
                <c:pt idx="845">
                  <c:v>0.92106299999999997</c:v>
                </c:pt>
                <c:pt idx="846">
                  <c:v>0.92156300000000002</c:v>
                </c:pt>
                <c:pt idx="847">
                  <c:v>0.92206399999999999</c:v>
                </c:pt>
                <c:pt idx="848">
                  <c:v>0.92256300000000002</c:v>
                </c:pt>
                <c:pt idx="849">
                  <c:v>0.92306200000000005</c:v>
                </c:pt>
                <c:pt idx="850">
                  <c:v>0.92356000000000005</c:v>
                </c:pt>
                <c:pt idx="851">
                  <c:v>0.92406100000000002</c:v>
                </c:pt>
                <c:pt idx="852">
                  <c:v>0.92456199999999999</c:v>
                </c:pt>
                <c:pt idx="853">
                  <c:v>0.92506100000000002</c:v>
                </c:pt>
                <c:pt idx="854">
                  <c:v>0.92556099999999997</c:v>
                </c:pt>
                <c:pt idx="855">
                  <c:v>0.92606100000000002</c:v>
                </c:pt>
                <c:pt idx="856">
                  <c:v>0.926562</c:v>
                </c:pt>
                <c:pt idx="857">
                  <c:v>0.92706200000000005</c:v>
                </c:pt>
                <c:pt idx="858">
                  <c:v>0.92756099999999997</c:v>
                </c:pt>
                <c:pt idx="859">
                  <c:v>0.92805899999999997</c:v>
                </c:pt>
                <c:pt idx="860">
                  <c:v>0.92855699999999997</c:v>
                </c:pt>
                <c:pt idx="861">
                  <c:v>0.92905800000000005</c:v>
                </c:pt>
                <c:pt idx="862">
                  <c:v>0.929558</c:v>
                </c:pt>
                <c:pt idx="863">
                  <c:v>0.93005800000000005</c:v>
                </c:pt>
                <c:pt idx="864">
                  <c:v>0.93055699999999997</c:v>
                </c:pt>
                <c:pt idx="865">
                  <c:v>0.93105700000000002</c:v>
                </c:pt>
                <c:pt idx="866">
                  <c:v>0.93155699999999997</c:v>
                </c:pt>
                <c:pt idx="867">
                  <c:v>0.93205700000000002</c:v>
                </c:pt>
                <c:pt idx="868">
                  <c:v>0.93255699999999997</c:v>
                </c:pt>
                <c:pt idx="869">
                  <c:v>0.933056</c:v>
                </c:pt>
                <c:pt idx="870">
                  <c:v>0.93355500000000002</c:v>
                </c:pt>
                <c:pt idx="871">
                  <c:v>0.934056</c:v>
                </c:pt>
                <c:pt idx="872">
                  <c:v>0.93455600000000005</c:v>
                </c:pt>
                <c:pt idx="873">
                  <c:v>0.935056</c:v>
                </c:pt>
                <c:pt idx="874">
                  <c:v>0.93555699999999997</c:v>
                </c:pt>
                <c:pt idx="875">
                  <c:v>0.93605799999999995</c:v>
                </c:pt>
                <c:pt idx="876">
                  <c:v>0.93655699999999997</c:v>
                </c:pt>
                <c:pt idx="877">
                  <c:v>0.93705499999999997</c:v>
                </c:pt>
                <c:pt idx="878">
                  <c:v>0.93755200000000005</c:v>
                </c:pt>
                <c:pt idx="879">
                  <c:v>0.93805000000000005</c:v>
                </c:pt>
                <c:pt idx="880">
                  <c:v>0.93854899999999997</c:v>
                </c:pt>
                <c:pt idx="881">
                  <c:v>0.93905099999999997</c:v>
                </c:pt>
                <c:pt idx="882">
                  <c:v>0.93955200000000005</c:v>
                </c:pt>
                <c:pt idx="883">
                  <c:v>0.940052</c:v>
                </c:pt>
                <c:pt idx="884">
                  <c:v>0.94055100000000003</c:v>
                </c:pt>
                <c:pt idx="885">
                  <c:v>0.94105000000000005</c:v>
                </c:pt>
                <c:pt idx="886">
                  <c:v>0.94154899999999997</c:v>
                </c:pt>
                <c:pt idx="887">
                  <c:v>0.94204699999999997</c:v>
                </c:pt>
                <c:pt idx="888">
                  <c:v>0.94254499999999997</c:v>
                </c:pt>
                <c:pt idx="889">
                  <c:v>0.94304299999999996</c:v>
                </c:pt>
                <c:pt idx="890">
                  <c:v>0.94354300000000002</c:v>
                </c:pt>
                <c:pt idx="891">
                  <c:v>0.94404399999999999</c:v>
                </c:pt>
                <c:pt idx="892">
                  <c:v>0.94454300000000002</c:v>
                </c:pt>
                <c:pt idx="893">
                  <c:v>0.945044</c:v>
                </c:pt>
                <c:pt idx="894">
                  <c:v>0.94554499999999997</c:v>
                </c:pt>
                <c:pt idx="895">
                  <c:v>0.94604699999999997</c:v>
                </c:pt>
                <c:pt idx="896">
                  <c:v>0.94654799999999994</c:v>
                </c:pt>
                <c:pt idx="897">
                  <c:v>0.94704699999999997</c:v>
                </c:pt>
                <c:pt idx="898">
                  <c:v>0.947546</c:v>
                </c:pt>
                <c:pt idx="899">
                  <c:v>0.94804500000000003</c:v>
                </c:pt>
                <c:pt idx="900">
                  <c:v>0.94854499999999997</c:v>
                </c:pt>
                <c:pt idx="901">
                  <c:v>0.94904599999999995</c:v>
                </c:pt>
                <c:pt idx="902">
                  <c:v>0.949546</c:v>
                </c:pt>
                <c:pt idx="903">
                  <c:v>0.95004500000000003</c:v>
                </c:pt>
                <c:pt idx="904">
                  <c:v>0.95054400000000006</c:v>
                </c:pt>
                <c:pt idx="905">
                  <c:v>0.95104500000000003</c:v>
                </c:pt>
                <c:pt idx="906">
                  <c:v>0.95154499999999997</c:v>
                </c:pt>
                <c:pt idx="907">
                  <c:v>0.95204500000000003</c:v>
                </c:pt>
                <c:pt idx="908">
                  <c:v>0.95254399999999995</c:v>
                </c:pt>
                <c:pt idx="909">
                  <c:v>0.95304299999999997</c:v>
                </c:pt>
                <c:pt idx="910">
                  <c:v>0.95354399999999995</c:v>
                </c:pt>
                <c:pt idx="911">
                  <c:v>0.954044</c:v>
                </c:pt>
                <c:pt idx="912">
                  <c:v>0.95454399999999995</c:v>
                </c:pt>
                <c:pt idx="913">
                  <c:v>0.955044</c:v>
                </c:pt>
                <c:pt idx="914">
                  <c:v>0.95554399999999995</c:v>
                </c:pt>
                <c:pt idx="915">
                  <c:v>0.95604599999999995</c:v>
                </c:pt>
                <c:pt idx="916">
                  <c:v>0.95654600000000001</c:v>
                </c:pt>
                <c:pt idx="917">
                  <c:v>0.95704400000000001</c:v>
                </c:pt>
                <c:pt idx="918">
                  <c:v>0.95754099999999998</c:v>
                </c:pt>
                <c:pt idx="919">
                  <c:v>0.95803799999999995</c:v>
                </c:pt>
                <c:pt idx="920">
                  <c:v>0.95853699999999997</c:v>
                </c:pt>
                <c:pt idx="921">
                  <c:v>0.95903700000000003</c:v>
                </c:pt>
                <c:pt idx="922">
                  <c:v>0.95953699999999997</c:v>
                </c:pt>
                <c:pt idx="923">
                  <c:v>0.96003799999999995</c:v>
                </c:pt>
                <c:pt idx="924">
                  <c:v>0.96053900000000003</c:v>
                </c:pt>
                <c:pt idx="925">
                  <c:v>0.96104000000000001</c:v>
                </c:pt>
                <c:pt idx="926">
                  <c:v>0.96154099999999998</c:v>
                </c:pt>
                <c:pt idx="927">
                  <c:v>0.96204000000000001</c:v>
                </c:pt>
                <c:pt idx="928">
                  <c:v>0.96253900000000003</c:v>
                </c:pt>
                <c:pt idx="929">
                  <c:v>0.96303899999999998</c:v>
                </c:pt>
                <c:pt idx="930">
                  <c:v>0.96353999999999995</c:v>
                </c:pt>
                <c:pt idx="931">
                  <c:v>0.96404000000000001</c:v>
                </c:pt>
                <c:pt idx="932">
                  <c:v>0.96453999999999995</c:v>
                </c:pt>
                <c:pt idx="933">
                  <c:v>0.96504000000000001</c:v>
                </c:pt>
                <c:pt idx="934">
                  <c:v>0.96553999999999995</c:v>
                </c:pt>
                <c:pt idx="935">
                  <c:v>0.96603899999999998</c:v>
                </c:pt>
                <c:pt idx="936">
                  <c:v>0.96653800000000001</c:v>
                </c:pt>
                <c:pt idx="937">
                  <c:v>0.96703700000000004</c:v>
                </c:pt>
                <c:pt idx="938">
                  <c:v>0.96753500000000003</c:v>
                </c:pt>
                <c:pt idx="939">
                  <c:v>0.96803499999999998</c:v>
                </c:pt>
                <c:pt idx="940">
                  <c:v>0.96853500000000003</c:v>
                </c:pt>
                <c:pt idx="941">
                  <c:v>0.96903399999999995</c:v>
                </c:pt>
                <c:pt idx="942">
                  <c:v>0.96953299999999998</c:v>
                </c:pt>
                <c:pt idx="943">
                  <c:v>0.97003200000000001</c:v>
                </c:pt>
                <c:pt idx="944">
                  <c:v>0.97053199999999995</c:v>
                </c:pt>
                <c:pt idx="945">
                  <c:v>0.97103200000000001</c:v>
                </c:pt>
                <c:pt idx="946">
                  <c:v>0.97153100000000003</c:v>
                </c:pt>
                <c:pt idx="947">
                  <c:v>0.97203099999999998</c:v>
                </c:pt>
                <c:pt idx="948">
                  <c:v>0.97253100000000003</c:v>
                </c:pt>
                <c:pt idx="949">
                  <c:v>0.97303099999999998</c:v>
                </c:pt>
                <c:pt idx="950">
                  <c:v>0.97353299999999998</c:v>
                </c:pt>
                <c:pt idx="951">
                  <c:v>0.97403399999999996</c:v>
                </c:pt>
                <c:pt idx="952">
                  <c:v>0.97453299999999998</c:v>
                </c:pt>
                <c:pt idx="953">
                  <c:v>0.97503300000000004</c:v>
                </c:pt>
                <c:pt idx="954">
                  <c:v>0.97553400000000001</c:v>
                </c:pt>
                <c:pt idx="955">
                  <c:v>0.97603499999999999</c:v>
                </c:pt>
                <c:pt idx="956">
                  <c:v>0.97653500000000004</c:v>
                </c:pt>
                <c:pt idx="957">
                  <c:v>0.97703399999999996</c:v>
                </c:pt>
                <c:pt idx="958">
                  <c:v>0.97753299999999999</c:v>
                </c:pt>
                <c:pt idx="959">
                  <c:v>0.97803399999999996</c:v>
                </c:pt>
                <c:pt idx="960">
                  <c:v>0.97853500000000004</c:v>
                </c:pt>
                <c:pt idx="961">
                  <c:v>0.97903499999999999</c:v>
                </c:pt>
                <c:pt idx="962">
                  <c:v>0.97953400000000002</c:v>
                </c:pt>
                <c:pt idx="963">
                  <c:v>0.98003300000000004</c:v>
                </c:pt>
                <c:pt idx="964">
                  <c:v>0.98053400000000002</c:v>
                </c:pt>
                <c:pt idx="965">
                  <c:v>0.98103399999999996</c:v>
                </c:pt>
                <c:pt idx="966">
                  <c:v>0.98153199999999996</c:v>
                </c:pt>
                <c:pt idx="967">
                  <c:v>0.98202999999999996</c:v>
                </c:pt>
                <c:pt idx="968">
                  <c:v>0.98252899999999999</c:v>
                </c:pt>
                <c:pt idx="969">
                  <c:v>0.98302900000000004</c:v>
                </c:pt>
                <c:pt idx="970">
                  <c:v>0.98352899999999999</c:v>
                </c:pt>
                <c:pt idx="971">
                  <c:v>0.98402900000000004</c:v>
                </c:pt>
                <c:pt idx="972">
                  <c:v>0.98453000000000002</c:v>
                </c:pt>
                <c:pt idx="973">
                  <c:v>0.98502999999999996</c:v>
                </c:pt>
                <c:pt idx="974">
                  <c:v>0.98552899999999999</c:v>
                </c:pt>
                <c:pt idx="975">
                  <c:v>0.98602699999999999</c:v>
                </c:pt>
                <c:pt idx="976">
                  <c:v>0.98652499999999999</c:v>
                </c:pt>
                <c:pt idx="977">
                  <c:v>0.98702100000000004</c:v>
                </c:pt>
                <c:pt idx="978">
                  <c:v>0.98752099999999998</c:v>
                </c:pt>
                <c:pt idx="979">
                  <c:v>0.98802100000000004</c:v>
                </c:pt>
                <c:pt idx="980">
                  <c:v>0.98851999999999995</c:v>
                </c:pt>
                <c:pt idx="981">
                  <c:v>0.98901899999999998</c:v>
                </c:pt>
                <c:pt idx="982">
                  <c:v>0.98951900000000004</c:v>
                </c:pt>
                <c:pt idx="983">
                  <c:v>0.99002000000000001</c:v>
                </c:pt>
                <c:pt idx="984">
                  <c:v>0.99052200000000001</c:v>
                </c:pt>
                <c:pt idx="985">
                  <c:v>0.99102400000000002</c:v>
                </c:pt>
                <c:pt idx="986">
                  <c:v>0.99152399999999996</c:v>
                </c:pt>
                <c:pt idx="987">
                  <c:v>0.99202400000000002</c:v>
                </c:pt>
                <c:pt idx="988">
                  <c:v>0.99252499999999999</c:v>
                </c:pt>
                <c:pt idx="989">
                  <c:v>0.99302699999999999</c:v>
                </c:pt>
                <c:pt idx="990">
                  <c:v>0.99352700000000005</c:v>
                </c:pt>
                <c:pt idx="991">
                  <c:v>0.99402699999999999</c:v>
                </c:pt>
                <c:pt idx="992">
                  <c:v>0.99452700000000005</c:v>
                </c:pt>
                <c:pt idx="993">
                  <c:v>0.99502900000000005</c:v>
                </c:pt>
                <c:pt idx="994">
                  <c:v>0.995529</c:v>
                </c:pt>
                <c:pt idx="995">
                  <c:v>0.99602800000000002</c:v>
                </c:pt>
                <c:pt idx="996">
                  <c:v>0.99652600000000002</c:v>
                </c:pt>
                <c:pt idx="997">
                  <c:v>0.99702500000000005</c:v>
                </c:pt>
                <c:pt idx="998">
                  <c:v>0.99752600000000002</c:v>
                </c:pt>
                <c:pt idx="999">
                  <c:v>0.99802599999999997</c:v>
                </c:pt>
                <c:pt idx="1000">
                  <c:v>0.998525</c:v>
                </c:pt>
                <c:pt idx="1001">
                  <c:v>0.99902400000000002</c:v>
                </c:pt>
                <c:pt idx="1002">
                  <c:v>0.99952300000000005</c:v>
                </c:pt>
                <c:pt idx="1003">
                  <c:v>1.0000199999999999</c:v>
                </c:pt>
                <c:pt idx="1004">
                  <c:v>1.0005200000000001</c:v>
                </c:pt>
                <c:pt idx="1005">
                  <c:v>1.00102</c:v>
                </c:pt>
                <c:pt idx="1006">
                  <c:v>1.00152</c:v>
                </c:pt>
                <c:pt idx="1007">
                  <c:v>1.0020199999999999</c:v>
                </c:pt>
                <c:pt idx="1008">
                  <c:v>1.0025200000000001</c:v>
                </c:pt>
                <c:pt idx="1009">
                  <c:v>1.00302</c:v>
                </c:pt>
                <c:pt idx="1010">
                  <c:v>1.00352</c:v>
                </c:pt>
                <c:pt idx="1011">
                  <c:v>1.0040199999999999</c:v>
                </c:pt>
                <c:pt idx="1012">
                  <c:v>1.0045200000000001</c:v>
                </c:pt>
                <c:pt idx="1013">
                  <c:v>1.00502</c:v>
                </c:pt>
                <c:pt idx="1014">
                  <c:v>1.00552</c:v>
                </c:pt>
                <c:pt idx="1015">
                  <c:v>1.0060199999999999</c:v>
                </c:pt>
                <c:pt idx="1016">
                  <c:v>1.0065200000000001</c:v>
                </c:pt>
                <c:pt idx="1017">
                  <c:v>1.00702</c:v>
                </c:pt>
                <c:pt idx="1018">
                  <c:v>1.00752</c:v>
                </c:pt>
                <c:pt idx="1019">
                  <c:v>1.0080199999999999</c:v>
                </c:pt>
                <c:pt idx="1020">
                  <c:v>1.0085200000000001</c:v>
                </c:pt>
                <c:pt idx="1021">
                  <c:v>1.00902</c:v>
                </c:pt>
                <c:pt idx="1022">
                  <c:v>1.00952</c:v>
                </c:pt>
                <c:pt idx="1023">
                  <c:v>1.0100199999999999</c:v>
                </c:pt>
                <c:pt idx="1024">
                  <c:v>1.0105200000000001</c:v>
                </c:pt>
                <c:pt idx="1025">
                  <c:v>1.01102</c:v>
                </c:pt>
                <c:pt idx="1026">
                  <c:v>1.01152</c:v>
                </c:pt>
                <c:pt idx="1027">
                  <c:v>1.0120199999999999</c:v>
                </c:pt>
                <c:pt idx="1028">
                  <c:v>1.0125200000000001</c:v>
                </c:pt>
                <c:pt idx="1029">
                  <c:v>1.01302</c:v>
                </c:pt>
                <c:pt idx="1030">
                  <c:v>1.01352</c:v>
                </c:pt>
                <c:pt idx="1031">
                  <c:v>1.0140199999999999</c:v>
                </c:pt>
                <c:pt idx="1032">
                  <c:v>1.0145200000000001</c:v>
                </c:pt>
                <c:pt idx="1033">
                  <c:v>1.01502</c:v>
                </c:pt>
                <c:pt idx="1034">
                  <c:v>1.01552</c:v>
                </c:pt>
                <c:pt idx="1035">
                  <c:v>1.0160199999999999</c:v>
                </c:pt>
                <c:pt idx="1036">
                  <c:v>1.01651</c:v>
                </c:pt>
                <c:pt idx="1037">
                  <c:v>1.01701</c:v>
                </c:pt>
                <c:pt idx="1038">
                  <c:v>1.0175099999999999</c:v>
                </c:pt>
                <c:pt idx="1039">
                  <c:v>1.0180100000000001</c:v>
                </c:pt>
                <c:pt idx="1040">
                  <c:v>1.01851</c:v>
                </c:pt>
                <c:pt idx="1041">
                  <c:v>1.01901</c:v>
                </c:pt>
                <c:pt idx="1042">
                  <c:v>1.0195099999999999</c:v>
                </c:pt>
                <c:pt idx="1043">
                  <c:v>1.0200100000000001</c:v>
                </c:pt>
                <c:pt idx="1044">
                  <c:v>1.02051</c:v>
                </c:pt>
                <c:pt idx="1045">
                  <c:v>1.02101</c:v>
                </c:pt>
                <c:pt idx="1046">
                  <c:v>1.0215099999999999</c:v>
                </c:pt>
                <c:pt idx="1047">
                  <c:v>1.0220100000000001</c:v>
                </c:pt>
                <c:pt idx="1048">
                  <c:v>1.02251</c:v>
                </c:pt>
                <c:pt idx="1049">
                  <c:v>1.02301</c:v>
                </c:pt>
                <c:pt idx="1050">
                  <c:v>1.0235099999999999</c:v>
                </c:pt>
                <c:pt idx="1051">
                  <c:v>1.0240100000000001</c:v>
                </c:pt>
                <c:pt idx="1052">
                  <c:v>1.02451</c:v>
                </c:pt>
                <c:pt idx="1053">
                  <c:v>1.02501</c:v>
                </c:pt>
                <c:pt idx="1054">
                  <c:v>1.0255099999999999</c:v>
                </c:pt>
                <c:pt idx="1055">
                  <c:v>1.0260100000000001</c:v>
                </c:pt>
                <c:pt idx="1056">
                  <c:v>1.02651</c:v>
                </c:pt>
                <c:pt idx="1057">
                  <c:v>1.02701</c:v>
                </c:pt>
                <c:pt idx="1058">
                  <c:v>1.0275099999999999</c:v>
                </c:pt>
                <c:pt idx="1059">
                  <c:v>1.0280100000000001</c:v>
                </c:pt>
                <c:pt idx="1060">
                  <c:v>1.02851</c:v>
                </c:pt>
                <c:pt idx="1061">
                  <c:v>1.02901</c:v>
                </c:pt>
                <c:pt idx="1062">
                  <c:v>1.0295099999999999</c:v>
                </c:pt>
                <c:pt idx="1063">
                  <c:v>1.0300100000000001</c:v>
                </c:pt>
                <c:pt idx="1064">
                  <c:v>1.03051</c:v>
                </c:pt>
                <c:pt idx="1065">
                  <c:v>1.0309999999999999</c:v>
                </c:pt>
                <c:pt idx="1066">
                  <c:v>1.0315000000000001</c:v>
                </c:pt>
                <c:pt idx="1067">
                  <c:v>1.032</c:v>
                </c:pt>
                <c:pt idx="1068">
                  <c:v>1.0325</c:v>
                </c:pt>
                <c:pt idx="1069">
                  <c:v>1.0329999999999999</c:v>
                </c:pt>
                <c:pt idx="1070">
                  <c:v>1.0335000000000001</c:v>
                </c:pt>
                <c:pt idx="1071">
                  <c:v>1.034</c:v>
                </c:pt>
                <c:pt idx="1072">
                  <c:v>1.0345</c:v>
                </c:pt>
                <c:pt idx="1073">
                  <c:v>1.0349999999999999</c:v>
                </c:pt>
                <c:pt idx="1074">
                  <c:v>1.0355000000000001</c:v>
                </c:pt>
                <c:pt idx="1075">
                  <c:v>1.036</c:v>
                </c:pt>
                <c:pt idx="1076">
                  <c:v>1.0365</c:v>
                </c:pt>
                <c:pt idx="1077">
                  <c:v>1.0369999999999999</c:v>
                </c:pt>
                <c:pt idx="1078">
                  <c:v>1.0375000000000001</c:v>
                </c:pt>
                <c:pt idx="1079">
                  <c:v>1.038</c:v>
                </c:pt>
                <c:pt idx="1080">
                  <c:v>1.0385</c:v>
                </c:pt>
                <c:pt idx="1081">
                  <c:v>1.0389999999999999</c:v>
                </c:pt>
                <c:pt idx="1082">
                  <c:v>1.0395000000000001</c:v>
                </c:pt>
                <c:pt idx="1083">
                  <c:v>1.04</c:v>
                </c:pt>
                <c:pt idx="1084">
                  <c:v>1.0405</c:v>
                </c:pt>
                <c:pt idx="1085">
                  <c:v>1.0409999999999999</c:v>
                </c:pt>
                <c:pt idx="1086">
                  <c:v>1.0415000000000001</c:v>
                </c:pt>
                <c:pt idx="1087">
                  <c:v>1.042</c:v>
                </c:pt>
                <c:pt idx="1088">
                  <c:v>1.0425</c:v>
                </c:pt>
                <c:pt idx="1089">
                  <c:v>1.0429999999999999</c:v>
                </c:pt>
                <c:pt idx="1090">
                  <c:v>1.0435000000000001</c:v>
                </c:pt>
                <c:pt idx="1091">
                  <c:v>1.044</c:v>
                </c:pt>
                <c:pt idx="1092">
                  <c:v>1.0445</c:v>
                </c:pt>
                <c:pt idx="1093">
                  <c:v>1.0449999999999999</c:v>
                </c:pt>
                <c:pt idx="1094">
                  <c:v>1.0455000000000001</c:v>
                </c:pt>
                <c:pt idx="1095">
                  <c:v>1.046</c:v>
                </c:pt>
                <c:pt idx="1096">
                  <c:v>1.0465</c:v>
                </c:pt>
                <c:pt idx="1097">
                  <c:v>1.0469999999999999</c:v>
                </c:pt>
                <c:pt idx="1098">
                  <c:v>1.0475000000000001</c:v>
                </c:pt>
                <c:pt idx="1099">
                  <c:v>1.048</c:v>
                </c:pt>
                <c:pt idx="1100">
                  <c:v>1.0485</c:v>
                </c:pt>
                <c:pt idx="1101">
                  <c:v>1.0489999999999999</c:v>
                </c:pt>
                <c:pt idx="1102">
                  <c:v>1.0495000000000001</c:v>
                </c:pt>
                <c:pt idx="1103">
                  <c:v>1.05</c:v>
                </c:pt>
                <c:pt idx="1104">
                  <c:v>1.0505</c:v>
                </c:pt>
                <c:pt idx="1105">
                  <c:v>1.0509999999999999</c:v>
                </c:pt>
                <c:pt idx="1106">
                  <c:v>1.0515000000000001</c:v>
                </c:pt>
                <c:pt idx="1107">
                  <c:v>1.052</c:v>
                </c:pt>
                <c:pt idx="1108">
                  <c:v>1.0525</c:v>
                </c:pt>
                <c:pt idx="1109">
                  <c:v>1.0529999999999999</c:v>
                </c:pt>
                <c:pt idx="1110">
                  <c:v>1.0535000000000001</c:v>
                </c:pt>
                <c:pt idx="1111">
                  <c:v>1.054</c:v>
                </c:pt>
                <c:pt idx="1112">
                  <c:v>1.0545</c:v>
                </c:pt>
                <c:pt idx="1113">
                  <c:v>1.0549999999999999</c:v>
                </c:pt>
                <c:pt idx="1114">
                  <c:v>1.0555000000000001</c:v>
                </c:pt>
                <c:pt idx="1115">
                  <c:v>1.056</c:v>
                </c:pt>
                <c:pt idx="1116">
                  <c:v>1.0565</c:v>
                </c:pt>
                <c:pt idx="1117">
                  <c:v>1.0569999999999999</c:v>
                </c:pt>
                <c:pt idx="1118">
                  <c:v>1.0575000000000001</c:v>
                </c:pt>
                <c:pt idx="1119">
                  <c:v>1.0580000000000001</c:v>
                </c:pt>
                <c:pt idx="1120">
                  <c:v>1.0585</c:v>
                </c:pt>
                <c:pt idx="1121">
                  <c:v>1.0589999999999999</c:v>
                </c:pt>
                <c:pt idx="1122">
                  <c:v>1.0595000000000001</c:v>
                </c:pt>
                <c:pt idx="1123">
                  <c:v>1.06</c:v>
                </c:pt>
                <c:pt idx="1124">
                  <c:v>1.0604899999999999</c:v>
                </c:pt>
                <c:pt idx="1125">
                  <c:v>1.0609900000000001</c:v>
                </c:pt>
                <c:pt idx="1126">
                  <c:v>1.06149</c:v>
                </c:pt>
                <c:pt idx="1127">
                  <c:v>1.06199</c:v>
                </c:pt>
                <c:pt idx="1128">
                  <c:v>1.0624899999999999</c:v>
                </c:pt>
                <c:pt idx="1129">
                  <c:v>1.0629900000000001</c:v>
                </c:pt>
                <c:pt idx="1130">
                  <c:v>1.06349</c:v>
                </c:pt>
                <c:pt idx="1131">
                  <c:v>1.06399</c:v>
                </c:pt>
                <c:pt idx="1132">
                  <c:v>1.0644899999999999</c:v>
                </c:pt>
                <c:pt idx="1133">
                  <c:v>1.0649900000000001</c:v>
                </c:pt>
                <c:pt idx="1134">
                  <c:v>1.06549</c:v>
                </c:pt>
                <c:pt idx="1135">
                  <c:v>1.06599</c:v>
                </c:pt>
                <c:pt idx="1136">
                  <c:v>1.0664899999999999</c:v>
                </c:pt>
                <c:pt idx="1137">
                  <c:v>1.0669900000000001</c:v>
                </c:pt>
                <c:pt idx="1138">
                  <c:v>1.06749</c:v>
                </c:pt>
                <c:pt idx="1139">
                  <c:v>1.06799</c:v>
                </c:pt>
                <c:pt idx="1140">
                  <c:v>1.0684899999999999</c:v>
                </c:pt>
                <c:pt idx="1141">
                  <c:v>1.0689900000000001</c:v>
                </c:pt>
                <c:pt idx="1142">
                  <c:v>1.0694900000000001</c:v>
                </c:pt>
                <c:pt idx="1143">
                  <c:v>1.06999</c:v>
                </c:pt>
                <c:pt idx="1144">
                  <c:v>1.0704899999999999</c:v>
                </c:pt>
                <c:pt idx="1145">
                  <c:v>1.0709900000000001</c:v>
                </c:pt>
                <c:pt idx="1146">
                  <c:v>1.0714900000000001</c:v>
                </c:pt>
                <c:pt idx="1147">
                  <c:v>1.07199</c:v>
                </c:pt>
                <c:pt idx="1148">
                  <c:v>1.0724899999999999</c:v>
                </c:pt>
                <c:pt idx="1149">
                  <c:v>1.0729900000000001</c:v>
                </c:pt>
                <c:pt idx="1150">
                  <c:v>1.0734900000000001</c:v>
                </c:pt>
                <c:pt idx="1151">
                  <c:v>1.07399</c:v>
                </c:pt>
                <c:pt idx="1152">
                  <c:v>1.0744899999999999</c:v>
                </c:pt>
                <c:pt idx="1153">
                  <c:v>1.0749899999999999</c:v>
                </c:pt>
                <c:pt idx="1154">
                  <c:v>1.0754900000000001</c:v>
                </c:pt>
                <c:pt idx="1155">
                  <c:v>1.07599</c:v>
                </c:pt>
                <c:pt idx="1156">
                  <c:v>1.0764899999999999</c:v>
                </c:pt>
                <c:pt idx="1157">
                  <c:v>1.0769899999999999</c:v>
                </c:pt>
                <c:pt idx="1158">
                  <c:v>1.0774900000000001</c:v>
                </c:pt>
                <c:pt idx="1159">
                  <c:v>1.07799</c:v>
                </c:pt>
                <c:pt idx="1160">
                  <c:v>1.0784899999999999</c:v>
                </c:pt>
                <c:pt idx="1161">
                  <c:v>1.0789899999999999</c:v>
                </c:pt>
                <c:pt idx="1162">
                  <c:v>1.07948</c:v>
                </c:pt>
                <c:pt idx="1163">
                  <c:v>1.0799799999999999</c:v>
                </c:pt>
                <c:pt idx="1164">
                  <c:v>1.0804800000000001</c:v>
                </c:pt>
                <c:pt idx="1165">
                  <c:v>1.0809800000000001</c:v>
                </c:pt>
                <c:pt idx="1166">
                  <c:v>1.08148</c:v>
                </c:pt>
                <c:pt idx="1167">
                  <c:v>1.0819799999999999</c:v>
                </c:pt>
                <c:pt idx="1168">
                  <c:v>1.0824800000000001</c:v>
                </c:pt>
                <c:pt idx="1169">
                  <c:v>1.0829899999999999</c:v>
                </c:pt>
                <c:pt idx="1170">
                  <c:v>1.0834900000000001</c:v>
                </c:pt>
                <c:pt idx="1171">
                  <c:v>1.0839799999999999</c:v>
                </c:pt>
                <c:pt idx="1172">
                  <c:v>1.0844800000000001</c:v>
                </c:pt>
                <c:pt idx="1173">
                  <c:v>1.0849800000000001</c:v>
                </c:pt>
                <c:pt idx="1174">
                  <c:v>1.08548</c:v>
                </c:pt>
                <c:pt idx="1175">
                  <c:v>1.0859799999999999</c:v>
                </c:pt>
                <c:pt idx="1176">
                  <c:v>1.0864799999999999</c:v>
                </c:pt>
                <c:pt idx="1177">
                  <c:v>1.0869800000000001</c:v>
                </c:pt>
                <c:pt idx="1178">
                  <c:v>1.08748</c:v>
                </c:pt>
                <c:pt idx="1179">
                  <c:v>1.0879799999999999</c:v>
                </c:pt>
                <c:pt idx="1180">
                  <c:v>1.0884799999999999</c:v>
                </c:pt>
                <c:pt idx="1181">
                  <c:v>1.0889800000000001</c:v>
                </c:pt>
                <c:pt idx="1182">
                  <c:v>1.08948</c:v>
                </c:pt>
                <c:pt idx="1183">
                  <c:v>1.0899799999999999</c:v>
                </c:pt>
                <c:pt idx="1184">
                  <c:v>1.0904799999999999</c:v>
                </c:pt>
                <c:pt idx="1185">
                  <c:v>1.0909800000000001</c:v>
                </c:pt>
                <c:pt idx="1186">
                  <c:v>1.09148</c:v>
                </c:pt>
                <c:pt idx="1187">
                  <c:v>1.09198</c:v>
                </c:pt>
                <c:pt idx="1188">
                  <c:v>1.0924799999999999</c:v>
                </c:pt>
                <c:pt idx="1189">
                  <c:v>1.0929800000000001</c:v>
                </c:pt>
                <c:pt idx="1190">
                  <c:v>1.09348</c:v>
                </c:pt>
                <c:pt idx="1191">
                  <c:v>1.09398</c:v>
                </c:pt>
                <c:pt idx="1192">
                  <c:v>1.0944799999999999</c:v>
                </c:pt>
                <c:pt idx="1193">
                  <c:v>1.0949800000000001</c:v>
                </c:pt>
                <c:pt idx="1194">
                  <c:v>1.09548</c:v>
                </c:pt>
                <c:pt idx="1195">
                  <c:v>1.09598</c:v>
                </c:pt>
                <c:pt idx="1196">
                  <c:v>1.0964799999999999</c:v>
                </c:pt>
                <c:pt idx="1197">
                  <c:v>1.0969800000000001</c:v>
                </c:pt>
                <c:pt idx="1198">
                  <c:v>1.09748</c:v>
                </c:pt>
                <c:pt idx="1199">
                  <c:v>1.09798</c:v>
                </c:pt>
                <c:pt idx="1200">
                  <c:v>1.0984799999999999</c:v>
                </c:pt>
                <c:pt idx="1201">
                  <c:v>1.0989800000000001</c:v>
                </c:pt>
                <c:pt idx="1202">
                  <c:v>1.09948</c:v>
                </c:pt>
                <c:pt idx="1203">
                  <c:v>1.09998</c:v>
                </c:pt>
                <c:pt idx="1204">
                  <c:v>1.1004799999999999</c:v>
                </c:pt>
                <c:pt idx="1205">
                  <c:v>1.1009800000000001</c:v>
                </c:pt>
                <c:pt idx="1206">
                  <c:v>1.10148</c:v>
                </c:pt>
                <c:pt idx="1207">
                  <c:v>1.10198</c:v>
                </c:pt>
                <c:pt idx="1208">
                  <c:v>1.1024799999999999</c:v>
                </c:pt>
                <c:pt idx="1209">
                  <c:v>1.1029800000000001</c:v>
                </c:pt>
                <c:pt idx="1210">
                  <c:v>1.10347</c:v>
                </c:pt>
                <c:pt idx="1211">
                  <c:v>1.1039699999999999</c:v>
                </c:pt>
                <c:pt idx="1212">
                  <c:v>1.1044700000000001</c:v>
                </c:pt>
                <c:pt idx="1213">
                  <c:v>1.10497</c:v>
                </c:pt>
                <c:pt idx="1214">
                  <c:v>1.10547</c:v>
                </c:pt>
                <c:pt idx="1215">
                  <c:v>1.1059699999999999</c:v>
                </c:pt>
                <c:pt idx="1216">
                  <c:v>1.1064700000000001</c:v>
                </c:pt>
                <c:pt idx="1217">
                  <c:v>1.10697</c:v>
                </c:pt>
                <c:pt idx="1218">
                  <c:v>1.10747</c:v>
                </c:pt>
                <c:pt idx="1219">
                  <c:v>1.1079699999999999</c:v>
                </c:pt>
                <c:pt idx="1220">
                  <c:v>1.1084700000000001</c:v>
                </c:pt>
                <c:pt idx="1221">
                  <c:v>1.10897</c:v>
                </c:pt>
                <c:pt idx="1222">
                  <c:v>1.10947</c:v>
                </c:pt>
                <c:pt idx="1223">
                  <c:v>1.1099699999999999</c:v>
                </c:pt>
                <c:pt idx="1224">
                  <c:v>1.1104700000000001</c:v>
                </c:pt>
                <c:pt idx="1225">
                  <c:v>1.11097</c:v>
                </c:pt>
                <c:pt idx="1226">
                  <c:v>1.11147</c:v>
                </c:pt>
                <c:pt idx="1227">
                  <c:v>1.1119699999999999</c:v>
                </c:pt>
                <c:pt idx="1228">
                  <c:v>1.1124700000000001</c:v>
                </c:pt>
                <c:pt idx="1229">
                  <c:v>1.11297</c:v>
                </c:pt>
                <c:pt idx="1230">
                  <c:v>1.11347</c:v>
                </c:pt>
                <c:pt idx="1231">
                  <c:v>1.1139699999999999</c:v>
                </c:pt>
                <c:pt idx="1232">
                  <c:v>1.1144700000000001</c:v>
                </c:pt>
                <c:pt idx="1233">
                  <c:v>1.11497</c:v>
                </c:pt>
                <c:pt idx="1234">
                  <c:v>1.11547</c:v>
                </c:pt>
                <c:pt idx="1235">
                  <c:v>1.1159699999999999</c:v>
                </c:pt>
                <c:pt idx="1236">
                  <c:v>1.1164700000000001</c:v>
                </c:pt>
                <c:pt idx="1237">
                  <c:v>1.11697</c:v>
                </c:pt>
                <c:pt idx="1238">
                  <c:v>1.11747</c:v>
                </c:pt>
                <c:pt idx="1239">
                  <c:v>1.1179699999999999</c:v>
                </c:pt>
                <c:pt idx="1240">
                  <c:v>1.1184700000000001</c:v>
                </c:pt>
                <c:pt idx="1241">
                  <c:v>1.11897</c:v>
                </c:pt>
                <c:pt idx="1242">
                  <c:v>1.11947</c:v>
                </c:pt>
                <c:pt idx="1243">
                  <c:v>1.1199699999999999</c:v>
                </c:pt>
                <c:pt idx="1244">
                  <c:v>1.1204700000000001</c:v>
                </c:pt>
                <c:pt idx="1245">
                  <c:v>1.12097</c:v>
                </c:pt>
                <c:pt idx="1246">
                  <c:v>1.12147</c:v>
                </c:pt>
                <c:pt idx="1247">
                  <c:v>1.1219699999999999</c:v>
                </c:pt>
                <c:pt idx="1248">
                  <c:v>1.1224700000000001</c:v>
                </c:pt>
                <c:pt idx="1249">
                  <c:v>1.12297</c:v>
                </c:pt>
                <c:pt idx="1250">
                  <c:v>1.12347</c:v>
                </c:pt>
                <c:pt idx="1251">
                  <c:v>1.1239600000000001</c:v>
                </c:pt>
                <c:pt idx="1252">
                  <c:v>1.12446</c:v>
                </c:pt>
                <c:pt idx="1253">
                  <c:v>1.12496</c:v>
                </c:pt>
                <c:pt idx="1254">
                  <c:v>1.1254599999999999</c:v>
                </c:pt>
                <c:pt idx="1255">
                  <c:v>1.1259600000000001</c:v>
                </c:pt>
                <c:pt idx="1256">
                  <c:v>1.12646</c:v>
                </c:pt>
                <c:pt idx="1257">
                  <c:v>1.12696</c:v>
                </c:pt>
                <c:pt idx="1258">
                  <c:v>1.12747</c:v>
                </c:pt>
                <c:pt idx="1259">
                  <c:v>1.1279600000000001</c:v>
                </c:pt>
                <c:pt idx="1260">
                  <c:v>1.12846</c:v>
                </c:pt>
                <c:pt idx="1261">
                  <c:v>1.12896</c:v>
                </c:pt>
                <c:pt idx="1262">
                  <c:v>1.1294599999999999</c:v>
                </c:pt>
                <c:pt idx="1263">
                  <c:v>1.1299600000000001</c:v>
                </c:pt>
                <c:pt idx="1264">
                  <c:v>1.13046</c:v>
                </c:pt>
                <c:pt idx="1265">
                  <c:v>1.13096</c:v>
                </c:pt>
                <c:pt idx="1266">
                  <c:v>1.1314599999999999</c:v>
                </c:pt>
                <c:pt idx="1267">
                  <c:v>1.1319600000000001</c:v>
                </c:pt>
                <c:pt idx="1268">
                  <c:v>1.13246</c:v>
                </c:pt>
                <c:pt idx="1269">
                  <c:v>1.13296</c:v>
                </c:pt>
                <c:pt idx="1270">
                  <c:v>1.1334599999999999</c:v>
                </c:pt>
                <c:pt idx="1271">
                  <c:v>1.1339600000000001</c:v>
                </c:pt>
                <c:pt idx="1272">
                  <c:v>1.13446</c:v>
                </c:pt>
                <c:pt idx="1273">
                  <c:v>1.13496</c:v>
                </c:pt>
                <c:pt idx="1274">
                  <c:v>1.1354599999999999</c:v>
                </c:pt>
                <c:pt idx="1275">
                  <c:v>1.1359600000000001</c:v>
                </c:pt>
                <c:pt idx="1276">
                  <c:v>1.13646</c:v>
                </c:pt>
                <c:pt idx="1277">
                  <c:v>1.13696</c:v>
                </c:pt>
                <c:pt idx="1278">
                  <c:v>1.1374599999999999</c:v>
                </c:pt>
                <c:pt idx="1279">
                  <c:v>1.1379600000000001</c:v>
                </c:pt>
                <c:pt idx="1280">
                  <c:v>1.13846</c:v>
                </c:pt>
                <c:pt idx="1281">
                  <c:v>1.13896</c:v>
                </c:pt>
                <c:pt idx="1282">
                  <c:v>1.1394599999999999</c:v>
                </c:pt>
                <c:pt idx="1283">
                  <c:v>1.1399600000000001</c:v>
                </c:pt>
                <c:pt idx="1284">
                  <c:v>1.14046</c:v>
                </c:pt>
                <c:pt idx="1285">
                  <c:v>1.14096</c:v>
                </c:pt>
                <c:pt idx="1286">
                  <c:v>1.1414599999999999</c:v>
                </c:pt>
                <c:pt idx="1287">
                  <c:v>1.1419600000000001</c:v>
                </c:pt>
                <c:pt idx="1288">
                  <c:v>1.14245</c:v>
                </c:pt>
                <c:pt idx="1289">
                  <c:v>1.1429499999999999</c:v>
                </c:pt>
                <c:pt idx="1290">
                  <c:v>1.1434500000000001</c:v>
                </c:pt>
                <c:pt idx="1291">
                  <c:v>1.14395</c:v>
                </c:pt>
                <c:pt idx="1292">
                  <c:v>1.14445</c:v>
                </c:pt>
                <c:pt idx="1293">
                  <c:v>1.1449499999999999</c:v>
                </c:pt>
                <c:pt idx="1294">
                  <c:v>1.1454500000000001</c:v>
                </c:pt>
                <c:pt idx="1295">
                  <c:v>1.14595</c:v>
                </c:pt>
                <c:pt idx="1296">
                  <c:v>1.14646</c:v>
                </c:pt>
                <c:pt idx="1297">
                  <c:v>1.14696</c:v>
                </c:pt>
                <c:pt idx="1298">
                  <c:v>1.1474500000000001</c:v>
                </c:pt>
                <c:pt idx="1299">
                  <c:v>1.14795</c:v>
                </c:pt>
                <c:pt idx="1300">
                  <c:v>1.14845</c:v>
                </c:pt>
                <c:pt idx="1301">
                  <c:v>1.1489499999999999</c:v>
                </c:pt>
                <c:pt idx="1302">
                  <c:v>1.1494500000000001</c:v>
                </c:pt>
                <c:pt idx="1303">
                  <c:v>1.14995</c:v>
                </c:pt>
                <c:pt idx="1304">
                  <c:v>1.15045</c:v>
                </c:pt>
                <c:pt idx="1305">
                  <c:v>1.15096</c:v>
                </c:pt>
                <c:pt idx="1306">
                  <c:v>1.1514599999999999</c:v>
                </c:pt>
                <c:pt idx="1307">
                  <c:v>1.1519600000000001</c:v>
                </c:pt>
                <c:pt idx="1308">
                  <c:v>1.15246</c:v>
                </c:pt>
                <c:pt idx="1309">
                  <c:v>1.15296</c:v>
                </c:pt>
                <c:pt idx="1310">
                  <c:v>1.1534500000000001</c:v>
                </c:pt>
                <c:pt idx="1311">
                  <c:v>1.15395</c:v>
                </c:pt>
                <c:pt idx="1312">
                  <c:v>1.15445</c:v>
                </c:pt>
                <c:pt idx="1313">
                  <c:v>1.1549499999999999</c:v>
                </c:pt>
                <c:pt idx="1314">
                  <c:v>1.1554500000000001</c:v>
                </c:pt>
                <c:pt idx="1315">
                  <c:v>1.15595</c:v>
                </c:pt>
                <c:pt idx="1316">
                  <c:v>1.15645</c:v>
                </c:pt>
                <c:pt idx="1317">
                  <c:v>1.1569499999999999</c:v>
                </c:pt>
                <c:pt idx="1318">
                  <c:v>1.1574500000000001</c:v>
                </c:pt>
                <c:pt idx="1319">
                  <c:v>1.15795</c:v>
                </c:pt>
                <c:pt idx="1320">
                  <c:v>1.15845</c:v>
                </c:pt>
                <c:pt idx="1321">
                  <c:v>1.1589499999999999</c:v>
                </c:pt>
                <c:pt idx="1322">
                  <c:v>1.1594500000000001</c:v>
                </c:pt>
                <c:pt idx="1323">
                  <c:v>1.15995</c:v>
                </c:pt>
                <c:pt idx="1324">
                  <c:v>1.16045</c:v>
                </c:pt>
                <c:pt idx="1325">
                  <c:v>1.1609499999999999</c:v>
                </c:pt>
                <c:pt idx="1326">
                  <c:v>1.1614500000000001</c:v>
                </c:pt>
                <c:pt idx="1327">
                  <c:v>1.16195</c:v>
                </c:pt>
                <c:pt idx="1328">
                  <c:v>1.16245</c:v>
                </c:pt>
                <c:pt idx="1329">
                  <c:v>1.1629499999999999</c:v>
                </c:pt>
                <c:pt idx="1330">
                  <c:v>1.1634500000000001</c:v>
                </c:pt>
                <c:pt idx="1331">
                  <c:v>1.16395</c:v>
                </c:pt>
                <c:pt idx="1332">
                  <c:v>1.16445</c:v>
                </c:pt>
                <c:pt idx="1333">
                  <c:v>1.1649499999999999</c:v>
                </c:pt>
                <c:pt idx="1334">
                  <c:v>1.16544</c:v>
                </c:pt>
                <c:pt idx="1335">
                  <c:v>1.16594</c:v>
                </c:pt>
                <c:pt idx="1336">
                  <c:v>1.1664399999999999</c:v>
                </c:pt>
                <c:pt idx="1337">
                  <c:v>1.1669400000000001</c:v>
                </c:pt>
                <c:pt idx="1338">
                  <c:v>1.16744</c:v>
                </c:pt>
                <c:pt idx="1339">
                  <c:v>1.16794</c:v>
                </c:pt>
                <c:pt idx="1340">
                  <c:v>1.16845</c:v>
                </c:pt>
                <c:pt idx="1341">
                  <c:v>1.1689499999999999</c:v>
                </c:pt>
                <c:pt idx="1342">
                  <c:v>1.1694500000000001</c:v>
                </c:pt>
                <c:pt idx="1343">
                  <c:v>1.16995</c:v>
                </c:pt>
                <c:pt idx="1344">
                  <c:v>1.17045</c:v>
                </c:pt>
                <c:pt idx="1345">
                  <c:v>1.1709499999999999</c:v>
                </c:pt>
                <c:pt idx="1346">
                  <c:v>1.1714500000000001</c:v>
                </c:pt>
                <c:pt idx="1347">
                  <c:v>1.17195</c:v>
                </c:pt>
                <c:pt idx="1348">
                  <c:v>1.17245</c:v>
                </c:pt>
                <c:pt idx="1349">
                  <c:v>1.1729499999999999</c:v>
                </c:pt>
                <c:pt idx="1350">
                  <c:v>1.1734500000000001</c:v>
                </c:pt>
                <c:pt idx="1351">
                  <c:v>1.17394</c:v>
                </c:pt>
                <c:pt idx="1352">
                  <c:v>1.1744399999999999</c:v>
                </c:pt>
                <c:pt idx="1353">
                  <c:v>1.1749400000000001</c:v>
                </c:pt>
                <c:pt idx="1354">
                  <c:v>1.17544</c:v>
                </c:pt>
                <c:pt idx="1355">
                  <c:v>1.17594</c:v>
                </c:pt>
                <c:pt idx="1356">
                  <c:v>1.1764399999999999</c:v>
                </c:pt>
                <c:pt idx="1357">
                  <c:v>1.1769400000000001</c:v>
                </c:pt>
                <c:pt idx="1358">
                  <c:v>1.17744</c:v>
                </c:pt>
                <c:pt idx="1359">
                  <c:v>1.17794</c:v>
                </c:pt>
                <c:pt idx="1360">
                  <c:v>1.1784399999999999</c:v>
                </c:pt>
                <c:pt idx="1361">
                  <c:v>1.1789400000000001</c:v>
                </c:pt>
                <c:pt idx="1362">
                  <c:v>1.17944</c:v>
                </c:pt>
                <c:pt idx="1363">
                  <c:v>1.17994</c:v>
                </c:pt>
                <c:pt idx="1364">
                  <c:v>1.1804399999999999</c:v>
                </c:pt>
                <c:pt idx="1365">
                  <c:v>1.1809400000000001</c:v>
                </c:pt>
                <c:pt idx="1366">
                  <c:v>1.18144</c:v>
                </c:pt>
                <c:pt idx="1367">
                  <c:v>1.1819299999999999</c:v>
                </c:pt>
                <c:pt idx="1368">
                  <c:v>1.1824300000000001</c:v>
                </c:pt>
                <c:pt idx="1369">
                  <c:v>1.18293</c:v>
                </c:pt>
                <c:pt idx="1370">
                  <c:v>1.18344</c:v>
                </c:pt>
                <c:pt idx="1371">
                  <c:v>1.1839299999999999</c:v>
                </c:pt>
                <c:pt idx="1372">
                  <c:v>1.1844300000000001</c:v>
                </c:pt>
                <c:pt idx="1373">
                  <c:v>1.18493</c:v>
                </c:pt>
                <c:pt idx="1374">
                  <c:v>1.18543</c:v>
                </c:pt>
                <c:pt idx="1375">
                  <c:v>1.18594</c:v>
                </c:pt>
                <c:pt idx="1376">
                  <c:v>1.1864300000000001</c:v>
                </c:pt>
                <c:pt idx="1377">
                  <c:v>1.18693</c:v>
                </c:pt>
                <c:pt idx="1378">
                  <c:v>1.18743</c:v>
                </c:pt>
                <c:pt idx="1379">
                  <c:v>1.1879299999999999</c:v>
                </c:pt>
                <c:pt idx="1380">
                  <c:v>1.1884300000000001</c:v>
                </c:pt>
                <c:pt idx="1381">
                  <c:v>1.18893</c:v>
                </c:pt>
                <c:pt idx="1382">
                  <c:v>1.18943</c:v>
                </c:pt>
                <c:pt idx="1383">
                  <c:v>1.1899299999999999</c:v>
                </c:pt>
                <c:pt idx="1384">
                  <c:v>1.1904300000000001</c:v>
                </c:pt>
                <c:pt idx="1385">
                  <c:v>1.19093</c:v>
                </c:pt>
                <c:pt idx="1386">
                  <c:v>1.19143</c:v>
                </c:pt>
                <c:pt idx="1387">
                  <c:v>1.1919299999999999</c:v>
                </c:pt>
                <c:pt idx="1388">
                  <c:v>1.1924300000000001</c:v>
                </c:pt>
                <c:pt idx="1389">
                  <c:v>1.19293</c:v>
                </c:pt>
                <c:pt idx="1390">
                  <c:v>1.19343</c:v>
                </c:pt>
                <c:pt idx="1391">
                  <c:v>1.1939299999999999</c:v>
                </c:pt>
                <c:pt idx="1392">
                  <c:v>1.1944300000000001</c:v>
                </c:pt>
                <c:pt idx="1393">
                  <c:v>1.19493</c:v>
                </c:pt>
                <c:pt idx="1394">
                  <c:v>1.19543</c:v>
                </c:pt>
                <c:pt idx="1395">
                  <c:v>1.1959299999999999</c:v>
                </c:pt>
                <c:pt idx="1396">
                  <c:v>1.1964300000000001</c:v>
                </c:pt>
                <c:pt idx="1397">
                  <c:v>1.19693</c:v>
                </c:pt>
                <c:pt idx="1398">
                  <c:v>1.19743</c:v>
                </c:pt>
                <c:pt idx="1399">
                  <c:v>1.1979299999999999</c:v>
                </c:pt>
                <c:pt idx="1400">
                  <c:v>1.1984300000000001</c:v>
                </c:pt>
                <c:pt idx="1401">
                  <c:v>1.1989300000000001</c:v>
                </c:pt>
                <c:pt idx="1402">
                  <c:v>1.19943</c:v>
                </c:pt>
                <c:pt idx="1403">
                  <c:v>1.1999299999999999</c:v>
                </c:pt>
                <c:pt idx="1404">
                  <c:v>1.2004300000000001</c:v>
                </c:pt>
                <c:pt idx="1405">
                  <c:v>1.2009300000000001</c:v>
                </c:pt>
                <c:pt idx="1406">
                  <c:v>1.20143</c:v>
                </c:pt>
                <c:pt idx="1407">
                  <c:v>1.2019299999999999</c:v>
                </c:pt>
                <c:pt idx="1408">
                  <c:v>1.2024300000000001</c:v>
                </c:pt>
                <c:pt idx="1409">
                  <c:v>1.2029300000000001</c:v>
                </c:pt>
                <c:pt idx="1410">
                  <c:v>1.20343</c:v>
                </c:pt>
                <c:pt idx="1411">
                  <c:v>1.2039299999999999</c:v>
                </c:pt>
                <c:pt idx="1412">
                  <c:v>1.2044299999999999</c:v>
                </c:pt>
                <c:pt idx="1413">
                  <c:v>1.2049300000000001</c:v>
                </c:pt>
                <c:pt idx="1414">
                  <c:v>1.20543</c:v>
                </c:pt>
                <c:pt idx="1415">
                  <c:v>1.2059299999999999</c:v>
                </c:pt>
                <c:pt idx="1416">
                  <c:v>1.20642</c:v>
                </c:pt>
                <c:pt idx="1417">
                  <c:v>1.20692</c:v>
                </c:pt>
                <c:pt idx="1418">
                  <c:v>1.2074199999999999</c:v>
                </c:pt>
                <c:pt idx="1419">
                  <c:v>1.2079200000000001</c:v>
                </c:pt>
                <c:pt idx="1420">
                  <c:v>1.20842</c:v>
                </c:pt>
                <c:pt idx="1421">
                  <c:v>1.20892</c:v>
                </c:pt>
                <c:pt idx="1422">
                  <c:v>1.20943</c:v>
                </c:pt>
                <c:pt idx="1423">
                  <c:v>1.2099299999999999</c:v>
                </c:pt>
                <c:pt idx="1424">
                  <c:v>1.2104299999999999</c:v>
                </c:pt>
                <c:pt idx="1425">
                  <c:v>1.2109300000000001</c:v>
                </c:pt>
                <c:pt idx="1426">
                  <c:v>1.21143</c:v>
                </c:pt>
                <c:pt idx="1427">
                  <c:v>1.21193</c:v>
                </c:pt>
                <c:pt idx="1428">
                  <c:v>1.2124299999999999</c:v>
                </c:pt>
                <c:pt idx="1429">
                  <c:v>1.2129300000000001</c:v>
                </c:pt>
                <c:pt idx="1430">
                  <c:v>1.21343</c:v>
                </c:pt>
                <c:pt idx="1431">
                  <c:v>1.2139200000000001</c:v>
                </c:pt>
                <c:pt idx="1432">
                  <c:v>1.2144299999999999</c:v>
                </c:pt>
                <c:pt idx="1433">
                  <c:v>1.2149300000000001</c:v>
                </c:pt>
                <c:pt idx="1434">
                  <c:v>1.21543</c:v>
                </c:pt>
                <c:pt idx="1435">
                  <c:v>1.2159199999999999</c:v>
                </c:pt>
                <c:pt idx="1436">
                  <c:v>1.2164200000000001</c:v>
                </c:pt>
                <c:pt idx="1437">
                  <c:v>1.21692</c:v>
                </c:pt>
                <c:pt idx="1438">
                  <c:v>1.21743</c:v>
                </c:pt>
                <c:pt idx="1439">
                  <c:v>1.21793</c:v>
                </c:pt>
                <c:pt idx="1440">
                  <c:v>1.2184200000000001</c:v>
                </c:pt>
                <c:pt idx="1441">
                  <c:v>1.21892</c:v>
                </c:pt>
                <c:pt idx="1442">
                  <c:v>1.21943</c:v>
                </c:pt>
                <c:pt idx="1443">
                  <c:v>1.2199199999999999</c:v>
                </c:pt>
                <c:pt idx="1444">
                  <c:v>1.2204200000000001</c:v>
                </c:pt>
                <c:pt idx="1445">
                  <c:v>1.22092</c:v>
                </c:pt>
                <c:pt idx="1446">
                  <c:v>1.22142</c:v>
                </c:pt>
                <c:pt idx="1447">
                  <c:v>1.2219199999999999</c:v>
                </c:pt>
                <c:pt idx="1448">
                  <c:v>1.2224200000000001</c:v>
                </c:pt>
                <c:pt idx="1449">
                  <c:v>1.22292</c:v>
                </c:pt>
                <c:pt idx="1450">
                  <c:v>1.22342</c:v>
                </c:pt>
                <c:pt idx="1451">
                  <c:v>1.2239199999999999</c:v>
                </c:pt>
                <c:pt idx="1452">
                  <c:v>1.2244200000000001</c:v>
                </c:pt>
                <c:pt idx="1453">
                  <c:v>1.22492</c:v>
                </c:pt>
                <c:pt idx="1454">
                  <c:v>1.22542</c:v>
                </c:pt>
                <c:pt idx="1455">
                  <c:v>1.2259199999999999</c:v>
                </c:pt>
                <c:pt idx="1456">
                  <c:v>1.2264200000000001</c:v>
                </c:pt>
                <c:pt idx="1457">
                  <c:v>1.22692</c:v>
                </c:pt>
                <c:pt idx="1458">
                  <c:v>1.22742</c:v>
                </c:pt>
                <c:pt idx="1459">
                  <c:v>1.2279199999999999</c:v>
                </c:pt>
                <c:pt idx="1460">
                  <c:v>1.2284200000000001</c:v>
                </c:pt>
                <c:pt idx="1461">
                  <c:v>1.22892</c:v>
                </c:pt>
                <c:pt idx="1462">
                  <c:v>1.22942</c:v>
                </c:pt>
                <c:pt idx="1463">
                  <c:v>1.22993</c:v>
                </c:pt>
                <c:pt idx="1464">
                  <c:v>1.2304200000000001</c:v>
                </c:pt>
                <c:pt idx="1465">
                  <c:v>1.23092</c:v>
                </c:pt>
                <c:pt idx="1466">
                  <c:v>1.23142</c:v>
                </c:pt>
                <c:pt idx="1467">
                  <c:v>1.2319199999999999</c:v>
                </c:pt>
                <c:pt idx="1468">
                  <c:v>1.2324200000000001</c:v>
                </c:pt>
                <c:pt idx="1469">
                  <c:v>1.23292</c:v>
                </c:pt>
                <c:pt idx="1470">
                  <c:v>1.23342</c:v>
                </c:pt>
                <c:pt idx="1471">
                  <c:v>1.2339199999999999</c:v>
                </c:pt>
                <c:pt idx="1472">
                  <c:v>1.2344200000000001</c:v>
                </c:pt>
                <c:pt idx="1473">
                  <c:v>1.23492</c:v>
                </c:pt>
                <c:pt idx="1474">
                  <c:v>1.23542</c:v>
                </c:pt>
                <c:pt idx="1475">
                  <c:v>1.2359100000000001</c:v>
                </c:pt>
                <c:pt idx="1476">
                  <c:v>1.23641</c:v>
                </c:pt>
                <c:pt idx="1477">
                  <c:v>1.23691</c:v>
                </c:pt>
                <c:pt idx="1478">
                  <c:v>1.2374099999999999</c:v>
                </c:pt>
                <c:pt idx="1479">
                  <c:v>1.2379100000000001</c:v>
                </c:pt>
                <c:pt idx="1480">
                  <c:v>1.2384200000000001</c:v>
                </c:pt>
                <c:pt idx="1481">
                  <c:v>1.23892</c:v>
                </c:pt>
                <c:pt idx="1482">
                  <c:v>1.23942</c:v>
                </c:pt>
                <c:pt idx="1483">
                  <c:v>1.2399199999999999</c:v>
                </c:pt>
                <c:pt idx="1484">
                  <c:v>1.2404200000000001</c:v>
                </c:pt>
                <c:pt idx="1485">
                  <c:v>1.24091</c:v>
                </c:pt>
                <c:pt idx="1486">
                  <c:v>1.2414099999999999</c:v>
                </c:pt>
                <c:pt idx="1487">
                  <c:v>1.2419100000000001</c:v>
                </c:pt>
                <c:pt idx="1488">
                  <c:v>1.24241</c:v>
                </c:pt>
                <c:pt idx="1489">
                  <c:v>1.24291</c:v>
                </c:pt>
                <c:pt idx="1490">
                  <c:v>1.2434099999999999</c:v>
                </c:pt>
                <c:pt idx="1491">
                  <c:v>1.2439199999999999</c:v>
                </c:pt>
                <c:pt idx="1492">
                  <c:v>1.2444200000000001</c:v>
                </c:pt>
                <c:pt idx="1493">
                  <c:v>1.24492</c:v>
                </c:pt>
                <c:pt idx="1494">
                  <c:v>1.2454099999999999</c:v>
                </c:pt>
                <c:pt idx="1495">
                  <c:v>1.2459100000000001</c:v>
                </c:pt>
                <c:pt idx="1496">
                  <c:v>1.24641</c:v>
                </c:pt>
                <c:pt idx="1497">
                  <c:v>1.24691</c:v>
                </c:pt>
                <c:pt idx="1498">
                  <c:v>1.24742</c:v>
                </c:pt>
                <c:pt idx="1499">
                  <c:v>1.2479199999999999</c:v>
                </c:pt>
                <c:pt idx="1500">
                  <c:v>1.2484200000000001</c:v>
                </c:pt>
                <c:pt idx="1501">
                  <c:v>1.24891</c:v>
                </c:pt>
                <c:pt idx="1502">
                  <c:v>1.2494000000000001</c:v>
                </c:pt>
                <c:pt idx="1503">
                  <c:v>1.2499</c:v>
                </c:pt>
                <c:pt idx="1504">
                  <c:v>1.2504</c:v>
                </c:pt>
                <c:pt idx="1505">
                  <c:v>1.2508999999999999</c:v>
                </c:pt>
                <c:pt idx="1506">
                  <c:v>1.2514000000000001</c:v>
                </c:pt>
                <c:pt idx="1507">
                  <c:v>1.2519</c:v>
                </c:pt>
                <c:pt idx="1508">
                  <c:v>1.2524</c:v>
                </c:pt>
                <c:pt idx="1509">
                  <c:v>1.2528999999999999</c:v>
                </c:pt>
                <c:pt idx="1510">
                  <c:v>1.2534000000000001</c:v>
                </c:pt>
                <c:pt idx="1511">
                  <c:v>1.2539</c:v>
                </c:pt>
                <c:pt idx="1512">
                  <c:v>1.2543899999999999</c:v>
                </c:pt>
                <c:pt idx="1513">
                  <c:v>1.2548900000000001</c:v>
                </c:pt>
                <c:pt idx="1514">
                  <c:v>1.25539</c:v>
                </c:pt>
                <c:pt idx="1515">
                  <c:v>1.25589</c:v>
                </c:pt>
                <c:pt idx="1516">
                  <c:v>1.2563899999999999</c:v>
                </c:pt>
                <c:pt idx="1517">
                  <c:v>1.2568900000000001</c:v>
                </c:pt>
                <c:pt idx="1518">
                  <c:v>1.25739</c:v>
                </c:pt>
                <c:pt idx="1519">
                  <c:v>1.25789</c:v>
                </c:pt>
                <c:pt idx="1520">
                  <c:v>1.2583899999999999</c:v>
                </c:pt>
                <c:pt idx="1521">
                  <c:v>1.2588900000000001</c:v>
                </c:pt>
                <c:pt idx="1522">
                  <c:v>1.2593799999999999</c:v>
                </c:pt>
                <c:pt idx="1523">
                  <c:v>1.2598800000000001</c:v>
                </c:pt>
                <c:pt idx="1524">
                  <c:v>1.2603800000000001</c:v>
                </c:pt>
                <c:pt idx="1525">
                  <c:v>1.2608900000000001</c:v>
                </c:pt>
                <c:pt idx="1526">
                  <c:v>1.26139</c:v>
                </c:pt>
                <c:pt idx="1527">
                  <c:v>1.26189</c:v>
                </c:pt>
                <c:pt idx="1528">
                  <c:v>1.2623899999999999</c:v>
                </c:pt>
                <c:pt idx="1529">
                  <c:v>1.2628900000000001</c:v>
                </c:pt>
                <c:pt idx="1530">
                  <c:v>1.26339</c:v>
                </c:pt>
                <c:pt idx="1531">
                  <c:v>1.26389</c:v>
                </c:pt>
                <c:pt idx="1532">
                  <c:v>1.2643899999999999</c:v>
                </c:pt>
                <c:pt idx="1533">
                  <c:v>1.26488</c:v>
                </c:pt>
                <c:pt idx="1534">
                  <c:v>1.2653799999999999</c:v>
                </c:pt>
                <c:pt idx="1535">
                  <c:v>1.2658799999999999</c:v>
                </c:pt>
                <c:pt idx="1536">
                  <c:v>1.2663800000000001</c:v>
                </c:pt>
                <c:pt idx="1537">
                  <c:v>1.26688</c:v>
                </c:pt>
                <c:pt idx="1538">
                  <c:v>1.26738</c:v>
                </c:pt>
                <c:pt idx="1539">
                  <c:v>1.2678799999999999</c:v>
                </c:pt>
                <c:pt idx="1540">
                  <c:v>1.2683899999999999</c:v>
                </c:pt>
                <c:pt idx="1541">
                  <c:v>1.2688900000000001</c:v>
                </c:pt>
                <c:pt idx="1542">
                  <c:v>1.26939</c:v>
                </c:pt>
                <c:pt idx="1543">
                  <c:v>1.26989</c:v>
                </c:pt>
                <c:pt idx="1544">
                  <c:v>1.2703899999999999</c:v>
                </c:pt>
                <c:pt idx="1545">
                  <c:v>1.2708900000000001</c:v>
                </c:pt>
                <c:pt idx="1546">
                  <c:v>1.27139</c:v>
                </c:pt>
                <c:pt idx="1547">
                  <c:v>1.27189</c:v>
                </c:pt>
                <c:pt idx="1548">
                  <c:v>1.2723899999999999</c:v>
                </c:pt>
                <c:pt idx="1549">
                  <c:v>1.27288</c:v>
                </c:pt>
                <c:pt idx="1550">
                  <c:v>1.27338</c:v>
                </c:pt>
                <c:pt idx="1551">
                  <c:v>1.2738799999999999</c:v>
                </c:pt>
                <c:pt idx="1552">
                  <c:v>1.2743800000000001</c:v>
                </c:pt>
                <c:pt idx="1553">
                  <c:v>1.27488</c:v>
                </c:pt>
                <c:pt idx="1554">
                  <c:v>1.27538</c:v>
                </c:pt>
                <c:pt idx="1555">
                  <c:v>1.2758799999999999</c:v>
                </c:pt>
                <c:pt idx="1556">
                  <c:v>1.2763800000000001</c:v>
                </c:pt>
                <c:pt idx="1557">
                  <c:v>1.27688</c:v>
                </c:pt>
                <c:pt idx="1558">
                  <c:v>1.27738</c:v>
                </c:pt>
                <c:pt idx="1559">
                  <c:v>1.2778799999999999</c:v>
                </c:pt>
                <c:pt idx="1560">
                  <c:v>1.2783800000000001</c:v>
                </c:pt>
                <c:pt idx="1561">
                  <c:v>1.27888</c:v>
                </c:pt>
                <c:pt idx="1562">
                  <c:v>1.27938</c:v>
                </c:pt>
                <c:pt idx="1563">
                  <c:v>1.2798799999999999</c:v>
                </c:pt>
                <c:pt idx="1564">
                  <c:v>1.2803800000000001</c:v>
                </c:pt>
                <c:pt idx="1565">
                  <c:v>1.28088</c:v>
                </c:pt>
                <c:pt idx="1566">
                  <c:v>1.28138</c:v>
                </c:pt>
                <c:pt idx="1567">
                  <c:v>1.2818799999999999</c:v>
                </c:pt>
                <c:pt idx="1568">
                  <c:v>1.2823800000000001</c:v>
                </c:pt>
                <c:pt idx="1569">
                  <c:v>1.28288</c:v>
                </c:pt>
                <c:pt idx="1570">
                  <c:v>1.28338</c:v>
                </c:pt>
                <c:pt idx="1571">
                  <c:v>1.2838799999999999</c:v>
                </c:pt>
                <c:pt idx="1572">
                  <c:v>1.28437</c:v>
                </c:pt>
                <c:pt idx="1573">
                  <c:v>1.28487</c:v>
                </c:pt>
                <c:pt idx="1574">
                  <c:v>1.2853699999999999</c:v>
                </c:pt>
                <c:pt idx="1575">
                  <c:v>1.2858700000000001</c:v>
                </c:pt>
                <c:pt idx="1576">
                  <c:v>1.2863800000000001</c:v>
                </c:pt>
                <c:pt idx="1577">
                  <c:v>1.28688</c:v>
                </c:pt>
                <c:pt idx="1578">
                  <c:v>1.28738</c:v>
                </c:pt>
                <c:pt idx="1579">
                  <c:v>1.2878799999999999</c:v>
                </c:pt>
                <c:pt idx="1580">
                  <c:v>1.2883800000000001</c:v>
                </c:pt>
                <c:pt idx="1581">
                  <c:v>1.28888</c:v>
                </c:pt>
                <c:pt idx="1582">
                  <c:v>1.28938</c:v>
                </c:pt>
                <c:pt idx="1583">
                  <c:v>1.2898799999999999</c:v>
                </c:pt>
                <c:pt idx="1584">
                  <c:v>1.2903800000000001</c:v>
                </c:pt>
                <c:pt idx="1585">
                  <c:v>1.29088</c:v>
                </c:pt>
                <c:pt idx="1586">
                  <c:v>1.29138</c:v>
                </c:pt>
                <c:pt idx="1587">
                  <c:v>1.2918799999999999</c:v>
                </c:pt>
                <c:pt idx="1588">
                  <c:v>1.2923800000000001</c:v>
                </c:pt>
                <c:pt idx="1589">
                  <c:v>1.29288</c:v>
                </c:pt>
                <c:pt idx="1590">
                  <c:v>1.29338</c:v>
                </c:pt>
                <c:pt idx="1591">
                  <c:v>1.2938700000000001</c:v>
                </c:pt>
                <c:pt idx="1592">
                  <c:v>1.29437</c:v>
                </c:pt>
                <c:pt idx="1593">
                  <c:v>1.29487</c:v>
                </c:pt>
                <c:pt idx="1594">
                  <c:v>1.2953699999999999</c:v>
                </c:pt>
                <c:pt idx="1595">
                  <c:v>1.2958700000000001</c:v>
                </c:pt>
                <c:pt idx="1596">
                  <c:v>1.29637</c:v>
                </c:pt>
                <c:pt idx="1597">
                  <c:v>1.29687</c:v>
                </c:pt>
                <c:pt idx="1598">
                  <c:v>1.2973699999999999</c:v>
                </c:pt>
                <c:pt idx="1599">
                  <c:v>1.2978700000000001</c:v>
                </c:pt>
                <c:pt idx="1600">
                  <c:v>1.29837</c:v>
                </c:pt>
                <c:pt idx="1601">
                  <c:v>1.29887</c:v>
                </c:pt>
                <c:pt idx="1602">
                  <c:v>1.2993699999999999</c:v>
                </c:pt>
                <c:pt idx="1603">
                  <c:v>1.2998700000000001</c:v>
                </c:pt>
                <c:pt idx="1604">
                  <c:v>1.30037</c:v>
                </c:pt>
                <c:pt idx="1605">
                  <c:v>1.30087</c:v>
                </c:pt>
                <c:pt idx="1606">
                  <c:v>1.3013699999999999</c:v>
                </c:pt>
                <c:pt idx="1607">
                  <c:v>1.3018700000000001</c:v>
                </c:pt>
                <c:pt idx="1608">
                  <c:v>1.30237</c:v>
                </c:pt>
                <c:pt idx="1609">
                  <c:v>1.30287</c:v>
                </c:pt>
                <c:pt idx="1610">
                  <c:v>1.3033699999999999</c:v>
                </c:pt>
                <c:pt idx="1611">
                  <c:v>1.30386</c:v>
                </c:pt>
                <c:pt idx="1612">
                  <c:v>1.30436</c:v>
                </c:pt>
                <c:pt idx="1613">
                  <c:v>1.3048599999999999</c:v>
                </c:pt>
                <c:pt idx="1614">
                  <c:v>1.3053600000000001</c:v>
                </c:pt>
                <c:pt idx="1615">
                  <c:v>1.30586</c:v>
                </c:pt>
                <c:pt idx="1616">
                  <c:v>1.30636</c:v>
                </c:pt>
                <c:pt idx="1617">
                  <c:v>1.3068599999999999</c:v>
                </c:pt>
                <c:pt idx="1618">
                  <c:v>1.3073699999999999</c:v>
                </c:pt>
                <c:pt idx="1619">
                  <c:v>1.3078700000000001</c:v>
                </c:pt>
                <c:pt idx="1620">
                  <c:v>1.30837</c:v>
                </c:pt>
                <c:pt idx="1621">
                  <c:v>1.30887</c:v>
                </c:pt>
                <c:pt idx="1622">
                  <c:v>1.3093699999999999</c:v>
                </c:pt>
                <c:pt idx="1623">
                  <c:v>1.3098700000000001</c:v>
                </c:pt>
                <c:pt idx="1624">
                  <c:v>1.31037</c:v>
                </c:pt>
                <c:pt idx="1625">
                  <c:v>1.31087</c:v>
                </c:pt>
                <c:pt idx="1626">
                  <c:v>1.3113600000000001</c:v>
                </c:pt>
                <c:pt idx="1627">
                  <c:v>1.31186</c:v>
                </c:pt>
                <c:pt idx="1628">
                  <c:v>1.31237</c:v>
                </c:pt>
                <c:pt idx="1629">
                  <c:v>1.31287</c:v>
                </c:pt>
                <c:pt idx="1630">
                  <c:v>1.3133600000000001</c:v>
                </c:pt>
                <c:pt idx="1631">
                  <c:v>1.31386</c:v>
                </c:pt>
                <c:pt idx="1632">
                  <c:v>1.31436</c:v>
                </c:pt>
                <c:pt idx="1633">
                  <c:v>1.3148599999999999</c:v>
                </c:pt>
                <c:pt idx="1634">
                  <c:v>1.3153600000000001</c:v>
                </c:pt>
                <c:pt idx="1635">
                  <c:v>1.31586</c:v>
                </c:pt>
                <c:pt idx="1636">
                  <c:v>1.31636</c:v>
                </c:pt>
                <c:pt idx="1637">
                  <c:v>1.3168599999999999</c:v>
                </c:pt>
                <c:pt idx="1638">
                  <c:v>1.3173600000000001</c:v>
                </c:pt>
                <c:pt idx="1639">
                  <c:v>1.31786</c:v>
                </c:pt>
                <c:pt idx="1640">
                  <c:v>1.31836</c:v>
                </c:pt>
                <c:pt idx="1641">
                  <c:v>1.3188599999999999</c:v>
                </c:pt>
                <c:pt idx="1642">
                  <c:v>1.3193600000000001</c:v>
                </c:pt>
                <c:pt idx="1643">
                  <c:v>1.31986</c:v>
                </c:pt>
                <c:pt idx="1644">
                  <c:v>1.32036</c:v>
                </c:pt>
                <c:pt idx="1645">
                  <c:v>1.3208599999999999</c:v>
                </c:pt>
                <c:pt idx="1646">
                  <c:v>1.3213600000000001</c:v>
                </c:pt>
                <c:pt idx="1647">
                  <c:v>1.32186</c:v>
                </c:pt>
                <c:pt idx="1648">
                  <c:v>1.32236</c:v>
                </c:pt>
                <c:pt idx="1649">
                  <c:v>1.3228599999999999</c:v>
                </c:pt>
                <c:pt idx="1650">
                  <c:v>1.3233600000000001</c:v>
                </c:pt>
                <c:pt idx="1651">
                  <c:v>1.32386</c:v>
                </c:pt>
                <c:pt idx="1652">
                  <c:v>1.32436</c:v>
                </c:pt>
                <c:pt idx="1653">
                  <c:v>1.3248599999999999</c:v>
                </c:pt>
                <c:pt idx="1654">
                  <c:v>1.3253600000000001</c:v>
                </c:pt>
                <c:pt idx="1655">
                  <c:v>1.32586</c:v>
                </c:pt>
                <c:pt idx="1656">
                  <c:v>1.32636</c:v>
                </c:pt>
                <c:pt idx="1657">
                  <c:v>1.3268599999999999</c:v>
                </c:pt>
                <c:pt idx="1658">
                  <c:v>1.3273600000000001</c:v>
                </c:pt>
                <c:pt idx="1659">
                  <c:v>1.32786</c:v>
                </c:pt>
                <c:pt idx="1660">
                  <c:v>1.32836</c:v>
                </c:pt>
                <c:pt idx="1661">
                  <c:v>1.3288599999999999</c:v>
                </c:pt>
                <c:pt idx="1662">
                  <c:v>1.3293600000000001</c:v>
                </c:pt>
                <c:pt idx="1663">
                  <c:v>1.32986</c:v>
                </c:pt>
                <c:pt idx="1664">
                  <c:v>1.33036</c:v>
                </c:pt>
                <c:pt idx="1665">
                  <c:v>1.3308599999999999</c:v>
                </c:pt>
                <c:pt idx="1666">
                  <c:v>1.33135</c:v>
                </c:pt>
                <c:pt idx="1667">
                  <c:v>1.33185</c:v>
                </c:pt>
                <c:pt idx="1668">
                  <c:v>1.3323499999999999</c:v>
                </c:pt>
                <c:pt idx="1669">
                  <c:v>1.3328500000000001</c:v>
                </c:pt>
                <c:pt idx="1670">
                  <c:v>1.33335</c:v>
                </c:pt>
                <c:pt idx="1671">
                  <c:v>1.33385</c:v>
                </c:pt>
                <c:pt idx="1672">
                  <c:v>1.3343499999999999</c:v>
                </c:pt>
                <c:pt idx="1673">
                  <c:v>1.3348599999999999</c:v>
                </c:pt>
                <c:pt idx="1674">
                  <c:v>1.3353600000000001</c:v>
                </c:pt>
                <c:pt idx="1675">
                  <c:v>1.33585</c:v>
                </c:pt>
                <c:pt idx="1676">
                  <c:v>1.3363499999999999</c:v>
                </c:pt>
                <c:pt idx="1677">
                  <c:v>1.3368500000000001</c:v>
                </c:pt>
                <c:pt idx="1678">
                  <c:v>1.33735</c:v>
                </c:pt>
                <c:pt idx="1679">
                  <c:v>1.33785</c:v>
                </c:pt>
                <c:pt idx="1680">
                  <c:v>1.3383499999999999</c:v>
                </c:pt>
                <c:pt idx="1681">
                  <c:v>1.3388500000000001</c:v>
                </c:pt>
                <c:pt idx="1682">
                  <c:v>1.33935</c:v>
                </c:pt>
                <c:pt idx="1683">
                  <c:v>1.33985</c:v>
                </c:pt>
                <c:pt idx="1684">
                  <c:v>1.3403499999999999</c:v>
                </c:pt>
                <c:pt idx="1685">
                  <c:v>1.3408500000000001</c:v>
                </c:pt>
                <c:pt idx="1686">
                  <c:v>1.34135</c:v>
                </c:pt>
                <c:pt idx="1687">
                  <c:v>1.34185</c:v>
                </c:pt>
                <c:pt idx="1688">
                  <c:v>1.3423499999999999</c:v>
                </c:pt>
                <c:pt idx="1689">
                  <c:v>1.3428500000000001</c:v>
                </c:pt>
                <c:pt idx="1690">
                  <c:v>1.34335</c:v>
                </c:pt>
                <c:pt idx="1691">
                  <c:v>1.34385</c:v>
                </c:pt>
                <c:pt idx="1692">
                  <c:v>1.3443499999999999</c:v>
                </c:pt>
                <c:pt idx="1693">
                  <c:v>1.3448500000000001</c:v>
                </c:pt>
                <c:pt idx="1694">
                  <c:v>1.34535</c:v>
                </c:pt>
                <c:pt idx="1695">
                  <c:v>1.34585</c:v>
                </c:pt>
                <c:pt idx="1696">
                  <c:v>1.3463499999999999</c:v>
                </c:pt>
                <c:pt idx="1697">
                  <c:v>1.3468500000000001</c:v>
                </c:pt>
                <c:pt idx="1698">
                  <c:v>1.34735</c:v>
                </c:pt>
                <c:pt idx="1699">
                  <c:v>1.34785</c:v>
                </c:pt>
                <c:pt idx="1700">
                  <c:v>1.3483499999999999</c:v>
                </c:pt>
                <c:pt idx="1701">
                  <c:v>1.3488500000000001</c:v>
                </c:pt>
                <c:pt idx="1702">
                  <c:v>1.34935</c:v>
                </c:pt>
                <c:pt idx="1703">
                  <c:v>1.34985</c:v>
                </c:pt>
                <c:pt idx="1704">
                  <c:v>1.3503499999999999</c:v>
                </c:pt>
                <c:pt idx="1705">
                  <c:v>1.35084</c:v>
                </c:pt>
                <c:pt idx="1706">
                  <c:v>1.35134</c:v>
                </c:pt>
                <c:pt idx="1707">
                  <c:v>1.3518399999999999</c:v>
                </c:pt>
                <c:pt idx="1708">
                  <c:v>1.3523400000000001</c:v>
                </c:pt>
                <c:pt idx="1709">
                  <c:v>1.35284</c:v>
                </c:pt>
                <c:pt idx="1710">
                  <c:v>1.35334</c:v>
                </c:pt>
                <c:pt idx="1711">
                  <c:v>1.3538399999999999</c:v>
                </c:pt>
                <c:pt idx="1712">
                  <c:v>1.3543400000000001</c:v>
                </c:pt>
                <c:pt idx="1713">
                  <c:v>1.35484</c:v>
                </c:pt>
                <c:pt idx="1714">
                  <c:v>1.35534</c:v>
                </c:pt>
                <c:pt idx="1715">
                  <c:v>1.3558399999999999</c:v>
                </c:pt>
                <c:pt idx="1716">
                  <c:v>1.3563400000000001</c:v>
                </c:pt>
                <c:pt idx="1717">
                  <c:v>1.35684</c:v>
                </c:pt>
                <c:pt idx="1718">
                  <c:v>1.35734</c:v>
                </c:pt>
                <c:pt idx="1719">
                  <c:v>1.3578399999999999</c:v>
                </c:pt>
                <c:pt idx="1720">
                  <c:v>1.3583400000000001</c:v>
                </c:pt>
                <c:pt idx="1721">
                  <c:v>1.35884</c:v>
                </c:pt>
                <c:pt idx="1722">
                  <c:v>1.35934</c:v>
                </c:pt>
                <c:pt idx="1723">
                  <c:v>1.3598399999999999</c:v>
                </c:pt>
                <c:pt idx="1724">
                  <c:v>1.3603400000000001</c:v>
                </c:pt>
                <c:pt idx="1725">
                  <c:v>1.36084</c:v>
                </c:pt>
                <c:pt idx="1726">
                  <c:v>1.36134</c:v>
                </c:pt>
                <c:pt idx="1727">
                  <c:v>1.3618399999999999</c:v>
                </c:pt>
                <c:pt idx="1728">
                  <c:v>1.3623400000000001</c:v>
                </c:pt>
                <c:pt idx="1729">
                  <c:v>1.3628400000000001</c:v>
                </c:pt>
                <c:pt idx="1730">
                  <c:v>1.36334</c:v>
                </c:pt>
                <c:pt idx="1731">
                  <c:v>1.3638399999999999</c:v>
                </c:pt>
                <c:pt idx="1732">
                  <c:v>1.3643400000000001</c:v>
                </c:pt>
                <c:pt idx="1733">
                  <c:v>1.3648400000000001</c:v>
                </c:pt>
                <c:pt idx="1734">
                  <c:v>1.36534</c:v>
                </c:pt>
                <c:pt idx="1735">
                  <c:v>1.3658399999999999</c:v>
                </c:pt>
                <c:pt idx="1736">
                  <c:v>1.3663400000000001</c:v>
                </c:pt>
                <c:pt idx="1737">
                  <c:v>1.3668400000000001</c:v>
                </c:pt>
                <c:pt idx="1738">
                  <c:v>1.36734</c:v>
                </c:pt>
                <c:pt idx="1739">
                  <c:v>1.3678399999999999</c:v>
                </c:pt>
                <c:pt idx="1740">
                  <c:v>1.3683399999999999</c:v>
                </c:pt>
                <c:pt idx="1741">
                  <c:v>1.3688400000000001</c:v>
                </c:pt>
                <c:pt idx="1742">
                  <c:v>1.36934</c:v>
                </c:pt>
                <c:pt idx="1743">
                  <c:v>1.3698399999999999</c:v>
                </c:pt>
                <c:pt idx="1744">
                  <c:v>1.3703399999999999</c:v>
                </c:pt>
                <c:pt idx="1745">
                  <c:v>1.3708400000000001</c:v>
                </c:pt>
                <c:pt idx="1746">
                  <c:v>1.37134</c:v>
                </c:pt>
                <c:pt idx="1747">
                  <c:v>1.3718300000000001</c:v>
                </c:pt>
                <c:pt idx="1748">
                  <c:v>1.37233</c:v>
                </c:pt>
                <c:pt idx="1749">
                  <c:v>1.37283</c:v>
                </c:pt>
                <c:pt idx="1750">
                  <c:v>1.3733299999999999</c:v>
                </c:pt>
                <c:pt idx="1751">
                  <c:v>1.37384</c:v>
                </c:pt>
                <c:pt idx="1752">
                  <c:v>1.3743399999999999</c:v>
                </c:pt>
                <c:pt idx="1753">
                  <c:v>1.3748400000000001</c:v>
                </c:pt>
                <c:pt idx="1754">
                  <c:v>1.37534</c:v>
                </c:pt>
                <c:pt idx="1755">
                  <c:v>1.37584</c:v>
                </c:pt>
                <c:pt idx="1756">
                  <c:v>1.3763399999999999</c:v>
                </c:pt>
                <c:pt idx="1757">
                  <c:v>1.37683</c:v>
                </c:pt>
                <c:pt idx="1758">
                  <c:v>1.3773299999999999</c:v>
                </c:pt>
                <c:pt idx="1759">
                  <c:v>1.3778300000000001</c:v>
                </c:pt>
                <c:pt idx="1760">
                  <c:v>1.3783300000000001</c:v>
                </c:pt>
                <c:pt idx="1761">
                  <c:v>1.37883</c:v>
                </c:pt>
                <c:pt idx="1762">
                  <c:v>1.3793299999999999</c:v>
                </c:pt>
                <c:pt idx="1763">
                  <c:v>1.3798299999999999</c:v>
                </c:pt>
                <c:pt idx="1764">
                  <c:v>1.3803300000000001</c:v>
                </c:pt>
                <c:pt idx="1765">
                  <c:v>1.38083</c:v>
                </c:pt>
                <c:pt idx="1766">
                  <c:v>1.3813299999999999</c:v>
                </c:pt>
                <c:pt idx="1767">
                  <c:v>1.3818299999999999</c:v>
                </c:pt>
                <c:pt idx="1768">
                  <c:v>1.3823300000000001</c:v>
                </c:pt>
                <c:pt idx="1769">
                  <c:v>1.38283</c:v>
                </c:pt>
                <c:pt idx="1770">
                  <c:v>1.3833299999999999</c:v>
                </c:pt>
                <c:pt idx="1771">
                  <c:v>1.3838299999999999</c:v>
                </c:pt>
                <c:pt idx="1772">
                  <c:v>1.3843300000000001</c:v>
                </c:pt>
                <c:pt idx="1773">
                  <c:v>1.38483</c:v>
                </c:pt>
                <c:pt idx="1774">
                  <c:v>1.38533</c:v>
                </c:pt>
                <c:pt idx="1775">
                  <c:v>1.38584</c:v>
                </c:pt>
                <c:pt idx="1776">
                  <c:v>1.3863399999999999</c:v>
                </c:pt>
                <c:pt idx="1777">
                  <c:v>1.38683</c:v>
                </c:pt>
                <c:pt idx="1778">
                  <c:v>1.38733</c:v>
                </c:pt>
                <c:pt idx="1779">
                  <c:v>1.3878299999999999</c:v>
                </c:pt>
                <c:pt idx="1780">
                  <c:v>1.3883300000000001</c:v>
                </c:pt>
                <c:pt idx="1781">
                  <c:v>1.38883</c:v>
                </c:pt>
                <c:pt idx="1782">
                  <c:v>1.38933</c:v>
                </c:pt>
                <c:pt idx="1783">
                  <c:v>1.3898299999999999</c:v>
                </c:pt>
                <c:pt idx="1784">
                  <c:v>1.3903300000000001</c:v>
                </c:pt>
                <c:pt idx="1785">
                  <c:v>1.3908199999999999</c:v>
                </c:pt>
                <c:pt idx="1786">
                  <c:v>1.3913199999999999</c:v>
                </c:pt>
                <c:pt idx="1787">
                  <c:v>1.3918200000000001</c:v>
                </c:pt>
                <c:pt idx="1788">
                  <c:v>1.39232</c:v>
                </c:pt>
                <c:pt idx="1789">
                  <c:v>1.3928199999999999</c:v>
                </c:pt>
                <c:pt idx="1790">
                  <c:v>1.39333</c:v>
                </c:pt>
                <c:pt idx="1791">
                  <c:v>1.3938299999999999</c:v>
                </c:pt>
                <c:pt idx="1792">
                  <c:v>1.3943300000000001</c:v>
                </c:pt>
                <c:pt idx="1793">
                  <c:v>1.39483</c:v>
                </c:pt>
                <c:pt idx="1794">
                  <c:v>1.39533</c:v>
                </c:pt>
                <c:pt idx="1795">
                  <c:v>1.3958299999999999</c:v>
                </c:pt>
                <c:pt idx="1796">
                  <c:v>1.3963300000000001</c:v>
                </c:pt>
                <c:pt idx="1797">
                  <c:v>1.39683</c:v>
                </c:pt>
                <c:pt idx="1798">
                  <c:v>1.39733</c:v>
                </c:pt>
                <c:pt idx="1799">
                  <c:v>1.3978299999999999</c:v>
                </c:pt>
                <c:pt idx="1800">
                  <c:v>1.3983300000000001</c:v>
                </c:pt>
                <c:pt idx="1801">
                  <c:v>1.39883</c:v>
                </c:pt>
                <c:pt idx="1802">
                  <c:v>1.39933</c:v>
                </c:pt>
                <c:pt idx="1803">
                  <c:v>1.3998299999999999</c:v>
                </c:pt>
                <c:pt idx="1804">
                  <c:v>1.4003300000000001</c:v>
                </c:pt>
                <c:pt idx="1805">
                  <c:v>1.40083</c:v>
                </c:pt>
                <c:pt idx="1806">
                  <c:v>1.4013199999999999</c:v>
                </c:pt>
                <c:pt idx="1807">
                  <c:v>1.4018200000000001</c:v>
                </c:pt>
                <c:pt idx="1808">
                  <c:v>1.40232</c:v>
                </c:pt>
                <c:pt idx="1809">
                  <c:v>1.40283</c:v>
                </c:pt>
                <c:pt idx="1810">
                  <c:v>1.4033199999999999</c:v>
                </c:pt>
                <c:pt idx="1811">
                  <c:v>1.4038200000000001</c:v>
                </c:pt>
                <c:pt idx="1812">
                  <c:v>1.40432</c:v>
                </c:pt>
                <c:pt idx="1813">
                  <c:v>1.40482</c:v>
                </c:pt>
                <c:pt idx="1814">
                  <c:v>1.40533</c:v>
                </c:pt>
                <c:pt idx="1815">
                  <c:v>1.4058299999999999</c:v>
                </c:pt>
                <c:pt idx="1816">
                  <c:v>1.4063300000000001</c:v>
                </c:pt>
                <c:pt idx="1817">
                  <c:v>1.40682</c:v>
                </c:pt>
                <c:pt idx="1818">
                  <c:v>1.40733</c:v>
                </c:pt>
                <c:pt idx="1819">
                  <c:v>1.4078299999999999</c:v>
                </c:pt>
                <c:pt idx="1820">
                  <c:v>1.4083300000000001</c:v>
                </c:pt>
                <c:pt idx="1821">
                  <c:v>1.40883</c:v>
                </c:pt>
                <c:pt idx="1822">
                  <c:v>1.4093199999999999</c:v>
                </c:pt>
                <c:pt idx="1823">
                  <c:v>1.4098200000000001</c:v>
                </c:pt>
                <c:pt idx="1824">
                  <c:v>1.41032</c:v>
                </c:pt>
                <c:pt idx="1825">
                  <c:v>1.41082</c:v>
                </c:pt>
                <c:pt idx="1826">
                  <c:v>1.4113199999999999</c:v>
                </c:pt>
                <c:pt idx="1827">
                  <c:v>1.4118200000000001</c:v>
                </c:pt>
                <c:pt idx="1828">
                  <c:v>1.41232</c:v>
                </c:pt>
                <c:pt idx="1829">
                  <c:v>1.41282</c:v>
                </c:pt>
                <c:pt idx="1830">
                  <c:v>1.4133199999999999</c:v>
                </c:pt>
                <c:pt idx="1831">
                  <c:v>1.4138200000000001</c:v>
                </c:pt>
                <c:pt idx="1832">
                  <c:v>1.41432</c:v>
                </c:pt>
                <c:pt idx="1833">
                  <c:v>1.41482</c:v>
                </c:pt>
                <c:pt idx="1834">
                  <c:v>1.4153199999999999</c:v>
                </c:pt>
                <c:pt idx="1835">
                  <c:v>1.4158200000000001</c:v>
                </c:pt>
                <c:pt idx="1836">
                  <c:v>1.41632</c:v>
                </c:pt>
                <c:pt idx="1837">
                  <c:v>1.41682</c:v>
                </c:pt>
                <c:pt idx="1838">
                  <c:v>1.4173199999999999</c:v>
                </c:pt>
                <c:pt idx="1839">
                  <c:v>1.4178200000000001</c:v>
                </c:pt>
                <c:pt idx="1840">
                  <c:v>1.41832</c:v>
                </c:pt>
                <c:pt idx="1841">
                  <c:v>1.4188099999999999</c:v>
                </c:pt>
                <c:pt idx="1842">
                  <c:v>1.4193100000000001</c:v>
                </c:pt>
                <c:pt idx="1843">
                  <c:v>1.41981</c:v>
                </c:pt>
                <c:pt idx="1844">
                  <c:v>1.42031</c:v>
                </c:pt>
                <c:pt idx="1845">
                  <c:v>1.4208099999999999</c:v>
                </c:pt>
                <c:pt idx="1846">
                  <c:v>1.4213100000000001</c:v>
                </c:pt>
                <c:pt idx="1847">
                  <c:v>1.42181</c:v>
                </c:pt>
                <c:pt idx="1848">
                  <c:v>1.42232</c:v>
                </c:pt>
                <c:pt idx="1849">
                  <c:v>1.4228099999999999</c:v>
                </c:pt>
                <c:pt idx="1850">
                  <c:v>1.4233100000000001</c:v>
                </c:pt>
                <c:pt idx="1851">
                  <c:v>1.4238200000000001</c:v>
                </c:pt>
                <c:pt idx="1852">
                  <c:v>1.42432</c:v>
                </c:pt>
                <c:pt idx="1853">
                  <c:v>1.42482</c:v>
                </c:pt>
                <c:pt idx="1854">
                  <c:v>1.4253199999999999</c:v>
                </c:pt>
                <c:pt idx="1855">
                  <c:v>1.4258200000000001</c:v>
                </c:pt>
                <c:pt idx="1856">
                  <c:v>1.42632</c:v>
                </c:pt>
                <c:pt idx="1857">
                  <c:v>1.42682</c:v>
                </c:pt>
                <c:pt idx="1858">
                  <c:v>1.4273199999999999</c:v>
                </c:pt>
                <c:pt idx="1859">
                  <c:v>1.4278200000000001</c:v>
                </c:pt>
                <c:pt idx="1860">
                  <c:v>1.42831</c:v>
                </c:pt>
                <c:pt idx="1861">
                  <c:v>1.4288099999999999</c:v>
                </c:pt>
                <c:pt idx="1862">
                  <c:v>1.4293100000000001</c:v>
                </c:pt>
                <c:pt idx="1863">
                  <c:v>1.42981</c:v>
                </c:pt>
                <c:pt idx="1864">
                  <c:v>1.43031</c:v>
                </c:pt>
                <c:pt idx="1865">
                  <c:v>1.4308099999999999</c:v>
                </c:pt>
                <c:pt idx="1866">
                  <c:v>1.4313100000000001</c:v>
                </c:pt>
                <c:pt idx="1867">
                  <c:v>1.43181</c:v>
                </c:pt>
                <c:pt idx="1868">
                  <c:v>1.43231</c:v>
                </c:pt>
                <c:pt idx="1869">
                  <c:v>1.4328099999999999</c:v>
                </c:pt>
                <c:pt idx="1870">
                  <c:v>1.4333100000000001</c:v>
                </c:pt>
                <c:pt idx="1871">
                  <c:v>1.43381</c:v>
                </c:pt>
                <c:pt idx="1872">
                  <c:v>1.43431</c:v>
                </c:pt>
                <c:pt idx="1873">
                  <c:v>1.4348099999999999</c:v>
                </c:pt>
                <c:pt idx="1874">
                  <c:v>1.4353100000000001</c:v>
                </c:pt>
                <c:pt idx="1875">
                  <c:v>1.43581</c:v>
                </c:pt>
                <c:pt idx="1876">
                  <c:v>1.43631</c:v>
                </c:pt>
                <c:pt idx="1877">
                  <c:v>1.4368099999999999</c:v>
                </c:pt>
                <c:pt idx="1878">
                  <c:v>1.4373100000000001</c:v>
                </c:pt>
                <c:pt idx="1879">
                  <c:v>1.43781</c:v>
                </c:pt>
                <c:pt idx="1880">
                  <c:v>1.4382999999999999</c:v>
                </c:pt>
                <c:pt idx="1881">
                  <c:v>1.4388000000000001</c:v>
                </c:pt>
                <c:pt idx="1882">
                  <c:v>1.4393</c:v>
                </c:pt>
                <c:pt idx="1883">
                  <c:v>1.4398</c:v>
                </c:pt>
                <c:pt idx="1884">
                  <c:v>1.4402999999999999</c:v>
                </c:pt>
                <c:pt idx="1885">
                  <c:v>1.4408000000000001</c:v>
                </c:pt>
                <c:pt idx="1886">
                  <c:v>1.4413</c:v>
                </c:pt>
                <c:pt idx="1887">
                  <c:v>1.4418</c:v>
                </c:pt>
                <c:pt idx="1888">
                  <c:v>1.4422999999999999</c:v>
                </c:pt>
                <c:pt idx="1889">
                  <c:v>1.4428099999999999</c:v>
                </c:pt>
                <c:pt idx="1890">
                  <c:v>1.4433100000000001</c:v>
                </c:pt>
                <c:pt idx="1891">
                  <c:v>1.44381</c:v>
                </c:pt>
                <c:pt idx="1892">
                  <c:v>1.44431</c:v>
                </c:pt>
                <c:pt idx="1893">
                  <c:v>1.4448099999999999</c:v>
                </c:pt>
                <c:pt idx="1894">
                  <c:v>1.4453100000000001</c:v>
                </c:pt>
                <c:pt idx="1895">
                  <c:v>1.44581</c:v>
                </c:pt>
                <c:pt idx="1896">
                  <c:v>1.4462999999999999</c:v>
                </c:pt>
                <c:pt idx="1897">
                  <c:v>1.4468000000000001</c:v>
                </c:pt>
                <c:pt idx="1898">
                  <c:v>1.4473</c:v>
                </c:pt>
                <c:pt idx="1899">
                  <c:v>1.4478</c:v>
                </c:pt>
                <c:pt idx="1900">
                  <c:v>1.4482999999999999</c:v>
                </c:pt>
                <c:pt idx="1901">
                  <c:v>1.4488000000000001</c:v>
                </c:pt>
                <c:pt idx="1902">
                  <c:v>1.4493</c:v>
                </c:pt>
                <c:pt idx="1903">
                  <c:v>1.4498</c:v>
                </c:pt>
                <c:pt idx="1904">
                  <c:v>1.4502999999999999</c:v>
                </c:pt>
                <c:pt idx="1905">
                  <c:v>1.4508000000000001</c:v>
                </c:pt>
                <c:pt idx="1906">
                  <c:v>1.4513</c:v>
                </c:pt>
                <c:pt idx="1907">
                  <c:v>1.4518</c:v>
                </c:pt>
                <c:pt idx="1908">
                  <c:v>1.4522999999999999</c:v>
                </c:pt>
                <c:pt idx="1909">
                  <c:v>1.4528000000000001</c:v>
                </c:pt>
                <c:pt idx="1910">
                  <c:v>1.4533</c:v>
                </c:pt>
                <c:pt idx="1911">
                  <c:v>1.4538</c:v>
                </c:pt>
                <c:pt idx="1912">
                  <c:v>1.4542999999999999</c:v>
                </c:pt>
                <c:pt idx="1913">
                  <c:v>1.4548000000000001</c:v>
                </c:pt>
                <c:pt idx="1914">
                  <c:v>1.4553</c:v>
                </c:pt>
                <c:pt idx="1915">
                  <c:v>1.4558</c:v>
                </c:pt>
                <c:pt idx="1916">
                  <c:v>1.4562999999999999</c:v>
                </c:pt>
                <c:pt idx="1917">
                  <c:v>1.4568000000000001</c:v>
                </c:pt>
                <c:pt idx="1918">
                  <c:v>1.4573</c:v>
                </c:pt>
                <c:pt idx="1919">
                  <c:v>1.4578</c:v>
                </c:pt>
                <c:pt idx="1920">
                  <c:v>1.4582999999999999</c:v>
                </c:pt>
                <c:pt idx="1921">
                  <c:v>1.4588000000000001</c:v>
                </c:pt>
                <c:pt idx="1922">
                  <c:v>1.4593</c:v>
                </c:pt>
                <c:pt idx="1923">
                  <c:v>1.4597899999999999</c:v>
                </c:pt>
                <c:pt idx="1924">
                  <c:v>1.4602900000000001</c:v>
                </c:pt>
                <c:pt idx="1925">
                  <c:v>1.46079</c:v>
                </c:pt>
                <c:pt idx="1926">
                  <c:v>1.46129</c:v>
                </c:pt>
                <c:pt idx="1927">
                  <c:v>1.4618</c:v>
                </c:pt>
                <c:pt idx="1928">
                  <c:v>1.4622900000000001</c:v>
                </c:pt>
                <c:pt idx="1929">
                  <c:v>1.46279</c:v>
                </c:pt>
                <c:pt idx="1930">
                  <c:v>1.46329</c:v>
                </c:pt>
                <c:pt idx="1931">
                  <c:v>1.4637899999999999</c:v>
                </c:pt>
                <c:pt idx="1932">
                  <c:v>1.4642999999999999</c:v>
                </c:pt>
                <c:pt idx="1933">
                  <c:v>1.4648000000000001</c:v>
                </c:pt>
                <c:pt idx="1934">
                  <c:v>1.46529</c:v>
                </c:pt>
                <c:pt idx="1935">
                  <c:v>1.4657899999999999</c:v>
                </c:pt>
                <c:pt idx="1936">
                  <c:v>1.4662900000000001</c:v>
                </c:pt>
                <c:pt idx="1937">
                  <c:v>1.46679</c:v>
                </c:pt>
                <c:pt idx="1938">
                  <c:v>1.46729</c:v>
                </c:pt>
                <c:pt idx="1939">
                  <c:v>1.4677899999999999</c:v>
                </c:pt>
                <c:pt idx="1940">
                  <c:v>1.4682900000000001</c:v>
                </c:pt>
                <c:pt idx="1941">
                  <c:v>1.46879</c:v>
                </c:pt>
                <c:pt idx="1942">
                  <c:v>1.46929</c:v>
                </c:pt>
                <c:pt idx="1943">
                  <c:v>1.4697899999999999</c:v>
                </c:pt>
                <c:pt idx="1944">
                  <c:v>1.4702900000000001</c:v>
                </c:pt>
                <c:pt idx="1945">
                  <c:v>1.47079</c:v>
                </c:pt>
                <c:pt idx="1946">
                  <c:v>1.47129</c:v>
                </c:pt>
                <c:pt idx="1947">
                  <c:v>1.4717899999999999</c:v>
                </c:pt>
                <c:pt idx="1948">
                  <c:v>1.4722900000000001</c:v>
                </c:pt>
                <c:pt idx="1949">
                  <c:v>1.47279</c:v>
                </c:pt>
                <c:pt idx="1950">
                  <c:v>1.47329</c:v>
                </c:pt>
                <c:pt idx="1951">
                  <c:v>1.4737899999999999</c:v>
                </c:pt>
                <c:pt idx="1952">
                  <c:v>1.4742900000000001</c:v>
                </c:pt>
                <c:pt idx="1953">
                  <c:v>1.47479</c:v>
                </c:pt>
                <c:pt idx="1954">
                  <c:v>1.4752799999999999</c:v>
                </c:pt>
                <c:pt idx="1955">
                  <c:v>1.4757800000000001</c:v>
                </c:pt>
                <c:pt idx="1956">
                  <c:v>1.4762900000000001</c:v>
                </c:pt>
                <c:pt idx="1957">
                  <c:v>1.47679</c:v>
                </c:pt>
                <c:pt idx="1958">
                  <c:v>1.47729</c:v>
                </c:pt>
                <c:pt idx="1959">
                  <c:v>1.4777899999999999</c:v>
                </c:pt>
                <c:pt idx="1960">
                  <c:v>1.4782900000000001</c:v>
                </c:pt>
                <c:pt idx="1961">
                  <c:v>1.47879</c:v>
                </c:pt>
                <c:pt idx="1962">
                  <c:v>1.47929</c:v>
                </c:pt>
                <c:pt idx="1963">
                  <c:v>1.4797899999999999</c:v>
                </c:pt>
                <c:pt idx="1964">
                  <c:v>1.4802900000000001</c:v>
                </c:pt>
                <c:pt idx="1965">
                  <c:v>1.4807900000000001</c:v>
                </c:pt>
                <c:pt idx="1966">
                  <c:v>1.48129</c:v>
                </c:pt>
                <c:pt idx="1967">
                  <c:v>1.4817899999999999</c:v>
                </c:pt>
                <c:pt idx="1968">
                  <c:v>1.4822900000000001</c:v>
                </c:pt>
                <c:pt idx="1969">
                  <c:v>1.4827900000000001</c:v>
                </c:pt>
                <c:pt idx="1970">
                  <c:v>1.48329</c:v>
                </c:pt>
                <c:pt idx="1971">
                  <c:v>1.4837899999999999</c:v>
                </c:pt>
                <c:pt idx="1972">
                  <c:v>1.4842900000000001</c:v>
                </c:pt>
                <c:pt idx="1973">
                  <c:v>1.4847900000000001</c:v>
                </c:pt>
                <c:pt idx="1974">
                  <c:v>1.48529</c:v>
                </c:pt>
                <c:pt idx="1975">
                  <c:v>1.4857899999999999</c:v>
                </c:pt>
                <c:pt idx="1976">
                  <c:v>1.4862899999999999</c:v>
                </c:pt>
                <c:pt idx="1977">
                  <c:v>1.48678</c:v>
                </c:pt>
                <c:pt idx="1978">
                  <c:v>1.4872799999999999</c:v>
                </c:pt>
                <c:pt idx="1979">
                  <c:v>1.4877800000000001</c:v>
                </c:pt>
                <c:pt idx="1980">
                  <c:v>1.48828</c:v>
                </c:pt>
                <c:pt idx="1981">
                  <c:v>1.48878</c:v>
                </c:pt>
                <c:pt idx="1982">
                  <c:v>1.4892799999999999</c:v>
                </c:pt>
                <c:pt idx="1983">
                  <c:v>1.4897800000000001</c:v>
                </c:pt>
                <c:pt idx="1984">
                  <c:v>1.49028</c:v>
                </c:pt>
                <c:pt idx="1985">
                  <c:v>1.49078</c:v>
                </c:pt>
                <c:pt idx="1986">
                  <c:v>1.4912799999999999</c:v>
                </c:pt>
                <c:pt idx="1987">
                  <c:v>1.4917800000000001</c:v>
                </c:pt>
                <c:pt idx="1988">
                  <c:v>1.4922800000000001</c:v>
                </c:pt>
                <c:pt idx="1989">
                  <c:v>1.49278</c:v>
                </c:pt>
                <c:pt idx="1990">
                  <c:v>1.4932799999999999</c:v>
                </c:pt>
                <c:pt idx="1991">
                  <c:v>1.4937800000000001</c:v>
                </c:pt>
                <c:pt idx="1992">
                  <c:v>1.4942800000000001</c:v>
                </c:pt>
                <c:pt idx="1993">
                  <c:v>1.49478</c:v>
                </c:pt>
                <c:pt idx="1994">
                  <c:v>1.4952799999999999</c:v>
                </c:pt>
                <c:pt idx="1995">
                  <c:v>1.4957800000000001</c:v>
                </c:pt>
                <c:pt idx="1996">
                  <c:v>1.4962800000000001</c:v>
                </c:pt>
                <c:pt idx="1997">
                  <c:v>1.4967699999999999</c:v>
                </c:pt>
                <c:pt idx="1998">
                  <c:v>1.4972700000000001</c:v>
                </c:pt>
                <c:pt idx="1999">
                  <c:v>1.49777</c:v>
                </c:pt>
                <c:pt idx="2000">
                  <c:v>1.49824</c:v>
                </c:pt>
                <c:pt idx="2001">
                  <c:v>1.49838</c:v>
                </c:pt>
                <c:pt idx="2002">
                  <c:v>1.4982800000000001</c:v>
                </c:pt>
                <c:pt idx="2003">
                  <c:v>1.49807</c:v>
                </c:pt>
                <c:pt idx="2004">
                  <c:v>1.49766</c:v>
                </c:pt>
                <c:pt idx="2005">
                  <c:v>1.4972000000000001</c:v>
                </c:pt>
                <c:pt idx="2006">
                  <c:v>1.49671</c:v>
                </c:pt>
                <c:pt idx="2007">
                  <c:v>1.4962200000000001</c:v>
                </c:pt>
                <c:pt idx="2008">
                  <c:v>1.4957199999999999</c:v>
                </c:pt>
                <c:pt idx="2009">
                  <c:v>1.49522</c:v>
                </c:pt>
                <c:pt idx="2010">
                  <c:v>1.49472</c:v>
                </c:pt>
                <c:pt idx="2011">
                  <c:v>1.4942200000000001</c:v>
                </c:pt>
                <c:pt idx="2012">
                  <c:v>1.4937199999999999</c:v>
                </c:pt>
                <c:pt idx="2013">
                  <c:v>1.49322</c:v>
                </c:pt>
                <c:pt idx="2014">
                  <c:v>1.49272</c:v>
                </c:pt>
                <c:pt idx="2015">
                  <c:v>1.4922200000000001</c:v>
                </c:pt>
                <c:pt idx="2016">
                  <c:v>1.4917199999999999</c:v>
                </c:pt>
                <c:pt idx="2017">
                  <c:v>1.49122</c:v>
                </c:pt>
                <c:pt idx="2018">
                  <c:v>1.49072</c:v>
                </c:pt>
                <c:pt idx="2019">
                  <c:v>1.4902200000000001</c:v>
                </c:pt>
                <c:pt idx="2020">
                  <c:v>1.4897199999999999</c:v>
                </c:pt>
                <c:pt idx="2021">
                  <c:v>1.48922</c:v>
                </c:pt>
                <c:pt idx="2022">
                  <c:v>1.4887300000000001</c:v>
                </c:pt>
                <c:pt idx="2023">
                  <c:v>1.4882299999999999</c:v>
                </c:pt>
                <c:pt idx="2024">
                  <c:v>1.48773</c:v>
                </c:pt>
                <c:pt idx="2025">
                  <c:v>1.4872300000000001</c:v>
                </c:pt>
                <c:pt idx="2026">
                  <c:v>1.4867300000000001</c:v>
                </c:pt>
                <c:pt idx="2027">
                  <c:v>1.4862299999999999</c:v>
                </c:pt>
                <c:pt idx="2028">
                  <c:v>1.48573</c:v>
                </c:pt>
                <c:pt idx="2029">
                  <c:v>1.4852300000000001</c:v>
                </c:pt>
                <c:pt idx="2030">
                  <c:v>1.4847300000000001</c:v>
                </c:pt>
                <c:pt idx="2031">
                  <c:v>1.4842299999999999</c:v>
                </c:pt>
                <c:pt idx="2032">
                  <c:v>1.4837400000000001</c:v>
                </c:pt>
                <c:pt idx="2033">
                  <c:v>1.4832399999999999</c:v>
                </c:pt>
                <c:pt idx="2034">
                  <c:v>1.4827300000000001</c:v>
                </c:pt>
                <c:pt idx="2035">
                  <c:v>1.4822299999999999</c:v>
                </c:pt>
                <c:pt idx="2036">
                  <c:v>1.48173</c:v>
                </c:pt>
                <c:pt idx="2037">
                  <c:v>1.48123</c:v>
                </c:pt>
                <c:pt idx="2038">
                  <c:v>1.4807300000000001</c:v>
                </c:pt>
                <c:pt idx="2039">
                  <c:v>1.4802299999999999</c:v>
                </c:pt>
                <c:pt idx="2040">
                  <c:v>1.47973</c:v>
                </c:pt>
                <c:pt idx="2041">
                  <c:v>1.47923</c:v>
                </c:pt>
                <c:pt idx="2042">
                  <c:v>1.4787300000000001</c:v>
                </c:pt>
                <c:pt idx="2043">
                  <c:v>1.4782299999999999</c:v>
                </c:pt>
                <c:pt idx="2044">
                  <c:v>1.47773</c:v>
                </c:pt>
                <c:pt idx="2045">
                  <c:v>1.47723</c:v>
                </c:pt>
                <c:pt idx="2046">
                  <c:v>1.4767399999999999</c:v>
                </c:pt>
                <c:pt idx="2047">
                  <c:v>1.47624</c:v>
                </c:pt>
                <c:pt idx="2048">
                  <c:v>1.4757400000000001</c:v>
                </c:pt>
                <c:pt idx="2049">
                  <c:v>1.4752400000000001</c:v>
                </c:pt>
                <c:pt idx="2050">
                  <c:v>1.4747399999999999</c:v>
                </c:pt>
                <c:pt idx="2051">
                  <c:v>1.47424</c:v>
                </c:pt>
                <c:pt idx="2052">
                  <c:v>1.47374</c:v>
                </c:pt>
                <c:pt idx="2053">
                  <c:v>1.4732400000000001</c:v>
                </c:pt>
                <c:pt idx="2054">
                  <c:v>1.4727399999999999</c:v>
                </c:pt>
                <c:pt idx="2055">
                  <c:v>1.47224</c:v>
                </c:pt>
                <c:pt idx="2056">
                  <c:v>1.47174</c:v>
                </c:pt>
                <c:pt idx="2057">
                  <c:v>1.4712400000000001</c:v>
                </c:pt>
                <c:pt idx="2058">
                  <c:v>1.4707399999999999</c:v>
                </c:pt>
                <c:pt idx="2059">
                  <c:v>1.47024</c:v>
                </c:pt>
                <c:pt idx="2060">
                  <c:v>1.46974</c:v>
                </c:pt>
                <c:pt idx="2061">
                  <c:v>1.4692400000000001</c:v>
                </c:pt>
                <c:pt idx="2062">
                  <c:v>1.4687399999999999</c:v>
                </c:pt>
                <c:pt idx="2063">
                  <c:v>1.46824</c:v>
                </c:pt>
                <c:pt idx="2064">
                  <c:v>1.46774</c:v>
                </c:pt>
                <c:pt idx="2065">
                  <c:v>1.4672400000000001</c:v>
                </c:pt>
                <c:pt idx="2066">
                  <c:v>1.4667399999999999</c:v>
                </c:pt>
                <c:pt idx="2067">
                  <c:v>1.46624</c:v>
                </c:pt>
                <c:pt idx="2068">
                  <c:v>1.46574</c:v>
                </c:pt>
                <c:pt idx="2069">
                  <c:v>1.4652400000000001</c:v>
                </c:pt>
                <c:pt idx="2070">
                  <c:v>1.4647399999999999</c:v>
                </c:pt>
                <c:pt idx="2071">
                  <c:v>1.46424</c:v>
                </c:pt>
                <c:pt idx="2072">
                  <c:v>1.46374</c:v>
                </c:pt>
                <c:pt idx="2073">
                  <c:v>1.4632400000000001</c:v>
                </c:pt>
                <c:pt idx="2074">
                  <c:v>1.4627399999999999</c:v>
                </c:pt>
                <c:pt idx="2075">
                  <c:v>1.46224</c:v>
                </c:pt>
                <c:pt idx="2076">
                  <c:v>1.46174</c:v>
                </c:pt>
                <c:pt idx="2077">
                  <c:v>1.4612400000000001</c:v>
                </c:pt>
                <c:pt idx="2078">
                  <c:v>1.4607399999999999</c:v>
                </c:pt>
                <c:pt idx="2079">
                  <c:v>1.46024</c:v>
                </c:pt>
                <c:pt idx="2080">
                  <c:v>1.45974</c:v>
                </c:pt>
                <c:pt idx="2081">
                  <c:v>1.4592400000000001</c:v>
                </c:pt>
                <c:pt idx="2082">
                  <c:v>1.4587399999999999</c:v>
                </c:pt>
                <c:pt idx="2083">
                  <c:v>1.45824</c:v>
                </c:pt>
                <c:pt idx="2084">
                  <c:v>1.45774</c:v>
                </c:pt>
                <c:pt idx="2085">
                  <c:v>1.4572400000000001</c:v>
                </c:pt>
                <c:pt idx="2086">
                  <c:v>1.4567399999999999</c:v>
                </c:pt>
                <c:pt idx="2087">
                  <c:v>1.45624</c:v>
                </c:pt>
                <c:pt idx="2088">
                  <c:v>1.45574</c:v>
                </c:pt>
                <c:pt idx="2089">
                  <c:v>1.4552499999999999</c:v>
                </c:pt>
                <c:pt idx="2090">
                  <c:v>1.45475</c:v>
                </c:pt>
                <c:pt idx="2091">
                  <c:v>1.45425</c:v>
                </c:pt>
                <c:pt idx="2092">
                  <c:v>1.4537500000000001</c:v>
                </c:pt>
                <c:pt idx="2093">
                  <c:v>1.4532400000000001</c:v>
                </c:pt>
                <c:pt idx="2094">
                  <c:v>1.4527399999999999</c:v>
                </c:pt>
                <c:pt idx="2095">
                  <c:v>1.45224</c:v>
                </c:pt>
                <c:pt idx="2096">
                  <c:v>1.45174</c:v>
                </c:pt>
                <c:pt idx="2097">
                  <c:v>1.4512400000000001</c:v>
                </c:pt>
                <c:pt idx="2098">
                  <c:v>1.4507399999999999</c:v>
                </c:pt>
                <c:pt idx="2099">
                  <c:v>1.45024</c:v>
                </c:pt>
                <c:pt idx="2100">
                  <c:v>1.44974</c:v>
                </c:pt>
                <c:pt idx="2101">
                  <c:v>1.4492499999999999</c:v>
                </c:pt>
                <c:pt idx="2102">
                  <c:v>1.44875</c:v>
                </c:pt>
                <c:pt idx="2103">
                  <c:v>1.44825</c:v>
                </c:pt>
                <c:pt idx="2104">
                  <c:v>1.4477500000000001</c:v>
                </c:pt>
                <c:pt idx="2105">
                  <c:v>1.4472499999999999</c:v>
                </c:pt>
                <c:pt idx="2106">
                  <c:v>1.44675</c:v>
                </c:pt>
                <c:pt idx="2107">
                  <c:v>1.44625</c:v>
                </c:pt>
                <c:pt idx="2108">
                  <c:v>1.4457500000000001</c:v>
                </c:pt>
                <c:pt idx="2109">
                  <c:v>1.4452499999999999</c:v>
                </c:pt>
                <c:pt idx="2110">
                  <c:v>1.44475</c:v>
                </c:pt>
                <c:pt idx="2111">
                  <c:v>1.44425</c:v>
                </c:pt>
                <c:pt idx="2112">
                  <c:v>1.4437500000000001</c:v>
                </c:pt>
                <c:pt idx="2113">
                  <c:v>1.4432499999999999</c:v>
                </c:pt>
                <c:pt idx="2114">
                  <c:v>1.44275</c:v>
                </c:pt>
                <c:pt idx="2115">
                  <c:v>1.44225</c:v>
                </c:pt>
                <c:pt idx="2116">
                  <c:v>1.44174</c:v>
                </c:pt>
                <c:pt idx="2117">
                  <c:v>1.4412400000000001</c:v>
                </c:pt>
                <c:pt idx="2118">
                  <c:v>1.4407399999999999</c:v>
                </c:pt>
                <c:pt idx="2119">
                  <c:v>1.44025</c:v>
                </c:pt>
                <c:pt idx="2120">
                  <c:v>1.4397500000000001</c:v>
                </c:pt>
                <c:pt idx="2121">
                  <c:v>1.4392499999999999</c:v>
                </c:pt>
                <c:pt idx="2122">
                  <c:v>1.43875</c:v>
                </c:pt>
                <c:pt idx="2123">
                  <c:v>1.43825</c:v>
                </c:pt>
                <c:pt idx="2124">
                  <c:v>1.4377500000000001</c:v>
                </c:pt>
                <c:pt idx="2125">
                  <c:v>1.4372499999999999</c:v>
                </c:pt>
                <c:pt idx="2126">
                  <c:v>1.43675</c:v>
                </c:pt>
                <c:pt idx="2127">
                  <c:v>1.43625</c:v>
                </c:pt>
                <c:pt idx="2128">
                  <c:v>1.4357500000000001</c:v>
                </c:pt>
                <c:pt idx="2129">
                  <c:v>1.4352499999999999</c:v>
                </c:pt>
                <c:pt idx="2130">
                  <c:v>1.43476</c:v>
                </c:pt>
                <c:pt idx="2131">
                  <c:v>1.43425</c:v>
                </c:pt>
                <c:pt idx="2132">
                  <c:v>1.4337500000000001</c:v>
                </c:pt>
                <c:pt idx="2133">
                  <c:v>1.43326</c:v>
                </c:pt>
                <c:pt idx="2134">
                  <c:v>1.43276</c:v>
                </c:pt>
                <c:pt idx="2135">
                  <c:v>1.4322600000000001</c:v>
                </c:pt>
                <c:pt idx="2136">
                  <c:v>1.4317500000000001</c:v>
                </c:pt>
                <c:pt idx="2137">
                  <c:v>1.4312499999999999</c:v>
                </c:pt>
                <c:pt idx="2138">
                  <c:v>1.43075</c:v>
                </c:pt>
                <c:pt idx="2139">
                  <c:v>1.4302600000000001</c:v>
                </c:pt>
                <c:pt idx="2140">
                  <c:v>1.4297599999999999</c:v>
                </c:pt>
                <c:pt idx="2141">
                  <c:v>1.42926</c:v>
                </c:pt>
                <c:pt idx="2142">
                  <c:v>1.42876</c:v>
                </c:pt>
                <c:pt idx="2143">
                  <c:v>1.4282600000000001</c:v>
                </c:pt>
                <c:pt idx="2144">
                  <c:v>1.4277500000000001</c:v>
                </c:pt>
                <c:pt idx="2145">
                  <c:v>1.4272499999999999</c:v>
                </c:pt>
                <c:pt idx="2146">
                  <c:v>1.42676</c:v>
                </c:pt>
                <c:pt idx="2147">
                  <c:v>1.4262600000000001</c:v>
                </c:pt>
                <c:pt idx="2148">
                  <c:v>1.4257599999999999</c:v>
                </c:pt>
                <c:pt idx="2149">
                  <c:v>1.42526</c:v>
                </c:pt>
                <c:pt idx="2150">
                  <c:v>1.42476</c:v>
                </c:pt>
                <c:pt idx="2151">
                  <c:v>1.4242600000000001</c:v>
                </c:pt>
                <c:pt idx="2152">
                  <c:v>1.4237599999999999</c:v>
                </c:pt>
                <c:pt idx="2153">
                  <c:v>1.42326</c:v>
                </c:pt>
                <c:pt idx="2154">
                  <c:v>1.42276</c:v>
                </c:pt>
                <c:pt idx="2155">
                  <c:v>1.4222600000000001</c:v>
                </c:pt>
                <c:pt idx="2156">
                  <c:v>1.4217599999999999</c:v>
                </c:pt>
                <c:pt idx="2157">
                  <c:v>1.42126</c:v>
                </c:pt>
                <c:pt idx="2158">
                  <c:v>1.42076</c:v>
                </c:pt>
                <c:pt idx="2159">
                  <c:v>1.4202600000000001</c:v>
                </c:pt>
                <c:pt idx="2160">
                  <c:v>1.4197599999999999</c:v>
                </c:pt>
                <c:pt idx="2161">
                  <c:v>1.41926</c:v>
                </c:pt>
                <c:pt idx="2162">
                  <c:v>1.41876</c:v>
                </c:pt>
                <c:pt idx="2163">
                  <c:v>1.4182600000000001</c:v>
                </c:pt>
                <c:pt idx="2164">
                  <c:v>1.4177599999999999</c:v>
                </c:pt>
                <c:pt idx="2165">
                  <c:v>1.41726</c:v>
                </c:pt>
                <c:pt idx="2166">
                  <c:v>1.41676</c:v>
                </c:pt>
                <c:pt idx="2167">
                  <c:v>1.4162600000000001</c:v>
                </c:pt>
                <c:pt idx="2168">
                  <c:v>1.4157599999999999</c:v>
                </c:pt>
                <c:pt idx="2169">
                  <c:v>1.41526</c:v>
                </c:pt>
                <c:pt idx="2170">
                  <c:v>1.41476</c:v>
                </c:pt>
                <c:pt idx="2171">
                  <c:v>1.4142600000000001</c:v>
                </c:pt>
                <c:pt idx="2172">
                  <c:v>1.41377</c:v>
                </c:pt>
                <c:pt idx="2173">
                  <c:v>1.41327</c:v>
                </c:pt>
                <c:pt idx="2174">
                  <c:v>1.4127700000000001</c:v>
                </c:pt>
                <c:pt idx="2175">
                  <c:v>1.4122699999999999</c:v>
                </c:pt>
                <c:pt idx="2176">
                  <c:v>1.41177</c:v>
                </c:pt>
                <c:pt idx="2177">
                  <c:v>1.41127</c:v>
                </c:pt>
                <c:pt idx="2178">
                  <c:v>1.4107700000000001</c:v>
                </c:pt>
                <c:pt idx="2179">
                  <c:v>1.4102699999999999</c:v>
                </c:pt>
                <c:pt idx="2180">
                  <c:v>1.40977</c:v>
                </c:pt>
                <c:pt idx="2181">
                  <c:v>1.40927</c:v>
                </c:pt>
                <c:pt idx="2182">
                  <c:v>1.4087700000000001</c:v>
                </c:pt>
                <c:pt idx="2183">
                  <c:v>1.4082699999999999</c:v>
                </c:pt>
                <c:pt idx="2184">
                  <c:v>1.40777</c:v>
                </c:pt>
                <c:pt idx="2185">
                  <c:v>1.40727</c:v>
                </c:pt>
                <c:pt idx="2186">
                  <c:v>1.4067700000000001</c:v>
                </c:pt>
                <c:pt idx="2187">
                  <c:v>1.4062699999999999</c:v>
                </c:pt>
                <c:pt idx="2188">
                  <c:v>1.40577</c:v>
                </c:pt>
                <c:pt idx="2189">
                  <c:v>1.40527</c:v>
                </c:pt>
                <c:pt idx="2190">
                  <c:v>1.4047700000000001</c:v>
                </c:pt>
                <c:pt idx="2191">
                  <c:v>1.4042699999999999</c:v>
                </c:pt>
                <c:pt idx="2192">
                  <c:v>1.40377</c:v>
                </c:pt>
                <c:pt idx="2193">
                  <c:v>1.40327</c:v>
                </c:pt>
                <c:pt idx="2194">
                  <c:v>1.4027700000000001</c:v>
                </c:pt>
                <c:pt idx="2195">
                  <c:v>1.4022699999999999</c:v>
                </c:pt>
                <c:pt idx="2196">
                  <c:v>1.40177</c:v>
                </c:pt>
                <c:pt idx="2197">
                  <c:v>1.40127</c:v>
                </c:pt>
                <c:pt idx="2198">
                  <c:v>1.4007700000000001</c:v>
                </c:pt>
                <c:pt idx="2199">
                  <c:v>1.4002699999999999</c:v>
                </c:pt>
                <c:pt idx="2200">
                  <c:v>1.39977</c:v>
                </c:pt>
                <c:pt idx="2201">
                  <c:v>1.39927</c:v>
                </c:pt>
                <c:pt idx="2202">
                  <c:v>1.3987700000000001</c:v>
                </c:pt>
                <c:pt idx="2203">
                  <c:v>1.3982699999999999</c:v>
                </c:pt>
                <c:pt idx="2204">
                  <c:v>1.39777</c:v>
                </c:pt>
                <c:pt idx="2205">
                  <c:v>1.39727</c:v>
                </c:pt>
                <c:pt idx="2206">
                  <c:v>1.3967700000000001</c:v>
                </c:pt>
                <c:pt idx="2207">
                  <c:v>1.3962699999999999</c:v>
                </c:pt>
                <c:pt idx="2208">
                  <c:v>1.39578</c:v>
                </c:pt>
                <c:pt idx="2209">
                  <c:v>1.3952800000000001</c:v>
                </c:pt>
                <c:pt idx="2210">
                  <c:v>1.3947799999999999</c:v>
                </c:pt>
                <c:pt idx="2211">
                  <c:v>1.39428</c:v>
                </c:pt>
                <c:pt idx="2212">
                  <c:v>1.39378</c:v>
                </c:pt>
                <c:pt idx="2213">
                  <c:v>1.39327</c:v>
                </c:pt>
                <c:pt idx="2214">
                  <c:v>1.3927700000000001</c:v>
                </c:pt>
                <c:pt idx="2215">
                  <c:v>1.3922699999999999</c:v>
                </c:pt>
                <c:pt idx="2216">
                  <c:v>1.39177</c:v>
                </c:pt>
                <c:pt idx="2217">
                  <c:v>1.39127</c:v>
                </c:pt>
                <c:pt idx="2218">
                  <c:v>1.3907700000000001</c:v>
                </c:pt>
                <c:pt idx="2219">
                  <c:v>1.3902699999999999</c:v>
                </c:pt>
                <c:pt idx="2220">
                  <c:v>1.3897699999999999</c:v>
                </c:pt>
                <c:pt idx="2221">
                  <c:v>1.3892800000000001</c:v>
                </c:pt>
                <c:pt idx="2222">
                  <c:v>1.3887799999999999</c:v>
                </c:pt>
                <c:pt idx="2223">
                  <c:v>1.38828</c:v>
                </c:pt>
                <c:pt idx="2224">
                  <c:v>1.38778</c:v>
                </c:pt>
                <c:pt idx="2225">
                  <c:v>1.3872800000000001</c:v>
                </c:pt>
                <c:pt idx="2226">
                  <c:v>1.3867799999999999</c:v>
                </c:pt>
                <c:pt idx="2227">
                  <c:v>1.38628</c:v>
                </c:pt>
                <c:pt idx="2228">
                  <c:v>1.38578</c:v>
                </c:pt>
                <c:pt idx="2229">
                  <c:v>1.3852800000000001</c:v>
                </c:pt>
                <c:pt idx="2230">
                  <c:v>1.3847799999999999</c:v>
                </c:pt>
                <c:pt idx="2231">
                  <c:v>1.38428</c:v>
                </c:pt>
                <c:pt idx="2232">
                  <c:v>1.38378</c:v>
                </c:pt>
                <c:pt idx="2233">
                  <c:v>1.3832800000000001</c:v>
                </c:pt>
                <c:pt idx="2234">
                  <c:v>1.3827799999999999</c:v>
                </c:pt>
                <c:pt idx="2235">
                  <c:v>1.38228</c:v>
                </c:pt>
                <c:pt idx="2236">
                  <c:v>1.38178</c:v>
                </c:pt>
                <c:pt idx="2237">
                  <c:v>1.3812800000000001</c:v>
                </c:pt>
                <c:pt idx="2238">
                  <c:v>1.3807799999999999</c:v>
                </c:pt>
                <c:pt idx="2239">
                  <c:v>1.38028</c:v>
                </c:pt>
                <c:pt idx="2240">
                  <c:v>1.37978</c:v>
                </c:pt>
                <c:pt idx="2241">
                  <c:v>1.3792800000000001</c:v>
                </c:pt>
                <c:pt idx="2242">
                  <c:v>1.3787799999999999</c:v>
                </c:pt>
                <c:pt idx="2243">
                  <c:v>1.3782799999999999</c:v>
                </c:pt>
                <c:pt idx="2244">
                  <c:v>1.37778</c:v>
                </c:pt>
                <c:pt idx="2245">
                  <c:v>1.3772800000000001</c:v>
                </c:pt>
                <c:pt idx="2246">
                  <c:v>1.3767799999999999</c:v>
                </c:pt>
                <c:pt idx="2247">
                  <c:v>1.3762799999999999</c:v>
                </c:pt>
                <c:pt idx="2248">
                  <c:v>1.37578</c:v>
                </c:pt>
                <c:pt idx="2249">
                  <c:v>1.3752800000000001</c:v>
                </c:pt>
                <c:pt idx="2250">
                  <c:v>1.3747799999999999</c:v>
                </c:pt>
                <c:pt idx="2251">
                  <c:v>1.3742799999999999</c:v>
                </c:pt>
                <c:pt idx="2252">
                  <c:v>1.37378</c:v>
                </c:pt>
                <c:pt idx="2253">
                  <c:v>1.3732800000000001</c:v>
                </c:pt>
                <c:pt idx="2254">
                  <c:v>1.3727799999999999</c:v>
                </c:pt>
                <c:pt idx="2255">
                  <c:v>1.3722799999999999</c:v>
                </c:pt>
                <c:pt idx="2256">
                  <c:v>1.37178</c:v>
                </c:pt>
                <c:pt idx="2257">
                  <c:v>1.3712800000000001</c:v>
                </c:pt>
                <c:pt idx="2258">
                  <c:v>1.37079</c:v>
                </c:pt>
                <c:pt idx="2259">
                  <c:v>1.37029</c:v>
                </c:pt>
                <c:pt idx="2260">
                  <c:v>1.3697900000000001</c:v>
                </c:pt>
                <c:pt idx="2261">
                  <c:v>1.3692899999999999</c:v>
                </c:pt>
                <c:pt idx="2262">
                  <c:v>1.36879</c:v>
                </c:pt>
                <c:pt idx="2263">
                  <c:v>1.36829</c:v>
                </c:pt>
                <c:pt idx="2264">
                  <c:v>1.3677900000000001</c:v>
                </c:pt>
                <c:pt idx="2265">
                  <c:v>1.3672899999999999</c:v>
                </c:pt>
                <c:pt idx="2266">
                  <c:v>1.3667899999999999</c:v>
                </c:pt>
                <c:pt idx="2267">
                  <c:v>1.36629</c:v>
                </c:pt>
                <c:pt idx="2268">
                  <c:v>1.3657900000000001</c:v>
                </c:pt>
                <c:pt idx="2269">
                  <c:v>1.3652899999999999</c:v>
                </c:pt>
                <c:pt idx="2270">
                  <c:v>1.3647899999999999</c:v>
                </c:pt>
                <c:pt idx="2271">
                  <c:v>1.36429</c:v>
                </c:pt>
                <c:pt idx="2272">
                  <c:v>1.3637900000000001</c:v>
                </c:pt>
                <c:pt idx="2273">
                  <c:v>1.36328</c:v>
                </c:pt>
                <c:pt idx="2274">
                  <c:v>1.3627800000000001</c:v>
                </c:pt>
                <c:pt idx="2275">
                  <c:v>1.3622799999999999</c:v>
                </c:pt>
                <c:pt idx="2276">
                  <c:v>1.3617900000000001</c:v>
                </c:pt>
                <c:pt idx="2277">
                  <c:v>1.3612899999999999</c:v>
                </c:pt>
                <c:pt idx="2278">
                  <c:v>1.3607899999999999</c:v>
                </c:pt>
                <c:pt idx="2279">
                  <c:v>1.36029</c:v>
                </c:pt>
                <c:pt idx="2280">
                  <c:v>1.3597900000000001</c:v>
                </c:pt>
                <c:pt idx="2281">
                  <c:v>1.3592900000000001</c:v>
                </c:pt>
                <c:pt idx="2282">
                  <c:v>1.3587899999999999</c:v>
                </c:pt>
                <c:pt idx="2283">
                  <c:v>1.35829</c:v>
                </c:pt>
                <c:pt idx="2284">
                  <c:v>1.3577900000000001</c:v>
                </c:pt>
                <c:pt idx="2285">
                  <c:v>1.3572900000000001</c:v>
                </c:pt>
                <c:pt idx="2286">
                  <c:v>1.3567899999999999</c:v>
                </c:pt>
                <c:pt idx="2287">
                  <c:v>1.35629</c:v>
                </c:pt>
                <c:pt idx="2288">
                  <c:v>1.3557900000000001</c:v>
                </c:pt>
                <c:pt idx="2289">
                  <c:v>1.3552900000000001</c:v>
                </c:pt>
                <c:pt idx="2290">
                  <c:v>1.3547899999999999</c:v>
                </c:pt>
                <c:pt idx="2291">
                  <c:v>1.35429</c:v>
                </c:pt>
                <c:pt idx="2292">
                  <c:v>1.35379</c:v>
                </c:pt>
                <c:pt idx="2293">
                  <c:v>1.3532900000000001</c:v>
                </c:pt>
                <c:pt idx="2294">
                  <c:v>1.3527899999999999</c:v>
                </c:pt>
                <c:pt idx="2295">
                  <c:v>1.35229</c:v>
                </c:pt>
                <c:pt idx="2296">
                  <c:v>1.35179</c:v>
                </c:pt>
                <c:pt idx="2297">
                  <c:v>1.3512900000000001</c:v>
                </c:pt>
                <c:pt idx="2298">
                  <c:v>1.3508</c:v>
                </c:pt>
                <c:pt idx="2299">
                  <c:v>1.3503000000000001</c:v>
                </c:pt>
                <c:pt idx="2300">
                  <c:v>1.3498000000000001</c:v>
                </c:pt>
                <c:pt idx="2301">
                  <c:v>1.3492999999999999</c:v>
                </c:pt>
                <c:pt idx="2302">
                  <c:v>1.3488</c:v>
                </c:pt>
                <c:pt idx="2303">
                  <c:v>1.3483000000000001</c:v>
                </c:pt>
                <c:pt idx="2304">
                  <c:v>1.3478000000000001</c:v>
                </c:pt>
                <c:pt idx="2305">
                  <c:v>1.3472999999999999</c:v>
                </c:pt>
                <c:pt idx="2306">
                  <c:v>1.3468</c:v>
                </c:pt>
                <c:pt idx="2307">
                  <c:v>1.3463000000000001</c:v>
                </c:pt>
                <c:pt idx="2308">
                  <c:v>1.3458000000000001</c:v>
                </c:pt>
                <c:pt idx="2309">
                  <c:v>1.3452999999999999</c:v>
                </c:pt>
                <c:pt idx="2310">
                  <c:v>1.3448</c:v>
                </c:pt>
                <c:pt idx="2311">
                  <c:v>1.3443000000000001</c:v>
                </c:pt>
                <c:pt idx="2312">
                  <c:v>1.3438000000000001</c:v>
                </c:pt>
                <c:pt idx="2313">
                  <c:v>1.3432999999999999</c:v>
                </c:pt>
                <c:pt idx="2314">
                  <c:v>1.3428</c:v>
                </c:pt>
                <c:pt idx="2315">
                  <c:v>1.3423</c:v>
                </c:pt>
                <c:pt idx="2316">
                  <c:v>1.3418000000000001</c:v>
                </c:pt>
                <c:pt idx="2317">
                  <c:v>1.3412999999999999</c:v>
                </c:pt>
                <c:pt idx="2318">
                  <c:v>1.3408</c:v>
                </c:pt>
                <c:pt idx="2319">
                  <c:v>1.3403</c:v>
                </c:pt>
                <c:pt idx="2320">
                  <c:v>1.3398000000000001</c:v>
                </c:pt>
                <c:pt idx="2321">
                  <c:v>1.3392999999999999</c:v>
                </c:pt>
                <c:pt idx="2322">
                  <c:v>1.3388</c:v>
                </c:pt>
                <c:pt idx="2323">
                  <c:v>1.3383</c:v>
                </c:pt>
                <c:pt idx="2324">
                  <c:v>1.3378000000000001</c:v>
                </c:pt>
                <c:pt idx="2325">
                  <c:v>1.3372999999999999</c:v>
                </c:pt>
                <c:pt idx="2326">
                  <c:v>1.3368</c:v>
                </c:pt>
                <c:pt idx="2327">
                  <c:v>1.3363</c:v>
                </c:pt>
                <c:pt idx="2328">
                  <c:v>1.3358000000000001</c:v>
                </c:pt>
                <c:pt idx="2329">
                  <c:v>1.3352999999999999</c:v>
                </c:pt>
                <c:pt idx="2330">
                  <c:v>1.3348</c:v>
                </c:pt>
                <c:pt idx="2331">
                  <c:v>1.3343</c:v>
                </c:pt>
                <c:pt idx="2332">
                  <c:v>1.3338000000000001</c:v>
                </c:pt>
                <c:pt idx="2333">
                  <c:v>1.33331</c:v>
                </c:pt>
                <c:pt idx="2334">
                  <c:v>1.3328100000000001</c:v>
                </c:pt>
                <c:pt idx="2335">
                  <c:v>1.3323100000000001</c:v>
                </c:pt>
                <c:pt idx="2336">
                  <c:v>1.3318099999999999</c:v>
                </c:pt>
                <c:pt idx="2337">
                  <c:v>1.33131</c:v>
                </c:pt>
                <c:pt idx="2338">
                  <c:v>1.33081</c:v>
                </c:pt>
                <c:pt idx="2339">
                  <c:v>1.3303100000000001</c:v>
                </c:pt>
                <c:pt idx="2340">
                  <c:v>1.3298099999999999</c:v>
                </c:pt>
                <c:pt idx="2341">
                  <c:v>1.32931</c:v>
                </c:pt>
                <c:pt idx="2342">
                  <c:v>1.32881</c:v>
                </c:pt>
                <c:pt idx="2343">
                  <c:v>1.3283100000000001</c:v>
                </c:pt>
                <c:pt idx="2344">
                  <c:v>1.3278099999999999</c:v>
                </c:pt>
                <c:pt idx="2345">
                  <c:v>1.32731</c:v>
                </c:pt>
                <c:pt idx="2346">
                  <c:v>1.32681</c:v>
                </c:pt>
                <c:pt idx="2347">
                  <c:v>1.3263100000000001</c:v>
                </c:pt>
                <c:pt idx="2348">
                  <c:v>1.3258099999999999</c:v>
                </c:pt>
                <c:pt idx="2349">
                  <c:v>1.32531</c:v>
                </c:pt>
                <c:pt idx="2350">
                  <c:v>1.32481</c:v>
                </c:pt>
                <c:pt idx="2351">
                  <c:v>1.3243100000000001</c:v>
                </c:pt>
                <c:pt idx="2352">
                  <c:v>1.3238099999999999</c:v>
                </c:pt>
                <c:pt idx="2353">
                  <c:v>1.32331</c:v>
                </c:pt>
                <c:pt idx="2354">
                  <c:v>1.32281</c:v>
                </c:pt>
                <c:pt idx="2355">
                  <c:v>1.3223100000000001</c:v>
                </c:pt>
                <c:pt idx="2356">
                  <c:v>1.3218099999999999</c:v>
                </c:pt>
                <c:pt idx="2357">
                  <c:v>1.32131</c:v>
                </c:pt>
                <c:pt idx="2358">
                  <c:v>1.32081</c:v>
                </c:pt>
                <c:pt idx="2359">
                  <c:v>1.3203100000000001</c:v>
                </c:pt>
                <c:pt idx="2360">
                  <c:v>1.3198099999999999</c:v>
                </c:pt>
                <c:pt idx="2361">
                  <c:v>1.31931</c:v>
                </c:pt>
                <c:pt idx="2362">
                  <c:v>1.31881</c:v>
                </c:pt>
                <c:pt idx="2363">
                  <c:v>1.3183100000000001</c:v>
                </c:pt>
                <c:pt idx="2364">
                  <c:v>1.31782</c:v>
                </c:pt>
                <c:pt idx="2365">
                  <c:v>1.31732</c:v>
                </c:pt>
                <c:pt idx="2366">
                  <c:v>1.31681</c:v>
                </c:pt>
                <c:pt idx="2367">
                  <c:v>1.3163100000000001</c:v>
                </c:pt>
                <c:pt idx="2368">
                  <c:v>1.3158099999999999</c:v>
                </c:pt>
                <c:pt idx="2369">
                  <c:v>1.31531</c:v>
                </c:pt>
                <c:pt idx="2370">
                  <c:v>1.31481</c:v>
                </c:pt>
                <c:pt idx="2371">
                  <c:v>1.3143100000000001</c:v>
                </c:pt>
                <c:pt idx="2372">
                  <c:v>1.3138099999999999</c:v>
                </c:pt>
                <c:pt idx="2373">
                  <c:v>1.31332</c:v>
                </c:pt>
                <c:pt idx="2374">
                  <c:v>1.3128200000000001</c:v>
                </c:pt>
                <c:pt idx="2375">
                  <c:v>1.3123199999999999</c:v>
                </c:pt>
                <c:pt idx="2376">
                  <c:v>1.31182</c:v>
                </c:pt>
                <c:pt idx="2377">
                  <c:v>1.31131</c:v>
                </c:pt>
                <c:pt idx="2378">
                  <c:v>1.31081</c:v>
                </c:pt>
                <c:pt idx="2379">
                  <c:v>1.3103100000000001</c:v>
                </c:pt>
                <c:pt idx="2380">
                  <c:v>1.3098099999999999</c:v>
                </c:pt>
                <c:pt idx="2381">
                  <c:v>1.30931</c:v>
                </c:pt>
                <c:pt idx="2382">
                  <c:v>1.30881</c:v>
                </c:pt>
                <c:pt idx="2383">
                  <c:v>1.3083199999999999</c:v>
                </c:pt>
                <c:pt idx="2384">
                  <c:v>1.30782</c:v>
                </c:pt>
                <c:pt idx="2385">
                  <c:v>1.30732</c:v>
                </c:pt>
                <c:pt idx="2386">
                  <c:v>1.3068200000000001</c:v>
                </c:pt>
                <c:pt idx="2387">
                  <c:v>1.3063199999999999</c:v>
                </c:pt>
                <c:pt idx="2388">
                  <c:v>1.30582</c:v>
                </c:pt>
                <c:pt idx="2389">
                  <c:v>1.30532</c:v>
                </c:pt>
                <c:pt idx="2390">
                  <c:v>1.3048200000000001</c:v>
                </c:pt>
                <c:pt idx="2391">
                  <c:v>1.3043199999999999</c:v>
                </c:pt>
                <c:pt idx="2392">
                  <c:v>1.30382</c:v>
                </c:pt>
                <c:pt idx="2393">
                  <c:v>1.30332</c:v>
                </c:pt>
                <c:pt idx="2394">
                  <c:v>1.3028200000000001</c:v>
                </c:pt>
                <c:pt idx="2395">
                  <c:v>1.3023199999999999</c:v>
                </c:pt>
                <c:pt idx="2396">
                  <c:v>1.30182</c:v>
                </c:pt>
                <c:pt idx="2397">
                  <c:v>1.30132</c:v>
                </c:pt>
                <c:pt idx="2398">
                  <c:v>1.3008200000000001</c:v>
                </c:pt>
                <c:pt idx="2399">
                  <c:v>1.3003199999999999</c:v>
                </c:pt>
                <c:pt idx="2400">
                  <c:v>1.29982</c:v>
                </c:pt>
                <c:pt idx="2401">
                  <c:v>1.29932</c:v>
                </c:pt>
                <c:pt idx="2402">
                  <c:v>1.2988200000000001</c:v>
                </c:pt>
                <c:pt idx="2403">
                  <c:v>1.2983199999999999</c:v>
                </c:pt>
                <c:pt idx="2404">
                  <c:v>1.29782</c:v>
                </c:pt>
                <c:pt idx="2405">
                  <c:v>1.29732</c:v>
                </c:pt>
                <c:pt idx="2406">
                  <c:v>1.2968200000000001</c:v>
                </c:pt>
                <c:pt idx="2407">
                  <c:v>1.2963199999999999</c:v>
                </c:pt>
                <c:pt idx="2408">
                  <c:v>1.29582</c:v>
                </c:pt>
                <c:pt idx="2409">
                  <c:v>1.29532</c:v>
                </c:pt>
                <c:pt idx="2410">
                  <c:v>1.2948200000000001</c:v>
                </c:pt>
                <c:pt idx="2411">
                  <c:v>1.2943199999999999</c:v>
                </c:pt>
                <c:pt idx="2412">
                  <c:v>1.29383</c:v>
                </c:pt>
                <c:pt idx="2413">
                  <c:v>1.2933300000000001</c:v>
                </c:pt>
                <c:pt idx="2414">
                  <c:v>1.2928299999999999</c:v>
                </c:pt>
                <c:pt idx="2415">
                  <c:v>1.29233</c:v>
                </c:pt>
                <c:pt idx="2416">
                  <c:v>1.29183</c:v>
                </c:pt>
                <c:pt idx="2417">
                  <c:v>1.2913300000000001</c:v>
                </c:pt>
                <c:pt idx="2418">
                  <c:v>1.2908299999999999</c:v>
                </c:pt>
                <c:pt idx="2419">
                  <c:v>1.29033</c:v>
                </c:pt>
                <c:pt idx="2420">
                  <c:v>1.28983</c:v>
                </c:pt>
                <c:pt idx="2421">
                  <c:v>1.2893300000000001</c:v>
                </c:pt>
                <c:pt idx="2422">
                  <c:v>1.2888299999999999</c:v>
                </c:pt>
                <c:pt idx="2423">
                  <c:v>1.28833</c:v>
                </c:pt>
                <c:pt idx="2424">
                  <c:v>1.28783</c:v>
                </c:pt>
                <c:pt idx="2425">
                  <c:v>1.2873300000000001</c:v>
                </c:pt>
                <c:pt idx="2426">
                  <c:v>1.2868299999999999</c:v>
                </c:pt>
                <c:pt idx="2427">
                  <c:v>1.28633</c:v>
                </c:pt>
                <c:pt idx="2428">
                  <c:v>1.28582</c:v>
                </c:pt>
                <c:pt idx="2429">
                  <c:v>1.28532</c:v>
                </c:pt>
                <c:pt idx="2430">
                  <c:v>1.2848200000000001</c:v>
                </c:pt>
                <c:pt idx="2431">
                  <c:v>1.28433</c:v>
                </c:pt>
                <c:pt idx="2432">
                  <c:v>1.28383</c:v>
                </c:pt>
                <c:pt idx="2433">
                  <c:v>1.2833300000000001</c:v>
                </c:pt>
                <c:pt idx="2434">
                  <c:v>1.2828299999999999</c:v>
                </c:pt>
                <c:pt idx="2435">
                  <c:v>1.28233</c:v>
                </c:pt>
                <c:pt idx="2436">
                  <c:v>1.28183</c:v>
                </c:pt>
                <c:pt idx="2437">
                  <c:v>1.2813300000000001</c:v>
                </c:pt>
                <c:pt idx="2438">
                  <c:v>1.2808299999999999</c:v>
                </c:pt>
                <c:pt idx="2439">
                  <c:v>1.28033</c:v>
                </c:pt>
                <c:pt idx="2440">
                  <c:v>1.27983</c:v>
                </c:pt>
                <c:pt idx="2441">
                  <c:v>1.2793300000000001</c:v>
                </c:pt>
                <c:pt idx="2442">
                  <c:v>1.2788299999999999</c:v>
                </c:pt>
                <c:pt idx="2443">
                  <c:v>1.27833</c:v>
                </c:pt>
                <c:pt idx="2444">
                  <c:v>1.27783</c:v>
                </c:pt>
                <c:pt idx="2445">
                  <c:v>1.2773300000000001</c:v>
                </c:pt>
                <c:pt idx="2446">
                  <c:v>1.2768299999999999</c:v>
                </c:pt>
                <c:pt idx="2447">
                  <c:v>1.27633</c:v>
                </c:pt>
                <c:pt idx="2448">
                  <c:v>1.27583</c:v>
                </c:pt>
                <c:pt idx="2449">
                  <c:v>1.2753300000000001</c:v>
                </c:pt>
                <c:pt idx="2450">
                  <c:v>1.2748299999999999</c:v>
                </c:pt>
                <c:pt idx="2451">
                  <c:v>1.27433</c:v>
                </c:pt>
                <c:pt idx="2452">
                  <c:v>1.27383</c:v>
                </c:pt>
                <c:pt idx="2453">
                  <c:v>1.2733300000000001</c:v>
                </c:pt>
                <c:pt idx="2454">
                  <c:v>1.27284</c:v>
                </c:pt>
                <c:pt idx="2455">
                  <c:v>1.27234</c:v>
                </c:pt>
                <c:pt idx="2456">
                  <c:v>1.2718400000000001</c:v>
                </c:pt>
                <c:pt idx="2457">
                  <c:v>1.2713399999999999</c:v>
                </c:pt>
                <c:pt idx="2458">
                  <c:v>1.27084</c:v>
                </c:pt>
                <c:pt idx="2459">
                  <c:v>1.27034</c:v>
                </c:pt>
                <c:pt idx="2460">
                  <c:v>1.2698400000000001</c:v>
                </c:pt>
                <c:pt idx="2461">
                  <c:v>1.2693399999999999</c:v>
                </c:pt>
                <c:pt idx="2462">
                  <c:v>1.26884</c:v>
                </c:pt>
                <c:pt idx="2463">
                  <c:v>1.26834</c:v>
                </c:pt>
                <c:pt idx="2464">
                  <c:v>1.2678400000000001</c:v>
                </c:pt>
                <c:pt idx="2465">
                  <c:v>1.2673399999999999</c:v>
                </c:pt>
                <c:pt idx="2466">
                  <c:v>1.26684</c:v>
                </c:pt>
                <c:pt idx="2467">
                  <c:v>1.26634</c:v>
                </c:pt>
                <c:pt idx="2468">
                  <c:v>1.2658400000000001</c:v>
                </c:pt>
                <c:pt idx="2469">
                  <c:v>1.2653399999999999</c:v>
                </c:pt>
                <c:pt idx="2470">
                  <c:v>1.26484</c:v>
                </c:pt>
                <c:pt idx="2471">
                  <c:v>1.26434</c:v>
                </c:pt>
                <c:pt idx="2472">
                  <c:v>1.2638400000000001</c:v>
                </c:pt>
                <c:pt idx="2473">
                  <c:v>1.2633399999999999</c:v>
                </c:pt>
                <c:pt idx="2474">
                  <c:v>1.26284</c:v>
                </c:pt>
                <c:pt idx="2475">
                  <c:v>1.26234</c:v>
                </c:pt>
                <c:pt idx="2476">
                  <c:v>1.2618400000000001</c:v>
                </c:pt>
                <c:pt idx="2477">
                  <c:v>1.2613399999999999</c:v>
                </c:pt>
                <c:pt idx="2478">
                  <c:v>1.26084</c:v>
                </c:pt>
                <c:pt idx="2479">
                  <c:v>1.26034</c:v>
                </c:pt>
                <c:pt idx="2480">
                  <c:v>1.2598400000000001</c:v>
                </c:pt>
                <c:pt idx="2481">
                  <c:v>1.25935</c:v>
                </c:pt>
                <c:pt idx="2482">
                  <c:v>1.25885</c:v>
                </c:pt>
                <c:pt idx="2483">
                  <c:v>1.2583500000000001</c:v>
                </c:pt>
                <c:pt idx="2484">
                  <c:v>1.2578499999999999</c:v>
                </c:pt>
                <c:pt idx="2485">
                  <c:v>1.25735</c:v>
                </c:pt>
                <c:pt idx="2486">
                  <c:v>1.25684</c:v>
                </c:pt>
                <c:pt idx="2487">
                  <c:v>1.25634</c:v>
                </c:pt>
                <c:pt idx="2488">
                  <c:v>1.2558400000000001</c:v>
                </c:pt>
                <c:pt idx="2489">
                  <c:v>1.25535</c:v>
                </c:pt>
                <c:pt idx="2490">
                  <c:v>1.25485</c:v>
                </c:pt>
                <c:pt idx="2491">
                  <c:v>1.2543500000000001</c:v>
                </c:pt>
                <c:pt idx="2492">
                  <c:v>1.2538499999999999</c:v>
                </c:pt>
                <c:pt idx="2493">
                  <c:v>1.2533399999999999</c:v>
                </c:pt>
                <c:pt idx="2494">
                  <c:v>1.25285</c:v>
                </c:pt>
                <c:pt idx="2495">
                  <c:v>1.2523500000000001</c:v>
                </c:pt>
                <c:pt idx="2496">
                  <c:v>1.2518499999999999</c:v>
                </c:pt>
                <c:pt idx="2497">
                  <c:v>1.25135</c:v>
                </c:pt>
                <c:pt idx="2498">
                  <c:v>1.25085</c:v>
                </c:pt>
                <c:pt idx="2499">
                  <c:v>1.2503500000000001</c:v>
                </c:pt>
                <c:pt idx="2500">
                  <c:v>1.2498499999999999</c:v>
                </c:pt>
                <c:pt idx="2501">
                  <c:v>1.24936</c:v>
                </c:pt>
                <c:pt idx="2502">
                  <c:v>1.2488699999999999</c:v>
                </c:pt>
                <c:pt idx="2503">
                  <c:v>1.24837</c:v>
                </c:pt>
                <c:pt idx="2504">
                  <c:v>1.24787</c:v>
                </c:pt>
                <c:pt idx="2505">
                  <c:v>1.2473700000000001</c:v>
                </c:pt>
                <c:pt idx="2506">
                  <c:v>1.2468699999999999</c:v>
                </c:pt>
                <c:pt idx="2507">
                  <c:v>1.24637</c:v>
                </c:pt>
                <c:pt idx="2508">
                  <c:v>1.24587</c:v>
                </c:pt>
                <c:pt idx="2509">
                  <c:v>1.2453700000000001</c:v>
                </c:pt>
                <c:pt idx="2510">
                  <c:v>1.2448699999999999</c:v>
                </c:pt>
                <c:pt idx="2511">
                  <c:v>1.2443599999999999</c:v>
                </c:pt>
                <c:pt idx="2512">
                  <c:v>1.24386</c:v>
                </c:pt>
                <c:pt idx="2513">
                  <c:v>1.24336</c:v>
                </c:pt>
                <c:pt idx="2514">
                  <c:v>1.2428600000000001</c:v>
                </c:pt>
                <c:pt idx="2515">
                  <c:v>1.2423599999999999</c:v>
                </c:pt>
                <c:pt idx="2516">
                  <c:v>1.24186</c:v>
                </c:pt>
                <c:pt idx="2517">
                  <c:v>1.24136</c:v>
                </c:pt>
                <c:pt idx="2518">
                  <c:v>1.2408600000000001</c:v>
                </c:pt>
                <c:pt idx="2519">
                  <c:v>1.24037</c:v>
                </c:pt>
                <c:pt idx="2520">
                  <c:v>1.23987</c:v>
                </c:pt>
                <c:pt idx="2521">
                  <c:v>1.2393700000000001</c:v>
                </c:pt>
                <c:pt idx="2522">
                  <c:v>1.2388699999999999</c:v>
                </c:pt>
                <c:pt idx="2523">
                  <c:v>1.23837</c:v>
                </c:pt>
                <c:pt idx="2524">
                  <c:v>1.23787</c:v>
                </c:pt>
                <c:pt idx="2525">
                  <c:v>1.2373700000000001</c:v>
                </c:pt>
                <c:pt idx="2526">
                  <c:v>1.2368699999999999</c:v>
                </c:pt>
                <c:pt idx="2527">
                  <c:v>1.23637</c:v>
                </c:pt>
                <c:pt idx="2528">
                  <c:v>1.23587</c:v>
                </c:pt>
                <c:pt idx="2529">
                  <c:v>1.2353700000000001</c:v>
                </c:pt>
                <c:pt idx="2530">
                  <c:v>1.2348699999999999</c:v>
                </c:pt>
                <c:pt idx="2531">
                  <c:v>1.23437</c:v>
                </c:pt>
                <c:pt idx="2532">
                  <c:v>1.23387</c:v>
                </c:pt>
                <c:pt idx="2533">
                  <c:v>1.2333700000000001</c:v>
                </c:pt>
                <c:pt idx="2534">
                  <c:v>1.2328699999999999</c:v>
                </c:pt>
                <c:pt idx="2535">
                  <c:v>1.23237</c:v>
                </c:pt>
                <c:pt idx="2536">
                  <c:v>1.23187</c:v>
                </c:pt>
                <c:pt idx="2537">
                  <c:v>1.2313700000000001</c:v>
                </c:pt>
                <c:pt idx="2538">
                  <c:v>1.2308699999999999</c:v>
                </c:pt>
                <c:pt idx="2539">
                  <c:v>1.23038</c:v>
                </c:pt>
                <c:pt idx="2540">
                  <c:v>1.2298800000000001</c:v>
                </c:pt>
                <c:pt idx="2541">
                  <c:v>1.2293700000000001</c:v>
                </c:pt>
                <c:pt idx="2542">
                  <c:v>1.2288699999999999</c:v>
                </c:pt>
                <c:pt idx="2543">
                  <c:v>1.22837</c:v>
                </c:pt>
                <c:pt idx="2544">
                  <c:v>1.22787</c:v>
                </c:pt>
                <c:pt idx="2545">
                  <c:v>1.2273700000000001</c:v>
                </c:pt>
                <c:pt idx="2546">
                  <c:v>1.2268699999999999</c:v>
                </c:pt>
                <c:pt idx="2547">
                  <c:v>1.22637</c:v>
                </c:pt>
                <c:pt idx="2548">
                  <c:v>1.22587</c:v>
                </c:pt>
                <c:pt idx="2549">
                  <c:v>1.2253700000000001</c:v>
                </c:pt>
                <c:pt idx="2550">
                  <c:v>1.2248699999999999</c:v>
                </c:pt>
                <c:pt idx="2551">
                  <c:v>1.22437</c:v>
                </c:pt>
                <c:pt idx="2552">
                  <c:v>1.22387</c:v>
                </c:pt>
                <c:pt idx="2553">
                  <c:v>1.2233700000000001</c:v>
                </c:pt>
                <c:pt idx="2554">
                  <c:v>1.2228699999999999</c:v>
                </c:pt>
                <c:pt idx="2555">
                  <c:v>1.22237</c:v>
                </c:pt>
                <c:pt idx="2556">
                  <c:v>1.2218800000000001</c:v>
                </c:pt>
                <c:pt idx="2557">
                  <c:v>1.2213799999999999</c:v>
                </c:pt>
                <c:pt idx="2558">
                  <c:v>1.22088</c:v>
                </c:pt>
                <c:pt idx="2559">
                  <c:v>1.22038</c:v>
                </c:pt>
                <c:pt idx="2560">
                  <c:v>1.2198800000000001</c:v>
                </c:pt>
                <c:pt idx="2561">
                  <c:v>1.2193799999999999</c:v>
                </c:pt>
                <c:pt idx="2562">
                  <c:v>1.21888</c:v>
                </c:pt>
                <c:pt idx="2563">
                  <c:v>1.21838</c:v>
                </c:pt>
                <c:pt idx="2564">
                  <c:v>1.2178800000000001</c:v>
                </c:pt>
                <c:pt idx="2565">
                  <c:v>1.2173799999999999</c:v>
                </c:pt>
                <c:pt idx="2566">
                  <c:v>1.21688</c:v>
                </c:pt>
                <c:pt idx="2567">
                  <c:v>1.21638</c:v>
                </c:pt>
                <c:pt idx="2568">
                  <c:v>1.2158800000000001</c:v>
                </c:pt>
                <c:pt idx="2569">
                  <c:v>1.2153799999999999</c:v>
                </c:pt>
                <c:pt idx="2570">
                  <c:v>1.21488</c:v>
                </c:pt>
                <c:pt idx="2571">
                  <c:v>1.21438</c:v>
                </c:pt>
                <c:pt idx="2572">
                  <c:v>1.2138800000000001</c:v>
                </c:pt>
                <c:pt idx="2573">
                  <c:v>1.2133799999999999</c:v>
                </c:pt>
                <c:pt idx="2574">
                  <c:v>1.21288</c:v>
                </c:pt>
                <c:pt idx="2575">
                  <c:v>1.21238</c:v>
                </c:pt>
                <c:pt idx="2576">
                  <c:v>1.2118800000000001</c:v>
                </c:pt>
                <c:pt idx="2577">
                  <c:v>1.2113799999999999</c:v>
                </c:pt>
                <c:pt idx="2578">
                  <c:v>1.21089</c:v>
                </c:pt>
                <c:pt idx="2579">
                  <c:v>1.2103900000000001</c:v>
                </c:pt>
                <c:pt idx="2580">
                  <c:v>1.2098899999999999</c:v>
                </c:pt>
                <c:pt idx="2581">
                  <c:v>1.20939</c:v>
                </c:pt>
                <c:pt idx="2582">
                  <c:v>1.20888</c:v>
                </c:pt>
                <c:pt idx="2583">
                  <c:v>1.20838</c:v>
                </c:pt>
                <c:pt idx="2584">
                  <c:v>1.2078800000000001</c:v>
                </c:pt>
                <c:pt idx="2585">
                  <c:v>1.2073799999999999</c:v>
                </c:pt>
                <c:pt idx="2586">
                  <c:v>1.20688</c:v>
                </c:pt>
                <c:pt idx="2587">
                  <c:v>1.20638</c:v>
                </c:pt>
                <c:pt idx="2588">
                  <c:v>1.2058800000000001</c:v>
                </c:pt>
                <c:pt idx="2589">
                  <c:v>1.2053799999999999</c:v>
                </c:pt>
                <c:pt idx="2590">
                  <c:v>1.20488</c:v>
                </c:pt>
                <c:pt idx="2591">
                  <c:v>1.20438</c:v>
                </c:pt>
                <c:pt idx="2592">
                  <c:v>1.2038800000000001</c:v>
                </c:pt>
                <c:pt idx="2593">
                  <c:v>1.2033799999999999</c:v>
                </c:pt>
                <c:pt idx="2594">
                  <c:v>1.2028799999999999</c:v>
                </c:pt>
                <c:pt idx="2595">
                  <c:v>1.20238</c:v>
                </c:pt>
                <c:pt idx="2596">
                  <c:v>1.2018800000000001</c:v>
                </c:pt>
                <c:pt idx="2597">
                  <c:v>1.2013799999999999</c:v>
                </c:pt>
                <c:pt idx="2598">
                  <c:v>1.2008799999999999</c:v>
                </c:pt>
                <c:pt idx="2599">
                  <c:v>1.2003900000000001</c:v>
                </c:pt>
                <c:pt idx="2600">
                  <c:v>1.1998899999999999</c:v>
                </c:pt>
                <c:pt idx="2601">
                  <c:v>1.19939</c:v>
                </c:pt>
                <c:pt idx="2602">
                  <c:v>1.19889</c:v>
                </c:pt>
                <c:pt idx="2603">
                  <c:v>1.1983900000000001</c:v>
                </c:pt>
                <c:pt idx="2604">
                  <c:v>1.1978899999999999</c:v>
                </c:pt>
                <c:pt idx="2605">
                  <c:v>1.1973800000000001</c:v>
                </c:pt>
                <c:pt idx="2606">
                  <c:v>1.1968799999999999</c:v>
                </c:pt>
                <c:pt idx="2607">
                  <c:v>1.19638</c:v>
                </c:pt>
                <c:pt idx="2608">
                  <c:v>1.1958899999999999</c:v>
                </c:pt>
                <c:pt idx="2609">
                  <c:v>1.19539</c:v>
                </c:pt>
                <c:pt idx="2610">
                  <c:v>1.19489</c:v>
                </c:pt>
                <c:pt idx="2611">
                  <c:v>1.1943900000000001</c:v>
                </c:pt>
                <c:pt idx="2612">
                  <c:v>1.1938899999999999</c:v>
                </c:pt>
                <c:pt idx="2613">
                  <c:v>1.19339</c:v>
                </c:pt>
                <c:pt idx="2614">
                  <c:v>1.19289</c:v>
                </c:pt>
                <c:pt idx="2615">
                  <c:v>1.1923900000000001</c:v>
                </c:pt>
                <c:pt idx="2616">
                  <c:v>1.1918899999999999</c:v>
                </c:pt>
                <c:pt idx="2617">
                  <c:v>1.1913899999999999</c:v>
                </c:pt>
                <c:pt idx="2618">
                  <c:v>1.19089</c:v>
                </c:pt>
                <c:pt idx="2619">
                  <c:v>1.1903900000000001</c:v>
                </c:pt>
                <c:pt idx="2620">
                  <c:v>1.1898899999999999</c:v>
                </c:pt>
                <c:pt idx="2621">
                  <c:v>1.1893899999999999</c:v>
                </c:pt>
                <c:pt idx="2622">
                  <c:v>1.18889</c:v>
                </c:pt>
                <c:pt idx="2623">
                  <c:v>1.1883900000000001</c:v>
                </c:pt>
                <c:pt idx="2624">
                  <c:v>1.1878899999999999</c:v>
                </c:pt>
                <c:pt idx="2625">
                  <c:v>1.1873899999999999</c:v>
                </c:pt>
                <c:pt idx="2626">
                  <c:v>1.18689</c:v>
                </c:pt>
                <c:pt idx="2627">
                  <c:v>1.1863900000000001</c:v>
                </c:pt>
                <c:pt idx="2628">
                  <c:v>1.1858900000000001</c:v>
                </c:pt>
                <c:pt idx="2629">
                  <c:v>1.1853899999999999</c:v>
                </c:pt>
                <c:pt idx="2630">
                  <c:v>1.18489</c:v>
                </c:pt>
                <c:pt idx="2631">
                  <c:v>1.1843900000000001</c:v>
                </c:pt>
                <c:pt idx="2632">
                  <c:v>1.1838900000000001</c:v>
                </c:pt>
                <c:pt idx="2633">
                  <c:v>1.1833899999999999</c:v>
                </c:pt>
                <c:pt idx="2634">
                  <c:v>1.18289</c:v>
                </c:pt>
                <c:pt idx="2635">
                  <c:v>1.1823900000000001</c:v>
                </c:pt>
                <c:pt idx="2636">
                  <c:v>1.1818900000000001</c:v>
                </c:pt>
                <c:pt idx="2637">
                  <c:v>1.1813899999999999</c:v>
                </c:pt>
                <c:pt idx="2638">
                  <c:v>1.18089</c:v>
                </c:pt>
                <c:pt idx="2639">
                  <c:v>1.1803900000000001</c:v>
                </c:pt>
                <c:pt idx="2640">
                  <c:v>1.1798900000000001</c:v>
                </c:pt>
                <c:pt idx="2641">
                  <c:v>1.1793899999999999</c:v>
                </c:pt>
                <c:pt idx="2642">
                  <c:v>1.17889</c:v>
                </c:pt>
                <c:pt idx="2643">
                  <c:v>1.17839</c:v>
                </c:pt>
                <c:pt idx="2644">
                  <c:v>1.1778900000000001</c:v>
                </c:pt>
                <c:pt idx="2645">
                  <c:v>1.1773899999999999</c:v>
                </c:pt>
                <c:pt idx="2646">
                  <c:v>1.1769000000000001</c:v>
                </c:pt>
                <c:pt idx="2647">
                  <c:v>1.1763999999999999</c:v>
                </c:pt>
                <c:pt idx="2648">
                  <c:v>1.1758999999999999</c:v>
                </c:pt>
                <c:pt idx="2649">
                  <c:v>1.1753899999999999</c:v>
                </c:pt>
                <c:pt idx="2650">
                  <c:v>1.17489</c:v>
                </c:pt>
                <c:pt idx="2651">
                  <c:v>1.17439</c:v>
                </c:pt>
                <c:pt idx="2652">
                  <c:v>1.1738999999999999</c:v>
                </c:pt>
                <c:pt idx="2653">
                  <c:v>1.1734</c:v>
                </c:pt>
                <c:pt idx="2654">
                  <c:v>1.1729000000000001</c:v>
                </c:pt>
                <c:pt idx="2655">
                  <c:v>1.1724000000000001</c:v>
                </c:pt>
                <c:pt idx="2656">
                  <c:v>1.1718999999999999</c:v>
                </c:pt>
                <c:pt idx="2657">
                  <c:v>1.1714</c:v>
                </c:pt>
                <c:pt idx="2658">
                  <c:v>1.1709000000000001</c:v>
                </c:pt>
                <c:pt idx="2659">
                  <c:v>1.1704000000000001</c:v>
                </c:pt>
                <c:pt idx="2660">
                  <c:v>1.1698999999999999</c:v>
                </c:pt>
                <c:pt idx="2661">
                  <c:v>1.1694</c:v>
                </c:pt>
                <c:pt idx="2662">
                  <c:v>1.1689000000000001</c:v>
                </c:pt>
                <c:pt idx="2663">
                  <c:v>1.1684000000000001</c:v>
                </c:pt>
                <c:pt idx="2664">
                  <c:v>1.1678999999999999</c:v>
                </c:pt>
                <c:pt idx="2665">
                  <c:v>1.1674</c:v>
                </c:pt>
                <c:pt idx="2666">
                  <c:v>1.1669</c:v>
                </c:pt>
                <c:pt idx="2667">
                  <c:v>1.1664000000000001</c:v>
                </c:pt>
                <c:pt idx="2668">
                  <c:v>1.1658999999999999</c:v>
                </c:pt>
                <c:pt idx="2669">
                  <c:v>1.1654</c:v>
                </c:pt>
                <c:pt idx="2670">
                  <c:v>1.1649</c:v>
                </c:pt>
                <c:pt idx="2671">
                  <c:v>1.1644000000000001</c:v>
                </c:pt>
                <c:pt idx="2672">
                  <c:v>1.1638999999999999</c:v>
                </c:pt>
                <c:pt idx="2673">
                  <c:v>1.1634</c:v>
                </c:pt>
                <c:pt idx="2674">
                  <c:v>1.1629</c:v>
                </c:pt>
                <c:pt idx="2675">
                  <c:v>1.1624000000000001</c:v>
                </c:pt>
                <c:pt idx="2676">
                  <c:v>1.1618999999999999</c:v>
                </c:pt>
                <c:pt idx="2677">
                  <c:v>1.1614</c:v>
                </c:pt>
                <c:pt idx="2678">
                  <c:v>1.1609</c:v>
                </c:pt>
                <c:pt idx="2679">
                  <c:v>1.1604000000000001</c:v>
                </c:pt>
                <c:pt idx="2680">
                  <c:v>1.1598999999999999</c:v>
                </c:pt>
                <c:pt idx="2681">
                  <c:v>1.1594100000000001</c:v>
                </c:pt>
                <c:pt idx="2682">
                  <c:v>1.1589</c:v>
                </c:pt>
                <c:pt idx="2683">
                  <c:v>1.1584000000000001</c:v>
                </c:pt>
                <c:pt idx="2684">
                  <c:v>1.15791</c:v>
                </c:pt>
                <c:pt idx="2685">
                  <c:v>1.15741</c:v>
                </c:pt>
                <c:pt idx="2686">
                  <c:v>1.1569100000000001</c:v>
                </c:pt>
                <c:pt idx="2687">
                  <c:v>1.1564099999999999</c:v>
                </c:pt>
                <c:pt idx="2688">
                  <c:v>1.15591</c:v>
                </c:pt>
                <c:pt idx="2689">
                  <c:v>1.15541</c:v>
                </c:pt>
                <c:pt idx="2690">
                  <c:v>1.1549100000000001</c:v>
                </c:pt>
                <c:pt idx="2691">
                  <c:v>1.1544099999999999</c:v>
                </c:pt>
                <c:pt idx="2692">
                  <c:v>1.15391</c:v>
                </c:pt>
                <c:pt idx="2693">
                  <c:v>1.15341</c:v>
                </c:pt>
                <c:pt idx="2694">
                  <c:v>1.1529100000000001</c:v>
                </c:pt>
                <c:pt idx="2695">
                  <c:v>1.1524099999999999</c:v>
                </c:pt>
                <c:pt idx="2696">
                  <c:v>1.15191</c:v>
                </c:pt>
                <c:pt idx="2697">
                  <c:v>1.15141</c:v>
                </c:pt>
                <c:pt idx="2698">
                  <c:v>1.1509100000000001</c:v>
                </c:pt>
                <c:pt idx="2699">
                  <c:v>1.1504099999999999</c:v>
                </c:pt>
                <c:pt idx="2700">
                  <c:v>1.14991</c:v>
                </c:pt>
                <c:pt idx="2701">
                  <c:v>1.14941</c:v>
                </c:pt>
                <c:pt idx="2702">
                  <c:v>1.1489100000000001</c:v>
                </c:pt>
                <c:pt idx="2703">
                  <c:v>1.1484099999999999</c:v>
                </c:pt>
                <c:pt idx="2704">
                  <c:v>1.14791</c:v>
                </c:pt>
                <c:pt idx="2705">
                  <c:v>1.14741</c:v>
                </c:pt>
                <c:pt idx="2706">
                  <c:v>1.1469100000000001</c:v>
                </c:pt>
                <c:pt idx="2707">
                  <c:v>1.1464099999999999</c:v>
                </c:pt>
                <c:pt idx="2708">
                  <c:v>1.14591</c:v>
                </c:pt>
                <c:pt idx="2709">
                  <c:v>1.14541</c:v>
                </c:pt>
                <c:pt idx="2710">
                  <c:v>1.1449100000000001</c:v>
                </c:pt>
                <c:pt idx="2711">
                  <c:v>1.1444000000000001</c:v>
                </c:pt>
                <c:pt idx="2712">
                  <c:v>1.1438999999999999</c:v>
                </c:pt>
                <c:pt idx="2713">
                  <c:v>1.1434</c:v>
                </c:pt>
                <c:pt idx="2714">
                  <c:v>1.1429100000000001</c:v>
                </c:pt>
                <c:pt idx="2715">
                  <c:v>1.1424099999999999</c:v>
                </c:pt>
                <c:pt idx="2716">
                  <c:v>1.14191</c:v>
                </c:pt>
                <c:pt idx="2717">
                  <c:v>1.14141</c:v>
                </c:pt>
                <c:pt idx="2718">
                  <c:v>1.1409100000000001</c:v>
                </c:pt>
                <c:pt idx="2719">
                  <c:v>1.1404099999999999</c:v>
                </c:pt>
                <c:pt idx="2720">
                  <c:v>1.13992</c:v>
                </c:pt>
                <c:pt idx="2721">
                  <c:v>1.1394200000000001</c:v>
                </c:pt>
                <c:pt idx="2722">
                  <c:v>1.1389100000000001</c:v>
                </c:pt>
                <c:pt idx="2723">
                  <c:v>1.13842</c:v>
                </c:pt>
                <c:pt idx="2724">
                  <c:v>1.13792</c:v>
                </c:pt>
                <c:pt idx="2725">
                  <c:v>1.1374200000000001</c:v>
                </c:pt>
                <c:pt idx="2726">
                  <c:v>1.1369199999999999</c:v>
                </c:pt>
                <c:pt idx="2727">
                  <c:v>1.13642</c:v>
                </c:pt>
                <c:pt idx="2728">
                  <c:v>1.13592</c:v>
                </c:pt>
                <c:pt idx="2729">
                  <c:v>1.1354200000000001</c:v>
                </c:pt>
                <c:pt idx="2730">
                  <c:v>1.1349199999999999</c:v>
                </c:pt>
                <c:pt idx="2731">
                  <c:v>1.13442</c:v>
                </c:pt>
                <c:pt idx="2732">
                  <c:v>1.13392</c:v>
                </c:pt>
                <c:pt idx="2733">
                  <c:v>1.1334200000000001</c:v>
                </c:pt>
                <c:pt idx="2734">
                  <c:v>1.1329199999999999</c:v>
                </c:pt>
                <c:pt idx="2735">
                  <c:v>1.13242</c:v>
                </c:pt>
                <c:pt idx="2736">
                  <c:v>1.13192</c:v>
                </c:pt>
                <c:pt idx="2737">
                  <c:v>1.1314200000000001</c:v>
                </c:pt>
                <c:pt idx="2738">
                  <c:v>1.1309199999999999</c:v>
                </c:pt>
                <c:pt idx="2739">
                  <c:v>1.13042</c:v>
                </c:pt>
                <c:pt idx="2740">
                  <c:v>1.12992</c:v>
                </c:pt>
                <c:pt idx="2741">
                  <c:v>1.1294200000000001</c:v>
                </c:pt>
                <c:pt idx="2742">
                  <c:v>1.1289199999999999</c:v>
                </c:pt>
                <c:pt idx="2743">
                  <c:v>1.12842</c:v>
                </c:pt>
                <c:pt idx="2744">
                  <c:v>1.12792</c:v>
                </c:pt>
                <c:pt idx="2745">
                  <c:v>1.1274200000000001</c:v>
                </c:pt>
                <c:pt idx="2746">
                  <c:v>1.1269199999999999</c:v>
                </c:pt>
                <c:pt idx="2747">
                  <c:v>1.12642</c:v>
                </c:pt>
                <c:pt idx="2748">
                  <c:v>1.12592</c:v>
                </c:pt>
                <c:pt idx="2749">
                  <c:v>1.1254200000000001</c:v>
                </c:pt>
                <c:pt idx="2750">
                  <c:v>1.1249199999999999</c:v>
                </c:pt>
                <c:pt idx="2751">
                  <c:v>1.12442</c:v>
                </c:pt>
                <c:pt idx="2752">
                  <c:v>1.12392</c:v>
                </c:pt>
                <c:pt idx="2753">
                  <c:v>1.1234200000000001</c:v>
                </c:pt>
                <c:pt idx="2754">
                  <c:v>1.1229199999999999</c:v>
                </c:pt>
                <c:pt idx="2755">
                  <c:v>1.12242</c:v>
                </c:pt>
                <c:pt idx="2756">
                  <c:v>1.12192</c:v>
                </c:pt>
                <c:pt idx="2757">
                  <c:v>1.1214200000000001</c:v>
                </c:pt>
                <c:pt idx="2758">
                  <c:v>1.1209199999999999</c:v>
                </c:pt>
                <c:pt idx="2759">
                  <c:v>1.12043</c:v>
                </c:pt>
                <c:pt idx="2760">
                  <c:v>1.11992</c:v>
                </c:pt>
                <c:pt idx="2761">
                  <c:v>1.1194200000000001</c:v>
                </c:pt>
                <c:pt idx="2762">
                  <c:v>1.1189199999999999</c:v>
                </c:pt>
                <c:pt idx="2763">
                  <c:v>1.11842</c:v>
                </c:pt>
                <c:pt idx="2764">
                  <c:v>1.11792</c:v>
                </c:pt>
                <c:pt idx="2765">
                  <c:v>1.1174200000000001</c:v>
                </c:pt>
                <c:pt idx="2766">
                  <c:v>1.1169199999999999</c:v>
                </c:pt>
                <c:pt idx="2767">
                  <c:v>1.11642</c:v>
                </c:pt>
                <c:pt idx="2768">
                  <c:v>1.11592</c:v>
                </c:pt>
                <c:pt idx="2769">
                  <c:v>1.1154200000000001</c:v>
                </c:pt>
                <c:pt idx="2770">
                  <c:v>1.1149199999999999</c:v>
                </c:pt>
                <c:pt idx="2771">
                  <c:v>1.11442</c:v>
                </c:pt>
                <c:pt idx="2772">
                  <c:v>1.1139300000000001</c:v>
                </c:pt>
                <c:pt idx="2773">
                  <c:v>1.1134299999999999</c:v>
                </c:pt>
                <c:pt idx="2774">
                  <c:v>1.11293</c:v>
                </c:pt>
                <c:pt idx="2775">
                  <c:v>1.11243</c:v>
                </c:pt>
                <c:pt idx="2776">
                  <c:v>1.1119300000000001</c:v>
                </c:pt>
                <c:pt idx="2777">
                  <c:v>1.1114299999999999</c:v>
                </c:pt>
                <c:pt idx="2778">
                  <c:v>1.11093</c:v>
                </c:pt>
                <c:pt idx="2779">
                  <c:v>1.11043</c:v>
                </c:pt>
                <c:pt idx="2780">
                  <c:v>1.1099300000000001</c:v>
                </c:pt>
                <c:pt idx="2781">
                  <c:v>1.1094299999999999</c:v>
                </c:pt>
                <c:pt idx="2782">
                  <c:v>1.10893</c:v>
                </c:pt>
                <c:pt idx="2783">
                  <c:v>1.10843</c:v>
                </c:pt>
                <c:pt idx="2784">
                  <c:v>1.1079300000000001</c:v>
                </c:pt>
                <c:pt idx="2785">
                  <c:v>1.1074299999999999</c:v>
                </c:pt>
                <c:pt idx="2786">
                  <c:v>1.1069199999999999</c:v>
                </c:pt>
                <c:pt idx="2787">
                  <c:v>1.10643</c:v>
                </c:pt>
                <c:pt idx="2788">
                  <c:v>1.1059300000000001</c:v>
                </c:pt>
                <c:pt idx="2789">
                  <c:v>1.1054299999999999</c:v>
                </c:pt>
                <c:pt idx="2790">
                  <c:v>1.10493</c:v>
                </c:pt>
                <c:pt idx="2791">
                  <c:v>1.10443</c:v>
                </c:pt>
                <c:pt idx="2792">
                  <c:v>1.1039300000000001</c:v>
                </c:pt>
                <c:pt idx="2793">
                  <c:v>1.1034299999999999</c:v>
                </c:pt>
                <c:pt idx="2794">
                  <c:v>1.10293</c:v>
                </c:pt>
                <c:pt idx="2795">
                  <c:v>1.10243</c:v>
                </c:pt>
                <c:pt idx="2796">
                  <c:v>1.1019300000000001</c:v>
                </c:pt>
                <c:pt idx="2797">
                  <c:v>1.1014299999999999</c:v>
                </c:pt>
                <c:pt idx="2798">
                  <c:v>1.10093</c:v>
                </c:pt>
                <c:pt idx="2799">
                  <c:v>1.10043</c:v>
                </c:pt>
                <c:pt idx="2800">
                  <c:v>1.0999300000000001</c:v>
                </c:pt>
                <c:pt idx="2801">
                  <c:v>1.0994299999999999</c:v>
                </c:pt>
                <c:pt idx="2802">
                  <c:v>1.09893</c:v>
                </c:pt>
                <c:pt idx="2803">
                  <c:v>1.09843</c:v>
                </c:pt>
                <c:pt idx="2804">
                  <c:v>1.0979399999999999</c:v>
                </c:pt>
                <c:pt idx="2805">
                  <c:v>1.09744</c:v>
                </c:pt>
                <c:pt idx="2806">
                  <c:v>1.09694</c:v>
                </c:pt>
                <c:pt idx="2807">
                  <c:v>1.0964400000000001</c:v>
                </c:pt>
                <c:pt idx="2808">
                  <c:v>1.0959399999999999</c:v>
                </c:pt>
                <c:pt idx="2809">
                  <c:v>1.0954299999999999</c:v>
                </c:pt>
                <c:pt idx="2810">
                  <c:v>1.09493</c:v>
                </c:pt>
                <c:pt idx="2811">
                  <c:v>1.09443</c:v>
                </c:pt>
                <c:pt idx="2812">
                  <c:v>1.0939399999999999</c:v>
                </c:pt>
                <c:pt idx="2813">
                  <c:v>1.09344</c:v>
                </c:pt>
                <c:pt idx="2814">
                  <c:v>1.09294</c:v>
                </c:pt>
                <c:pt idx="2815">
                  <c:v>1.0924400000000001</c:v>
                </c:pt>
                <c:pt idx="2816">
                  <c:v>1.0919399999999999</c:v>
                </c:pt>
                <c:pt idx="2817">
                  <c:v>1.09144</c:v>
                </c:pt>
                <c:pt idx="2818">
                  <c:v>1.09094</c:v>
                </c:pt>
                <c:pt idx="2819">
                  <c:v>1.0904400000000001</c:v>
                </c:pt>
                <c:pt idx="2820">
                  <c:v>1.0899399999999999</c:v>
                </c:pt>
                <c:pt idx="2821">
                  <c:v>1.08944</c:v>
                </c:pt>
                <c:pt idx="2822">
                  <c:v>1.08894</c:v>
                </c:pt>
                <c:pt idx="2823">
                  <c:v>1.0884400000000001</c:v>
                </c:pt>
                <c:pt idx="2824">
                  <c:v>1.0879399999999999</c:v>
                </c:pt>
                <c:pt idx="2825">
                  <c:v>1.08744</c:v>
                </c:pt>
                <c:pt idx="2826">
                  <c:v>1.08694</c:v>
                </c:pt>
                <c:pt idx="2827">
                  <c:v>1.0864400000000001</c:v>
                </c:pt>
                <c:pt idx="2828">
                  <c:v>1.0859399999999999</c:v>
                </c:pt>
                <c:pt idx="2829">
                  <c:v>1.08544</c:v>
                </c:pt>
                <c:pt idx="2830">
                  <c:v>1.08494</c:v>
                </c:pt>
                <c:pt idx="2831">
                  <c:v>1.0844400000000001</c:v>
                </c:pt>
                <c:pt idx="2832">
                  <c:v>1.0839399999999999</c:v>
                </c:pt>
                <c:pt idx="2833">
                  <c:v>1.08344</c:v>
                </c:pt>
                <c:pt idx="2834">
                  <c:v>1.08294</c:v>
                </c:pt>
                <c:pt idx="2835">
                  <c:v>1.08243</c:v>
                </c:pt>
                <c:pt idx="2836">
                  <c:v>1.0819300000000001</c:v>
                </c:pt>
                <c:pt idx="2837">
                  <c:v>1.0814299999999999</c:v>
                </c:pt>
                <c:pt idx="2838">
                  <c:v>1.08094</c:v>
                </c:pt>
                <c:pt idx="2839">
                  <c:v>1.0804400000000001</c:v>
                </c:pt>
                <c:pt idx="2840">
                  <c:v>1.0799399999999999</c:v>
                </c:pt>
                <c:pt idx="2841">
                  <c:v>1.07944</c:v>
                </c:pt>
                <c:pt idx="2842">
                  <c:v>1.07894</c:v>
                </c:pt>
                <c:pt idx="2843">
                  <c:v>1.0784400000000001</c:v>
                </c:pt>
                <c:pt idx="2844">
                  <c:v>1.0779399999999999</c:v>
                </c:pt>
                <c:pt idx="2845">
                  <c:v>1.07744</c:v>
                </c:pt>
                <c:pt idx="2846">
                  <c:v>1.07694</c:v>
                </c:pt>
                <c:pt idx="2847">
                  <c:v>1.0764499999999999</c:v>
                </c:pt>
                <c:pt idx="2848">
                  <c:v>1.0759399999999999</c:v>
                </c:pt>
                <c:pt idx="2849">
                  <c:v>1.07544</c:v>
                </c:pt>
                <c:pt idx="2850">
                  <c:v>1.07494</c:v>
                </c:pt>
                <c:pt idx="2851">
                  <c:v>1.0744499999999999</c:v>
                </c:pt>
                <c:pt idx="2852">
                  <c:v>1.07395</c:v>
                </c:pt>
                <c:pt idx="2853">
                  <c:v>1.07345</c:v>
                </c:pt>
                <c:pt idx="2854">
                  <c:v>1.0729500000000001</c:v>
                </c:pt>
                <c:pt idx="2855">
                  <c:v>1.0724499999999999</c:v>
                </c:pt>
                <c:pt idx="2856">
                  <c:v>1.07195</c:v>
                </c:pt>
                <c:pt idx="2857">
                  <c:v>1.07145</c:v>
                </c:pt>
                <c:pt idx="2858">
                  <c:v>1.0709500000000001</c:v>
                </c:pt>
                <c:pt idx="2859">
                  <c:v>1.0704499999999999</c:v>
                </c:pt>
                <c:pt idx="2860">
                  <c:v>1.06995</c:v>
                </c:pt>
                <c:pt idx="2861">
                  <c:v>1.06945</c:v>
                </c:pt>
                <c:pt idx="2862">
                  <c:v>1.0689500000000001</c:v>
                </c:pt>
                <c:pt idx="2863">
                  <c:v>1.0684499999999999</c:v>
                </c:pt>
                <c:pt idx="2864">
                  <c:v>1.06795</c:v>
                </c:pt>
                <c:pt idx="2865">
                  <c:v>1.06745</c:v>
                </c:pt>
                <c:pt idx="2866">
                  <c:v>1.0669500000000001</c:v>
                </c:pt>
                <c:pt idx="2867">
                  <c:v>1.0664400000000001</c:v>
                </c:pt>
                <c:pt idx="2868">
                  <c:v>1.0659400000000001</c:v>
                </c:pt>
                <c:pt idx="2869">
                  <c:v>1.0654399999999999</c:v>
                </c:pt>
                <c:pt idx="2870">
                  <c:v>1.06494</c:v>
                </c:pt>
                <c:pt idx="2871">
                  <c:v>1.0644400000000001</c:v>
                </c:pt>
                <c:pt idx="2872">
                  <c:v>1.0639400000000001</c:v>
                </c:pt>
                <c:pt idx="2873">
                  <c:v>1.0634399999999999</c:v>
                </c:pt>
                <c:pt idx="2874">
                  <c:v>1.06294</c:v>
                </c:pt>
                <c:pt idx="2875">
                  <c:v>1.0624400000000001</c:v>
                </c:pt>
                <c:pt idx="2876">
                  <c:v>1.0619499999999999</c:v>
                </c:pt>
                <c:pt idx="2877">
                  <c:v>1.06145</c:v>
                </c:pt>
                <c:pt idx="2878">
                  <c:v>1.0609500000000001</c:v>
                </c:pt>
                <c:pt idx="2879">
                  <c:v>1.0604499999999999</c:v>
                </c:pt>
                <c:pt idx="2880">
                  <c:v>1.0599499999999999</c:v>
                </c:pt>
                <c:pt idx="2881">
                  <c:v>1.05945</c:v>
                </c:pt>
                <c:pt idx="2882">
                  <c:v>1.0589500000000001</c:v>
                </c:pt>
                <c:pt idx="2883">
                  <c:v>1.0584499999999999</c:v>
                </c:pt>
                <c:pt idx="2884">
                  <c:v>1.0579499999999999</c:v>
                </c:pt>
                <c:pt idx="2885">
                  <c:v>1.05745</c:v>
                </c:pt>
                <c:pt idx="2886">
                  <c:v>1.0569500000000001</c:v>
                </c:pt>
                <c:pt idx="2887">
                  <c:v>1.0564499999999999</c:v>
                </c:pt>
                <c:pt idx="2888">
                  <c:v>1.0559499999999999</c:v>
                </c:pt>
                <c:pt idx="2889">
                  <c:v>1.0554600000000001</c:v>
                </c:pt>
                <c:pt idx="2890">
                  <c:v>1.0549599999999999</c:v>
                </c:pt>
                <c:pt idx="2891">
                  <c:v>1.05446</c:v>
                </c:pt>
                <c:pt idx="2892">
                  <c:v>1.05396</c:v>
                </c:pt>
                <c:pt idx="2893">
                  <c:v>1.0534600000000001</c:v>
                </c:pt>
                <c:pt idx="2894">
                  <c:v>1.0529599999999999</c:v>
                </c:pt>
                <c:pt idx="2895">
                  <c:v>1.05246</c:v>
                </c:pt>
                <c:pt idx="2896">
                  <c:v>1.05196</c:v>
                </c:pt>
                <c:pt idx="2897">
                  <c:v>1.05145</c:v>
                </c:pt>
                <c:pt idx="2898">
                  <c:v>1.0509500000000001</c:v>
                </c:pt>
                <c:pt idx="2899">
                  <c:v>1.0504500000000001</c:v>
                </c:pt>
                <c:pt idx="2900">
                  <c:v>1.0499499999999999</c:v>
                </c:pt>
                <c:pt idx="2901">
                  <c:v>1.0494600000000001</c:v>
                </c:pt>
                <c:pt idx="2902">
                  <c:v>1.04895</c:v>
                </c:pt>
                <c:pt idx="2903">
                  <c:v>1.0484500000000001</c:v>
                </c:pt>
                <c:pt idx="2904">
                  <c:v>1.0479499999999999</c:v>
                </c:pt>
                <c:pt idx="2905">
                  <c:v>1.04745</c:v>
                </c:pt>
                <c:pt idx="2906">
                  <c:v>1.04695</c:v>
                </c:pt>
                <c:pt idx="2907">
                  <c:v>1.0464500000000001</c:v>
                </c:pt>
                <c:pt idx="2908">
                  <c:v>1.0459499999999999</c:v>
                </c:pt>
                <c:pt idx="2909">
                  <c:v>1.0454600000000001</c:v>
                </c:pt>
                <c:pt idx="2910">
                  <c:v>1.0449600000000001</c:v>
                </c:pt>
                <c:pt idx="2911">
                  <c:v>1.0444599999999999</c:v>
                </c:pt>
                <c:pt idx="2912">
                  <c:v>1.04396</c:v>
                </c:pt>
                <c:pt idx="2913">
                  <c:v>1.0434600000000001</c:v>
                </c:pt>
                <c:pt idx="2914">
                  <c:v>1.0429600000000001</c:v>
                </c:pt>
                <c:pt idx="2915">
                  <c:v>1.0424599999999999</c:v>
                </c:pt>
                <c:pt idx="2916">
                  <c:v>1.04196</c:v>
                </c:pt>
                <c:pt idx="2917">
                  <c:v>1.0414600000000001</c:v>
                </c:pt>
                <c:pt idx="2918">
                  <c:v>1.0409600000000001</c:v>
                </c:pt>
                <c:pt idx="2919">
                  <c:v>1.0404599999999999</c:v>
                </c:pt>
                <c:pt idx="2920">
                  <c:v>1.03996</c:v>
                </c:pt>
                <c:pt idx="2921">
                  <c:v>1.0394600000000001</c:v>
                </c:pt>
                <c:pt idx="2922">
                  <c:v>1.0389600000000001</c:v>
                </c:pt>
                <c:pt idx="2923">
                  <c:v>1.0384599999999999</c:v>
                </c:pt>
                <c:pt idx="2924">
                  <c:v>1.03796</c:v>
                </c:pt>
                <c:pt idx="2925">
                  <c:v>1.03746</c:v>
                </c:pt>
                <c:pt idx="2926">
                  <c:v>1.0369600000000001</c:v>
                </c:pt>
                <c:pt idx="2927">
                  <c:v>1.0364599999999999</c:v>
                </c:pt>
                <c:pt idx="2928">
                  <c:v>1.03596</c:v>
                </c:pt>
                <c:pt idx="2929">
                  <c:v>1.03546</c:v>
                </c:pt>
                <c:pt idx="2930">
                  <c:v>1.0349600000000001</c:v>
                </c:pt>
                <c:pt idx="2931">
                  <c:v>1.0344599999999999</c:v>
                </c:pt>
                <c:pt idx="2932">
                  <c:v>1.03396</c:v>
                </c:pt>
                <c:pt idx="2933">
                  <c:v>1.03346</c:v>
                </c:pt>
                <c:pt idx="2934">
                  <c:v>1.0329600000000001</c:v>
                </c:pt>
                <c:pt idx="2935">
                  <c:v>1.0324599999999999</c:v>
                </c:pt>
                <c:pt idx="2936">
                  <c:v>1.03196</c:v>
                </c:pt>
                <c:pt idx="2937">
                  <c:v>1.03146</c:v>
                </c:pt>
                <c:pt idx="2938">
                  <c:v>1.0309600000000001</c:v>
                </c:pt>
                <c:pt idx="2939">
                  <c:v>1.0304599999999999</c:v>
                </c:pt>
                <c:pt idx="2940">
                  <c:v>1.02996</c:v>
                </c:pt>
                <c:pt idx="2941">
                  <c:v>1.02946</c:v>
                </c:pt>
                <c:pt idx="2942">
                  <c:v>1.0289600000000001</c:v>
                </c:pt>
                <c:pt idx="2943">
                  <c:v>1.0284599999999999</c:v>
                </c:pt>
                <c:pt idx="2944">
                  <c:v>1.02796</c:v>
                </c:pt>
                <c:pt idx="2945">
                  <c:v>1.02746</c:v>
                </c:pt>
                <c:pt idx="2946">
                  <c:v>1.0269600000000001</c:v>
                </c:pt>
                <c:pt idx="2947">
                  <c:v>1.0264599999999999</c:v>
                </c:pt>
                <c:pt idx="2948">
                  <c:v>1.02596</c:v>
                </c:pt>
                <c:pt idx="2949">
                  <c:v>1.0254700000000001</c:v>
                </c:pt>
                <c:pt idx="2950">
                  <c:v>1.0249699999999999</c:v>
                </c:pt>
                <c:pt idx="2951">
                  <c:v>1.02447</c:v>
                </c:pt>
                <c:pt idx="2952">
                  <c:v>1.02397</c:v>
                </c:pt>
                <c:pt idx="2953">
                  <c:v>1.0234700000000001</c:v>
                </c:pt>
                <c:pt idx="2954">
                  <c:v>1.0229699999999999</c:v>
                </c:pt>
                <c:pt idx="2955">
                  <c:v>1.02247</c:v>
                </c:pt>
                <c:pt idx="2956">
                  <c:v>1.02197</c:v>
                </c:pt>
                <c:pt idx="2957">
                  <c:v>1.0214700000000001</c:v>
                </c:pt>
                <c:pt idx="2958">
                  <c:v>1.0209699999999999</c:v>
                </c:pt>
                <c:pt idx="2959">
                  <c:v>1.02047</c:v>
                </c:pt>
                <c:pt idx="2960">
                  <c:v>1.01997</c:v>
                </c:pt>
                <c:pt idx="2961">
                  <c:v>1.0194700000000001</c:v>
                </c:pt>
                <c:pt idx="2962">
                  <c:v>1.0189699999999999</c:v>
                </c:pt>
                <c:pt idx="2963">
                  <c:v>1.01847</c:v>
                </c:pt>
                <c:pt idx="2964">
                  <c:v>1.01797</c:v>
                </c:pt>
                <c:pt idx="2965">
                  <c:v>1.0174700000000001</c:v>
                </c:pt>
                <c:pt idx="2966">
                  <c:v>1.0169699999999999</c:v>
                </c:pt>
                <c:pt idx="2967">
                  <c:v>1.01647</c:v>
                </c:pt>
                <c:pt idx="2968">
                  <c:v>1.01597</c:v>
                </c:pt>
                <c:pt idx="2969">
                  <c:v>1.0154700000000001</c:v>
                </c:pt>
                <c:pt idx="2970">
                  <c:v>1.0149699999999999</c:v>
                </c:pt>
                <c:pt idx="2971">
                  <c:v>1.01447</c:v>
                </c:pt>
                <c:pt idx="2972">
                  <c:v>1.01397</c:v>
                </c:pt>
                <c:pt idx="2973">
                  <c:v>1.0134700000000001</c:v>
                </c:pt>
                <c:pt idx="2974">
                  <c:v>1.0129699999999999</c:v>
                </c:pt>
                <c:pt idx="2975">
                  <c:v>1.01247</c:v>
                </c:pt>
                <c:pt idx="2976">
                  <c:v>1.01197</c:v>
                </c:pt>
                <c:pt idx="2977">
                  <c:v>1.0114700000000001</c:v>
                </c:pt>
                <c:pt idx="2978">
                  <c:v>1.0109699999999999</c:v>
                </c:pt>
                <c:pt idx="2979">
                  <c:v>1.01047</c:v>
                </c:pt>
                <c:pt idx="2980">
                  <c:v>1.00997</c:v>
                </c:pt>
                <c:pt idx="2981">
                  <c:v>1.0094700000000001</c:v>
                </c:pt>
                <c:pt idx="2982">
                  <c:v>1.0089699999999999</c:v>
                </c:pt>
                <c:pt idx="2983">
                  <c:v>1.00848</c:v>
                </c:pt>
                <c:pt idx="2984">
                  <c:v>1.0079800000000001</c:v>
                </c:pt>
                <c:pt idx="2985">
                  <c:v>1.0074799999999999</c:v>
                </c:pt>
                <c:pt idx="2986">
                  <c:v>1.00698</c:v>
                </c:pt>
                <c:pt idx="2987">
                  <c:v>1.00648</c:v>
                </c:pt>
                <c:pt idx="2988">
                  <c:v>1.0059800000000001</c:v>
                </c:pt>
                <c:pt idx="2989">
                  <c:v>1.0054799999999999</c:v>
                </c:pt>
                <c:pt idx="2990">
                  <c:v>1.00498</c:v>
                </c:pt>
                <c:pt idx="2991">
                  <c:v>1.00448</c:v>
                </c:pt>
                <c:pt idx="2992">
                  <c:v>1.0039800000000001</c:v>
                </c:pt>
                <c:pt idx="2993">
                  <c:v>1.0034799999999999</c:v>
                </c:pt>
                <c:pt idx="2994">
                  <c:v>1.00298</c:v>
                </c:pt>
                <c:pt idx="2995">
                  <c:v>1.00248</c:v>
                </c:pt>
                <c:pt idx="2996">
                  <c:v>1.0019800000000001</c:v>
                </c:pt>
                <c:pt idx="2997">
                  <c:v>1.0014799999999999</c:v>
                </c:pt>
                <c:pt idx="2998">
                  <c:v>1.00098</c:v>
                </c:pt>
                <c:pt idx="2999">
                  <c:v>1.00048</c:v>
                </c:pt>
                <c:pt idx="3000">
                  <c:v>0.99997800000000003</c:v>
                </c:pt>
                <c:pt idx="3001">
                  <c:v>0.99947799999999998</c:v>
                </c:pt>
                <c:pt idx="3002">
                  <c:v>0.99897899999999995</c:v>
                </c:pt>
                <c:pt idx="3003">
                  <c:v>0.99848000000000003</c:v>
                </c:pt>
                <c:pt idx="3004">
                  <c:v>0.99798100000000001</c:v>
                </c:pt>
                <c:pt idx="3005">
                  <c:v>0.99748099999999995</c:v>
                </c:pt>
                <c:pt idx="3006">
                  <c:v>0.99698100000000001</c:v>
                </c:pt>
                <c:pt idx="3007">
                  <c:v>0.99648099999999995</c:v>
                </c:pt>
                <c:pt idx="3008">
                  <c:v>0.99598299999999995</c:v>
                </c:pt>
                <c:pt idx="3009">
                  <c:v>0.99548199999999998</c:v>
                </c:pt>
                <c:pt idx="3010">
                  <c:v>0.99497999999999998</c:v>
                </c:pt>
                <c:pt idx="3011">
                  <c:v>0.99448000000000003</c:v>
                </c:pt>
                <c:pt idx="3012">
                  <c:v>0.99397999999999997</c:v>
                </c:pt>
                <c:pt idx="3013">
                  <c:v>0.99348000000000003</c:v>
                </c:pt>
                <c:pt idx="3014">
                  <c:v>0.99297899999999995</c:v>
                </c:pt>
                <c:pt idx="3015">
                  <c:v>0.99247799999999997</c:v>
                </c:pt>
                <c:pt idx="3016">
                  <c:v>0.99197999999999997</c:v>
                </c:pt>
                <c:pt idx="3017">
                  <c:v>0.99148199999999997</c:v>
                </c:pt>
                <c:pt idx="3018">
                  <c:v>0.99098299999999995</c:v>
                </c:pt>
                <c:pt idx="3019">
                  <c:v>0.990483</c:v>
                </c:pt>
                <c:pt idx="3020">
                  <c:v>0.98998200000000003</c:v>
                </c:pt>
                <c:pt idx="3021">
                  <c:v>0.98948100000000005</c:v>
                </c:pt>
                <c:pt idx="3022">
                  <c:v>0.98897999999999997</c:v>
                </c:pt>
                <c:pt idx="3023">
                  <c:v>0.988479</c:v>
                </c:pt>
                <c:pt idx="3024">
                  <c:v>0.98797800000000002</c:v>
                </c:pt>
                <c:pt idx="3025">
                  <c:v>0.98747799999999997</c:v>
                </c:pt>
                <c:pt idx="3026">
                  <c:v>0.98697999999999997</c:v>
                </c:pt>
                <c:pt idx="3027">
                  <c:v>0.98648199999999997</c:v>
                </c:pt>
                <c:pt idx="3028">
                  <c:v>0.98598399999999997</c:v>
                </c:pt>
                <c:pt idx="3029">
                  <c:v>0.98548400000000003</c:v>
                </c:pt>
                <c:pt idx="3030">
                  <c:v>0.98498399999999997</c:v>
                </c:pt>
                <c:pt idx="3031">
                  <c:v>0.98448400000000003</c:v>
                </c:pt>
                <c:pt idx="3032">
                  <c:v>0.983985</c:v>
                </c:pt>
                <c:pt idx="3033">
                  <c:v>0.98348500000000005</c:v>
                </c:pt>
                <c:pt idx="3034">
                  <c:v>0.98298399999999997</c:v>
                </c:pt>
                <c:pt idx="3035">
                  <c:v>0.98248400000000002</c:v>
                </c:pt>
                <c:pt idx="3036">
                  <c:v>0.98198600000000003</c:v>
                </c:pt>
                <c:pt idx="3037">
                  <c:v>0.98148800000000003</c:v>
                </c:pt>
                <c:pt idx="3038">
                  <c:v>0.980989</c:v>
                </c:pt>
                <c:pt idx="3039">
                  <c:v>0.98048800000000003</c:v>
                </c:pt>
                <c:pt idx="3040">
                  <c:v>0.97998700000000005</c:v>
                </c:pt>
                <c:pt idx="3041">
                  <c:v>0.97948800000000003</c:v>
                </c:pt>
                <c:pt idx="3042">
                  <c:v>0.978989</c:v>
                </c:pt>
                <c:pt idx="3043">
                  <c:v>0.97848800000000002</c:v>
                </c:pt>
                <c:pt idx="3044">
                  <c:v>0.977989</c:v>
                </c:pt>
                <c:pt idx="3045">
                  <c:v>0.97748999999999997</c:v>
                </c:pt>
                <c:pt idx="3046">
                  <c:v>0.97699199999999997</c:v>
                </c:pt>
                <c:pt idx="3047">
                  <c:v>0.97649399999999997</c:v>
                </c:pt>
                <c:pt idx="3048">
                  <c:v>0.97599499999999995</c:v>
                </c:pt>
                <c:pt idx="3049">
                  <c:v>0.97549300000000005</c:v>
                </c:pt>
                <c:pt idx="3050">
                  <c:v>0.97499100000000005</c:v>
                </c:pt>
                <c:pt idx="3051">
                  <c:v>0.974491</c:v>
                </c:pt>
                <c:pt idx="3052">
                  <c:v>0.97399100000000005</c:v>
                </c:pt>
                <c:pt idx="3053">
                  <c:v>0.973491</c:v>
                </c:pt>
                <c:pt idx="3054">
                  <c:v>0.97298899999999999</c:v>
                </c:pt>
                <c:pt idx="3055">
                  <c:v>0.97248900000000005</c:v>
                </c:pt>
                <c:pt idx="3056">
                  <c:v>0.97199000000000002</c:v>
                </c:pt>
                <c:pt idx="3057">
                  <c:v>0.97149099999999999</c:v>
                </c:pt>
                <c:pt idx="3058">
                  <c:v>0.97099000000000002</c:v>
                </c:pt>
                <c:pt idx="3059">
                  <c:v>0.97048900000000005</c:v>
                </c:pt>
                <c:pt idx="3060">
                  <c:v>0.96998899999999999</c:v>
                </c:pt>
                <c:pt idx="3061">
                  <c:v>0.96948999999999996</c:v>
                </c:pt>
                <c:pt idx="3062">
                  <c:v>0.96899000000000002</c:v>
                </c:pt>
                <c:pt idx="3063">
                  <c:v>0.96848900000000004</c:v>
                </c:pt>
                <c:pt idx="3064">
                  <c:v>0.96799000000000002</c:v>
                </c:pt>
                <c:pt idx="3065">
                  <c:v>0.96749200000000002</c:v>
                </c:pt>
                <c:pt idx="3066">
                  <c:v>0.96699400000000002</c:v>
                </c:pt>
                <c:pt idx="3067">
                  <c:v>0.96649600000000002</c:v>
                </c:pt>
                <c:pt idx="3068">
                  <c:v>0.96599699999999999</c:v>
                </c:pt>
                <c:pt idx="3069">
                  <c:v>0.96549600000000002</c:v>
                </c:pt>
                <c:pt idx="3070">
                  <c:v>0.96499500000000005</c:v>
                </c:pt>
                <c:pt idx="3071">
                  <c:v>0.96449499999999999</c:v>
                </c:pt>
                <c:pt idx="3072">
                  <c:v>0.96399500000000005</c:v>
                </c:pt>
                <c:pt idx="3073">
                  <c:v>0.96349300000000004</c:v>
                </c:pt>
                <c:pt idx="3074">
                  <c:v>0.96299000000000001</c:v>
                </c:pt>
                <c:pt idx="3075">
                  <c:v>0.96248900000000004</c:v>
                </c:pt>
                <c:pt idx="3076">
                  <c:v>0.96198799999999995</c:v>
                </c:pt>
                <c:pt idx="3077">
                  <c:v>0.96148800000000001</c:v>
                </c:pt>
                <c:pt idx="3078">
                  <c:v>0.96098700000000004</c:v>
                </c:pt>
                <c:pt idx="3079">
                  <c:v>0.96048699999999998</c:v>
                </c:pt>
                <c:pt idx="3080">
                  <c:v>0.95998799999999995</c:v>
                </c:pt>
                <c:pt idx="3081">
                  <c:v>0.95949099999999998</c:v>
                </c:pt>
                <c:pt idx="3082">
                  <c:v>0.95899400000000001</c:v>
                </c:pt>
                <c:pt idx="3083">
                  <c:v>0.95849499999999999</c:v>
                </c:pt>
                <c:pt idx="3084">
                  <c:v>0.95799699999999999</c:v>
                </c:pt>
                <c:pt idx="3085">
                  <c:v>0.95750000000000002</c:v>
                </c:pt>
                <c:pt idx="3086">
                  <c:v>0.95700399999999997</c:v>
                </c:pt>
                <c:pt idx="3087">
                  <c:v>0.95650500000000005</c:v>
                </c:pt>
                <c:pt idx="3088">
                  <c:v>0.95600399999999996</c:v>
                </c:pt>
                <c:pt idx="3089">
                  <c:v>0.95550299999999999</c:v>
                </c:pt>
                <c:pt idx="3090">
                  <c:v>0.95500300000000005</c:v>
                </c:pt>
                <c:pt idx="3091">
                  <c:v>0.95450299999999999</c:v>
                </c:pt>
                <c:pt idx="3092">
                  <c:v>0.95400399999999996</c:v>
                </c:pt>
                <c:pt idx="3093">
                  <c:v>0.95350299999999999</c:v>
                </c:pt>
                <c:pt idx="3094">
                  <c:v>0.95300300000000004</c:v>
                </c:pt>
                <c:pt idx="3095">
                  <c:v>0.95250400000000002</c:v>
                </c:pt>
                <c:pt idx="3096">
                  <c:v>0.95200499999999999</c:v>
                </c:pt>
                <c:pt idx="3097">
                  <c:v>0.95150500000000005</c:v>
                </c:pt>
                <c:pt idx="3098">
                  <c:v>0.95100399999999996</c:v>
                </c:pt>
                <c:pt idx="3099">
                  <c:v>0.95050299999999999</c:v>
                </c:pt>
                <c:pt idx="3100">
                  <c:v>0.95000200000000001</c:v>
                </c:pt>
                <c:pt idx="3101">
                  <c:v>0.94950199999999996</c:v>
                </c:pt>
                <c:pt idx="3102">
                  <c:v>0.94900099999999998</c:v>
                </c:pt>
                <c:pt idx="3103">
                  <c:v>0.94850199999999996</c:v>
                </c:pt>
                <c:pt idx="3104">
                  <c:v>0.94800399999999996</c:v>
                </c:pt>
                <c:pt idx="3105">
                  <c:v>0.94750599999999996</c:v>
                </c:pt>
                <c:pt idx="3106">
                  <c:v>0.94700700000000004</c:v>
                </c:pt>
                <c:pt idx="3107">
                  <c:v>0.94650800000000002</c:v>
                </c:pt>
                <c:pt idx="3108">
                  <c:v>0.94600799999999996</c:v>
                </c:pt>
                <c:pt idx="3109">
                  <c:v>0.94550800000000002</c:v>
                </c:pt>
                <c:pt idx="3110">
                  <c:v>0.94500799999999996</c:v>
                </c:pt>
                <c:pt idx="3111">
                  <c:v>0.94450900000000004</c:v>
                </c:pt>
                <c:pt idx="3112">
                  <c:v>0.94400799999999996</c:v>
                </c:pt>
                <c:pt idx="3113">
                  <c:v>0.94350699999999998</c:v>
                </c:pt>
                <c:pt idx="3114">
                  <c:v>0.94300700000000004</c:v>
                </c:pt>
                <c:pt idx="3115">
                  <c:v>0.94250800000000001</c:v>
                </c:pt>
                <c:pt idx="3116">
                  <c:v>0.94200899999999999</c:v>
                </c:pt>
                <c:pt idx="3117">
                  <c:v>0.94150699999999998</c:v>
                </c:pt>
                <c:pt idx="3118">
                  <c:v>0.94100499999999998</c:v>
                </c:pt>
                <c:pt idx="3119">
                  <c:v>0.94050500000000004</c:v>
                </c:pt>
                <c:pt idx="3120">
                  <c:v>0.94000600000000001</c:v>
                </c:pt>
                <c:pt idx="3121">
                  <c:v>0.93950699999999998</c:v>
                </c:pt>
                <c:pt idx="3122">
                  <c:v>0.93900799999999995</c:v>
                </c:pt>
                <c:pt idx="3123">
                  <c:v>0.93850999999999996</c:v>
                </c:pt>
                <c:pt idx="3124">
                  <c:v>0.93801299999999999</c:v>
                </c:pt>
                <c:pt idx="3125">
                  <c:v>0.93751600000000002</c:v>
                </c:pt>
                <c:pt idx="3126">
                  <c:v>0.93701800000000002</c:v>
                </c:pt>
                <c:pt idx="3127">
                  <c:v>0.93651899999999999</c:v>
                </c:pt>
                <c:pt idx="3128">
                  <c:v>0.93601800000000002</c:v>
                </c:pt>
                <c:pt idx="3129">
                  <c:v>0.93551799999999996</c:v>
                </c:pt>
                <c:pt idx="3130">
                  <c:v>0.93501699999999999</c:v>
                </c:pt>
                <c:pt idx="3131">
                  <c:v>0.93451600000000001</c:v>
                </c:pt>
                <c:pt idx="3132">
                  <c:v>0.93401500000000004</c:v>
                </c:pt>
                <c:pt idx="3133">
                  <c:v>0.93351499999999998</c:v>
                </c:pt>
                <c:pt idx="3134">
                  <c:v>0.93301500000000004</c:v>
                </c:pt>
                <c:pt idx="3135">
                  <c:v>0.93251600000000001</c:v>
                </c:pt>
                <c:pt idx="3136">
                  <c:v>0.93201599999999996</c:v>
                </c:pt>
                <c:pt idx="3137">
                  <c:v>0.93151399999999995</c:v>
                </c:pt>
                <c:pt idx="3138">
                  <c:v>0.93101199999999995</c:v>
                </c:pt>
                <c:pt idx="3139">
                  <c:v>0.93051099999999998</c:v>
                </c:pt>
                <c:pt idx="3140">
                  <c:v>0.93001</c:v>
                </c:pt>
                <c:pt idx="3141">
                  <c:v>0.929508</c:v>
                </c:pt>
                <c:pt idx="3142">
                  <c:v>0.92900700000000003</c:v>
                </c:pt>
                <c:pt idx="3143">
                  <c:v>0.928508</c:v>
                </c:pt>
                <c:pt idx="3144">
                  <c:v>0.92801100000000003</c:v>
                </c:pt>
                <c:pt idx="3145">
                  <c:v>0.92751399999999995</c:v>
                </c:pt>
                <c:pt idx="3146">
                  <c:v>0.92701599999999995</c:v>
                </c:pt>
                <c:pt idx="3147">
                  <c:v>0.92651600000000001</c:v>
                </c:pt>
                <c:pt idx="3148">
                  <c:v>0.92601599999999995</c:v>
                </c:pt>
                <c:pt idx="3149">
                  <c:v>0.92551700000000003</c:v>
                </c:pt>
                <c:pt idx="3150">
                  <c:v>0.92501800000000001</c:v>
                </c:pt>
                <c:pt idx="3151">
                  <c:v>0.92451700000000003</c:v>
                </c:pt>
                <c:pt idx="3152">
                  <c:v>0.92401800000000001</c:v>
                </c:pt>
                <c:pt idx="3153">
                  <c:v>0.92351899999999998</c:v>
                </c:pt>
                <c:pt idx="3154">
                  <c:v>0.92301999999999995</c:v>
                </c:pt>
                <c:pt idx="3155">
                  <c:v>0.92252100000000004</c:v>
                </c:pt>
                <c:pt idx="3156">
                  <c:v>0.92201999999999995</c:v>
                </c:pt>
                <c:pt idx="3157">
                  <c:v>0.92152000000000001</c:v>
                </c:pt>
                <c:pt idx="3158">
                  <c:v>0.92101999999999995</c:v>
                </c:pt>
                <c:pt idx="3159">
                  <c:v>0.92052</c:v>
                </c:pt>
                <c:pt idx="3160">
                  <c:v>0.92001900000000003</c:v>
                </c:pt>
                <c:pt idx="3161">
                  <c:v>0.91951799999999995</c:v>
                </c:pt>
                <c:pt idx="3162">
                  <c:v>0.91901699999999997</c:v>
                </c:pt>
                <c:pt idx="3163">
                  <c:v>0.91851799999999995</c:v>
                </c:pt>
                <c:pt idx="3164">
                  <c:v>0.91801999999999995</c:v>
                </c:pt>
                <c:pt idx="3165">
                  <c:v>0.91752100000000003</c:v>
                </c:pt>
                <c:pt idx="3166">
                  <c:v>0.91701999999999995</c:v>
                </c:pt>
                <c:pt idx="3167">
                  <c:v>0.91651800000000005</c:v>
                </c:pt>
                <c:pt idx="3168">
                  <c:v>0.91601600000000005</c:v>
                </c:pt>
                <c:pt idx="3169">
                  <c:v>0.91551700000000003</c:v>
                </c:pt>
                <c:pt idx="3170">
                  <c:v>0.91501699999999997</c:v>
                </c:pt>
                <c:pt idx="3171">
                  <c:v>0.91451700000000002</c:v>
                </c:pt>
                <c:pt idx="3172">
                  <c:v>0.91401699999999997</c:v>
                </c:pt>
                <c:pt idx="3173">
                  <c:v>0.91351800000000005</c:v>
                </c:pt>
                <c:pt idx="3174">
                  <c:v>0.91302000000000005</c:v>
                </c:pt>
                <c:pt idx="3175">
                  <c:v>0.91252100000000003</c:v>
                </c:pt>
                <c:pt idx="3176">
                  <c:v>0.912022</c:v>
                </c:pt>
                <c:pt idx="3177">
                  <c:v>0.91152200000000005</c:v>
                </c:pt>
                <c:pt idx="3178">
                  <c:v>0.911022</c:v>
                </c:pt>
                <c:pt idx="3179">
                  <c:v>0.91052200000000005</c:v>
                </c:pt>
                <c:pt idx="3180">
                  <c:v>0.91002000000000005</c:v>
                </c:pt>
                <c:pt idx="3181">
                  <c:v>0.90951899999999997</c:v>
                </c:pt>
                <c:pt idx="3182">
                  <c:v>0.90901900000000002</c:v>
                </c:pt>
                <c:pt idx="3183">
                  <c:v>0.90852100000000002</c:v>
                </c:pt>
                <c:pt idx="3184">
                  <c:v>0.908022</c:v>
                </c:pt>
                <c:pt idx="3185">
                  <c:v>0.907524</c:v>
                </c:pt>
                <c:pt idx="3186">
                  <c:v>0.90702300000000002</c:v>
                </c:pt>
                <c:pt idx="3187">
                  <c:v>0.906524</c:v>
                </c:pt>
                <c:pt idx="3188">
                  <c:v>0.90602400000000005</c:v>
                </c:pt>
                <c:pt idx="3189">
                  <c:v>0.90552200000000005</c:v>
                </c:pt>
                <c:pt idx="3190">
                  <c:v>0.90502099999999996</c:v>
                </c:pt>
                <c:pt idx="3191">
                  <c:v>0.90451999999999999</c:v>
                </c:pt>
                <c:pt idx="3192">
                  <c:v>0.90402000000000005</c:v>
                </c:pt>
                <c:pt idx="3193">
                  <c:v>0.90352100000000002</c:v>
                </c:pt>
                <c:pt idx="3194">
                  <c:v>0.90302199999999999</c:v>
                </c:pt>
                <c:pt idx="3195">
                  <c:v>0.90252399999999999</c:v>
                </c:pt>
                <c:pt idx="3196">
                  <c:v>0.90202499999999997</c:v>
                </c:pt>
                <c:pt idx="3197">
                  <c:v>0.90152600000000005</c:v>
                </c:pt>
                <c:pt idx="3198">
                  <c:v>0.90102899999999997</c:v>
                </c:pt>
                <c:pt idx="3199">
                  <c:v>0.90053000000000005</c:v>
                </c:pt>
                <c:pt idx="3200">
                  <c:v>0.90002899999999997</c:v>
                </c:pt>
                <c:pt idx="3201">
                  <c:v>0.89952900000000002</c:v>
                </c:pt>
                <c:pt idx="3202">
                  <c:v>0.89903</c:v>
                </c:pt>
                <c:pt idx="3203">
                  <c:v>0.89853099999999997</c:v>
                </c:pt>
                <c:pt idx="3204">
                  <c:v>0.89803200000000005</c:v>
                </c:pt>
                <c:pt idx="3205">
                  <c:v>0.89753000000000005</c:v>
                </c:pt>
                <c:pt idx="3206">
                  <c:v>0.89702800000000005</c:v>
                </c:pt>
                <c:pt idx="3207">
                  <c:v>0.89652799999999999</c:v>
                </c:pt>
                <c:pt idx="3208">
                  <c:v>0.89602800000000005</c:v>
                </c:pt>
                <c:pt idx="3209">
                  <c:v>0.89552699999999996</c:v>
                </c:pt>
                <c:pt idx="3210">
                  <c:v>0.89502700000000002</c:v>
                </c:pt>
                <c:pt idx="3211">
                  <c:v>0.89452600000000004</c:v>
                </c:pt>
                <c:pt idx="3212">
                  <c:v>0.89402599999999999</c:v>
                </c:pt>
                <c:pt idx="3213">
                  <c:v>0.89352600000000004</c:v>
                </c:pt>
                <c:pt idx="3214">
                  <c:v>0.89302499999999996</c:v>
                </c:pt>
                <c:pt idx="3215">
                  <c:v>0.89252100000000001</c:v>
                </c:pt>
                <c:pt idx="3216">
                  <c:v>0.89201900000000001</c:v>
                </c:pt>
                <c:pt idx="3217">
                  <c:v>0.89151999999999998</c:v>
                </c:pt>
                <c:pt idx="3218">
                  <c:v>0.89102099999999995</c:v>
                </c:pt>
                <c:pt idx="3219">
                  <c:v>0.89052299999999995</c:v>
                </c:pt>
                <c:pt idx="3220">
                  <c:v>0.89002400000000004</c:v>
                </c:pt>
                <c:pt idx="3221">
                  <c:v>0.88952500000000001</c:v>
                </c:pt>
                <c:pt idx="3222">
                  <c:v>0.88902700000000001</c:v>
                </c:pt>
                <c:pt idx="3223">
                  <c:v>0.88852900000000001</c:v>
                </c:pt>
                <c:pt idx="3224">
                  <c:v>0.88802899999999996</c:v>
                </c:pt>
                <c:pt idx="3225">
                  <c:v>0.88752900000000001</c:v>
                </c:pt>
                <c:pt idx="3226">
                  <c:v>0.88703100000000001</c:v>
                </c:pt>
                <c:pt idx="3227">
                  <c:v>0.88653199999999999</c:v>
                </c:pt>
                <c:pt idx="3228">
                  <c:v>0.88603299999999996</c:v>
                </c:pt>
                <c:pt idx="3229">
                  <c:v>0.88553199999999999</c:v>
                </c:pt>
                <c:pt idx="3230">
                  <c:v>0.88503100000000001</c:v>
                </c:pt>
                <c:pt idx="3231">
                  <c:v>0.88453199999999998</c:v>
                </c:pt>
                <c:pt idx="3232">
                  <c:v>0.88403299999999996</c:v>
                </c:pt>
                <c:pt idx="3233">
                  <c:v>0.88353300000000001</c:v>
                </c:pt>
                <c:pt idx="3234">
                  <c:v>0.88303100000000001</c:v>
                </c:pt>
                <c:pt idx="3235">
                  <c:v>0.88252900000000001</c:v>
                </c:pt>
                <c:pt idx="3236">
                  <c:v>0.88202800000000003</c:v>
                </c:pt>
                <c:pt idx="3237">
                  <c:v>0.88152799999999998</c:v>
                </c:pt>
                <c:pt idx="3238">
                  <c:v>0.88102899999999995</c:v>
                </c:pt>
                <c:pt idx="3239">
                  <c:v>0.88053000000000003</c:v>
                </c:pt>
                <c:pt idx="3240">
                  <c:v>0.88003200000000004</c:v>
                </c:pt>
                <c:pt idx="3241">
                  <c:v>0.87953400000000004</c:v>
                </c:pt>
                <c:pt idx="3242">
                  <c:v>0.87903600000000004</c:v>
                </c:pt>
                <c:pt idx="3243">
                  <c:v>0.87853599999999998</c:v>
                </c:pt>
                <c:pt idx="3244">
                  <c:v>0.87803399999999998</c:v>
                </c:pt>
                <c:pt idx="3245">
                  <c:v>0.87753300000000001</c:v>
                </c:pt>
                <c:pt idx="3246">
                  <c:v>0.87703399999999998</c:v>
                </c:pt>
                <c:pt idx="3247">
                  <c:v>0.87653499999999995</c:v>
                </c:pt>
                <c:pt idx="3248">
                  <c:v>0.87603600000000004</c:v>
                </c:pt>
                <c:pt idx="3249">
                  <c:v>0.87553499999999995</c:v>
                </c:pt>
                <c:pt idx="3250">
                  <c:v>0.87503500000000001</c:v>
                </c:pt>
                <c:pt idx="3251">
                  <c:v>0.87453599999999998</c:v>
                </c:pt>
                <c:pt idx="3252">
                  <c:v>0.87403699999999995</c:v>
                </c:pt>
                <c:pt idx="3253">
                  <c:v>0.87353700000000001</c:v>
                </c:pt>
                <c:pt idx="3254">
                  <c:v>0.87303600000000003</c:v>
                </c:pt>
                <c:pt idx="3255">
                  <c:v>0.87253499999999995</c:v>
                </c:pt>
                <c:pt idx="3256">
                  <c:v>0.872035</c:v>
                </c:pt>
                <c:pt idx="3257">
                  <c:v>0.87153599999999998</c:v>
                </c:pt>
                <c:pt idx="3258">
                  <c:v>0.87103699999999995</c:v>
                </c:pt>
                <c:pt idx="3259">
                  <c:v>0.87053599999999998</c:v>
                </c:pt>
                <c:pt idx="3260">
                  <c:v>0.87003600000000003</c:v>
                </c:pt>
                <c:pt idx="3261">
                  <c:v>0.869537</c:v>
                </c:pt>
                <c:pt idx="3262">
                  <c:v>0.86903799999999998</c:v>
                </c:pt>
                <c:pt idx="3263">
                  <c:v>0.86853899999999995</c:v>
                </c:pt>
                <c:pt idx="3264">
                  <c:v>0.86804000000000003</c:v>
                </c:pt>
                <c:pt idx="3265">
                  <c:v>0.86753899999999995</c:v>
                </c:pt>
                <c:pt idx="3266">
                  <c:v>0.86703799999999998</c:v>
                </c:pt>
                <c:pt idx="3267">
                  <c:v>0.86653599999999997</c:v>
                </c:pt>
                <c:pt idx="3268">
                  <c:v>0.866035</c:v>
                </c:pt>
                <c:pt idx="3269">
                  <c:v>0.865533</c:v>
                </c:pt>
                <c:pt idx="3270">
                  <c:v>0.86503399999999997</c:v>
                </c:pt>
                <c:pt idx="3271">
                  <c:v>0.86453500000000005</c:v>
                </c:pt>
                <c:pt idx="3272">
                  <c:v>0.86403700000000005</c:v>
                </c:pt>
                <c:pt idx="3273">
                  <c:v>0.86353899999999995</c:v>
                </c:pt>
                <c:pt idx="3274">
                  <c:v>0.86304000000000003</c:v>
                </c:pt>
                <c:pt idx="3275">
                  <c:v>0.862541</c:v>
                </c:pt>
                <c:pt idx="3276">
                  <c:v>0.862043</c:v>
                </c:pt>
                <c:pt idx="3277">
                  <c:v>0.86154500000000001</c:v>
                </c:pt>
                <c:pt idx="3278">
                  <c:v>0.86104599999999998</c:v>
                </c:pt>
                <c:pt idx="3279">
                  <c:v>0.86054699999999995</c:v>
                </c:pt>
                <c:pt idx="3280">
                  <c:v>0.86004800000000003</c:v>
                </c:pt>
                <c:pt idx="3281">
                  <c:v>0.85954900000000001</c:v>
                </c:pt>
                <c:pt idx="3282">
                  <c:v>0.85904999999999998</c:v>
                </c:pt>
                <c:pt idx="3283">
                  <c:v>0.85854799999999998</c:v>
                </c:pt>
                <c:pt idx="3284">
                  <c:v>0.85804599999999998</c:v>
                </c:pt>
                <c:pt idx="3285">
                  <c:v>0.857545</c:v>
                </c:pt>
                <c:pt idx="3286">
                  <c:v>0.85704499999999995</c:v>
                </c:pt>
                <c:pt idx="3287">
                  <c:v>0.856545</c:v>
                </c:pt>
                <c:pt idx="3288">
                  <c:v>0.85604400000000003</c:v>
                </c:pt>
                <c:pt idx="3289">
                  <c:v>0.85554300000000005</c:v>
                </c:pt>
                <c:pt idx="3290">
                  <c:v>0.85504400000000003</c:v>
                </c:pt>
                <c:pt idx="3291">
                  <c:v>0.854545</c:v>
                </c:pt>
                <c:pt idx="3292">
                  <c:v>0.85404599999999997</c:v>
                </c:pt>
                <c:pt idx="3293">
                  <c:v>0.853545</c:v>
                </c:pt>
                <c:pt idx="3294">
                  <c:v>0.85304500000000005</c:v>
                </c:pt>
                <c:pt idx="3295">
                  <c:v>0.852545</c:v>
                </c:pt>
                <c:pt idx="3296">
                  <c:v>0.85204500000000005</c:v>
                </c:pt>
                <c:pt idx="3297">
                  <c:v>0.851545</c:v>
                </c:pt>
                <c:pt idx="3298">
                  <c:v>0.85104299999999999</c:v>
                </c:pt>
                <c:pt idx="3299">
                  <c:v>0.85054300000000005</c:v>
                </c:pt>
                <c:pt idx="3300">
                  <c:v>0.85004400000000002</c:v>
                </c:pt>
                <c:pt idx="3301">
                  <c:v>0.84954499999999999</c:v>
                </c:pt>
                <c:pt idx="3302">
                  <c:v>0.84904599999999997</c:v>
                </c:pt>
                <c:pt idx="3303">
                  <c:v>0.84854700000000005</c:v>
                </c:pt>
                <c:pt idx="3304">
                  <c:v>0.84804800000000002</c:v>
                </c:pt>
                <c:pt idx="3305">
                  <c:v>0.847549</c:v>
                </c:pt>
                <c:pt idx="3306">
                  <c:v>0.84704900000000005</c:v>
                </c:pt>
                <c:pt idx="3307">
                  <c:v>0.846549</c:v>
                </c:pt>
                <c:pt idx="3308">
                  <c:v>0.84604900000000005</c:v>
                </c:pt>
                <c:pt idx="3309">
                  <c:v>0.845549</c:v>
                </c:pt>
                <c:pt idx="3310">
                  <c:v>0.84504999999999997</c:v>
                </c:pt>
                <c:pt idx="3311">
                  <c:v>0.84455199999999997</c:v>
                </c:pt>
                <c:pt idx="3312">
                  <c:v>0.844051</c:v>
                </c:pt>
                <c:pt idx="3313">
                  <c:v>0.84355100000000005</c:v>
                </c:pt>
                <c:pt idx="3314">
                  <c:v>0.84305200000000002</c:v>
                </c:pt>
                <c:pt idx="3315">
                  <c:v>0.84255199999999997</c:v>
                </c:pt>
                <c:pt idx="3316">
                  <c:v>0.84205300000000005</c:v>
                </c:pt>
                <c:pt idx="3317">
                  <c:v>0.841553</c:v>
                </c:pt>
                <c:pt idx="3318">
                  <c:v>0.84105200000000002</c:v>
                </c:pt>
                <c:pt idx="3319">
                  <c:v>0.84055299999999999</c:v>
                </c:pt>
                <c:pt idx="3320">
                  <c:v>0.840055</c:v>
                </c:pt>
                <c:pt idx="3321">
                  <c:v>0.83955599999999997</c:v>
                </c:pt>
                <c:pt idx="3322">
                  <c:v>0.83905399999999997</c:v>
                </c:pt>
                <c:pt idx="3323">
                  <c:v>0.83855100000000005</c:v>
                </c:pt>
                <c:pt idx="3324">
                  <c:v>0.83804900000000004</c:v>
                </c:pt>
                <c:pt idx="3325">
                  <c:v>0.83754799999999996</c:v>
                </c:pt>
                <c:pt idx="3326">
                  <c:v>0.83704699999999999</c:v>
                </c:pt>
                <c:pt idx="3327">
                  <c:v>0.83654600000000001</c:v>
                </c:pt>
                <c:pt idx="3328">
                  <c:v>0.83604599999999996</c:v>
                </c:pt>
                <c:pt idx="3329">
                  <c:v>0.83554700000000004</c:v>
                </c:pt>
                <c:pt idx="3330">
                  <c:v>0.83504999999999996</c:v>
                </c:pt>
                <c:pt idx="3331">
                  <c:v>0.83455199999999996</c:v>
                </c:pt>
                <c:pt idx="3332">
                  <c:v>0.83405300000000004</c:v>
                </c:pt>
                <c:pt idx="3333">
                  <c:v>0.83355199999999996</c:v>
                </c:pt>
                <c:pt idx="3334">
                  <c:v>0.83305200000000001</c:v>
                </c:pt>
                <c:pt idx="3335">
                  <c:v>0.83255299999999999</c:v>
                </c:pt>
                <c:pt idx="3336">
                  <c:v>0.83205300000000004</c:v>
                </c:pt>
                <c:pt idx="3337">
                  <c:v>0.83155199999999996</c:v>
                </c:pt>
                <c:pt idx="3338">
                  <c:v>0.83105300000000004</c:v>
                </c:pt>
                <c:pt idx="3339">
                  <c:v>0.83055500000000004</c:v>
                </c:pt>
                <c:pt idx="3340">
                  <c:v>0.83005700000000004</c:v>
                </c:pt>
                <c:pt idx="3341">
                  <c:v>0.82955800000000002</c:v>
                </c:pt>
                <c:pt idx="3342">
                  <c:v>0.82905799999999996</c:v>
                </c:pt>
                <c:pt idx="3343">
                  <c:v>0.82855800000000002</c:v>
                </c:pt>
                <c:pt idx="3344">
                  <c:v>0.82805799999999996</c:v>
                </c:pt>
                <c:pt idx="3345">
                  <c:v>0.82755800000000002</c:v>
                </c:pt>
                <c:pt idx="3346">
                  <c:v>0.82705700000000004</c:v>
                </c:pt>
                <c:pt idx="3347">
                  <c:v>0.82655599999999996</c:v>
                </c:pt>
                <c:pt idx="3348">
                  <c:v>0.82605700000000004</c:v>
                </c:pt>
                <c:pt idx="3349">
                  <c:v>0.82555800000000001</c:v>
                </c:pt>
                <c:pt idx="3350">
                  <c:v>0.82506000000000002</c:v>
                </c:pt>
                <c:pt idx="3351">
                  <c:v>0.82456099999999999</c:v>
                </c:pt>
                <c:pt idx="3352">
                  <c:v>0.82406000000000001</c:v>
                </c:pt>
                <c:pt idx="3353">
                  <c:v>0.82355900000000004</c:v>
                </c:pt>
                <c:pt idx="3354">
                  <c:v>0.82305899999999999</c:v>
                </c:pt>
                <c:pt idx="3355">
                  <c:v>0.82255900000000004</c:v>
                </c:pt>
                <c:pt idx="3356">
                  <c:v>0.82205899999999998</c:v>
                </c:pt>
                <c:pt idx="3357">
                  <c:v>0.82155800000000001</c:v>
                </c:pt>
                <c:pt idx="3358">
                  <c:v>0.82106000000000001</c:v>
                </c:pt>
                <c:pt idx="3359">
                  <c:v>0.82056300000000004</c:v>
                </c:pt>
                <c:pt idx="3360">
                  <c:v>0.82006500000000004</c:v>
                </c:pt>
                <c:pt idx="3361">
                  <c:v>0.81956499999999999</c:v>
                </c:pt>
                <c:pt idx="3362">
                  <c:v>0.81906400000000001</c:v>
                </c:pt>
                <c:pt idx="3363">
                  <c:v>0.81856499999999999</c:v>
                </c:pt>
                <c:pt idx="3364">
                  <c:v>0.81806500000000004</c:v>
                </c:pt>
                <c:pt idx="3365">
                  <c:v>0.81756399999999996</c:v>
                </c:pt>
                <c:pt idx="3366">
                  <c:v>0.81706100000000004</c:v>
                </c:pt>
                <c:pt idx="3367">
                  <c:v>0.81655900000000003</c:v>
                </c:pt>
                <c:pt idx="3368">
                  <c:v>0.81605899999999998</c:v>
                </c:pt>
                <c:pt idx="3369">
                  <c:v>0.81556099999999998</c:v>
                </c:pt>
                <c:pt idx="3370">
                  <c:v>0.81506199999999995</c:v>
                </c:pt>
                <c:pt idx="3371">
                  <c:v>0.81456099999999998</c:v>
                </c:pt>
                <c:pt idx="3372">
                  <c:v>0.81406100000000003</c:v>
                </c:pt>
                <c:pt idx="3373">
                  <c:v>0.81356200000000001</c:v>
                </c:pt>
                <c:pt idx="3374">
                  <c:v>0.81306299999999998</c:v>
                </c:pt>
                <c:pt idx="3375">
                  <c:v>0.81256300000000004</c:v>
                </c:pt>
                <c:pt idx="3376">
                  <c:v>0.81206100000000003</c:v>
                </c:pt>
                <c:pt idx="3377">
                  <c:v>0.81156099999999998</c:v>
                </c:pt>
                <c:pt idx="3378">
                  <c:v>0.81106100000000003</c:v>
                </c:pt>
                <c:pt idx="3379">
                  <c:v>0.810562</c:v>
                </c:pt>
                <c:pt idx="3380">
                  <c:v>0.81006299999999998</c:v>
                </c:pt>
                <c:pt idx="3381">
                  <c:v>0.80956300000000003</c:v>
                </c:pt>
                <c:pt idx="3382">
                  <c:v>0.80906299999999998</c:v>
                </c:pt>
                <c:pt idx="3383">
                  <c:v>0.80856399999999995</c:v>
                </c:pt>
                <c:pt idx="3384">
                  <c:v>0.80806500000000003</c:v>
                </c:pt>
                <c:pt idx="3385">
                  <c:v>0.80756499999999998</c:v>
                </c:pt>
                <c:pt idx="3386">
                  <c:v>0.807064</c:v>
                </c:pt>
                <c:pt idx="3387">
                  <c:v>0.80656499999999998</c:v>
                </c:pt>
                <c:pt idx="3388">
                  <c:v>0.80606599999999995</c:v>
                </c:pt>
                <c:pt idx="3389">
                  <c:v>0.80556700000000003</c:v>
                </c:pt>
                <c:pt idx="3390">
                  <c:v>0.80506800000000001</c:v>
                </c:pt>
                <c:pt idx="3391">
                  <c:v>0.80456700000000003</c:v>
                </c:pt>
                <c:pt idx="3392">
                  <c:v>0.80406699999999998</c:v>
                </c:pt>
                <c:pt idx="3393">
                  <c:v>0.80356799999999995</c:v>
                </c:pt>
                <c:pt idx="3394">
                  <c:v>0.80306900000000003</c:v>
                </c:pt>
                <c:pt idx="3395">
                  <c:v>0.80256899999999998</c:v>
                </c:pt>
                <c:pt idx="3396">
                  <c:v>0.80206900000000003</c:v>
                </c:pt>
                <c:pt idx="3397">
                  <c:v>0.80157</c:v>
                </c:pt>
                <c:pt idx="3398">
                  <c:v>0.80107099999999998</c:v>
                </c:pt>
                <c:pt idx="3399">
                  <c:v>0.80057199999999995</c:v>
                </c:pt>
                <c:pt idx="3400">
                  <c:v>0.80007200000000001</c:v>
                </c:pt>
                <c:pt idx="3401">
                  <c:v>0.79957</c:v>
                </c:pt>
                <c:pt idx="3402">
                  <c:v>0.79907099999999998</c:v>
                </c:pt>
                <c:pt idx="3403">
                  <c:v>0.79857100000000003</c:v>
                </c:pt>
                <c:pt idx="3404">
                  <c:v>0.79807099999999997</c:v>
                </c:pt>
                <c:pt idx="3405">
                  <c:v>0.79757</c:v>
                </c:pt>
                <c:pt idx="3406">
                  <c:v>0.79706900000000003</c:v>
                </c:pt>
                <c:pt idx="3407">
                  <c:v>0.79657</c:v>
                </c:pt>
                <c:pt idx="3408">
                  <c:v>0.79607000000000006</c:v>
                </c:pt>
                <c:pt idx="3409">
                  <c:v>0.79557</c:v>
                </c:pt>
                <c:pt idx="3410">
                  <c:v>0.795068</c:v>
                </c:pt>
                <c:pt idx="3411">
                  <c:v>0.79456599999999999</c:v>
                </c:pt>
                <c:pt idx="3412">
                  <c:v>0.79406600000000005</c:v>
                </c:pt>
                <c:pt idx="3413">
                  <c:v>0.79356700000000002</c:v>
                </c:pt>
                <c:pt idx="3414">
                  <c:v>0.79306900000000002</c:v>
                </c:pt>
                <c:pt idx="3415">
                  <c:v>0.79256899999999997</c:v>
                </c:pt>
                <c:pt idx="3416">
                  <c:v>0.79207000000000005</c:v>
                </c:pt>
                <c:pt idx="3417">
                  <c:v>0.79157299999999997</c:v>
                </c:pt>
                <c:pt idx="3418">
                  <c:v>0.79107499999999997</c:v>
                </c:pt>
                <c:pt idx="3419">
                  <c:v>0.79057699999999997</c:v>
                </c:pt>
                <c:pt idx="3420">
                  <c:v>0.790076</c:v>
                </c:pt>
                <c:pt idx="3421">
                  <c:v>0.78957599999999994</c:v>
                </c:pt>
                <c:pt idx="3422">
                  <c:v>0.78907700000000003</c:v>
                </c:pt>
                <c:pt idx="3423">
                  <c:v>0.78857699999999997</c:v>
                </c:pt>
                <c:pt idx="3424">
                  <c:v>0.78807700000000003</c:v>
                </c:pt>
                <c:pt idx="3425">
                  <c:v>0.78757600000000005</c:v>
                </c:pt>
                <c:pt idx="3426">
                  <c:v>0.78707499999999997</c:v>
                </c:pt>
                <c:pt idx="3427">
                  <c:v>0.786574</c:v>
                </c:pt>
                <c:pt idx="3428">
                  <c:v>0.78607300000000002</c:v>
                </c:pt>
                <c:pt idx="3429">
                  <c:v>0.78557299999999997</c:v>
                </c:pt>
                <c:pt idx="3430">
                  <c:v>0.78507199999999999</c:v>
                </c:pt>
                <c:pt idx="3431">
                  <c:v>0.78457399999999999</c:v>
                </c:pt>
                <c:pt idx="3432">
                  <c:v>0.784076</c:v>
                </c:pt>
                <c:pt idx="3433">
                  <c:v>0.78357900000000003</c:v>
                </c:pt>
                <c:pt idx="3434">
                  <c:v>0.78308100000000003</c:v>
                </c:pt>
                <c:pt idx="3435">
                  <c:v>0.782582</c:v>
                </c:pt>
                <c:pt idx="3436">
                  <c:v>0.78208200000000005</c:v>
                </c:pt>
                <c:pt idx="3437">
                  <c:v>0.78158300000000003</c:v>
                </c:pt>
                <c:pt idx="3438">
                  <c:v>0.781084</c:v>
                </c:pt>
                <c:pt idx="3439">
                  <c:v>0.78058300000000003</c:v>
                </c:pt>
                <c:pt idx="3440">
                  <c:v>0.78008</c:v>
                </c:pt>
                <c:pt idx="3441">
                  <c:v>0.77957699999999996</c:v>
                </c:pt>
                <c:pt idx="3442">
                  <c:v>0.77907599999999999</c:v>
                </c:pt>
                <c:pt idx="3443">
                  <c:v>0.77857500000000002</c:v>
                </c:pt>
                <c:pt idx="3444">
                  <c:v>0.77807499999999996</c:v>
                </c:pt>
                <c:pt idx="3445">
                  <c:v>0.77757399999999999</c:v>
                </c:pt>
                <c:pt idx="3446">
                  <c:v>0.77707499999999996</c:v>
                </c:pt>
                <c:pt idx="3447">
                  <c:v>0.77657799999999999</c:v>
                </c:pt>
                <c:pt idx="3448">
                  <c:v>0.77607899999999996</c:v>
                </c:pt>
                <c:pt idx="3449">
                  <c:v>0.77557799999999999</c:v>
                </c:pt>
                <c:pt idx="3450">
                  <c:v>0.77507700000000002</c:v>
                </c:pt>
                <c:pt idx="3451">
                  <c:v>0.77457699999999996</c:v>
                </c:pt>
                <c:pt idx="3452">
                  <c:v>0.77407800000000004</c:v>
                </c:pt>
                <c:pt idx="3453">
                  <c:v>0.77357799999999999</c:v>
                </c:pt>
                <c:pt idx="3454">
                  <c:v>0.77307800000000004</c:v>
                </c:pt>
                <c:pt idx="3455">
                  <c:v>0.77257799999999999</c:v>
                </c:pt>
                <c:pt idx="3456">
                  <c:v>0.77207999999999999</c:v>
                </c:pt>
                <c:pt idx="3457">
                  <c:v>0.77158199999999999</c:v>
                </c:pt>
                <c:pt idx="3458">
                  <c:v>0.77108299999999996</c:v>
                </c:pt>
                <c:pt idx="3459">
                  <c:v>0.77058099999999996</c:v>
                </c:pt>
                <c:pt idx="3460">
                  <c:v>0.77007899999999996</c:v>
                </c:pt>
                <c:pt idx="3461">
                  <c:v>0.76957799999999998</c:v>
                </c:pt>
                <c:pt idx="3462">
                  <c:v>0.76907700000000001</c:v>
                </c:pt>
                <c:pt idx="3463">
                  <c:v>0.76857600000000004</c:v>
                </c:pt>
                <c:pt idx="3464">
                  <c:v>0.76807599999999998</c:v>
                </c:pt>
                <c:pt idx="3465">
                  <c:v>0.76757699999999995</c:v>
                </c:pt>
                <c:pt idx="3466">
                  <c:v>0.76707899999999996</c:v>
                </c:pt>
                <c:pt idx="3467">
                  <c:v>0.76658099999999996</c:v>
                </c:pt>
                <c:pt idx="3468">
                  <c:v>0.76608200000000004</c:v>
                </c:pt>
                <c:pt idx="3469">
                  <c:v>0.76558099999999996</c:v>
                </c:pt>
                <c:pt idx="3470">
                  <c:v>0.76508100000000001</c:v>
                </c:pt>
                <c:pt idx="3471">
                  <c:v>0.76458099999999996</c:v>
                </c:pt>
                <c:pt idx="3472">
                  <c:v>0.76408200000000004</c:v>
                </c:pt>
                <c:pt idx="3473">
                  <c:v>0.76358400000000004</c:v>
                </c:pt>
                <c:pt idx="3474">
                  <c:v>0.76308399999999998</c:v>
                </c:pt>
                <c:pt idx="3475">
                  <c:v>0.76258499999999996</c:v>
                </c:pt>
                <c:pt idx="3476">
                  <c:v>0.76208699999999996</c:v>
                </c:pt>
                <c:pt idx="3477">
                  <c:v>0.76158899999999996</c:v>
                </c:pt>
                <c:pt idx="3478">
                  <c:v>0.76109000000000004</c:v>
                </c:pt>
                <c:pt idx="3479">
                  <c:v>0.76058800000000004</c:v>
                </c:pt>
                <c:pt idx="3480">
                  <c:v>0.76008600000000004</c:v>
                </c:pt>
                <c:pt idx="3481">
                  <c:v>0.75958599999999998</c:v>
                </c:pt>
                <c:pt idx="3482">
                  <c:v>0.75908600000000004</c:v>
                </c:pt>
                <c:pt idx="3483">
                  <c:v>0.75858400000000004</c:v>
                </c:pt>
                <c:pt idx="3484">
                  <c:v>0.75808200000000003</c:v>
                </c:pt>
                <c:pt idx="3485">
                  <c:v>0.75758300000000001</c:v>
                </c:pt>
                <c:pt idx="3486">
                  <c:v>0.75708399999999998</c:v>
                </c:pt>
                <c:pt idx="3487">
                  <c:v>0.75658499999999995</c:v>
                </c:pt>
                <c:pt idx="3488">
                  <c:v>0.75608399999999998</c:v>
                </c:pt>
                <c:pt idx="3489">
                  <c:v>0.75558400000000003</c:v>
                </c:pt>
                <c:pt idx="3490">
                  <c:v>0.75508399999999998</c:v>
                </c:pt>
                <c:pt idx="3491">
                  <c:v>0.75458499999999995</c:v>
                </c:pt>
                <c:pt idx="3492">
                  <c:v>0.75408500000000001</c:v>
                </c:pt>
                <c:pt idx="3493">
                  <c:v>0.75358499999999995</c:v>
                </c:pt>
                <c:pt idx="3494">
                  <c:v>0.753085</c:v>
                </c:pt>
                <c:pt idx="3495">
                  <c:v>0.75258599999999998</c:v>
                </c:pt>
                <c:pt idx="3496">
                  <c:v>0.75208699999999995</c:v>
                </c:pt>
                <c:pt idx="3497">
                  <c:v>0.75158800000000003</c:v>
                </c:pt>
                <c:pt idx="3498">
                  <c:v>0.75108900000000001</c:v>
                </c:pt>
                <c:pt idx="3499">
                  <c:v>0.75058800000000003</c:v>
                </c:pt>
                <c:pt idx="3500">
                  <c:v>0.75008799999999998</c:v>
                </c:pt>
                <c:pt idx="3501">
                  <c:v>0.74958899999999995</c:v>
                </c:pt>
                <c:pt idx="3502">
                  <c:v>0.749089</c:v>
                </c:pt>
                <c:pt idx="3503">
                  <c:v>0.74858800000000003</c:v>
                </c:pt>
                <c:pt idx="3504">
                  <c:v>0.74808699999999995</c:v>
                </c:pt>
                <c:pt idx="3505">
                  <c:v>0.74758800000000003</c:v>
                </c:pt>
                <c:pt idx="3506">
                  <c:v>0.74709000000000003</c:v>
                </c:pt>
                <c:pt idx="3507">
                  <c:v>0.746591</c:v>
                </c:pt>
                <c:pt idx="3508">
                  <c:v>0.74609099999999995</c:v>
                </c:pt>
                <c:pt idx="3509">
                  <c:v>0.745591</c:v>
                </c:pt>
                <c:pt idx="3510">
                  <c:v>0.74509000000000003</c:v>
                </c:pt>
                <c:pt idx="3511">
                  <c:v>0.74458999999999997</c:v>
                </c:pt>
                <c:pt idx="3512">
                  <c:v>0.74409099999999995</c:v>
                </c:pt>
                <c:pt idx="3513">
                  <c:v>0.743591</c:v>
                </c:pt>
                <c:pt idx="3514">
                  <c:v>0.74309199999999997</c:v>
                </c:pt>
                <c:pt idx="3515">
                  <c:v>0.74259500000000001</c:v>
                </c:pt>
                <c:pt idx="3516">
                  <c:v>0.74209700000000001</c:v>
                </c:pt>
                <c:pt idx="3517">
                  <c:v>0.74159699999999995</c:v>
                </c:pt>
                <c:pt idx="3518">
                  <c:v>0.74109700000000001</c:v>
                </c:pt>
                <c:pt idx="3519">
                  <c:v>0.74059600000000003</c:v>
                </c:pt>
                <c:pt idx="3520">
                  <c:v>0.74009599999999998</c:v>
                </c:pt>
                <c:pt idx="3521">
                  <c:v>0.739595</c:v>
                </c:pt>
                <c:pt idx="3522">
                  <c:v>0.739093</c:v>
                </c:pt>
                <c:pt idx="3523">
                  <c:v>0.738591</c:v>
                </c:pt>
                <c:pt idx="3524">
                  <c:v>0.73809000000000002</c:v>
                </c:pt>
                <c:pt idx="3525">
                  <c:v>0.737591</c:v>
                </c:pt>
                <c:pt idx="3526">
                  <c:v>0.73709199999999997</c:v>
                </c:pt>
                <c:pt idx="3527">
                  <c:v>0.73659200000000002</c:v>
                </c:pt>
                <c:pt idx="3528">
                  <c:v>0.73609199999999997</c:v>
                </c:pt>
                <c:pt idx="3529">
                  <c:v>0.73559399999999997</c:v>
                </c:pt>
                <c:pt idx="3530">
                  <c:v>0.73509599999999997</c:v>
                </c:pt>
                <c:pt idx="3531">
                  <c:v>0.73459600000000003</c:v>
                </c:pt>
                <c:pt idx="3532">
                  <c:v>0.73409500000000005</c:v>
                </c:pt>
                <c:pt idx="3533">
                  <c:v>0.73359399999999997</c:v>
                </c:pt>
                <c:pt idx="3534">
                  <c:v>0.73309599999999997</c:v>
                </c:pt>
                <c:pt idx="3535">
                  <c:v>0.73259700000000005</c:v>
                </c:pt>
                <c:pt idx="3536">
                  <c:v>0.73209900000000006</c:v>
                </c:pt>
                <c:pt idx="3537">
                  <c:v>0.731599</c:v>
                </c:pt>
                <c:pt idx="3538">
                  <c:v>0.73109900000000005</c:v>
                </c:pt>
                <c:pt idx="3539">
                  <c:v>0.730599</c:v>
                </c:pt>
                <c:pt idx="3540">
                  <c:v>0.73009999999999997</c:v>
                </c:pt>
                <c:pt idx="3541">
                  <c:v>0.72960000000000003</c:v>
                </c:pt>
                <c:pt idx="3542">
                  <c:v>0.72909900000000005</c:v>
                </c:pt>
                <c:pt idx="3543">
                  <c:v>0.72859799999999997</c:v>
                </c:pt>
                <c:pt idx="3544">
                  <c:v>0.72809900000000005</c:v>
                </c:pt>
                <c:pt idx="3545">
                  <c:v>0.72760000000000002</c:v>
                </c:pt>
                <c:pt idx="3546">
                  <c:v>0.72709900000000005</c:v>
                </c:pt>
                <c:pt idx="3547">
                  <c:v>0.72659700000000005</c:v>
                </c:pt>
                <c:pt idx="3548">
                  <c:v>0.72609599999999996</c:v>
                </c:pt>
                <c:pt idx="3549">
                  <c:v>0.72559600000000002</c:v>
                </c:pt>
                <c:pt idx="3550">
                  <c:v>0.72509599999999996</c:v>
                </c:pt>
                <c:pt idx="3551">
                  <c:v>0.72459600000000002</c:v>
                </c:pt>
                <c:pt idx="3552">
                  <c:v>0.72409599999999996</c:v>
                </c:pt>
                <c:pt idx="3553">
                  <c:v>0.72359799999999996</c:v>
                </c:pt>
                <c:pt idx="3554">
                  <c:v>0.72310099999999999</c:v>
                </c:pt>
                <c:pt idx="3555">
                  <c:v>0.72260400000000002</c:v>
                </c:pt>
                <c:pt idx="3556">
                  <c:v>0.722105</c:v>
                </c:pt>
                <c:pt idx="3557">
                  <c:v>0.72160400000000002</c:v>
                </c:pt>
                <c:pt idx="3558">
                  <c:v>0.72110399999999997</c:v>
                </c:pt>
                <c:pt idx="3559">
                  <c:v>0.72060400000000002</c:v>
                </c:pt>
                <c:pt idx="3560">
                  <c:v>0.72010399999999997</c:v>
                </c:pt>
                <c:pt idx="3561">
                  <c:v>0.71960400000000002</c:v>
                </c:pt>
                <c:pt idx="3562">
                  <c:v>0.71910099999999999</c:v>
                </c:pt>
                <c:pt idx="3563">
                  <c:v>0.71860000000000002</c:v>
                </c:pt>
                <c:pt idx="3564">
                  <c:v>0.71810099999999999</c:v>
                </c:pt>
                <c:pt idx="3565">
                  <c:v>0.71760100000000004</c:v>
                </c:pt>
                <c:pt idx="3566">
                  <c:v>0.71710200000000002</c:v>
                </c:pt>
                <c:pt idx="3567">
                  <c:v>0.71660199999999996</c:v>
                </c:pt>
                <c:pt idx="3568">
                  <c:v>0.71610200000000002</c:v>
                </c:pt>
                <c:pt idx="3569">
                  <c:v>0.71560400000000002</c:v>
                </c:pt>
                <c:pt idx="3570">
                  <c:v>0.71510600000000002</c:v>
                </c:pt>
                <c:pt idx="3571">
                  <c:v>0.71460599999999996</c:v>
                </c:pt>
                <c:pt idx="3572">
                  <c:v>0.71410600000000002</c:v>
                </c:pt>
                <c:pt idx="3573">
                  <c:v>0.71360599999999996</c:v>
                </c:pt>
                <c:pt idx="3574">
                  <c:v>0.71310700000000005</c:v>
                </c:pt>
                <c:pt idx="3575">
                  <c:v>0.71260800000000002</c:v>
                </c:pt>
                <c:pt idx="3576">
                  <c:v>0.71210799999999996</c:v>
                </c:pt>
                <c:pt idx="3577">
                  <c:v>0.71160800000000002</c:v>
                </c:pt>
                <c:pt idx="3578">
                  <c:v>0.71110700000000004</c:v>
                </c:pt>
                <c:pt idx="3579">
                  <c:v>0.71060800000000002</c:v>
                </c:pt>
                <c:pt idx="3580">
                  <c:v>0.71010799999999996</c:v>
                </c:pt>
                <c:pt idx="3581">
                  <c:v>0.70960800000000002</c:v>
                </c:pt>
                <c:pt idx="3582">
                  <c:v>0.70910799999999996</c:v>
                </c:pt>
                <c:pt idx="3583">
                  <c:v>0.70860900000000004</c:v>
                </c:pt>
                <c:pt idx="3584">
                  <c:v>0.70810899999999999</c:v>
                </c:pt>
                <c:pt idx="3585">
                  <c:v>0.70760999999999996</c:v>
                </c:pt>
                <c:pt idx="3586">
                  <c:v>0.70710799999999996</c:v>
                </c:pt>
                <c:pt idx="3587">
                  <c:v>0.70660800000000001</c:v>
                </c:pt>
                <c:pt idx="3588">
                  <c:v>0.70610799999999996</c:v>
                </c:pt>
                <c:pt idx="3589">
                  <c:v>0.70560999999999996</c:v>
                </c:pt>
                <c:pt idx="3590">
                  <c:v>0.70511100000000004</c:v>
                </c:pt>
                <c:pt idx="3591">
                  <c:v>0.70461099999999999</c:v>
                </c:pt>
                <c:pt idx="3592">
                  <c:v>0.70411199999999996</c:v>
                </c:pt>
                <c:pt idx="3593">
                  <c:v>0.70361499999999999</c:v>
                </c:pt>
                <c:pt idx="3594">
                  <c:v>0.70311699999999999</c:v>
                </c:pt>
                <c:pt idx="3595">
                  <c:v>0.70261700000000005</c:v>
                </c:pt>
                <c:pt idx="3596">
                  <c:v>0.70211699999999999</c:v>
                </c:pt>
                <c:pt idx="3597">
                  <c:v>0.70161600000000002</c:v>
                </c:pt>
                <c:pt idx="3598">
                  <c:v>0.70111500000000004</c:v>
                </c:pt>
                <c:pt idx="3599">
                  <c:v>0.70061200000000001</c:v>
                </c:pt>
                <c:pt idx="3600">
                  <c:v>0.70010799999999995</c:v>
                </c:pt>
                <c:pt idx="3601">
                  <c:v>0.69960599999999995</c:v>
                </c:pt>
                <c:pt idx="3602">
                  <c:v>0.69910700000000003</c:v>
                </c:pt>
                <c:pt idx="3603">
                  <c:v>0.69860800000000001</c:v>
                </c:pt>
                <c:pt idx="3604">
                  <c:v>0.69811100000000004</c:v>
                </c:pt>
                <c:pt idx="3605">
                  <c:v>0.69761099999999998</c:v>
                </c:pt>
                <c:pt idx="3606">
                  <c:v>0.69711100000000004</c:v>
                </c:pt>
                <c:pt idx="3607">
                  <c:v>0.69661200000000001</c:v>
                </c:pt>
                <c:pt idx="3608">
                  <c:v>0.69611299999999998</c:v>
                </c:pt>
                <c:pt idx="3609">
                  <c:v>0.69561399999999995</c:v>
                </c:pt>
                <c:pt idx="3610">
                  <c:v>0.69511500000000004</c:v>
                </c:pt>
                <c:pt idx="3611">
                  <c:v>0.69461499999999998</c:v>
                </c:pt>
                <c:pt idx="3612">
                  <c:v>0.69411599999999996</c:v>
                </c:pt>
                <c:pt idx="3613">
                  <c:v>0.69361799999999996</c:v>
                </c:pt>
                <c:pt idx="3614">
                  <c:v>0.69311999999999996</c:v>
                </c:pt>
                <c:pt idx="3615">
                  <c:v>0.69262000000000001</c:v>
                </c:pt>
                <c:pt idx="3616">
                  <c:v>0.69211900000000004</c:v>
                </c:pt>
                <c:pt idx="3617">
                  <c:v>0.69161799999999996</c:v>
                </c:pt>
                <c:pt idx="3618">
                  <c:v>0.69111800000000001</c:v>
                </c:pt>
                <c:pt idx="3619">
                  <c:v>0.69061700000000004</c:v>
                </c:pt>
                <c:pt idx="3620">
                  <c:v>0.69011599999999995</c:v>
                </c:pt>
                <c:pt idx="3621">
                  <c:v>0.68961499999999998</c:v>
                </c:pt>
                <c:pt idx="3622">
                  <c:v>0.68911699999999998</c:v>
                </c:pt>
                <c:pt idx="3623">
                  <c:v>0.68861899999999998</c:v>
                </c:pt>
                <c:pt idx="3624">
                  <c:v>0.68811999999999995</c:v>
                </c:pt>
                <c:pt idx="3625">
                  <c:v>0.68762100000000004</c:v>
                </c:pt>
                <c:pt idx="3626">
                  <c:v>0.68712099999999998</c:v>
                </c:pt>
                <c:pt idx="3627">
                  <c:v>0.68662199999999995</c:v>
                </c:pt>
                <c:pt idx="3628">
                  <c:v>0.68612200000000001</c:v>
                </c:pt>
                <c:pt idx="3629">
                  <c:v>0.68562199999999995</c:v>
                </c:pt>
                <c:pt idx="3630">
                  <c:v>0.68512200000000001</c:v>
                </c:pt>
                <c:pt idx="3631">
                  <c:v>0.68462100000000004</c:v>
                </c:pt>
                <c:pt idx="3632">
                  <c:v>0.68411999999999995</c:v>
                </c:pt>
                <c:pt idx="3633">
                  <c:v>0.68361899999999998</c:v>
                </c:pt>
                <c:pt idx="3634">
                  <c:v>0.683118</c:v>
                </c:pt>
                <c:pt idx="3635">
                  <c:v>0.68261700000000003</c:v>
                </c:pt>
                <c:pt idx="3636">
                  <c:v>0.68211699999999997</c:v>
                </c:pt>
                <c:pt idx="3637">
                  <c:v>0.68161799999999995</c:v>
                </c:pt>
                <c:pt idx="3638">
                  <c:v>0.68111900000000003</c:v>
                </c:pt>
                <c:pt idx="3639">
                  <c:v>0.68062</c:v>
                </c:pt>
                <c:pt idx="3640">
                  <c:v>0.68011900000000003</c:v>
                </c:pt>
                <c:pt idx="3641">
                  <c:v>0.67962</c:v>
                </c:pt>
                <c:pt idx="3642">
                  <c:v>0.67912099999999997</c:v>
                </c:pt>
                <c:pt idx="3643">
                  <c:v>0.67862199999999995</c:v>
                </c:pt>
                <c:pt idx="3644">
                  <c:v>0.678122</c:v>
                </c:pt>
                <c:pt idx="3645">
                  <c:v>0.67762</c:v>
                </c:pt>
                <c:pt idx="3646">
                  <c:v>0.67712099999999997</c:v>
                </c:pt>
                <c:pt idx="3647">
                  <c:v>0.67662199999999995</c:v>
                </c:pt>
                <c:pt idx="3648">
                  <c:v>0.67612300000000003</c:v>
                </c:pt>
                <c:pt idx="3649">
                  <c:v>0.675624</c:v>
                </c:pt>
                <c:pt idx="3650">
                  <c:v>0.67512399999999995</c:v>
                </c:pt>
                <c:pt idx="3651">
                  <c:v>0.674624</c:v>
                </c:pt>
                <c:pt idx="3652">
                  <c:v>0.67412499999999997</c:v>
                </c:pt>
                <c:pt idx="3653">
                  <c:v>0.67362699999999998</c:v>
                </c:pt>
                <c:pt idx="3654">
                  <c:v>0.67312700000000003</c:v>
                </c:pt>
                <c:pt idx="3655">
                  <c:v>0.67262699999999997</c:v>
                </c:pt>
                <c:pt idx="3656">
                  <c:v>0.67212799999999995</c:v>
                </c:pt>
                <c:pt idx="3657">
                  <c:v>0.67162900000000003</c:v>
                </c:pt>
                <c:pt idx="3658">
                  <c:v>0.67112899999999998</c:v>
                </c:pt>
                <c:pt idx="3659">
                  <c:v>0.67062900000000003</c:v>
                </c:pt>
                <c:pt idx="3660">
                  <c:v>0.67012899999999997</c:v>
                </c:pt>
                <c:pt idx="3661">
                  <c:v>0.66962999999999995</c:v>
                </c:pt>
                <c:pt idx="3662">
                  <c:v>0.66913100000000003</c:v>
                </c:pt>
                <c:pt idx="3663">
                  <c:v>0.668632</c:v>
                </c:pt>
                <c:pt idx="3664">
                  <c:v>0.66813100000000003</c:v>
                </c:pt>
                <c:pt idx="3665">
                  <c:v>0.66763099999999997</c:v>
                </c:pt>
                <c:pt idx="3666">
                  <c:v>0.66713100000000003</c:v>
                </c:pt>
                <c:pt idx="3667">
                  <c:v>0.66663099999999997</c:v>
                </c:pt>
                <c:pt idx="3668">
                  <c:v>0.66613100000000003</c:v>
                </c:pt>
                <c:pt idx="3669">
                  <c:v>0.66563099999999997</c:v>
                </c:pt>
                <c:pt idx="3670">
                  <c:v>0.66513100000000003</c:v>
                </c:pt>
                <c:pt idx="3671">
                  <c:v>0.664632</c:v>
                </c:pt>
                <c:pt idx="3672">
                  <c:v>0.66413299999999997</c:v>
                </c:pt>
                <c:pt idx="3673">
                  <c:v>0.66363099999999997</c:v>
                </c:pt>
                <c:pt idx="3674">
                  <c:v>0.66312800000000005</c:v>
                </c:pt>
                <c:pt idx="3675">
                  <c:v>0.66262600000000005</c:v>
                </c:pt>
                <c:pt idx="3676">
                  <c:v>0.66212599999999999</c:v>
                </c:pt>
                <c:pt idx="3677">
                  <c:v>0.66162699999999997</c:v>
                </c:pt>
                <c:pt idx="3678">
                  <c:v>0.66112700000000002</c:v>
                </c:pt>
                <c:pt idx="3679">
                  <c:v>0.66062699999999996</c:v>
                </c:pt>
                <c:pt idx="3680">
                  <c:v>0.66012700000000002</c:v>
                </c:pt>
                <c:pt idx="3681">
                  <c:v>0.65962900000000002</c:v>
                </c:pt>
                <c:pt idx="3682">
                  <c:v>0.65913200000000005</c:v>
                </c:pt>
                <c:pt idx="3683">
                  <c:v>0.65863300000000002</c:v>
                </c:pt>
                <c:pt idx="3684">
                  <c:v>0.65813299999999997</c:v>
                </c:pt>
                <c:pt idx="3685">
                  <c:v>0.65763400000000005</c:v>
                </c:pt>
                <c:pt idx="3686">
                  <c:v>0.657134</c:v>
                </c:pt>
                <c:pt idx="3687">
                  <c:v>0.65663400000000005</c:v>
                </c:pt>
                <c:pt idx="3688">
                  <c:v>0.65613299999999997</c:v>
                </c:pt>
                <c:pt idx="3689">
                  <c:v>0.65563199999999999</c:v>
                </c:pt>
                <c:pt idx="3690">
                  <c:v>0.65513200000000005</c:v>
                </c:pt>
                <c:pt idx="3691">
                  <c:v>0.65463300000000002</c:v>
                </c:pt>
                <c:pt idx="3692">
                  <c:v>0.65413500000000002</c:v>
                </c:pt>
                <c:pt idx="3693">
                  <c:v>0.65363599999999999</c:v>
                </c:pt>
                <c:pt idx="3694">
                  <c:v>0.65313600000000005</c:v>
                </c:pt>
                <c:pt idx="3695">
                  <c:v>0.65263599999999999</c:v>
                </c:pt>
                <c:pt idx="3696">
                  <c:v>0.65213600000000005</c:v>
                </c:pt>
                <c:pt idx="3697">
                  <c:v>0.65163700000000002</c:v>
                </c:pt>
                <c:pt idx="3698">
                  <c:v>0.65113600000000005</c:v>
                </c:pt>
                <c:pt idx="3699">
                  <c:v>0.65063599999999999</c:v>
                </c:pt>
                <c:pt idx="3700">
                  <c:v>0.65013699999999996</c:v>
                </c:pt>
                <c:pt idx="3701">
                  <c:v>0.64963700000000002</c:v>
                </c:pt>
                <c:pt idx="3702">
                  <c:v>0.64913799999999999</c:v>
                </c:pt>
                <c:pt idx="3703">
                  <c:v>0.64863800000000005</c:v>
                </c:pt>
                <c:pt idx="3704">
                  <c:v>0.64813699999999996</c:v>
                </c:pt>
                <c:pt idx="3705">
                  <c:v>0.64763800000000005</c:v>
                </c:pt>
                <c:pt idx="3706">
                  <c:v>0.64713900000000002</c:v>
                </c:pt>
                <c:pt idx="3707">
                  <c:v>0.64663899999999996</c:v>
                </c:pt>
                <c:pt idx="3708">
                  <c:v>0.64613699999999996</c:v>
                </c:pt>
                <c:pt idx="3709">
                  <c:v>0.64563700000000002</c:v>
                </c:pt>
                <c:pt idx="3710">
                  <c:v>0.64513799999999999</c:v>
                </c:pt>
                <c:pt idx="3711">
                  <c:v>0.64463999999999999</c:v>
                </c:pt>
                <c:pt idx="3712">
                  <c:v>0.64414000000000005</c:v>
                </c:pt>
                <c:pt idx="3713">
                  <c:v>0.64363899999999996</c:v>
                </c:pt>
                <c:pt idx="3714">
                  <c:v>0.64313799999999999</c:v>
                </c:pt>
                <c:pt idx="3715">
                  <c:v>0.64263800000000004</c:v>
                </c:pt>
                <c:pt idx="3716">
                  <c:v>0.64213900000000002</c:v>
                </c:pt>
                <c:pt idx="3717">
                  <c:v>0.64163899999999996</c:v>
                </c:pt>
                <c:pt idx="3718">
                  <c:v>0.64113699999999996</c:v>
                </c:pt>
                <c:pt idx="3719">
                  <c:v>0.64063499999999995</c:v>
                </c:pt>
                <c:pt idx="3720">
                  <c:v>0.64013600000000004</c:v>
                </c:pt>
                <c:pt idx="3721">
                  <c:v>0.63963700000000001</c:v>
                </c:pt>
                <c:pt idx="3722">
                  <c:v>0.63913799999999998</c:v>
                </c:pt>
                <c:pt idx="3723">
                  <c:v>0.63863899999999996</c:v>
                </c:pt>
                <c:pt idx="3724">
                  <c:v>0.63814099999999996</c:v>
                </c:pt>
                <c:pt idx="3725">
                  <c:v>0.63764299999999996</c:v>
                </c:pt>
                <c:pt idx="3726">
                  <c:v>0.63714300000000001</c:v>
                </c:pt>
                <c:pt idx="3727">
                  <c:v>0.63664200000000004</c:v>
                </c:pt>
                <c:pt idx="3728">
                  <c:v>0.63614199999999999</c:v>
                </c:pt>
                <c:pt idx="3729">
                  <c:v>0.63564399999999999</c:v>
                </c:pt>
                <c:pt idx="3730">
                  <c:v>0.63514499999999996</c:v>
                </c:pt>
                <c:pt idx="3731">
                  <c:v>0.63464600000000004</c:v>
                </c:pt>
                <c:pt idx="3732">
                  <c:v>0.63414700000000002</c:v>
                </c:pt>
                <c:pt idx="3733">
                  <c:v>0.63364500000000001</c:v>
                </c:pt>
                <c:pt idx="3734">
                  <c:v>0.63314499999999996</c:v>
                </c:pt>
                <c:pt idx="3735">
                  <c:v>0.63264600000000004</c:v>
                </c:pt>
                <c:pt idx="3736">
                  <c:v>0.63214700000000001</c:v>
                </c:pt>
                <c:pt idx="3737">
                  <c:v>0.63164600000000004</c:v>
                </c:pt>
                <c:pt idx="3738">
                  <c:v>0.63114599999999998</c:v>
                </c:pt>
                <c:pt idx="3739">
                  <c:v>0.63064600000000004</c:v>
                </c:pt>
                <c:pt idx="3740">
                  <c:v>0.63014599999999998</c:v>
                </c:pt>
                <c:pt idx="3741">
                  <c:v>0.62964699999999996</c:v>
                </c:pt>
                <c:pt idx="3742">
                  <c:v>0.62914700000000001</c:v>
                </c:pt>
                <c:pt idx="3743">
                  <c:v>0.62864699999999996</c:v>
                </c:pt>
                <c:pt idx="3744">
                  <c:v>0.62814899999999996</c:v>
                </c:pt>
                <c:pt idx="3745">
                  <c:v>0.62765000000000004</c:v>
                </c:pt>
                <c:pt idx="3746">
                  <c:v>0.62715100000000001</c:v>
                </c:pt>
                <c:pt idx="3747">
                  <c:v>0.62665099999999996</c:v>
                </c:pt>
                <c:pt idx="3748">
                  <c:v>0.62615200000000004</c:v>
                </c:pt>
                <c:pt idx="3749">
                  <c:v>0.62565300000000001</c:v>
                </c:pt>
                <c:pt idx="3750">
                  <c:v>0.62515500000000002</c:v>
                </c:pt>
                <c:pt idx="3751">
                  <c:v>0.62465499999999996</c:v>
                </c:pt>
                <c:pt idx="3752">
                  <c:v>0.62415200000000004</c:v>
                </c:pt>
                <c:pt idx="3753">
                  <c:v>0.62364900000000001</c:v>
                </c:pt>
                <c:pt idx="3754">
                  <c:v>0.62314800000000004</c:v>
                </c:pt>
                <c:pt idx="3755">
                  <c:v>0.62264699999999995</c:v>
                </c:pt>
                <c:pt idx="3756">
                  <c:v>0.62214700000000001</c:v>
                </c:pt>
                <c:pt idx="3757">
                  <c:v>0.62164600000000003</c:v>
                </c:pt>
                <c:pt idx="3758">
                  <c:v>0.62114599999999998</c:v>
                </c:pt>
                <c:pt idx="3759">
                  <c:v>0.62064699999999995</c:v>
                </c:pt>
                <c:pt idx="3760">
                  <c:v>0.62014899999999995</c:v>
                </c:pt>
                <c:pt idx="3761">
                  <c:v>0.61964900000000001</c:v>
                </c:pt>
                <c:pt idx="3762">
                  <c:v>0.61914800000000003</c:v>
                </c:pt>
                <c:pt idx="3763">
                  <c:v>0.61864799999999998</c:v>
                </c:pt>
                <c:pt idx="3764">
                  <c:v>0.618147</c:v>
                </c:pt>
                <c:pt idx="3765">
                  <c:v>0.61764699999999995</c:v>
                </c:pt>
                <c:pt idx="3766">
                  <c:v>0.61714500000000005</c:v>
                </c:pt>
                <c:pt idx="3767">
                  <c:v>0.616645</c:v>
                </c:pt>
                <c:pt idx="3768">
                  <c:v>0.61614500000000005</c:v>
                </c:pt>
                <c:pt idx="3769">
                  <c:v>0.61564600000000003</c:v>
                </c:pt>
                <c:pt idx="3770">
                  <c:v>0.615147</c:v>
                </c:pt>
                <c:pt idx="3771">
                  <c:v>0.61464600000000003</c:v>
                </c:pt>
                <c:pt idx="3772">
                  <c:v>0.61414500000000005</c:v>
                </c:pt>
                <c:pt idx="3773">
                  <c:v>0.61364399999999997</c:v>
                </c:pt>
                <c:pt idx="3774">
                  <c:v>0.61314400000000002</c:v>
                </c:pt>
                <c:pt idx="3775">
                  <c:v>0.612645</c:v>
                </c:pt>
                <c:pt idx="3776">
                  <c:v>0.61214500000000005</c:v>
                </c:pt>
                <c:pt idx="3777">
                  <c:v>0.61164600000000002</c:v>
                </c:pt>
                <c:pt idx="3778">
                  <c:v>0.61114800000000002</c:v>
                </c:pt>
                <c:pt idx="3779">
                  <c:v>0.61065000000000003</c:v>
                </c:pt>
                <c:pt idx="3780">
                  <c:v>0.61015200000000003</c:v>
                </c:pt>
                <c:pt idx="3781">
                  <c:v>0.609653</c:v>
                </c:pt>
                <c:pt idx="3782">
                  <c:v>0.60915300000000006</c:v>
                </c:pt>
                <c:pt idx="3783">
                  <c:v>0.60865400000000003</c:v>
                </c:pt>
                <c:pt idx="3784">
                  <c:v>0.60815399999999997</c:v>
                </c:pt>
                <c:pt idx="3785">
                  <c:v>0.60765400000000003</c:v>
                </c:pt>
                <c:pt idx="3786">
                  <c:v>0.60715300000000005</c:v>
                </c:pt>
                <c:pt idx="3787">
                  <c:v>0.606653</c:v>
                </c:pt>
                <c:pt idx="3788">
                  <c:v>0.60615399999999997</c:v>
                </c:pt>
                <c:pt idx="3789">
                  <c:v>0.60565500000000005</c:v>
                </c:pt>
                <c:pt idx="3790">
                  <c:v>0.60515600000000003</c:v>
                </c:pt>
                <c:pt idx="3791">
                  <c:v>0.60465400000000002</c:v>
                </c:pt>
                <c:pt idx="3792">
                  <c:v>0.60415300000000005</c:v>
                </c:pt>
                <c:pt idx="3793">
                  <c:v>0.603653</c:v>
                </c:pt>
                <c:pt idx="3794">
                  <c:v>0.60315399999999997</c:v>
                </c:pt>
                <c:pt idx="3795">
                  <c:v>0.60265400000000002</c:v>
                </c:pt>
                <c:pt idx="3796">
                  <c:v>0.60215399999999997</c:v>
                </c:pt>
                <c:pt idx="3797">
                  <c:v>0.60165400000000002</c:v>
                </c:pt>
                <c:pt idx="3798">
                  <c:v>0.60115399999999997</c:v>
                </c:pt>
                <c:pt idx="3799">
                  <c:v>0.60065400000000002</c:v>
                </c:pt>
                <c:pt idx="3800">
                  <c:v>0.60015399999999997</c:v>
                </c:pt>
                <c:pt idx="3801">
                  <c:v>0.59965400000000002</c:v>
                </c:pt>
                <c:pt idx="3802">
                  <c:v>0.59915399999999996</c:v>
                </c:pt>
                <c:pt idx="3803">
                  <c:v>0.59865400000000002</c:v>
                </c:pt>
                <c:pt idx="3804">
                  <c:v>0.59815499999999999</c:v>
                </c:pt>
                <c:pt idx="3805">
                  <c:v>0.59765500000000005</c:v>
                </c:pt>
                <c:pt idx="3806">
                  <c:v>0.59715399999999996</c:v>
                </c:pt>
                <c:pt idx="3807">
                  <c:v>0.59665500000000005</c:v>
                </c:pt>
                <c:pt idx="3808">
                  <c:v>0.59615600000000002</c:v>
                </c:pt>
                <c:pt idx="3809">
                  <c:v>0.59565800000000002</c:v>
                </c:pt>
                <c:pt idx="3810">
                  <c:v>0.59515799999999996</c:v>
                </c:pt>
                <c:pt idx="3811">
                  <c:v>0.59465800000000002</c:v>
                </c:pt>
                <c:pt idx="3812">
                  <c:v>0.59415799999999996</c:v>
                </c:pt>
                <c:pt idx="3813">
                  <c:v>0.59365900000000005</c:v>
                </c:pt>
                <c:pt idx="3814">
                  <c:v>0.59315899999999999</c:v>
                </c:pt>
                <c:pt idx="3815">
                  <c:v>0.59265900000000005</c:v>
                </c:pt>
                <c:pt idx="3816">
                  <c:v>0.59215799999999996</c:v>
                </c:pt>
                <c:pt idx="3817">
                  <c:v>0.59165900000000005</c:v>
                </c:pt>
                <c:pt idx="3818">
                  <c:v>0.59116000000000002</c:v>
                </c:pt>
                <c:pt idx="3819">
                  <c:v>0.59066200000000002</c:v>
                </c:pt>
                <c:pt idx="3820">
                  <c:v>0.59016199999999996</c:v>
                </c:pt>
                <c:pt idx="3821">
                  <c:v>0.58966200000000002</c:v>
                </c:pt>
                <c:pt idx="3822">
                  <c:v>0.58916299999999999</c:v>
                </c:pt>
                <c:pt idx="3823">
                  <c:v>0.58866300000000005</c:v>
                </c:pt>
                <c:pt idx="3824">
                  <c:v>0.58816199999999996</c:v>
                </c:pt>
                <c:pt idx="3825">
                  <c:v>0.58766099999999999</c:v>
                </c:pt>
                <c:pt idx="3826">
                  <c:v>0.58716100000000004</c:v>
                </c:pt>
                <c:pt idx="3827">
                  <c:v>0.58666200000000002</c:v>
                </c:pt>
                <c:pt idx="3828">
                  <c:v>0.58616400000000002</c:v>
                </c:pt>
                <c:pt idx="3829">
                  <c:v>0.58566499999999999</c:v>
                </c:pt>
                <c:pt idx="3830">
                  <c:v>0.58516500000000005</c:v>
                </c:pt>
                <c:pt idx="3831">
                  <c:v>0.58466399999999996</c:v>
                </c:pt>
                <c:pt idx="3832">
                  <c:v>0.58416299999999999</c:v>
                </c:pt>
                <c:pt idx="3833">
                  <c:v>0.58366300000000004</c:v>
                </c:pt>
                <c:pt idx="3834">
                  <c:v>0.58316199999999996</c:v>
                </c:pt>
                <c:pt idx="3835">
                  <c:v>0.58265999999999996</c:v>
                </c:pt>
                <c:pt idx="3836">
                  <c:v>0.58215899999999998</c:v>
                </c:pt>
                <c:pt idx="3837">
                  <c:v>0.58166099999999998</c:v>
                </c:pt>
                <c:pt idx="3838">
                  <c:v>0.58116299999999999</c:v>
                </c:pt>
                <c:pt idx="3839">
                  <c:v>0.58066399999999996</c:v>
                </c:pt>
                <c:pt idx="3840">
                  <c:v>0.58016299999999998</c:v>
                </c:pt>
                <c:pt idx="3841">
                  <c:v>0.57966300000000004</c:v>
                </c:pt>
                <c:pt idx="3842">
                  <c:v>0.57916299999999998</c:v>
                </c:pt>
                <c:pt idx="3843">
                  <c:v>0.57866399999999996</c:v>
                </c:pt>
                <c:pt idx="3844">
                  <c:v>0.57816500000000004</c:v>
                </c:pt>
                <c:pt idx="3845">
                  <c:v>0.57766499999999998</c:v>
                </c:pt>
                <c:pt idx="3846">
                  <c:v>0.57716500000000004</c:v>
                </c:pt>
                <c:pt idx="3847">
                  <c:v>0.57666499999999998</c:v>
                </c:pt>
                <c:pt idx="3848">
                  <c:v>0.57616699999999998</c:v>
                </c:pt>
                <c:pt idx="3849">
                  <c:v>0.57566700000000004</c:v>
                </c:pt>
                <c:pt idx="3850">
                  <c:v>0.57516599999999996</c:v>
                </c:pt>
                <c:pt idx="3851">
                  <c:v>0.57466600000000001</c:v>
                </c:pt>
                <c:pt idx="3852">
                  <c:v>0.57416599999999995</c:v>
                </c:pt>
                <c:pt idx="3853">
                  <c:v>0.57366600000000001</c:v>
                </c:pt>
                <c:pt idx="3854">
                  <c:v>0.57316500000000004</c:v>
                </c:pt>
                <c:pt idx="3855">
                  <c:v>0.57266499999999998</c:v>
                </c:pt>
                <c:pt idx="3856">
                  <c:v>0.57216599999999995</c:v>
                </c:pt>
                <c:pt idx="3857">
                  <c:v>0.57166799999999995</c:v>
                </c:pt>
                <c:pt idx="3858">
                  <c:v>0.57116999999999996</c:v>
                </c:pt>
                <c:pt idx="3859">
                  <c:v>0.57067000000000001</c:v>
                </c:pt>
                <c:pt idx="3860">
                  <c:v>0.57016900000000004</c:v>
                </c:pt>
                <c:pt idx="3861">
                  <c:v>0.56967000000000001</c:v>
                </c:pt>
                <c:pt idx="3862">
                  <c:v>0.56917099999999998</c:v>
                </c:pt>
                <c:pt idx="3863">
                  <c:v>0.56867199999999996</c:v>
                </c:pt>
                <c:pt idx="3864">
                  <c:v>0.56817099999999998</c:v>
                </c:pt>
                <c:pt idx="3865">
                  <c:v>0.56767100000000004</c:v>
                </c:pt>
                <c:pt idx="3866">
                  <c:v>0.56717200000000001</c:v>
                </c:pt>
                <c:pt idx="3867">
                  <c:v>0.56667400000000001</c:v>
                </c:pt>
                <c:pt idx="3868">
                  <c:v>0.56617499999999998</c:v>
                </c:pt>
                <c:pt idx="3869">
                  <c:v>0.56567400000000001</c:v>
                </c:pt>
                <c:pt idx="3870">
                  <c:v>0.56517300000000004</c:v>
                </c:pt>
                <c:pt idx="3871">
                  <c:v>0.56467299999999998</c:v>
                </c:pt>
                <c:pt idx="3872">
                  <c:v>0.56417300000000004</c:v>
                </c:pt>
                <c:pt idx="3873">
                  <c:v>0.56367199999999995</c:v>
                </c:pt>
                <c:pt idx="3874">
                  <c:v>0.56317099999999998</c:v>
                </c:pt>
                <c:pt idx="3875">
                  <c:v>0.56267</c:v>
                </c:pt>
                <c:pt idx="3876">
                  <c:v>0.56217099999999998</c:v>
                </c:pt>
                <c:pt idx="3877">
                  <c:v>0.56167199999999995</c:v>
                </c:pt>
                <c:pt idx="3878">
                  <c:v>0.56117399999999995</c:v>
                </c:pt>
                <c:pt idx="3879">
                  <c:v>0.56067400000000001</c:v>
                </c:pt>
                <c:pt idx="3880">
                  <c:v>0.56017399999999995</c:v>
                </c:pt>
                <c:pt idx="3881">
                  <c:v>0.559674</c:v>
                </c:pt>
                <c:pt idx="3882">
                  <c:v>0.55917399999999995</c:v>
                </c:pt>
                <c:pt idx="3883">
                  <c:v>0.558674</c:v>
                </c:pt>
                <c:pt idx="3884">
                  <c:v>0.55817300000000003</c:v>
                </c:pt>
                <c:pt idx="3885">
                  <c:v>0.55767299999999997</c:v>
                </c:pt>
                <c:pt idx="3886">
                  <c:v>0.55717499999999998</c:v>
                </c:pt>
                <c:pt idx="3887">
                  <c:v>0.55667599999999995</c:v>
                </c:pt>
                <c:pt idx="3888">
                  <c:v>0.556176</c:v>
                </c:pt>
                <c:pt idx="3889">
                  <c:v>0.55567500000000003</c:v>
                </c:pt>
                <c:pt idx="3890">
                  <c:v>0.555176</c:v>
                </c:pt>
                <c:pt idx="3891">
                  <c:v>0.55467699999999998</c:v>
                </c:pt>
                <c:pt idx="3892">
                  <c:v>0.55417700000000003</c:v>
                </c:pt>
                <c:pt idx="3893">
                  <c:v>0.55367599999999995</c:v>
                </c:pt>
                <c:pt idx="3894">
                  <c:v>0.55317499999999997</c:v>
                </c:pt>
                <c:pt idx="3895">
                  <c:v>0.55267500000000003</c:v>
                </c:pt>
                <c:pt idx="3896">
                  <c:v>0.55217700000000003</c:v>
                </c:pt>
                <c:pt idx="3897">
                  <c:v>0.55167699999999997</c:v>
                </c:pt>
                <c:pt idx="3898">
                  <c:v>0.551176</c:v>
                </c:pt>
                <c:pt idx="3899">
                  <c:v>0.55067500000000003</c:v>
                </c:pt>
                <c:pt idx="3900">
                  <c:v>0.55017499999999997</c:v>
                </c:pt>
                <c:pt idx="3901">
                  <c:v>0.54967600000000005</c:v>
                </c:pt>
                <c:pt idx="3902">
                  <c:v>0.54917700000000003</c:v>
                </c:pt>
                <c:pt idx="3903">
                  <c:v>0.54867699999999997</c:v>
                </c:pt>
                <c:pt idx="3904">
                  <c:v>0.54817700000000003</c:v>
                </c:pt>
                <c:pt idx="3905">
                  <c:v>0.54767900000000003</c:v>
                </c:pt>
                <c:pt idx="3906">
                  <c:v>0.54718100000000003</c:v>
                </c:pt>
                <c:pt idx="3907">
                  <c:v>0.54668399999999995</c:v>
                </c:pt>
                <c:pt idx="3908">
                  <c:v>0.546184</c:v>
                </c:pt>
                <c:pt idx="3909">
                  <c:v>0.54568399999999995</c:v>
                </c:pt>
                <c:pt idx="3910">
                  <c:v>0.54518500000000003</c:v>
                </c:pt>
                <c:pt idx="3911">
                  <c:v>0.54468499999999997</c:v>
                </c:pt>
                <c:pt idx="3912">
                  <c:v>0.54418500000000003</c:v>
                </c:pt>
                <c:pt idx="3913">
                  <c:v>0.54368300000000003</c:v>
                </c:pt>
                <c:pt idx="3914">
                  <c:v>0.54318100000000002</c:v>
                </c:pt>
                <c:pt idx="3915">
                  <c:v>0.542682</c:v>
                </c:pt>
                <c:pt idx="3916">
                  <c:v>0.54218299999999997</c:v>
                </c:pt>
                <c:pt idx="3917">
                  <c:v>0.54168300000000003</c:v>
                </c:pt>
                <c:pt idx="3918">
                  <c:v>0.54118200000000005</c:v>
                </c:pt>
                <c:pt idx="3919">
                  <c:v>0.54068099999999997</c:v>
                </c:pt>
                <c:pt idx="3920">
                  <c:v>0.54018100000000002</c:v>
                </c:pt>
                <c:pt idx="3921">
                  <c:v>0.539682</c:v>
                </c:pt>
                <c:pt idx="3922">
                  <c:v>0.53918299999999997</c:v>
                </c:pt>
                <c:pt idx="3923">
                  <c:v>0.53868199999999999</c:v>
                </c:pt>
                <c:pt idx="3924">
                  <c:v>0.53818200000000005</c:v>
                </c:pt>
                <c:pt idx="3925">
                  <c:v>0.53768300000000002</c:v>
                </c:pt>
                <c:pt idx="3926">
                  <c:v>0.53718500000000002</c:v>
                </c:pt>
                <c:pt idx="3927">
                  <c:v>0.53668700000000003</c:v>
                </c:pt>
                <c:pt idx="3928">
                  <c:v>0.53618699999999997</c:v>
                </c:pt>
                <c:pt idx="3929">
                  <c:v>0.535686</c:v>
                </c:pt>
                <c:pt idx="3930">
                  <c:v>0.53518699999999997</c:v>
                </c:pt>
                <c:pt idx="3931">
                  <c:v>0.53468700000000002</c:v>
                </c:pt>
                <c:pt idx="3932">
                  <c:v>0.53418699999999997</c:v>
                </c:pt>
                <c:pt idx="3933">
                  <c:v>0.53368499999999996</c:v>
                </c:pt>
                <c:pt idx="3934">
                  <c:v>0.53318500000000002</c:v>
                </c:pt>
                <c:pt idx="3935">
                  <c:v>0.53268700000000002</c:v>
                </c:pt>
                <c:pt idx="3936">
                  <c:v>0.53218699999999997</c:v>
                </c:pt>
                <c:pt idx="3937">
                  <c:v>0.53168599999999999</c:v>
                </c:pt>
                <c:pt idx="3938">
                  <c:v>0.53118500000000002</c:v>
                </c:pt>
                <c:pt idx="3939">
                  <c:v>0.53068499999999996</c:v>
                </c:pt>
                <c:pt idx="3940">
                  <c:v>0.53018600000000005</c:v>
                </c:pt>
                <c:pt idx="3941">
                  <c:v>0.52968700000000002</c:v>
                </c:pt>
                <c:pt idx="3942">
                  <c:v>0.52918699999999996</c:v>
                </c:pt>
                <c:pt idx="3943">
                  <c:v>0.52868700000000002</c:v>
                </c:pt>
                <c:pt idx="3944">
                  <c:v>0.52818799999999999</c:v>
                </c:pt>
                <c:pt idx="3945">
                  <c:v>0.52769100000000002</c:v>
                </c:pt>
                <c:pt idx="3946">
                  <c:v>0.52719199999999999</c:v>
                </c:pt>
                <c:pt idx="3947">
                  <c:v>0.52668999999999999</c:v>
                </c:pt>
                <c:pt idx="3948">
                  <c:v>0.52618799999999999</c:v>
                </c:pt>
                <c:pt idx="3949">
                  <c:v>0.52568599999999999</c:v>
                </c:pt>
                <c:pt idx="3950">
                  <c:v>0.52518399999999998</c:v>
                </c:pt>
                <c:pt idx="3951">
                  <c:v>0.52468300000000001</c:v>
                </c:pt>
                <c:pt idx="3952">
                  <c:v>0.52418200000000004</c:v>
                </c:pt>
                <c:pt idx="3953">
                  <c:v>0.52368300000000001</c:v>
                </c:pt>
                <c:pt idx="3954">
                  <c:v>0.52318600000000004</c:v>
                </c:pt>
                <c:pt idx="3955">
                  <c:v>0.52268899999999996</c:v>
                </c:pt>
                <c:pt idx="3956">
                  <c:v>0.52219099999999996</c:v>
                </c:pt>
                <c:pt idx="3957">
                  <c:v>0.52169100000000002</c:v>
                </c:pt>
                <c:pt idx="3958">
                  <c:v>0.52119099999999996</c:v>
                </c:pt>
                <c:pt idx="3959">
                  <c:v>0.52069200000000004</c:v>
                </c:pt>
                <c:pt idx="3960">
                  <c:v>0.52019199999999999</c:v>
                </c:pt>
                <c:pt idx="3961">
                  <c:v>0.51969100000000001</c:v>
                </c:pt>
                <c:pt idx="3962">
                  <c:v>0.51919000000000004</c:v>
                </c:pt>
                <c:pt idx="3963">
                  <c:v>0.51868999999999998</c:v>
                </c:pt>
                <c:pt idx="3964">
                  <c:v>0.51819199999999999</c:v>
                </c:pt>
                <c:pt idx="3965">
                  <c:v>0.51769299999999996</c:v>
                </c:pt>
                <c:pt idx="3966">
                  <c:v>0.51719400000000004</c:v>
                </c:pt>
                <c:pt idx="3967">
                  <c:v>0.51669399999999999</c:v>
                </c:pt>
                <c:pt idx="3968">
                  <c:v>0.51619300000000001</c:v>
                </c:pt>
                <c:pt idx="3969">
                  <c:v>0.51569399999999999</c:v>
                </c:pt>
                <c:pt idx="3970">
                  <c:v>0.51519499999999996</c:v>
                </c:pt>
                <c:pt idx="3971">
                  <c:v>0.51469399999999998</c:v>
                </c:pt>
                <c:pt idx="3972">
                  <c:v>0.51419300000000001</c:v>
                </c:pt>
                <c:pt idx="3973">
                  <c:v>0.51369299999999996</c:v>
                </c:pt>
                <c:pt idx="3974">
                  <c:v>0.51319499999999996</c:v>
                </c:pt>
                <c:pt idx="3975">
                  <c:v>0.51269600000000004</c:v>
                </c:pt>
                <c:pt idx="3976">
                  <c:v>0.51219599999999998</c:v>
                </c:pt>
                <c:pt idx="3977">
                  <c:v>0.51169600000000004</c:v>
                </c:pt>
                <c:pt idx="3978">
                  <c:v>0.51119499999999995</c:v>
                </c:pt>
                <c:pt idx="3979">
                  <c:v>0.51069600000000004</c:v>
                </c:pt>
                <c:pt idx="3980">
                  <c:v>0.51019700000000001</c:v>
                </c:pt>
                <c:pt idx="3981">
                  <c:v>0.50969699999999996</c:v>
                </c:pt>
                <c:pt idx="3982">
                  <c:v>0.50919599999999998</c:v>
                </c:pt>
                <c:pt idx="3983">
                  <c:v>0.50869699999999995</c:v>
                </c:pt>
                <c:pt idx="3984">
                  <c:v>0.50819800000000004</c:v>
                </c:pt>
                <c:pt idx="3985">
                  <c:v>0.50769799999999998</c:v>
                </c:pt>
                <c:pt idx="3986">
                  <c:v>0.50719599999999998</c:v>
                </c:pt>
                <c:pt idx="3987">
                  <c:v>0.50669500000000001</c:v>
                </c:pt>
                <c:pt idx="3988">
                  <c:v>0.50619499999999995</c:v>
                </c:pt>
                <c:pt idx="3989">
                  <c:v>0.50569500000000001</c:v>
                </c:pt>
                <c:pt idx="3990">
                  <c:v>0.50519599999999998</c:v>
                </c:pt>
                <c:pt idx="3991">
                  <c:v>0.504695</c:v>
                </c:pt>
                <c:pt idx="3992">
                  <c:v>0.50419599999999998</c:v>
                </c:pt>
                <c:pt idx="3993">
                  <c:v>0.50369699999999995</c:v>
                </c:pt>
                <c:pt idx="3994">
                  <c:v>0.50319800000000003</c:v>
                </c:pt>
                <c:pt idx="3995">
                  <c:v>0.50269900000000001</c:v>
                </c:pt>
                <c:pt idx="3996">
                  <c:v>0.50219899999999995</c:v>
                </c:pt>
                <c:pt idx="3997">
                  <c:v>0.50169900000000001</c:v>
                </c:pt>
                <c:pt idx="3998">
                  <c:v>0.50119899999999995</c:v>
                </c:pt>
                <c:pt idx="3999">
                  <c:v>0.50069699999999995</c:v>
                </c:pt>
              </c:numCache>
            </c:numRef>
          </c:yVal>
          <c:smooth val="0"/>
          <c:extLst>
            <c:ext xmlns:c16="http://schemas.microsoft.com/office/drawing/2014/chart" uri="{C3380CC4-5D6E-409C-BE32-E72D297353CC}">
              <c16:uniqueId val="{00000000-EC23-4984-996E-D9384254B97F}"/>
            </c:ext>
          </c:extLst>
        </c:ser>
        <c:ser>
          <c:idx val="1"/>
          <c:order val="1"/>
          <c:tx>
            <c:strRef>
              <c:f>'0.6M 10% NS'!$K$25</c:f>
              <c:strCache>
                <c:ptCount val="1"/>
                <c:pt idx="0">
                  <c:v>2nd Cycle SR-NS</c:v>
                </c:pt>
              </c:strCache>
            </c:strRef>
          </c:tx>
          <c:spPr>
            <a:ln w="19050" cap="rnd">
              <a:solidFill>
                <a:schemeClr val="accent2"/>
              </a:solidFill>
              <a:round/>
            </a:ln>
            <a:effectLst/>
          </c:spPr>
          <c:marker>
            <c:symbol val="none"/>
          </c:marker>
          <c:xVal>
            <c:numRef>
              <c:f>'0.6M 10% NS'!$L$26:$L$4025</c:f>
              <c:numCache>
                <c:formatCode>0.00E+00</c:formatCode>
                <c:ptCount val="4000"/>
                <c:pt idx="0">
                  <c:v>5.2807400000000004E-6</c:v>
                </c:pt>
                <c:pt idx="1">
                  <c:v>5.3114599999999996E-6</c:v>
                </c:pt>
                <c:pt idx="2">
                  <c:v>5.3674700000000003E-6</c:v>
                </c:pt>
                <c:pt idx="3">
                  <c:v>5.4117100000000001E-6</c:v>
                </c:pt>
                <c:pt idx="4">
                  <c:v>5.4443599999999997E-6</c:v>
                </c:pt>
                <c:pt idx="5">
                  <c:v>5.4703699999999998E-6</c:v>
                </c:pt>
                <c:pt idx="6">
                  <c:v>5.4926700000000004E-6</c:v>
                </c:pt>
                <c:pt idx="7">
                  <c:v>5.5136299999999996E-6</c:v>
                </c:pt>
                <c:pt idx="8">
                  <c:v>5.53296E-6</c:v>
                </c:pt>
                <c:pt idx="9">
                  <c:v>5.5508399999999997E-6</c:v>
                </c:pt>
                <c:pt idx="10">
                  <c:v>5.5679399999999999E-6</c:v>
                </c:pt>
                <c:pt idx="11">
                  <c:v>5.5843900000000004E-6</c:v>
                </c:pt>
                <c:pt idx="12">
                  <c:v>5.5997199999999996E-6</c:v>
                </c:pt>
                <c:pt idx="13">
                  <c:v>5.6147800000000003E-6</c:v>
                </c:pt>
                <c:pt idx="14">
                  <c:v>5.6297499999999998E-6</c:v>
                </c:pt>
                <c:pt idx="15">
                  <c:v>5.6443899999999998E-6</c:v>
                </c:pt>
                <c:pt idx="16">
                  <c:v>5.6589199999999999E-6</c:v>
                </c:pt>
                <c:pt idx="17">
                  <c:v>5.6737200000000001E-6</c:v>
                </c:pt>
                <c:pt idx="18">
                  <c:v>5.6884999999999998E-6</c:v>
                </c:pt>
                <c:pt idx="19">
                  <c:v>5.7020800000000003E-6</c:v>
                </c:pt>
                <c:pt idx="20">
                  <c:v>5.7149600000000001E-6</c:v>
                </c:pt>
                <c:pt idx="21">
                  <c:v>5.7281100000000001E-6</c:v>
                </c:pt>
                <c:pt idx="22">
                  <c:v>5.7409499999999996E-6</c:v>
                </c:pt>
                <c:pt idx="23">
                  <c:v>5.7538900000000002E-6</c:v>
                </c:pt>
                <c:pt idx="24">
                  <c:v>5.7669599999999998E-6</c:v>
                </c:pt>
                <c:pt idx="25">
                  <c:v>5.7796700000000003E-6</c:v>
                </c:pt>
                <c:pt idx="26">
                  <c:v>5.79216E-6</c:v>
                </c:pt>
                <c:pt idx="27">
                  <c:v>5.80479E-6</c:v>
                </c:pt>
                <c:pt idx="28">
                  <c:v>5.8169500000000003E-6</c:v>
                </c:pt>
                <c:pt idx="29">
                  <c:v>5.8288699999999998E-6</c:v>
                </c:pt>
                <c:pt idx="30">
                  <c:v>5.8408E-6</c:v>
                </c:pt>
                <c:pt idx="31">
                  <c:v>5.8524400000000003E-6</c:v>
                </c:pt>
                <c:pt idx="32">
                  <c:v>5.8638800000000002E-6</c:v>
                </c:pt>
                <c:pt idx="33">
                  <c:v>5.87486E-6</c:v>
                </c:pt>
                <c:pt idx="34">
                  <c:v>5.8861799999999999E-6</c:v>
                </c:pt>
                <c:pt idx="35">
                  <c:v>5.8979099999999997E-6</c:v>
                </c:pt>
                <c:pt idx="36">
                  <c:v>5.9092799999999998E-6</c:v>
                </c:pt>
                <c:pt idx="37">
                  <c:v>5.9201399999999997E-6</c:v>
                </c:pt>
                <c:pt idx="38">
                  <c:v>5.9314100000000004E-6</c:v>
                </c:pt>
                <c:pt idx="39">
                  <c:v>5.9420400000000003E-6</c:v>
                </c:pt>
                <c:pt idx="40">
                  <c:v>5.9522499999999996E-6</c:v>
                </c:pt>
                <c:pt idx="41">
                  <c:v>5.9636099999999998E-6</c:v>
                </c:pt>
                <c:pt idx="42">
                  <c:v>5.9749600000000001E-6</c:v>
                </c:pt>
                <c:pt idx="43">
                  <c:v>5.9854100000000002E-6</c:v>
                </c:pt>
                <c:pt idx="44">
                  <c:v>5.9956499999999999E-6</c:v>
                </c:pt>
                <c:pt idx="45">
                  <c:v>6.00673E-6</c:v>
                </c:pt>
                <c:pt idx="46">
                  <c:v>6.0180800000000003E-6</c:v>
                </c:pt>
                <c:pt idx="47">
                  <c:v>6.0289300000000004E-6</c:v>
                </c:pt>
                <c:pt idx="48">
                  <c:v>6.0396099999999996E-6</c:v>
                </c:pt>
                <c:pt idx="49">
                  <c:v>6.05044E-6</c:v>
                </c:pt>
                <c:pt idx="50">
                  <c:v>6.0615999999999997E-6</c:v>
                </c:pt>
                <c:pt idx="51">
                  <c:v>6.07249E-6</c:v>
                </c:pt>
                <c:pt idx="52">
                  <c:v>6.0825900000000002E-6</c:v>
                </c:pt>
                <c:pt idx="53">
                  <c:v>6.0923199999999998E-6</c:v>
                </c:pt>
                <c:pt idx="54">
                  <c:v>6.1026300000000002E-6</c:v>
                </c:pt>
                <c:pt idx="55">
                  <c:v>6.1132299999999997E-6</c:v>
                </c:pt>
                <c:pt idx="56">
                  <c:v>6.1232299999999996E-6</c:v>
                </c:pt>
                <c:pt idx="57">
                  <c:v>6.1333299999999998E-6</c:v>
                </c:pt>
                <c:pt idx="58">
                  <c:v>6.1433600000000001E-6</c:v>
                </c:pt>
                <c:pt idx="59">
                  <c:v>6.15307E-6</c:v>
                </c:pt>
                <c:pt idx="60">
                  <c:v>6.1630699999999999E-6</c:v>
                </c:pt>
                <c:pt idx="61">
                  <c:v>6.1734699999999999E-6</c:v>
                </c:pt>
                <c:pt idx="62">
                  <c:v>6.1840999999999998E-6</c:v>
                </c:pt>
                <c:pt idx="63">
                  <c:v>6.1948100000000002E-6</c:v>
                </c:pt>
                <c:pt idx="64">
                  <c:v>6.2055400000000004E-6</c:v>
                </c:pt>
                <c:pt idx="65">
                  <c:v>6.2163799999999998E-6</c:v>
                </c:pt>
                <c:pt idx="66">
                  <c:v>6.2268600000000002E-6</c:v>
                </c:pt>
                <c:pt idx="67">
                  <c:v>6.2375099999999998E-6</c:v>
                </c:pt>
                <c:pt idx="68">
                  <c:v>6.2481299999999999E-6</c:v>
                </c:pt>
                <c:pt idx="69">
                  <c:v>6.2580400000000003E-6</c:v>
                </c:pt>
                <c:pt idx="70">
                  <c:v>6.2685000000000002E-6</c:v>
                </c:pt>
                <c:pt idx="71">
                  <c:v>6.2794499999999997E-6</c:v>
                </c:pt>
                <c:pt idx="72">
                  <c:v>6.2899700000000004E-6</c:v>
                </c:pt>
                <c:pt idx="73">
                  <c:v>6.3006299999999998E-6</c:v>
                </c:pt>
                <c:pt idx="74">
                  <c:v>6.31165E-6</c:v>
                </c:pt>
                <c:pt idx="75">
                  <c:v>6.3217900000000003E-6</c:v>
                </c:pt>
                <c:pt idx="76">
                  <c:v>6.3312399999999999E-6</c:v>
                </c:pt>
                <c:pt idx="77">
                  <c:v>6.3410599999999999E-6</c:v>
                </c:pt>
                <c:pt idx="78">
                  <c:v>6.3514900000000002E-6</c:v>
                </c:pt>
                <c:pt idx="79">
                  <c:v>6.3625300000000001E-6</c:v>
                </c:pt>
                <c:pt idx="80">
                  <c:v>6.3740700000000001E-6</c:v>
                </c:pt>
                <c:pt idx="81">
                  <c:v>6.3847799999999997E-6</c:v>
                </c:pt>
                <c:pt idx="82">
                  <c:v>6.3943199999999996E-6</c:v>
                </c:pt>
                <c:pt idx="83">
                  <c:v>6.4038700000000002E-6</c:v>
                </c:pt>
                <c:pt idx="84">
                  <c:v>6.4139200000000002E-6</c:v>
                </c:pt>
                <c:pt idx="85">
                  <c:v>6.42433E-6</c:v>
                </c:pt>
                <c:pt idx="86">
                  <c:v>6.4352599999999998E-6</c:v>
                </c:pt>
                <c:pt idx="87">
                  <c:v>6.4457699999999998E-6</c:v>
                </c:pt>
                <c:pt idx="88">
                  <c:v>6.4560399999999999E-6</c:v>
                </c:pt>
                <c:pt idx="89">
                  <c:v>6.4669300000000003E-6</c:v>
                </c:pt>
                <c:pt idx="90">
                  <c:v>6.4774199999999997E-6</c:v>
                </c:pt>
                <c:pt idx="91">
                  <c:v>6.4880800000000001E-6</c:v>
                </c:pt>
                <c:pt idx="92">
                  <c:v>6.4994900000000003E-6</c:v>
                </c:pt>
                <c:pt idx="93">
                  <c:v>6.5109599999999997E-6</c:v>
                </c:pt>
                <c:pt idx="94">
                  <c:v>6.5219399999999996E-6</c:v>
                </c:pt>
                <c:pt idx="95">
                  <c:v>6.5322699999999997E-6</c:v>
                </c:pt>
                <c:pt idx="96">
                  <c:v>6.5420799999999999E-6</c:v>
                </c:pt>
                <c:pt idx="97">
                  <c:v>6.55212E-6</c:v>
                </c:pt>
                <c:pt idx="98">
                  <c:v>6.5634200000000003E-6</c:v>
                </c:pt>
                <c:pt idx="99">
                  <c:v>6.5748500000000002E-6</c:v>
                </c:pt>
                <c:pt idx="100">
                  <c:v>6.5855300000000003E-6</c:v>
                </c:pt>
                <c:pt idx="101">
                  <c:v>6.5962499999999997E-6</c:v>
                </c:pt>
                <c:pt idx="102">
                  <c:v>6.6068799999999997E-6</c:v>
                </c:pt>
                <c:pt idx="103">
                  <c:v>6.61829E-6</c:v>
                </c:pt>
                <c:pt idx="104">
                  <c:v>6.6296500000000001E-6</c:v>
                </c:pt>
                <c:pt idx="105">
                  <c:v>6.6403099999999996E-6</c:v>
                </c:pt>
                <c:pt idx="106">
                  <c:v>6.6515200000000003E-6</c:v>
                </c:pt>
                <c:pt idx="107">
                  <c:v>6.6632099999999999E-6</c:v>
                </c:pt>
                <c:pt idx="108">
                  <c:v>6.6753700000000001E-6</c:v>
                </c:pt>
                <c:pt idx="109">
                  <c:v>6.68698E-6</c:v>
                </c:pt>
                <c:pt idx="110">
                  <c:v>6.6973199999999999E-6</c:v>
                </c:pt>
                <c:pt idx="111">
                  <c:v>6.7079300000000002E-6</c:v>
                </c:pt>
                <c:pt idx="112">
                  <c:v>6.7193299999999998E-6</c:v>
                </c:pt>
                <c:pt idx="113">
                  <c:v>6.73109E-6</c:v>
                </c:pt>
                <c:pt idx="114">
                  <c:v>6.7426700000000003E-6</c:v>
                </c:pt>
                <c:pt idx="115">
                  <c:v>6.7540900000000004E-6</c:v>
                </c:pt>
                <c:pt idx="116">
                  <c:v>6.7658499999999998E-6</c:v>
                </c:pt>
                <c:pt idx="117">
                  <c:v>6.7772400000000004E-6</c:v>
                </c:pt>
                <c:pt idx="118">
                  <c:v>6.7885000000000003E-6</c:v>
                </c:pt>
                <c:pt idx="119">
                  <c:v>6.8007E-6</c:v>
                </c:pt>
                <c:pt idx="120">
                  <c:v>6.8127300000000004E-6</c:v>
                </c:pt>
                <c:pt idx="121">
                  <c:v>6.8241999999999998E-6</c:v>
                </c:pt>
                <c:pt idx="122">
                  <c:v>6.8359899999999996E-6</c:v>
                </c:pt>
                <c:pt idx="123">
                  <c:v>6.8479699999999999E-6</c:v>
                </c:pt>
                <c:pt idx="124">
                  <c:v>6.8600299999999999E-6</c:v>
                </c:pt>
                <c:pt idx="125">
                  <c:v>6.8723000000000003E-6</c:v>
                </c:pt>
                <c:pt idx="126">
                  <c:v>6.8842600000000001E-6</c:v>
                </c:pt>
                <c:pt idx="127">
                  <c:v>6.8963000000000004E-6</c:v>
                </c:pt>
                <c:pt idx="128">
                  <c:v>6.9083700000000002E-6</c:v>
                </c:pt>
                <c:pt idx="129">
                  <c:v>6.9199600000000004E-6</c:v>
                </c:pt>
                <c:pt idx="130">
                  <c:v>6.9324800000000004E-6</c:v>
                </c:pt>
                <c:pt idx="131">
                  <c:v>6.9453999999999996E-6</c:v>
                </c:pt>
                <c:pt idx="132">
                  <c:v>6.9581700000000002E-6</c:v>
                </c:pt>
                <c:pt idx="133">
                  <c:v>6.9707799999999997E-6</c:v>
                </c:pt>
                <c:pt idx="134">
                  <c:v>6.98374E-6</c:v>
                </c:pt>
                <c:pt idx="135">
                  <c:v>6.9968200000000002E-6</c:v>
                </c:pt>
                <c:pt idx="136">
                  <c:v>7.0094299999999997E-6</c:v>
                </c:pt>
                <c:pt idx="137">
                  <c:v>7.0218999999999996E-6</c:v>
                </c:pt>
                <c:pt idx="138">
                  <c:v>7.0348099999999998E-6</c:v>
                </c:pt>
                <c:pt idx="139">
                  <c:v>7.0487599999999999E-6</c:v>
                </c:pt>
                <c:pt idx="140">
                  <c:v>7.0622699999999997E-6</c:v>
                </c:pt>
                <c:pt idx="141">
                  <c:v>7.0747299999999998E-6</c:v>
                </c:pt>
                <c:pt idx="142">
                  <c:v>7.0880300000000001E-6</c:v>
                </c:pt>
                <c:pt idx="143">
                  <c:v>7.1020199999999996E-6</c:v>
                </c:pt>
                <c:pt idx="144">
                  <c:v>7.1157399999999997E-6</c:v>
                </c:pt>
                <c:pt idx="145">
                  <c:v>7.1298599999999999E-6</c:v>
                </c:pt>
                <c:pt idx="146">
                  <c:v>7.1442199999999998E-6</c:v>
                </c:pt>
                <c:pt idx="147">
                  <c:v>7.1585600000000001E-6</c:v>
                </c:pt>
                <c:pt idx="148">
                  <c:v>7.1727900000000003E-6</c:v>
                </c:pt>
                <c:pt idx="149">
                  <c:v>7.1861900000000001E-6</c:v>
                </c:pt>
                <c:pt idx="150">
                  <c:v>7.1994099999999999E-6</c:v>
                </c:pt>
                <c:pt idx="151">
                  <c:v>7.2134700000000001E-6</c:v>
                </c:pt>
                <c:pt idx="152">
                  <c:v>7.2277999999999996E-6</c:v>
                </c:pt>
                <c:pt idx="153">
                  <c:v>7.24173E-6</c:v>
                </c:pt>
                <c:pt idx="154">
                  <c:v>7.2554299999999996E-6</c:v>
                </c:pt>
                <c:pt idx="155">
                  <c:v>7.2699499999999997E-6</c:v>
                </c:pt>
                <c:pt idx="156">
                  <c:v>7.2844400000000003E-6</c:v>
                </c:pt>
                <c:pt idx="157">
                  <c:v>7.29882E-6</c:v>
                </c:pt>
                <c:pt idx="158">
                  <c:v>7.3139600000000004E-6</c:v>
                </c:pt>
                <c:pt idx="159">
                  <c:v>7.3289500000000004E-6</c:v>
                </c:pt>
                <c:pt idx="160">
                  <c:v>7.3437999999999999E-6</c:v>
                </c:pt>
                <c:pt idx="161">
                  <c:v>7.3583000000000003E-6</c:v>
                </c:pt>
                <c:pt idx="162">
                  <c:v>7.3735800000000003E-6</c:v>
                </c:pt>
                <c:pt idx="163">
                  <c:v>7.3894199999999996E-6</c:v>
                </c:pt>
                <c:pt idx="164">
                  <c:v>7.4042500000000003E-6</c:v>
                </c:pt>
                <c:pt idx="165">
                  <c:v>7.4194399999999999E-6</c:v>
                </c:pt>
                <c:pt idx="166">
                  <c:v>7.4351500000000003E-6</c:v>
                </c:pt>
                <c:pt idx="167">
                  <c:v>7.4511300000000001E-6</c:v>
                </c:pt>
                <c:pt idx="168">
                  <c:v>7.4676000000000003E-6</c:v>
                </c:pt>
                <c:pt idx="169">
                  <c:v>7.4838399999999997E-6</c:v>
                </c:pt>
                <c:pt idx="170">
                  <c:v>7.5003900000000004E-6</c:v>
                </c:pt>
                <c:pt idx="171">
                  <c:v>7.5170600000000002E-6</c:v>
                </c:pt>
                <c:pt idx="172">
                  <c:v>7.5333499999999996E-6</c:v>
                </c:pt>
                <c:pt idx="173">
                  <c:v>7.5499299999999999E-6</c:v>
                </c:pt>
                <c:pt idx="174">
                  <c:v>7.5666999999999999E-6</c:v>
                </c:pt>
                <c:pt idx="175">
                  <c:v>7.5835299999999999E-6</c:v>
                </c:pt>
                <c:pt idx="176">
                  <c:v>7.6002800000000002E-6</c:v>
                </c:pt>
                <c:pt idx="177">
                  <c:v>7.6170099999999999E-6</c:v>
                </c:pt>
                <c:pt idx="178">
                  <c:v>7.6341300000000007E-6</c:v>
                </c:pt>
                <c:pt idx="179">
                  <c:v>7.6516699999999995E-6</c:v>
                </c:pt>
                <c:pt idx="180">
                  <c:v>7.6689599999999995E-6</c:v>
                </c:pt>
                <c:pt idx="181">
                  <c:v>7.68667E-6</c:v>
                </c:pt>
                <c:pt idx="182">
                  <c:v>7.7053000000000006E-6</c:v>
                </c:pt>
                <c:pt idx="183">
                  <c:v>7.7234499999999997E-6</c:v>
                </c:pt>
                <c:pt idx="184">
                  <c:v>7.7407500000000004E-6</c:v>
                </c:pt>
                <c:pt idx="185">
                  <c:v>7.7584500000000002E-6</c:v>
                </c:pt>
                <c:pt idx="186">
                  <c:v>7.7770800000000008E-6</c:v>
                </c:pt>
                <c:pt idx="187">
                  <c:v>7.7961300000000002E-6</c:v>
                </c:pt>
                <c:pt idx="188">
                  <c:v>7.8144200000000006E-6</c:v>
                </c:pt>
                <c:pt idx="189">
                  <c:v>7.8328500000000007E-6</c:v>
                </c:pt>
                <c:pt idx="190">
                  <c:v>7.85243E-6</c:v>
                </c:pt>
                <c:pt idx="191">
                  <c:v>7.8727800000000005E-6</c:v>
                </c:pt>
                <c:pt idx="192">
                  <c:v>7.8931000000000007E-6</c:v>
                </c:pt>
                <c:pt idx="193">
                  <c:v>7.9119100000000003E-6</c:v>
                </c:pt>
                <c:pt idx="194">
                  <c:v>7.9305100000000004E-6</c:v>
                </c:pt>
                <c:pt idx="195">
                  <c:v>7.9498499999999998E-6</c:v>
                </c:pt>
                <c:pt idx="196">
                  <c:v>7.9694300000000007E-6</c:v>
                </c:pt>
                <c:pt idx="197">
                  <c:v>7.9885899999999994E-6</c:v>
                </c:pt>
                <c:pt idx="198">
                  <c:v>8.0081099999999995E-6</c:v>
                </c:pt>
                <c:pt idx="199">
                  <c:v>8.0289399999999997E-6</c:v>
                </c:pt>
                <c:pt idx="200">
                  <c:v>8.0495199999999995E-6</c:v>
                </c:pt>
                <c:pt idx="201">
                  <c:v>8.0700099999999997E-6</c:v>
                </c:pt>
                <c:pt idx="202">
                  <c:v>8.0910600000000001E-6</c:v>
                </c:pt>
                <c:pt idx="203">
                  <c:v>8.1120100000000003E-6</c:v>
                </c:pt>
                <c:pt idx="204">
                  <c:v>8.1333200000000003E-6</c:v>
                </c:pt>
                <c:pt idx="205">
                  <c:v>8.15545E-6</c:v>
                </c:pt>
                <c:pt idx="206">
                  <c:v>8.1772500000000004E-6</c:v>
                </c:pt>
                <c:pt idx="207">
                  <c:v>8.1988399999999996E-6</c:v>
                </c:pt>
                <c:pt idx="208">
                  <c:v>8.2210600000000005E-6</c:v>
                </c:pt>
                <c:pt idx="209">
                  <c:v>8.2428000000000001E-6</c:v>
                </c:pt>
                <c:pt idx="210">
                  <c:v>8.2644699999999998E-6</c:v>
                </c:pt>
                <c:pt idx="211">
                  <c:v>8.2876100000000008E-6</c:v>
                </c:pt>
                <c:pt idx="212">
                  <c:v>8.3116399999999996E-6</c:v>
                </c:pt>
                <c:pt idx="213">
                  <c:v>8.3352699999999992E-6</c:v>
                </c:pt>
                <c:pt idx="214">
                  <c:v>8.3585699999999995E-6</c:v>
                </c:pt>
                <c:pt idx="215">
                  <c:v>8.3821500000000007E-6</c:v>
                </c:pt>
                <c:pt idx="216">
                  <c:v>8.4063299999999999E-6</c:v>
                </c:pt>
                <c:pt idx="217">
                  <c:v>8.4303100000000003E-6</c:v>
                </c:pt>
                <c:pt idx="218">
                  <c:v>8.4542199999999992E-6</c:v>
                </c:pt>
                <c:pt idx="219">
                  <c:v>8.4786099999999994E-6</c:v>
                </c:pt>
                <c:pt idx="220">
                  <c:v>8.5035499999999992E-6</c:v>
                </c:pt>
                <c:pt idx="221">
                  <c:v>8.5296700000000003E-6</c:v>
                </c:pt>
                <c:pt idx="222">
                  <c:v>8.5554999999999997E-6</c:v>
                </c:pt>
                <c:pt idx="223">
                  <c:v>8.58052E-6</c:v>
                </c:pt>
                <c:pt idx="224">
                  <c:v>8.6059699999999999E-6</c:v>
                </c:pt>
                <c:pt idx="225">
                  <c:v>8.6323599999999995E-6</c:v>
                </c:pt>
                <c:pt idx="226">
                  <c:v>8.6597699999999993E-6</c:v>
                </c:pt>
                <c:pt idx="227">
                  <c:v>8.6872099999999995E-6</c:v>
                </c:pt>
                <c:pt idx="228">
                  <c:v>8.7142599999999995E-6</c:v>
                </c:pt>
                <c:pt idx="229">
                  <c:v>8.7419899999999996E-6</c:v>
                </c:pt>
                <c:pt idx="230">
                  <c:v>8.7699299999999992E-6</c:v>
                </c:pt>
                <c:pt idx="231">
                  <c:v>8.7978500000000008E-6</c:v>
                </c:pt>
                <c:pt idx="232">
                  <c:v>8.8258600000000002E-6</c:v>
                </c:pt>
                <c:pt idx="233">
                  <c:v>8.8542999999999992E-6</c:v>
                </c:pt>
                <c:pt idx="234">
                  <c:v>8.8836799999999996E-6</c:v>
                </c:pt>
                <c:pt idx="235">
                  <c:v>8.9134699999999999E-6</c:v>
                </c:pt>
                <c:pt idx="236">
                  <c:v>8.9437000000000004E-6</c:v>
                </c:pt>
                <c:pt idx="237">
                  <c:v>8.9743699999999996E-6</c:v>
                </c:pt>
                <c:pt idx="238">
                  <c:v>9.0053800000000005E-6</c:v>
                </c:pt>
                <c:pt idx="239">
                  <c:v>9.0368199999999993E-6</c:v>
                </c:pt>
                <c:pt idx="240">
                  <c:v>9.0683799999999997E-6</c:v>
                </c:pt>
                <c:pt idx="241">
                  <c:v>9.1004000000000001E-6</c:v>
                </c:pt>
                <c:pt idx="242">
                  <c:v>9.1325600000000002E-6</c:v>
                </c:pt>
                <c:pt idx="243">
                  <c:v>9.1647700000000003E-6</c:v>
                </c:pt>
                <c:pt idx="244">
                  <c:v>9.1973900000000004E-6</c:v>
                </c:pt>
                <c:pt idx="245">
                  <c:v>9.2302599999999993E-6</c:v>
                </c:pt>
                <c:pt idx="246">
                  <c:v>9.2641899999999995E-6</c:v>
                </c:pt>
                <c:pt idx="247">
                  <c:v>9.2988899999999993E-6</c:v>
                </c:pt>
                <c:pt idx="248">
                  <c:v>9.3340299999999995E-6</c:v>
                </c:pt>
                <c:pt idx="249">
                  <c:v>9.3693199999999999E-6</c:v>
                </c:pt>
                <c:pt idx="250">
                  <c:v>9.4045699999999993E-6</c:v>
                </c:pt>
                <c:pt idx="251">
                  <c:v>9.44059E-6</c:v>
                </c:pt>
                <c:pt idx="252">
                  <c:v>9.4776700000000003E-6</c:v>
                </c:pt>
                <c:pt idx="253">
                  <c:v>9.5147099999999996E-6</c:v>
                </c:pt>
                <c:pt idx="254">
                  <c:v>9.5520200000000007E-6</c:v>
                </c:pt>
                <c:pt idx="255">
                  <c:v>9.5902300000000005E-6</c:v>
                </c:pt>
                <c:pt idx="256">
                  <c:v>9.6288399999999994E-6</c:v>
                </c:pt>
                <c:pt idx="257">
                  <c:v>9.6683700000000001E-6</c:v>
                </c:pt>
                <c:pt idx="258">
                  <c:v>9.7078099999999995E-6</c:v>
                </c:pt>
                <c:pt idx="259">
                  <c:v>9.74683E-6</c:v>
                </c:pt>
                <c:pt idx="260">
                  <c:v>9.7868900000000004E-6</c:v>
                </c:pt>
                <c:pt idx="261">
                  <c:v>9.82781E-6</c:v>
                </c:pt>
                <c:pt idx="262">
                  <c:v>9.8694000000000007E-6</c:v>
                </c:pt>
                <c:pt idx="263">
                  <c:v>9.9119200000000005E-6</c:v>
                </c:pt>
                <c:pt idx="264">
                  <c:v>9.9546499999999996E-6</c:v>
                </c:pt>
                <c:pt idx="265">
                  <c:v>9.9979400000000007E-6</c:v>
                </c:pt>
                <c:pt idx="266">
                  <c:v>1.0042599999999999E-5</c:v>
                </c:pt>
                <c:pt idx="267">
                  <c:v>1.0087300000000001E-5</c:v>
                </c:pt>
                <c:pt idx="268">
                  <c:v>1.01316E-5</c:v>
                </c:pt>
                <c:pt idx="269">
                  <c:v>1.0177799999999999E-5</c:v>
                </c:pt>
                <c:pt idx="270">
                  <c:v>1.0224700000000001E-5</c:v>
                </c:pt>
                <c:pt idx="271">
                  <c:v>1.02714E-5</c:v>
                </c:pt>
                <c:pt idx="272">
                  <c:v>1.03187E-5</c:v>
                </c:pt>
                <c:pt idx="273">
                  <c:v>1.0366299999999999E-5</c:v>
                </c:pt>
                <c:pt idx="274">
                  <c:v>1.04153E-5</c:v>
                </c:pt>
                <c:pt idx="275">
                  <c:v>1.0465999999999999E-5</c:v>
                </c:pt>
                <c:pt idx="276">
                  <c:v>1.05167E-5</c:v>
                </c:pt>
                <c:pt idx="277">
                  <c:v>1.05681E-5</c:v>
                </c:pt>
                <c:pt idx="278">
                  <c:v>1.06199E-5</c:v>
                </c:pt>
                <c:pt idx="279">
                  <c:v>1.06718E-5</c:v>
                </c:pt>
                <c:pt idx="280">
                  <c:v>1.0724799999999999E-5</c:v>
                </c:pt>
                <c:pt idx="281">
                  <c:v>1.07783E-5</c:v>
                </c:pt>
                <c:pt idx="282">
                  <c:v>1.08324E-5</c:v>
                </c:pt>
                <c:pt idx="283">
                  <c:v>1.0887600000000001E-5</c:v>
                </c:pt>
                <c:pt idx="284">
                  <c:v>1.09445E-5</c:v>
                </c:pt>
                <c:pt idx="285">
                  <c:v>1.1002700000000001E-5</c:v>
                </c:pt>
                <c:pt idx="286">
                  <c:v>1.10612E-5</c:v>
                </c:pt>
                <c:pt idx="287">
                  <c:v>1.112E-5</c:v>
                </c:pt>
                <c:pt idx="288">
                  <c:v>1.1179899999999999E-5</c:v>
                </c:pt>
                <c:pt idx="289">
                  <c:v>1.12406E-5</c:v>
                </c:pt>
                <c:pt idx="290">
                  <c:v>1.1301800000000001E-5</c:v>
                </c:pt>
                <c:pt idx="291">
                  <c:v>1.1364300000000001E-5</c:v>
                </c:pt>
                <c:pt idx="292">
                  <c:v>1.14273E-5</c:v>
                </c:pt>
                <c:pt idx="293">
                  <c:v>1.14909E-5</c:v>
                </c:pt>
                <c:pt idx="294">
                  <c:v>1.15563E-5</c:v>
                </c:pt>
                <c:pt idx="295">
                  <c:v>1.16227E-5</c:v>
                </c:pt>
                <c:pt idx="296">
                  <c:v>1.16899E-5</c:v>
                </c:pt>
                <c:pt idx="297">
                  <c:v>1.1757600000000001E-5</c:v>
                </c:pt>
                <c:pt idx="298">
                  <c:v>1.1826300000000001E-5</c:v>
                </c:pt>
                <c:pt idx="299">
                  <c:v>1.1896799999999999E-5</c:v>
                </c:pt>
                <c:pt idx="300">
                  <c:v>1.1968500000000001E-5</c:v>
                </c:pt>
                <c:pt idx="301">
                  <c:v>1.20393E-5</c:v>
                </c:pt>
                <c:pt idx="302">
                  <c:v>1.2109999999999999E-5</c:v>
                </c:pt>
                <c:pt idx="303">
                  <c:v>1.2182599999999999E-5</c:v>
                </c:pt>
                <c:pt idx="304">
                  <c:v>1.22577E-5</c:v>
                </c:pt>
                <c:pt idx="305">
                  <c:v>1.23344E-5</c:v>
                </c:pt>
                <c:pt idx="306">
                  <c:v>1.24116E-5</c:v>
                </c:pt>
                <c:pt idx="307">
                  <c:v>1.24899E-5</c:v>
                </c:pt>
                <c:pt idx="308">
                  <c:v>1.2569699999999999E-5</c:v>
                </c:pt>
                <c:pt idx="309">
                  <c:v>1.26504E-5</c:v>
                </c:pt>
                <c:pt idx="310">
                  <c:v>1.27323E-5</c:v>
                </c:pt>
                <c:pt idx="311">
                  <c:v>1.2815200000000001E-5</c:v>
                </c:pt>
                <c:pt idx="312">
                  <c:v>1.28983E-5</c:v>
                </c:pt>
                <c:pt idx="313">
                  <c:v>1.2982200000000001E-5</c:v>
                </c:pt>
                <c:pt idx="314">
                  <c:v>1.30683E-5</c:v>
                </c:pt>
                <c:pt idx="315">
                  <c:v>1.31563E-5</c:v>
                </c:pt>
                <c:pt idx="316">
                  <c:v>1.3245600000000001E-5</c:v>
                </c:pt>
                <c:pt idx="317">
                  <c:v>1.3336199999999999E-5</c:v>
                </c:pt>
                <c:pt idx="318">
                  <c:v>1.34276E-5</c:v>
                </c:pt>
                <c:pt idx="319">
                  <c:v>1.3519800000000001E-5</c:v>
                </c:pt>
                <c:pt idx="320">
                  <c:v>1.3613400000000001E-5</c:v>
                </c:pt>
                <c:pt idx="321">
                  <c:v>1.37088E-5</c:v>
                </c:pt>
                <c:pt idx="322">
                  <c:v>1.3805099999999999E-5</c:v>
                </c:pt>
                <c:pt idx="323">
                  <c:v>1.3902399999999999E-5</c:v>
                </c:pt>
                <c:pt idx="324">
                  <c:v>1.40022E-5</c:v>
                </c:pt>
                <c:pt idx="325">
                  <c:v>1.41038E-5</c:v>
                </c:pt>
                <c:pt idx="326">
                  <c:v>1.42062E-5</c:v>
                </c:pt>
                <c:pt idx="327">
                  <c:v>1.4309599999999999E-5</c:v>
                </c:pt>
                <c:pt idx="328">
                  <c:v>1.4414500000000001E-5</c:v>
                </c:pt>
                <c:pt idx="329">
                  <c:v>1.45216E-5</c:v>
                </c:pt>
                <c:pt idx="330">
                  <c:v>1.4630299999999999E-5</c:v>
                </c:pt>
                <c:pt idx="331">
                  <c:v>1.4739700000000001E-5</c:v>
                </c:pt>
                <c:pt idx="332">
                  <c:v>1.4850200000000001E-5</c:v>
                </c:pt>
                <c:pt idx="333">
                  <c:v>1.49627E-5</c:v>
                </c:pt>
                <c:pt idx="334">
                  <c:v>1.5077400000000001E-5</c:v>
                </c:pt>
                <c:pt idx="335">
                  <c:v>1.5194000000000001E-5</c:v>
                </c:pt>
                <c:pt idx="336">
                  <c:v>1.5312099999999999E-5</c:v>
                </c:pt>
                <c:pt idx="337">
                  <c:v>1.5431399999999999E-5</c:v>
                </c:pt>
                <c:pt idx="338">
                  <c:v>1.5551999999999999E-5</c:v>
                </c:pt>
                <c:pt idx="339">
                  <c:v>1.56745E-5</c:v>
                </c:pt>
                <c:pt idx="340">
                  <c:v>1.57994E-5</c:v>
                </c:pt>
                <c:pt idx="341">
                  <c:v>1.5925300000000001E-5</c:v>
                </c:pt>
                <c:pt idx="342">
                  <c:v>1.60529E-5</c:v>
                </c:pt>
                <c:pt idx="343">
                  <c:v>1.6183799999999999E-5</c:v>
                </c:pt>
                <c:pt idx="344">
                  <c:v>1.6316100000000001E-5</c:v>
                </c:pt>
                <c:pt idx="345">
                  <c:v>1.6449000000000001E-5</c:v>
                </c:pt>
                <c:pt idx="346">
                  <c:v>1.6584800000000001E-5</c:v>
                </c:pt>
                <c:pt idx="347">
                  <c:v>1.6722799999999999E-5</c:v>
                </c:pt>
                <c:pt idx="348">
                  <c:v>1.6861999999999999E-5</c:v>
                </c:pt>
                <c:pt idx="349">
                  <c:v>1.7003E-5</c:v>
                </c:pt>
                <c:pt idx="350">
                  <c:v>1.7146000000000002E-5</c:v>
                </c:pt>
                <c:pt idx="351">
                  <c:v>1.7290299999999999E-5</c:v>
                </c:pt>
                <c:pt idx="352">
                  <c:v>1.74372E-5</c:v>
                </c:pt>
                <c:pt idx="353">
                  <c:v>1.75874E-5</c:v>
                </c:pt>
                <c:pt idx="354">
                  <c:v>1.7738900000000001E-5</c:v>
                </c:pt>
                <c:pt idx="355">
                  <c:v>1.78917E-5</c:v>
                </c:pt>
                <c:pt idx="356">
                  <c:v>1.8047299999999999E-5</c:v>
                </c:pt>
                <c:pt idx="357">
                  <c:v>1.8205700000000001E-5</c:v>
                </c:pt>
                <c:pt idx="358">
                  <c:v>1.8366400000000001E-5</c:v>
                </c:pt>
                <c:pt idx="359">
                  <c:v>1.8528600000000001E-5</c:v>
                </c:pt>
                <c:pt idx="360">
                  <c:v>1.8692899999999999E-5</c:v>
                </c:pt>
                <c:pt idx="361">
                  <c:v>1.8859500000000001E-5</c:v>
                </c:pt>
                <c:pt idx="362">
                  <c:v>1.9028299999999999E-5</c:v>
                </c:pt>
                <c:pt idx="363">
                  <c:v>1.9200099999999999E-5</c:v>
                </c:pt>
                <c:pt idx="364">
                  <c:v>1.9373700000000001E-5</c:v>
                </c:pt>
                <c:pt idx="365">
                  <c:v>1.9550100000000001E-5</c:v>
                </c:pt>
                <c:pt idx="366">
                  <c:v>1.9729699999999998E-5</c:v>
                </c:pt>
                <c:pt idx="367">
                  <c:v>1.9911E-5</c:v>
                </c:pt>
                <c:pt idx="368">
                  <c:v>2.00952E-5</c:v>
                </c:pt>
                <c:pt idx="369">
                  <c:v>2.0282400000000001E-5</c:v>
                </c:pt>
                <c:pt idx="370">
                  <c:v>2.0471000000000001E-5</c:v>
                </c:pt>
                <c:pt idx="371">
                  <c:v>2.06608E-5</c:v>
                </c:pt>
                <c:pt idx="372">
                  <c:v>2.0854300000000001E-5</c:v>
                </c:pt>
                <c:pt idx="373">
                  <c:v>2.1051199999999999E-5</c:v>
                </c:pt>
                <c:pt idx="374">
                  <c:v>2.12493E-5</c:v>
                </c:pt>
                <c:pt idx="375">
                  <c:v>2.1449400000000002E-5</c:v>
                </c:pt>
                <c:pt idx="376">
                  <c:v>2.16528E-5</c:v>
                </c:pt>
                <c:pt idx="377">
                  <c:v>2.18595E-5</c:v>
                </c:pt>
                <c:pt idx="378">
                  <c:v>2.2068500000000001E-5</c:v>
                </c:pt>
                <c:pt idx="379">
                  <c:v>2.2279399999999999E-5</c:v>
                </c:pt>
                <c:pt idx="380">
                  <c:v>2.2492899999999999E-5</c:v>
                </c:pt>
                <c:pt idx="381">
                  <c:v>2.27095E-5</c:v>
                </c:pt>
                <c:pt idx="382">
                  <c:v>2.29304E-5</c:v>
                </c:pt>
                <c:pt idx="383">
                  <c:v>2.31545E-5</c:v>
                </c:pt>
                <c:pt idx="384">
                  <c:v>2.338E-5</c:v>
                </c:pt>
                <c:pt idx="385">
                  <c:v>2.3608000000000002E-5</c:v>
                </c:pt>
                <c:pt idx="386">
                  <c:v>2.38388E-5</c:v>
                </c:pt>
                <c:pt idx="387">
                  <c:v>2.4073299999999999E-5</c:v>
                </c:pt>
                <c:pt idx="388">
                  <c:v>2.4311199999999999E-5</c:v>
                </c:pt>
                <c:pt idx="389">
                  <c:v>2.4551099999999999E-5</c:v>
                </c:pt>
                <c:pt idx="390">
                  <c:v>2.4793000000000001E-5</c:v>
                </c:pt>
                <c:pt idx="391">
                  <c:v>2.5037599999999999E-5</c:v>
                </c:pt>
                <c:pt idx="392">
                  <c:v>2.5286199999999999E-5</c:v>
                </c:pt>
                <c:pt idx="393">
                  <c:v>2.5537500000000001E-5</c:v>
                </c:pt>
                <c:pt idx="394">
                  <c:v>2.57907E-5</c:v>
                </c:pt>
                <c:pt idx="395">
                  <c:v>2.6046799999999999E-5</c:v>
                </c:pt>
                <c:pt idx="396">
                  <c:v>2.6305700000000001E-5</c:v>
                </c:pt>
                <c:pt idx="397">
                  <c:v>2.6568100000000001E-5</c:v>
                </c:pt>
                <c:pt idx="398">
                  <c:v>2.68335E-5</c:v>
                </c:pt>
                <c:pt idx="399">
                  <c:v>2.71011E-5</c:v>
                </c:pt>
                <c:pt idx="400">
                  <c:v>2.73713E-5</c:v>
                </c:pt>
                <c:pt idx="401">
                  <c:v>2.76449E-5</c:v>
                </c:pt>
                <c:pt idx="402">
                  <c:v>2.7922399999999999E-5</c:v>
                </c:pt>
                <c:pt idx="403">
                  <c:v>2.8203200000000001E-5</c:v>
                </c:pt>
                <c:pt idx="404">
                  <c:v>2.8485700000000001E-5</c:v>
                </c:pt>
                <c:pt idx="405">
                  <c:v>2.8770599999999999E-5</c:v>
                </c:pt>
                <c:pt idx="406">
                  <c:v>2.9059400000000002E-5</c:v>
                </c:pt>
                <c:pt idx="407">
                  <c:v>2.9351400000000002E-5</c:v>
                </c:pt>
                <c:pt idx="408">
                  <c:v>2.9644700000000001E-5</c:v>
                </c:pt>
                <c:pt idx="409">
                  <c:v>2.99393E-5</c:v>
                </c:pt>
                <c:pt idx="410">
                  <c:v>3.0236800000000002E-5</c:v>
                </c:pt>
                <c:pt idx="411">
                  <c:v>3.0537799999999998E-5</c:v>
                </c:pt>
                <c:pt idx="412">
                  <c:v>3.0842E-5</c:v>
                </c:pt>
                <c:pt idx="413">
                  <c:v>3.1148800000000002E-5</c:v>
                </c:pt>
                <c:pt idx="414">
                  <c:v>3.1458399999999997E-5</c:v>
                </c:pt>
                <c:pt idx="415">
                  <c:v>3.1779600000000003E-5</c:v>
                </c:pt>
                <c:pt idx="416">
                  <c:v>3.2125300000000002E-5</c:v>
                </c:pt>
                <c:pt idx="417">
                  <c:v>3.24703E-5</c:v>
                </c:pt>
                <c:pt idx="418">
                  <c:v>3.2793399999999997E-5</c:v>
                </c:pt>
                <c:pt idx="419">
                  <c:v>3.3110400000000001E-5</c:v>
                </c:pt>
                <c:pt idx="420">
                  <c:v>3.3429400000000002E-5</c:v>
                </c:pt>
                <c:pt idx="421">
                  <c:v>3.37527E-5</c:v>
                </c:pt>
                <c:pt idx="422">
                  <c:v>3.4080099999999999E-5</c:v>
                </c:pt>
                <c:pt idx="423">
                  <c:v>3.4410799999999999E-5</c:v>
                </c:pt>
                <c:pt idx="424">
                  <c:v>3.4744399999999999E-5</c:v>
                </c:pt>
                <c:pt idx="425">
                  <c:v>3.5080799999999998E-5</c:v>
                </c:pt>
                <c:pt idx="426">
                  <c:v>3.5420899999999998E-5</c:v>
                </c:pt>
                <c:pt idx="427">
                  <c:v>3.5762700000000002E-5</c:v>
                </c:pt>
                <c:pt idx="428">
                  <c:v>3.6106299999999997E-5</c:v>
                </c:pt>
                <c:pt idx="429">
                  <c:v>3.6452100000000003E-5</c:v>
                </c:pt>
                <c:pt idx="430">
                  <c:v>3.67999E-5</c:v>
                </c:pt>
                <c:pt idx="431">
                  <c:v>3.7150500000000003E-5</c:v>
                </c:pt>
                <c:pt idx="432">
                  <c:v>3.7503000000000003E-5</c:v>
                </c:pt>
                <c:pt idx="433">
                  <c:v>3.7858499999999997E-5</c:v>
                </c:pt>
                <c:pt idx="434">
                  <c:v>3.8216100000000002E-5</c:v>
                </c:pt>
                <c:pt idx="435">
                  <c:v>3.8574200000000001E-5</c:v>
                </c:pt>
                <c:pt idx="436">
                  <c:v>3.89352E-5</c:v>
                </c:pt>
                <c:pt idx="437">
                  <c:v>3.9298500000000003E-5</c:v>
                </c:pt>
                <c:pt idx="438">
                  <c:v>3.9662400000000002E-5</c:v>
                </c:pt>
                <c:pt idx="439">
                  <c:v>4.00262E-5</c:v>
                </c:pt>
                <c:pt idx="440">
                  <c:v>4.0391800000000002E-5</c:v>
                </c:pt>
                <c:pt idx="441">
                  <c:v>4.0762400000000001E-5</c:v>
                </c:pt>
                <c:pt idx="442">
                  <c:v>4.1135299999999999E-5</c:v>
                </c:pt>
                <c:pt idx="443">
                  <c:v>4.15067E-5</c:v>
                </c:pt>
                <c:pt idx="444">
                  <c:v>4.1877199999999999E-5</c:v>
                </c:pt>
                <c:pt idx="445">
                  <c:v>4.2249000000000002E-5</c:v>
                </c:pt>
                <c:pt idx="446">
                  <c:v>4.2623400000000003E-5</c:v>
                </c:pt>
                <c:pt idx="447">
                  <c:v>4.2998899999999999E-5</c:v>
                </c:pt>
                <c:pt idx="448">
                  <c:v>4.33732E-5</c:v>
                </c:pt>
                <c:pt idx="449">
                  <c:v>4.3745999999999998E-5</c:v>
                </c:pt>
                <c:pt idx="450">
                  <c:v>4.4120099999999998E-5</c:v>
                </c:pt>
                <c:pt idx="451">
                  <c:v>4.4497099999999998E-5</c:v>
                </c:pt>
                <c:pt idx="452">
                  <c:v>4.4874399999999998E-5</c:v>
                </c:pt>
                <c:pt idx="453">
                  <c:v>4.5250799999999997E-5</c:v>
                </c:pt>
                <c:pt idx="454">
                  <c:v>4.5626500000000001E-5</c:v>
                </c:pt>
                <c:pt idx="455">
                  <c:v>4.6002799999999999E-5</c:v>
                </c:pt>
                <c:pt idx="456">
                  <c:v>4.6380600000000001E-5</c:v>
                </c:pt>
                <c:pt idx="457">
                  <c:v>4.6758500000000003E-5</c:v>
                </c:pt>
                <c:pt idx="458">
                  <c:v>4.71373E-5</c:v>
                </c:pt>
                <c:pt idx="459">
                  <c:v>4.7515700000000003E-5</c:v>
                </c:pt>
                <c:pt idx="460">
                  <c:v>4.7893799999999999E-5</c:v>
                </c:pt>
                <c:pt idx="461">
                  <c:v>4.8272600000000003E-5</c:v>
                </c:pt>
                <c:pt idx="462">
                  <c:v>4.8649600000000003E-5</c:v>
                </c:pt>
                <c:pt idx="463">
                  <c:v>4.90256E-5</c:v>
                </c:pt>
                <c:pt idx="464">
                  <c:v>4.9401599999999998E-5</c:v>
                </c:pt>
                <c:pt idx="465">
                  <c:v>4.9777200000000002E-5</c:v>
                </c:pt>
                <c:pt idx="466">
                  <c:v>5.0152099999999997E-5</c:v>
                </c:pt>
                <c:pt idx="467">
                  <c:v>5.0524900000000001E-5</c:v>
                </c:pt>
                <c:pt idx="468">
                  <c:v>5.0896400000000003E-5</c:v>
                </c:pt>
                <c:pt idx="469">
                  <c:v>5.1267599999999997E-5</c:v>
                </c:pt>
                <c:pt idx="470">
                  <c:v>5.1640500000000001E-5</c:v>
                </c:pt>
                <c:pt idx="471">
                  <c:v>5.2013199999999999E-5</c:v>
                </c:pt>
                <c:pt idx="472">
                  <c:v>5.2383299999999997E-5</c:v>
                </c:pt>
                <c:pt idx="473">
                  <c:v>5.2751299999999998E-5</c:v>
                </c:pt>
                <c:pt idx="474">
                  <c:v>5.3118300000000003E-5</c:v>
                </c:pt>
                <c:pt idx="475">
                  <c:v>5.3484299999999999E-5</c:v>
                </c:pt>
                <c:pt idx="476">
                  <c:v>5.3847500000000002E-5</c:v>
                </c:pt>
                <c:pt idx="477">
                  <c:v>5.42081E-5</c:v>
                </c:pt>
                <c:pt idx="478">
                  <c:v>5.4566700000000001E-5</c:v>
                </c:pt>
                <c:pt idx="479">
                  <c:v>5.4922200000000001E-5</c:v>
                </c:pt>
                <c:pt idx="480">
                  <c:v>5.5276699999999999E-5</c:v>
                </c:pt>
                <c:pt idx="481">
                  <c:v>5.5630000000000001E-5</c:v>
                </c:pt>
                <c:pt idx="482">
                  <c:v>5.5980999999999998E-5</c:v>
                </c:pt>
                <c:pt idx="483">
                  <c:v>5.6329599999999997E-5</c:v>
                </c:pt>
                <c:pt idx="484">
                  <c:v>5.6675400000000003E-5</c:v>
                </c:pt>
                <c:pt idx="485">
                  <c:v>5.7019099999999998E-5</c:v>
                </c:pt>
                <c:pt idx="486">
                  <c:v>5.7358899999999997E-5</c:v>
                </c:pt>
                <c:pt idx="487">
                  <c:v>5.7694E-5</c:v>
                </c:pt>
                <c:pt idx="488">
                  <c:v>5.8025300000000002E-5</c:v>
                </c:pt>
                <c:pt idx="489">
                  <c:v>5.8353500000000003E-5</c:v>
                </c:pt>
                <c:pt idx="490">
                  <c:v>5.8677800000000003E-5</c:v>
                </c:pt>
                <c:pt idx="491">
                  <c:v>5.8999200000000003E-5</c:v>
                </c:pt>
                <c:pt idx="492">
                  <c:v>5.9317999999999997E-5</c:v>
                </c:pt>
                <c:pt idx="493">
                  <c:v>5.9632400000000002E-5</c:v>
                </c:pt>
                <c:pt idx="494">
                  <c:v>5.9943299999999999E-5</c:v>
                </c:pt>
                <c:pt idx="495">
                  <c:v>6.0252199999999999E-5</c:v>
                </c:pt>
                <c:pt idx="496">
                  <c:v>6.0557499999999997E-5</c:v>
                </c:pt>
                <c:pt idx="497">
                  <c:v>6.0856999999999997E-5</c:v>
                </c:pt>
                <c:pt idx="498">
                  <c:v>6.11491E-5</c:v>
                </c:pt>
                <c:pt idx="499">
                  <c:v>6.1437099999999995E-5</c:v>
                </c:pt>
                <c:pt idx="500">
                  <c:v>6.1725199999999996E-5</c:v>
                </c:pt>
                <c:pt idx="501">
                  <c:v>6.2009599999999997E-5</c:v>
                </c:pt>
                <c:pt idx="502">
                  <c:v>6.2288300000000005E-5</c:v>
                </c:pt>
                <c:pt idx="503">
                  <c:v>6.2562299999999996E-5</c:v>
                </c:pt>
                <c:pt idx="504">
                  <c:v>6.2833499999999994E-5</c:v>
                </c:pt>
                <c:pt idx="505">
                  <c:v>6.3100600000000004E-5</c:v>
                </c:pt>
                <c:pt idx="506">
                  <c:v>6.3359600000000002E-5</c:v>
                </c:pt>
                <c:pt idx="507">
                  <c:v>6.36118E-5</c:v>
                </c:pt>
                <c:pt idx="508">
                  <c:v>6.3858199999999998E-5</c:v>
                </c:pt>
                <c:pt idx="509">
                  <c:v>6.4100800000000001E-5</c:v>
                </c:pt>
                <c:pt idx="510">
                  <c:v>6.4340900000000006E-5</c:v>
                </c:pt>
                <c:pt idx="511">
                  <c:v>6.4576100000000007E-5</c:v>
                </c:pt>
                <c:pt idx="512">
                  <c:v>6.48048E-5</c:v>
                </c:pt>
                <c:pt idx="513">
                  <c:v>6.50274E-5</c:v>
                </c:pt>
                <c:pt idx="514">
                  <c:v>6.5245699999999998E-5</c:v>
                </c:pt>
                <c:pt idx="515">
                  <c:v>6.5457399999999994E-5</c:v>
                </c:pt>
                <c:pt idx="516">
                  <c:v>6.5661700000000002E-5</c:v>
                </c:pt>
                <c:pt idx="517">
                  <c:v>6.5860399999999997E-5</c:v>
                </c:pt>
                <c:pt idx="518">
                  <c:v>6.6054699999999996E-5</c:v>
                </c:pt>
                <c:pt idx="519">
                  <c:v>6.6246099999999996E-5</c:v>
                </c:pt>
                <c:pt idx="520">
                  <c:v>6.6431699999999996E-5</c:v>
                </c:pt>
                <c:pt idx="521">
                  <c:v>6.6611400000000004E-5</c:v>
                </c:pt>
                <c:pt idx="522">
                  <c:v>6.6785000000000005E-5</c:v>
                </c:pt>
                <c:pt idx="523">
                  <c:v>6.6952600000000007E-5</c:v>
                </c:pt>
                <c:pt idx="524">
                  <c:v>6.7116300000000007E-5</c:v>
                </c:pt>
                <c:pt idx="525">
                  <c:v>6.7271600000000001E-5</c:v>
                </c:pt>
                <c:pt idx="526">
                  <c:v>6.7417799999999997E-5</c:v>
                </c:pt>
                <c:pt idx="527">
                  <c:v>6.7557600000000005E-5</c:v>
                </c:pt>
                <c:pt idx="528">
                  <c:v>6.7691800000000001E-5</c:v>
                </c:pt>
                <c:pt idx="529">
                  <c:v>6.7821800000000002E-5</c:v>
                </c:pt>
                <c:pt idx="530">
                  <c:v>6.7945099999999994E-5</c:v>
                </c:pt>
                <c:pt idx="531">
                  <c:v>6.8060500000000003E-5</c:v>
                </c:pt>
                <c:pt idx="532">
                  <c:v>6.8169099999999998E-5</c:v>
                </c:pt>
                <c:pt idx="533">
                  <c:v>6.8273000000000002E-5</c:v>
                </c:pt>
                <c:pt idx="534">
                  <c:v>6.8373299999999998E-5</c:v>
                </c:pt>
                <c:pt idx="535">
                  <c:v>6.8466800000000007E-5</c:v>
                </c:pt>
                <c:pt idx="536">
                  <c:v>6.8553200000000006E-5</c:v>
                </c:pt>
                <c:pt idx="537">
                  <c:v>6.8633200000000006E-5</c:v>
                </c:pt>
                <c:pt idx="538">
                  <c:v>6.87081E-5</c:v>
                </c:pt>
                <c:pt idx="539">
                  <c:v>6.8779699999999995E-5</c:v>
                </c:pt>
                <c:pt idx="540">
                  <c:v>6.8845700000000004E-5</c:v>
                </c:pt>
                <c:pt idx="541">
                  <c:v>6.8904800000000005E-5</c:v>
                </c:pt>
                <c:pt idx="542">
                  <c:v>6.8957900000000006E-5</c:v>
                </c:pt>
                <c:pt idx="543">
                  <c:v>6.9006199999999997E-5</c:v>
                </c:pt>
                <c:pt idx="544">
                  <c:v>6.9048599999999995E-5</c:v>
                </c:pt>
                <c:pt idx="545">
                  <c:v>6.9083800000000004E-5</c:v>
                </c:pt>
                <c:pt idx="546">
                  <c:v>6.9112399999999999E-5</c:v>
                </c:pt>
                <c:pt idx="547">
                  <c:v>6.91345E-5</c:v>
                </c:pt>
                <c:pt idx="548">
                  <c:v>6.9152699999999999E-5</c:v>
                </c:pt>
                <c:pt idx="549">
                  <c:v>6.9167999999999999E-5</c:v>
                </c:pt>
                <c:pt idx="550">
                  <c:v>6.9177799999999994E-5</c:v>
                </c:pt>
                <c:pt idx="551">
                  <c:v>6.9178999999999996E-5</c:v>
                </c:pt>
                <c:pt idx="552">
                  <c:v>6.9177400000000006E-5</c:v>
                </c:pt>
                <c:pt idx="553">
                  <c:v>6.9173599999999998E-5</c:v>
                </c:pt>
                <c:pt idx="554">
                  <c:v>6.9164899999999999E-5</c:v>
                </c:pt>
                <c:pt idx="555">
                  <c:v>6.9150099999999994E-5</c:v>
                </c:pt>
                <c:pt idx="556">
                  <c:v>6.9129199999999995E-5</c:v>
                </c:pt>
                <c:pt idx="557">
                  <c:v>6.9103000000000006E-5</c:v>
                </c:pt>
                <c:pt idx="558">
                  <c:v>6.9074799999999998E-5</c:v>
                </c:pt>
                <c:pt idx="559">
                  <c:v>6.9043599999999997E-5</c:v>
                </c:pt>
                <c:pt idx="560">
                  <c:v>6.90078E-5</c:v>
                </c:pt>
                <c:pt idx="561">
                  <c:v>6.89673E-5</c:v>
                </c:pt>
                <c:pt idx="562">
                  <c:v>6.8922699999999997E-5</c:v>
                </c:pt>
                <c:pt idx="563">
                  <c:v>6.8876300000000003E-5</c:v>
                </c:pt>
                <c:pt idx="564">
                  <c:v>6.8823800000000003E-5</c:v>
                </c:pt>
                <c:pt idx="565">
                  <c:v>6.8763799999999994E-5</c:v>
                </c:pt>
                <c:pt idx="566">
                  <c:v>6.8699600000000002E-5</c:v>
                </c:pt>
                <c:pt idx="567">
                  <c:v>6.8632400000000004E-5</c:v>
                </c:pt>
                <c:pt idx="568">
                  <c:v>6.8564200000000003E-5</c:v>
                </c:pt>
                <c:pt idx="569">
                  <c:v>6.8492900000000003E-5</c:v>
                </c:pt>
                <c:pt idx="570">
                  <c:v>6.8415800000000003E-5</c:v>
                </c:pt>
                <c:pt idx="571">
                  <c:v>6.8334099999999993E-5</c:v>
                </c:pt>
                <c:pt idx="572">
                  <c:v>6.8250200000000006E-5</c:v>
                </c:pt>
                <c:pt idx="573">
                  <c:v>6.8165300000000003E-5</c:v>
                </c:pt>
                <c:pt idx="574">
                  <c:v>6.8076200000000004E-5</c:v>
                </c:pt>
                <c:pt idx="575">
                  <c:v>6.7982200000000001E-5</c:v>
                </c:pt>
                <c:pt idx="576">
                  <c:v>6.7884000000000003E-5</c:v>
                </c:pt>
                <c:pt idx="577">
                  <c:v>6.7784400000000001E-5</c:v>
                </c:pt>
                <c:pt idx="578">
                  <c:v>6.7684599999999999E-5</c:v>
                </c:pt>
                <c:pt idx="579">
                  <c:v>6.7581200000000003E-5</c:v>
                </c:pt>
                <c:pt idx="580">
                  <c:v>6.7473199999999996E-5</c:v>
                </c:pt>
                <c:pt idx="581">
                  <c:v>6.7362100000000003E-5</c:v>
                </c:pt>
                <c:pt idx="582">
                  <c:v>6.7250199999999995E-5</c:v>
                </c:pt>
                <c:pt idx="583">
                  <c:v>6.7137200000000005E-5</c:v>
                </c:pt>
                <c:pt idx="584">
                  <c:v>6.7020099999999999E-5</c:v>
                </c:pt>
                <c:pt idx="585">
                  <c:v>6.69002E-5</c:v>
                </c:pt>
                <c:pt idx="586">
                  <c:v>6.6779299999999999E-5</c:v>
                </c:pt>
                <c:pt idx="587">
                  <c:v>6.6657399999999996E-5</c:v>
                </c:pt>
                <c:pt idx="588">
                  <c:v>6.6534100000000004E-5</c:v>
                </c:pt>
                <c:pt idx="589">
                  <c:v>6.6408200000000006E-5</c:v>
                </c:pt>
                <c:pt idx="590">
                  <c:v>6.6280300000000003E-5</c:v>
                </c:pt>
                <c:pt idx="591">
                  <c:v>6.6150100000000002E-5</c:v>
                </c:pt>
                <c:pt idx="592">
                  <c:v>6.6018000000000004E-5</c:v>
                </c:pt>
                <c:pt idx="593">
                  <c:v>6.5884100000000002E-5</c:v>
                </c:pt>
                <c:pt idx="594">
                  <c:v>6.5748199999999995E-5</c:v>
                </c:pt>
                <c:pt idx="595">
                  <c:v>6.5611000000000006E-5</c:v>
                </c:pt>
                <c:pt idx="596">
                  <c:v>6.5473099999999995E-5</c:v>
                </c:pt>
                <c:pt idx="597">
                  <c:v>6.5334999999999997E-5</c:v>
                </c:pt>
                <c:pt idx="598">
                  <c:v>6.5195899999999997E-5</c:v>
                </c:pt>
                <c:pt idx="599">
                  <c:v>6.5055700000000001E-5</c:v>
                </c:pt>
                <c:pt idx="600">
                  <c:v>6.4914700000000004E-5</c:v>
                </c:pt>
                <c:pt idx="601">
                  <c:v>6.4771999999999996E-5</c:v>
                </c:pt>
                <c:pt idx="602">
                  <c:v>6.4629399999999995E-5</c:v>
                </c:pt>
                <c:pt idx="603">
                  <c:v>6.4485899999999999E-5</c:v>
                </c:pt>
                <c:pt idx="604">
                  <c:v>6.4340599999999999E-5</c:v>
                </c:pt>
                <c:pt idx="605">
                  <c:v>6.4194299999999996E-5</c:v>
                </c:pt>
                <c:pt idx="606">
                  <c:v>6.4047999999999994E-5</c:v>
                </c:pt>
                <c:pt idx="607">
                  <c:v>6.3903000000000001E-5</c:v>
                </c:pt>
                <c:pt idx="608">
                  <c:v>6.3757599999999994E-5</c:v>
                </c:pt>
                <c:pt idx="609">
                  <c:v>6.3610700000000004E-5</c:v>
                </c:pt>
                <c:pt idx="610">
                  <c:v>6.34638E-5</c:v>
                </c:pt>
                <c:pt idx="611">
                  <c:v>6.3317899999999999E-5</c:v>
                </c:pt>
                <c:pt idx="612">
                  <c:v>6.3172500000000005E-5</c:v>
                </c:pt>
                <c:pt idx="613">
                  <c:v>6.3026099999999996E-5</c:v>
                </c:pt>
                <c:pt idx="614">
                  <c:v>6.2878099999999997E-5</c:v>
                </c:pt>
                <c:pt idx="615">
                  <c:v>6.2729699999999997E-5</c:v>
                </c:pt>
                <c:pt idx="616">
                  <c:v>6.2583999999999996E-5</c:v>
                </c:pt>
                <c:pt idx="617">
                  <c:v>6.24407E-5</c:v>
                </c:pt>
                <c:pt idx="618">
                  <c:v>6.2296299999999995E-5</c:v>
                </c:pt>
                <c:pt idx="619">
                  <c:v>6.2150199999999993E-5</c:v>
                </c:pt>
                <c:pt idx="620">
                  <c:v>6.2003500000000004E-5</c:v>
                </c:pt>
                <c:pt idx="621">
                  <c:v>6.1857499999999995E-5</c:v>
                </c:pt>
                <c:pt idx="622">
                  <c:v>6.1711799999999994E-5</c:v>
                </c:pt>
                <c:pt idx="623">
                  <c:v>6.1565799999999999E-5</c:v>
                </c:pt>
                <c:pt idx="624">
                  <c:v>6.1420400000000006E-5</c:v>
                </c:pt>
                <c:pt idx="625">
                  <c:v>6.1275199999999999E-5</c:v>
                </c:pt>
                <c:pt idx="626">
                  <c:v>6.1130900000000001E-5</c:v>
                </c:pt>
                <c:pt idx="627">
                  <c:v>6.0987699999999999E-5</c:v>
                </c:pt>
                <c:pt idx="628">
                  <c:v>6.0844400000000003E-5</c:v>
                </c:pt>
                <c:pt idx="629">
                  <c:v>6.07008E-5</c:v>
                </c:pt>
                <c:pt idx="630">
                  <c:v>6.0557499999999997E-5</c:v>
                </c:pt>
                <c:pt idx="631">
                  <c:v>6.0415699999999998E-5</c:v>
                </c:pt>
                <c:pt idx="632">
                  <c:v>6.02745E-5</c:v>
                </c:pt>
                <c:pt idx="633">
                  <c:v>6.0133899999999997E-5</c:v>
                </c:pt>
                <c:pt idx="634">
                  <c:v>5.9994600000000003E-5</c:v>
                </c:pt>
                <c:pt idx="635">
                  <c:v>5.9855899999999997E-5</c:v>
                </c:pt>
                <c:pt idx="636">
                  <c:v>5.97182E-5</c:v>
                </c:pt>
                <c:pt idx="637">
                  <c:v>5.9581499999999999E-5</c:v>
                </c:pt>
                <c:pt idx="638">
                  <c:v>5.9444899999999997E-5</c:v>
                </c:pt>
                <c:pt idx="639">
                  <c:v>5.9309399999999998E-5</c:v>
                </c:pt>
                <c:pt idx="640">
                  <c:v>5.9175500000000003E-5</c:v>
                </c:pt>
                <c:pt idx="641">
                  <c:v>5.9042100000000002E-5</c:v>
                </c:pt>
                <c:pt idx="642">
                  <c:v>5.8908800000000001E-5</c:v>
                </c:pt>
                <c:pt idx="643">
                  <c:v>5.8774899999999999E-5</c:v>
                </c:pt>
                <c:pt idx="644">
                  <c:v>5.8641899999999998E-5</c:v>
                </c:pt>
                <c:pt idx="645">
                  <c:v>5.8510700000000002E-5</c:v>
                </c:pt>
                <c:pt idx="646">
                  <c:v>5.8381000000000002E-5</c:v>
                </c:pt>
                <c:pt idx="647">
                  <c:v>5.8252799999999999E-5</c:v>
                </c:pt>
                <c:pt idx="648">
                  <c:v>5.8125299999999997E-5</c:v>
                </c:pt>
                <c:pt idx="649">
                  <c:v>5.7998499999999997E-5</c:v>
                </c:pt>
                <c:pt idx="650">
                  <c:v>5.7872199999999998E-5</c:v>
                </c:pt>
                <c:pt idx="651">
                  <c:v>5.7746900000000001E-5</c:v>
                </c:pt>
                <c:pt idx="652">
                  <c:v>5.7623100000000001E-5</c:v>
                </c:pt>
                <c:pt idx="653">
                  <c:v>5.7500700000000003E-5</c:v>
                </c:pt>
                <c:pt idx="654">
                  <c:v>5.7377399999999997E-5</c:v>
                </c:pt>
                <c:pt idx="655">
                  <c:v>5.7254699999999999E-5</c:v>
                </c:pt>
                <c:pt idx="656">
                  <c:v>5.71346E-5</c:v>
                </c:pt>
                <c:pt idx="657">
                  <c:v>5.7015899999999997E-5</c:v>
                </c:pt>
                <c:pt idx="658">
                  <c:v>5.6897900000000003E-5</c:v>
                </c:pt>
                <c:pt idx="659">
                  <c:v>5.6780600000000003E-5</c:v>
                </c:pt>
                <c:pt idx="660">
                  <c:v>5.66647E-5</c:v>
                </c:pt>
                <c:pt idx="661">
                  <c:v>5.65505E-5</c:v>
                </c:pt>
                <c:pt idx="662">
                  <c:v>5.6436E-5</c:v>
                </c:pt>
                <c:pt idx="663">
                  <c:v>5.6321399999999999E-5</c:v>
                </c:pt>
                <c:pt idx="664">
                  <c:v>5.62074E-5</c:v>
                </c:pt>
                <c:pt idx="665">
                  <c:v>5.6094699999999997E-5</c:v>
                </c:pt>
                <c:pt idx="666">
                  <c:v>5.5984299999999999E-5</c:v>
                </c:pt>
                <c:pt idx="667">
                  <c:v>5.5875100000000003E-5</c:v>
                </c:pt>
                <c:pt idx="668">
                  <c:v>5.57656E-5</c:v>
                </c:pt>
                <c:pt idx="669">
                  <c:v>5.5656199999999997E-5</c:v>
                </c:pt>
                <c:pt idx="670">
                  <c:v>5.5548899999999999E-5</c:v>
                </c:pt>
                <c:pt idx="671">
                  <c:v>5.5442999999999998E-5</c:v>
                </c:pt>
                <c:pt idx="672">
                  <c:v>5.5337300000000003E-5</c:v>
                </c:pt>
                <c:pt idx="673">
                  <c:v>5.5232400000000003E-5</c:v>
                </c:pt>
                <c:pt idx="674">
                  <c:v>5.5129E-5</c:v>
                </c:pt>
                <c:pt idx="675">
                  <c:v>5.5027200000000001E-5</c:v>
                </c:pt>
                <c:pt idx="676">
                  <c:v>5.4926499999999997E-5</c:v>
                </c:pt>
                <c:pt idx="677">
                  <c:v>5.4825699999999999E-5</c:v>
                </c:pt>
                <c:pt idx="678">
                  <c:v>5.4724800000000002E-5</c:v>
                </c:pt>
                <c:pt idx="679">
                  <c:v>5.46252E-5</c:v>
                </c:pt>
                <c:pt idx="680">
                  <c:v>5.4527500000000003E-5</c:v>
                </c:pt>
                <c:pt idx="681">
                  <c:v>5.44304E-5</c:v>
                </c:pt>
                <c:pt idx="682">
                  <c:v>5.4333499999999997E-5</c:v>
                </c:pt>
                <c:pt idx="683">
                  <c:v>5.4237200000000003E-5</c:v>
                </c:pt>
                <c:pt idx="684">
                  <c:v>5.4141799999999997E-5</c:v>
                </c:pt>
                <c:pt idx="685">
                  <c:v>5.4048200000000002E-5</c:v>
                </c:pt>
                <c:pt idx="686">
                  <c:v>5.3955500000000002E-5</c:v>
                </c:pt>
                <c:pt idx="687">
                  <c:v>5.3863000000000003E-5</c:v>
                </c:pt>
                <c:pt idx="688">
                  <c:v>5.3770400000000003E-5</c:v>
                </c:pt>
                <c:pt idx="689">
                  <c:v>5.36795E-5</c:v>
                </c:pt>
                <c:pt idx="690">
                  <c:v>5.3590700000000002E-5</c:v>
                </c:pt>
                <c:pt idx="691">
                  <c:v>5.3502499999999998E-5</c:v>
                </c:pt>
                <c:pt idx="692">
                  <c:v>5.3414900000000003E-5</c:v>
                </c:pt>
                <c:pt idx="693">
                  <c:v>5.33272E-5</c:v>
                </c:pt>
                <c:pt idx="694">
                  <c:v>5.3240199999999999E-5</c:v>
                </c:pt>
                <c:pt idx="695">
                  <c:v>5.3154400000000001E-5</c:v>
                </c:pt>
                <c:pt idx="696">
                  <c:v>5.3069699999999998E-5</c:v>
                </c:pt>
                <c:pt idx="697">
                  <c:v>5.2985799999999997E-5</c:v>
                </c:pt>
                <c:pt idx="698">
                  <c:v>5.2902200000000003E-5</c:v>
                </c:pt>
                <c:pt idx="699">
                  <c:v>5.2819799999999999E-5</c:v>
                </c:pt>
                <c:pt idx="700">
                  <c:v>5.2737400000000001E-5</c:v>
                </c:pt>
                <c:pt idx="701">
                  <c:v>5.2655299999999997E-5</c:v>
                </c:pt>
                <c:pt idx="702">
                  <c:v>5.2574600000000003E-5</c:v>
                </c:pt>
                <c:pt idx="703">
                  <c:v>5.2494499999999997E-5</c:v>
                </c:pt>
                <c:pt idx="704">
                  <c:v>5.24157E-5</c:v>
                </c:pt>
                <c:pt idx="705">
                  <c:v>5.2337699999999999E-5</c:v>
                </c:pt>
                <c:pt idx="706">
                  <c:v>5.2259899999999997E-5</c:v>
                </c:pt>
                <c:pt idx="707">
                  <c:v>5.2183499999999999E-5</c:v>
                </c:pt>
                <c:pt idx="708">
                  <c:v>5.2107700000000003E-5</c:v>
                </c:pt>
                <c:pt idx="709">
                  <c:v>5.2032700000000001E-5</c:v>
                </c:pt>
                <c:pt idx="710">
                  <c:v>5.19583E-5</c:v>
                </c:pt>
                <c:pt idx="711">
                  <c:v>5.18841E-5</c:v>
                </c:pt>
                <c:pt idx="712">
                  <c:v>5.1811400000000003E-5</c:v>
                </c:pt>
                <c:pt idx="713">
                  <c:v>5.1739500000000002E-5</c:v>
                </c:pt>
                <c:pt idx="714">
                  <c:v>5.16676E-5</c:v>
                </c:pt>
                <c:pt idx="715">
                  <c:v>5.1597100000000001E-5</c:v>
                </c:pt>
                <c:pt idx="716">
                  <c:v>5.1527199999999997E-5</c:v>
                </c:pt>
                <c:pt idx="717">
                  <c:v>5.1456899999999999E-5</c:v>
                </c:pt>
                <c:pt idx="718">
                  <c:v>5.1387200000000002E-5</c:v>
                </c:pt>
                <c:pt idx="719">
                  <c:v>5.13186E-5</c:v>
                </c:pt>
                <c:pt idx="720">
                  <c:v>5.1251200000000002E-5</c:v>
                </c:pt>
                <c:pt idx="721">
                  <c:v>5.1184399999999997E-5</c:v>
                </c:pt>
                <c:pt idx="722">
                  <c:v>5.1117299999999999E-5</c:v>
                </c:pt>
                <c:pt idx="723">
                  <c:v>5.1050800000000003E-5</c:v>
                </c:pt>
                <c:pt idx="724">
                  <c:v>5.0985700000000002E-5</c:v>
                </c:pt>
                <c:pt idx="725">
                  <c:v>5.0921699999999997E-5</c:v>
                </c:pt>
                <c:pt idx="726">
                  <c:v>5.0859000000000002E-5</c:v>
                </c:pt>
                <c:pt idx="727">
                  <c:v>5.07963E-5</c:v>
                </c:pt>
                <c:pt idx="728">
                  <c:v>5.0733599999999998E-5</c:v>
                </c:pt>
                <c:pt idx="729">
                  <c:v>5.0672199999999999E-5</c:v>
                </c:pt>
                <c:pt idx="730">
                  <c:v>5.0612000000000003E-5</c:v>
                </c:pt>
                <c:pt idx="731">
                  <c:v>5.05521E-5</c:v>
                </c:pt>
                <c:pt idx="732">
                  <c:v>5.0492199999999997E-5</c:v>
                </c:pt>
                <c:pt idx="733">
                  <c:v>5.0432800000000003E-5</c:v>
                </c:pt>
                <c:pt idx="734">
                  <c:v>5.0374100000000003E-5</c:v>
                </c:pt>
                <c:pt idx="735">
                  <c:v>5.0316399999999998E-5</c:v>
                </c:pt>
                <c:pt idx="736">
                  <c:v>5.0259700000000003E-5</c:v>
                </c:pt>
                <c:pt idx="737">
                  <c:v>5.0203400000000001E-5</c:v>
                </c:pt>
                <c:pt idx="738">
                  <c:v>5.0146999999999999E-5</c:v>
                </c:pt>
                <c:pt idx="739">
                  <c:v>5.00914E-5</c:v>
                </c:pt>
                <c:pt idx="740">
                  <c:v>5.0036600000000001E-5</c:v>
                </c:pt>
                <c:pt idx="741">
                  <c:v>4.9982099999999997E-5</c:v>
                </c:pt>
                <c:pt idx="742">
                  <c:v>4.99278E-5</c:v>
                </c:pt>
                <c:pt idx="743">
                  <c:v>4.9874299999999998E-5</c:v>
                </c:pt>
                <c:pt idx="744">
                  <c:v>4.9821000000000003E-5</c:v>
                </c:pt>
                <c:pt idx="745">
                  <c:v>4.9768200000000002E-5</c:v>
                </c:pt>
                <c:pt idx="746">
                  <c:v>4.9716799999999998E-5</c:v>
                </c:pt>
                <c:pt idx="747">
                  <c:v>4.9666300000000003E-5</c:v>
                </c:pt>
                <c:pt idx="748">
                  <c:v>4.9616700000000002E-5</c:v>
                </c:pt>
                <c:pt idx="749">
                  <c:v>4.9567600000000003E-5</c:v>
                </c:pt>
                <c:pt idx="750">
                  <c:v>4.9518599999999997E-5</c:v>
                </c:pt>
                <c:pt idx="751">
                  <c:v>4.94704E-5</c:v>
                </c:pt>
                <c:pt idx="752">
                  <c:v>4.9422899999999997E-5</c:v>
                </c:pt>
                <c:pt idx="753">
                  <c:v>4.9375900000000003E-5</c:v>
                </c:pt>
                <c:pt idx="754">
                  <c:v>4.9329200000000002E-5</c:v>
                </c:pt>
                <c:pt idx="755">
                  <c:v>4.9283000000000002E-5</c:v>
                </c:pt>
                <c:pt idx="756">
                  <c:v>4.9236600000000002E-5</c:v>
                </c:pt>
                <c:pt idx="757">
                  <c:v>4.9190700000000003E-5</c:v>
                </c:pt>
                <c:pt idx="758">
                  <c:v>4.9146200000000001E-5</c:v>
                </c:pt>
                <c:pt idx="759">
                  <c:v>4.9101799999999998E-5</c:v>
                </c:pt>
                <c:pt idx="760">
                  <c:v>4.9057300000000002E-5</c:v>
                </c:pt>
                <c:pt idx="761">
                  <c:v>4.9013800000000002E-5</c:v>
                </c:pt>
                <c:pt idx="762">
                  <c:v>4.8970900000000002E-5</c:v>
                </c:pt>
                <c:pt idx="763">
                  <c:v>4.8928799999999998E-5</c:v>
                </c:pt>
                <c:pt idx="764">
                  <c:v>4.8887300000000002E-5</c:v>
                </c:pt>
                <c:pt idx="765">
                  <c:v>4.8845699999999999E-5</c:v>
                </c:pt>
                <c:pt idx="766">
                  <c:v>4.8804300000000003E-5</c:v>
                </c:pt>
                <c:pt idx="767">
                  <c:v>4.8763900000000002E-5</c:v>
                </c:pt>
                <c:pt idx="768">
                  <c:v>4.8723800000000003E-5</c:v>
                </c:pt>
                <c:pt idx="769">
                  <c:v>4.8683700000000003E-5</c:v>
                </c:pt>
                <c:pt idx="770">
                  <c:v>4.86454E-5</c:v>
                </c:pt>
                <c:pt idx="771">
                  <c:v>4.8607399999999998E-5</c:v>
                </c:pt>
                <c:pt idx="772">
                  <c:v>4.8569300000000003E-5</c:v>
                </c:pt>
                <c:pt idx="773">
                  <c:v>4.8532000000000002E-5</c:v>
                </c:pt>
                <c:pt idx="774">
                  <c:v>4.8494500000000001E-5</c:v>
                </c:pt>
                <c:pt idx="775">
                  <c:v>4.8457800000000002E-5</c:v>
                </c:pt>
                <c:pt idx="776">
                  <c:v>4.8422299999999999E-5</c:v>
                </c:pt>
                <c:pt idx="777">
                  <c:v>4.8387000000000003E-5</c:v>
                </c:pt>
                <c:pt idx="778">
                  <c:v>4.8352200000000001E-5</c:v>
                </c:pt>
                <c:pt idx="779">
                  <c:v>4.8318600000000002E-5</c:v>
                </c:pt>
                <c:pt idx="780">
                  <c:v>4.8285100000000003E-5</c:v>
                </c:pt>
                <c:pt idx="781">
                  <c:v>4.8251000000000003E-5</c:v>
                </c:pt>
                <c:pt idx="782">
                  <c:v>4.8217699999999997E-5</c:v>
                </c:pt>
                <c:pt idx="783">
                  <c:v>4.8185500000000001E-5</c:v>
                </c:pt>
                <c:pt idx="784">
                  <c:v>4.8152999999999998E-5</c:v>
                </c:pt>
                <c:pt idx="785">
                  <c:v>4.8120700000000002E-5</c:v>
                </c:pt>
                <c:pt idx="786">
                  <c:v>4.8089600000000001E-5</c:v>
                </c:pt>
                <c:pt idx="787">
                  <c:v>4.8059200000000002E-5</c:v>
                </c:pt>
                <c:pt idx="788">
                  <c:v>4.8028700000000003E-5</c:v>
                </c:pt>
                <c:pt idx="789">
                  <c:v>4.7998199999999997E-5</c:v>
                </c:pt>
                <c:pt idx="790">
                  <c:v>4.7967899999999999E-5</c:v>
                </c:pt>
                <c:pt idx="791">
                  <c:v>4.7938400000000002E-5</c:v>
                </c:pt>
                <c:pt idx="792">
                  <c:v>4.79098E-5</c:v>
                </c:pt>
                <c:pt idx="793">
                  <c:v>4.7881199999999998E-5</c:v>
                </c:pt>
                <c:pt idx="794">
                  <c:v>4.7852999999999997E-5</c:v>
                </c:pt>
                <c:pt idx="795">
                  <c:v>4.7825499999999998E-5</c:v>
                </c:pt>
                <c:pt idx="796">
                  <c:v>4.77988E-5</c:v>
                </c:pt>
                <c:pt idx="797">
                  <c:v>4.7772799999999998E-5</c:v>
                </c:pt>
                <c:pt idx="798">
                  <c:v>4.7746600000000001E-5</c:v>
                </c:pt>
                <c:pt idx="799">
                  <c:v>4.7719999999999997E-5</c:v>
                </c:pt>
                <c:pt idx="800">
                  <c:v>4.7694200000000002E-5</c:v>
                </c:pt>
                <c:pt idx="801">
                  <c:v>4.76688E-5</c:v>
                </c:pt>
                <c:pt idx="802">
                  <c:v>4.7643599999999999E-5</c:v>
                </c:pt>
                <c:pt idx="803">
                  <c:v>4.76193E-5</c:v>
                </c:pt>
                <c:pt idx="804">
                  <c:v>4.7596000000000003E-5</c:v>
                </c:pt>
                <c:pt idx="805">
                  <c:v>4.7572699999999999E-5</c:v>
                </c:pt>
                <c:pt idx="806">
                  <c:v>4.7548700000000001E-5</c:v>
                </c:pt>
                <c:pt idx="807">
                  <c:v>4.7525599999999998E-5</c:v>
                </c:pt>
                <c:pt idx="808">
                  <c:v>4.7503499999999997E-5</c:v>
                </c:pt>
                <c:pt idx="809">
                  <c:v>4.7481000000000002E-5</c:v>
                </c:pt>
                <c:pt idx="810">
                  <c:v>4.74585E-5</c:v>
                </c:pt>
                <c:pt idx="811">
                  <c:v>4.7437E-5</c:v>
                </c:pt>
                <c:pt idx="812">
                  <c:v>4.7417399999999998E-5</c:v>
                </c:pt>
                <c:pt idx="813">
                  <c:v>4.7397800000000002E-5</c:v>
                </c:pt>
                <c:pt idx="814">
                  <c:v>4.73782E-5</c:v>
                </c:pt>
                <c:pt idx="815">
                  <c:v>4.7358999999999998E-5</c:v>
                </c:pt>
                <c:pt idx="816">
                  <c:v>4.7339400000000003E-5</c:v>
                </c:pt>
                <c:pt idx="817">
                  <c:v>4.7320100000000001E-5</c:v>
                </c:pt>
                <c:pt idx="818">
                  <c:v>4.7300499999999999E-5</c:v>
                </c:pt>
                <c:pt idx="819">
                  <c:v>4.7281299999999997E-5</c:v>
                </c:pt>
                <c:pt idx="820">
                  <c:v>4.7262999999999998E-5</c:v>
                </c:pt>
                <c:pt idx="821">
                  <c:v>4.72454E-5</c:v>
                </c:pt>
                <c:pt idx="822">
                  <c:v>4.7227900000000002E-5</c:v>
                </c:pt>
                <c:pt idx="823">
                  <c:v>4.72113E-5</c:v>
                </c:pt>
                <c:pt idx="824">
                  <c:v>4.71961E-5</c:v>
                </c:pt>
                <c:pt idx="825">
                  <c:v>4.7180800000000001E-5</c:v>
                </c:pt>
                <c:pt idx="826">
                  <c:v>4.7165E-5</c:v>
                </c:pt>
                <c:pt idx="827">
                  <c:v>4.7150100000000001E-5</c:v>
                </c:pt>
                <c:pt idx="828">
                  <c:v>4.7135600000000003E-5</c:v>
                </c:pt>
                <c:pt idx="829">
                  <c:v>4.7120100000000003E-5</c:v>
                </c:pt>
                <c:pt idx="830">
                  <c:v>4.7104600000000003E-5</c:v>
                </c:pt>
                <c:pt idx="831">
                  <c:v>4.70907E-5</c:v>
                </c:pt>
                <c:pt idx="832">
                  <c:v>4.7078099999999999E-5</c:v>
                </c:pt>
                <c:pt idx="833">
                  <c:v>4.7065399999999998E-5</c:v>
                </c:pt>
                <c:pt idx="834">
                  <c:v>4.7052399999999997E-5</c:v>
                </c:pt>
                <c:pt idx="835">
                  <c:v>4.7040699999999998E-5</c:v>
                </c:pt>
                <c:pt idx="836">
                  <c:v>4.7029900000000002E-5</c:v>
                </c:pt>
                <c:pt idx="837">
                  <c:v>4.7018200000000003E-5</c:v>
                </c:pt>
                <c:pt idx="838">
                  <c:v>4.7005600000000003E-5</c:v>
                </c:pt>
                <c:pt idx="839">
                  <c:v>4.6993000000000002E-5</c:v>
                </c:pt>
                <c:pt idx="840">
                  <c:v>4.6981699999999998E-5</c:v>
                </c:pt>
                <c:pt idx="841">
                  <c:v>4.6971700000000003E-5</c:v>
                </c:pt>
                <c:pt idx="842">
                  <c:v>4.6961600000000001E-5</c:v>
                </c:pt>
                <c:pt idx="843">
                  <c:v>4.6951099999999998E-5</c:v>
                </c:pt>
                <c:pt idx="844">
                  <c:v>4.6941099999999997E-5</c:v>
                </c:pt>
                <c:pt idx="845">
                  <c:v>4.6931700000000003E-5</c:v>
                </c:pt>
                <c:pt idx="846">
                  <c:v>4.6922999999999998E-5</c:v>
                </c:pt>
                <c:pt idx="847">
                  <c:v>4.69146E-5</c:v>
                </c:pt>
                <c:pt idx="848">
                  <c:v>4.6906000000000001E-5</c:v>
                </c:pt>
                <c:pt idx="849">
                  <c:v>4.6897899999999997E-5</c:v>
                </c:pt>
                <c:pt idx="850">
                  <c:v>4.6890300000000001E-5</c:v>
                </c:pt>
                <c:pt idx="851">
                  <c:v>4.6882699999999998E-5</c:v>
                </c:pt>
                <c:pt idx="852">
                  <c:v>4.6875300000000002E-5</c:v>
                </c:pt>
                <c:pt idx="853">
                  <c:v>4.6868900000000001E-5</c:v>
                </c:pt>
                <c:pt idx="854">
                  <c:v>4.6862800000000001E-5</c:v>
                </c:pt>
                <c:pt idx="855">
                  <c:v>4.6856700000000002E-5</c:v>
                </c:pt>
                <c:pt idx="856">
                  <c:v>4.6850800000000002E-5</c:v>
                </c:pt>
                <c:pt idx="857">
                  <c:v>4.6844800000000003E-5</c:v>
                </c:pt>
                <c:pt idx="858">
                  <c:v>4.6839299999999997E-5</c:v>
                </c:pt>
                <c:pt idx="859">
                  <c:v>4.68342E-5</c:v>
                </c:pt>
                <c:pt idx="860">
                  <c:v>4.6829700000000003E-5</c:v>
                </c:pt>
                <c:pt idx="861">
                  <c:v>4.6825500000000001E-5</c:v>
                </c:pt>
                <c:pt idx="862">
                  <c:v>4.6821399999999999E-5</c:v>
                </c:pt>
                <c:pt idx="863">
                  <c:v>4.6818399999999999E-5</c:v>
                </c:pt>
                <c:pt idx="864">
                  <c:v>4.68157E-5</c:v>
                </c:pt>
                <c:pt idx="865">
                  <c:v>4.68127E-5</c:v>
                </c:pt>
                <c:pt idx="866">
                  <c:v>4.6810200000000001E-5</c:v>
                </c:pt>
                <c:pt idx="867">
                  <c:v>4.6808299999999997E-5</c:v>
                </c:pt>
                <c:pt idx="868">
                  <c:v>4.6807900000000003E-5</c:v>
                </c:pt>
                <c:pt idx="869">
                  <c:v>4.6808000000000003E-5</c:v>
                </c:pt>
                <c:pt idx="870">
                  <c:v>4.6808000000000003E-5</c:v>
                </c:pt>
                <c:pt idx="871">
                  <c:v>4.6807100000000001E-5</c:v>
                </c:pt>
                <c:pt idx="872">
                  <c:v>4.68065E-5</c:v>
                </c:pt>
                <c:pt idx="873">
                  <c:v>4.6806800000000001E-5</c:v>
                </c:pt>
                <c:pt idx="874">
                  <c:v>4.6807500000000002E-5</c:v>
                </c:pt>
                <c:pt idx="875">
                  <c:v>4.6808999999999999E-5</c:v>
                </c:pt>
                <c:pt idx="876">
                  <c:v>4.6810200000000001E-5</c:v>
                </c:pt>
                <c:pt idx="877">
                  <c:v>4.6810900000000003E-5</c:v>
                </c:pt>
                <c:pt idx="878">
                  <c:v>4.6811899999999998E-5</c:v>
                </c:pt>
                <c:pt idx="879">
                  <c:v>4.6813900000000003E-5</c:v>
                </c:pt>
                <c:pt idx="880">
                  <c:v>4.6816700000000002E-5</c:v>
                </c:pt>
                <c:pt idx="881">
                  <c:v>4.6819900000000002E-5</c:v>
                </c:pt>
                <c:pt idx="882">
                  <c:v>4.6823000000000002E-5</c:v>
                </c:pt>
                <c:pt idx="883">
                  <c:v>4.6826400000000003E-5</c:v>
                </c:pt>
                <c:pt idx="884">
                  <c:v>4.68311E-5</c:v>
                </c:pt>
                <c:pt idx="885">
                  <c:v>4.6836299999999997E-5</c:v>
                </c:pt>
                <c:pt idx="886">
                  <c:v>4.68405E-5</c:v>
                </c:pt>
                <c:pt idx="887">
                  <c:v>4.68438E-5</c:v>
                </c:pt>
                <c:pt idx="888">
                  <c:v>4.6848399999999997E-5</c:v>
                </c:pt>
                <c:pt idx="889">
                  <c:v>4.6854400000000003E-5</c:v>
                </c:pt>
                <c:pt idx="890">
                  <c:v>4.6860799999999997E-5</c:v>
                </c:pt>
                <c:pt idx="891">
                  <c:v>4.6867299999999998E-5</c:v>
                </c:pt>
                <c:pt idx="892">
                  <c:v>4.6874199999999999E-5</c:v>
                </c:pt>
                <c:pt idx="893">
                  <c:v>4.6881900000000003E-5</c:v>
                </c:pt>
                <c:pt idx="894">
                  <c:v>4.6890500000000001E-5</c:v>
                </c:pt>
                <c:pt idx="895">
                  <c:v>4.6898999999999999E-5</c:v>
                </c:pt>
                <c:pt idx="896">
                  <c:v>4.6907099999999997E-5</c:v>
                </c:pt>
                <c:pt idx="897">
                  <c:v>4.6915400000000001E-5</c:v>
                </c:pt>
                <c:pt idx="898">
                  <c:v>4.6923699999999999E-5</c:v>
                </c:pt>
                <c:pt idx="899">
                  <c:v>4.6932499999999998E-5</c:v>
                </c:pt>
                <c:pt idx="900">
                  <c:v>4.6941399999999997E-5</c:v>
                </c:pt>
                <c:pt idx="901">
                  <c:v>4.6950699999999998E-5</c:v>
                </c:pt>
                <c:pt idx="902">
                  <c:v>4.6961E-5</c:v>
                </c:pt>
                <c:pt idx="903">
                  <c:v>4.6971500000000003E-5</c:v>
                </c:pt>
                <c:pt idx="904">
                  <c:v>4.6982099999999999E-5</c:v>
                </c:pt>
                <c:pt idx="905">
                  <c:v>4.6993699999999997E-5</c:v>
                </c:pt>
                <c:pt idx="906">
                  <c:v>4.7005899999999997E-5</c:v>
                </c:pt>
                <c:pt idx="907">
                  <c:v>4.7017900000000003E-5</c:v>
                </c:pt>
                <c:pt idx="908">
                  <c:v>4.7030300000000003E-5</c:v>
                </c:pt>
                <c:pt idx="909">
                  <c:v>4.7043899999999999E-5</c:v>
                </c:pt>
                <c:pt idx="910">
                  <c:v>4.7057900000000002E-5</c:v>
                </c:pt>
                <c:pt idx="911">
                  <c:v>4.7070999999999997E-5</c:v>
                </c:pt>
                <c:pt idx="912">
                  <c:v>4.7084199999999999E-5</c:v>
                </c:pt>
                <c:pt idx="913">
                  <c:v>4.7097700000000001E-5</c:v>
                </c:pt>
                <c:pt idx="914">
                  <c:v>4.7111799999999998E-5</c:v>
                </c:pt>
                <c:pt idx="915">
                  <c:v>4.7126799999999997E-5</c:v>
                </c:pt>
                <c:pt idx="916">
                  <c:v>4.7142199999999997E-5</c:v>
                </c:pt>
                <c:pt idx="917">
                  <c:v>4.7157200000000003E-5</c:v>
                </c:pt>
                <c:pt idx="918">
                  <c:v>4.7172200000000002E-5</c:v>
                </c:pt>
                <c:pt idx="919">
                  <c:v>4.7188799999999998E-5</c:v>
                </c:pt>
                <c:pt idx="920">
                  <c:v>4.7206200000000002E-5</c:v>
                </c:pt>
                <c:pt idx="921">
                  <c:v>4.7223099999999999E-5</c:v>
                </c:pt>
                <c:pt idx="922">
                  <c:v>4.7240300000000002E-5</c:v>
                </c:pt>
                <c:pt idx="923">
                  <c:v>4.7257499999999999E-5</c:v>
                </c:pt>
                <c:pt idx="924">
                  <c:v>4.7274799999999997E-5</c:v>
                </c:pt>
                <c:pt idx="925">
                  <c:v>4.7292500000000002E-5</c:v>
                </c:pt>
                <c:pt idx="926">
                  <c:v>4.7311200000000002E-5</c:v>
                </c:pt>
                <c:pt idx="927">
                  <c:v>4.7330499999999997E-5</c:v>
                </c:pt>
                <c:pt idx="928">
                  <c:v>4.7350099999999999E-5</c:v>
                </c:pt>
                <c:pt idx="929">
                  <c:v>4.7370999999999998E-5</c:v>
                </c:pt>
                <c:pt idx="930">
                  <c:v>4.7392599999999998E-5</c:v>
                </c:pt>
                <c:pt idx="931">
                  <c:v>4.7414599999999998E-5</c:v>
                </c:pt>
                <c:pt idx="932">
                  <c:v>4.74371E-5</c:v>
                </c:pt>
                <c:pt idx="933">
                  <c:v>4.7459300000000001E-5</c:v>
                </c:pt>
                <c:pt idx="934">
                  <c:v>4.7481500000000003E-5</c:v>
                </c:pt>
                <c:pt idx="935">
                  <c:v>4.75051E-5</c:v>
                </c:pt>
                <c:pt idx="936">
                  <c:v>4.7529299999999999E-5</c:v>
                </c:pt>
                <c:pt idx="937">
                  <c:v>4.7552200000000002E-5</c:v>
                </c:pt>
                <c:pt idx="938">
                  <c:v>4.7575699999999999E-5</c:v>
                </c:pt>
                <c:pt idx="939">
                  <c:v>4.7601300000000001E-5</c:v>
                </c:pt>
                <c:pt idx="940">
                  <c:v>4.7627399999999997E-5</c:v>
                </c:pt>
                <c:pt idx="941">
                  <c:v>4.7653800000000001E-5</c:v>
                </c:pt>
                <c:pt idx="942">
                  <c:v>4.7680699999999999E-5</c:v>
                </c:pt>
                <c:pt idx="943">
                  <c:v>4.7706500000000001E-5</c:v>
                </c:pt>
                <c:pt idx="944">
                  <c:v>4.7732599999999998E-5</c:v>
                </c:pt>
                <c:pt idx="945">
                  <c:v>4.7760799999999998E-5</c:v>
                </c:pt>
                <c:pt idx="946">
                  <c:v>4.7788699999999999E-5</c:v>
                </c:pt>
                <c:pt idx="947">
                  <c:v>4.78172E-5</c:v>
                </c:pt>
                <c:pt idx="948">
                  <c:v>4.7846599999999997E-5</c:v>
                </c:pt>
                <c:pt idx="949">
                  <c:v>4.7876800000000002E-5</c:v>
                </c:pt>
                <c:pt idx="950">
                  <c:v>4.79066E-5</c:v>
                </c:pt>
                <c:pt idx="951">
                  <c:v>4.7936899999999998E-5</c:v>
                </c:pt>
                <c:pt idx="952">
                  <c:v>4.7969000000000001E-5</c:v>
                </c:pt>
                <c:pt idx="953">
                  <c:v>4.8001399999999998E-5</c:v>
                </c:pt>
                <c:pt idx="954">
                  <c:v>4.8034100000000001E-5</c:v>
                </c:pt>
                <c:pt idx="955">
                  <c:v>4.80674E-5</c:v>
                </c:pt>
                <c:pt idx="956">
                  <c:v>4.8100499999999998E-5</c:v>
                </c:pt>
                <c:pt idx="957">
                  <c:v>4.8132600000000001E-5</c:v>
                </c:pt>
                <c:pt idx="958">
                  <c:v>4.8165599999999998E-5</c:v>
                </c:pt>
                <c:pt idx="959">
                  <c:v>4.82001E-5</c:v>
                </c:pt>
                <c:pt idx="960">
                  <c:v>4.8234900000000001E-5</c:v>
                </c:pt>
                <c:pt idx="961">
                  <c:v>4.8270799999999999E-5</c:v>
                </c:pt>
                <c:pt idx="962">
                  <c:v>4.8307399999999998E-5</c:v>
                </c:pt>
                <c:pt idx="963">
                  <c:v>4.8344299999999997E-5</c:v>
                </c:pt>
                <c:pt idx="964">
                  <c:v>4.8381299999999997E-5</c:v>
                </c:pt>
                <c:pt idx="965">
                  <c:v>4.8417900000000003E-5</c:v>
                </c:pt>
                <c:pt idx="966">
                  <c:v>4.8455699999999998E-5</c:v>
                </c:pt>
                <c:pt idx="967">
                  <c:v>4.8494900000000002E-5</c:v>
                </c:pt>
                <c:pt idx="968">
                  <c:v>4.8535000000000002E-5</c:v>
                </c:pt>
                <c:pt idx="969">
                  <c:v>4.8575899999999997E-5</c:v>
                </c:pt>
                <c:pt idx="970">
                  <c:v>4.8616899999999999E-5</c:v>
                </c:pt>
                <c:pt idx="971">
                  <c:v>4.8658300000000001E-5</c:v>
                </c:pt>
                <c:pt idx="972">
                  <c:v>4.8699699999999997E-5</c:v>
                </c:pt>
                <c:pt idx="973">
                  <c:v>4.8740299999999998E-5</c:v>
                </c:pt>
                <c:pt idx="974">
                  <c:v>4.87811E-5</c:v>
                </c:pt>
                <c:pt idx="975">
                  <c:v>4.8823000000000003E-5</c:v>
                </c:pt>
                <c:pt idx="976">
                  <c:v>4.8865300000000001E-5</c:v>
                </c:pt>
                <c:pt idx="977">
                  <c:v>4.8908800000000002E-5</c:v>
                </c:pt>
                <c:pt idx="978">
                  <c:v>4.8953399999999998E-5</c:v>
                </c:pt>
                <c:pt idx="979">
                  <c:v>4.8998100000000001E-5</c:v>
                </c:pt>
                <c:pt idx="980">
                  <c:v>4.9042999999999998E-5</c:v>
                </c:pt>
                <c:pt idx="981">
                  <c:v>4.9088600000000003E-5</c:v>
                </c:pt>
                <c:pt idx="982">
                  <c:v>4.9135499999999997E-5</c:v>
                </c:pt>
                <c:pt idx="983">
                  <c:v>4.9183800000000002E-5</c:v>
                </c:pt>
                <c:pt idx="984">
                  <c:v>4.9231699999999998E-5</c:v>
                </c:pt>
                <c:pt idx="985">
                  <c:v>4.9279200000000001E-5</c:v>
                </c:pt>
                <c:pt idx="986">
                  <c:v>4.9326899999999997E-5</c:v>
                </c:pt>
                <c:pt idx="987">
                  <c:v>4.9376199999999997E-5</c:v>
                </c:pt>
                <c:pt idx="988">
                  <c:v>4.94272E-5</c:v>
                </c:pt>
                <c:pt idx="989">
                  <c:v>4.9478100000000003E-5</c:v>
                </c:pt>
                <c:pt idx="990">
                  <c:v>4.95294E-5</c:v>
                </c:pt>
                <c:pt idx="991">
                  <c:v>4.9581099999999999E-5</c:v>
                </c:pt>
                <c:pt idx="992">
                  <c:v>4.9632899999999997E-5</c:v>
                </c:pt>
                <c:pt idx="993">
                  <c:v>4.9685699999999998E-5</c:v>
                </c:pt>
                <c:pt idx="994">
                  <c:v>4.97391E-5</c:v>
                </c:pt>
                <c:pt idx="995">
                  <c:v>4.9792300000000001E-5</c:v>
                </c:pt>
                <c:pt idx="996">
                  <c:v>4.9846299999999997E-5</c:v>
                </c:pt>
                <c:pt idx="997">
                  <c:v>4.9901699999999997E-5</c:v>
                </c:pt>
                <c:pt idx="998">
                  <c:v>4.9957899999999998E-5</c:v>
                </c:pt>
                <c:pt idx="999">
                  <c:v>5.0014900000000001E-5</c:v>
                </c:pt>
                <c:pt idx="1000">
                  <c:v>5.0072099999999998E-5</c:v>
                </c:pt>
                <c:pt idx="1001">
                  <c:v>5.0130100000000003E-5</c:v>
                </c:pt>
                <c:pt idx="1002">
                  <c:v>5.0189499999999998E-5</c:v>
                </c:pt>
                <c:pt idx="1003">
                  <c:v>5.0249500000000001E-5</c:v>
                </c:pt>
                <c:pt idx="1004">
                  <c:v>5.0309400000000003E-5</c:v>
                </c:pt>
                <c:pt idx="1005">
                  <c:v>5.03696E-5</c:v>
                </c:pt>
                <c:pt idx="1006">
                  <c:v>5.0430599999999998E-5</c:v>
                </c:pt>
                <c:pt idx="1007">
                  <c:v>5.0491899999999997E-5</c:v>
                </c:pt>
                <c:pt idx="1008">
                  <c:v>5.0554199999999998E-5</c:v>
                </c:pt>
                <c:pt idx="1009">
                  <c:v>5.0617900000000002E-5</c:v>
                </c:pt>
                <c:pt idx="1010">
                  <c:v>5.06821E-5</c:v>
                </c:pt>
                <c:pt idx="1011">
                  <c:v>5.0746499999999999E-5</c:v>
                </c:pt>
                <c:pt idx="1012">
                  <c:v>5.0812100000000001E-5</c:v>
                </c:pt>
                <c:pt idx="1013">
                  <c:v>5.0878599999999998E-5</c:v>
                </c:pt>
                <c:pt idx="1014">
                  <c:v>5.0945400000000002E-5</c:v>
                </c:pt>
                <c:pt idx="1015">
                  <c:v>5.10126E-5</c:v>
                </c:pt>
                <c:pt idx="1016">
                  <c:v>5.10807E-5</c:v>
                </c:pt>
                <c:pt idx="1017">
                  <c:v>5.1150000000000003E-5</c:v>
                </c:pt>
                <c:pt idx="1018">
                  <c:v>5.1219299999999999E-5</c:v>
                </c:pt>
                <c:pt idx="1019">
                  <c:v>5.1288500000000002E-5</c:v>
                </c:pt>
                <c:pt idx="1020">
                  <c:v>5.1358399999999999E-5</c:v>
                </c:pt>
                <c:pt idx="1021">
                  <c:v>5.1430400000000001E-5</c:v>
                </c:pt>
                <c:pt idx="1022">
                  <c:v>5.15037E-5</c:v>
                </c:pt>
                <c:pt idx="1023">
                  <c:v>5.1576300000000003E-5</c:v>
                </c:pt>
                <c:pt idx="1024">
                  <c:v>5.1648699999999999E-5</c:v>
                </c:pt>
                <c:pt idx="1025">
                  <c:v>5.1721200000000002E-5</c:v>
                </c:pt>
                <c:pt idx="1026">
                  <c:v>5.17945E-5</c:v>
                </c:pt>
                <c:pt idx="1027">
                  <c:v>5.1870199999999997E-5</c:v>
                </c:pt>
                <c:pt idx="1028">
                  <c:v>5.1947499999999997E-5</c:v>
                </c:pt>
                <c:pt idx="1029">
                  <c:v>5.2025099999999998E-5</c:v>
                </c:pt>
                <c:pt idx="1030">
                  <c:v>5.2102399999999998E-5</c:v>
                </c:pt>
                <c:pt idx="1031">
                  <c:v>5.2180299999999999E-5</c:v>
                </c:pt>
                <c:pt idx="1032">
                  <c:v>5.2259500000000003E-5</c:v>
                </c:pt>
                <c:pt idx="1033">
                  <c:v>5.2339200000000002E-5</c:v>
                </c:pt>
                <c:pt idx="1034">
                  <c:v>5.2419200000000001E-5</c:v>
                </c:pt>
                <c:pt idx="1035">
                  <c:v>5.2499500000000001E-5</c:v>
                </c:pt>
                <c:pt idx="1036">
                  <c:v>5.2580800000000003E-5</c:v>
                </c:pt>
                <c:pt idx="1037">
                  <c:v>5.2663300000000001E-5</c:v>
                </c:pt>
                <c:pt idx="1038">
                  <c:v>5.2746500000000001E-5</c:v>
                </c:pt>
                <c:pt idx="1039">
                  <c:v>5.2830300000000001E-5</c:v>
                </c:pt>
                <c:pt idx="1040">
                  <c:v>5.2914699999999997E-5</c:v>
                </c:pt>
                <c:pt idx="1041">
                  <c:v>5.3000600000000002E-5</c:v>
                </c:pt>
                <c:pt idx="1042">
                  <c:v>5.3087600000000003E-5</c:v>
                </c:pt>
                <c:pt idx="1043">
                  <c:v>5.3174799999999998E-5</c:v>
                </c:pt>
                <c:pt idx="1044">
                  <c:v>5.3262900000000001E-5</c:v>
                </c:pt>
                <c:pt idx="1045">
                  <c:v>5.33519E-5</c:v>
                </c:pt>
                <c:pt idx="1046">
                  <c:v>5.3442400000000002E-5</c:v>
                </c:pt>
                <c:pt idx="1047">
                  <c:v>5.3534600000000001E-5</c:v>
                </c:pt>
                <c:pt idx="1048">
                  <c:v>5.3627600000000001E-5</c:v>
                </c:pt>
                <c:pt idx="1049">
                  <c:v>5.3720600000000002E-5</c:v>
                </c:pt>
                <c:pt idx="1050">
                  <c:v>5.3813999999999997E-5</c:v>
                </c:pt>
                <c:pt idx="1051">
                  <c:v>5.3908700000000001E-5</c:v>
                </c:pt>
                <c:pt idx="1052">
                  <c:v>5.4004900000000002E-5</c:v>
                </c:pt>
                <c:pt idx="1053">
                  <c:v>5.4104599999999997E-5</c:v>
                </c:pt>
                <c:pt idx="1054">
                  <c:v>5.4206300000000003E-5</c:v>
                </c:pt>
                <c:pt idx="1055">
                  <c:v>5.4305799999999998E-5</c:v>
                </c:pt>
                <c:pt idx="1056">
                  <c:v>5.4404599999999997E-5</c:v>
                </c:pt>
                <c:pt idx="1057">
                  <c:v>5.4503599999999998E-5</c:v>
                </c:pt>
                <c:pt idx="1058">
                  <c:v>5.4603199999999999E-5</c:v>
                </c:pt>
                <c:pt idx="1059">
                  <c:v>5.4703200000000002E-5</c:v>
                </c:pt>
                <c:pt idx="1060">
                  <c:v>5.48045E-5</c:v>
                </c:pt>
                <c:pt idx="1061">
                  <c:v>5.4907999999999997E-5</c:v>
                </c:pt>
                <c:pt idx="1062">
                  <c:v>5.5012200000000002E-5</c:v>
                </c:pt>
                <c:pt idx="1063">
                  <c:v>5.51166E-5</c:v>
                </c:pt>
                <c:pt idx="1064">
                  <c:v>5.5222200000000001E-5</c:v>
                </c:pt>
                <c:pt idx="1065">
                  <c:v>5.53298E-5</c:v>
                </c:pt>
                <c:pt idx="1066">
                  <c:v>5.5439499999999997E-5</c:v>
                </c:pt>
                <c:pt idx="1067">
                  <c:v>5.5550100000000002E-5</c:v>
                </c:pt>
                <c:pt idx="1068">
                  <c:v>5.5659899999999999E-5</c:v>
                </c:pt>
                <c:pt idx="1069">
                  <c:v>5.5769500000000002E-5</c:v>
                </c:pt>
                <c:pt idx="1070">
                  <c:v>5.5880700000000002E-5</c:v>
                </c:pt>
                <c:pt idx="1071">
                  <c:v>5.59942E-5</c:v>
                </c:pt>
                <c:pt idx="1072">
                  <c:v>5.61085E-5</c:v>
                </c:pt>
                <c:pt idx="1073">
                  <c:v>5.6223400000000001E-5</c:v>
                </c:pt>
                <c:pt idx="1074">
                  <c:v>5.6339399999999998E-5</c:v>
                </c:pt>
                <c:pt idx="1075">
                  <c:v>5.6457099999999999E-5</c:v>
                </c:pt>
                <c:pt idx="1076">
                  <c:v>5.6576200000000002E-5</c:v>
                </c:pt>
                <c:pt idx="1077">
                  <c:v>5.66956E-5</c:v>
                </c:pt>
                <c:pt idx="1078">
                  <c:v>5.6815799999999999E-5</c:v>
                </c:pt>
                <c:pt idx="1079">
                  <c:v>5.69367E-5</c:v>
                </c:pt>
                <c:pt idx="1080">
                  <c:v>5.7058500000000003E-5</c:v>
                </c:pt>
                <c:pt idx="1081">
                  <c:v>5.7182200000000003E-5</c:v>
                </c:pt>
                <c:pt idx="1082">
                  <c:v>5.7306299999999997E-5</c:v>
                </c:pt>
                <c:pt idx="1083">
                  <c:v>5.74313E-5</c:v>
                </c:pt>
                <c:pt idx="1084">
                  <c:v>5.7557299999999999E-5</c:v>
                </c:pt>
                <c:pt idx="1085">
                  <c:v>5.7684900000000001E-5</c:v>
                </c:pt>
                <c:pt idx="1086">
                  <c:v>5.78145E-5</c:v>
                </c:pt>
                <c:pt idx="1087">
                  <c:v>5.7945000000000002E-5</c:v>
                </c:pt>
                <c:pt idx="1088">
                  <c:v>5.8075699999999997E-5</c:v>
                </c:pt>
                <c:pt idx="1089">
                  <c:v>5.82068E-5</c:v>
                </c:pt>
                <c:pt idx="1090">
                  <c:v>5.83396E-5</c:v>
                </c:pt>
                <c:pt idx="1091">
                  <c:v>5.8473700000000002E-5</c:v>
                </c:pt>
                <c:pt idx="1092">
                  <c:v>5.86088E-5</c:v>
                </c:pt>
                <c:pt idx="1093">
                  <c:v>5.8744199999999999E-5</c:v>
                </c:pt>
                <c:pt idx="1094">
                  <c:v>5.88804E-5</c:v>
                </c:pt>
                <c:pt idx="1095">
                  <c:v>5.9018899999999998E-5</c:v>
                </c:pt>
                <c:pt idx="1096">
                  <c:v>5.9159000000000001E-5</c:v>
                </c:pt>
                <c:pt idx="1097">
                  <c:v>5.9299699999999997E-5</c:v>
                </c:pt>
                <c:pt idx="1098">
                  <c:v>5.9441200000000003E-5</c:v>
                </c:pt>
                <c:pt idx="1099">
                  <c:v>5.9584399999999998E-5</c:v>
                </c:pt>
                <c:pt idx="1100">
                  <c:v>5.9729199999999997E-5</c:v>
                </c:pt>
                <c:pt idx="1101">
                  <c:v>5.9874499999999997E-5</c:v>
                </c:pt>
                <c:pt idx="1102">
                  <c:v>6.0020099999999998E-5</c:v>
                </c:pt>
                <c:pt idx="1103">
                  <c:v>6.0167300000000002E-5</c:v>
                </c:pt>
                <c:pt idx="1104">
                  <c:v>6.0316299999999997E-5</c:v>
                </c:pt>
                <c:pt idx="1105">
                  <c:v>6.04661E-5</c:v>
                </c:pt>
                <c:pt idx="1106">
                  <c:v>6.0617099999999999E-5</c:v>
                </c:pt>
                <c:pt idx="1107">
                  <c:v>6.0770200000000003E-5</c:v>
                </c:pt>
                <c:pt idx="1108">
                  <c:v>6.09231E-5</c:v>
                </c:pt>
                <c:pt idx="1109">
                  <c:v>6.1076799999999998E-5</c:v>
                </c:pt>
                <c:pt idx="1110">
                  <c:v>6.1233099999999995E-5</c:v>
                </c:pt>
                <c:pt idx="1111">
                  <c:v>6.1390399999999994E-5</c:v>
                </c:pt>
                <c:pt idx="1112">
                  <c:v>6.1548099999999994E-5</c:v>
                </c:pt>
                <c:pt idx="1113">
                  <c:v>6.1706100000000002E-5</c:v>
                </c:pt>
                <c:pt idx="1114">
                  <c:v>6.1865499999999999E-5</c:v>
                </c:pt>
                <c:pt idx="1115">
                  <c:v>6.2027799999999996E-5</c:v>
                </c:pt>
                <c:pt idx="1116">
                  <c:v>6.2191600000000003E-5</c:v>
                </c:pt>
                <c:pt idx="1117">
                  <c:v>6.2355999999999997E-5</c:v>
                </c:pt>
                <c:pt idx="1118">
                  <c:v>6.2519800000000004E-5</c:v>
                </c:pt>
                <c:pt idx="1119">
                  <c:v>6.2683900000000005E-5</c:v>
                </c:pt>
                <c:pt idx="1120">
                  <c:v>6.2850900000000005E-5</c:v>
                </c:pt>
                <c:pt idx="1121">
                  <c:v>6.3019499999999995E-5</c:v>
                </c:pt>
                <c:pt idx="1122">
                  <c:v>6.3188900000000001E-5</c:v>
                </c:pt>
                <c:pt idx="1123">
                  <c:v>6.3359499999999995E-5</c:v>
                </c:pt>
                <c:pt idx="1124">
                  <c:v>6.35316E-5</c:v>
                </c:pt>
                <c:pt idx="1125">
                  <c:v>6.3705699999999996E-5</c:v>
                </c:pt>
                <c:pt idx="1126">
                  <c:v>6.3880799999999993E-5</c:v>
                </c:pt>
                <c:pt idx="1127">
                  <c:v>6.4056599999999999E-5</c:v>
                </c:pt>
                <c:pt idx="1128">
                  <c:v>6.4234199999999996E-5</c:v>
                </c:pt>
                <c:pt idx="1129">
                  <c:v>6.4414700000000005E-5</c:v>
                </c:pt>
                <c:pt idx="1130">
                  <c:v>6.4596899999999998E-5</c:v>
                </c:pt>
                <c:pt idx="1131">
                  <c:v>6.4778599999999997E-5</c:v>
                </c:pt>
                <c:pt idx="1132">
                  <c:v>6.4959899999999994E-5</c:v>
                </c:pt>
                <c:pt idx="1133">
                  <c:v>6.5143300000000004E-5</c:v>
                </c:pt>
                <c:pt idx="1134">
                  <c:v>6.5329799999999999E-5</c:v>
                </c:pt>
                <c:pt idx="1135">
                  <c:v>6.5518099999999999E-5</c:v>
                </c:pt>
                <c:pt idx="1136">
                  <c:v>6.5706100000000004E-5</c:v>
                </c:pt>
                <c:pt idx="1137">
                  <c:v>6.5894699999999998E-5</c:v>
                </c:pt>
                <c:pt idx="1138">
                  <c:v>6.6085699999999996E-5</c:v>
                </c:pt>
                <c:pt idx="1139">
                  <c:v>6.62791E-5</c:v>
                </c:pt>
                <c:pt idx="1140">
                  <c:v>6.6473699999999993E-5</c:v>
                </c:pt>
                <c:pt idx="1141">
                  <c:v>6.6669399999999996E-5</c:v>
                </c:pt>
                <c:pt idx="1142">
                  <c:v>6.6867100000000002E-5</c:v>
                </c:pt>
                <c:pt idx="1143">
                  <c:v>6.7066399999999999E-5</c:v>
                </c:pt>
                <c:pt idx="1144">
                  <c:v>6.7267299999999999E-5</c:v>
                </c:pt>
                <c:pt idx="1145">
                  <c:v>6.7470000000000003E-5</c:v>
                </c:pt>
                <c:pt idx="1146">
                  <c:v>6.7673600000000002E-5</c:v>
                </c:pt>
                <c:pt idx="1147">
                  <c:v>6.7878400000000004E-5</c:v>
                </c:pt>
                <c:pt idx="1148">
                  <c:v>6.8085300000000004E-5</c:v>
                </c:pt>
                <c:pt idx="1149">
                  <c:v>6.8294700000000002E-5</c:v>
                </c:pt>
                <c:pt idx="1150">
                  <c:v>6.8504900000000002E-5</c:v>
                </c:pt>
                <c:pt idx="1151">
                  <c:v>6.8714599999999994E-5</c:v>
                </c:pt>
                <c:pt idx="1152">
                  <c:v>6.8925500000000003E-5</c:v>
                </c:pt>
                <c:pt idx="1153">
                  <c:v>6.9139099999999997E-5</c:v>
                </c:pt>
                <c:pt idx="1154">
                  <c:v>6.9355200000000003E-5</c:v>
                </c:pt>
                <c:pt idx="1155">
                  <c:v>6.9572099999999998E-5</c:v>
                </c:pt>
                <c:pt idx="1156">
                  <c:v>6.9790799999999996E-5</c:v>
                </c:pt>
                <c:pt idx="1157">
                  <c:v>7.0011299999999998E-5</c:v>
                </c:pt>
                <c:pt idx="1158">
                  <c:v>7.0234099999999999E-5</c:v>
                </c:pt>
                <c:pt idx="1159">
                  <c:v>7.0458799999999997E-5</c:v>
                </c:pt>
                <c:pt idx="1160">
                  <c:v>7.0684200000000003E-5</c:v>
                </c:pt>
                <c:pt idx="1161">
                  <c:v>7.0911699999999994E-5</c:v>
                </c:pt>
                <c:pt idx="1162">
                  <c:v>7.1141099999999996E-5</c:v>
                </c:pt>
                <c:pt idx="1163">
                  <c:v>7.1372399999999994E-5</c:v>
                </c:pt>
                <c:pt idx="1164">
                  <c:v>7.1605400000000004E-5</c:v>
                </c:pt>
                <c:pt idx="1165">
                  <c:v>7.1839499999999995E-5</c:v>
                </c:pt>
                <c:pt idx="1166">
                  <c:v>7.2074299999999995E-5</c:v>
                </c:pt>
                <c:pt idx="1167">
                  <c:v>7.2309699999999997E-5</c:v>
                </c:pt>
                <c:pt idx="1168">
                  <c:v>7.2547799999999997E-5</c:v>
                </c:pt>
                <c:pt idx="1169">
                  <c:v>7.2789300000000005E-5</c:v>
                </c:pt>
                <c:pt idx="1170">
                  <c:v>7.3032099999999995E-5</c:v>
                </c:pt>
                <c:pt idx="1171">
                  <c:v>7.3275000000000006E-5</c:v>
                </c:pt>
                <c:pt idx="1172">
                  <c:v>7.3519300000000006E-5</c:v>
                </c:pt>
                <c:pt idx="1173">
                  <c:v>7.3766500000000006E-5</c:v>
                </c:pt>
                <c:pt idx="1174">
                  <c:v>7.4016099999999998E-5</c:v>
                </c:pt>
                <c:pt idx="1175">
                  <c:v>7.4267300000000006E-5</c:v>
                </c:pt>
                <c:pt idx="1176">
                  <c:v>7.4519700000000004E-5</c:v>
                </c:pt>
                <c:pt idx="1177">
                  <c:v>7.4773399999999998E-5</c:v>
                </c:pt>
                <c:pt idx="1178">
                  <c:v>7.5030200000000005E-5</c:v>
                </c:pt>
                <c:pt idx="1179">
                  <c:v>7.5289400000000005E-5</c:v>
                </c:pt>
                <c:pt idx="1180">
                  <c:v>7.5548499999999997E-5</c:v>
                </c:pt>
                <c:pt idx="1181">
                  <c:v>7.5808000000000003E-5</c:v>
                </c:pt>
                <c:pt idx="1182">
                  <c:v>7.6069199999999993E-5</c:v>
                </c:pt>
                <c:pt idx="1183">
                  <c:v>7.6333699999999997E-5</c:v>
                </c:pt>
                <c:pt idx="1184">
                  <c:v>7.66007E-5</c:v>
                </c:pt>
                <c:pt idx="1185">
                  <c:v>7.6867900000000003E-5</c:v>
                </c:pt>
                <c:pt idx="1186">
                  <c:v>7.7135899999999994E-5</c:v>
                </c:pt>
                <c:pt idx="1187">
                  <c:v>7.7409499999999998E-5</c:v>
                </c:pt>
                <c:pt idx="1188">
                  <c:v>7.76918E-5</c:v>
                </c:pt>
                <c:pt idx="1189">
                  <c:v>7.7974999999999998E-5</c:v>
                </c:pt>
                <c:pt idx="1190">
                  <c:v>7.8252300000000003E-5</c:v>
                </c:pt>
                <c:pt idx="1191">
                  <c:v>7.8527400000000003E-5</c:v>
                </c:pt>
                <c:pt idx="1192">
                  <c:v>7.8804299999999994E-5</c:v>
                </c:pt>
                <c:pt idx="1193">
                  <c:v>7.9084499999999998E-5</c:v>
                </c:pt>
                <c:pt idx="1194">
                  <c:v>7.9367800000000003E-5</c:v>
                </c:pt>
                <c:pt idx="1195">
                  <c:v>7.9652699999999997E-5</c:v>
                </c:pt>
                <c:pt idx="1196">
                  <c:v>7.9938999999999995E-5</c:v>
                </c:pt>
                <c:pt idx="1197">
                  <c:v>8.0226699999999995E-5</c:v>
                </c:pt>
                <c:pt idx="1198">
                  <c:v>8.0516899999999995E-5</c:v>
                </c:pt>
                <c:pt idx="1199">
                  <c:v>8.0809000000000005E-5</c:v>
                </c:pt>
                <c:pt idx="1200">
                  <c:v>8.1101799999999997E-5</c:v>
                </c:pt>
                <c:pt idx="1201">
                  <c:v>8.13971E-5</c:v>
                </c:pt>
                <c:pt idx="1202">
                  <c:v>8.16966E-5</c:v>
                </c:pt>
                <c:pt idx="1203">
                  <c:v>8.1998700000000005E-5</c:v>
                </c:pt>
                <c:pt idx="1204">
                  <c:v>8.2301500000000005E-5</c:v>
                </c:pt>
                <c:pt idx="1205">
                  <c:v>8.2605800000000001E-5</c:v>
                </c:pt>
                <c:pt idx="1206">
                  <c:v>8.2912599999999996E-5</c:v>
                </c:pt>
                <c:pt idx="1207">
                  <c:v>8.3221700000000003E-5</c:v>
                </c:pt>
                <c:pt idx="1208">
                  <c:v>8.35324E-5</c:v>
                </c:pt>
                <c:pt idx="1209">
                  <c:v>8.3843800000000005E-5</c:v>
                </c:pt>
                <c:pt idx="1210">
                  <c:v>8.4156500000000006E-5</c:v>
                </c:pt>
                <c:pt idx="1211">
                  <c:v>8.4471599999999999E-5</c:v>
                </c:pt>
                <c:pt idx="1212">
                  <c:v>8.4790000000000006E-5</c:v>
                </c:pt>
                <c:pt idx="1213">
                  <c:v>8.5111200000000006E-5</c:v>
                </c:pt>
                <c:pt idx="1214">
                  <c:v>8.5433799999999995E-5</c:v>
                </c:pt>
                <c:pt idx="1215">
                  <c:v>8.5758600000000003E-5</c:v>
                </c:pt>
                <c:pt idx="1216">
                  <c:v>8.6085400000000001E-5</c:v>
                </c:pt>
                <c:pt idx="1217">
                  <c:v>8.6414400000000004E-5</c:v>
                </c:pt>
                <c:pt idx="1218">
                  <c:v>8.6745399999999998E-5</c:v>
                </c:pt>
                <c:pt idx="1219">
                  <c:v>8.7078999999999998E-5</c:v>
                </c:pt>
                <c:pt idx="1220">
                  <c:v>8.7415800000000004E-5</c:v>
                </c:pt>
                <c:pt idx="1221">
                  <c:v>8.77536E-5</c:v>
                </c:pt>
                <c:pt idx="1222">
                  <c:v>8.8093100000000005E-5</c:v>
                </c:pt>
                <c:pt idx="1223">
                  <c:v>8.8435899999999998E-5</c:v>
                </c:pt>
                <c:pt idx="1224">
                  <c:v>8.8781299999999996E-5</c:v>
                </c:pt>
                <c:pt idx="1225">
                  <c:v>8.9128499999999999E-5</c:v>
                </c:pt>
                <c:pt idx="1226">
                  <c:v>8.9476700000000003E-5</c:v>
                </c:pt>
                <c:pt idx="1227">
                  <c:v>8.9827999999999994E-5</c:v>
                </c:pt>
                <c:pt idx="1228">
                  <c:v>9.0181799999999998E-5</c:v>
                </c:pt>
                <c:pt idx="1229">
                  <c:v>9.0535899999999995E-5</c:v>
                </c:pt>
                <c:pt idx="1230">
                  <c:v>9.0891799999999996E-5</c:v>
                </c:pt>
                <c:pt idx="1231">
                  <c:v>9.1249999999999995E-5</c:v>
                </c:pt>
                <c:pt idx="1232">
                  <c:v>9.1611400000000002E-5</c:v>
                </c:pt>
                <c:pt idx="1233">
                  <c:v>9.1975699999999994E-5</c:v>
                </c:pt>
                <c:pt idx="1234">
                  <c:v>9.2340800000000002E-5</c:v>
                </c:pt>
                <c:pt idx="1235">
                  <c:v>9.2706400000000004E-5</c:v>
                </c:pt>
                <c:pt idx="1236">
                  <c:v>9.3075100000000006E-5</c:v>
                </c:pt>
                <c:pt idx="1237">
                  <c:v>9.3447800000000003E-5</c:v>
                </c:pt>
                <c:pt idx="1238">
                  <c:v>9.3822300000000005E-5</c:v>
                </c:pt>
                <c:pt idx="1239">
                  <c:v>9.4198399999999996E-5</c:v>
                </c:pt>
                <c:pt idx="1240">
                  <c:v>9.4575999999999997E-5</c:v>
                </c:pt>
                <c:pt idx="1241">
                  <c:v>9.4956499999999998E-5</c:v>
                </c:pt>
                <c:pt idx="1242">
                  <c:v>9.5341199999999994E-5</c:v>
                </c:pt>
                <c:pt idx="1243">
                  <c:v>9.5728499999999997E-5</c:v>
                </c:pt>
                <c:pt idx="1244">
                  <c:v>9.6117899999999997E-5</c:v>
                </c:pt>
                <c:pt idx="1245">
                  <c:v>9.6509199999999994E-5</c:v>
                </c:pt>
                <c:pt idx="1246">
                  <c:v>9.6903099999999997E-5</c:v>
                </c:pt>
                <c:pt idx="1247">
                  <c:v>9.7300300000000001E-5</c:v>
                </c:pt>
                <c:pt idx="1248">
                  <c:v>9.76984E-5</c:v>
                </c:pt>
                <c:pt idx="1249">
                  <c:v>9.8096699999999999E-5</c:v>
                </c:pt>
                <c:pt idx="1250">
                  <c:v>9.8497699999999997E-5</c:v>
                </c:pt>
                <c:pt idx="1251">
                  <c:v>9.8903500000000006E-5</c:v>
                </c:pt>
                <c:pt idx="1252">
                  <c:v>9.9313499999999997E-5</c:v>
                </c:pt>
                <c:pt idx="1253">
                  <c:v>9.9724300000000003E-5</c:v>
                </c:pt>
                <c:pt idx="1254">
                  <c:v>1.00136E-4</c:v>
                </c:pt>
                <c:pt idx="1255">
                  <c:v>1.0055099999999999E-4</c:v>
                </c:pt>
                <c:pt idx="1256">
                  <c:v>1.0097E-4</c:v>
                </c:pt>
                <c:pt idx="1257">
                  <c:v>1.0139199999999999E-4</c:v>
                </c:pt>
                <c:pt idx="1258">
                  <c:v>1.01815E-4</c:v>
                </c:pt>
                <c:pt idx="1259">
                  <c:v>1.0224E-4</c:v>
                </c:pt>
                <c:pt idx="1260">
                  <c:v>1.02668E-4</c:v>
                </c:pt>
                <c:pt idx="1261">
                  <c:v>1.031E-4</c:v>
                </c:pt>
                <c:pt idx="1262">
                  <c:v>1.0353699999999999E-4</c:v>
                </c:pt>
                <c:pt idx="1263">
                  <c:v>1.03976E-4</c:v>
                </c:pt>
                <c:pt idx="1264">
                  <c:v>1.04417E-4</c:v>
                </c:pt>
                <c:pt idx="1265">
                  <c:v>1.0485899999999999E-4</c:v>
                </c:pt>
                <c:pt idx="1266">
                  <c:v>1.05306E-4</c:v>
                </c:pt>
                <c:pt idx="1267">
                  <c:v>1.05756E-4</c:v>
                </c:pt>
                <c:pt idx="1268">
                  <c:v>1.0620600000000001E-4</c:v>
                </c:pt>
                <c:pt idx="1269">
                  <c:v>1.0665799999999999E-4</c:v>
                </c:pt>
                <c:pt idx="1270">
                  <c:v>1.07112E-4</c:v>
                </c:pt>
                <c:pt idx="1271">
                  <c:v>1.0757200000000001E-4</c:v>
                </c:pt>
                <c:pt idx="1272">
                  <c:v>1.08033E-4</c:v>
                </c:pt>
                <c:pt idx="1273">
                  <c:v>1.08496E-4</c:v>
                </c:pt>
                <c:pt idx="1274">
                  <c:v>1.0896299999999999E-4</c:v>
                </c:pt>
                <c:pt idx="1275">
                  <c:v>1.0943200000000001E-4</c:v>
                </c:pt>
                <c:pt idx="1276">
                  <c:v>1.09904E-4</c:v>
                </c:pt>
                <c:pt idx="1277">
                  <c:v>1.1037899999999999E-4</c:v>
                </c:pt>
                <c:pt idx="1278">
                  <c:v>1.10856E-4</c:v>
                </c:pt>
                <c:pt idx="1279">
                  <c:v>1.11334E-4</c:v>
                </c:pt>
                <c:pt idx="1280">
                  <c:v>1.11814E-4</c:v>
                </c:pt>
                <c:pt idx="1281">
                  <c:v>1.12297E-4</c:v>
                </c:pt>
                <c:pt idx="1282">
                  <c:v>1.12784E-4</c:v>
                </c:pt>
                <c:pt idx="1283">
                  <c:v>1.13274E-4</c:v>
                </c:pt>
                <c:pt idx="1284">
                  <c:v>1.1376500000000001E-4</c:v>
                </c:pt>
                <c:pt idx="1285">
                  <c:v>1.14258E-4</c:v>
                </c:pt>
                <c:pt idx="1286">
                  <c:v>1.1475499999999999E-4</c:v>
                </c:pt>
                <c:pt idx="1287">
                  <c:v>1.15254E-4</c:v>
                </c:pt>
                <c:pt idx="1288">
                  <c:v>1.15754E-4</c:v>
                </c:pt>
                <c:pt idx="1289">
                  <c:v>1.16257E-4</c:v>
                </c:pt>
                <c:pt idx="1290">
                  <c:v>1.16764E-4</c:v>
                </c:pt>
                <c:pt idx="1291">
                  <c:v>1.17277E-4</c:v>
                </c:pt>
                <c:pt idx="1292">
                  <c:v>1.17791E-4</c:v>
                </c:pt>
                <c:pt idx="1293">
                  <c:v>1.18307E-4</c:v>
                </c:pt>
                <c:pt idx="1294">
                  <c:v>1.18826E-4</c:v>
                </c:pt>
                <c:pt idx="1295">
                  <c:v>1.1934699999999999E-4</c:v>
                </c:pt>
                <c:pt idx="1296">
                  <c:v>1.1987199999999999E-4</c:v>
                </c:pt>
                <c:pt idx="1297">
                  <c:v>1.20399E-4</c:v>
                </c:pt>
                <c:pt idx="1298">
                  <c:v>1.20928E-4</c:v>
                </c:pt>
                <c:pt idx="1299">
                  <c:v>1.21458E-4</c:v>
                </c:pt>
                <c:pt idx="1300">
                  <c:v>1.21995E-4</c:v>
                </c:pt>
                <c:pt idx="1301">
                  <c:v>1.2253599999999999E-4</c:v>
                </c:pt>
                <c:pt idx="1302">
                  <c:v>1.23077E-4</c:v>
                </c:pt>
                <c:pt idx="1303">
                  <c:v>1.2361699999999999E-4</c:v>
                </c:pt>
                <c:pt idx="1304">
                  <c:v>1.2415899999999999E-4</c:v>
                </c:pt>
                <c:pt idx="1305">
                  <c:v>1.24704E-4</c:v>
                </c:pt>
                <c:pt idx="1306">
                  <c:v>1.2525200000000001E-4</c:v>
                </c:pt>
                <c:pt idx="1307">
                  <c:v>1.2579999999999999E-4</c:v>
                </c:pt>
                <c:pt idx="1308">
                  <c:v>1.2635000000000001E-4</c:v>
                </c:pt>
                <c:pt idx="1309">
                  <c:v>1.2690299999999999E-4</c:v>
                </c:pt>
                <c:pt idx="1310">
                  <c:v>1.2746099999999999E-4</c:v>
                </c:pt>
                <c:pt idx="1311">
                  <c:v>1.2802199999999999E-4</c:v>
                </c:pt>
                <c:pt idx="1312">
                  <c:v>1.28584E-4</c:v>
                </c:pt>
                <c:pt idx="1313">
                  <c:v>1.29147E-4</c:v>
                </c:pt>
                <c:pt idx="1314">
                  <c:v>1.2971200000000001E-4</c:v>
                </c:pt>
                <c:pt idx="1315">
                  <c:v>1.3028200000000001E-4</c:v>
                </c:pt>
                <c:pt idx="1316">
                  <c:v>1.3085500000000001E-4</c:v>
                </c:pt>
                <c:pt idx="1317">
                  <c:v>1.3143000000000001E-4</c:v>
                </c:pt>
                <c:pt idx="1318">
                  <c:v>1.3200700000000001E-4</c:v>
                </c:pt>
                <c:pt idx="1319">
                  <c:v>1.3258700000000001E-4</c:v>
                </c:pt>
                <c:pt idx="1320">
                  <c:v>1.3317400000000001E-4</c:v>
                </c:pt>
                <c:pt idx="1321">
                  <c:v>1.33764E-4</c:v>
                </c:pt>
                <c:pt idx="1322">
                  <c:v>1.34356E-4</c:v>
                </c:pt>
                <c:pt idx="1323">
                  <c:v>1.3495E-4</c:v>
                </c:pt>
                <c:pt idx="1324">
                  <c:v>1.3554800000000001E-4</c:v>
                </c:pt>
                <c:pt idx="1325">
                  <c:v>1.3615E-4</c:v>
                </c:pt>
                <c:pt idx="1326">
                  <c:v>1.36754E-4</c:v>
                </c:pt>
                <c:pt idx="1327">
                  <c:v>1.3736E-4</c:v>
                </c:pt>
                <c:pt idx="1328">
                  <c:v>1.37971E-4</c:v>
                </c:pt>
                <c:pt idx="1329">
                  <c:v>1.3858499999999999E-4</c:v>
                </c:pt>
                <c:pt idx="1330">
                  <c:v>1.39204E-4</c:v>
                </c:pt>
                <c:pt idx="1331">
                  <c:v>1.39827E-4</c:v>
                </c:pt>
                <c:pt idx="1332">
                  <c:v>1.4045299999999999E-4</c:v>
                </c:pt>
                <c:pt idx="1333">
                  <c:v>1.4108100000000001E-4</c:v>
                </c:pt>
                <c:pt idx="1334">
                  <c:v>1.4171299999999999E-4</c:v>
                </c:pt>
                <c:pt idx="1335">
                  <c:v>1.42347E-4</c:v>
                </c:pt>
                <c:pt idx="1336">
                  <c:v>1.4298100000000001E-4</c:v>
                </c:pt>
                <c:pt idx="1337">
                  <c:v>1.4361500000000001E-4</c:v>
                </c:pt>
                <c:pt idx="1338">
                  <c:v>1.44251E-4</c:v>
                </c:pt>
                <c:pt idx="1339">
                  <c:v>1.4489200000000001E-4</c:v>
                </c:pt>
                <c:pt idx="1340">
                  <c:v>1.4553799999999999E-4</c:v>
                </c:pt>
                <c:pt idx="1341">
                  <c:v>1.4618500000000001E-4</c:v>
                </c:pt>
                <c:pt idx="1342">
                  <c:v>1.4683200000000001E-4</c:v>
                </c:pt>
                <c:pt idx="1343">
                  <c:v>1.4747999999999999E-4</c:v>
                </c:pt>
                <c:pt idx="1344">
                  <c:v>1.48133E-4</c:v>
                </c:pt>
                <c:pt idx="1345">
                  <c:v>1.4879100000000001E-4</c:v>
                </c:pt>
                <c:pt idx="1346">
                  <c:v>1.49448E-4</c:v>
                </c:pt>
                <c:pt idx="1347">
                  <c:v>1.50106E-4</c:v>
                </c:pt>
                <c:pt idx="1348">
                  <c:v>1.50767E-4</c:v>
                </c:pt>
                <c:pt idx="1349">
                  <c:v>1.51435E-4</c:v>
                </c:pt>
                <c:pt idx="1350">
                  <c:v>1.5210700000000001E-4</c:v>
                </c:pt>
                <c:pt idx="1351">
                  <c:v>1.5278000000000001E-4</c:v>
                </c:pt>
                <c:pt idx="1352">
                  <c:v>1.53454E-4</c:v>
                </c:pt>
                <c:pt idx="1353">
                  <c:v>1.5413100000000001E-4</c:v>
                </c:pt>
                <c:pt idx="1354">
                  <c:v>1.5481300000000001E-4</c:v>
                </c:pt>
                <c:pt idx="1355">
                  <c:v>1.55499E-4</c:v>
                </c:pt>
                <c:pt idx="1356">
                  <c:v>1.5618500000000001E-4</c:v>
                </c:pt>
                <c:pt idx="1357">
                  <c:v>1.5687200000000001E-4</c:v>
                </c:pt>
                <c:pt idx="1358">
                  <c:v>1.5756099999999999E-4</c:v>
                </c:pt>
                <c:pt idx="1359">
                  <c:v>1.5825799999999999E-4</c:v>
                </c:pt>
                <c:pt idx="1360">
                  <c:v>1.5895899999999999E-4</c:v>
                </c:pt>
                <c:pt idx="1361">
                  <c:v>1.5966E-4</c:v>
                </c:pt>
                <c:pt idx="1362">
                  <c:v>1.6036300000000001E-4</c:v>
                </c:pt>
                <c:pt idx="1363">
                  <c:v>1.6107200000000001E-4</c:v>
                </c:pt>
                <c:pt idx="1364">
                  <c:v>1.61786E-4</c:v>
                </c:pt>
                <c:pt idx="1365">
                  <c:v>1.6249799999999999E-4</c:v>
                </c:pt>
                <c:pt idx="1366">
                  <c:v>1.6320700000000001E-4</c:v>
                </c:pt>
                <c:pt idx="1367">
                  <c:v>1.6391800000000001E-4</c:v>
                </c:pt>
                <c:pt idx="1368">
                  <c:v>1.6463E-4</c:v>
                </c:pt>
                <c:pt idx="1369">
                  <c:v>1.6534699999999999E-4</c:v>
                </c:pt>
                <c:pt idx="1370">
                  <c:v>1.6606499999999999E-4</c:v>
                </c:pt>
                <c:pt idx="1371">
                  <c:v>1.6678400000000001E-4</c:v>
                </c:pt>
                <c:pt idx="1372">
                  <c:v>1.6750700000000001E-4</c:v>
                </c:pt>
                <c:pt idx="1373">
                  <c:v>1.68233E-4</c:v>
                </c:pt>
                <c:pt idx="1374">
                  <c:v>1.6896399999999999E-4</c:v>
                </c:pt>
                <c:pt idx="1375">
                  <c:v>1.6969399999999999E-4</c:v>
                </c:pt>
                <c:pt idx="1376">
                  <c:v>1.7042399999999999E-4</c:v>
                </c:pt>
                <c:pt idx="1377">
                  <c:v>1.7115699999999999E-4</c:v>
                </c:pt>
                <c:pt idx="1378">
                  <c:v>1.71896E-4</c:v>
                </c:pt>
                <c:pt idx="1379">
                  <c:v>1.7264099999999999E-4</c:v>
                </c:pt>
                <c:pt idx="1380">
                  <c:v>1.73389E-4</c:v>
                </c:pt>
                <c:pt idx="1381">
                  <c:v>1.7413899999999999E-4</c:v>
                </c:pt>
                <c:pt idx="1382">
                  <c:v>1.7489200000000001E-4</c:v>
                </c:pt>
                <c:pt idx="1383">
                  <c:v>1.7564999999999999E-4</c:v>
                </c:pt>
                <c:pt idx="1384">
                  <c:v>1.76412E-4</c:v>
                </c:pt>
                <c:pt idx="1385">
                  <c:v>1.7717199999999999E-4</c:v>
                </c:pt>
                <c:pt idx="1386">
                  <c:v>1.7793400000000001E-4</c:v>
                </c:pt>
                <c:pt idx="1387">
                  <c:v>1.7869699999999999E-4</c:v>
                </c:pt>
                <c:pt idx="1388">
                  <c:v>1.79464E-4</c:v>
                </c:pt>
                <c:pt idx="1389">
                  <c:v>1.80235E-4</c:v>
                </c:pt>
                <c:pt idx="1390">
                  <c:v>1.8101E-4</c:v>
                </c:pt>
                <c:pt idx="1391">
                  <c:v>1.81788E-4</c:v>
                </c:pt>
                <c:pt idx="1392">
                  <c:v>1.82568E-4</c:v>
                </c:pt>
                <c:pt idx="1393">
                  <c:v>1.8335199999999999E-4</c:v>
                </c:pt>
                <c:pt idx="1394">
                  <c:v>1.8413899999999999E-4</c:v>
                </c:pt>
                <c:pt idx="1395">
                  <c:v>1.8492700000000001E-4</c:v>
                </c:pt>
                <c:pt idx="1396">
                  <c:v>1.8571500000000001E-4</c:v>
                </c:pt>
                <c:pt idx="1397">
                  <c:v>1.8650599999999999E-4</c:v>
                </c:pt>
                <c:pt idx="1398">
                  <c:v>1.8730299999999999E-4</c:v>
                </c:pt>
                <c:pt idx="1399">
                  <c:v>1.8810499999999999E-4</c:v>
                </c:pt>
                <c:pt idx="1400">
                  <c:v>1.88908E-4</c:v>
                </c:pt>
                <c:pt idx="1401">
                  <c:v>1.8971400000000001E-4</c:v>
                </c:pt>
                <c:pt idx="1402">
                  <c:v>1.9052300000000001E-4</c:v>
                </c:pt>
                <c:pt idx="1403">
                  <c:v>1.9133600000000001E-4</c:v>
                </c:pt>
                <c:pt idx="1404">
                  <c:v>1.92153E-4</c:v>
                </c:pt>
                <c:pt idx="1405">
                  <c:v>1.9297100000000001E-4</c:v>
                </c:pt>
                <c:pt idx="1406">
                  <c:v>1.9379E-4</c:v>
                </c:pt>
                <c:pt idx="1407">
                  <c:v>1.94613E-4</c:v>
                </c:pt>
                <c:pt idx="1408">
                  <c:v>1.9544199999999999E-4</c:v>
                </c:pt>
                <c:pt idx="1409">
                  <c:v>1.96274E-4</c:v>
                </c:pt>
                <c:pt idx="1410">
                  <c:v>1.97107E-4</c:v>
                </c:pt>
                <c:pt idx="1411">
                  <c:v>1.97942E-4</c:v>
                </c:pt>
                <c:pt idx="1412">
                  <c:v>1.9878300000000001E-4</c:v>
                </c:pt>
                <c:pt idx="1413">
                  <c:v>1.99629E-4</c:v>
                </c:pt>
                <c:pt idx="1414">
                  <c:v>2.00478E-4</c:v>
                </c:pt>
                <c:pt idx="1415">
                  <c:v>2.0133E-4</c:v>
                </c:pt>
                <c:pt idx="1416">
                  <c:v>2.0218499999999999E-4</c:v>
                </c:pt>
                <c:pt idx="1417">
                  <c:v>2.03045E-4</c:v>
                </c:pt>
                <c:pt idx="1418">
                  <c:v>2.0391100000000001E-4</c:v>
                </c:pt>
                <c:pt idx="1419">
                  <c:v>2.04778E-4</c:v>
                </c:pt>
                <c:pt idx="1420">
                  <c:v>2.0564699999999999E-4</c:v>
                </c:pt>
                <c:pt idx="1421">
                  <c:v>2.0652100000000001E-4</c:v>
                </c:pt>
                <c:pt idx="1422">
                  <c:v>2.07402E-4</c:v>
                </c:pt>
                <c:pt idx="1423">
                  <c:v>2.0829099999999999E-4</c:v>
                </c:pt>
                <c:pt idx="1424">
                  <c:v>2.0918E-4</c:v>
                </c:pt>
                <c:pt idx="1425">
                  <c:v>2.10068E-4</c:v>
                </c:pt>
                <c:pt idx="1426">
                  <c:v>2.1096E-4</c:v>
                </c:pt>
                <c:pt idx="1427">
                  <c:v>2.1185799999999999E-4</c:v>
                </c:pt>
                <c:pt idx="1428">
                  <c:v>2.1275999999999999E-4</c:v>
                </c:pt>
                <c:pt idx="1429">
                  <c:v>2.13661E-4</c:v>
                </c:pt>
                <c:pt idx="1430">
                  <c:v>2.1456200000000001E-4</c:v>
                </c:pt>
                <c:pt idx="1431">
                  <c:v>2.15467E-4</c:v>
                </c:pt>
                <c:pt idx="1432">
                  <c:v>2.1637800000000001E-4</c:v>
                </c:pt>
                <c:pt idx="1433">
                  <c:v>2.1729200000000001E-4</c:v>
                </c:pt>
                <c:pt idx="1434">
                  <c:v>2.18206E-4</c:v>
                </c:pt>
                <c:pt idx="1435">
                  <c:v>2.19123E-4</c:v>
                </c:pt>
                <c:pt idx="1436">
                  <c:v>2.2004300000000001E-4</c:v>
                </c:pt>
                <c:pt idx="1437">
                  <c:v>2.2097100000000001E-4</c:v>
                </c:pt>
                <c:pt idx="1438">
                  <c:v>2.21905E-4</c:v>
                </c:pt>
                <c:pt idx="1439">
                  <c:v>2.2284200000000001E-4</c:v>
                </c:pt>
                <c:pt idx="1440">
                  <c:v>2.2378099999999999E-4</c:v>
                </c:pt>
                <c:pt idx="1441">
                  <c:v>2.24723E-4</c:v>
                </c:pt>
                <c:pt idx="1442">
                  <c:v>2.2566900000000001E-4</c:v>
                </c:pt>
                <c:pt idx="1443">
                  <c:v>2.2661799999999999E-4</c:v>
                </c:pt>
                <c:pt idx="1444">
                  <c:v>2.27567E-4</c:v>
                </c:pt>
                <c:pt idx="1445">
                  <c:v>2.28519E-4</c:v>
                </c:pt>
                <c:pt idx="1446">
                  <c:v>2.2947500000000001E-4</c:v>
                </c:pt>
                <c:pt idx="1447">
                  <c:v>2.30437E-4</c:v>
                </c:pt>
                <c:pt idx="1448">
                  <c:v>2.3140199999999999E-4</c:v>
                </c:pt>
                <c:pt idx="1449">
                  <c:v>2.3237E-4</c:v>
                </c:pt>
                <c:pt idx="1450">
                  <c:v>2.33341E-4</c:v>
                </c:pt>
                <c:pt idx="1451">
                  <c:v>2.3431600000000001E-4</c:v>
                </c:pt>
                <c:pt idx="1452">
                  <c:v>2.3529599999999999E-4</c:v>
                </c:pt>
                <c:pt idx="1453">
                  <c:v>2.36278E-4</c:v>
                </c:pt>
                <c:pt idx="1454">
                  <c:v>2.3725999999999999E-4</c:v>
                </c:pt>
                <c:pt idx="1455">
                  <c:v>2.3824299999999999E-4</c:v>
                </c:pt>
                <c:pt idx="1456">
                  <c:v>2.3923099999999999E-4</c:v>
                </c:pt>
                <c:pt idx="1457">
                  <c:v>2.40227E-4</c:v>
                </c:pt>
                <c:pt idx="1458">
                  <c:v>2.41229E-4</c:v>
                </c:pt>
                <c:pt idx="1459">
                  <c:v>2.4223100000000001E-4</c:v>
                </c:pt>
                <c:pt idx="1460">
                  <c:v>2.4323300000000001E-4</c:v>
                </c:pt>
                <c:pt idx="1461">
                  <c:v>2.4424100000000002E-4</c:v>
                </c:pt>
                <c:pt idx="1462">
                  <c:v>2.4525600000000001E-4</c:v>
                </c:pt>
                <c:pt idx="1463">
                  <c:v>2.4626999999999999E-4</c:v>
                </c:pt>
                <c:pt idx="1464">
                  <c:v>2.4728100000000002E-4</c:v>
                </c:pt>
                <c:pt idx="1465">
                  <c:v>2.4829399999999998E-4</c:v>
                </c:pt>
                <c:pt idx="1466">
                  <c:v>2.4931399999999999E-4</c:v>
                </c:pt>
                <c:pt idx="1467">
                  <c:v>2.5034299999999998E-4</c:v>
                </c:pt>
                <c:pt idx="1468">
                  <c:v>2.5137500000000003E-4</c:v>
                </c:pt>
                <c:pt idx="1469">
                  <c:v>2.52406E-4</c:v>
                </c:pt>
                <c:pt idx="1470">
                  <c:v>2.5343700000000002E-4</c:v>
                </c:pt>
                <c:pt idx="1471">
                  <c:v>2.5447499999999999E-4</c:v>
                </c:pt>
                <c:pt idx="1472">
                  <c:v>2.5552000000000002E-4</c:v>
                </c:pt>
                <c:pt idx="1473">
                  <c:v>2.5656399999999998E-4</c:v>
                </c:pt>
                <c:pt idx="1474">
                  <c:v>2.5761000000000002E-4</c:v>
                </c:pt>
                <c:pt idx="1475">
                  <c:v>2.5865799999999999E-4</c:v>
                </c:pt>
                <c:pt idx="1476">
                  <c:v>2.5971499999999999E-4</c:v>
                </c:pt>
                <c:pt idx="1477">
                  <c:v>2.60776E-4</c:v>
                </c:pt>
                <c:pt idx="1478">
                  <c:v>2.6183599999999999E-4</c:v>
                </c:pt>
                <c:pt idx="1479">
                  <c:v>2.6290100000000001E-4</c:v>
                </c:pt>
                <c:pt idx="1480">
                  <c:v>2.6397399999999999E-4</c:v>
                </c:pt>
                <c:pt idx="1481">
                  <c:v>2.6505399999999997E-4</c:v>
                </c:pt>
                <c:pt idx="1482">
                  <c:v>2.6613400000000001E-4</c:v>
                </c:pt>
                <c:pt idx="1483">
                  <c:v>2.6721399999999999E-4</c:v>
                </c:pt>
                <c:pt idx="1484">
                  <c:v>2.6829799999999998E-4</c:v>
                </c:pt>
                <c:pt idx="1485">
                  <c:v>2.6938599999999999E-4</c:v>
                </c:pt>
                <c:pt idx="1486">
                  <c:v>2.7047799999999999E-4</c:v>
                </c:pt>
                <c:pt idx="1487">
                  <c:v>2.7157400000000001E-4</c:v>
                </c:pt>
                <c:pt idx="1488">
                  <c:v>2.7267099999999999E-4</c:v>
                </c:pt>
                <c:pt idx="1489">
                  <c:v>2.7377199999999998E-4</c:v>
                </c:pt>
                <c:pt idx="1490">
                  <c:v>2.7487799999999999E-4</c:v>
                </c:pt>
                <c:pt idx="1491">
                  <c:v>2.7598800000000001E-4</c:v>
                </c:pt>
                <c:pt idx="1492">
                  <c:v>2.7709799999999998E-4</c:v>
                </c:pt>
                <c:pt idx="1493">
                  <c:v>2.7820900000000002E-4</c:v>
                </c:pt>
                <c:pt idx="1494">
                  <c:v>2.79323E-4</c:v>
                </c:pt>
                <c:pt idx="1495">
                  <c:v>2.80442E-4</c:v>
                </c:pt>
                <c:pt idx="1496">
                  <c:v>2.81568E-4</c:v>
                </c:pt>
                <c:pt idx="1497">
                  <c:v>2.8269999999999999E-4</c:v>
                </c:pt>
                <c:pt idx="1498">
                  <c:v>2.8383400000000001E-4</c:v>
                </c:pt>
                <c:pt idx="1499">
                  <c:v>2.8497100000000002E-4</c:v>
                </c:pt>
                <c:pt idx="1500">
                  <c:v>2.8610799999999998E-4</c:v>
                </c:pt>
                <c:pt idx="1501">
                  <c:v>2.8723600000000001E-4</c:v>
                </c:pt>
                <c:pt idx="1502">
                  <c:v>2.8835999999999998E-4</c:v>
                </c:pt>
                <c:pt idx="1503">
                  <c:v>2.89494E-4</c:v>
                </c:pt>
                <c:pt idx="1504">
                  <c:v>2.9063299999999999E-4</c:v>
                </c:pt>
                <c:pt idx="1505">
                  <c:v>2.9177899999999999E-4</c:v>
                </c:pt>
                <c:pt idx="1506">
                  <c:v>2.92933E-4</c:v>
                </c:pt>
                <c:pt idx="1507">
                  <c:v>2.9409100000000001E-4</c:v>
                </c:pt>
                <c:pt idx="1508">
                  <c:v>2.9525200000000003E-4</c:v>
                </c:pt>
                <c:pt idx="1509">
                  <c:v>2.9641100000000001E-4</c:v>
                </c:pt>
                <c:pt idx="1510">
                  <c:v>2.9757399999999999E-4</c:v>
                </c:pt>
                <c:pt idx="1511">
                  <c:v>2.9874200000000001E-4</c:v>
                </c:pt>
                <c:pt idx="1512">
                  <c:v>2.99909E-4</c:v>
                </c:pt>
                <c:pt idx="1513">
                  <c:v>3.0107300000000001E-4</c:v>
                </c:pt>
                <c:pt idx="1514">
                  <c:v>3.0223499999999998E-4</c:v>
                </c:pt>
                <c:pt idx="1515">
                  <c:v>3.0340199999999998E-4</c:v>
                </c:pt>
                <c:pt idx="1516">
                  <c:v>3.0457500000000002E-4</c:v>
                </c:pt>
                <c:pt idx="1517">
                  <c:v>3.0574600000000002E-4</c:v>
                </c:pt>
                <c:pt idx="1518">
                  <c:v>3.06915E-4</c:v>
                </c:pt>
                <c:pt idx="1519">
                  <c:v>3.08086E-4</c:v>
                </c:pt>
                <c:pt idx="1520">
                  <c:v>3.0926E-4</c:v>
                </c:pt>
                <c:pt idx="1521">
                  <c:v>3.1042999999999999E-4</c:v>
                </c:pt>
                <c:pt idx="1522">
                  <c:v>3.1159599999999998E-4</c:v>
                </c:pt>
                <c:pt idx="1523">
                  <c:v>3.1275999999999998E-4</c:v>
                </c:pt>
                <c:pt idx="1524">
                  <c:v>3.1392600000000002E-4</c:v>
                </c:pt>
                <c:pt idx="1525">
                  <c:v>3.1510199999999999E-4</c:v>
                </c:pt>
                <c:pt idx="1526">
                  <c:v>3.1628400000000001E-4</c:v>
                </c:pt>
                <c:pt idx="1527">
                  <c:v>3.1746600000000003E-4</c:v>
                </c:pt>
                <c:pt idx="1528">
                  <c:v>3.1864699999999997E-4</c:v>
                </c:pt>
                <c:pt idx="1529">
                  <c:v>3.19833E-4</c:v>
                </c:pt>
                <c:pt idx="1530">
                  <c:v>3.2102600000000003E-4</c:v>
                </c:pt>
                <c:pt idx="1531">
                  <c:v>3.2222000000000002E-4</c:v>
                </c:pt>
                <c:pt idx="1532">
                  <c:v>3.2341299999999999E-4</c:v>
                </c:pt>
                <c:pt idx="1533">
                  <c:v>3.2460900000000001E-4</c:v>
                </c:pt>
                <c:pt idx="1534">
                  <c:v>3.2581400000000001E-4</c:v>
                </c:pt>
                <c:pt idx="1535">
                  <c:v>3.2702799999999999E-4</c:v>
                </c:pt>
                <c:pt idx="1536">
                  <c:v>3.2824500000000001E-4</c:v>
                </c:pt>
                <c:pt idx="1537">
                  <c:v>3.29463E-4</c:v>
                </c:pt>
                <c:pt idx="1538">
                  <c:v>3.3068600000000001E-4</c:v>
                </c:pt>
                <c:pt idx="1539">
                  <c:v>3.3191600000000003E-4</c:v>
                </c:pt>
                <c:pt idx="1540">
                  <c:v>3.3315200000000002E-4</c:v>
                </c:pt>
                <c:pt idx="1541">
                  <c:v>3.3438400000000002E-4</c:v>
                </c:pt>
                <c:pt idx="1542">
                  <c:v>3.35612E-4</c:v>
                </c:pt>
                <c:pt idx="1543">
                  <c:v>3.3684399999999999E-4</c:v>
                </c:pt>
                <c:pt idx="1544">
                  <c:v>3.3808299999999998E-4</c:v>
                </c:pt>
                <c:pt idx="1545">
                  <c:v>3.3932899999999998E-4</c:v>
                </c:pt>
                <c:pt idx="1546">
                  <c:v>3.4057800000000002E-4</c:v>
                </c:pt>
                <c:pt idx="1547">
                  <c:v>3.4183199999999998E-4</c:v>
                </c:pt>
                <c:pt idx="1548">
                  <c:v>3.4309100000000001E-4</c:v>
                </c:pt>
                <c:pt idx="1549">
                  <c:v>3.4435500000000002E-4</c:v>
                </c:pt>
                <c:pt idx="1550">
                  <c:v>3.4562200000000002E-4</c:v>
                </c:pt>
                <c:pt idx="1551">
                  <c:v>3.4688900000000002E-4</c:v>
                </c:pt>
                <c:pt idx="1552">
                  <c:v>3.4815200000000001E-4</c:v>
                </c:pt>
                <c:pt idx="1553">
                  <c:v>3.4941099999999999E-4</c:v>
                </c:pt>
                <c:pt idx="1554">
                  <c:v>3.5067600000000002E-4</c:v>
                </c:pt>
                <c:pt idx="1555">
                  <c:v>3.5195199999999999E-4</c:v>
                </c:pt>
                <c:pt idx="1556">
                  <c:v>3.5324E-4</c:v>
                </c:pt>
                <c:pt idx="1557">
                  <c:v>3.5453600000000002E-4</c:v>
                </c:pt>
                <c:pt idx="1558">
                  <c:v>3.5583700000000002E-4</c:v>
                </c:pt>
                <c:pt idx="1559">
                  <c:v>3.5714399999999999E-4</c:v>
                </c:pt>
                <c:pt idx="1560">
                  <c:v>3.5845400000000002E-4</c:v>
                </c:pt>
                <c:pt idx="1561">
                  <c:v>3.5976200000000002E-4</c:v>
                </c:pt>
                <c:pt idx="1562">
                  <c:v>3.6107199999999999E-4</c:v>
                </c:pt>
                <c:pt idx="1563">
                  <c:v>3.6238399999999999E-4</c:v>
                </c:pt>
                <c:pt idx="1564">
                  <c:v>3.6370499999999997E-4</c:v>
                </c:pt>
                <c:pt idx="1565">
                  <c:v>3.6503300000000001E-4</c:v>
                </c:pt>
                <c:pt idx="1566">
                  <c:v>3.6636500000000001E-4</c:v>
                </c:pt>
                <c:pt idx="1567">
                  <c:v>3.6769899999999998E-4</c:v>
                </c:pt>
                <c:pt idx="1568">
                  <c:v>3.69036E-4</c:v>
                </c:pt>
                <c:pt idx="1569">
                  <c:v>3.70379E-4</c:v>
                </c:pt>
                <c:pt idx="1570">
                  <c:v>3.7172600000000001E-4</c:v>
                </c:pt>
                <c:pt idx="1571">
                  <c:v>3.7307300000000002E-4</c:v>
                </c:pt>
                <c:pt idx="1572">
                  <c:v>3.7441900000000002E-4</c:v>
                </c:pt>
                <c:pt idx="1573">
                  <c:v>3.7576800000000001E-4</c:v>
                </c:pt>
                <c:pt idx="1574">
                  <c:v>3.7712800000000001E-4</c:v>
                </c:pt>
                <c:pt idx="1575">
                  <c:v>3.7849500000000001E-4</c:v>
                </c:pt>
                <c:pt idx="1576">
                  <c:v>3.7985999999999998E-4</c:v>
                </c:pt>
                <c:pt idx="1577">
                  <c:v>3.8122999999999998E-4</c:v>
                </c:pt>
                <c:pt idx="1578">
                  <c:v>3.8261000000000002E-4</c:v>
                </c:pt>
                <c:pt idx="1579">
                  <c:v>3.84003E-4</c:v>
                </c:pt>
                <c:pt idx="1580">
                  <c:v>3.8539999999999999E-4</c:v>
                </c:pt>
                <c:pt idx="1581">
                  <c:v>3.8679799999999999E-4</c:v>
                </c:pt>
                <c:pt idx="1582">
                  <c:v>3.8820199999999998E-4</c:v>
                </c:pt>
                <c:pt idx="1583">
                  <c:v>3.8961900000000001E-4</c:v>
                </c:pt>
                <c:pt idx="1584">
                  <c:v>3.9104999999999999E-4</c:v>
                </c:pt>
                <c:pt idx="1585">
                  <c:v>3.9248899999999999E-4</c:v>
                </c:pt>
                <c:pt idx="1586">
                  <c:v>3.9393000000000002E-4</c:v>
                </c:pt>
                <c:pt idx="1587">
                  <c:v>3.9537600000000002E-4</c:v>
                </c:pt>
                <c:pt idx="1588">
                  <c:v>3.9683200000000001E-4</c:v>
                </c:pt>
                <c:pt idx="1589">
                  <c:v>3.9829900000000002E-4</c:v>
                </c:pt>
                <c:pt idx="1590">
                  <c:v>3.9976999999999998E-4</c:v>
                </c:pt>
                <c:pt idx="1591">
                  <c:v>4.01242E-4</c:v>
                </c:pt>
                <c:pt idx="1592">
                  <c:v>4.0271799999999999E-4</c:v>
                </c:pt>
                <c:pt idx="1593">
                  <c:v>4.0420300000000001E-4</c:v>
                </c:pt>
                <c:pt idx="1594">
                  <c:v>4.05697E-4</c:v>
                </c:pt>
                <c:pt idx="1595">
                  <c:v>4.0719299999999998E-4</c:v>
                </c:pt>
                <c:pt idx="1596">
                  <c:v>4.0869499999999999E-4</c:v>
                </c:pt>
                <c:pt idx="1597">
                  <c:v>4.1020500000000002E-4</c:v>
                </c:pt>
                <c:pt idx="1598">
                  <c:v>4.1172399999999998E-4</c:v>
                </c:pt>
                <c:pt idx="1599">
                  <c:v>4.13244E-4</c:v>
                </c:pt>
                <c:pt idx="1600">
                  <c:v>4.1476099999999998E-4</c:v>
                </c:pt>
                <c:pt idx="1601">
                  <c:v>4.1627800000000001E-4</c:v>
                </c:pt>
                <c:pt idx="1602">
                  <c:v>4.17792E-4</c:v>
                </c:pt>
                <c:pt idx="1603">
                  <c:v>4.1930899999999998E-4</c:v>
                </c:pt>
                <c:pt idx="1604">
                  <c:v>4.2083000000000002E-4</c:v>
                </c:pt>
                <c:pt idx="1605">
                  <c:v>4.2234999999999999E-4</c:v>
                </c:pt>
                <c:pt idx="1606">
                  <c:v>4.2387000000000002E-4</c:v>
                </c:pt>
                <c:pt idx="1607">
                  <c:v>4.2538999999999999E-4</c:v>
                </c:pt>
                <c:pt idx="1608">
                  <c:v>4.2691199999999999E-4</c:v>
                </c:pt>
                <c:pt idx="1609">
                  <c:v>4.28431E-4</c:v>
                </c:pt>
                <c:pt idx="1610">
                  <c:v>4.2995000000000002E-4</c:v>
                </c:pt>
                <c:pt idx="1611">
                  <c:v>4.3147200000000002E-4</c:v>
                </c:pt>
                <c:pt idx="1612">
                  <c:v>4.3299099999999997E-4</c:v>
                </c:pt>
                <c:pt idx="1613">
                  <c:v>4.34504E-4</c:v>
                </c:pt>
                <c:pt idx="1614">
                  <c:v>4.36012E-4</c:v>
                </c:pt>
                <c:pt idx="1615">
                  <c:v>4.3752100000000001E-4</c:v>
                </c:pt>
                <c:pt idx="1616">
                  <c:v>4.39035E-4</c:v>
                </c:pt>
                <c:pt idx="1617">
                  <c:v>4.4055500000000003E-4</c:v>
                </c:pt>
                <c:pt idx="1618">
                  <c:v>4.4208099999999998E-4</c:v>
                </c:pt>
                <c:pt idx="1619">
                  <c:v>4.4360500000000002E-4</c:v>
                </c:pt>
                <c:pt idx="1620">
                  <c:v>4.4512000000000002E-4</c:v>
                </c:pt>
                <c:pt idx="1621">
                  <c:v>4.46627E-4</c:v>
                </c:pt>
                <c:pt idx="1622">
                  <c:v>4.4813299999999997E-4</c:v>
                </c:pt>
                <c:pt idx="1623">
                  <c:v>4.4964899999999999E-4</c:v>
                </c:pt>
                <c:pt idx="1624">
                  <c:v>4.5116900000000002E-4</c:v>
                </c:pt>
                <c:pt idx="1625">
                  <c:v>4.5268899999999999E-4</c:v>
                </c:pt>
                <c:pt idx="1626">
                  <c:v>4.5420999999999998E-4</c:v>
                </c:pt>
                <c:pt idx="1627">
                  <c:v>4.55747E-4</c:v>
                </c:pt>
                <c:pt idx="1628">
                  <c:v>4.5734299999999997E-4</c:v>
                </c:pt>
                <c:pt idx="1629">
                  <c:v>4.59004E-4</c:v>
                </c:pt>
                <c:pt idx="1630">
                  <c:v>4.6067200000000002E-4</c:v>
                </c:pt>
                <c:pt idx="1631">
                  <c:v>4.62316E-4</c:v>
                </c:pt>
                <c:pt idx="1632">
                  <c:v>4.6394200000000001E-4</c:v>
                </c:pt>
                <c:pt idx="1633">
                  <c:v>4.6555499999999998E-4</c:v>
                </c:pt>
                <c:pt idx="1634">
                  <c:v>4.6715199999999998E-4</c:v>
                </c:pt>
                <c:pt idx="1635">
                  <c:v>4.6873699999999999E-4</c:v>
                </c:pt>
                <c:pt idx="1636">
                  <c:v>4.7031900000000002E-4</c:v>
                </c:pt>
                <c:pt idx="1637">
                  <c:v>4.7190399999999999E-4</c:v>
                </c:pt>
                <c:pt idx="1638">
                  <c:v>4.7348300000000002E-4</c:v>
                </c:pt>
                <c:pt idx="1639">
                  <c:v>4.7504999999999997E-4</c:v>
                </c:pt>
                <c:pt idx="1640">
                  <c:v>4.7661200000000001E-4</c:v>
                </c:pt>
                <c:pt idx="1641">
                  <c:v>4.78178E-4</c:v>
                </c:pt>
                <c:pt idx="1642">
                  <c:v>4.7975600000000002E-4</c:v>
                </c:pt>
                <c:pt idx="1643">
                  <c:v>4.8134000000000002E-4</c:v>
                </c:pt>
                <c:pt idx="1644">
                  <c:v>4.82926E-4</c:v>
                </c:pt>
                <c:pt idx="1645">
                  <c:v>4.8451400000000002E-4</c:v>
                </c:pt>
                <c:pt idx="1646">
                  <c:v>4.8610100000000001E-4</c:v>
                </c:pt>
                <c:pt idx="1647">
                  <c:v>4.8768900000000003E-4</c:v>
                </c:pt>
                <c:pt idx="1648">
                  <c:v>4.8931500000000004E-4</c:v>
                </c:pt>
                <c:pt idx="1649">
                  <c:v>4.9107199999999995E-4</c:v>
                </c:pt>
                <c:pt idx="1650">
                  <c:v>4.9284600000000002E-4</c:v>
                </c:pt>
                <c:pt idx="1651">
                  <c:v>4.9447200000000003E-4</c:v>
                </c:pt>
                <c:pt idx="1652">
                  <c:v>4.9601699999999996E-4</c:v>
                </c:pt>
                <c:pt idx="1653">
                  <c:v>4.9754499999999995E-4</c:v>
                </c:pt>
                <c:pt idx="1654">
                  <c:v>4.9907900000000004E-4</c:v>
                </c:pt>
                <c:pt idx="1655">
                  <c:v>5.0064300000000005E-4</c:v>
                </c:pt>
                <c:pt idx="1656">
                  <c:v>5.0223100000000001E-4</c:v>
                </c:pt>
                <c:pt idx="1657">
                  <c:v>5.03821E-4</c:v>
                </c:pt>
                <c:pt idx="1658">
                  <c:v>5.05391E-4</c:v>
                </c:pt>
                <c:pt idx="1659">
                  <c:v>5.0693699999999995E-4</c:v>
                </c:pt>
                <c:pt idx="1660">
                  <c:v>5.0846500000000005E-4</c:v>
                </c:pt>
                <c:pt idx="1661">
                  <c:v>5.09984E-4</c:v>
                </c:pt>
                <c:pt idx="1662">
                  <c:v>5.1150000000000002E-4</c:v>
                </c:pt>
                <c:pt idx="1663">
                  <c:v>5.13014E-4</c:v>
                </c:pt>
                <c:pt idx="1664">
                  <c:v>5.1452900000000001E-4</c:v>
                </c:pt>
                <c:pt idx="1665">
                  <c:v>5.1604099999999996E-4</c:v>
                </c:pt>
                <c:pt idx="1666">
                  <c:v>5.1754600000000002E-4</c:v>
                </c:pt>
                <c:pt idx="1667">
                  <c:v>5.1904800000000004E-4</c:v>
                </c:pt>
                <c:pt idx="1668">
                  <c:v>5.2054900000000003E-4</c:v>
                </c:pt>
                <c:pt idx="1669">
                  <c:v>5.2208199999999999E-4</c:v>
                </c:pt>
                <c:pt idx="1670">
                  <c:v>5.2370599999999998E-4</c:v>
                </c:pt>
                <c:pt idx="1671">
                  <c:v>5.2539000000000004E-4</c:v>
                </c:pt>
                <c:pt idx="1672">
                  <c:v>5.2706699999999999E-4</c:v>
                </c:pt>
                <c:pt idx="1673">
                  <c:v>5.2871799999999996E-4</c:v>
                </c:pt>
                <c:pt idx="1674">
                  <c:v>5.3033599999999996E-4</c:v>
                </c:pt>
                <c:pt idx="1675">
                  <c:v>5.3193100000000003E-4</c:v>
                </c:pt>
                <c:pt idx="1676">
                  <c:v>5.3353000000000005E-4</c:v>
                </c:pt>
                <c:pt idx="1677">
                  <c:v>5.3513699999999998E-4</c:v>
                </c:pt>
                <c:pt idx="1678">
                  <c:v>5.3673000000000002E-4</c:v>
                </c:pt>
                <c:pt idx="1679">
                  <c:v>5.3830399999999997E-4</c:v>
                </c:pt>
                <c:pt idx="1680">
                  <c:v>5.3986400000000003E-4</c:v>
                </c:pt>
                <c:pt idx="1681">
                  <c:v>5.4141900000000001E-4</c:v>
                </c:pt>
                <c:pt idx="1682">
                  <c:v>5.4297600000000003E-4</c:v>
                </c:pt>
                <c:pt idx="1683">
                  <c:v>5.4452500000000002E-4</c:v>
                </c:pt>
                <c:pt idx="1684">
                  <c:v>5.4606399999999997E-4</c:v>
                </c:pt>
                <c:pt idx="1685">
                  <c:v>5.4760099999999999E-4</c:v>
                </c:pt>
                <c:pt idx="1686">
                  <c:v>5.4914500000000002E-4</c:v>
                </c:pt>
                <c:pt idx="1687">
                  <c:v>5.5069099999999996E-4</c:v>
                </c:pt>
                <c:pt idx="1688">
                  <c:v>5.5223499999999999E-4</c:v>
                </c:pt>
                <c:pt idx="1689">
                  <c:v>5.5382000000000001E-4</c:v>
                </c:pt>
                <c:pt idx="1690">
                  <c:v>5.5550399999999996E-4</c:v>
                </c:pt>
                <c:pt idx="1691">
                  <c:v>5.5723999999999997E-4</c:v>
                </c:pt>
                <c:pt idx="1692">
                  <c:v>5.5894600000000005E-4</c:v>
                </c:pt>
                <c:pt idx="1693">
                  <c:v>5.6061100000000003E-4</c:v>
                </c:pt>
                <c:pt idx="1694">
                  <c:v>5.6224900000000002E-4</c:v>
                </c:pt>
                <c:pt idx="1695">
                  <c:v>5.6387400000000002E-4</c:v>
                </c:pt>
                <c:pt idx="1696">
                  <c:v>5.6550299999999997E-4</c:v>
                </c:pt>
                <c:pt idx="1697">
                  <c:v>5.6713200000000003E-4</c:v>
                </c:pt>
                <c:pt idx="1698">
                  <c:v>5.6875199999999995E-4</c:v>
                </c:pt>
                <c:pt idx="1699">
                  <c:v>5.7036499999999998E-4</c:v>
                </c:pt>
                <c:pt idx="1700">
                  <c:v>5.7197900000000002E-4</c:v>
                </c:pt>
                <c:pt idx="1701">
                  <c:v>5.7360199999999999E-4</c:v>
                </c:pt>
                <c:pt idx="1702">
                  <c:v>5.7523299999999997E-4</c:v>
                </c:pt>
                <c:pt idx="1703">
                  <c:v>5.7686499999999997E-4</c:v>
                </c:pt>
                <c:pt idx="1704">
                  <c:v>5.7849400000000004E-4</c:v>
                </c:pt>
                <c:pt idx="1705">
                  <c:v>5.8012600000000004E-4</c:v>
                </c:pt>
                <c:pt idx="1706">
                  <c:v>5.8177499999999998E-4</c:v>
                </c:pt>
                <c:pt idx="1707">
                  <c:v>5.8343900000000005E-4</c:v>
                </c:pt>
                <c:pt idx="1708">
                  <c:v>5.8512400000000002E-4</c:v>
                </c:pt>
                <c:pt idx="1709">
                  <c:v>5.8683300000000004E-4</c:v>
                </c:pt>
                <c:pt idx="1710">
                  <c:v>5.8855599999999995E-4</c:v>
                </c:pt>
                <c:pt idx="1711">
                  <c:v>5.9028200000000002E-4</c:v>
                </c:pt>
                <c:pt idx="1712">
                  <c:v>5.9201399999999997E-4</c:v>
                </c:pt>
                <c:pt idx="1713">
                  <c:v>5.9375499999999996E-4</c:v>
                </c:pt>
                <c:pt idx="1714">
                  <c:v>5.9548299999999995E-4</c:v>
                </c:pt>
                <c:pt idx="1715">
                  <c:v>5.9721899999999996E-4</c:v>
                </c:pt>
                <c:pt idx="1716">
                  <c:v>5.9900199999999995E-4</c:v>
                </c:pt>
                <c:pt idx="1717">
                  <c:v>6.0081499999999999E-4</c:v>
                </c:pt>
                <c:pt idx="1718">
                  <c:v>6.0263600000000004E-4</c:v>
                </c:pt>
                <c:pt idx="1719">
                  <c:v>6.0445799999999999E-4</c:v>
                </c:pt>
                <c:pt idx="1720">
                  <c:v>6.0628699999999995E-4</c:v>
                </c:pt>
                <c:pt idx="1721">
                  <c:v>6.0813100000000004E-4</c:v>
                </c:pt>
                <c:pt idx="1722">
                  <c:v>6.0999399999999999E-4</c:v>
                </c:pt>
                <c:pt idx="1723">
                  <c:v>6.1187600000000002E-4</c:v>
                </c:pt>
                <c:pt idx="1724">
                  <c:v>6.1377399999999998E-4</c:v>
                </c:pt>
                <c:pt idx="1725">
                  <c:v>6.1569200000000004E-4</c:v>
                </c:pt>
                <c:pt idx="1726">
                  <c:v>6.1762299999999998E-4</c:v>
                </c:pt>
                <c:pt idx="1727">
                  <c:v>6.1956000000000001E-4</c:v>
                </c:pt>
                <c:pt idx="1728">
                  <c:v>6.2150200000000001E-4</c:v>
                </c:pt>
                <c:pt idx="1729">
                  <c:v>6.23457E-4</c:v>
                </c:pt>
                <c:pt idx="1730">
                  <c:v>6.2542900000000005E-4</c:v>
                </c:pt>
                <c:pt idx="1731">
                  <c:v>6.2743100000000002E-4</c:v>
                </c:pt>
                <c:pt idx="1732">
                  <c:v>6.2952799999999997E-4</c:v>
                </c:pt>
                <c:pt idx="1733">
                  <c:v>6.3170299999999995E-4</c:v>
                </c:pt>
                <c:pt idx="1734">
                  <c:v>6.3385399999999999E-4</c:v>
                </c:pt>
                <c:pt idx="1735">
                  <c:v>6.3596599999999996E-4</c:v>
                </c:pt>
                <c:pt idx="1736">
                  <c:v>6.3803099999999995E-4</c:v>
                </c:pt>
                <c:pt idx="1737">
                  <c:v>6.40052E-4</c:v>
                </c:pt>
                <c:pt idx="1738">
                  <c:v>6.4205299999999996E-4</c:v>
                </c:pt>
                <c:pt idx="1739">
                  <c:v>6.4404299999999996E-4</c:v>
                </c:pt>
                <c:pt idx="1740">
                  <c:v>6.4602699999999997E-4</c:v>
                </c:pt>
                <c:pt idx="1741">
                  <c:v>6.4800000000000003E-4</c:v>
                </c:pt>
                <c:pt idx="1742">
                  <c:v>6.4995899999999998E-4</c:v>
                </c:pt>
                <c:pt idx="1743">
                  <c:v>6.5190099999999998E-4</c:v>
                </c:pt>
                <c:pt idx="1744">
                  <c:v>6.5383200000000002E-4</c:v>
                </c:pt>
                <c:pt idx="1745">
                  <c:v>6.5575900000000001E-4</c:v>
                </c:pt>
                <c:pt idx="1746">
                  <c:v>6.5767500000000003E-4</c:v>
                </c:pt>
                <c:pt idx="1747">
                  <c:v>6.5957500000000003E-4</c:v>
                </c:pt>
                <c:pt idx="1748">
                  <c:v>6.6146900000000003E-4</c:v>
                </c:pt>
                <c:pt idx="1749">
                  <c:v>6.6336200000000002E-4</c:v>
                </c:pt>
                <c:pt idx="1750">
                  <c:v>6.6525700000000004E-4</c:v>
                </c:pt>
                <c:pt idx="1751">
                  <c:v>6.6715000000000003E-4</c:v>
                </c:pt>
                <c:pt idx="1752">
                  <c:v>6.6904599999999996E-4</c:v>
                </c:pt>
                <c:pt idx="1753">
                  <c:v>6.7092699999999998E-4</c:v>
                </c:pt>
                <c:pt idx="1754">
                  <c:v>6.7276200000000003E-4</c:v>
                </c:pt>
                <c:pt idx="1755">
                  <c:v>6.7456799999999996E-4</c:v>
                </c:pt>
                <c:pt idx="1756">
                  <c:v>6.7638099999999999E-4</c:v>
                </c:pt>
                <c:pt idx="1757">
                  <c:v>6.7821099999999996E-4</c:v>
                </c:pt>
                <c:pt idx="1758">
                  <c:v>6.8005799999999999E-4</c:v>
                </c:pt>
                <c:pt idx="1759">
                  <c:v>6.81925E-4</c:v>
                </c:pt>
                <c:pt idx="1760">
                  <c:v>6.83805E-4</c:v>
                </c:pt>
                <c:pt idx="1761">
                  <c:v>6.8568299999999997E-4</c:v>
                </c:pt>
                <c:pt idx="1762">
                  <c:v>6.8756000000000004E-4</c:v>
                </c:pt>
                <c:pt idx="1763">
                  <c:v>6.8944999999999998E-4</c:v>
                </c:pt>
                <c:pt idx="1764">
                  <c:v>6.9135900000000001E-4</c:v>
                </c:pt>
                <c:pt idx="1765">
                  <c:v>6.9328300000000005E-4</c:v>
                </c:pt>
                <c:pt idx="1766">
                  <c:v>6.9521100000000005E-4</c:v>
                </c:pt>
                <c:pt idx="1767">
                  <c:v>6.9713900000000005E-4</c:v>
                </c:pt>
                <c:pt idx="1768">
                  <c:v>6.99064E-4</c:v>
                </c:pt>
                <c:pt idx="1769">
                  <c:v>7.00978E-4</c:v>
                </c:pt>
                <c:pt idx="1770">
                  <c:v>7.02872E-4</c:v>
                </c:pt>
                <c:pt idx="1771">
                  <c:v>7.0475500000000005E-4</c:v>
                </c:pt>
                <c:pt idx="1772">
                  <c:v>7.0663300000000002E-4</c:v>
                </c:pt>
                <c:pt idx="1773">
                  <c:v>7.0854399999999997E-4</c:v>
                </c:pt>
                <c:pt idx="1774">
                  <c:v>7.1054799999999997E-4</c:v>
                </c:pt>
                <c:pt idx="1775">
                  <c:v>7.1255799999999996E-4</c:v>
                </c:pt>
                <c:pt idx="1776">
                  <c:v>7.1447399999999999E-4</c:v>
                </c:pt>
                <c:pt idx="1777">
                  <c:v>7.1630100000000003E-4</c:v>
                </c:pt>
                <c:pt idx="1778">
                  <c:v>7.1806500000000004E-4</c:v>
                </c:pt>
                <c:pt idx="1779">
                  <c:v>7.1980299999999998E-4</c:v>
                </c:pt>
                <c:pt idx="1780">
                  <c:v>7.2152999999999996E-4</c:v>
                </c:pt>
                <c:pt idx="1781">
                  <c:v>7.2324900000000003E-4</c:v>
                </c:pt>
                <c:pt idx="1782">
                  <c:v>7.2495600000000002E-4</c:v>
                </c:pt>
                <c:pt idx="1783">
                  <c:v>7.2664300000000002E-4</c:v>
                </c:pt>
                <c:pt idx="1784">
                  <c:v>7.2831000000000003E-4</c:v>
                </c:pt>
                <c:pt idx="1785">
                  <c:v>7.2995099999999995E-4</c:v>
                </c:pt>
                <c:pt idx="1786">
                  <c:v>7.3157199999999999E-4</c:v>
                </c:pt>
                <c:pt idx="1787">
                  <c:v>7.3317800000000002E-4</c:v>
                </c:pt>
                <c:pt idx="1788">
                  <c:v>7.3475400000000001E-4</c:v>
                </c:pt>
                <c:pt idx="1789">
                  <c:v>7.3629700000000001E-4</c:v>
                </c:pt>
                <c:pt idx="1790">
                  <c:v>7.3782899999999996E-4</c:v>
                </c:pt>
                <c:pt idx="1791">
                  <c:v>7.3937799999999995E-4</c:v>
                </c:pt>
                <c:pt idx="1792">
                  <c:v>7.4095300000000003E-4</c:v>
                </c:pt>
                <c:pt idx="1793">
                  <c:v>7.4255399999999998E-4</c:v>
                </c:pt>
                <c:pt idx="1794">
                  <c:v>7.4417299999999999E-4</c:v>
                </c:pt>
                <c:pt idx="1795">
                  <c:v>7.4579699999999997E-4</c:v>
                </c:pt>
                <c:pt idx="1796">
                  <c:v>7.4745599999999997E-4</c:v>
                </c:pt>
                <c:pt idx="1797">
                  <c:v>7.4914199999999995E-4</c:v>
                </c:pt>
                <c:pt idx="1798">
                  <c:v>7.5067899999999997E-4</c:v>
                </c:pt>
                <c:pt idx="1799">
                  <c:v>7.5205599999999997E-4</c:v>
                </c:pt>
                <c:pt idx="1800">
                  <c:v>7.5348699999999995E-4</c:v>
                </c:pt>
                <c:pt idx="1801">
                  <c:v>7.5502700000000002E-4</c:v>
                </c:pt>
                <c:pt idx="1802">
                  <c:v>7.5663499999999997E-4</c:v>
                </c:pt>
                <c:pt idx="1803">
                  <c:v>7.5831E-4</c:v>
                </c:pt>
                <c:pt idx="1804">
                  <c:v>7.6004399999999998E-4</c:v>
                </c:pt>
                <c:pt idx="1805">
                  <c:v>7.6181199999999995E-4</c:v>
                </c:pt>
                <c:pt idx="1806">
                  <c:v>7.6359599999999996E-4</c:v>
                </c:pt>
                <c:pt idx="1807">
                  <c:v>7.6538599999999995E-4</c:v>
                </c:pt>
                <c:pt idx="1808">
                  <c:v>7.6718000000000001E-4</c:v>
                </c:pt>
                <c:pt idx="1809">
                  <c:v>7.6896600000000005E-4</c:v>
                </c:pt>
                <c:pt idx="1810">
                  <c:v>7.7073799999999998E-4</c:v>
                </c:pt>
                <c:pt idx="1811">
                  <c:v>7.7250099999999998E-4</c:v>
                </c:pt>
                <c:pt idx="1812">
                  <c:v>7.7425499999999995E-4</c:v>
                </c:pt>
                <c:pt idx="1813">
                  <c:v>7.7599500000000003E-4</c:v>
                </c:pt>
                <c:pt idx="1814">
                  <c:v>7.7772900000000001E-4</c:v>
                </c:pt>
                <c:pt idx="1815">
                  <c:v>7.79443E-4</c:v>
                </c:pt>
                <c:pt idx="1816">
                  <c:v>7.8112600000000004E-4</c:v>
                </c:pt>
                <c:pt idx="1817">
                  <c:v>7.8281100000000001E-4</c:v>
                </c:pt>
                <c:pt idx="1818">
                  <c:v>7.8451300000000003E-4</c:v>
                </c:pt>
                <c:pt idx="1819">
                  <c:v>7.8620399999999998E-4</c:v>
                </c:pt>
                <c:pt idx="1820">
                  <c:v>7.8788299999999996E-4</c:v>
                </c:pt>
                <c:pt idx="1821">
                  <c:v>7.8965999999999997E-4</c:v>
                </c:pt>
                <c:pt idx="1822">
                  <c:v>7.9174099999999999E-4</c:v>
                </c:pt>
                <c:pt idx="1823">
                  <c:v>7.9400399999999996E-4</c:v>
                </c:pt>
                <c:pt idx="1824">
                  <c:v>7.9618199999999999E-4</c:v>
                </c:pt>
                <c:pt idx="1825">
                  <c:v>7.9826799999999998E-4</c:v>
                </c:pt>
                <c:pt idx="1826">
                  <c:v>8.0030300000000004E-4</c:v>
                </c:pt>
                <c:pt idx="1827">
                  <c:v>8.0232600000000002E-4</c:v>
                </c:pt>
                <c:pt idx="1828">
                  <c:v>8.0437300000000005E-4</c:v>
                </c:pt>
                <c:pt idx="1829">
                  <c:v>8.0644600000000005E-4</c:v>
                </c:pt>
                <c:pt idx="1830">
                  <c:v>8.0854400000000002E-4</c:v>
                </c:pt>
                <c:pt idx="1831">
                  <c:v>8.1067499999999996E-4</c:v>
                </c:pt>
                <c:pt idx="1832">
                  <c:v>8.1284300000000005E-4</c:v>
                </c:pt>
                <c:pt idx="1833">
                  <c:v>8.1504799999999997E-4</c:v>
                </c:pt>
                <c:pt idx="1834">
                  <c:v>8.1727199999999996E-4</c:v>
                </c:pt>
                <c:pt idx="1835">
                  <c:v>8.1949799999999999E-4</c:v>
                </c:pt>
                <c:pt idx="1836">
                  <c:v>8.2172300000000001E-4</c:v>
                </c:pt>
                <c:pt idx="1837">
                  <c:v>8.2396200000000002E-4</c:v>
                </c:pt>
                <c:pt idx="1838">
                  <c:v>8.2622399999999997E-4</c:v>
                </c:pt>
                <c:pt idx="1839">
                  <c:v>8.2848700000000004E-4</c:v>
                </c:pt>
                <c:pt idx="1840">
                  <c:v>8.3074199999999998E-4</c:v>
                </c:pt>
                <c:pt idx="1841">
                  <c:v>8.32988E-4</c:v>
                </c:pt>
                <c:pt idx="1842">
                  <c:v>8.3522200000000005E-4</c:v>
                </c:pt>
                <c:pt idx="1843">
                  <c:v>8.3745E-4</c:v>
                </c:pt>
                <c:pt idx="1844">
                  <c:v>8.3968400000000005E-4</c:v>
                </c:pt>
                <c:pt idx="1845">
                  <c:v>8.4192200000000005E-4</c:v>
                </c:pt>
                <c:pt idx="1846">
                  <c:v>8.4414600000000005E-4</c:v>
                </c:pt>
                <c:pt idx="1847">
                  <c:v>8.4634100000000002E-4</c:v>
                </c:pt>
                <c:pt idx="1848">
                  <c:v>8.4851299999999996E-4</c:v>
                </c:pt>
                <c:pt idx="1849">
                  <c:v>8.5066700000000005E-4</c:v>
                </c:pt>
                <c:pt idx="1850">
                  <c:v>8.52792E-4</c:v>
                </c:pt>
                <c:pt idx="1851">
                  <c:v>8.5488800000000005E-4</c:v>
                </c:pt>
                <c:pt idx="1852">
                  <c:v>8.5697699999999998E-4</c:v>
                </c:pt>
                <c:pt idx="1853">
                  <c:v>8.5908100000000004E-4</c:v>
                </c:pt>
                <c:pt idx="1854">
                  <c:v>8.6121199999999998E-4</c:v>
                </c:pt>
                <c:pt idx="1855">
                  <c:v>8.6337399999999998E-4</c:v>
                </c:pt>
                <c:pt idx="1856">
                  <c:v>8.6554500000000001E-4</c:v>
                </c:pt>
                <c:pt idx="1857">
                  <c:v>8.6771600000000004E-4</c:v>
                </c:pt>
                <c:pt idx="1858">
                  <c:v>8.6987800000000004E-4</c:v>
                </c:pt>
                <c:pt idx="1859">
                  <c:v>8.7203300000000003E-4</c:v>
                </c:pt>
                <c:pt idx="1860">
                  <c:v>8.7419600000000004E-4</c:v>
                </c:pt>
                <c:pt idx="1861">
                  <c:v>8.7638099999999997E-4</c:v>
                </c:pt>
                <c:pt idx="1862">
                  <c:v>8.7858900000000004E-4</c:v>
                </c:pt>
                <c:pt idx="1863">
                  <c:v>8.8078799999999997E-4</c:v>
                </c:pt>
                <c:pt idx="1864">
                  <c:v>8.8297400000000002E-4</c:v>
                </c:pt>
                <c:pt idx="1865">
                  <c:v>8.8517800000000003E-4</c:v>
                </c:pt>
                <c:pt idx="1866">
                  <c:v>8.8740900000000003E-4</c:v>
                </c:pt>
                <c:pt idx="1867">
                  <c:v>8.8968599999999999E-4</c:v>
                </c:pt>
                <c:pt idx="1868">
                  <c:v>8.9206300000000001E-4</c:v>
                </c:pt>
                <c:pt idx="1869">
                  <c:v>8.9458599999999995E-4</c:v>
                </c:pt>
                <c:pt idx="1870">
                  <c:v>8.9715300000000003E-4</c:v>
                </c:pt>
                <c:pt idx="1871">
                  <c:v>8.9964899999999998E-4</c:v>
                </c:pt>
                <c:pt idx="1872">
                  <c:v>9.0208400000000005E-4</c:v>
                </c:pt>
                <c:pt idx="1873">
                  <c:v>9.0446700000000005E-4</c:v>
                </c:pt>
                <c:pt idx="1874">
                  <c:v>9.0680399999999999E-4</c:v>
                </c:pt>
                <c:pt idx="1875">
                  <c:v>9.0912000000000002E-4</c:v>
                </c:pt>
                <c:pt idx="1876">
                  <c:v>9.1142600000000001E-4</c:v>
                </c:pt>
                <c:pt idx="1877">
                  <c:v>9.1371400000000004E-4</c:v>
                </c:pt>
                <c:pt idx="1878">
                  <c:v>9.1598000000000005E-4</c:v>
                </c:pt>
                <c:pt idx="1879">
                  <c:v>9.1822500000000005E-4</c:v>
                </c:pt>
                <c:pt idx="1880">
                  <c:v>9.2044399999999997E-4</c:v>
                </c:pt>
                <c:pt idx="1881">
                  <c:v>9.2265999999999995E-4</c:v>
                </c:pt>
                <c:pt idx="1882">
                  <c:v>9.2489600000000003E-4</c:v>
                </c:pt>
                <c:pt idx="1883">
                  <c:v>9.2712999999999997E-4</c:v>
                </c:pt>
                <c:pt idx="1884">
                  <c:v>9.2935800000000003E-4</c:v>
                </c:pt>
                <c:pt idx="1885">
                  <c:v>9.3161800000000005E-4</c:v>
                </c:pt>
                <c:pt idx="1886">
                  <c:v>9.3411799999999995E-4</c:v>
                </c:pt>
                <c:pt idx="1887">
                  <c:v>9.3680200000000003E-4</c:v>
                </c:pt>
                <c:pt idx="1888">
                  <c:v>9.3932800000000002E-4</c:v>
                </c:pt>
                <c:pt idx="1889">
                  <c:v>9.4166499999999995E-4</c:v>
                </c:pt>
                <c:pt idx="1890">
                  <c:v>9.43899E-4</c:v>
                </c:pt>
                <c:pt idx="1891">
                  <c:v>9.4607000000000003E-4</c:v>
                </c:pt>
                <c:pt idx="1892">
                  <c:v>9.4821399999999996E-4</c:v>
                </c:pt>
                <c:pt idx="1893">
                  <c:v>9.5034299999999998E-4</c:v>
                </c:pt>
                <c:pt idx="1894">
                  <c:v>9.5249799999999997E-4</c:v>
                </c:pt>
                <c:pt idx="1895">
                  <c:v>9.5468699999999996E-4</c:v>
                </c:pt>
                <c:pt idx="1896">
                  <c:v>9.5687400000000003E-4</c:v>
                </c:pt>
                <c:pt idx="1897">
                  <c:v>9.5905000000000003E-4</c:v>
                </c:pt>
                <c:pt idx="1898">
                  <c:v>9.6120500000000002E-4</c:v>
                </c:pt>
                <c:pt idx="1899">
                  <c:v>9.6334700000000003E-4</c:v>
                </c:pt>
                <c:pt idx="1900">
                  <c:v>9.6550900000000003E-4</c:v>
                </c:pt>
                <c:pt idx="1901">
                  <c:v>9.6771100000000001E-4</c:v>
                </c:pt>
                <c:pt idx="1902">
                  <c:v>9.7000999999999999E-4</c:v>
                </c:pt>
                <c:pt idx="1903">
                  <c:v>9.7241700000000005E-4</c:v>
                </c:pt>
                <c:pt idx="1904">
                  <c:v>9.7479000000000001E-4</c:v>
                </c:pt>
                <c:pt idx="1905">
                  <c:v>9.7707400000000008E-4</c:v>
                </c:pt>
                <c:pt idx="1906">
                  <c:v>9.7933200000000008E-4</c:v>
                </c:pt>
                <c:pt idx="1907">
                  <c:v>9.815850000000001E-4</c:v>
                </c:pt>
                <c:pt idx="1908">
                  <c:v>9.8383400000000005E-4</c:v>
                </c:pt>
                <c:pt idx="1909">
                  <c:v>9.8611800000000002E-4</c:v>
                </c:pt>
                <c:pt idx="1910">
                  <c:v>9.88465E-4</c:v>
                </c:pt>
                <c:pt idx="1911">
                  <c:v>9.9082399999999996E-4</c:v>
                </c:pt>
                <c:pt idx="1912">
                  <c:v>9.9313700000000006E-4</c:v>
                </c:pt>
                <c:pt idx="1913">
                  <c:v>9.9540799999999993E-4</c:v>
                </c:pt>
                <c:pt idx="1914">
                  <c:v>9.97623E-4</c:v>
                </c:pt>
                <c:pt idx="1915">
                  <c:v>9.997789999999999E-4</c:v>
                </c:pt>
                <c:pt idx="1916">
                  <c:v>1.00197E-3</c:v>
                </c:pt>
                <c:pt idx="1917">
                  <c:v>1.0043400000000001E-3</c:v>
                </c:pt>
                <c:pt idx="1918">
                  <c:v>1.00691E-3</c:v>
                </c:pt>
                <c:pt idx="1919">
                  <c:v>1.0094399999999999E-3</c:v>
                </c:pt>
                <c:pt idx="1920">
                  <c:v>1.0118E-3</c:v>
                </c:pt>
                <c:pt idx="1921">
                  <c:v>1.0140399999999999E-3</c:v>
                </c:pt>
                <c:pt idx="1922">
                  <c:v>1.01625E-3</c:v>
                </c:pt>
                <c:pt idx="1923">
                  <c:v>1.0185000000000001E-3</c:v>
                </c:pt>
                <c:pt idx="1924">
                  <c:v>1.02082E-3</c:v>
                </c:pt>
                <c:pt idx="1925">
                  <c:v>1.0231999999999999E-3</c:v>
                </c:pt>
                <c:pt idx="1926">
                  <c:v>1.0255399999999999E-3</c:v>
                </c:pt>
                <c:pt idx="1927">
                  <c:v>1.02779E-3</c:v>
                </c:pt>
                <c:pt idx="1928">
                  <c:v>1.0299700000000001E-3</c:v>
                </c:pt>
                <c:pt idx="1929">
                  <c:v>1.0321900000000001E-3</c:v>
                </c:pt>
                <c:pt idx="1930">
                  <c:v>1.0345199999999999E-3</c:v>
                </c:pt>
                <c:pt idx="1931">
                  <c:v>1.03688E-3</c:v>
                </c:pt>
                <c:pt idx="1932">
                  <c:v>1.03918E-3</c:v>
                </c:pt>
                <c:pt idx="1933">
                  <c:v>1.0414000000000001E-3</c:v>
                </c:pt>
                <c:pt idx="1934">
                  <c:v>1.0435799999999999E-3</c:v>
                </c:pt>
                <c:pt idx="1935">
                  <c:v>1.0457400000000001E-3</c:v>
                </c:pt>
                <c:pt idx="1936">
                  <c:v>1.04791E-3</c:v>
                </c:pt>
                <c:pt idx="1937">
                  <c:v>1.0500799999999999E-3</c:v>
                </c:pt>
                <c:pt idx="1938">
                  <c:v>1.0522400000000001E-3</c:v>
                </c:pt>
                <c:pt idx="1939">
                  <c:v>1.0544E-3</c:v>
                </c:pt>
                <c:pt idx="1940">
                  <c:v>1.05656E-3</c:v>
                </c:pt>
                <c:pt idx="1941">
                  <c:v>1.0586899999999999E-3</c:v>
                </c:pt>
                <c:pt idx="1942">
                  <c:v>1.0608E-3</c:v>
                </c:pt>
                <c:pt idx="1943">
                  <c:v>1.0629599999999999E-3</c:v>
                </c:pt>
                <c:pt idx="1944">
                  <c:v>1.06517E-3</c:v>
                </c:pt>
                <c:pt idx="1945">
                  <c:v>1.06737E-3</c:v>
                </c:pt>
                <c:pt idx="1946">
                  <c:v>1.0695100000000001E-3</c:v>
                </c:pt>
                <c:pt idx="1947">
                  <c:v>1.0715399999999999E-3</c:v>
                </c:pt>
                <c:pt idx="1948">
                  <c:v>1.07368E-3</c:v>
                </c:pt>
                <c:pt idx="1949">
                  <c:v>1.0761600000000001E-3</c:v>
                </c:pt>
                <c:pt idx="1950">
                  <c:v>1.0787800000000001E-3</c:v>
                </c:pt>
                <c:pt idx="1951">
                  <c:v>1.08128E-3</c:v>
                </c:pt>
                <c:pt idx="1952">
                  <c:v>1.0836400000000001E-3</c:v>
                </c:pt>
                <c:pt idx="1953">
                  <c:v>1.0859000000000001E-3</c:v>
                </c:pt>
                <c:pt idx="1954">
                  <c:v>1.08811E-3</c:v>
                </c:pt>
                <c:pt idx="1955">
                  <c:v>1.0903099999999999E-3</c:v>
                </c:pt>
                <c:pt idx="1956">
                  <c:v>1.0925399999999999E-3</c:v>
                </c:pt>
                <c:pt idx="1957">
                  <c:v>1.09486E-3</c:v>
                </c:pt>
                <c:pt idx="1958">
                  <c:v>1.0972E-3</c:v>
                </c:pt>
                <c:pt idx="1959">
                  <c:v>1.0995099999999999E-3</c:v>
                </c:pt>
                <c:pt idx="1960">
                  <c:v>1.1017799999999999E-3</c:v>
                </c:pt>
                <c:pt idx="1961">
                  <c:v>1.1040399999999999E-3</c:v>
                </c:pt>
                <c:pt idx="1962">
                  <c:v>1.1062999999999999E-3</c:v>
                </c:pt>
                <c:pt idx="1963">
                  <c:v>1.1086399999999999E-3</c:v>
                </c:pt>
                <c:pt idx="1964">
                  <c:v>1.11104E-3</c:v>
                </c:pt>
                <c:pt idx="1965">
                  <c:v>1.1134199999999999E-3</c:v>
                </c:pt>
                <c:pt idx="1966">
                  <c:v>1.1158100000000001E-3</c:v>
                </c:pt>
                <c:pt idx="1967">
                  <c:v>1.1184299999999999E-3</c:v>
                </c:pt>
                <c:pt idx="1968">
                  <c:v>1.1213499999999999E-3</c:v>
                </c:pt>
                <c:pt idx="1969">
                  <c:v>1.1243200000000001E-3</c:v>
                </c:pt>
                <c:pt idx="1970">
                  <c:v>1.1270900000000001E-3</c:v>
                </c:pt>
                <c:pt idx="1971">
                  <c:v>1.12962E-3</c:v>
                </c:pt>
                <c:pt idx="1972">
                  <c:v>1.1319800000000001E-3</c:v>
                </c:pt>
                <c:pt idx="1973">
                  <c:v>1.1342399999999999E-3</c:v>
                </c:pt>
                <c:pt idx="1974">
                  <c:v>1.1365100000000001E-3</c:v>
                </c:pt>
                <c:pt idx="1975">
                  <c:v>1.13889E-3</c:v>
                </c:pt>
                <c:pt idx="1976">
                  <c:v>1.1413300000000001E-3</c:v>
                </c:pt>
                <c:pt idx="1977">
                  <c:v>1.14371E-3</c:v>
                </c:pt>
                <c:pt idx="1978">
                  <c:v>1.1459899999999999E-3</c:v>
                </c:pt>
                <c:pt idx="1979">
                  <c:v>1.14825E-3</c:v>
                </c:pt>
                <c:pt idx="1980">
                  <c:v>1.1505E-3</c:v>
                </c:pt>
                <c:pt idx="1981">
                  <c:v>1.1527900000000001E-3</c:v>
                </c:pt>
                <c:pt idx="1982">
                  <c:v>1.1550899999999999E-3</c:v>
                </c:pt>
                <c:pt idx="1983">
                  <c:v>1.15745E-3</c:v>
                </c:pt>
                <c:pt idx="1984">
                  <c:v>1.16008E-3</c:v>
                </c:pt>
                <c:pt idx="1985">
                  <c:v>1.1628700000000001E-3</c:v>
                </c:pt>
                <c:pt idx="1986">
                  <c:v>1.1654499999999999E-3</c:v>
                </c:pt>
                <c:pt idx="1987">
                  <c:v>1.1678700000000001E-3</c:v>
                </c:pt>
                <c:pt idx="1988">
                  <c:v>1.17022E-3</c:v>
                </c:pt>
                <c:pt idx="1989">
                  <c:v>1.1725699999999999E-3</c:v>
                </c:pt>
                <c:pt idx="1990">
                  <c:v>1.1749E-3</c:v>
                </c:pt>
                <c:pt idx="1991">
                  <c:v>1.1772900000000001E-3</c:v>
                </c:pt>
                <c:pt idx="1992">
                  <c:v>1.17975E-3</c:v>
                </c:pt>
                <c:pt idx="1993">
                  <c:v>1.1822200000000001E-3</c:v>
                </c:pt>
                <c:pt idx="1994">
                  <c:v>1.18465E-3</c:v>
                </c:pt>
                <c:pt idx="1995">
                  <c:v>1.1870400000000001E-3</c:v>
                </c:pt>
                <c:pt idx="1996">
                  <c:v>1.1894799999999999E-3</c:v>
                </c:pt>
                <c:pt idx="1997">
                  <c:v>1.19217E-3</c:v>
                </c:pt>
                <c:pt idx="1998">
                  <c:v>1.19506E-3</c:v>
                </c:pt>
                <c:pt idx="1999">
                  <c:v>1.1977800000000001E-3</c:v>
                </c:pt>
                <c:pt idx="2000">
                  <c:v>1.19983E-3</c:v>
                </c:pt>
                <c:pt idx="2001">
                  <c:v>1.19966E-3</c:v>
                </c:pt>
                <c:pt idx="2002">
                  <c:v>1.19904E-3</c:v>
                </c:pt>
                <c:pt idx="2003">
                  <c:v>1.19677E-3</c:v>
                </c:pt>
                <c:pt idx="2004">
                  <c:v>1.1934000000000001E-3</c:v>
                </c:pt>
                <c:pt idx="2005">
                  <c:v>1.1897100000000001E-3</c:v>
                </c:pt>
                <c:pt idx="2006">
                  <c:v>1.1859399999999999E-3</c:v>
                </c:pt>
                <c:pt idx="2007">
                  <c:v>1.18216E-3</c:v>
                </c:pt>
                <c:pt idx="2008">
                  <c:v>1.1783399999999999E-3</c:v>
                </c:pt>
                <c:pt idx="2009">
                  <c:v>1.17446E-3</c:v>
                </c:pt>
                <c:pt idx="2010">
                  <c:v>1.17051E-3</c:v>
                </c:pt>
                <c:pt idx="2011">
                  <c:v>1.1665200000000001E-3</c:v>
                </c:pt>
                <c:pt idx="2012">
                  <c:v>1.1625400000000001E-3</c:v>
                </c:pt>
                <c:pt idx="2013">
                  <c:v>1.1586299999999999E-3</c:v>
                </c:pt>
                <c:pt idx="2014">
                  <c:v>1.1547199999999999E-3</c:v>
                </c:pt>
                <c:pt idx="2015">
                  <c:v>1.15073E-3</c:v>
                </c:pt>
                <c:pt idx="2016">
                  <c:v>1.14668E-3</c:v>
                </c:pt>
                <c:pt idx="2017">
                  <c:v>1.14259E-3</c:v>
                </c:pt>
                <c:pt idx="2018">
                  <c:v>1.13854E-3</c:v>
                </c:pt>
                <c:pt idx="2019">
                  <c:v>1.1345400000000001E-3</c:v>
                </c:pt>
                <c:pt idx="2020">
                  <c:v>1.1305600000000001E-3</c:v>
                </c:pt>
                <c:pt idx="2021">
                  <c:v>1.1265699999999999E-3</c:v>
                </c:pt>
                <c:pt idx="2022">
                  <c:v>1.1226700000000001E-3</c:v>
                </c:pt>
                <c:pt idx="2023">
                  <c:v>1.11896E-3</c:v>
                </c:pt>
                <c:pt idx="2024">
                  <c:v>1.1153000000000001E-3</c:v>
                </c:pt>
                <c:pt idx="2025">
                  <c:v>1.1115400000000001E-3</c:v>
                </c:pt>
                <c:pt idx="2026">
                  <c:v>1.10772E-3</c:v>
                </c:pt>
                <c:pt idx="2027">
                  <c:v>1.1038700000000001E-3</c:v>
                </c:pt>
                <c:pt idx="2028">
                  <c:v>1.1001299999999999E-3</c:v>
                </c:pt>
                <c:pt idx="2029">
                  <c:v>1.0965E-3</c:v>
                </c:pt>
                <c:pt idx="2030">
                  <c:v>1.09286E-3</c:v>
                </c:pt>
                <c:pt idx="2031">
                  <c:v>1.08917E-3</c:v>
                </c:pt>
                <c:pt idx="2032">
                  <c:v>1.08545E-3</c:v>
                </c:pt>
                <c:pt idx="2033">
                  <c:v>1.08172E-3</c:v>
                </c:pt>
                <c:pt idx="2034">
                  <c:v>1.07799E-3</c:v>
                </c:pt>
                <c:pt idx="2035">
                  <c:v>1.0742900000000001E-3</c:v>
                </c:pt>
                <c:pt idx="2036">
                  <c:v>1.0705999999999999E-3</c:v>
                </c:pt>
                <c:pt idx="2037">
                  <c:v>1.0669E-3</c:v>
                </c:pt>
                <c:pt idx="2038">
                  <c:v>1.0631900000000001E-3</c:v>
                </c:pt>
                <c:pt idx="2039">
                  <c:v>1.0594999999999999E-3</c:v>
                </c:pt>
                <c:pt idx="2040">
                  <c:v>1.05583E-3</c:v>
                </c:pt>
                <c:pt idx="2041">
                  <c:v>1.0521599999999999E-3</c:v>
                </c:pt>
                <c:pt idx="2042">
                  <c:v>1.0484800000000001E-3</c:v>
                </c:pt>
                <c:pt idx="2043">
                  <c:v>1.04481E-3</c:v>
                </c:pt>
                <c:pt idx="2044">
                  <c:v>1.04116E-3</c:v>
                </c:pt>
                <c:pt idx="2045">
                  <c:v>1.0375600000000001E-3</c:v>
                </c:pt>
                <c:pt idx="2046">
                  <c:v>1.0341599999999999E-3</c:v>
                </c:pt>
                <c:pt idx="2047">
                  <c:v>1.0309799999999999E-3</c:v>
                </c:pt>
                <c:pt idx="2048">
                  <c:v>1.02775E-3</c:v>
                </c:pt>
                <c:pt idx="2049">
                  <c:v>1.02439E-3</c:v>
                </c:pt>
                <c:pt idx="2050">
                  <c:v>1.0210099999999999E-3</c:v>
                </c:pt>
                <c:pt idx="2051">
                  <c:v>1.01768E-3</c:v>
                </c:pt>
                <c:pt idx="2052">
                  <c:v>1.0143999999999999E-3</c:v>
                </c:pt>
                <c:pt idx="2053">
                  <c:v>1.01117E-3</c:v>
                </c:pt>
                <c:pt idx="2054">
                  <c:v>1.0079500000000001E-3</c:v>
                </c:pt>
                <c:pt idx="2055">
                  <c:v>1.00478E-3</c:v>
                </c:pt>
                <c:pt idx="2056">
                  <c:v>1.0016199999999999E-3</c:v>
                </c:pt>
                <c:pt idx="2057">
                  <c:v>9.9843000000000002E-4</c:v>
                </c:pt>
                <c:pt idx="2058">
                  <c:v>9.952400000000001E-4</c:v>
                </c:pt>
                <c:pt idx="2059">
                  <c:v>9.9207700000000006E-4</c:v>
                </c:pt>
                <c:pt idx="2060">
                  <c:v>9.8893099999999997E-4</c:v>
                </c:pt>
                <c:pt idx="2061">
                  <c:v>9.8576200000000005E-4</c:v>
                </c:pt>
                <c:pt idx="2062">
                  <c:v>9.8256100000000007E-4</c:v>
                </c:pt>
                <c:pt idx="2063">
                  <c:v>9.7940599999999994E-4</c:v>
                </c:pt>
                <c:pt idx="2064">
                  <c:v>9.76449E-4</c:v>
                </c:pt>
                <c:pt idx="2065">
                  <c:v>9.7363199999999999E-4</c:v>
                </c:pt>
                <c:pt idx="2066">
                  <c:v>9.7073000000000005E-4</c:v>
                </c:pt>
                <c:pt idx="2067">
                  <c:v>9.6768699999999995E-4</c:v>
                </c:pt>
                <c:pt idx="2068">
                  <c:v>9.6456799999999996E-4</c:v>
                </c:pt>
                <c:pt idx="2069">
                  <c:v>9.6141499999999997E-4</c:v>
                </c:pt>
                <c:pt idx="2070">
                  <c:v>9.5835799999999997E-4</c:v>
                </c:pt>
                <c:pt idx="2071">
                  <c:v>9.5560299999999996E-4</c:v>
                </c:pt>
                <c:pt idx="2072">
                  <c:v>9.5294300000000004E-4</c:v>
                </c:pt>
                <c:pt idx="2073">
                  <c:v>9.5012000000000004E-4</c:v>
                </c:pt>
                <c:pt idx="2074">
                  <c:v>9.4722899999999995E-4</c:v>
                </c:pt>
                <c:pt idx="2075">
                  <c:v>9.4429400000000004E-4</c:v>
                </c:pt>
                <c:pt idx="2076">
                  <c:v>9.4125999999999997E-4</c:v>
                </c:pt>
                <c:pt idx="2077">
                  <c:v>9.3815299999999995E-4</c:v>
                </c:pt>
                <c:pt idx="2078">
                  <c:v>9.35037E-4</c:v>
                </c:pt>
                <c:pt idx="2079">
                  <c:v>9.3193900000000001E-4</c:v>
                </c:pt>
                <c:pt idx="2080">
                  <c:v>9.2885099999999996E-4</c:v>
                </c:pt>
                <c:pt idx="2081">
                  <c:v>9.2577100000000004E-4</c:v>
                </c:pt>
                <c:pt idx="2082">
                  <c:v>9.2276700000000001E-4</c:v>
                </c:pt>
                <c:pt idx="2083">
                  <c:v>9.1995399999999995E-4</c:v>
                </c:pt>
                <c:pt idx="2084">
                  <c:v>9.1722899999999998E-4</c:v>
                </c:pt>
                <c:pt idx="2085">
                  <c:v>9.1439799999999997E-4</c:v>
                </c:pt>
                <c:pt idx="2086">
                  <c:v>9.1146300000000005E-4</c:v>
                </c:pt>
                <c:pt idx="2087">
                  <c:v>9.0849699999999997E-4</c:v>
                </c:pt>
                <c:pt idx="2088">
                  <c:v>9.0551499999999997E-4</c:v>
                </c:pt>
                <c:pt idx="2089">
                  <c:v>9.0250200000000001E-4</c:v>
                </c:pt>
                <c:pt idx="2090">
                  <c:v>8.9946299999999998E-4</c:v>
                </c:pt>
                <c:pt idx="2091">
                  <c:v>8.9639500000000003E-4</c:v>
                </c:pt>
                <c:pt idx="2092">
                  <c:v>8.9332099999999998E-4</c:v>
                </c:pt>
                <c:pt idx="2093">
                  <c:v>8.9030200000000004E-4</c:v>
                </c:pt>
                <c:pt idx="2094">
                  <c:v>8.8731900000000002E-4</c:v>
                </c:pt>
                <c:pt idx="2095">
                  <c:v>8.84302E-4</c:v>
                </c:pt>
                <c:pt idx="2096">
                  <c:v>8.8123599999999998E-4</c:v>
                </c:pt>
                <c:pt idx="2097">
                  <c:v>8.7812700000000003E-4</c:v>
                </c:pt>
                <c:pt idx="2098">
                  <c:v>8.75006E-4</c:v>
                </c:pt>
                <c:pt idx="2099">
                  <c:v>8.7190300000000004E-4</c:v>
                </c:pt>
                <c:pt idx="2100">
                  <c:v>8.68815E-4</c:v>
                </c:pt>
                <c:pt idx="2101">
                  <c:v>8.6572299999999999E-4</c:v>
                </c:pt>
                <c:pt idx="2102">
                  <c:v>8.6263099999999999E-4</c:v>
                </c:pt>
                <c:pt idx="2103">
                  <c:v>8.5957600000000002E-4</c:v>
                </c:pt>
                <c:pt idx="2104">
                  <c:v>8.5654899999999996E-4</c:v>
                </c:pt>
                <c:pt idx="2105">
                  <c:v>8.5351600000000002E-4</c:v>
                </c:pt>
                <c:pt idx="2106">
                  <c:v>8.5051199999999999E-4</c:v>
                </c:pt>
                <c:pt idx="2107">
                  <c:v>8.4754299999999997E-4</c:v>
                </c:pt>
                <c:pt idx="2108">
                  <c:v>8.4456199999999998E-4</c:v>
                </c:pt>
                <c:pt idx="2109">
                  <c:v>8.41547E-4</c:v>
                </c:pt>
                <c:pt idx="2110">
                  <c:v>8.3850799999999996E-4</c:v>
                </c:pt>
                <c:pt idx="2111">
                  <c:v>8.3547000000000005E-4</c:v>
                </c:pt>
                <c:pt idx="2112">
                  <c:v>8.3245900000000002E-4</c:v>
                </c:pt>
                <c:pt idx="2113">
                  <c:v>8.2949300000000005E-4</c:v>
                </c:pt>
                <c:pt idx="2114">
                  <c:v>8.2653900000000005E-4</c:v>
                </c:pt>
                <c:pt idx="2115">
                  <c:v>8.2356699999999998E-4</c:v>
                </c:pt>
                <c:pt idx="2116">
                  <c:v>8.2059600000000004E-4</c:v>
                </c:pt>
                <c:pt idx="2117">
                  <c:v>8.1764700000000001E-4</c:v>
                </c:pt>
                <c:pt idx="2118">
                  <c:v>8.14713E-4</c:v>
                </c:pt>
                <c:pt idx="2119">
                  <c:v>8.11793E-4</c:v>
                </c:pt>
                <c:pt idx="2120">
                  <c:v>8.0887799999999996E-4</c:v>
                </c:pt>
                <c:pt idx="2121">
                  <c:v>8.0595700000000005E-4</c:v>
                </c:pt>
                <c:pt idx="2122">
                  <c:v>8.0303899999999997E-4</c:v>
                </c:pt>
                <c:pt idx="2123">
                  <c:v>8.0014099999999998E-4</c:v>
                </c:pt>
                <c:pt idx="2124">
                  <c:v>7.9726600000000003E-4</c:v>
                </c:pt>
                <c:pt idx="2125">
                  <c:v>7.9440100000000003E-4</c:v>
                </c:pt>
                <c:pt idx="2126">
                  <c:v>7.9152900000000002E-4</c:v>
                </c:pt>
                <c:pt idx="2127">
                  <c:v>7.8865900000000004E-4</c:v>
                </c:pt>
                <c:pt idx="2128">
                  <c:v>7.8579799999999999E-4</c:v>
                </c:pt>
                <c:pt idx="2129">
                  <c:v>7.82955E-4</c:v>
                </c:pt>
                <c:pt idx="2130">
                  <c:v>7.80125E-4</c:v>
                </c:pt>
                <c:pt idx="2131">
                  <c:v>7.7728499999999996E-4</c:v>
                </c:pt>
                <c:pt idx="2132">
                  <c:v>7.7445499999999996E-4</c:v>
                </c:pt>
                <c:pt idx="2133">
                  <c:v>7.7165399999999998E-4</c:v>
                </c:pt>
                <c:pt idx="2134">
                  <c:v>7.6885799999999998E-4</c:v>
                </c:pt>
                <c:pt idx="2135">
                  <c:v>7.6604899999999998E-4</c:v>
                </c:pt>
                <c:pt idx="2136">
                  <c:v>7.6323299999999999E-4</c:v>
                </c:pt>
                <c:pt idx="2137">
                  <c:v>7.6041900000000003E-4</c:v>
                </c:pt>
                <c:pt idx="2138">
                  <c:v>7.5763899999999995E-4</c:v>
                </c:pt>
                <c:pt idx="2139">
                  <c:v>7.5495E-4</c:v>
                </c:pt>
                <c:pt idx="2140">
                  <c:v>7.5227599999999996E-4</c:v>
                </c:pt>
                <c:pt idx="2141">
                  <c:v>7.4952600000000003E-4</c:v>
                </c:pt>
                <c:pt idx="2142">
                  <c:v>7.4673700000000003E-4</c:v>
                </c:pt>
                <c:pt idx="2143">
                  <c:v>7.4394299999999995E-4</c:v>
                </c:pt>
                <c:pt idx="2144">
                  <c:v>7.41144E-4</c:v>
                </c:pt>
                <c:pt idx="2145">
                  <c:v>7.38341E-4</c:v>
                </c:pt>
                <c:pt idx="2146">
                  <c:v>7.3554800000000004E-4</c:v>
                </c:pt>
                <c:pt idx="2147">
                  <c:v>7.3277900000000003E-4</c:v>
                </c:pt>
                <c:pt idx="2148">
                  <c:v>7.3002899999999999E-4</c:v>
                </c:pt>
                <c:pt idx="2149">
                  <c:v>7.2728199999999999E-4</c:v>
                </c:pt>
                <c:pt idx="2150">
                  <c:v>7.2452300000000003E-4</c:v>
                </c:pt>
                <c:pt idx="2151">
                  <c:v>7.2176200000000003E-4</c:v>
                </c:pt>
                <c:pt idx="2152">
                  <c:v>7.1901300000000001E-4</c:v>
                </c:pt>
                <c:pt idx="2153">
                  <c:v>7.1627099999999999E-4</c:v>
                </c:pt>
                <c:pt idx="2154">
                  <c:v>7.1352799999999995E-4</c:v>
                </c:pt>
                <c:pt idx="2155">
                  <c:v>7.1077800000000002E-4</c:v>
                </c:pt>
                <c:pt idx="2156">
                  <c:v>7.0803299999999995E-4</c:v>
                </c:pt>
                <c:pt idx="2157">
                  <c:v>7.0529299999999996E-4</c:v>
                </c:pt>
                <c:pt idx="2158">
                  <c:v>7.0255000000000003E-4</c:v>
                </c:pt>
                <c:pt idx="2159">
                  <c:v>6.9980200000000002E-4</c:v>
                </c:pt>
                <c:pt idx="2160">
                  <c:v>6.9705500000000003E-4</c:v>
                </c:pt>
                <c:pt idx="2161">
                  <c:v>6.9431899999999999E-4</c:v>
                </c:pt>
                <c:pt idx="2162">
                  <c:v>6.9159799999999997E-4</c:v>
                </c:pt>
                <c:pt idx="2163">
                  <c:v>6.8888499999999997E-4</c:v>
                </c:pt>
                <c:pt idx="2164">
                  <c:v>6.8617000000000005E-4</c:v>
                </c:pt>
                <c:pt idx="2165">
                  <c:v>6.8345299999999999E-4</c:v>
                </c:pt>
                <c:pt idx="2166">
                  <c:v>6.8074300000000004E-4</c:v>
                </c:pt>
                <c:pt idx="2167">
                  <c:v>6.7804699999999998E-4</c:v>
                </c:pt>
                <c:pt idx="2168">
                  <c:v>6.7536799999999998E-4</c:v>
                </c:pt>
                <c:pt idx="2169">
                  <c:v>6.7270199999999996E-4</c:v>
                </c:pt>
                <c:pt idx="2170">
                  <c:v>6.7003799999999997E-4</c:v>
                </c:pt>
                <c:pt idx="2171">
                  <c:v>6.67382E-4</c:v>
                </c:pt>
                <c:pt idx="2172">
                  <c:v>6.6482100000000001E-4</c:v>
                </c:pt>
                <c:pt idx="2173">
                  <c:v>6.6242899999999997E-4</c:v>
                </c:pt>
                <c:pt idx="2174">
                  <c:v>6.6007200000000005E-4</c:v>
                </c:pt>
                <c:pt idx="2175">
                  <c:v>6.5762399999999999E-4</c:v>
                </c:pt>
                <c:pt idx="2176">
                  <c:v>6.5512000000000003E-4</c:v>
                </c:pt>
                <c:pt idx="2177">
                  <c:v>6.5259300000000003E-4</c:v>
                </c:pt>
                <c:pt idx="2178">
                  <c:v>6.5005399999999995E-4</c:v>
                </c:pt>
                <c:pt idx="2179">
                  <c:v>6.4751499999999998E-4</c:v>
                </c:pt>
                <c:pt idx="2180">
                  <c:v>6.4498500000000005E-4</c:v>
                </c:pt>
                <c:pt idx="2181">
                  <c:v>6.4246500000000005E-4</c:v>
                </c:pt>
                <c:pt idx="2182">
                  <c:v>6.3993899999999996E-4</c:v>
                </c:pt>
                <c:pt idx="2183">
                  <c:v>6.3738900000000003E-4</c:v>
                </c:pt>
                <c:pt idx="2184">
                  <c:v>6.3482700000000003E-4</c:v>
                </c:pt>
                <c:pt idx="2185">
                  <c:v>6.3227599999999998E-4</c:v>
                </c:pt>
                <c:pt idx="2186">
                  <c:v>6.2974299999999999E-4</c:v>
                </c:pt>
                <c:pt idx="2187">
                  <c:v>6.2723100000000001E-4</c:v>
                </c:pt>
                <c:pt idx="2188">
                  <c:v>6.2473499999999996E-4</c:v>
                </c:pt>
                <c:pt idx="2189">
                  <c:v>6.2224600000000002E-4</c:v>
                </c:pt>
                <c:pt idx="2190">
                  <c:v>6.1980800000000001E-4</c:v>
                </c:pt>
                <c:pt idx="2191">
                  <c:v>6.1745300000000001E-4</c:v>
                </c:pt>
                <c:pt idx="2192">
                  <c:v>6.1510299999999998E-4</c:v>
                </c:pt>
                <c:pt idx="2193">
                  <c:v>6.1269999999999999E-4</c:v>
                </c:pt>
                <c:pt idx="2194">
                  <c:v>6.1026199999999998E-4</c:v>
                </c:pt>
                <c:pt idx="2195">
                  <c:v>6.0782000000000002E-4</c:v>
                </c:pt>
                <c:pt idx="2196">
                  <c:v>6.0538900000000001E-4</c:v>
                </c:pt>
                <c:pt idx="2197">
                  <c:v>6.0296799999999995E-4</c:v>
                </c:pt>
                <c:pt idx="2198">
                  <c:v>6.0055500000000001E-4</c:v>
                </c:pt>
                <c:pt idx="2199">
                  <c:v>5.9815400000000005E-4</c:v>
                </c:pt>
                <c:pt idx="2200">
                  <c:v>5.9576900000000001E-4</c:v>
                </c:pt>
                <c:pt idx="2201">
                  <c:v>5.934E-4</c:v>
                </c:pt>
                <c:pt idx="2202">
                  <c:v>5.91038E-4</c:v>
                </c:pt>
                <c:pt idx="2203">
                  <c:v>5.8867200000000005E-4</c:v>
                </c:pt>
                <c:pt idx="2204">
                  <c:v>5.8630499999999996E-4</c:v>
                </c:pt>
                <c:pt idx="2205">
                  <c:v>5.8395799999999998E-4</c:v>
                </c:pt>
                <c:pt idx="2206">
                  <c:v>5.8176699999999996E-4</c:v>
                </c:pt>
                <c:pt idx="2207">
                  <c:v>5.79821E-4</c:v>
                </c:pt>
                <c:pt idx="2208">
                  <c:v>5.7790100000000002E-4</c:v>
                </c:pt>
                <c:pt idx="2209">
                  <c:v>5.7582E-4</c:v>
                </c:pt>
                <c:pt idx="2210">
                  <c:v>5.7362400000000001E-4</c:v>
                </c:pt>
                <c:pt idx="2211">
                  <c:v>5.7136700000000003E-4</c:v>
                </c:pt>
                <c:pt idx="2212">
                  <c:v>5.6908499999999999E-4</c:v>
                </c:pt>
                <c:pt idx="2213">
                  <c:v>5.6679600000000005E-4</c:v>
                </c:pt>
                <c:pt idx="2214">
                  <c:v>5.6450900000000004E-4</c:v>
                </c:pt>
                <c:pt idx="2215">
                  <c:v>5.6223099999999995E-4</c:v>
                </c:pt>
                <c:pt idx="2216">
                  <c:v>5.5996500000000005E-4</c:v>
                </c:pt>
                <c:pt idx="2217">
                  <c:v>5.5771E-4</c:v>
                </c:pt>
                <c:pt idx="2218">
                  <c:v>5.55472E-4</c:v>
                </c:pt>
                <c:pt idx="2219">
                  <c:v>5.5325399999999999E-4</c:v>
                </c:pt>
                <c:pt idx="2220">
                  <c:v>5.5105599999999996E-4</c:v>
                </c:pt>
                <c:pt idx="2221">
                  <c:v>5.4887700000000002E-4</c:v>
                </c:pt>
                <c:pt idx="2222">
                  <c:v>5.4672900000000003E-4</c:v>
                </c:pt>
                <c:pt idx="2223">
                  <c:v>5.4458600000000001E-4</c:v>
                </c:pt>
                <c:pt idx="2224">
                  <c:v>5.4242799999999996E-4</c:v>
                </c:pt>
                <c:pt idx="2225">
                  <c:v>5.4026200000000001E-4</c:v>
                </c:pt>
                <c:pt idx="2226">
                  <c:v>5.3809099999999998E-4</c:v>
                </c:pt>
                <c:pt idx="2227">
                  <c:v>5.3592199999999998E-4</c:v>
                </c:pt>
                <c:pt idx="2228">
                  <c:v>5.3375299999999998E-4</c:v>
                </c:pt>
                <c:pt idx="2229">
                  <c:v>5.3158700000000003E-4</c:v>
                </c:pt>
                <c:pt idx="2230">
                  <c:v>5.2942799999999997E-4</c:v>
                </c:pt>
                <c:pt idx="2231">
                  <c:v>5.2727500000000001E-4</c:v>
                </c:pt>
                <c:pt idx="2232">
                  <c:v>5.2512700000000002E-4</c:v>
                </c:pt>
                <c:pt idx="2233">
                  <c:v>5.2297900000000002E-4</c:v>
                </c:pt>
                <c:pt idx="2234">
                  <c:v>5.2083800000000003E-4</c:v>
                </c:pt>
                <c:pt idx="2235">
                  <c:v>5.1871000000000003E-4</c:v>
                </c:pt>
                <c:pt idx="2236">
                  <c:v>5.1659500000000001E-4</c:v>
                </c:pt>
                <c:pt idx="2237">
                  <c:v>5.1448900000000003E-4</c:v>
                </c:pt>
                <c:pt idx="2238">
                  <c:v>5.1238399999999995E-4</c:v>
                </c:pt>
                <c:pt idx="2239">
                  <c:v>5.1028100000000002E-4</c:v>
                </c:pt>
                <c:pt idx="2240">
                  <c:v>5.0818900000000004E-4</c:v>
                </c:pt>
                <c:pt idx="2241">
                  <c:v>5.0611299999999998E-4</c:v>
                </c:pt>
                <c:pt idx="2242">
                  <c:v>5.0408099999999997E-4</c:v>
                </c:pt>
                <c:pt idx="2243">
                  <c:v>5.0209400000000002E-4</c:v>
                </c:pt>
                <c:pt idx="2244">
                  <c:v>5.0009700000000002E-4</c:v>
                </c:pt>
                <c:pt idx="2245">
                  <c:v>4.9807499999999995E-4</c:v>
                </c:pt>
                <c:pt idx="2246">
                  <c:v>4.96047E-4</c:v>
                </c:pt>
                <c:pt idx="2247">
                  <c:v>4.9401899999999995E-4</c:v>
                </c:pt>
                <c:pt idx="2248">
                  <c:v>4.9198799999999995E-4</c:v>
                </c:pt>
                <c:pt idx="2249">
                  <c:v>4.8996200000000004E-4</c:v>
                </c:pt>
                <c:pt idx="2250">
                  <c:v>4.8794600000000001E-4</c:v>
                </c:pt>
                <c:pt idx="2251">
                  <c:v>4.85942E-4</c:v>
                </c:pt>
                <c:pt idx="2252">
                  <c:v>4.8394399999999999E-4</c:v>
                </c:pt>
                <c:pt idx="2253">
                  <c:v>4.8195300000000003E-4</c:v>
                </c:pt>
                <c:pt idx="2254">
                  <c:v>4.79975E-4</c:v>
                </c:pt>
                <c:pt idx="2255">
                  <c:v>4.7800799999999998E-4</c:v>
                </c:pt>
                <c:pt idx="2256">
                  <c:v>4.7604199999999998E-4</c:v>
                </c:pt>
                <c:pt idx="2257">
                  <c:v>4.7407100000000001E-4</c:v>
                </c:pt>
                <c:pt idx="2258">
                  <c:v>4.7210200000000001E-4</c:v>
                </c:pt>
                <c:pt idx="2259">
                  <c:v>4.7014600000000001E-4</c:v>
                </c:pt>
                <c:pt idx="2260">
                  <c:v>4.68207E-4</c:v>
                </c:pt>
                <c:pt idx="2261">
                  <c:v>4.6627700000000002E-4</c:v>
                </c:pt>
                <c:pt idx="2262">
                  <c:v>4.6434900000000002E-4</c:v>
                </c:pt>
                <c:pt idx="2263">
                  <c:v>4.6242599999999999E-4</c:v>
                </c:pt>
                <c:pt idx="2264">
                  <c:v>4.6051499999999999E-4</c:v>
                </c:pt>
                <c:pt idx="2265">
                  <c:v>4.5861200000000001E-4</c:v>
                </c:pt>
                <c:pt idx="2266">
                  <c:v>4.5671699999999998E-4</c:v>
                </c:pt>
                <c:pt idx="2267">
                  <c:v>4.54831E-4</c:v>
                </c:pt>
                <c:pt idx="2268">
                  <c:v>4.5294999999999998E-4</c:v>
                </c:pt>
                <c:pt idx="2269">
                  <c:v>4.5107099999999999E-4</c:v>
                </c:pt>
                <c:pt idx="2270">
                  <c:v>4.4918300000000003E-4</c:v>
                </c:pt>
                <c:pt idx="2271">
                  <c:v>4.47284E-4</c:v>
                </c:pt>
                <c:pt idx="2272">
                  <c:v>4.4537899999999998E-4</c:v>
                </c:pt>
                <c:pt idx="2273">
                  <c:v>4.4348E-4</c:v>
                </c:pt>
                <c:pt idx="2274">
                  <c:v>4.4160299999999999E-4</c:v>
                </c:pt>
                <c:pt idx="2275">
                  <c:v>4.3974500000000001E-4</c:v>
                </c:pt>
                <c:pt idx="2276">
                  <c:v>4.37899E-4</c:v>
                </c:pt>
                <c:pt idx="2277">
                  <c:v>4.36057E-4</c:v>
                </c:pt>
                <c:pt idx="2278">
                  <c:v>4.3422000000000003E-4</c:v>
                </c:pt>
                <c:pt idx="2279">
                  <c:v>4.3239199999999998E-4</c:v>
                </c:pt>
                <c:pt idx="2280">
                  <c:v>4.3057499999999999E-4</c:v>
                </c:pt>
                <c:pt idx="2281">
                  <c:v>4.2876699999999998E-4</c:v>
                </c:pt>
                <c:pt idx="2282">
                  <c:v>4.2696200000000002E-4</c:v>
                </c:pt>
                <c:pt idx="2283">
                  <c:v>4.2516500000000003E-4</c:v>
                </c:pt>
                <c:pt idx="2284">
                  <c:v>4.2337800000000002E-4</c:v>
                </c:pt>
                <c:pt idx="2285">
                  <c:v>4.216E-4</c:v>
                </c:pt>
                <c:pt idx="2286">
                  <c:v>4.1982899999999998E-4</c:v>
                </c:pt>
                <c:pt idx="2287">
                  <c:v>4.1805800000000001E-4</c:v>
                </c:pt>
                <c:pt idx="2288">
                  <c:v>4.1628999999999999E-4</c:v>
                </c:pt>
                <c:pt idx="2289">
                  <c:v>4.1453300000000002E-4</c:v>
                </c:pt>
                <c:pt idx="2290">
                  <c:v>4.12786E-4</c:v>
                </c:pt>
                <c:pt idx="2291">
                  <c:v>4.1104500000000002E-4</c:v>
                </c:pt>
                <c:pt idx="2292">
                  <c:v>4.0930699999999998E-4</c:v>
                </c:pt>
                <c:pt idx="2293">
                  <c:v>4.0757599999999999E-4</c:v>
                </c:pt>
                <c:pt idx="2294">
                  <c:v>4.0585600000000001E-4</c:v>
                </c:pt>
                <c:pt idx="2295">
                  <c:v>4.0414299999999998E-4</c:v>
                </c:pt>
                <c:pt idx="2296">
                  <c:v>4.02433E-4</c:v>
                </c:pt>
                <c:pt idx="2297">
                  <c:v>4.0072799999999999E-4</c:v>
                </c:pt>
                <c:pt idx="2298">
                  <c:v>3.9903200000000001E-4</c:v>
                </c:pt>
                <c:pt idx="2299">
                  <c:v>3.9734699999999999E-4</c:v>
                </c:pt>
                <c:pt idx="2300">
                  <c:v>3.9566999999999998E-4</c:v>
                </c:pt>
                <c:pt idx="2301">
                  <c:v>3.9399599999999997E-4</c:v>
                </c:pt>
                <c:pt idx="2302">
                  <c:v>3.9232999999999998E-4</c:v>
                </c:pt>
                <c:pt idx="2303">
                  <c:v>3.90675E-4</c:v>
                </c:pt>
                <c:pt idx="2304">
                  <c:v>3.8902400000000002E-4</c:v>
                </c:pt>
                <c:pt idx="2305">
                  <c:v>3.8737199999999998E-4</c:v>
                </c:pt>
                <c:pt idx="2306">
                  <c:v>3.8571900000000002E-4</c:v>
                </c:pt>
                <c:pt idx="2307">
                  <c:v>3.84068E-4</c:v>
                </c:pt>
                <c:pt idx="2308">
                  <c:v>3.8242799999999998E-4</c:v>
                </c:pt>
                <c:pt idx="2309">
                  <c:v>3.8079599999999998E-4</c:v>
                </c:pt>
                <c:pt idx="2310">
                  <c:v>3.79169E-4</c:v>
                </c:pt>
                <c:pt idx="2311">
                  <c:v>3.77547E-4</c:v>
                </c:pt>
                <c:pt idx="2312">
                  <c:v>3.7593099999999998E-4</c:v>
                </c:pt>
                <c:pt idx="2313">
                  <c:v>3.7432299999999997E-4</c:v>
                </c:pt>
                <c:pt idx="2314">
                  <c:v>3.7271899999999998E-4</c:v>
                </c:pt>
                <c:pt idx="2315">
                  <c:v>3.71119E-4</c:v>
                </c:pt>
                <c:pt idx="2316">
                  <c:v>3.69522E-4</c:v>
                </c:pt>
                <c:pt idx="2317">
                  <c:v>3.67938E-4</c:v>
                </c:pt>
                <c:pt idx="2318">
                  <c:v>3.6636999999999998E-4</c:v>
                </c:pt>
                <c:pt idx="2319">
                  <c:v>3.6480399999999999E-4</c:v>
                </c:pt>
                <c:pt idx="2320">
                  <c:v>3.6323699999999998E-4</c:v>
                </c:pt>
                <c:pt idx="2321">
                  <c:v>3.6167099999999999E-4</c:v>
                </c:pt>
                <c:pt idx="2322">
                  <c:v>3.6011399999999997E-4</c:v>
                </c:pt>
                <c:pt idx="2323">
                  <c:v>3.5856899999999999E-4</c:v>
                </c:pt>
                <c:pt idx="2324">
                  <c:v>3.5702999999999999E-4</c:v>
                </c:pt>
                <c:pt idx="2325">
                  <c:v>3.5549699999999997E-4</c:v>
                </c:pt>
                <c:pt idx="2326">
                  <c:v>3.5396800000000002E-4</c:v>
                </c:pt>
                <c:pt idx="2327">
                  <c:v>3.52445E-4</c:v>
                </c:pt>
                <c:pt idx="2328">
                  <c:v>3.5092899999999999E-4</c:v>
                </c:pt>
                <c:pt idx="2329">
                  <c:v>3.4941900000000001E-4</c:v>
                </c:pt>
                <c:pt idx="2330">
                  <c:v>3.47917E-4</c:v>
                </c:pt>
                <c:pt idx="2331">
                  <c:v>3.46423E-4</c:v>
                </c:pt>
                <c:pt idx="2332">
                  <c:v>3.4493700000000002E-4</c:v>
                </c:pt>
                <c:pt idx="2333">
                  <c:v>3.4345699999999997E-4</c:v>
                </c:pt>
                <c:pt idx="2334">
                  <c:v>3.4198399999999998E-4</c:v>
                </c:pt>
                <c:pt idx="2335">
                  <c:v>3.4051399999999999E-4</c:v>
                </c:pt>
                <c:pt idx="2336">
                  <c:v>3.3904699999999998E-4</c:v>
                </c:pt>
                <c:pt idx="2337">
                  <c:v>3.3758300000000002E-4</c:v>
                </c:pt>
                <c:pt idx="2338">
                  <c:v>3.3612699999999998E-4</c:v>
                </c:pt>
                <c:pt idx="2339">
                  <c:v>3.3467700000000002E-4</c:v>
                </c:pt>
                <c:pt idx="2340">
                  <c:v>3.3323100000000002E-4</c:v>
                </c:pt>
                <c:pt idx="2341">
                  <c:v>3.3178800000000002E-4</c:v>
                </c:pt>
                <c:pt idx="2342">
                  <c:v>3.3035399999999999E-4</c:v>
                </c:pt>
                <c:pt idx="2343">
                  <c:v>3.2892799999999998E-4</c:v>
                </c:pt>
                <c:pt idx="2344">
                  <c:v>3.2750900000000002E-4</c:v>
                </c:pt>
                <c:pt idx="2345">
                  <c:v>3.2609300000000001E-4</c:v>
                </c:pt>
                <c:pt idx="2346">
                  <c:v>3.2467800000000001E-4</c:v>
                </c:pt>
                <c:pt idx="2347">
                  <c:v>3.23266E-4</c:v>
                </c:pt>
                <c:pt idx="2348">
                  <c:v>3.2185999999999998E-4</c:v>
                </c:pt>
                <c:pt idx="2349">
                  <c:v>3.2045899999999999E-4</c:v>
                </c:pt>
                <c:pt idx="2350">
                  <c:v>3.1906099999999999E-4</c:v>
                </c:pt>
                <c:pt idx="2351">
                  <c:v>3.1766999999999999E-4</c:v>
                </c:pt>
                <c:pt idx="2352">
                  <c:v>3.1629100000000001E-4</c:v>
                </c:pt>
                <c:pt idx="2353">
                  <c:v>3.1492199999999998E-4</c:v>
                </c:pt>
                <c:pt idx="2354">
                  <c:v>3.1355899999999998E-4</c:v>
                </c:pt>
                <c:pt idx="2355">
                  <c:v>3.1219800000000002E-4</c:v>
                </c:pt>
                <c:pt idx="2356">
                  <c:v>3.1084100000000001E-4</c:v>
                </c:pt>
                <c:pt idx="2357">
                  <c:v>3.0949200000000002E-4</c:v>
                </c:pt>
                <c:pt idx="2358">
                  <c:v>3.0814999999999998E-4</c:v>
                </c:pt>
                <c:pt idx="2359">
                  <c:v>3.0681000000000003E-4</c:v>
                </c:pt>
                <c:pt idx="2360">
                  <c:v>3.0546799999999998E-4</c:v>
                </c:pt>
                <c:pt idx="2361">
                  <c:v>3.0413100000000002E-4</c:v>
                </c:pt>
                <c:pt idx="2362">
                  <c:v>3.02804E-4</c:v>
                </c:pt>
                <c:pt idx="2363">
                  <c:v>3.0148300000000001E-4</c:v>
                </c:pt>
                <c:pt idx="2364">
                  <c:v>3.0016800000000002E-4</c:v>
                </c:pt>
                <c:pt idx="2365">
                  <c:v>2.9885799999999999E-4</c:v>
                </c:pt>
                <c:pt idx="2366">
                  <c:v>2.9755299999999999E-4</c:v>
                </c:pt>
                <c:pt idx="2367">
                  <c:v>2.9625300000000001E-4</c:v>
                </c:pt>
                <c:pt idx="2368">
                  <c:v>2.9495600000000003E-4</c:v>
                </c:pt>
                <c:pt idx="2369">
                  <c:v>2.9366100000000002E-4</c:v>
                </c:pt>
                <c:pt idx="2370">
                  <c:v>2.9237000000000002E-4</c:v>
                </c:pt>
                <c:pt idx="2371">
                  <c:v>2.9108699999999999E-4</c:v>
                </c:pt>
                <c:pt idx="2372">
                  <c:v>2.8980899999999998E-4</c:v>
                </c:pt>
                <c:pt idx="2373">
                  <c:v>2.8853499999999997E-4</c:v>
                </c:pt>
                <c:pt idx="2374">
                  <c:v>2.8725799999999998E-4</c:v>
                </c:pt>
                <c:pt idx="2375">
                  <c:v>2.8597699999999998E-4</c:v>
                </c:pt>
                <c:pt idx="2376">
                  <c:v>2.84701E-4</c:v>
                </c:pt>
                <c:pt idx="2377">
                  <c:v>2.8342900000000003E-4</c:v>
                </c:pt>
                <c:pt idx="2378">
                  <c:v>2.8216200000000003E-4</c:v>
                </c:pt>
                <c:pt idx="2379">
                  <c:v>2.8090100000000001E-4</c:v>
                </c:pt>
                <c:pt idx="2380">
                  <c:v>2.79647E-4</c:v>
                </c:pt>
                <c:pt idx="2381">
                  <c:v>2.7840200000000002E-4</c:v>
                </c:pt>
                <c:pt idx="2382">
                  <c:v>2.7716399999999999E-4</c:v>
                </c:pt>
                <c:pt idx="2383">
                  <c:v>2.7592900000000001E-4</c:v>
                </c:pt>
                <c:pt idx="2384">
                  <c:v>2.7469799999999998E-4</c:v>
                </c:pt>
                <c:pt idx="2385">
                  <c:v>2.7347E-4</c:v>
                </c:pt>
                <c:pt idx="2386">
                  <c:v>2.7224999999999998E-4</c:v>
                </c:pt>
                <c:pt idx="2387">
                  <c:v>2.71036E-4</c:v>
                </c:pt>
                <c:pt idx="2388">
                  <c:v>2.69824E-4</c:v>
                </c:pt>
                <c:pt idx="2389">
                  <c:v>2.68616E-4</c:v>
                </c:pt>
                <c:pt idx="2390">
                  <c:v>2.6741200000000002E-4</c:v>
                </c:pt>
                <c:pt idx="2391">
                  <c:v>2.6621700000000002E-4</c:v>
                </c:pt>
                <c:pt idx="2392">
                  <c:v>2.6503200000000001E-4</c:v>
                </c:pt>
                <c:pt idx="2393">
                  <c:v>2.6385299999999998E-4</c:v>
                </c:pt>
                <c:pt idx="2394">
                  <c:v>2.6267800000000002E-4</c:v>
                </c:pt>
                <c:pt idx="2395">
                  <c:v>2.6150700000000002E-4</c:v>
                </c:pt>
                <c:pt idx="2396">
                  <c:v>2.6034700000000002E-4</c:v>
                </c:pt>
                <c:pt idx="2397">
                  <c:v>2.5919300000000001E-4</c:v>
                </c:pt>
                <c:pt idx="2398">
                  <c:v>2.5804300000000001E-4</c:v>
                </c:pt>
                <c:pt idx="2399">
                  <c:v>2.5689300000000001E-4</c:v>
                </c:pt>
                <c:pt idx="2400">
                  <c:v>2.55746E-4</c:v>
                </c:pt>
                <c:pt idx="2401">
                  <c:v>2.5460800000000003E-4</c:v>
                </c:pt>
                <c:pt idx="2402">
                  <c:v>2.5347599999999998E-4</c:v>
                </c:pt>
                <c:pt idx="2403">
                  <c:v>2.5234699999999999E-4</c:v>
                </c:pt>
                <c:pt idx="2404">
                  <c:v>2.51215E-4</c:v>
                </c:pt>
                <c:pt idx="2405">
                  <c:v>2.5008300000000001E-4</c:v>
                </c:pt>
                <c:pt idx="2406">
                  <c:v>2.4895700000000001E-4</c:v>
                </c:pt>
                <c:pt idx="2407">
                  <c:v>2.4783500000000001E-4</c:v>
                </c:pt>
                <c:pt idx="2408">
                  <c:v>2.46715E-4</c:v>
                </c:pt>
                <c:pt idx="2409">
                  <c:v>2.4559700000000001E-4</c:v>
                </c:pt>
                <c:pt idx="2410">
                  <c:v>2.44484E-4</c:v>
                </c:pt>
                <c:pt idx="2411">
                  <c:v>2.4337800000000001E-4</c:v>
                </c:pt>
                <c:pt idx="2412">
                  <c:v>2.42277E-4</c:v>
                </c:pt>
                <c:pt idx="2413">
                  <c:v>2.4117999999999999E-4</c:v>
                </c:pt>
                <c:pt idx="2414">
                  <c:v>2.4008300000000001E-4</c:v>
                </c:pt>
                <c:pt idx="2415">
                  <c:v>2.38991E-4</c:v>
                </c:pt>
                <c:pt idx="2416">
                  <c:v>2.3790399999999999E-4</c:v>
                </c:pt>
                <c:pt idx="2417">
                  <c:v>2.3682099999999999E-4</c:v>
                </c:pt>
                <c:pt idx="2418">
                  <c:v>2.3574100000000001E-4</c:v>
                </c:pt>
                <c:pt idx="2419">
                  <c:v>2.3466200000000001E-4</c:v>
                </c:pt>
                <c:pt idx="2420">
                  <c:v>2.33587E-4</c:v>
                </c:pt>
                <c:pt idx="2421">
                  <c:v>2.3251700000000001E-4</c:v>
                </c:pt>
                <c:pt idx="2422">
                  <c:v>2.3144999999999999E-4</c:v>
                </c:pt>
                <c:pt idx="2423">
                  <c:v>2.3038299999999999E-4</c:v>
                </c:pt>
                <c:pt idx="2424">
                  <c:v>2.2931699999999999E-4</c:v>
                </c:pt>
                <c:pt idx="2425">
                  <c:v>2.2825800000000001E-4</c:v>
                </c:pt>
                <c:pt idx="2426">
                  <c:v>2.27202E-4</c:v>
                </c:pt>
                <c:pt idx="2427">
                  <c:v>2.2614600000000001E-4</c:v>
                </c:pt>
                <c:pt idx="2428">
                  <c:v>2.2508900000000001E-4</c:v>
                </c:pt>
                <c:pt idx="2429">
                  <c:v>2.2403399999999999E-4</c:v>
                </c:pt>
                <c:pt idx="2430">
                  <c:v>2.2298500000000001E-4</c:v>
                </c:pt>
                <c:pt idx="2431">
                  <c:v>2.21943E-4</c:v>
                </c:pt>
                <c:pt idx="2432">
                  <c:v>2.20905E-4</c:v>
                </c:pt>
                <c:pt idx="2433">
                  <c:v>2.1986600000000001E-4</c:v>
                </c:pt>
                <c:pt idx="2434">
                  <c:v>2.1882499999999999E-4</c:v>
                </c:pt>
                <c:pt idx="2435">
                  <c:v>2.17786E-4</c:v>
                </c:pt>
                <c:pt idx="2436">
                  <c:v>2.16751E-4</c:v>
                </c:pt>
                <c:pt idx="2437">
                  <c:v>2.1571900000000001E-4</c:v>
                </c:pt>
                <c:pt idx="2438">
                  <c:v>2.14689E-4</c:v>
                </c:pt>
                <c:pt idx="2439">
                  <c:v>2.13659E-4</c:v>
                </c:pt>
                <c:pt idx="2440">
                  <c:v>2.1263200000000001E-4</c:v>
                </c:pt>
                <c:pt idx="2441">
                  <c:v>2.1160800000000001E-4</c:v>
                </c:pt>
                <c:pt idx="2442">
                  <c:v>2.1058700000000001E-4</c:v>
                </c:pt>
                <c:pt idx="2443">
                  <c:v>2.0956499999999999E-4</c:v>
                </c:pt>
                <c:pt idx="2444">
                  <c:v>2.0854099999999999E-4</c:v>
                </c:pt>
                <c:pt idx="2445">
                  <c:v>2.07519E-4</c:v>
                </c:pt>
                <c:pt idx="2446">
                  <c:v>2.0649899999999999E-4</c:v>
                </c:pt>
                <c:pt idx="2447">
                  <c:v>2.0548100000000001E-4</c:v>
                </c:pt>
                <c:pt idx="2448">
                  <c:v>2.0446200000000001E-4</c:v>
                </c:pt>
                <c:pt idx="2449">
                  <c:v>2.0344300000000001E-4</c:v>
                </c:pt>
                <c:pt idx="2450">
                  <c:v>2.02423E-4</c:v>
                </c:pt>
                <c:pt idx="2451">
                  <c:v>2.0140199999999999E-4</c:v>
                </c:pt>
                <c:pt idx="2452">
                  <c:v>2.0038200000000001E-4</c:v>
                </c:pt>
                <c:pt idx="2453">
                  <c:v>1.9936300000000001E-4</c:v>
                </c:pt>
                <c:pt idx="2454">
                  <c:v>1.9834799999999999E-4</c:v>
                </c:pt>
                <c:pt idx="2455">
                  <c:v>1.97338E-4</c:v>
                </c:pt>
                <c:pt idx="2456">
                  <c:v>1.9633300000000001E-4</c:v>
                </c:pt>
                <c:pt idx="2457">
                  <c:v>1.95327E-4</c:v>
                </c:pt>
                <c:pt idx="2458">
                  <c:v>1.94322E-4</c:v>
                </c:pt>
                <c:pt idx="2459">
                  <c:v>1.9332299999999999E-4</c:v>
                </c:pt>
                <c:pt idx="2460">
                  <c:v>1.9233E-4</c:v>
                </c:pt>
                <c:pt idx="2461">
                  <c:v>1.9133799999999999E-4</c:v>
                </c:pt>
                <c:pt idx="2462">
                  <c:v>1.9034400000000001E-4</c:v>
                </c:pt>
                <c:pt idx="2463">
                  <c:v>1.8934900000000001E-4</c:v>
                </c:pt>
                <c:pt idx="2464">
                  <c:v>1.8835799999999999E-4</c:v>
                </c:pt>
                <c:pt idx="2465">
                  <c:v>1.8736800000000001E-4</c:v>
                </c:pt>
                <c:pt idx="2466">
                  <c:v>1.86381E-4</c:v>
                </c:pt>
                <c:pt idx="2467">
                  <c:v>1.85396E-4</c:v>
                </c:pt>
                <c:pt idx="2468">
                  <c:v>1.8441400000000001E-4</c:v>
                </c:pt>
                <c:pt idx="2469">
                  <c:v>1.8343499999999999E-4</c:v>
                </c:pt>
                <c:pt idx="2470">
                  <c:v>1.8245800000000001E-4</c:v>
                </c:pt>
                <c:pt idx="2471">
                  <c:v>1.8148400000000001E-4</c:v>
                </c:pt>
                <c:pt idx="2472">
                  <c:v>1.80509E-4</c:v>
                </c:pt>
                <c:pt idx="2473">
                  <c:v>1.7953500000000001E-4</c:v>
                </c:pt>
                <c:pt idx="2474">
                  <c:v>1.7856400000000001E-4</c:v>
                </c:pt>
                <c:pt idx="2475">
                  <c:v>1.77596E-4</c:v>
                </c:pt>
                <c:pt idx="2476">
                  <c:v>1.7663100000000001E-4</c:v>
                </c:pt>
                <c:pt idx="2477">
                  <c:v>1.7566700000000001E-4</c:v>
                </c:pt>
                <c:pt idx="2478">
                  <c:v>1.7470499999999999E-4</c:v>
                </c:pt>
                <c:pt idx="2479">
                  <c:v>1.7374600000000001E-4</c:v>
                </c:pt>
                <c:pt idx="2480">
                  <c:v>1.7278899999999999E-4</c:v>
                </c:pt>
                <c:pt idx="2481">
                  <c:v>1.7183399999999999E-4</c:v>
                </c:pt>
                <c:pt idx="2482">
                  <c:v>1.7088199999999999E-4</c:v>
                </c:pt>
                <c:pt idx="2483">
                  <c:v>1.6993100000000001E-4</c:v>
                </c:pt>
                <c:pt idx="2484">
                  <c:v>1.68982E-4</c:v>
                </c:pt>
                <c:pt idx="2485">
                  <c:v>1.6803599999999999E-4</c:v>
                </c:pt>
                <c:pt idx="2486">
                  <c:v>1.6709099999999999E-4</c:v>
                </c:pt>
                <c:pt idx="2487">
                  <c:v>1.6614900000000001E-4</c:v>
                </c:pt>
                <c:pt idx="2488">
                  <c:v>1.6520900000000001E-4</c:v>
                </c:pt>
                <c:pt idx="2489">
                  <c:v>1.64275E-4</c:v>
                </c:pt>
                <c:pt idx="2490">
                  <c:v>1.63346E-4</c:v>
                </c:pt>
                <c:pt idx="2491">
                  <c:v>1.62421E-4</c:v>
                </c:pt>
                <c:pt idx="2492">
                  <c:v>1.6149599999999999E-4</c:v>
                </c:pt>
                <c:pt idx="2493">
                  <c:v>1.60574E-4</c:v>
                </c:pt>
                <c:pt idx="2494">
                  <c:v>1.5965700000000001E-4</c:v>
                </c:pt>
                <c:pt idx="2495">
                  <c:v>1.58744E-4</c:v>
                </c:pt>
                <c:pt idx="2496">
                  <c:v>1.5783400000000001E-4</c:v>
                </c:pt>
                <c:pt idx="2497">
                  <c:v>1.5692399999999999E-4</c:v>
                </c:pt>
                <c:pt idx="2498">
                  <c:v>1.5601699999999999E-4</c:v>
                </c:pt>
                <c:pt idx="2499">
                  <c:v>1.5511600000000001E-4</c:v>
                </c:pt>
                <c:pt idx="2500">
                  <c:v>1.5422100000000001E-4</c:v>
                </c:pt>
                <c:pt idx="2501">
                  <c:v>1.5333299999999999E-4</c:v>
                </c:pt>
                <c:pt idx="2502">
                  <c:v>1.52447E-4</c:v>
                </c:pt>
                <c:pt idx="2503">
                  <c:v>1.51557E-4</c:v>
                </c:pt>
                <c:pt idx="2504">
                  <c:v>1.50669E-4</c:v>
                </c:pt>
                <c:pt idx="2505">
                  <c:v>1.4978300000000001E-4</c:v>
                </c:pt>
                <c:pt idx="2506">
                  <c:v>1.48899E-4</c:v>
                </c:pt>
                <c:pt idx="2507">
                  <c:v>1.48018E-4</c:v>
                </c:pt>
                <c:pt idx="2508">
                  <c:v>1.4714200000000001E-4</c:v>
                </c:pt>
                <c:pt idx="2509">
                  <c:v>1.4627100000000001E-4</c:v>
                </c:pt>
                <c:pt idx="2510">
                  <c:v>1.4540399999999999E-4</c:v>
                </c:pt>
                <c:pt idx="2511">
                  <c:v>1.44537E-4</c:v>
                </c:pt>
                <c:pt idx="2512">
                  <c:v>1.43673E-4</c:v>
                </c:pt>
                <c:pt idx="2513">
                  <c:v>1.4281499999999999E-4</c:v>
                </c:pt>
                <c:pt idx="2514">
                  <c:v>1.4196200000000001E-4</c:v>
                </c:pt>
                <c:pt idx="2515">
                  <c:v>1.41113E-4</c:v>
                </c:pt>
                <c:pt idx="2516">
                  <c:v>1.40264E-4</c:v>
                </c:pt>
                <c:pt idx="2517">
                  <c:v>1.3941999999999999E-4</c:v>
                </c:pt>
                <c:pt idx="2518">
                  <c:v>1.38582E-4</c:v>
                </c:pt>
                <c:pt idx="2519">
                  <c:v>1.3774800000000001E-4</c:v>
                </c:pt>
                <c:pt idx="2520">
                  <c:v>1.3691699999999999E-4</c:v>
                </c:pt>
                <c:pt idx="2521">
                  <c:v>1.36088E-4</c:v>
                </c:pt>
                <c:pt idx="2522">
                  <c:v>1.3526200000000001E-4</c:v>
                </c:pt>
                <c:pt idx="2523">
                  <c:v>1.3444100000000001E-4</c:v>
                </c:pt>
                <c:pt idx="2524">
                  <c:v>1.3362399999999999E-4</c:v>
                </c:pt>
                <c:pt idx="2525">
                  <c:v>1.3280900000000001E-4</c:v>
                </c:pt>
                <c:pt idx="2526">
                  <c:v>1.3199699999999999E-4</c:v>
                </c:pt>
                <c:pt idx="2527">
                  <c:v>1.3119E-4</c:v>
                </c:pt>
                <c:pt idx="2528">
                  <c:v>1.30388E-4</c:v>
                </c:pt>
                <c:pt idx="2529">
                  <c:v>1.29591E-4</c:v>
                </c:pt>
                <c:pt idx="2530">
                  <c:v>1.2879800000000001E-4</c:v>
                </c:pt>
                <c:pt idx="2531">
                  <c:v>1.28007E-4</c:v>
                </c:pt>
                <c:pt idx="2532">
                  <c:v>1.2722100000000001E-4</c:v>
                </c:pt>
                <c:pt idx="2533">
                  <c:v>1.26441E-4</c:v>
                </c:pt>
                <c:pt idx="2534">
                  <c:v>1.2566699999999999E-4</c:v>
                </c:pt>
                <c:pt idx="2535">
                  <c:v>1.2489700000000001E-4</c:v>
                </c:pt>
                <c:pt idx="2536">
                  <c:v>1.24129E-4</c:v>
                </c:pt>
                <c:pt idx="2537">
                  <c:v>1.2336500000000001E-4</c:v>
                </c:pt>
                <c:pt idx="2538">
                  <c:v>1.22607E-4</c:v>
                </c:pt>
                <c:pt idx="2539">
                  <c:v>1.21854E-4</c:v>
                </c:pt>
                <c:pt idx="2540">
                  <c:v>1.21104E-4</c:v>
                </c:pt>
                <c:pt idx="2541">
                  <c:v>1.20355E-4</c:v>
                </c:pt>
                <c:pt idx="2542">
                  <c:v>1.19611E-4</c:v>
                </c:pt>
                <c:pt idx="2543">
                  <c:v>1.18873E-4</c:v>
                </c:pt>
                <c:pt idx="2544">
                  <c:v>1.1814100000000001E-4</c:v>
                </c:pt>
                <c:pt idx="2545">
                  <c:v>1.17413E-4</c:v>
                </c:pt>
                <c:pt idx="2546">
                  <c:v>1.16687E-4</c:v>
                </c:pt>
                <c:pt idx="2547">
                  <c:v>1.15968E-4</c:v>
                </c:pt>
                <c:pt idx="2548">
                  <c:v>1.1525499999999999E-4</c:v>
                </c:pt>
                <c:pt idx="2549">
                  <c:v>1.14546E-4</c:v>
                </c:pt>
                <c:pt idx="2550">
                  <c:v>1.13842E-4</c:v>
                </c:pt>
                <c:pt idx="2551">
                  <c:v>1.1314100000000001E-4</c:v>
                </c:pt>
                <c:pt idx="2552">
                  <c:v>1.12445E-4</c:v>
                </c:pt>
                <c:pt idx="2553">
                  <c:v>1.11755E-4</c:v>
                </c:pt>
                <c:pt idx="2554">
                  <c:v>1.11072E-4</c:v>
                </c:pt>
                <c:pt idx="2555">
                  <c:v>1.10393E-4</c:v>
                </c:pt>
                <c:pt idx="2556">
                  <c:v>1.09719E-4</c:v>
                </c:pt>
                <c:pt idx="2557">
                  <c:v>1.0904900000000001E-4</c:v>
                </c:pt>
                <c:pt idx="2558">
                  <c:v>1.08385E-4</c:v>
                </c:pt>
                <c:pt idx="2559">
                  <c:v>1.07723E-4</c:v>
                </c:pt>
                <c:pt idx="2560">
                  <c:v>1.07064E-4</c:v>
                </c:pt>
                <c:pt idx="2561">
                  <c:v>1.06408E-4</c:v>
                </c:pt>
                <c:pt idx="2562">
                  <c:v>1.05756E-4</c:v>
                </c:pt>
                <c:pt idx="2563">
                  <c:v>1.05109E-4</c:v>
                </c:pt>
                <c:pt idx="2564">
                  <c:v>1.0446900000000001E-4</c:v>
                </c:pt>
                <c:pt idx="2565">
                  <c:v>1.03834E-4</c:v>
                </c:pt>
                <c:pt idx="2566">
                  <c:v>1.03201E-4</c:v>
                </c:pt>
                <c:pt idx="2567">
                  <c:v>1.02574E-4</c:v>
                </c:pt>
                <c:pt idx="2568">
                  <c:v>1.01953E-4</c:v>
                </c:pt>
                <c:pt idx="2569">
                  <c:v>1.01335E-4</c:v>
                </c:pt>
                <c:pt idx="2570">
                  <c:v>1.00719E-4</c:v>
                </c:pt>
                <c:pt idx="2571">
                  <c:v>1.00108E-4</c:v>
                </c:pt>
                <c:pt idx="2572">
                  <c:v>9.9502700000000005E-5</c:v>
                </c:pt>
                <c:pt idx="2573">
                  <c:v>9.8902300000000003E-5</c:v>
                </c:pt>
                <c:pt idx="2574">
                  <c:v>9.8306600000000005E-5</c:v>
                </c:pt>
                <c:pt idx="2575">
                  <c:v>9.7715199999999996E-5</c:v>
                </c:pt>
                <c:pt idx="2576">
                  <c:v>9.7129599999999999E-5</c:v>
                </c:pt>
                <c:pt idx="2577">
                  <c:v>9.6550400000000003E-5</c:v>
                </c:pt>
                <c:pt idx="2578">
                  <c:v>9.5976200000000004E-5</c:v>
                </c:pt>
                <c:pt idx="2579">
                  <c:v>9.5404999999999999E-5</c:v>
                </c:pt>
                <c:pt idx="2580">
                  <c:v>9.4836500000000006E-5</c:v>
                </c:pt>
                <c:pt idx="2581">
                  <c:v>9.4272599999999996E-5</c:v>
                </c:pt>
                <c:pt idx="2582">
                  <c:v>9.3714099999999998E-5</c:v>
                </c:pt>
                <c:pt idx="2583">
                  <c:v>9.3161399999999999E-5</c:v>
                </c:pt>
                <c:pt idx="2584">
                  <c:v>9.2613400000000003E-5</c:v>
                </c:pt>
                <c:pt idx="2585">
                  <c:v>9.2069800000000004E-5</c:v>
                </c:pt>
                <c:pt idx="2586">
                  <c:v>9.1531699999999996E-5</c:v>
                </c:pt>
                <c:pt idx="2587">
                  <c:v>9.0998100000000005E-5</c:v>
                </c:pt>
                <c:pt idx="2588">
                  <c:v>9.0469299999999998E-5</c:v>
                </c:pt>
                <c:pt idx="2589">
                  <c:v>8.99447E-5</c:v>
                </c:pt>
                <c:pt idx="2590">
                  <c:v>8.94224E-5</c:v>
                </c:pt>
                <c:pt idx="2591">
                  <c:v>8.8904600000000003E-5</c:v>
                </c:pt>
                <c:pt idx="2592">
                  <c:v>8.8392499999999998E-5</c:v>
                </c:pt>
                <c:pt idx="2593">
                  <c:v>8.7884800000000003E-5</c:v>
                </c:pt>
                <c:pt idx="2594">
                  <c:v>8.7380300000000001E-5</c:v>
                </c:pt>
                <c:pt idx="2595">
                  <c:v>8.6879500000000001E-5</c:v>
                </c:pt>
                <c:pt idx="2596">
                  <c:v>8.6383499999999997E-5</c:v>
                </c:pt>
                <c:pt idx="2597">
                  <c:v>8.5891900000000003E-5</c:v>
                </c:pt>
                <c:pt idx="2598">
                  <c:v>8.54052E-5</c:v>
                </c:pt>
                <c:pt idx="2599">
                  <c:v>8.4922900000000006E-5</c:v>
                </c:pt>
                <c:pt idx="2600">
                  <c:v>8.4442600000000004E-5</c:v>
                </c:pt>
                <c:pt idx="2601">
                  <c:v>8.3966499999999996E-5</c:v>
                </c:pt>
                <c:pt idx="2602">
                  <c:v>8.3496099999999995E-5</c:v>
                </c:pt>
                <c:pt idx="2603">
                  <c:v>8.3030199999999997E-5</c:v>
                </c:pt>
                <c:pt idx="2604">
                  <c:v>8.2567799999999999E-5</c:v>
                </c:pt>
                <c:pt idx="2605">
                  <c:v>8.2109199999999996E-5</c:v>
                </c:pt>
                <c:pt idx="2606">
                  <c:v>8.1656099999999999E-5</c:v>
                </c:pt>
                <c:pt idx="2607">
                  <c:v>8.1207399999999998E-5</c:v>
                </c:pt>
                <c:pt idx="2608">
                  <c:v>8.0762999999999999E-5</c:v>
                </c:pt>
                <c:pt idx="2609">
                  <c:v>8.0322700000000003E-5</c:v>
                </c:pt>
                <c:pt idx="2610">
                  <c:v>7.9885500000000006E-5</c:v>
                </c:pt>
                <c:pt idx="2611">
                  <c:v>7.9452799999999999E-5</c:v>
                </c:pt>
                <c:pt idx="2612">
                  <c:v>7.9025300000000004E-5</c:v>
                </c:pt>
                <c:pt idx="2613">
                  <c:v>7.8601299999999996E-5</c:v>
                </c:pt>
                <c:pt idx="2614">
                  <c:v>7.8179899999999993E-5</c:v>
                </c:pt>
                <c:pt idx="2615">
                  <c:v>7.77625E-5</c:v>
                </c:pt>
                <c:pt idx="2616">
                  <c:v>7.7349900000000003E-5</c:v>
                </c:pt>
                <c:pt idx="2617">
                  <c:v>7.6941300000000001E-5</c:v>
                </c:pt>
                <c:pt idx="2618">
                  <c:v>7.6536099999999994E-5</c:v>
                </c:pt>
                <c:pt idx="2619">
                  <c:v>7.6134E-5</c:v>
                </c:pt>
                <c:pt idx="2620">
                  <c:v>7.5735999999999995E-5</c:v>
                </c:pt>
                <c:pt idx="2621">
                  <c:v>7.5341900000000005E-5</c:v>
                </c:pt>
                <c:pt idx="2622">
                  <c:v>7.4950999999999994E-5</c:v>
                </c:pt>
                <c:pt idx="2623">
                  <c:v>7.4562500000000003E-5</c:v>
                </c:pt>
                <c:pt idx="2624">
                  <c:v>7.4176899999999998E-5</c:v>
                </c:pt>
                <c:pt idx="2625">
                  <c:v>7.3796399999999997E-5</c:v>
                </c:pt>
                <c:pt idx="2626">
                  <c:v>7.3421200000000001E-5</c:v>
                </c:pt>
                <c:pt idx="2627">
                  <c:v>7.3050499999999995E-5</c:v>
                </c:pt>
                <c:pt idx="2628">
                  <c:v>7.2681699999999999E-5</c:v>
                </c:pt>
                <c:pt idx="2629">
                  <c:v>7.2314800000000001E-5</c:v>
                </c:pt>
                <c:pt idx="2630">
                  <c:v>7.1952299999999999E-5</c:v>
                </c:pt>
                <c:pt idx="2631">
                  <c:v>7.1593499999999998E-5</c:v>
                </c:pt>
                <c:pt idx="2632">
                  <c:v>7.1237900000000004E-5</c:v>
                </c:pt>
                <c:pt idx="2633">
                  <c:v>7.0885199999999997E-5</c:v>
                </c:pt>
                <c:pt idx="2634">
                  <c:v>7.0535699999999996E-5</c:v>
                </c:pt>
                <c:pt idx="2635">
                  <c:v>7.0190400000000005E-5</c:v>
                </c:pt>
                <c:pt idx="2636">
                  <c:v>6.9849299999999995E-5</c:v>
                </c:pt>
                <c:pt idx="2637">
                  <c:v>6.9511200000000006E-5</c:v>
                </c:pt>
                <c:pt idx="2638">
                  <c:v>6.9175499999999995E-5</c:v>
                </c:pt>
                <c:pt idx="2639">
                  <c:v>6.8842400000000003E-5</c:v>
                </c:pt>
                <c:pt idx="2640">
                  <c:v>6.8512199999999998E-5</c:v>
                </c:pt>
                <c:pt idx="2641">
                  <c:v>6.8185100000000006E-5</c:v>
                </c:pt>
                <c:pt idx="2642">
                  <c:v>6.7861900000000002E-5</c:v>
                </c:pt>
                <c:pt idx="2643">
                  <c:v>6.7541599999999997E-5</c:v>
                </c:pt>
                <c:pt idx="2644">
                  <c:v>6.7223600000000005E-5</c:v>
                </c:pt>
                <c:pt idx="2645">
                  <c:v>6.69095E-5</c:v>
                </c:pt>
                <c:pt idx="2646">
                  <c:v>6.6599400000000005E-5</c:v>
                </c:pt>
                <c:pt idx="2647">
                  <c:v>6.6292700000000003E-5</c:v>
                </c:pt>
                <c:pt idx="2648">
                  <c:v>6.5989900000000003E-5</c:v>
                </c:pt>
                <c:pt idx="2649">
                  <c:v>6.5693700000000004E-5</c:v>
                </c:pt>
                <c:pt idx="2650">
                  <c:v>6.5399899999999997E-5</c:v>
                </c:pt>
                <c:pt idx="2651">
                  <c:v>6.5104999999999994E-5</c:v>
                </c:pt>
                <c:pt idx="2652">
                  <c:v>6.4810900000000007E-5</c:v>
                </c:pt>
                <c:pt idx="2653">
                  <c:v>6.4518599999999996E-5</c:v>
                </c:pt>
                <c:pt idx="2654">
                  <c:v>6.423E-5</c:v>
                </c:pt>
                <c:pt idx="2655">
                  <c:v>6.3944900000000005E-5</c:v>
                </c:pt>
                <c:pt idx="2656">
                  <c:v>6.3662499999999996E-5</c:v>
                </c:pt>
                <c:pt idx="2657">
                  <c:v>6.3381999999999997E-5</c:v>
                </c:pt>
                <c:pt idx="2658">
                  <c:v>6.3102599999999994E-5</c:v>
                </c:pt>
                <c:pt idx="2659">
                  <c:v>6.2826399999999999E-5</c:v>
                </c:pt>
                <c:pt idx="2660">
                  <c:v>6.2553599999999997E-5</c:v>
                </c:pt>
                <c:pt idx="2661">
                  <c:v>6.2282900000000006E-5</c:v>
                </c:pt>
                <c:pt idx="2662">
                  <c:v>6.2014799999999994E-5</c:v>
                </c:pt>
                <c:pt idx="2663">
                  <c:v>6.1749100000000001E-5</c:v>
                </c:pt>
                <c:pt idx="2664">
                  <c:v>6.1486400000000001E-5</c:v>
                </c:pt>
                <c:pt idx="2665">
                  <c:v>6.1226699999999994E-5</c:v>
                </c:pt>
                <c:pt idx="2666">
                  <c:v>6.09695E-5</c:v>
                </c:pt>
                <c:pt idx="2667">
                  <c:v>6.0713800000000001E-5</c:v>
                </c:pt>
                <c:pt idx="2668">
                  <c:v>6.0459299999999999E-5</c:v>
                </c:pt>
                <c:pt idx="2669">
                  <c:v>6.0207800000000003E-5</c:v>
                </c:pt>
                <c:pt idx="2670">
                  <c:v>5.9959600000000001E-5</c:v>
                </c:pt>
                <c:pt idx="2671">
                  <c:v>5.9713400000000003E-5</c:v>
                </c:pt>
                <c:pt idx="2672">
                  <c:v>5.9468400000000001E-5</c:v>
                </c:pt>
                <c:pt idx="2673">
                  <c:v>5.9225999999999998E-5</c:v>
                </c:pt>
                <c:pt idx="2674">
                  <c:v>5.8987299999999997E-5</c:v>
                </c:pt>
                <c:pt idx="2675">
                  <c:v>5.8751700000000002E-5</c:v>
                </c:pt>
                <c:pt idx="2676">
                  <c:v>5.8517899999999998E-5</c:v>
                </c:pt>
                <c:pt idx="2677">
                  <c:v>5.8285100000000002E-5</c:v>
                </c:pt>
                <c:pt idx="2678">
                  <c:v>5.8053999999999997E-5</c:v>
                </c:pt>
                <c:pt idx="2679">
                  <c:v>5.7826199999999999E-5</c:v>
                </c:pt>
                <c:pt idx="2680">
                  <c:v>5.7601E-5</c:v>
                </c:pt>
                <c:pt idx="2681">
                  <c:v>5.7376800000000003E-5</c:v>
                </c:pt>
                <c:pt idx="2682">
                  <c:v>5.7154300000000003E-5</c:v>
                </c:pt>
                <c:pt idx="2683">
                  <c:v>5.6934400000000002E-5</c:v>
                </c:pt>
                <c:pt idx="2684">
                  <c:v>5.6717099999999999E-5</c:v>
                </c:pt>
                <c:pt idx="2685">
                  <c:v>5.6501500000000001E-5</c:v>
                </c:pt>
                <c:pt idx="2686">
                  <c:v>5.62876E-5</c:v>
                </c:pt>
                <c:pt idx="2687">
                  <c:v>5.6075300000000002E-5</c:v>
                </c:pt>
                <c:pt idx="2688">
                  <c:v>5.58643E-5</c:v>
                </c:pt>
                <c:pt idx="2689">
                  <c:v>5.5655999999999997E-5</c:v>
                </c:pt>
                <c:pt idx="2690">
                  <c:v>5.5449399999999998E-5</c:v>
                </c:pt>
                <c:pt idx="2691">
                  <c:v>5.5244400000000003E-5</c:v>
                </c:pt>
                <c:pt idx="2692">
                  <c:v>5.5041499999999998E-5</c:v>
                </c:pt>
                <c:pt idx="2693">
                  <c:v>5.4840399999999998E-5</c:v>
                </c:pt>
                <c:pt idx="2694">
                  <c:v>5.4642599999999998E-5</c:v>
                </c:pt>
                <c:pt idx="2695">
                  <c:v>5.4446600000000001E-5</c:v>
                </c:pt>
                <c:pt idx="2696">
                  <c:v>5.42511E-5</c:v>
                </c:pt>
                <c:pt idx="2697">
                  <c:v>5.4057300000000002E-5</c:v>
                </c:pt>
                <c:pt idx="2698">
                  <c:v>5.3865E-5</c:v>
                </c:pt>
                <c:pt idx="2699">
                  <c:v>5.3673900000000001E-5</c:v>
                </c:pt>
                <c:pt idx="2700">
                  <c:v>5.34848E-5</c:v>
                </c:pt>
                <c:pt idx="2701">
                  <c:v>5.32964E-5</c:v>
                </c:pt>
                <c:pt idx="2702">
                  <c:v>5.3108800000000002E-5</c:v>
                </c:pt>
                <c:pt idx="2703">
                  <c:v>5.2923999999999997E-5</c:v>
                </c:pt>
                <c:pt idx="2704">
                  <c:v>5.2742099999999998E-5</c:v>
                </c:pt>
                <c:pt idx="2705">
                  <c:v>5.2562100000000003E-5</c:v>
                </c:pt>
                <c:pt idx="2706">
                  <c:v>5.2383499999999997E-5</c:v>
                </c:pt>
                <c:pt idx="2707">
                  <c:v>5.2205700000000001E-5</c:v>
                </c:pt>
                <c:pt idx="2708">
                  <c:v>5.2030300000000002E-5</c:v>
                </c:pt>
                <c:pt idx="2709">
                  <c:v>5.1856800000000001E-5</c:v>
                </c:pt>
                <c:pt idx="2710">
                  <c:v>5.1684799999999997E-5</c:v>
                </c:pt>
                <c:pt idx="2711">
                  <c:v>5.15133E-5</c:v>
                </c:pt>
                <c:pt idx="2712">
                  <c:v>5.1341899999999997E-5</c:v>
                </c:pt>
                <c:pt idx="2713">
                  <c:v>5.1172899999999999E-5</c:v>
                </c:pt>
                <c:pt idx="2714">
                  <c:v>5.10064E-5</c:v>
                </c:pt>
                <c:pt idx="2715">
                  <c:v>5.0842299999999999E-5</c:v>
                </c:pt>
                <c:pt idx="2716">
                  <c:v>5.0679800000000002E-5</c:v>
                </c:pt>
                <c:pt idx="2717">
                  <c:v>5.05181E-5</c:v>
                </c:pt>
                <c:pt idx="2718">
                  <c:v>5.0357900000000001E-5</c:v>
                </c:pt>
                <c:pt idx="2719">
                  <c:v>5.0199499999999999E-5</c:v>
                </c:pt>
                <c:pt idx="2720">
                  <c:v>5.0041499999999999E-5</c:v>
                </c:pt>
                <c:pt idx="2721">
                  <c:v>4.9883799999999998E-5</c:v>
                </c:pt>
                <c:pt idx="2722">
                  <c:v>4.9728100000000003E-5</c:v>
                </c:pt>
                <c:pt idx="2723">
                  <c:v>4.9575199999999999E-5</c:v>
                </c:pt>
                <c:pt idx="2724">
                  <c:v>4.9423599999999999E-5</c:v>
                </c:pt>
                <c:pt idx="2725">
                  <c:v>4.92728E-5</c:v>
                </c:pt>
                <c:pt idx="2726">
                  <c:v>4.9122999999999997E-5</c:v>
                </c:pt>
                <c:pt idx="2727">
                  <c:v>4.8975199999999998E-5</c:v>
                </c:pt>
                <c:pt idx="2728">
                  <c:v>4.8829599999999997E-5</c:v>
                </c:pt>
                <c:pt idx="2729">
                  <c:v>4.8684799999999998E-5</c:v>
                </c:pt>
                <c:pt idx="2730">
                  <c:v>4.85402E-5</c:v>
                </c:pt>
                <c:pt idx="2731">
                  <c:v>4.8396599999999997E-5</c:v>
                </c:pt>
                <c:pt idx="2732">
                  <c:v>4.8254400000000003E-5</c:v>
                </c:pt>
                <c:pt idx="2733">
                  <c:v>4.8114200000000001E-5</c:v>
                </c:pt>
                <c:pt idx="2734">
                  <c:v>4.7975500000000002E-5</c:v>
                </c:pt>
                <c:pt idx="2735">
                  <c:v>4.7837699999999998E-5</c:v>
                </c:pt>
                <c:pt idx="2736">
                  <c:v>4.7700700000000002E-5</c:v>
                </c:pt>
                <c:pt idx="2737">
                  <c:v>4.7564300000000001E-5</c:v>
                </c:pt>
                <c:pt idx="2738">
                  <c:v>4.7429599999999997E-5</c:v>
                </c:pt>
                <c:pt idx="2739">
                  <c:v>4.7296799999999998E-5</c:v>
                </c:pt>
                <c:pt idx="2740">
                  <c:v>4.7164599999999999E-5</c:v>
                </c:pt>
                <c:pt idx="2741">
                  <c:v>4.7033400000000003E-5</c:v>
                </c:pt>
                <c:pt idx="2742">
                  <c:v>4.6904099999999997E-5</c:v>
                </c:pt>
                <c:pt idx="2743">
                  <c:v>4.67758E-5</c:v>
                </c:pt>
                <c:pt idx="2744">
                  <c:v>4.6648199999999998E-5</c:v>
                </c:pt>
                <c:pt idx="2745">
                  <c:v>4.6521299999999998E-5</c:v>
                </c:pt>
                <c:pt idx="2746">
                  <c:v>4.63955E-5</c:v>
                </c:pt>
                <c:pt idx="2747">
                  <c:v>4.6271699999999999E-5</c:v>
                </c:pt>
                <c:pt idx="2748">
                  <c:v>4.6149100000000002E-5</c:v>
                </c:pt>
                <c:pt idx="2749">
                  <c:v>4.6027099999999998E-5</c:v>
                </c:pt>
                <c:pt idx="2750">
                  <c:v>4.5906499999999998E-5</c:v>
                </c:pt>
                <c:pt idx="2751">
                  <c:v>4.5787100000000001E-5</c:v>
                </c:pt>
                <c:pt idx="2752">
                  <c:v>4.5668399999999998E-5</c:v>
                </c:pt>
                <c:pt idx="2753">
                  <c:v>4.5550499999999997E-5</c:v>
                </c:pt>
                <c:pt idx="2754">
                  <c:v>4.5433699999999998E-5</c:v>
                </c:pt>
                <c:pt idx="2755">
                  <c:v>4.5318300000000003E-5</c:v>
                </c:pt>
                <c:pt idx="2756">
                  <c:v>4.5203400000000002E-5</c:v>
                </c:pt>
                <c:pt idx="2757">
                  <c:v>4.5090199999999997E-5</c:v>
                </c:pt>
                <c:pt idx="2758">
                  <c:v>4.4979599999999999E-5</c:v>
                </c:pt>
                <c:pt idx="2759">
                  <c:v>4.48688E-5</c:v>
                </c:pt>
                <c:pt idx="2760">
                  <c:v>4.4756999999999999E-5</c:v>
                </c:pt>
                <c:pt idx="2761">
                  <c:v>4.4645699999999998E-5</c:v>
                </c:pt>
                <c:pt idx="2762">
                  <c:v>4.4536200000000002E-5</c:v>
                </c:pt>
                <c:pt idx="2763">
                  <c:v>4.4428500000000003E-5</c:v>
                </c:pt>
                <c:pt idx="2764">
                  <c:v>4.4320899999999998E-5</c:v>
                </c:pt>
                <c:pt idx="2765">
                  <c:v>4.4213299999999999E-5</c:v>
                </c:pt>
                <c:pt idx="2766">
                  <c:v>4.4106600000000002E-5</c:v>
                </c:pt>
                <c:pt idx="2767">
                  <c:v>4.4001500000000002E-5</c:v>
                </c:pt>
                <c:pt idx="2768">
                  <c:v>4.3897999999999999E-5</c:v>
                </c:pt>
                <c:pt idx="2769">
                  <c:v>4.3794700000000003E-5</c:v>
                </c:pt>
                <c:pt idx="2770">
                  <c:v>4.3690999999999999E-5</c:v>
                </c:pt>
                <c:pt idx="2771">
                  <c:v>4.3589199999999999E-5</c:v>
                </c:pt>
                <c:pt idx="2772">
                  <c:v>4.3489199999999997E-5</c:v>
                </c:pt>
                <c:pt idx="2773">
                  <c:v>4.3389800000000003E-5</c:v>
                </c:pt>
                <c:pt idx="2774">
                  <c:v>4.3290600000000002E-5</c:v>
                </c:pt>
                <c:pt idx="2775">
                  <c:v>4.3191100000000001E-5</c:v>
                </c:pt>
                <c:pt idx="2776">
                  <c:v>4.3092600000000001E-5</c:v>
                </c:pt>
                <c:pt idx="2777">
                  <c:v>4.2995199999999998E-5</c:v>
                </c:pt>
                <c:pt idx="2778">
                  <c:v>4.2898400000000002E-5</c:v>
                </c:pt>
                <c:pt idx="2779">
                  <c:v>4.2802900000000003E-5</c:v>
                </c:pt>
                <c:pt idx="2780">
                  <c:v>4.2707999999999998E-5</c:v>
                </c:pt>
                <c:pt idx="2781">
                  <c:v>4.2614400000000003E-5</c:v>
                </c:pt>
                <c:pt idx="2782">
                  <c:v>4.2522699999999999E-5</c:v>
                </c:pt>
                <c:pt idx="2783">
                  <c:v>4.2432000000000003E-5</c:v>
                </c:pt>
                <c:pt idx="2784">
                  <c:v>4.2340499999999999E-5</c:v>
                </c:pt>
                <c:pt idx="2785">
                  <c:v>4.2249500000000003E-5</c:v>
                </c:pt>
                <c:pt idx="2786">
                  <c:v>4.2160200000000003E-5</c:v>
                </c:pt>
                <c:pt idx="2787">
                  <c:v>4.2070899999999997E-5</c:v>
                </c:pt>
                <c:pt idx="2788">
                  <c:v>4.1981499999999998E-5</c:v>
                </c:pt>
                <c:pt idx="2789">
                  <c:v>4.18931E-5</c:v>
                </c:pt>
                <c:pt idx="2790">
                  <c:v>4.1805399999999998E-5</c:v>
                </c:pt>
                <c:pt idx="2791">
                  <c:v>4.1719399999999999E-5</c:v>
                </c:pt>
                <c:pt idx="2792">
                  <c:v>4.1634999999999997E-5</c:v>
                </c:pt>
                <c:pt idx="2793">
                  <c:v>4.1550700000000002E-5</c:v>
                </c:pt>
                <c:pt idx="2794">
                  <c:v>4.1466099999999999E-5</c:v>
                </c:pt>
                <c:pt idx="2795">
                  <c:v>4.1381999999999998E-5</c:v>
                </c:pt>
                <c:pt idx="2796">
                  <c:v>4.12994E-5</c:v>
                </c:pt>
                <c:pt idx="2797">
                  <c:v>4.1218399999999998E-5</c:v>
                </c:pt>
                <c:pt idx="2798">
                  <c:v>4.1137999999999998E-5</c:v>
                </c:pt>
                <c:pt idx="2799">
                  <c:v>4.1057099999999997E-5</c:v>
                </c:pt>
                <c:pt idx="2800">
                  <c:v>4.0975700000000001E-5</c:v>
                </c:pt>
                <c:pt idx="2801">
                  <c:v>4.0896000000000003E-5</c:v>
                </c:pt>
                <c:pt idx="2802">
                  <c:v>4.0818400000000002E-5</c:v>
                </c:pt>
                <c:pt idx="2803">
                  <c:v>4.0741200000000002E-5</c:v>
                </c:pt>
                <c:pt idx="2804">
                  <c:v>4.0663500000000001E-5</c:v>
                </c:pt>
                <c:pt idx="2805">
                  <c:v>4.05859E-5</c:v>
                </c:pt>
                <c:pt idx="2806">
                  <c:v>4.0509900000000003E-5</c:v>
                </c:pt>
                <c:pt idx="2807">
                  <c:v>4.0434700000000001E-5</c:v>
                </c:pt>
                <c:pt idx="2808">
                  <c:v>4.0359499999999999E-5</c:v>
                </c:pt>
                <c:pt idx="2809">
                  <c:v>4.0284799999999998E-5</c:v>
                </c:pt>
                <c:pt idx="2810">
                  <c:v>4.02116E-5</c:v>
                </c:pt>
                <c:pt idx="2811">
                  <c:v>4.0139899999999998E-5</c:v>
                </c:pt>
                <c:pt idx="2812">
                  <c:v>4.0068199999999997E-5</c:v>
                </c:pt>
                <c:pt idx="2813">
                  <c:v>3.9996500000000002E-5</c:v>
                </c:pt>
                <c:pt idx="2814">
                  <c:v>3.9924099999999999E-5</c:v>
                </c:pt>
                <c:pt idx="2815">
                  <c:v>3.9852199999999998E-5</c:v>
                </c:pt>
                <c:pt idx="2816">
                  <c:v>3.9781299999999998E-5</c:v>
                </c:pt>
                <c:pt idx="2817">
                  <c:v>3.9710399999999998E-5</c:v>
                </c:pt>
                <c:pt idx="2818">
                  <c:v>3.96402E-5</c:v>
                </c:pt>
                <c:pt idx="2819">
                  <c:v>3.9571099999999998E-5</c:v>
                </c:pt>
                <c:pt idx="2820">
                  <c:v>3.9502899999999997E-5</c:v>
                </c:pt>
                <c:pt idx="2821">
                  <c:v>3.9435699999999999E-5</c:v>
                </c:pt>
                <c:pt idx="2822">
                  <c:v>3.9368800000000002E-5</c:v>
                </c:pt>
                <c:pt idx="2823">
                  <c:v>3.9301500000000003E-5</c:v>
                </c:pt>
                <c:pt idx="2824">
                  <c:v>3.9234499999999998E-5</c:v>
                </c:pt>
                <c:pt idx="2825">
                  <c:v>3.9168799999999997E-5</c:v>
                </c:pt>
                <c:pt idx="2826">
                  <c:v>3.9103500000000003E-5</c:v>
                </c:pt>
                <c:pt idx="2827">
                  <c:v>3.9038300000000002E-5</c:v>
                </c:pt>
                <c:pt idx="2828">
                  <c:v>3.8973100000000001E-5</c:v>
                </c:pt>
                <c:pt idx="2829">
                  <c:v>3.8908800000000003E-5</c:v>
                </c:pt>
                <c:pt idx="2830">
                  <c:v>3.8846300000000001E-5</c:v>
                </c:pt>
                <c:pt idx="2831">
                  <c:v>3.8784500000000001E-5</c:v>
                </c:pt>
                <c:pt idx="2832">
                  <c:v>3.8722600000000001E-5</c:v>
                </c:pt>
                <c:pt idx="2833">
                  <c:v>3.8660700000000001E-5</c:v>
                </c:pt>
                <c:pt idx="2834">
                  <c:v>3.8599000000000001E-5</c:v>
                </c:pt>
                <c:pt idx="2835">
                  <c:v>3.8538300000000003E-5</c:v>
                </c:pt>
                <c:pt idx="2836">
                  <c:v>3.8478700000000001E-5</c:v>
                </c:pt>
                <c:pt idx="2837">
                  <c:v>3.8420100000000002E-5</c:v>
                </c:pt>
                <c:pt idx="2838">
                  <c:v>3.83608E-5</c:v>
                </c:pt>
                <c:pt idx="2839">
                  <c:v>3.8301199999999998E-5</c:v>
                </c:pt>
                <c:pt idx="2840">
                  <c:v>3.8242699999999999E-5</c:v>
                </c:pt>
                <c:pt idx="2841">
                  <c:v>3.81843E-5</c:v>
                </c:pt>
                <c:pt idx="2842">
                  <c:v>3.8126700000000002E-5</c:v>
                </c:pt>
                <c:pt idx="2843">
                  <c:v>3.8069599999999999E-5</c:v>
                </c:pt>
                <c:pt idx="2844">
                  <c:v>3.8013199999999997E-5</c:v>
                </c:pt>
                <c:pt idx="2845">
                  <c:v>3.7957699999999997E-5</c:v>
                </c:pt>
                <c:pt idx="2846">
                  <c:v>3.7902099999999997E-5</c:v>
                </c:pt>
                <c:pt idx="2847">
                  <c:v>3.7846599999999998E-5</c:v>
                </c:pt>
                <c:pt idx="2848">
                  <c:v>3.77919E-5</c:v>
                </c:pt>
                <c:pt idx="2849">
                  <c:v>3.7737900000000003E-5</c:v>
                </c:pt>
                <c:pt idx="2850">
                  <c:v>3.7684500000000001E-5</c:v>
                </c:pt>
                <c:pt idx="2851">
                  <c:v>3.7631600000000001E-5</c:v>
                </c:pt>
                <c:pt idx="2852">
                  <c:v>3.75787E-5</c:v>
                </c:pt>
                <c:pt idx="2853">
                  <c:v>3.7524799999999997E-5</c:v>
                </c:pt>
                <c:pt idx="2854">
                  <c:v>3.7471100000000001E-5</c:v>
                </c:pt>
                <c:pt idx="2855">
                  <c:v>3.7418800000000002E-5</c:v>
                </c:pt>
                <c:pt idx="2856">
                  <c:v>3.7367599999999998E-5</c:v>
                </c:pt>
                <c:pt idx="2857">
                  <c:v>3.73163E-5</c:v>
                </c:pt>
                <c:pt idx="2858">
                  <c:v>3.7264800000000003E-5</c:v>
                </c:pt>
                <c:pt idx="2859">
                  <c:v>3.7214700000000001E-5</c:v>
                </c:pt>
                <c:pt idx="2860">
                  <c:v>3.7165000000000001E-5</c:v>
                </c:pt>
                <c:pt idx="2861">
                  <c:v>3.7115E-5</c:v>
                </c:pt>
                <c:pt idx="2862">
                  <c:v>3.7065199999999999E-5</c:v>
                </c:pt>
                <c:pt idx="2863">
                  <c:v>3.7014899999999997E-5</c:v>
                </c:pt>
                <c:pt idx="2864">
                  <c:v>3.6965200000000003E-5</c:v>
                </c:pt>
                <c:pt idx="2865">
                  <c:v>3.6917099999999999E-5</c:v>
                </c:pt>
                <c:pt idx="2866">
                  <c:v>3.6869200000000003E-5</c:v>
                </c:pt>
                <c:pt idx="2867">
                  <c:v>3.6820699999999998E-5</c:v>
                </c:pt>
                <c:pt idx="2868">
                  <c:v>3.6772600000000001E-5</c:v>
                </c:pt>
                <c:pt idx="2869">
                  <c:v>3.6725199999999999E-5</c:v>
                </c:pt>
                <c:pt idx="2870">
                  <c:v>3.6678399999999998E-5</c:v>
                </c:pt>
                <c:pt idx="2871">
                  <c:v>3.66329E-5</c:v>
                </c:pt>
                <c:pt idx="2872">
                  <c:v>3.6587000000000001E-5</c:v>
                </c:pt>
                <c:pt idx="2873">
                  <c:v>3.6540800000000001E-5</c:v>
                </c:pt>
                <c:pt idx="2874">
                  <c:v>3.6495100000000002E-5</c:v>
                </c:pt>
                <c:pt idx="2875">
                  <c:v>3.6449499999999997E-5</c:v>
                </c:pt>
                <c:pt idx="2876">
                  <c:v>3.64044E-5</c:v>
                </c:pt>
                <c:pt idx="2877">
                  <c:v>3.6359300000000003E-5</c:v>
                </c:pt>
                <c:pt idx="2878">
                  <c:v>3.63148E-5</c:v>
                </c:pt>
                <c:pt idx="2879">
                  <c:v>3.6271299999999999E-5</c:v>
                </c:pt>
                <c:pt idx="2880">
                  <c:v>3.6227699999999999E-5</c:v>
                </c:pt>
                <c:pt idx="2881">
                  <c:v>3.6184599999999999E-5</c:v>
                </c:pt>
                <c:pt idx="2882">
                  <c:v>3.61419E-5</c:v>
                </c:pt>
                <c:pt idx="2883">
                  <c:v>3.6099800000000003E-5</c:v>
                </c:pt>
                <c:pt idx="2884">
                  <c:v>3.60581E-5</c:v>
                </c:pt>
                <c:pt idx="2885">
                  <c:v>3.6015800000000002E-5</c:v>
                </c:pt>
                <c:pt idx="2886">
                  <c:v>3.5973399999999997E-5</c:v>
                </c:pt>
                <c:pt idx="2887">
                  <c:v>3.5931900000000001E-5</c:v>
                </c:pt>
                <c:pt idx="2888">
                  <c:v>3.5890999999999999E-5</c:v>
                </c:pt>
                <c:pt idx="2889">
                  <c:v>3.5849300000000003E-5</c:v>
                </c:pt>
                <c:pt idx="2890">
                  <c:v>3.5808400000000001E-5</c:v>
                </c:pt>
                <c:pt idx="2891">
                  <c:v>3.5768600000000002E-5</c:v>
                </c:pt>
                <c:pt idx="2892">
                  <c:v>3.5728300000000001E-5</c:v>
                </c:pt>
                <c:pt idx="2893">
                  <c:v>3.5688500000000002E-5</c:v>
                </c:pt>
                <c:pt idx="2894">
                  <c:v>3.5649699999999999E-5</c:v>
                </c:pt>
                <c:pt idx="2895">
                  <c:v>3.5611300000000002E-5</c:v>
                </c:pt>
                <c:pt idx="2896">
                  <c:v>3.5572699999999999E-5</c:v>
                </c:pt>
                <c:pt idx="2897">
                  <c:v>3.5533900000000002E-5</c:v>
                </c:pt>
                <c:pt idx="2898">
                  <c:v>3.5495199999999999E-5</c:v>
                </c:pt>
                <c:pt idx="2899">
                  <c:v>3.5456900000000003E-5</c:v>
                </c:pt>
                <c:pt idx="2900">
                  <c:v>3.5419800000000003E-5</c:v>
                </c:pt>
                <c:pt idx="2901">
                  <c:v>3.5383199999999997E-5</c:v>
                </c:pt>
                <c:pt idx="2902">
                  <c:v>3.5345800000000003E-5</c:v>
                </c:pt>
                <c:pt idx="2903">
                  <c:v>3.5308700000000003E-5</c:v>
                </c:pt>
                <c:pt idx="2904">
                  <c:v>3.5271999999999997E-5</c:v>
                </c:pt>
                <c:pt idx="2905">
                  <c:v>3.5235499999999998E-5</c:v>
                </c:pt>
                <c:pt idx="2906">
                  <c:v>3.51992E-5</c:v>
                </c:pt>
                <c:pt idx="2907">
                  <c:v>3.5162900000000002E-5</c:v>
                </c:pt>
                <c:pt idx="2908">
                  <c:v>3.5127599999999999E-5</c:v>
                </c:pt>
                <c:pt idx="2909">
                  <c:v>3.5093199999999998E-5</c:v>
                </c:pt>
                <c:pt idx="2910">
                  <c:v>3.5058999999999998E-5</c:v>
                </c:pt>
                <c:pt idx="2911">
                  <c:v>3.5024799999999997E-5</c:v>
                </c:pt>
                <c:pt idx="2912">
                  <c:v>3.4989900000000002E-5</c:v>
                </c:pt>
                <c:pt idx="2913">
                  <c:v>3.4955300000000001E-5</c:v>
                </c:pt>
                <c:pt idx="2914">
                  <c:v>3.4921900000000002E-5</c:v>
                </c:pt>
                <c:pt idx="2915">
                  <c:v>3.4888500000000003E-5</c:v>
                </c:pt>
                <c:pt idx="2916">
                  <c:v>3.4854400000000003E-5</c:v>
                </c:pt>
                <c:pt idx="2917">
                  <c:v>3.4820600000000003E-5</c:v>
                </c:pt>
                <c:pt idx="2918">
                  <c:v>3.4787499999999999E-5</c:v>
                </c:pt>
                <c:pt idx="2919">
                  <c:v>3.47541E-5</c:v>
                </c:pt>
                <c:pt idx="2920">
                  <c:v>3.4721100000000002E-5</c:v>
                </c:pt>
                <c:pt idx="2921">
                  <c:v>3.4688699999999999E-5</c:v>
                </c:pt>
                <c:pt idx="2922">
                  <c:v>3.4656300000000002E-5</c:v>
                </c:pt>
                <c:pt idx="2923">
                  <c:v>3.4624099999999999E-5</c:v>
                </c:pt>
                <c:pt idx="2924">
                  <c:v>3.4592999999999999E-5</c:v>
                </c:pt>
                <c:pt idx="2925">
                  <c:v>3.45624E-5</c:v>
                </c:pt>
                <c:pt idx="2926">
                  <c:v>3.4531099999999999E-5</c:v>
                </c:pt>
                <c:pt idx="2927">
                  <c:v>3.4499999999999998E-5</c:v>
                </c:pt>
                <c:pt idx="2928">
                  <c:v>3.4468899999999998E-5</c:v>
                </c:pt>
                <c:pt idx="2929">
                  <c:v>3.4438299999999999E-5</c:v>
                </c:pt>
                <c:pt idx="2930">
                  <c:v>3.44081E-5</c:v>
                </c:pt>
                <c:pt idx="2931">
                  <c:v>3.4377800000000001E-5</c:v>
                </c:pt>
                <c:pt idx="2932">
                  <c:v>3.4347700000000003E-5</c:v>
                </c:pt>
                <c:pt idx="2933">
                  <c:v>3.43185E-5</c:v>
                </c:pt>
                <c:pt idx="2934">
                  <c:v>3.4289399999999997E-5</c:v>
                </c:pt>
                <c:pt idx="2935">
                  <c:v>3.42598E-5</c:v>
                </c:pt>
                <c:pt idx="2936">
                  <c:v>3.4230300000000003E-5</c:v>
                </c:pt>
                <c:pt idx="2937">
                  <c:v>3.4201500000000001E-5</c:v>
                </c:pt>
                <c:pt idx="2938">
                  <c:v>3.41732E-5</c:v>
                </c:pt>
                <c:pt idx="2939">
                  <c:v>3.41453E-5</c:v>
                </c:pt>
                <c:pt idx="2940">
                  <c:v>3.41177E-5</c:v>
                </c:pt>
                <c:pt idx="2941">
                  <c:v>3.4089499999999999E-5</c:v>
                </c:pt>
                <c:pt idx="2942">
                  <c:v>3.4061099999999998E-5</c:v>
                </c:pt>
                <c:pt idx="2943">
                  <c:v>3.4033399999999998E-5</c:v>
                </c:pt>
                <c:pt idx="2944">
                  <c:v>3.4005799999999999E-5</c:v>
                </c:pt>
                <c:pt idx="2945">
                  <c:v>3.39783E-5</c:v>
                </c:pt>
                <c:pt idx="2946">
                  <c:v>3.39507E-5</c:v>
                </c:pt>
                <c:pt idx="2947">
                  <c:v>3.3923900000000002E-5</c:v>
                </c:pt>
                <c:pt idx="2948">
                  <c:v>3.38983E-5</c:v>
                </c:pt>
                <c:pt idx="2949">
                  <c:v>3.3872699999999998E-5</c:v>
                </c:pt>
                <c:pt idx="2950">
                  <c:v>3.3846800000000003E-5</c:v>
                </c:pt>
                <c:pt idx="2951">
                  <c:v>3.3820199999999999E-5</c:v>
                </c:pt>
                <c:pt idx="2952">
                  <c:v>3.3793500000000001E-5</c:v>
                </c:pt>
                <c:pt idx="2953">
                  <c:v>3.3767799999999999E-5</c:v>
                </c:pt>
                <c:pt idx="2954">
                  <c:v>3.3742999999999999E-5</c:v>
                </c:pt>
                <c:pt idx="2955">
                  <c:v>3.3717899999999998E-5</c:v>
                </c:pt>
                <c:pt idx="2956">
                  <c:v>3.3691600000000001E-5</c:v>
                </c:pt>
                <c:pt idx="2957">
                  <c:v>3.3665699999999999E-5</c:v>
                </c:pt>
                <c:pt idx="2958">
                  <c:v>3.3641099999999999E-5</c:v>
                </c:pt>
                <c:pt idx="2959">
                  <c:v>3.3615899999999998E-5</c:v>
                </c:pt>
                <c:pt idx="2960">
                  <c:v>3.3590300000000003E-5</c:v>
                </c:pt>
                <c:pt idx="2961">
                  <c:v>3.3565500000000002E-5</c:v>
                </c:pt>
                <c:pt idx="2962">
                  <c:v>3.3541299999999997E-5</c:v>
                </c:pt>
                <c:pt idx="2963">
                  <c:v>3.3517299999999998E-5</c:v>
                </c:pt>
                <c:pt idx="2964">
                  <c:v>3.3494200000000002E-5</c:v>
                </c:pt>
                <c:pt idx="2965">
                  <c:v>3.3470899999999998E-5</c:v>
                </c:pt>
                <c:pt idx="2966">
                  <c:v>3.34469E-5</c:v>
                </c:pt>
                <c:pt idx="2967">
                  <c:v>3.3423500000000003E-5</c:v>
                </c:pt>
                <c:pt idx="2968">
                  <c:v>3.34005E-5</c:v>
                </c:pt>
                <c:pt idx="2969">
                  <c:v>3.3377300000000003E-5</c:v>
                </c:pt>
                <c:pt idx="2970">
                  <c:v>3.3353699999999999E-5</c:v>
                </c:pt>
                <c:pt idx="2971">
                  <c:v>3.3330700000000003E-5</c:v>
                </c:pt>
                <c:pt idx="2972">
                  <c:v>3.3308300000000001E-5</c:v>
                </c:pt>
                <c:pt idx="2973">
                  <c:v>3.3285199999999998E-5</c:v>
                </c:pt>
                <c:pt idx="2974">
                  <c:v>3.3262500000000002E-5</c:v>
                </c:pt>
                <c:pt idx="2975">
                  <c:v>3.324E-5</c:v>
                </c:pt>
                <c:pt idx="2976">
                  <c:v>3.3217499999999998E-5</c:v>
                </c:pt>
                <c:pt idx="2977">
                  <c:v>3.3194900000000003E-5</c:v>
                </c:pt>
                <c:pt idx="2978">
                  <c:v>3.3172200000000001E-5</c:v>
                </c:pt>
                <c:pt idx="2979">
                  <c:v>3.31501E-5</c:v>
                </c:pt>
                <c:pt idx="2980">
                  <c:v>3.3127599999999998E-5</c:v>
                </c:pt>
                <c:pt idx="2981">
                  <c:v>3.3105200000000003E-5</c:v>
                </c:pt>
                <c:pt idx="2982">
                  <c:v>3.3083500000000003E-5</c:v>
                </c:pt>
                <c:pt idx="2983">
                  <c:v>3.3061600000000002E-5</c:v>
                </c:pt>
                <c:pt idx="2984">
                  <c:v>3.3039600000000001E-5</c:v>
                </c:pt>
                <c:pt idx="2985">
                  <c:v>3.3017800000000001E-5</c:v>
                </c:pt>
                <c:pt idx="2986">
                  <c:v>3.2996900000000003E-5</c:v>
                </c:pt>
                <c:pt idx="2987">
                  <c:v>3.2976899999999999E-5</c:v>
                </c:pt>
                <c:pt idx="2988">
                  <c:v>3.2957499999999997E-5</c:v>
                </c:pt>
                <c:pt idx="2989">
                  <c:v>3.2937900000000002E-5</c:v>
                </c:pt>
                <c:pt idx="2990">
                  <c:v>3.2917499999999998E-5</c:v>
                </c:pt>
                <c:pt idx="2991">
                  <c:v>3.28967E-5</c:v>
                </c:pt>
                <c:pt idx="2992">
                  <c:v>3.2876700000000003E-5</c:v>
                </c:pt>
                <c:pt idx="2993">
                  <c:v>3.28568E-5</c:v>
                </c:pt>
                <c:pt idx="2994">
                  <c:v>3.2836600000000003E-5</c:v>
                </c:pt>
                <c:pt idx="2995">
                  <c:v>3.28163E-5</c:v>
                </c:pt>
                <c:pt idx="2996">
                  <c:v>3.2796799999999997E-5</c:v>
                </c:pt>
                <c:pt idx="2997">
                  <c:v>3.2777300000000002E-5</c:v>
                </c:pt>
                <c:pt idx="2998">
                  <c:v>3.2756999999999998E-5</c:v>
                </c:pt>
                <c:pt idx="2999">
                  <c:v>3.2737300000000002E-5</c:v>
                </c:pt>
                <c:pt idx="3000">
                  <c:v>3.2718000000000001E-5</c:v>
                </c:pt>
                <c:pt idx="3001">
                  <c:v>3.26992E-5</c:v>
                </c:pt>
                <c:pt idx="3002">
                  <c:v>3.2681400000000002E-5</c:v>
                </c:pt>
                <c:pt idx="3003">
                  <c:v>3.2662400000000001E-5</c:v>
                </c:pt>
                <c:pt idx="3004">
                  <c:v>3.2642499999999998E-5</c:v>
                </c:pt>
                <c:pt idx="3005">
                  <c:v>3.2623100000000003E-5</c:v>
                </c:pt>
                <c:pt idx="3006">
                  <c:v>3.2604400000000002E-5</c:v>
                </c:pt>
                <c:pt idx="3007">
                  <c:v>3.2586200000000003E-5</c:v>
                </c:pt>
                <c:pt idx="3008">
                  <c:v>3.2568499999999998E-5</c:v>
                </c:pt>
                <c:pt idx="3009">
                  <c:v>3.2550399999999999E-5</c:v>
                </c:pt>
                <c:pt idx="3010">
                  <c:v>3.2531599999999999E-5</c:v>
                </c:pt>
                <c:pt idx="3011">
                  <c:v>3.2512999999999999E-5</c:v>
                </c:pt>
                <c:pt idx="3012">
                  <c:v>3.2494499999999999E-5</c:v>
                </c:pt>
                <c:pt idx="3013">
                  <c:v>3.24764E-5</c:v>
                </c:pt>
                <c:pt idx="3014">
                  <c:v>3.24579E-5</c:v>
                </c:pt>
                <c:pt idx="3015">
                  <c:v>3.24395E-5</c:v>
                </c:pt>
                <c:pt idx="3016">
                  <c:v>3.2421800000000002E-5</c:v>
                </c:pt>
                <c:pt idx="3017">
                  <c:v>3.2404299999999997E-5</c:v>
                </c:pt>
                <c:pt idx="3018">
                  <c:v>3.2386699999999999E-5</c:v>
                </c:pt>
                <c:pt idx="3019">
                  <c:v>3.2368900000000001E-5</c:v>
                </c:pt>
                <c:pt idx="3020">
                  <c:v>3.2351699999999997E-5</c:v>
                </c:pt>
                <c:pt idx="3021">
                  <c:v>3.2334800000000001E-5</c:v>
                </c:pt>
                <c:pt idx="3022">
                  <c:v>3.2317400000000003E-5</c:v>
                </c:pt>
                <c:pt idx="3023">
                  <c:v>3.2299499999999998E-5</c:v>
                </c:pt>
                <c:pt idx="3024">
                  <c:v>3.2281499999999999E-5</c:v>
                </c:pt>
                <c:pt idx="3025">
                  <c:v>3.2264400000000002E-5</c:v>
                </c:pt>
                <c:pt idx="3026">
                  <c:v>3.2247499999999999E-5</c:v>
                </c:pt>
                <c:pt idx="3027">
                  <c:v>3.2230300000000002E-5</c:v>
                </c:pt>
                <c:pt idx="3028">
                  <c:v>3.22139E-5</c:v>
                </c:pt>
                <c:pt idx="3029">
                  <c:v>3.2197699999999998E-5</c:v>
                </c:pt>
                <c:pt idx="3030">
                  <c:v>3.2182099999999998E-5</c:v>
                </c:pt>
                <c:pt idx="3031">
                  <c:v>3.2166199999999997E-5</c:v>
                </c:pt>
                <c:pt idx="3032">
                  <c:v>3.2149700000000002E-5</c:v>
                </c:pt>
                <c:pt idx="3033">
                  <c:v>3.2133900000000001E-5</c:v>
                </c:pt>
                <c:pt idx="3034">
                  <c:v>3.2117499999999999E-5</c:v>
                </c:pt>
                <c:pt idx="3035">
                  <c:v>3.2101099999999997E-5</c:v>
                </c:pt>
                <c:pt idx="3036">
                  <c:v>3.2085200000000002E-5</c:v>
                </c:pt>
                <c:pt idx="3037">
                  <c:v>3.20688E-5</c:v>
                </c:pt>
                <c:pt idx="3038">
                  <c:v>3.2052299999999998E-5</c:v>
                </c:pt>
                <c:pt idx="3039">
                  <c:v>3.2035600000000002E-5</c:v>
                </c:pt>
                <c:pt idx="3040">
                  <c:v>3.20193E-5</c:v>
                </c:pt>
                <c:pt idx="3041">
                  <c:v>3.20036E-5</c:v>
                </c:pt>
                <c:pt idx="3042">
                  <c:v>3.1987999999999999E-5</c:v>
                </c:pt>
                <c:pt idx="3043">
                  <c:v>3.1972499999999999E-5</c:v>
                </c:pt>
                <c:pt idx="3044">
                  <c:v>3.1956899999999999E-5</c:v>
                </c:pt>
                <c:pt idx="3045">
                  <c:v>3.1941299999999999E-5</c:v>
                </c:pt>
                <c:pt idx="3046">
                  <c:v>3.1926099999999999E-5</c:v>
                </c:pt>
                <c:pt idx="3047">
                  <c:v>3.19111E-5</c:v>
                </c:pt>
                <c:pt idx="3048">
                  <c:v>3.18958E-5</c:v>
                </c:pt>
                <c:pt idx="3049">
                  <c:v>3.18801E-5</c:v>
                </c:pt>
                <c:pt idx="3050">
                  <c:v>3.1863299999999997E-5</c:v>
                </c:pt>
                <c:pt idx="3051">
                  <c:v>3.1846600000000001E-5</c:v>
                </c:pt>
                <c:pt idx="3052">
                  <c:v>3.18307E-5</c:v>
                </c:pt>
                <c:pt idx="3053">
                  <c:v>3.18153E-5</c:v>
                </c:pt>
                <c:pt idx="3054">
                  <c:v>3.1800500000000002E-5</c:v>
                </c:pt>
                <c:pt idx="3055">
                  <c:v>3.1785800000000003E-5</c:v>
                </c:pt>
                <c:pt idx="3056">
                  <c:v>3.1770899999999998E-5</c:v>
                </c:pt>
                <c:pt idx="3057">
                  <c:v>3.1755999999999999E-5</c:v>
                </c:pt>
                <c:pt idx="3058">
                  <c:v>3.17411E-5</c:v>
                </c:pt>
                <c:pt idx="3059">
                  <c:v>3.1726000000000001E-5</c:v>
                </c:pt>
                <c:pt idx="3060">
                  <c:v>3.1711200000000002E-5</c:v>
                </c:pt>
                <c:pt idx="3061">
                  <c:v>3.1696399999999997E-5</c:v>
                </c:pt>
                <c:pt idx="3062">
                  <c:v>3.1680600000000003E-5</c:v>
                </c:pt>
                <c:pt idx="3063">
                  <c:v>3.1664600000000002E-5</c:v>
                </c:pt>
                <c:pt idx="3064">
                  <c:v>3.1649400000000002E-5</c:v>
                </c:pt>
                <c:pt idx="3065">
                  <c:v>3.1634400000000003E-5</c:v>
                </c:pt>
                <c:pt idx="3066">
                  <c:v>3.1619499999999998E-5</c:v>
                </c:pt>
                <c:pt idx="3067">
                  <c:v>3.16052E-5</c:v>
                </c:pt>
                <c:pt idx="3068">
                  <c:v>3.1590400000000002E-5</c:v>
                </c:pt>
                <c:pt idx="3069">
                  <c:v>3.1574900000000002E-5</c:v>
                </c:pt>
                <c:pt idx="3070">
                  <c:v>3.1560100000000003E-5</c:v>
                </c:pt>
                <c:pt idx="3071">
                  <c:v>3.1545599999999998E-5</c:v>
                </c:pt>
                <c:pt idx="3072">
                  <c:v>3.1530599999999999E-5</c:v>
                </c:pt>
                <c:pt idx="3073">
                  <c:v>3.1515900000000001E-5</c:v>
                </c:pt>
                <c:pt idx="3074">
                  <c:v>3.1501799999999997E-5</c:v>
                </c:pt>
                <c:pt idx="3075">
                  <c:v>3.1487099999999999E-5</c:v>
                </c:pt>
                <c:pt idx="3076">
                  <c:v>3.1471599999999999E-5</c:v>
                </c:pt>
                <c:pt idx="3077">
                  <c:v>3.1455999999999998E-5</c:v>
                </c:pt>
                <c:pt idx="3078">
                  <c:v>3.1440899999999999E-5</c:v>
                </c:pt>
                <c:pt idx="3079">
                  <c:v>3.1426400000000001E-5</c:v>
                </c:pt>
                <c:pt idx="3080">
                  <c:v>3.1411900000000003E-5</c:v>
                </c:pt>
                <c:pt idx="3081">
                  <c:v>3.1397099999999998E-5</c:v>
                </c:pt>
                <c:pt idx="3082">
                  <c:v>3.1381799999999998E-5</c:v>
                </c:pt>
                <c:pt idx="3083">
                  <c:v>3.1366299999999998E-5</c:v>
                </c:pt>
                <c:pt idx="3084">
                  <c:v>3.13517E-5</c:v>
                </c:pt>
                <c:pt idx="3085">
                  <c:v>3.1337400000000003E-5</c:v>
                </c:pt>
                <c:pt idx="3086">
                  <c:v>3.1323499999999999E-5</c:v>
                </c:pt>
                <c:pt idx="3087">
                  <c:v>3.13085E-5</c:v>
                </c:pt>
                <c:pt idx="3088">
                  <c:v>3.1292699999999999E-5</c:v>
                </c:pt>
                <c:pt idx="3089">
                  <c:v>3.1278300000000002E-5</c:v>
                </c:pt>
                <c:pt idx="3090">
                  <c:v>3.1264299999999998E-5</c:v>
                </c:pt>
                <c:pt idx="3091">
                  <c:v>3.1250400000000002E-5</c:v>
                </c:pt>
                <c:pt idx="3092">
                  <c:v>3.1236799999999999E-5</c:v>
                </c:pt>
                <c:pt idx="3093">
                  <c:v>3.1222600000000002E-5</c:v>
                </c:pt>
                <c:pt idx="3094">
                  <c:v>3.1207800000000003E-5</c:v>
                </c:pt>
                <c:pt idx="3095">
                  <c:v>3.1192999999999998E-5</c:v>
                </c:pt>
                <c:pt idx="3096">
                  <c:v>3.1178199999999999E-5</c:v>
                </c:pt>
                <c:pt idx="3097">
                  <c:v>3.1163E-5</c:v>
                </c:pt>
                <c:pt idx="3098">
                  <c:v>3.1148200000000001E-5</c:v>
                </c:pt>
                <c:pt idx="3099">
                  <c:v>3.1134099999999997E-5</c:v>
                </c:pt>
                <c:pt idx="3100">
                  <c:v>3.1120300000000001E-5</c:v>
                </c:pt>
                <c:pt idx="3101">
                  <c:v>3.1106000000000003E-5</c:v>
                </c:pt>
                <c:pt idx="3102">
                  <c:v>3.1090599999999997E-5</c:v>
                </c:pt>
                <c:pt idx="3103">
                  <c:v>3.1075299999999997E-5</c:v>
                </c:pt>
                <c:pt idx="3104">
                  <c:v>3.1060199999999998E-5</c:v>
                </c:pt>
                <c:pt idx="3105">
                  <c:v>3.1045099999999999E-5</c:v>
                </c:pt>
                <c:pt idx="3106">
                  <c:v>3.1029999999999999E-5</c:v>
                </c:pt>
                <c:pt idx="3107">
                  <c:v>3.10148E-5</c:v>
                </c:pt>
                <c:pt idx="3108">
                  <c:v>3.09993E-5</c:v>
                </c:pt>
                <c:pt idx="3109">
                  <c:v>3.0983299999999999E-5</c:v>
                </c:pt>
                <c:pt idx="3110">
                  <c:v>3.0968099999999999E-5</c:v>
                </c:pt>
                <c:pt idx="3111">
                  <c:v>3.0953E-5</c:v>
                </c:pt>
                <c:pt idx="3112">
                  <c:v>3.09374E-5</c:v>
                </c:pt>
                <c:pt idx="3113">
                  <c:v>3.0922600000000001E-5</c:v>
                </c:pt>
                <c:pt idx="3114">
                  <c:v>3.0907300000000001E-5</c:v>
                </c:pt>
                <c:pt idx="3115">
                  <c:v>3.08911E-5</c:v>
                </c:pt>
                <c:pt idx="3116">
                  <c:v>3.0875199999999999E-5</c:v>
                </c:pt>
                <c:pt idx="3117">
                  <c:v>3.0859599999999998E-5</c:v>
                </c:pt>
                <c:pt idx="3118">
                  <c:v>3.0844399999999999E-5</c:v>
                </c:pt>
                <c:pt idx="3119">
                  <c:v>3.08294E-5</c:v>
                </c:pt>
                <c:pt idx="3120">
                  <c:v>3.08141E-5</c:v>
                </c:pt>
                <c:pt idx="3121">
                  <c:v>3.0798199999999999E-5</c:v>
                </c:pt>
                <c:pt idx="3122">
                  <c:v>3.0782599999999999E-5</c:v>
                </c:pt>
                <c:pt idx="3123">
                  <c:v>3.0766699999999998E-5</c:v>
                </c:pt>
                <c:pt idx="3124">
                  <c:v>3.0750000000000002E-5</c:v>
                </c:pt>
                <c:pt idx="3125">
                  <c:v>3.0734400000000002E-5</c:v>
                </c:pt>
                <c:pt idx="3126">
                  <c:v>3.0719100000000002E-5</c:v>
                </c:pt>
                <c:pt idx="3127">
                  <c:v>3.07029E-5</c:v>
                </c:pt>
                <c:pt idx="3128">
                  <c:v>3.0686799999999999E-5</c:v>
                </c:pt>
                <c:pt idx="3129">
                  <c:v>3.0670299999999997E-5</c:v>
                </c:pt>
                <c:pt idx="3130">
                  <c:v>3.06533E-5</c:v>
                </c:pt>
                <c:pt idx="3131">
                  <c:v>3.0636899999999998E-5</c:v>
                </c:pt>
                <c:pt idx="3132">
                  <c:v>3.0619800000000001E-5</c:v>
                </c:pt>
                <c:pt idx="3133">
                  <c:v>3.0602499999999997E-5</c:v>
                </c:pt>
                <c:pt idx="3134">
                  <c:v>3.0586100000000002E-5</c:v>
                </c:pt>
                <c:pt idx="3135">
                  <c:v>3.0569199999999999E-5</c:v>
                </c:pt>
                <c:pt idx="3136">
                  <c:v>3.0551900000000001E-5</c:v>
                </c:pt>
                <c:pt idx="3137">
                  <c:v>3.0535299999999999E-5</c:v>
                </c:pt>
                <c:pt idx="3138">
                  <c:v>3.0519099999999997E-5</c:v>
                </c:pt>
                <c:pt idx="3139">
                  <c:v>3.0502999999999999E-5</c:v>
                </c:pt>
                <c:pt idx="3140">
                  <c:v>3.04864E-5</c:v>
                </c:pt>
                <c:pt idx="3141">
                  <c:v>3.0468200000000001E-5</c:v>
                </c:pt>
                <c:pt idx="3142">
                  <c:v>3.0450199999999999E-5</c:v>
                </c:pt>
                <c:pt idx="3143">
                  <c:v>3.0433099999999998E-5</c:v>
                </c:pt>
                <c:pt idx="3144">
                  <c:v>3.0415800000000001E-5</c:v>
                </c:pt>
                <c:pt idx="3145">
                  <c:v>3.03981E-5</c:v>
                </c:pt>
                <c:pt idx="3146">
                  <c:v>3.03799E-5</c:v>
                </c:pt>
                <c:pt idx="3147">
                  <c:v>3.0362199999999999E-5</c:v>
                </c:pt>
                <c:pt idx="3148">
                  <c:v>3.03444E-5</c:v>
                </c:pt>
                <c:pt idx="3149">
                  <c:v>3.0326300000000001E-5</c:v>
                </c:pt>
                <c:pt idx="3150">
                  <c:v>3.0308199999999999E-5</c:v>
                </c:pt>
                <c:pt idx="3151">
                  <c:v>3.0289799999999999E-5</c:v>
                </c:pt>
                <c:pt idx="3152">
                  <c:v>3.02715E-5</c:v>
                </c:pt>
                <c:pt idx="3153">
                  <c:v>3.0253E-5</c:v>
                </c:pt>
                <c:pt idx="3154">
                  <c:v>3.0234099999999999E-5</c:v>
                </c:pt>
                <c:pt idx="3155">
                  <c:v>3.0215100000000001E-5</c:v>
                </c:pt>
                <c:pt idx="3156">
                  <c:v>3.0196300000000001E-5</c:v>
                </c:pt>
                <c:pt idx="3157">
                  <c:v>3.0177700000000001E-5</c:v>
                </c:pt>
                <c:pt idx="3158">
                  <c:v>3.0158499999999999E-5</c:v>
                </c:pt>
                <c:pt idx="3159">
                  <c:v>3.0139300000000001E-5</c:v>
                </c:pt>
                <c:pt idx="3160">
                  <c:v>3.01201E-5</c:v>
                </c:pt>
                <c:pt idx="3161">
                  <c:v>3.01002E-5</c:v>
                </c:pt>
                <c:pt idx="3162">
                  <c:v>3.0080899999999999E-5</c:v>
                </c:pt>
                <c:pt idx="3163">
                  <c:v>3.00616E-5</c:v>
                </c:pt>
                <c:pt idx="3164">
                  <c:v>3.0042000000000001E-5</c:v>
                </c:pt>
                <c:pt idx="3165">
                  <c:v>3.0022299999999999E-5</c:v>
                </c:pt>
                <c:pt idx="3166">
                  <c:v>3.0001800000000001E-5</c:v>
                </c:pt>
                <c:pt idx="3167">
                  <c:v>2.9980699999999999E-5</c:v>
                </c:pt>
                <c:pt idx="3168">
                  <c:v>2.9959800000000001E-5</c:v>
                </c:pt>
                <c:pt idx="3169">
                  <c:v>2.9938999999999999E-5</c:v>
                </c:pt>
                <c:pt idx="3170">
                  <c:v>2.99177E-5</c:v>
                </c:pt>
                <c:pt idx="3171">
                  <c:v>2.9896999999999999E-5</c:v>
                </c:pt>
                <c:pt idx="3172">
                  <c:v>2.9876899999999998E-5</c:v>
                </c:pt>
                <c:pt idx="3173">
                  <c:v>2.9856200000000001E-5</c:v>
                </c:pt>
                <c:pt idx="3174">
                  <c:v>2.9834600000000001E-5</c:v>
                </c:pt>
                <c:pt idx="3175">
                  <c:v>2.9812399999999999E-5</c:v>
                </c:pt>
                <c:pt idx="3176">
                  <c:v>2.9790799999999999E-5</c:v>
                </c:pt>
                <c:pt idx="3177">
                  <c:v>2.97695E-5</c:v>
                </c:pt>
                <c:pt idx="3178">
                  <c:v>2.9748100000000001E-5</c:v>
                </c:pt>
                <c:pt idx="3179">
                  <c:v>2.97263E-5</c:v>
                </c:pt>
                <c:pt idx="3180">
                  <c:v>2.9703300000000001E-5</c:v>
                </c:pt>
                <c:pt idx="3181">
                  <c:v>2.9680300000000001E-5</c:v>
                </c:pt>
                <c:pt idx="3182">
                  <c:v>2.9657899999999999E-5</c:v>
                </c:pt>
                <c:pt idx="3183">
                  <c:v>2.9635600000000001E-5</c:v>
                </c:pt>
                <c:pt idx="3184">
                  <c:v>2.9612999999999999E-5</c:v>
                </c:pt>
                <c:pt idx="3185">
                  <c:v>2.9589300000000001E-5</c:v>
                </c:pt>
                <c:pt idx="3186">
                  <c:v>2.9565099999999999E-5</c:v>
                </c:pt>
                <c:pt idx="3187">
                  <c:v>2.9541100000000001E-5</c:v>
                </c:pt>
                <c:pt idx="3188">
                  <c:v>2.9516899999999999E-5</c:v>
                </c:pt>
                <c:pt idx="3189">
                  <c:v>2.9493200000000001E-5</c:v>
                </c:pt>
                <c:pt idx="3190">
                  <c:v>2.9468999999999999E-5</c:v>
                </c:pt>
                <c:pt idx="3191">
                  <c:v>2.9443900000000001E-5</c:v>
                </c:pt>
                <c:pt idx="3192">
                  <c:v>2.94188E-5</c:v>
                </c:pt>
                <c:pt idx="3193">
                  <c:v>2.9394E-5</c:v>
                </c:pt>
                <c:pt idx="3194">
                  <c:v>2.93693E-5</c:v>
                </c:pt>
                <c:pt idx="3195">
                  <c:v>2.9343600000000001E-5</c:v>
                </c:pt>
                <c:pt idx="3196">
                  <c:v>2.9317499999999998E-5</c:v>
                </c:pt>
                <c:pt idx="3197">
                  <c:v>2.92921E-5</c:v>
                </c:pt>
                <c:pt idx="3198">
                  <c:v>2.92658E-5</c:v>
                </c:pt>
                <c:pt idx="3199">
                  <c:v>2.9238500000000001E-5</c:v>
                </c:pt>
                <c:pt idx="3200">
                  <c:v>2.9210999999999999E-5</c:v>
                </c:pt>
                <c:pt idx="3201">
                  <c:v>2.9184300000000001E-5</c:v>
                </c:pt>
                <c:pt idx="3202">
                  <c:v>2.9158599999999999E-5</c:v>
                </c:pt>
                <c:pt idx="3203">
                  <c:v>2.9132499999999999E-5</c:v>
                </c:pt>
                <c:pt idx="3204">
                  <c:v>2.9104699999999999E-5</c:v>
                </c:pt>
                <c:pt idx="3205">
                  <c:v>2.90756E-5</c:v>
                </c:pt>
                <c:pt idx="3206">
                  <c:v>2.90465E-5</c:v>
                </c:pt>
                <c:pt idx="3207">
                  <c:v>2.9017300000000001E-5</c:v>
                </c:pt>
                <c:pt idx="3208">
                  <c:v>2.8988100000000001E-5</c:v>
                </c:pt>
                <c:pt idx="3209">
                  <c:v>2.8958800000000001E-5</c:v>
                </c:pt>
                <c:pt idx="3210">
                  <c:v>2.8929200000000001E-5</c:v>
                </c:pt>
                <c:pt idx="3211">
                  <c:v>2.88997E-5</c:v>
                </c:pt>
                <c:pt idx="3212">
                  <c:v>2.887E-5</c:v>
                </c:pt>
                <c:pt idx="3213">
                  <c:v>2.8840199999999999E-5</c:v>
                </c:pt>
                <c:pt idx="3214">
                  <c:v>2.88098E-5</c:v>
                </c:pt>
                <c:pt idx="3215">
                  <c:v>2.8778199999999998E-5</c:v>
                </c:pt>
                <c:pt idx="3216">
                  <c:v>2.87466E-5</c:v>
                </c:pt>
                <c:pt idx="3217">
                  <c:v>2.87154E-5</c:v>
                </c:pt>
                <c:pt idx="3218">
                  <c:v>2.8683900000000002E-5</c:v>
                </c:pt>
                <c:pt idx="3219">
                  <c:v>2.8651200000000001E-5</c:v>
                </c:pt>
                <c:pt idx="3220">
                  <c:v>2.8618500000000001E-5</c:v>
                </c:pt>
                <c:pt idx="3221">
                  <c:v>2.8586799999999999E-5</c:v>
                </c:pt>
                <c:pt idx="3222">
                  <c:v>2.85551E-5</c:v>
                </c:pt>
                <c:pt idx="3223">
                  <c:v>2.85226E-5</c:v>
                </c:pt>
                <c:pt idx="3224">
                  <c:v>2.8488700000000001E-5</c:v>
                </c:pt>
                <c:pt idx="3225">
                  <c:v>2.84544E-5</c:v>
                </c:pt>
                <c:pt idx="3226">
                  <c:v>2.8421100000000001E-5</c:v>
                </c:pt>
                <c:pt idx="3227">
                  <c:v>2.8387200000000002E-5</c:v>
                </c:pt>
                <c:pt idx="3228">
                  <c:v>2.8352099999999999E-5</c:v>
                </c:pt>
                <c:pt idx="3229">
                  <c:v>2.8317300000000001E-5</c:v>
                </c:pt>
                <c:pt idx="3230">
                  <c:v>2.8282699999999999E-5</c:v>
                </c:pt>
                <c:pt idx="3231">
                  <c:v>2.82472E-5</c:v>
                </c:pt>
                <c:pt idx="3232">
                  <c:v>2.8211399999999999E-5</c:v>
                </c:pt>
                <c:pt idx="3233">
                  <c:v>2.8175599999999998E-5</c:v>
                </c:pt>
                <c:pt idx="3234">
                  <c:v>2.8139800000000001E-5</c:v>
                </c:pt>
                <c:pt idx="3235">
                  <c:v>2.81036E-5</c:v>
                </c:pt>
                <c:pt idx="3236">
                  <c:v>2.80665E-5</c:v>
                </c:pt>
                <c:pt idx="3237">
                  <c:v>2.8028700000000002E-5</c:v>
                </c:pt>
                <c:pt idx="3238">
                  <c:v>2.7990399999999999E-5</c:v>
                </c:pt>
                <c:pt idx="3239">
                  <c:v>2.7951599999999998E-5</c:v>
                </c:pt>
                <c:pt idx="3240">
                  <c:v>2.7913099999999999E-5</c:v>
                </c:pt>
                <c:pt idx="3241">
                  <c:v>2.7874799999999999E-5</c:v>
                </c:pt>
                <c:pt idx="3242">
                  <c:v>2.78362E-5</c:v>
                </c:pt>
                <c:pt idx="3243">
                  <c:v>2.7797499999999999E-5</c:v>
                </c:pt>
                <c:pt idx="3244">
                  <c:v>2.7757199999999999E-5</c:v>
                </c:pt>
                <c:pt idx="3245">
                  <c:v>2.7716799999999999E-5</c:v>
                </c:pt>
                <c:pt idx="3246">
                  <c:v>2.7677500000000001E-5</c:v>
                </c:pt>
                <c:pt idx="3247">
                  <c:v>2.76372E-5</c:v>
                </c:pt>
                <c:pt idx="3248">
                  <c:v>2.7595800000000001E-5</c:v>
                </c:pt>
                <c:pt idx="3249">
                  <c:v>2.75535E-5</c:v>
                </c:pt>
                <c:pt idx="3250">
                  <c:v>2.7510800000000001E-5</c:v>
                </c:pt>
                <c:pt idx="3251">
                  <c:v>2.7468299999999999E-5</c:v>
                </c:pt>
                <c:pt idx="3252">
                  <c:v>2.7426199999999998E-5</c:v>
                </c:pt>
                <c:pt idx="3253">
                  <c:v>2.7383900000000001E-5</c:v>
                </c:pt>
                <c:pt idx="3254">
                  <c:v>2.7340700000000001E-5</c:v>
                </c:pt>
                <c:pt idx="3255">
                  <c:v>2.7296399999999998E-5</c:v>
                </c:pt>
                <c:pt idx="3256">
                  <c:v>2.7251500000000002E-5</c:v>
                </c:pt>
                <c:pt idx="3257">
                  <c:v>2.7206700000000002E-5</c:v>
                </c:pt>
                <c:pt idx="3258">
                  <c:v>2.71611E-5</c:v>
                </c:pt>
                <c:pt idx="3259">
                  <c:v>2.7115E-5</c:v>
                </c:pt>
                <c:pt idx="3260">
                  <c:v>2.7069599999999999E-5</c:v>
                </c:pt>
                <c:pt idx="3261">
                  <c:v>2.7023900000000001E-5</c:v>
                </c:pt>
                <c:pt idx="3262">
                  <c:v>2.6976899999999999E-5</c:v>
                </c:pt>
                <c:pt idx="3263">
                  <c:v>2.69293E-5</c:v>
                </c:pt>
                <c:pt idx="3264">
                  <c:v>2.68816E-5</c:v>
                </c:pt>
                <c:pt idx="3265">
                  <c:v>2.6834300000000002E-5</c:v>
                </c:pt>
                <c:pt idx="3266">
                  <c:v>2.6786799999999999E-5</c:v>
                </c:pt>
                <c:pt idx="3267">
                  <c:v>2.6738300000000001E-5</c:v>
                </c:pt>
                <c:pt idx="3268">
                  <c:v>2.66898E-5</c:v>
                </c:pt>
                <c:pt idx="3269">
                  <c:v>2.6641699999999999E-5</c:v>
                </c:pt>
                <c:pt idx="3270">
                  <c:v>2.65927E-5</c:v>
                </c:pt>
                <c:pt idx="3271">
                  <c:v>2.65429E-5</c:v>
                </c:pt>
                <c:pt idx="3272">
                  <c:v>2.6493199999999999E-5</c:v>
                </c:pt>
                <c:pt idx="3273">
                  <c:v>2.6441999999999999E-5</c:v>
                </c:pt>
                <c:pt idx="3274">
                  <c:v>2.6389599999999999E-5</c:v>
                </c:pt>
                <c:pt idx="3275">
                  <c:v>2.6338100000000001E-5</c:v>
                </c:pt>
                <c:pt idx="3276">
                  <c:v>2.6287300000000002E-5</c:v>
                </c:pt>
                <c:pt idx="3277">
                  <c:v>2.6236200000000001E-5</c:v>
                </c:pt>
                <c:pt idx="3278">
                  <c:v>2.6184099999999999E-5</c:v>
                </c:pt>
                <c:pt idx="3279">
                  <c:v>2.6131399999999999E-5</c:v>
                </c:pt>
                <c:pt idx="3280">
                  <c:v>2.6077599999999999E-5</c:v>
                </c:pt>
                <c:pt idx="3281">
                  <c:v>2.60237E-5</c:v>
                </c:pt>
                <c:pt idx="3282">
                  <c:v>2.597E-5</c:v>
                </c:pt>
                <c:pt idx="3283">
                  <c:v>2.5914800000000001E-5</c:v>
                </c:pt>
                <c:pt idx="3284">
                  <c:v>2.5859000000000001E-5</c:v>
                </c:pt>
                <c:pt idx="3285">
                  <c:v>2.5803300000000001E-5</c:v>
                </c:pt>
                <c:pt idx="3286">
                  <c:v>2.57473E-5</c:v>
                </c:pt>
                <c:pt idx="3287">
                  <c:v>2.5690999999999998E-5</c:v>
                </c:pt>
                <c:pt idx="3288">
                  <c:v>2.56343E-5</c:v>
                </c:pt>
                <c:pt idx="3289">
                  <c:v>2.5577600000000001E-5</c:v>
                </c:pt>
                <c:pt idx="3290">
                  <c:v>2.5519799999999999E-5</c:v>
                </c:pt>
                <c:pt idx="3291">
                  <c:v>2.54615E-5</c:v>
                </c:pt>
                <c:pt idx="3292">
                  <c:v>2.5403400000000001E-5</c:v>
                </c:pt>
                <c:pt idx="3293">
                  <c:v>2.5344899999999999E-5</c:v>
                </c:pt>
                <c:pt idx="3294">
                  <c:v>2.5286399999999999E-5</c:v>
                </c:pt>
                <c:pt idx="3295">
                  <c:v>2.5227499999999999E-5</c:v>
                </c:pt>
                <c:pt idx="3296">
                  <c:v>2.51678E-5</c:v>
                </c:pt>
                <c:pt idx="3297">
                  <c:v>2.5106600000000001E-5</c:v>
                </c:pt>
                <c:pt idx="3298">
                  <c:v>2.50444E-5</c:v>
                </c:pt>
                <c:pt idx="3299">
                  <c:v>2.4982700000000001E-5</c:v>
                </c:pt>
                <c:pt idx="3300">
                  <c:v>2.49223E-5</c:v>
                </c:pt>
                <c:pt idx="3301">
                  <c:v>2.48619E-5</c:v>
                </c:pt>
                <c:pt idx="3302">
                  <c:v>2.48E-5</c:v>
                </c:pt>
                <c:pt idx="3303">
                  <c:v>2.4737899999999999E-5</c:v>
                </c:pt>
                <c:pt idx="3304">
                  <c:v>2.4675500000000001E-5</c:v>
                </c:pt>
                <c:pt idx="3305">
                  <c:v>2.4612499999999999E-5</c:v>
                </c:pt>
                <c:pt idx="3306">
                  <c:v>2.45496E-5</c:v>
                </c:pt>
                <c:pt idx="3307">
                  <c:v>2.44848E-5</c:v>
                </c:pt>
                <c:pt idx="3308">
                  <c:v>2.4419499999999999E-5</c:v>
                </c:pt>
                <c:pt idx="3309">
                  <c:v>2.43551E-5</c:v>
                </c:pt>
                <c:pt idx="3310">
                  <c:v>2.4290800000000001E-5</c:v>
                </c:pt>
                <c:pt idx="3311">
                  <c:v>2.4226000000000001E-5</c:v>
                </c:pt>
                <c:pt idx="3312">
                  <c:v>2.4160099999999999E-5</c:v>
                </c:pt>
                <c:pt idx="3313">
                  <c:v>2.4094400000000001E-5</c:v>
                </c:pt>
                <c:pt idx="3314">
                  <c:v>2.40289E-5</c:v>
                </c:pt>
                <c:pt idx="3315">
                  <c:v>2.39625E-5</c:v>
                </c:pt>
                <c:pt idx="3316">
                  <c:v>2.3895200000000001E-5</c:v>
                </c:pt>
                <c:pt idx="3317">
                  <c:v>2.3827400000000002E-5</c:v>
                </c:pt>
                <c:pt idx="3318">
                  <c:v>2.3759400000000002E-5</c:v>
                </c:pt>
                <c:pt idx="3319">
                  <c:v>2.3691100000000001E-5</c:v>
                </c:pt>
                <c:pt idx="3320">
                  <c:v>2.36229E-5</c:v>
                </c:pt>
                <c:pt idx="3321">
                  <c:v>2.35547E-5</c:v>
                </c:pt>
                <c:pt idx="3322">
                  <c:v>2.34851E-5</c:v>
                </c:pt>
                <c:pt idx="3323">
                  <c:v>2.3415099999999999E-5</c:v>
                </c:pt>
                <c:pt idx="3324">
                  <c:v>2.3345200000000001E-5</c:v>
                </c:pt>
                <c:pt idx="3325">
                  <c:v>2.32749E-5</c:v>
                </c:pt>
                <c:pt idx="3326">
                  <c:v>2.3204500000000001E-5</c:v>
                </c:pt>
                <c:pt idx="3327">
                  <c:v>2.3133600000000002E-5</c:v>
                </c:pt>
                <c:pt idx="3328">
                  <c:v>2.3062200000000001E-5</c:v>
                </c:pt>
                <c:pt idx="3329">
                  <c:v>2.29907E-5</c:v>
                </c:pt>
                <c:pt idx="3330">
                  <c:v>2.2919299999999999E-5</c:v>
                </c:pt>
                <c:pt idx="3331">
                  <c:v>2.2848199999999999E-5</c:v>
                </c:pt>
                <c:pt idx="3332">
                  <c:v>2.2775699999999999E-5</c:v>
                </c:pt>
                <c:pt idx="3333">
                  <c:v>2.2702899999999999E-5</c:v>
                </c:pt>
                <c:pt idx="3334">
                  <c:v>2.26308E-5</c:v>
                </c:pt>
                <c:pt idx="3335">
                  <c:v>2.2557799999999999E-5</c:v>
                </c:pt>
                <c:pt idx="3336">
                  <c:v>2.24838E-5</c:v>
                </c:pt>
                <c:pt idx="3337">
                  <c:v>2.2409299999999999E-5</c:v>
                </c:pt>
                <c:pt idx="3338">
                  <c:v>2.23356E-5</c:v>
                </c:pt>
                <c:pt idx="3339">
                  <c:v>2.2261700000000001E-5</c:v>
                </c:pt>
                <c:pt idx="3340">
                  <c:v>2.2187900000000001E-5</c:v>
                </c:pt>
                <c:pt idx="3341">
                  <c:v>2.2113899999999998E-5</c:v>
                </c:pt>
                <c:pt idx="3342">
                  <c:v>2.2038599999999999E-5</c:v>
                </c:pt>
                <c:pt idx="3343">
                  <c:v>2.1962200000000001E-5</c:v>
                </c:pt>
                <c:pt idx="3344">
                  <c:v>2.18858E-5</c:v>
                </c:pt>
                <c:pt idx="3345">
                  <c:v>2.1810700000000001E-5</c:v>
                </c:pt>
                <c:pt idx="3346">
                  <c:v>2.1735399999999999E-5</c:v>
                </c:pt>
                <c:pt idx="3347">
                  <c:v>2.16589E-5</c:v>
                </c:pt>
                <c:pt idx="3348">
                  <c:v>2.15829E-5</c:v>
                </c:pt>
                <c:pt idx="3349">
                  <c:v>2.15073E-5</c:v>
                </c:pt>
                <c:pt idx="3350">
                  <c:v>2.1430500000000001E-5</c:v>
                </c:pt>
                <c:pt idx="3351">
                  <c:v>2.1352299999999999E-5</c:v>
                </c:pt>
                <c:pt idx="3352">
                  <c:v>2.1274500000000001E-5</c:v>
                </c:pt>
                <c:pt idx="3353">
                  <c:v>2.11969E-5</c:v>
                </c:pt>
                <c:pt idx="3354">
                  <c:v>2.1118999999999999E-5</c:v>
                </c:pt>
                <c:pt idx="3355">
                  <c:v>2.10409E-5</c:v>
                </c:pt>
                <c:pt idx="3356">
                  <c:v>2.0962300000000001E-5</c:v>
                </c:pt>
                <c:pt idx="3357">
                  <c:v>2.0883999999999999E-5</c:v>
                </c:pt>
                <c:pt idx="3358">
                  <c:v>2.0806E-5</c:v>
                </c:pt>
                <c:pt idx="3359">
                  <c:v>2.0727899999999999E-5</c:v>
                </c:pt>
                <c:pt idx="3360">
                  <c:v>2.06498E-5</c:v>
                </c:pt>
                <c:pt idx="3361">
                  <c:v>2.05708E-5</c:v>
                </c:pt>
                <c:pt idx="3362">
                  <c:v>2.04907E-5</c:v>
                </c:pt>
                <c:pt idx="3363">
                  <c:v>2.04116E-5</c:v>
                </c:pt>
                <c:pt idx="3364">
                  <c:v>2.03331E-5</c:v>
                </c:pt>
                <c:pt idx="3365">
                  <c:v>2.0253899999999999E-5</c:v>
                </c:pt>
                <c:pt idx="3366">
                  <c:v>2.0173399999999999E-5</c:v>
                </c:pt>
                <c:pt idx="3367">
                  <c:v>2.0092899999999999E-5</c:v>
                </c:pt>
                <c:pt idx="3368">
                  <c:v>2.0013400000000001E-5</c:v>
                </c:pt>
                <c:pt idx="3369">
                  <c:v>1.99343E-5</c:v>
                </c:pt>
                <c:pt idx="3370">
                  <c:v>1.9854600000000001E-5</c:v>
                </c:pt>
                <c:pt idx="3371">
                  <c:v>1.9773900000000001E-5</c:v>
                </c:pt>
                <c:pt idx="3372">
                  <c:v>1.9692999999999999E-5</c:v>
                </c:pt>
                <c:pt idx="3373">
                  <c:v>1.9612299999999999E-5</c:v>
                </c:pt>
                <c:pt idx="3374">
                  <c:v>1.9531999999999999E-5</c:v>
                </c:pt>
                <c:pt idx="3375">
                  <c:v>1.9451200000000001E-5</c:v>
                </c:pt>
                <c:pt idx="3376">
                  <c:v>1.9371000000000001E-5</c:v>
                </c:pt>
                <c:pt idx="3377">
                  <c:v>1.9292100000000001E-5</c:v>
                </c:pt>
                <c:pt idx="3378">
                  <c:v>1.9211999999999998E-5</c:v>
                </c:pt>
                <c:pt idx="3379">
                  <c:v>1.9131200000000001E-5</c:v>
                </c:pt>
                <c:pt idx="3380">
                  <c:v>1.9050099999999999E-5</c:v>
                </c:pt>
                <c:pt idx="3381">
                  <c:v>1.8969399999999998E-5</c:v>
                </c:pt>
                <c:pt idx="3382">
                  <c:v>1.8890100000000001E-5</c:v>
                </c:pt>
                <c:pt idx="3383">
                  <c:v>1.8810299999999998E-5</c:v>
                </c:pt>
                <c:pt idx="3384">
                  <c:v>1.8729500000000001E-5</c:v>
                </c:pt>
                <c:pt idx="3385">
                  <c:v>1.8647600000000001E-5</c:v>
                </c:pt>
                <c:pt idx="3386">
                  <c:v>1.8566299999999999E-5</c:v>
                </c:pt>
                <c:pt idx="3387">
                  <c:v>1.84863E-5</c:v>
                </c:pt>
                <c:pt idx="3388">
                  <c:v>1.8405899999999999E-5</c:v>
                </c:pt>
                <c:pt idx="3389">
                  <c:v>1.83258E-5</c:v>
                </c:pt>
                <c:pt idx="3390">
                  <c:v>1.82456E-5</c:v>
                </c:pt>
                <c:pt idx="3391">
                  <c:v>1.8164399999999998E-5</c:v>
                </c:pt>
                <c:pt idx="3392">
                  <c:v>1.8083600000000001E-5</c:v>
                </c:pt>
                <c:pt idx="3393">
                  <c:v>1.8003600000000002E-5</c:v>
                </c:pt>
                <c:pt idx="3394">
                  <c:v>1.7923599999999999E-5</c:v>
                </c:pt>
                <c:pt idx="3395">
                  <c:v>1.7843299999999999E-5</c:v>
                </c:pt>
                <c:pt idx="3396">
                  <c:v>1.77632E-5</c:v>
                </c:pt>
                <c:pt idx="3397">
                  <c:v>1.76844E-5</c:v>
                </c:pt>
                <c:pt idx="3398">
                  <c:v>1.7605199999999999E-5</c:v>
                </c:pt>
                <c:pt idx="3399">
                  <c:v>1.75256E-5</c:v>
                </c:pt>
                <c:pt idx="3400">
                  <c:v>1.7445600000000001E-5</c:v>
                </c:pt>
                <c:pt idx="3401">
                  <c:v>1.7365200000000001E-5</c:v>
                </c:pt>
                <c:pt idx="3402">
                  <c:v>1.7285599999999999E-5</c:v>
                </c:pt>
                <c:pt idx="3403">
                  <c:v>1.7206799999999999E-5</c:v>
                </c:pt>
                <c:pt idx="3404">
                  <c:v>1.7127699999999999E-5</c:v>
                </c:pt>
                <c:pt idx="3405">
                  <c:v>1.7048300000000001E-5</c:v>
                </c:pt>
                <c:pt idx="3406">
                  <c:v>1.6970099999999999E-5</c:v>
                </c:pt>
                <c:pt idx="3407">
                  <c:v>1.68919E-5</c:v>
                </c:pt>
                <c:pt idx="3408">
                  <c:v>1.6813500000000001E-5</c:v>
                </c:pt>
                <c:pt idx="3409">
                  <c:v>1.6735199999999999E-5</c:v>
                </c:pt>
                <c:pt idx="3410">
                  <c:v>1.66572E-5</c:v>
                </c:pt>
                <c:pt idx="3411">
                  <c:v>1.65798E-5</c:v>
                </c:pt>
                <c:pt idx="3412">
                  <c:v>1.65023E-5</c:v>
                </c:pt>
                <c:pt idx="3413">
                  <c:v>1.6424400000000002E-5</c:v>
                </c:pt>
                <c:pt idx="3414">
                  <c:v>1.6346800000000001E-5</c:v>
                </c:pt>
                <c:pt idx="3415">
                  <c:v>1.6269600000000001E-5</c:v>
                </c:pt>
                <c:pt idx="3416">
                  <c:v>1.61933E-5</c:v>
                </c:pt>
                <c:pt idx="3417">
                  <c:v>1.61176E-5</c:v>
                </c:pt>
                <c:pt idx="3418">
                  <c:v>1.6042600000000001E-5</c:v>
                </c:pt>
                <c:pt idx="3419">
                  <c:v>1.5967100000000002E-5</c:v>
                </c:pt>
                <c:pt idx="3420">
                  <c:v>1.58907E-5</c:v>
                </c:pt>
                <c:pt idx="3421">
                  <c:v>1.5815E-5</c:v>
                </c:pt>
                <c:pt idx="3422">
                  <c:v>1.5739600000000001E-5</c:v>
                </c:pt>
                <c:pt idx="3423">
                  <c:v>1.5664100000000001E-5</c:v>
                </c:pt>
                <c:pt idx="3424">
                  <c:v>1.5588300000000001E-5</c:v>
                </c:pt>
                <c:pt idx="3425">
                  <c:v>1.5512600000000001E-5</c:v>
                </c:pt>
                <c:pt idx="3426">
                  <c:v>1.5437100000000002E-5</c:v>
                </c:pt>
                <c:pt idx="3427">
                  <c:v>1.53623E-5</c:v>
                </c:pt>
                <c:pt idx="3428">
                  <c:v>1.5289199999999999E-5</c:v>
                </c:pt>
                <c:pt idx="3429">
                  <c:v>1.52169E-5</c:v>
                </c:pt>
                <c:pt idx="3430">
                  <c:v>1.51442E-5</c:v>
                </c:pt>
                <c:pt idx="3431">
                  <c:v>1.50718E-5</c:v>
                </c:pt>
                <c:pt idx="3432">
                  <c:v>1.49992E-5</c:v>
                </c:pt>
                <c:pt idx="3433">
                  <c:v>1.4926199999999999E-5</c:v>
                </c:pt>
                <c:pt idx="3434">
                  <c:v>1.4853300000000001E-5</c:v>
                </c:pt>
                <c:pt idx="3435">
                  <c:v>1.4780799999999999E-5</c:v>
                </c:pt>
                <c:pt idx="3436">
                  <c:v>1.4709700000000001E-5</c:v>
                </c:pt>
                <c:pt idx="3437">
                  <c:v>1.4639400000000001E-5</c:v>
                </c:pt>
                <c:pt idx="3438">
                  <c:v>1.4569000000000001E-5</c:v>
                </c:pt>
                <c:pt idx="3439">
                  <c:v>1.4498099999999999E-5</c:v>
                </c:pt>
                <c:pt idx="3440">
                  <c:v>1.4427600000000001E-5</c:v>
                </c:pt>
                <c:pt idx="3441">
                  <c:v>1.4358E-5</c:v>
                </c:pt>
                <c:pt idx="3442">
                  <c:v>1.4288500000000001E-5</c:v>
                </c:pt>
                <c:pt idx="3443">
                  <c:v>1.42187E-5</c:v>
                </c:pt>
                <c:pt idx="3444">
                  <c:v>1.41492E-5</c:v>
                </c:pt>
                <c:pt idx="3445">
                  <c:v>1.4080700000000001E-5</c:v>
                </c:pt>
                <c:pt idx="3446">
                  <c:v>1.40126E-5</c:v>
                </c:pt>
                <c:pt idx="3447">
                  <c:v>1.3944999999999999E-5</c:v>
                </c:pt>
                <c:pt idx="3448">
                  <c:v>1.3877500000000001E-5</c:v>
                </c:pt>
                <c:pt idx="3449">
                  <c:v>1.38101E-5</c:v>
                </c:pt>
                <c:pt idx="3450">
                  <c:v>1.3743E-5</c:v>
                </c:pt>
                <c:pt idx="3451">
                  <c:v>1.36764E-5</c:v>
                </c:pt>
                <c:pt idx="3452">
                  <c:v>1.3610300000000001E-5</c:v>
                </c:pt>
                <c:pt idx="3453">
                  <c:v>1.35449E-5</c:v>
                </c:pt>
                <c:pt idx="3454">
                  <c:v>1.34794E-5</c:v>
                </c:pt>
                <c:pt idx="3455">
                  <c:v>1.3414199999999999E-5</c:v>
                </c:pt>
                <c:pt idx="3456">
                  <c:v>1.33502E-5</c:v>
                </c:pt>
                <c:pt idx="3457">
                  <c:v>1.32864E-5</c:v>
                </c:pt>
                <c:pt idx="3458">
                  <c:v>1.3221700000000001E-5</c:v>
                </c:pt>
                <c:pt idx="3459">
                  <c:v>1.31572E-5</c:v>
                </c:pt>
                <c:pt idx="3460">
                  <c:v>1.30939E-5</c:v>
                </c:pt>
                <c:pt idx="3461">
                  <c:v>1.30306E-5</c:v>
                </c:pt>
                <c:pt idx="3462">
                  <c:v>1.2967400000000001E-5</c:v>
                </c:pt>
                <c:pt idx="3463">
                  <c:v>1.2904199999999999E-5</c:v>
                </c:pt>
                <c:pt idx="3464">
                  <c:v>1.28413E-5</c:v>
                </c:pt>
                <c:pt idx="3465">
                  <c:v>1.27801E-5</c:v>
                </c:pt>
                <c:pt idx="3466">
                  <c:v>1.27197E-5</c:v>
                </c:pt>
                <c:pt idx="3467">
                  <c:v>1.26591E-5</c:v>
                </c:pt>
                <c:pt idx="3468">
                  <c:v>1.2597499999999999E-5</c:v>
                </c:pt>
                <c:pt idx="3469">
                  <c:v>1.25368E-5</c:v>
                </c:pt>
                <c:pt idx="3470">
                  <c:v>1.24775E-5</c:v>
                </c:pt>
                <c:pt idx="3471">
                  <c:v>1.2419099999999999E-5</c:v>
                </c:pt>
                <c:pt idx="3472">
                  <c:v>1.2361199999999999E-5</c:v>
                </c:pt>
                <c:pt idx="3473">
                  <c:v>1.2303199999999999E-5</c:v>
                </c:pt>
                <c:pt idx="3474">
                  <c:v>1.22464E-5</c:v>
                </c:pt>
                <c:pt idx="3475">
                  <c:v>1.2190200000000001E-5</c:v>
                </c:pt>
                <c:pt idx="3476">
                  <c:v>1.21336E-5</c:v>
                </c:pt>
                <c:pt idx="3477">
                  <c:v>1.20772E-5</c:v>
                </c:pt>
                <c:pt idx="3478">
                  <c:v>1.2020399999999999E-5</c:v>
                </c:pt>
                <c:pt idx="3479">
                  <c:v>1.19636E-5</c:v>
                </c:pt>
                <c:pt idx="3480">
                  <c:v>1.1908E-5</c:v>
                </c:pt>
                <c:pt idx="3481">
                  <c:v>1.1853300000000001E-5</c:v>
                </c:pt>
                <c:pt idx="3482">
                  <c:v>1.17989E-5</c:v>
                </c:pt>
                <c:pt idx="3483">
                  <c:v>1.1744599999999999E-5</c:v>
                </c:pt>
                <c:pt idx="3484">
                  <c:v>1.16907E-5</c:v>
                </c:pt>
                <c:pt idx="3485">
                  <c:v>1.16373E-5</c:v>
                </c:pt>
                <c:pt idx="3486">
                  <c:v>1.15848E-5</c:v>
                </c:pt>
                <c:pt idx="3487">
                  <c:v>1.15326E-5</c:v>
                </c:pt>
                <c:pt idx="3488">
                  <c:v>1.1480200000000001E-5</c:v>
                </c:pt>
                <c:pt idx="3489">
                  <c:v>1.14282E-5</c:v>
                </c:pt>
                <c:pt idx="3490">
                  <c:v>1.13766E-5</c:v>
                </c:pt>
                <c:pt idx="3491">
                  <c:v>1.13256E-5</c:v>
                </c:pt>
                <c:pt idx="3492">
                  <c:v>1.12743E-5</c:v>
                </c:pt>
                <c:pt idx="3493">
                  <c:v>1.1223799999999999E-5</c:v>
                </c:pt>
                <c:pt idx="3494">
                  <c:v>1.11747E-5</c:v>
                </c:pt>
                <c:pt idx="3495">
                  <c:v>1.1125799999999999E-5</c:v>
                </c:pt>
                <c:pt idx="3496">
                  <c:v>1.10767E-5</c:v>
                </c:pt>
                <c:pt idx="3497">
                  <c:v>1.1028200000000001E-5</c:v>
                </c:pt>
                <c:pt idx="3498">
                  <c:v>1.09799E-5</c:v>
                </c:pt>
                <c:pt idx="3499">
                  <c:v>1.0931899999999999E-5</c:v>
                </c:pt>
                <c:pt idx="3500">
                  <c:v>1.0883999999999999E-5</c:v>
                </c:pt>
                <c:pt idx="3501">
                  <c:v>1.0836700000000001E-5</c:v>
                </c:pt>
                <c:pt idx="3502">
                  <c:v>1.07899E-5</c:v>
                </c:pt>
                <c:pt idx="3503">
                  <c:v>1.0743200000000001E-5</c:v>
                </c:pt>
                <c:pt idx="3504">
                  <c:v>1.06974E-5</c:v>
                </c:pt>
                <c:pt idx="3505">
                  <c:v>1.06518E-5</c:v>
                </c:pt>
                <c:pt idx="3506">
                  <c:v>1.0607200000000001E-5</c:v>
                </c:pt>
                <c:pt idx="3507">
                  <c:v>1.0563299999999999E-5</c:v>
                </c:pt>
                <c:pt idx="3508">
                  <c:v>1.0518300000000001E-5</c:v>
                </c:pt>
                <c:pt idx="3509">
                  <c:v>1.0473500000000001E-5</c:v>
                </c:pt>
                <c:pt idx="3510">
                  <c:v>1.0430300000000001E-5</c:v>
                </c:pt>
                <c:pt idx="3511">
                  <c:v>1.0387700000000001E-5</c:v>
                </c:pt>
                <c:pt idx="3512">
                  <c:v>1.0345E-5</c:v>
                </c:pt>
                <c:pt idx="3513">
                  <c:v>1.03024E-5</c:v>
                </c:pt>
                <c:pt idx="3514">
                  <c:v>1.0260300000000001E-5</c:v>
                </c:pt>
                <c:pt idx="3515">
                  <c:v>1.0219300000000001E-5</c:v>
                </c:pt>
                <c:pt idx="3516">
                  <c:v>1.0179E-5</c:v>
                </c:pt>
                <c:pt idx="3517">
                  <c:v>1.01373E-5</c:v>
                </c:pt>
                <c:pt idx="3518">
                  <c:v>1.00954E-5</c:v>
                </c:pt>
                <c:pt idx="3519">
                  <c:v>1.00551E-5</c:v>
                </c:pt>
                <c:pt idx="3520">
                  <c:v>1.00151E-5</c:v>
                </c:pt>
                <c:pt idx="3521">
                  <c:v>9.9763100000000004E-6</c:v>
                </c:pt>
                <c:pt idx="3522">
                  <c:v>9.9379099999999992E-6</c:v>
                </c:pt>
                <c:pt idx="3523">
                  <c:v>9.8988400000000002E-6</c:v>
                </c:pt>
                <c:pt idx="3524">
                  <c:v>9.8602499999999993E-6</c:v>
                </c:pt>
                <c:pt idx="3525">
                  <c:v>9.8228099999999992E-6</c:v>
                </c:pt>
                <c:pt idx="3526">
                  <c:v>9.7860499999999992E-6</c:v>
                </c:pt>
                <c:pt idx="3527">
                  <c:v>9.7479300000000007E-6</c:v>
                </c:pt>
                <c:pt idx="3528">
                  <c:v>9.7093599999999995E-6</c:v>
                </c:pt>
                <c:pt idx="3529">
                  <c:v>9.6717299999999996E-6</c:v>
                </c:pt>
                <c:pt idx="3530">
                  <c:v>9.6353099999999997E-6</c:v>
                </c:pt>
                <c:pt idx="3531">
                  <c:v>9.5997900000000001E-6</c:v>
                </c:pt>
                <c:pt idx="3532">
                  <c:v>9.5641700000000003E-6</c:v>
                </c:pt>
                <c:pt idx="3533">
                  <c:v>9.5284199999999998E-6</c:v>
                </c:pt>
                <c:pt idx="3534">
                  <c:v>9.4929199999999999E-6</c:v>
                </c:pt>
                <c:pt idx="3535">
                  <c:v>9.4583000000000006E-6</c:v>
                </c:pt>
                <c:pt idx="3536">
                  <c:v>9.4240800000000004E-6</c:v>
                </c:pt>
                <c:pt idx="3537">
                  <c:v>9.3900899999999994E-6</c:v>
                </c:pt>
                <c:pt idx="3538">
                  <c:v>9.35697E-6</c:v>
                </c:pt>
                <c:pt idx="3539">
                  <c:v>9.3240400000000003E-6</c:v>
                </c:pt>
                <c:pt idx="3540">
                  <c:v>9.2911800000000004E-6</c:v>
                </c:pt>
                <c:pt idx="3541">
                  <c:v>9.2586300000000002E-6</c:v>
                </c:pt>
                <c:pt idx="3542">
                  <c:v>9.2261999999999999E-6</c:v>
                </c:pt>
                <c:pt idx="3543">
                  <c:v>9.1942900000000004E-6</c:v>
                </c:pt>
                <c:pt idx="3544">
                  <c:v>9.1622599999999992E-6</c:v>
                </c:pt>
                <c:pt idx="3545">
                  <c:v>9.1306000000000003E-6</c:v>
                </c:pt>
                <c:pt idx="3546">
                  <c:v>9.0996500000000002E-6</c:v>
                </c:pt>
                <c:pt idx="3547">
                  <c:v>9.0685300000000001E-6</c:v>
                </c:pt>
                <c:pt idx="3548">
                  <c:v>9.0383699999999993E-6</c:v>
                </c:pt>
                <c:pt idx="3549">
                  <c:v>9.0081100000000001E-6</c:v>
                </c:pt>
                <c:pt idx="3550">
                  <c:v>8.9776300000000006E-6</c:v>
                </c:pt>
                <c:pt idx="3551">
                  <c:v>8.9478700000000008E-6</c:v>
                </c:pt>
                <c:pt idx="3552">
                  <c:v>8.9181500000000003E-6</c:v>
                </c:pt>
                <c:pt idx="3553">
                  <c:v>8.8883499999999994E-6</c:v>
                </c:pt>
                <c:pt idx="3554">
                  <c:v>8.8588099999999996E-6</c:v>
                </c:pt>
                <c:pt idx="3555">
                  <c:v>8.8299699999999998E-6</c:v>
                </c:pt>
                <c:pt idx="3556">
                  <c:v>8.80135E-6</c:v>
                </c:pt>
                <c:pt idx="3557">
                  <c:v>8.7731000000000008E-6</c:v>
                </c:pt>
                <c:pt idx="3558">
                  <c:v>8.7457800000000005E-6</c:v>
                </c:pt>
                <c:pt idx="3559">
                  <c:v>8.7182700000000005E-6</c:v>
                </c:pt>
                <c:pt idx="3560">
                  <c:v>8.6899900000000008E-6</c:v>
                </c:pt>
                <c:pt idx="3561">
                  <c:v>8.66196E-6</c:v>
                </c:pt>
                <c:pt idx="3562">
                  <c:v>8.6350100000000002E-6</c:v>
                </c:pt>
                <c:pt idx="3563">
                  <c:v>8.6088100000000003E-6</c:v>
                </c:pt>
                <c:pt idx="3564">
                  <c:v>8.5825699999999994E-6</c:v>
                </c:pt>
                <c:pt idx="3565">
                  <c:v>8.5567099999999996E-6</c:v>
                </c:pt>
                <c:pt idx="3566">
                  <c:v>8.5310800000000007E-6</c:v>
                </c:pt>
                <c:pt idx="3567">
                  <c:v>8.5051200000000007E-6</c:v>
                </c:pt>
                <c:pt idx="3568">
                  <c:v>8.4793599999999994E-6</c:v>
                </c:pt>
                <c:pt idx="3569">
                  <c:v>8.4543499999999998E-6</c:v>
                </c:pt>
                <c:pt idx="3570">
                  <c:v>8.4293099999999998E-6</c:v>
                </c:pt>
                <c:pt idx="3571">
                  <c:v>8.4038400000000002E-6</c:v>
                </c:pt>
                <c:pt idx="3572">
                  <c:v>8.3793400000000007E-6</c:v>
                </c:pt>
                <c:pt idx="3573">
                  <c:v>8.3556500000000002E-6</c:v>
                </c:pt>
                <c:pt idx="3574">
                  <c:v>8.3318300000000008E-6</c:v>
                </c:pt>
                <c:pt idx="3575">
                  <c:v>8.3083699999999995E-6</c:v>
                </c:pt>
                <c:pt idx="3576">
                  <c:v>8.2850299999999999E-6</c:v>
                </c:pt>
                <c:pt idx="3577">
                  <c:v>8.2614300000000006E-6</c:v>
                </c:pt>
                <c:pt idx="3578">
                  <c:v>8.2385400000000002E-6</c:v>
                </c:pt>
                <c:pt idx="3579">
                  <c:v>8.2165899999999995E-6</c:v>
                </c:pt>
                <c:pt idx="3580">
                  <c:v>8.1948399999999993E-6</c:v>
                </c:pt>
                <c:pt idx="3581">
                  <c:v>8.1728700000000006E-6</c:v>
                </c:pt>
                <c:pt idx="3582">
                  <c:v>8.1504200000000005E-6</c:v>
                </c:pt>
                <c:pt idx="3583">
                  <c:v>8.1281200000000007E-6</c:v>
                </c:pt>
                <c:pt idx="3584">
                  <c:v>8.1060500000000001E-6</c:v>
                </c:pt>
                <c:pt idx="3585">
                  <c:v>8.0839799999999995E-6</c:v>
                </c:pt>
                <c:pt idx="3586">
                  <c:v>8.0621899999999998E-6</c:v>
                </c:pt>
                <c:pt idx="3587">
                  <c:v>8.0409999999999998E-6</c:v>
                </c:pt>
                <c:pt idx="3588">
                  <c:v>8.0201100000000004E-6</c:v>
                </c:pt>
                <c:pt idx="3589">
                  <c:v>7.9996099999999995E-6</c:v>
                </c:pt>
                <c:pt idx="3590">
                  <c:v>7.9791499999999997E-6</c:v>
                </c:pt>
                <c:pt idx="3591">
                  <c:v>7.9585000000000001E-6</c:v>
                </c:pt>
                <c:pt idx="3592">
                  <c:v>7.9381900000000006E-6</c:v>
                </c:pt>
                <c:pt idx="3593">
                  <c:v>7.9178799999999995E-6</c:v>
                </c:pt>
                <c:pt idx="3594">
                  <c:v>7.8978799999999997E-6</c:v>
                </c:pt>
                <c:pt idx="3595">
                  <c:v>7.8783799999999993E-6</c:v>
                </c:pt>
                <c:pt idx="3596">
                  <c:v>7.8588500000000002E-6</c:v>
                </c:pt>
                <c:pt idx="3597">
                  <c:v>7.8392999999999996E-6</c:v>
                </c:pt>
                <c:pt idx="3598">
                  <c:v>7.8203500000000004E-6</c:v>
                </c:pt>
                <c:pt idx="3599">
                  <c:v>7.8017000000000002E-6</c:v>
                </c:pt>
                <c:pt idx="3600">
                  <c:v>7.7828499999999995E-6</c:v>
                </c:pt>
                <c:pt idx="3601">
                  <c:v>7.7641200000000005E-6</c:v>
                </c:pt>
                <c:pt idx="3602">
                  <c:v>7.7458499999999997E-6</c:v>
                </c:pt>
                <c:pt idx="3603">
                  <c:v>7.7275199999999998E-6</c:v>
                </c:pt>
                <c:pt idx="3604">
                  <c:v>7.7091700000000003E-6</c:v>
                </c:pt>
                <c:pt idx="3605">
                  <c:v>7.6911100000000006E-6</c:v>
                </c:pt>
                <c:pt idx="3606">
                  <c:v>7.6738499999999994E-6</c:v>
                </c:pt>
                <c:pt idx="3607">
                  <c:v>7.6569600000000003E-6</c:v>
                </c:pt>
                <c:pt idx="3608">
                  <c:v>7.6397799999999996E-6</c:v>
                </c:pt>
                <c:pt idx="3609">
                  <c:v>7.6220199999999997E-6</c:v>
                </c:pt>
                <c:pt idx="3610">
                  <c:v>7.6038599999999999E-6</c:v>
                </c:pt>
                <c:pt idx="3611">
                  <c:v>7.5870600000000003E-6</c:v>
                </c:pt>
                <c:pt idx="3612">
                  <c:v>7.5710199999999997E-6</c:v>
                </c:pt>
                <c:pt idx="3613">
                  <c:v>7.5550200000000002E-6</c:v>
                </c:pt>
                <c:pt idx="3614">
                  <c:v>7.53895E-6</c:v>
                </c:pt>
                <c:pt idx="3615">
                  <c:v>7.5220500000000003E-6</c:v>
                </c:pt>
                <c:pt idx="3616">
                  <c:v>7.5049699999999997E-6</c:v>
                </c:pt>
                <c:pt idx="3617">
                  <c:v>7.4881399999999998E-6</c:v>
                </c:pt>
                <c:pt idx="3618">
                  <c:v>7.4721799999999997E-6</c:v>
                </c:pt>
                <c:pt idx="3619">
                  <c:v>7.4568100000000002E-6</c:v>
                </c:pt>
                <c:pt idx="3620">
                  <c:v>7.4408400000000002E-6</c:v>
                </c:pt>
                <c:pt idx="3621">
                  <c:v>7.4251700000000001E-6</c:v>
                </c:pt>
                <c:pt idx="3622">
                  <c:v>7.4100000000000002E-6</c:v>
                </c:pt>
                <c:pt idx="3623">
                  <c:v>7.3949899999999996E-6</c:v>
                </c:pt>
                <c:pt idx="3624">
                  <c:v>7.3800399999999999E-6</c:v>
                </c:pt>
                <c:pt idx="3625">
                  <c:v>7.36441E-6</c:v>
                </c:pt>
                <c:pt idx="3626">
                  <c:v>7.3488599999999998E-6</c:v>
                </c:pt>
                <c:pt idx="3627">
                  <c:v>7.3336200000000001E-6</c:v>
                </c:pt>
                <c:pt idx="3628">
                  <c:v>7.3193899999999999E-6</c:v>
                </c:pt>
                <c:pt idx="3629">
                  <c:v>7.3054899999999999E-6</c:v>
                </c:pt>
                <c:pt idx="3630">
                  <c:v>7.2909099999999998E-6</c:v>
                </c:pt>
                <c:pt idx="3631">
                  <c:v>7.2765999999999999E-6</c:v>
                </c:pt>
                <c:pt idx="3632">
                  <c:v>7.2623800000000004E-6</c:v>
                </c:pt>
                <c:pt idx="3633">
                  <c:v>7.2480900000000003E-6</c:v>
                </c:pt>
                <c:pt idx="3634">
                  <c:v>7.2337699999999997E-6</c:v>
                </c:pt>
                <c:pt idx="3635">
                  <c:v>7.2197499999999998E-6</c:v>
                </c:pt>
                <c:pt idx="3636">
                  <c:v>7.2059199999999996E-6</c:v>
                </c:pt>
                <c:pt idx="3637">
                  <c:v>7.1926499999999997E-6</c:v>
                </c:pt>
                <c:pt idx="3638">
                  <c:v>7.1797699999999999E-6</c:v>
                </c:pt>
                <c:pt idx="3639">
                  <c:v>7.1666299999999997E-6</c:v>
                </c:pt>
                <c:pt idx="3640">
                  <c:v>7.1531899999999997E-6</c:v>
                </c:pt>
                <c:pt idx="3641">
                  <c:v>7.13996E-6</c:v>
                </c:pt>
                <c:pt idx="3642">
                  <c:v>7.1274900000000001E-6</c:v>
                </c:pt>
                <c:pt idx="3643">
                  <c:v>7.1149700000000001E-6</c:v>
                </c:pt>
                <c:pt idx="3644">
                  <c:v>7.10205E-6</c:v>
                </c:pt>
                <c:pt idx="3645">
                  <c:v>7.0889799999999997E-6</c:v>
                </c:pt>
                <c:pt idx="3646">
                  <c:v>7.07667E-6</c:v>
                </c:pt>
                <c:pt idx="3647">
                  <c:v>7.0651000000000003E-6</c:v>
                </c:pt>
                <c:pt idx="3648">
                  <c:v>7.05289E-6</c:v>
                </c:pt>
                <c:pt idx="3649">
                  <c:v>7.0400600000000003E-6</c:v>
                </c:pt>
                <c:pt idx="3650">
                  <c:v>7.0275299999999996E-6</c:v>
                </c:pt>
                <c:pt idx="3651">
                  <c:v>7.01619E-6</c:v>
                </c:pt>
                <c:pt idx="3652">
                  <c:v>7.0052399999999997E-6</c:v>
                </c:pt>
                <c:pt idx="3653">
                  <c:v>6.9931400000000003E-6</c:v>
                </c:pt>
                <c:pt idx="3654">
                  <c:v>6.98035E-6</c:v>
                </c:pt>
                <c:pt idx="3655">
                  <c:v>6.96852E-6</c:v>
                </c:pt>
                <c:pt idx="3656">
                  <c:v>6.95732E-6</c:v>
                </c:pt>
                <c:pt idx="3657">
                  <c:v>6.94612E-6</c:v>
                </c:pt>
                <c:pt idx="3658">
                  <c:v>6.9349299999999999E-6</c:v>
                </c:pt>
                <c:pt idx="3659">
                  <c:v>6.9232400000000003E-6</c:v>
                </c:pt>
                <c:pt idx="3660">
                  <c:v>6.9113799999999999E-6</c:v>
                </c:pt>
                <c:pt idx="3661">
                  <c:v>6.9002700000000003E-6</c:v>
                </c:pt>
                <c:pt idx="3662">
                  <c:v>6.8904899999999997E-6</c:v>
                </c:pt>
                <c:pt idx="3663">
                  <c:v>6.8808700000000001E-6</c:v>
                </c:pt>
                <c:pt idx="3664">
                  <c:v>6.8704999999999997E-6</c:v>
                </c:pt>
                <c:pt idx="3665">
                  <c:v>6.8593800000000002E-6</c:v>
                </c:pt>
                <c:pt idx="3666">
                  <c:v>6.8477100000000004E-6</c:v>
                </c:pt>
                <c:pt idx="3667">
                  <c:v>6.8370599999999999E-6</c:v>
                </c:pt>
                <c:pt idx="3668">
                  <c:v>6.8272399999999999E-6</c:v>
                </c:pt>
                <c:pt idx="3669">
                  <c:v>6.8171999999999997E-6</c:v>
                </c:pt>
                <c:pt idx="3670">
                  <c:v>6.8065900000000003E-6</c:v>
                </c:pt>
                <c:pt idx="3671">
                  <c:v>6.79599E-6</c:v>
                </c:pt>
                <c:pt idx="3672">
                  <c:v>6.7864900000000003E-6</c:v>
                </c:pt>
                <c:pt idx="3673">
                  <c:v>6.7761600000000002E-6</c:v>
                </c:pt>
                <c:pt idx="3674">
                  <c:v>6.7651499999999999E-6</c:v>
                </c:pt>
                <c:pt idx="3675">
                  <c:v>6.7543200000000004E-6</c:v>
                </c:pt>
                <c:pt idx="3676">
                  <c:v>6.7439400000000002E-6</c:v>
                </c:pt>
                <c:pt idx="3677">
                  <c:v>6.73442E-6</c:v>
                </c:pt>
                <c:pt idx="3678">
                  <c:v>6.72448E-6</c:v>
                </c:pt>
                <c:pt idx="3679">
                  <c:v>6.7144999999999998E-6</c:v>
                </c:pt>
                <c:pt idx="3680">
                  <c:v>6.7047999999999997E-6</c:v>
                </c:pt>
                <c:pt idx="3681">
                  <c:v>6.6955999999999999E-6</c:v>
                </c:pt>
                <c:pt idx="3682">
                  <c:v>6.6866599999999996E-6</c:v>
                </c:pt>
                <c:pt idx="3683">
                  <c:v>6.6769200000000001E-6</c:v>
                </c:pt>
                <c:pt idx="3684">
                  <c:v>6.6665100000000003E-6</c:v>
                </c:pt>
                <c:pt idx="3685">
                  <c:v>6.6562699999999997E-6</c:v>
                </c:pt>
                <c:pt idx="3686">
                  <c:v>6.6471899999999998E-6</c:v>
                </c:pt>
                <c:pt idx="3687">
                  <c:v>6.6388900000000002E-6</c:v>
                </c:pt>
                <c:pt idx="3688">
                  <c:v>6.6301500000000004E-6</c:v>
                </c:pt>
                <c:pt idx="3689">
                  <c:v>6.62127E-6</c:v>
                </c:pt>
                <c:pt idx="3690">
                  <c:v>6.6123399999999996E-6</c:v>
                </c:pt>
                <c:pt idx="3691">
                  <c:v>6.6031000000000004E-6</c:v>
                </c:pt>
                <c:pt idx="3692">
                  <c:v>6.5940400000000001E-6</c:v>
                </c:pt>
                <c:pt idx="3693">
                  <c:v>6.5853600000000003E-6</c:v>
                </c:pt>
                <c:pt idx="3694">
                  <c:v>6.5764899999999998E-6</c:v>
                </c:pt>
                <c:pt idx="3695">
                  <c:v>6.5672700000000002E-6</c:v>
                </c:pt>
                <c:pt idx="3696">
                  <c:v>6.5586199999999999E-6</c:v>
                </c:pt>
                <c:pt idx="3697">
                  <c:v>6.5500699999999998E-6</c:v>
                </c:pt>
                <c:pt idx="3698">
                  <c:v>6.5408500000000002E-6</c:v>
                </c:pt>
                <c:pt idx="3699">
                  <c:v>6.5325999999999999E-6</c:v>
                </c:pt>
                <c:pt idx="3700">
                  <c:v>6.5242799999999998E-6</c:v>
                </c:pt>
                <c:pt idx="3701">
                  <c:v>6.5152400000000002E-6</c:v>
                </c:pt>
                <c:pt idx="3702">
                  <c:v>6.5070599999999997E-6</c:v>
                </c:pt>
                <c:pt idx="3703">
                  <c:v>6.4986599999999999E-6</c:v>
                </c:pt>
                <c:pt idx="3704">
                  <c:v>6.4899899999999998E-6</c:v>
                </c:pt>
                <c:pt idx="3705">
                  <c:v>6.4815200000000002E-6</c:v>
                </c:pt>
                <c:pt idx="3706">
                  <c:v>6.4734300000000001E-6</c:v>
                </c:pt>
                <c:pt idx="3707">
                  <c:v>6.4656600000000004E-6</c:v>
                </c:pt>
                <c:pt idx="3708">
                  <c:v>6.4574999999999996E-6</c:v>
                </c:pt>
                <c:pt idx="3709">
                  <c:v>6.4496E-6</c:v>
                </c:pt>
                <c:pt idx="3710">
                  <c:v>6.4421900000000001E-6</c:v>
                </c:pt>
                <c:pt idx="3711">
                  <c:v>6.4345500000000001E-6</c:v>
                </c:pt>
                <c:pt idx="3712">
                  <c:v>6.4264300000000004E-6</c:v>
                </c:pt>
                <c:pt idx="3713">
                  <c:v>6.4185499999999997E-6</c:v>
                </c:pt>
                <c:pt idx="3714">
                  <c:v>6.4111499999999996E-6</c:v>
                </c:pt>
                <c:pt idx="3715">
                  <c:v>6.4034100000000002E-6</c:v>
                </c:pt>
                <c:pt idx="3716">
                  <c:v>6.3953600000000004E-6</c:v>
                </c:pt>
                <c:pt idx="3717">
                  <c:v>6.3871000000000002E-6</c:v>
                </c:pt>
                <c:pt idx="3718">
                  <c:v>6.3791800000000001E-6</c:v>
                </c:pt>
                <c:pt idx="3719">
                  <c:v>6.3725600000000004E-6</c:v>
                </c:pt>
                <c:pt idx="3720">
                  <c:v>6.3658699999999999E-6</c:v>
                </c:pt>
                <c:pt idx="3721">
                  <c:v>6.3580699999999998E-6</c:v>
                </c:pt>
                <c:pt idx="3722">
                  <c:v>6.3500000000000002E-6</c:v>
                </c:pt>
                <c:pt idx="3723">
                  <c:v>6.3425300000000002E-6</c:v>
                </c:pt>
                <c:pt idx="3724">
                  <c:v>6.3355700000000004E-6</c:v>
                </c:pt>
                <c:pt idx="3725">
                  <c:v>6.3284700000000001E-6</c:v>
                </c:pt>
                <c:pt idx="3726">
                  <c:v>6.3205300000000003E-6</c:v>
                </c:pt>
                <c:pt idx="3727">
                  <c:v>6.3127100000000004E-6</c:v>
                </c:pt>
                <c:pt idx="3728">
                  <c:v>6.30573E-6</c:v>
                </c:pt>
                <c:pt idx="3729">
                  <c:v>6.2982299999999997E-6</c:v>
                </c:pt>
                <c:pt idx="3730">
                  <c:v>6.2909500000000003E-6</c:v>
                </c:pt>
                <c:pt idx="3731">
                  <c:v>6.2841499999999998E-6</c:v>
                </c:pt>
                <c:pt idx="3732">
                  <c:v>6.2772099999999997E-6</c:v>
                </c:pt>
                <c:pt idx="3733">
                  <c:v>6.2701100000000002E-6</c:v>
                </c:pt>
                <c:pt idx="3734">
                  <c:v>6.2625800000000003E-6</c:v>
                </c:pt>
                <c:pt idx="3735">
                  <c:v>6.2552900000000002E-6</c:v>
                </c:pt>
                <c:pt idx="3736">
                  <c:v>6.2483799999999996E-6</c:v>
                </c:pt>
                <c:pt idx="3737">
                  <c:v>6.2410099999999999E-6</c:v>
                </c:pt>
                <c:pt idx="3738">
                  <c:v>6.2338700000000002E-6</c:v>
                </c:pt>
                <c:pt idx="3739">
                  <c:v>6.2271199999999998E-6</c:v>
                </c:pt>
                <c:pt idx="3740">
                  <c:v>6.2208800000000003E-6</c:v>
                </c:pt>
                <c:pt idx="3741">
                  <c:v>6.2147300000000004E-6</c:v>
                </c:pt>
                <c:pt idx="3742">
                  <c:v>6.2075000000000003E-6</c:v>
                </c:pt>
                <c:pt idx="3743">
                  <c:v>6.2004199999999997E-6</c:v>
                </c:pt>
                <c:pt idx="3744">
                  <c:v>6.19408E-6</c:v>
                </c:pt>
                <c:pt idx="3745">
                  <c:v>6.18759E-6</c:v>
                </c:pt>
                <c:pt idx="3746">
                  <c:v>6.1805499999999996E-6</c:v>
                </c:pt>
                <c:pt idx="3747">
                  <c:v>6.1738199999999998E-6</c:v>
                </c:pt>
                <c:pt idx="3748">
                  <c:v>6.16691E-6</c:v>
                </c:pt>
                <c:pt idx="3749">
                  <c:v>6.1597200000000002E-6</c:v>
                </c:pt>
                <c:pt idx="3750">
                  <c:v>6.1532499999999999E-6</c:v>
                </c:pt>
                <c:pt idx="3751">
                  <c:v>6.1464199999999998E-6</c:v>
                </c:pt>
                <c:pt idx="3752">
                  <c:v>6.1390699999999998E-6</c:v>
                </c:pt>
                <c:pt idx="3753">
                  <c:v>6.1322399999999998E-6</c:v>
                </c:pt>
                <c:pt idx="3754">
                  <c:v>6.1258800000000004E-6</c:v>
                </c:pt>
                <c:pt idx="3755">
                  <c:v>6.1196900000000002E-6</c:v>
                </c:pt>
                <c:pt idx="3756">
                  <c:v>6.1132399999999996E-6</c:v>
                </c:pt>
                <c:pt idx="3757">
                  <c:v>6.1060200000000002E-6</c:v>
                </c:pt>
                <c:pt idx="3758">
                  <c:v>6.0997299999999998E-6</c:v>
                </c:pt>
                <c:pt idx="3759">
                  <c:v>6.0943500000000004E-6</c:v>
                </c:pt>
                <c:pt idx="3760">
                  <c:v>6.0881799999999999E-6</c:v>
                </c:pt>
                <c:pt idx="3761">
                  <c:v>6.0818500000000001E-6</c:v>
                </c:pt>
                <c:pt idx="3762">
                  <c:v>6.07605E-6</c:v>
                </c:pt>
                <c:pt idx="3763">
                  <c:v>6.0704399999999998E-6</c:v>
                </c:pt>
                <c:pt idx="3764">
                  <c:v>6.0646899999999999E-6</c:v>
                </c:pt>
                <c:pt idx="3765">
                  <c:v>6.0584999999999997E-6</c:v>
                </c:pt>
                <c:pt idx="3766">
                  <c:v>6.0511600000000004E-6</c:v>
                </c:pt>
                <c:pt idx="3767">
                  <c:v>6.0442399999999999E-6</c:v>
                </c:pt>
                <c:pt idx="3768">
                  <c:v>6.0387399999999997E-6</c:v>
                </c:pt>
                <c:pt idx="3769">
                  <c:v>6.0333299999999999E-6</c:v>
                </c:pt>
                <c:pt idx="3770">
                  <c:v>6.0268499999999997E-6</c:v>
                </c:pt>
                <c:pt idx="3771">
                  <c:v>6.0199200000000003E-6</c:v>
                </c:pt>
                <c:pt idx="3772">
                  <c:v>6.0135199999999998E-6</c:v>
                </c:pt>
                <c:pt idx="3773">
                  <c:v>6.0075100000000004E-6</c:v>
                </c:pt>
                <c:pt idx="3774">
                  <c:v>6.0019299999999996E-6</c:v>
                </c:pt>
                <c:pt idx="3775">
                  <c:v>5.99599E-6</c:v>
                </c:pt>
                <c:pt idx="3776">
                  <c:v>5.98933E-6</c:v>
                </c:pt>
                <c:pt idx="3777">
                  <c:v>5.9831299999999999E-6</c:v>
                </c:pt>
                <c:pt idx="3778">
                  <c:v>5.97778E-6</c:v>
                </c:pt>
                <c:pt idx="3779">
                  <c:v>5.9729199999999997E-6</c:v>
                </c:pt>
                <c:pt idx="3780">
                  <c:v>5.9674099999999997E-6</c:v>
                </c:pt>
                <c:pt idx="3781">
                  <c:v>5.9607000000000004E-6</c:v>
                </c:pt>
                <c:pt idx="3782">
                  <c:v>5.9544899999999996E-6</c:v>
                </c:pt>
                <c:pt idx="3783">
                  <c:v>5.9493300000000003E-6</c:v>
                </c:pt>
                <c:pt idx="3784">
                  <c:v>5.9432400000000004E-6</c:v>
                </c:pt>
                <c:pt idx="3785">
                  <c:v>5.93683E-6</c:v>
                </c:pt>
                <c:pt idx="3786">
                  <c:v>5.9315099999999997E-6</c:v>
                </c:pt>
                <c:pt idx="3787">
                  <c:v>5.9260499999999998E-6</c:v>
                </c:pt>
                <c:pt idx="3788">
                  <c:v>5.9201500000000004E-6</c:v>
                </c:pt>
                <c:pt idx="3789">
                  <c:v>5.9142099999999999E-6</c:v>
                </c:pt>
                <c:pt idx="3790">
                  <c:v>5.9082499999999997E-6</c:v>
                </c:pt>
                <c:pt idx="3791">
                  <c:v>5.9026799999999997E-6</c:v>
                </c:pt>
                <c:pt idx="3792">
                  <c:v>5.8968400000000003E-6</c:v>
                </c:pt>
                <c:pt idx="3793">
                  <c:v>5.8902199999999997E-6</c:v>
                </c:pt>
                <c:pt idx="3794">
                  <c:v>5.8840300000000003E-6</c:v>
                </c:pt>
                <c:pt idx="3795">
                  <c:v>5.8783899999999996E-6</c:v>
                </c:pt>
                <c:pt idx="3796">
                  <c:v>5.8733299999999997E-6</c:v>
                </c:pt>
                <c:pt idx="3797">
                  <c:v>5.8684499999999997E-6</c:v>
                </c:pt>
                <c:pt idx="3798">
                  <c:v>5.8629500000000003E-6</c:v>
                </c:pt>
                <c:pt idx="3799">
                  <c:v>5.8574299999999996E-6</c:v>
                </c:pt>
                <c:pt idx="3800">
                  <c:v>5.8519099999999997E-6</c:v>
                </c:pt>
                <c:pt idx="3801">
                  <c:v>5.8457900000000001E-6</c:v>
                </c:pt>
                <c:pt idx="3802">
                  <c:v>5.8397799999999998E-6</c:v>
                </c:pt>
                <c:pt idx="3803">
                  <c:v>5.8345900000000002E-6</c:v>
                </c:pt>
                <c:pt idx="3804">
                  <c:v>5.8289799999999999E-6</c:v>
                </c:pt>
                <c:pt idx="3805">
                  <c:v>5.8231299999999998E-6</c:v>
                </c:pt>
                <c:pt idx="3806">
                  <c:v>5.8175900000000001E-6</c:v>
                </c:pt>
                <c:pt idx="3807">
                  <c:v>5.8120700000000002E-6</c:v>
                </c:pt>
                <c:pt idx="3808">
                  <c:v>5.8065500000000003E-6</c:v>
                </c:pt>
                <c:pt idx="3809">
                  <c:v>5.8007299999999998E-6</c:v>
                </c:pt>
                <c:pt idx="3810">
                  <c:v>5.7948099999999998E-6</c:v>
                </c:pt>
                <c:pt idx="3811">
                  <c:v>5.7888499999999996E-6</c:v>
                </c:pt>
                <c:pt idx="3812">
                  <c:v>5.7832900000000003E-6</c:v>
                </c:pt>
                <c:pt idx="3813">
                  <c:v>5.7778500000000001E-6</c:v>
                </c:pt>
                <c:pt idx="3814">
                  <c:v>5.7717600000000001E-6</c:v>
                </c:pt>
                <c:pt idx="3815">
                  <c:v>5.7657499999999998E-6</c:v>
                </c:pt>
                <c:pt idx="3816">
                  <c:v>5.7604599999999999E-6</c:v>
                </c:pt>
                <c:pt idx="3817">
                  <c:v>5.7552200000000001E-6</c:v>
                </c:pt>
                <c:pt idx="3818">
                  <c:v>5.75029E-6</c:v>
                </c:pt>
                <c:pt idx="3819">
                  <c:v>5.7453599999999998E-6</c:v>
                </c:pt>
                <c:pt idx="3820">
                  <c:v>5.7405299999999999E-6</c:v>
                </c:pt>
                <c:pt idx="3821">
                  <c:v>5.7357400000000002E-6</c:v>
                </c:pt>
                <c:pt idx="3822">
                  <c:v>5.7298700000000004E-6</c:v>
                </c:pt>
                <c:pt idx="3823">
                  <c:v>5.7239299999999999E-6</c:v>
                </c:pt>
                <c:pt idx="3824">
                  <c:v>5.7179699999999997E-6</c:v>
                </c:pt>
                <c:pt idx="3825">
                  <c:v>5.7127999999999998E-6</c:v>
                </c:pt>
                <c:pt idx="3826">
                  <c:v>5.7090800000000004E-6</c:v>
                </c:pt>
                <c:pt idx="3827">
                  <c:v>5.7043700000000004E-6</c:v>
                </c:pt>
                <c:pt idx="3828">
                  <c:v>5.69871E-6</c:v>
                </c:pt>
                <c:pt idx="3829">
                  <c:v>5.6936400000000003E-6</c:v>
                </c:pt>
                <c:pt idx="3830">
                  <c:v>5.6880800000000001E-6</c:v>
                </c:pt>
                <c:pt idx="3831">
                  <c:v>5.6821399999999996E-6</c:v>
                </c:pt>
                <c:pt idx="3832">
                  <c:v>5.6772800000000001E-6</c:v>
                </c:pt>
                <c:pt idx="3833">
                  <c:v>5.6728699999999999E-6</c:v>
                </c:pt>
                <c:pt idx="3834">
                  <c:v>5.6678199999999999E-6</c:v>
                </c:pt>
                <c:pt idx="3835">
                  <c:v>5.6621499999999997E-6</c:v>
                </c:pt>
                <c:pt idx="3836">
                  <c:v>5.6563899999999999E-6</c:v>
                </c:pt>
                <c:pt idx="3837">
                  <c:v>5.6509800000000001E-6</c:v>
                </c:pt>
                <c:pt idx="3838">
                  <c:v>5.6458999999999996E-6</c:v>
                </c:pt>
                <c:pt idx="3839">
                  <c:v>5.6405200000000002E-6</c:v>
                </c:pt>
                <c:pt idx="3840">
                  <c:v>5.6344499999999999E-6</c:v>
                </c:pt>
                <c:pt idx="3841">
                  <c:v>5.6289499999999997E-6</c:v>
                </c:pt>
                <c:pt idx="3842">
                  <c:v>5.62422E-6</c:v>
                </c:pt>
                <c:pt idx="3843">
                  <c:v>5.6193700000000004E-6</c:v>
                </c:pt>
                <c:pt idx="3844">
                  <c:v>5.6142700000000002E-6</c:v>
                </c:pt>
                <c:pt idx="3845">
                  <c:v>5.6089900000000001E-6</c:v>
                </c:pt>
                <c:pt idx="3846">
                  <c:v>5.6039400000000001E-6</c:v>
                </c:pt>
                <c:pt idx="3847">
                  <c:v>5.5986799999999997E-6</c:v>
                </c:pt>
                <c:pt idx="3848">
                  <c:v>5.5930399999999999E-6</c:v>
                </c:pt>
                <c:pt idx="3849">
                  <c:v>5.58798E-6</c:v>
                </c:pt>
                <c:pt idx="3850">
                  <c:v>5.5834099999999996E-6</c:v>
                </c:pt>
                <c:pt idx="3851">
                  <c:v>5.5787999999999998E-6</c:v>
                </c:pt>
                <c:pt idx="3852">
                  <c:v>5.57408E-6</c:v>
                </c:pt>
                <c:pt idx="3853">
                  <c:v>5.5689299999999997E-6</c:v>
                </c:pt>
                <c:pt idx="3854">
                  <c:v>5.5633300000000001E-6</c:v>
                </c:pt>
                <c:pt idx="3855">
                  <c:v>5.55748E-6</c:v>
                </c:pt>
                <c:pt idx="3856">
                  <c:v>5.5523500000000003E-6</c:v>
                </c:pt>
                <c:pt idx="3857">
                  <c:v>5.5481500000000004E-6</c:v>
                </c:pt>
                <c:pt idx="3858">
                  <c:v>5.5439700000000002E-6</c:v>
                </c:pt>
                <c:pt idx="3859">
                  <c:v>5.5386900000000002E-6</c:v>
                </c:pt>
                <c:pt idx="3860">
                  <c:v>5.5336499999999999E-6</c:v>
                </c:pt>
                <c:pt idx="3861">
                  <c:v>5.5291799999999998E-6</c:v>
                </c:pt>
                <c:pt idx="3862">
                  <c:v>5.5233199999999998E-6</c:v>
                </c:pt>
                <c:pt idx="3863">
                  <c:v>5.51768E-6</c:v>
                </c:pt>
                <c:pt idx="3864">
                  <c:v>5.5131099999999996E-6</c:v>
                </c:pt>
                <c:pt idx="3865">
                  <c:v>5.5085099999999997E-6</c:v>
                </c:pt>
                <c:pt idx="3866">
                  <c:v>5.5037899999999999E-6</c:v>
                </c:pt>
                <c:pt idx="3867">
                  <c:v>5.4989300000000004E-6</c:v>
                </c:pt>
                <c:pt idx="3868">
                  <c:v>5.4940299999999998E-6</c:v>
                </c:pt>
                <c:pt idx="3869">
                  <c:v>5.48931E-6</c:v>
                </c:pt>
                <c:pt idx="3870">
                  <c:v>5.4845599999999997E-6</c:v>
                </c:pt>
                <c:pt idx="3871">
                  <c:v>5.4788900000000003E-6</c:v>
                </c:pt>
                <c:pt idx="3872">
                  <c:v>5.4730199999999997E-6</c:v>
                </c:pt>
                <c:pt idx="3873">
                  <c:v>5.4675900000000001E-6</c:v>
                </c:pt>
                <c:pt idx="3874">
                  <c:v>5.4621900000000001E-6</c:v>
                </c:pt>
                <c:pt idx="3875">
                  <c:v>5.4576099999999999E-6</c:v>
                </c:pt>
                <c:pt idx="3876">
                  <c:v>5.4537900000000003E-6</c:v>
                </c:pt>
                <c:pt idx="3877">
                  <c:v>5.4493399999999999E-6</c:v>
                </c:pt>
                <c:pt idx="3878">
                  <c:v>5.4441699999999999E-6</c:v>
                </c:pt>
                <c:pt idx="3879">
                  <c:v>5.4387699999999999E-6</c:v>
                </c:pt>
                <c:pt idx="3880">
                  <c:v>5.43308E-6</c:v>
                </c:pt>
                <c:pt idx="3881">
                  <c:v>5.4281099999999996E-6</c:v>
                </c:pt>
                <c:pt idx="3882">
                  <c:v>5.42406E-6</c:v>
                </c:pt>
                <c:pt idx="3883">
                  <c:v>5.4198299999999997E-6</c:v>
                </c:pt>
                <c:pt idx="3884">
                  <c:v>5.4151299999999996E-6</c:v>
                </c:pt>
                <c:pt idx="3885">
                  <c:v>5.4100800000000004E-6</c:v>
                </c:pt>
                <c:pt idx="3886">
                  <c:v>5.40482E-6</c:v>
                </c:pt>
                <c:pt idx="3887">
                  <c:v>5.39988E-6</c:v>
                </c:pt>
                <c:pt idx="3888">
                  <c:v>5.3947500000000003E-6</c:v>
                </c:pt>
                <c:pt idx="3889">
                  <c:v>5.3897600000000002E-6</c:v>
                </c:pt>
                <c:pt idx="3890">
                  <c:v>5.3845099999999997E-6</c:v>
                </c:pt>
                <c:pt idx="3891">
                  <c:v>5.3783900000000002E-6</c:v>
                </c:pt>
                <c:pt idx="3892">
                  <c:v>5.3727600000000002E-6</c:v>
                </c:pt>
                <c:pt idx="3893">
                  <c:v>5.3678100000000004E-6</c:v>
                </c:pt>
                <c:pt idx="3894">
                  <c:v>5.3629699999999997E-6</c:v>
                </c:pt>
                <c:pt idx="3895">
                  <c:v>5.3585700000000003E-6</c:v>
                </c:pt>
                <c:pt idx="3896">
                  <c:v>5.3546200000000001E-6</c:v>
                </c:pt>
                <c:pt idx="3897">
                  <c:v>5.3500200000000002E-6</c:v>
                </c:pt>
                <c:pt idx="3898">
                  <c:v>5.3449000000000003E-6</c:v>
                </c:pt>
                <c:pt idx="3899">
                  <c:v>5.3400100000000004E-6</c:v>
                </c:pt>
                <c:pt idx="3900">
                  <c:v>5.3345000000000003E-6</c:v>
                </c:pt>
                <c:pt idx="3901">
                  <c:v>5.3287899999999998E-6</c:v>
                </c:pt>
                <c:pt idx="3902">
                  <c:v>5.3240899999999997E-6</c:v>
                </c:pt>
                <c:pt idx="3903">
                  <c:v>5.31965E-6</c:v>
                </c:pt>
                <c:pt idx="3904">
                  <c:v>5.31488E-6</c:v>
                </c:pt>
                <c:pt idx="3905">
                  <c:v>5.3094100000000002E-6</c:v>
                </c:pt>
                <c:pt idx="3906">
                  <c:v>5.3040100000000002E-6</c:v>
                </c:pt>
                <c:pt idx="3907">
                  <c:v>5.2993199999999999E-6</c:v>
                </c:pt>
                <c:pt idx="3908">
                  <c:v>5.2945699999999997E-6</c:v>
                </c:pt>
                <c:pt idx="3909">
                  <c:v>5.2894100000000004E-6</c:v>
                </c:pt>
                <c:pt idx="3910">
                  <c:v>5.2845E-6</c:v>
                </c:pt>
                <c:pt idx="3911">
                  <c:v>5.2797800000000001E-6</c:v>
                </c:pt>
                <c:pt idx="3912">
                  <c:v>5.2747300000000001E-6</c:v>
                </c:pt>
                <c:pt idx="3913">
                  <c:v>5.2702599999999999E-6</c:v>
                </c:pt>
                <c:pt idx="3914">
                  <c:v>5.2663800000000004E-6</c:v>
                </c:pt>
                <c:pt idx="3915">
                  <c:v>5.2626000000000002E-6</c:v>
                </c:pt>
                <c:pt idx="3916">
                  <c:v>5.2580600000000003E-6</c:v>
                </c:pt>
                <c:pt idx="3917">
                  <c:v>5.2518700000000001E-6</c:v>
                </c:pt>
                <c:pt idx="3918">
                  <c:v>5.2459199999999997E-6</c:v>
                </c:pt>
                <c:pt idx="3919">
                  <c:v>5.2418499999999996E-6</c:v>
                </c:pt>
                <c:pt idx="3920">
                  <c:v>5.2384100000000004E-6</c:v>
                </c:pt>
                <c:pt idx="3921">
                  <c:v>5.23407E-6</c:v>
                </c:pt>
                <c:pt idx="3922">
                  <c:v>5.2286500000000003E-6</c:v>
                </c:pt>
                <c:pt idx="3923">
                  <c:v>5.2229600000000004E-6</c:v>
                </c:pt>
                <c:pt idx="3924">
                  <c:v>5.2179800000000001E-6</c:v>
                </c:pt>
                <c:pt idx="3925">
                  <c:v>5.2135400000000004E-6</c:v>
                </c:pt>
                <c:pt idx="3926">
                  <c:v>5.2087699999999996E-6</c:v>
                </c:pt>
                <c:pt idx="3927">
                  <c:v>5.2035000000000002E-6</c:v>
                </c:pt>
                <c:pt idx="3928">
                  <c:v>5.1985600000000002E-6</c:v>
                </c:pt>
                <c:pt idx="3929">
                  <c:v>5.1941300000000004E-6</c:v>
                </c:pt>
                <c:pt idx="3930">
                  <c:v>5.1891699999999998E-6</c:v>
                </c:pt>
                <c:pt idx="3931">
                  <c:v>5.1844300000000003E-6</c:v>
                </c:pt>
                <c:pt idx="3932">
                  <c:v>5.1803600000000002E-6</c:v>
                </c:pt>
                <c:pt idx="3933">
                  <c:v>5.1762200000000002E-6</c:v>
                </c:pt>
                <c:pt idx="3934">
                  <c:v>5.1716599999999997E-6</c:v>
                </c:pt>
                <c:pt idx="3935">
                  <c:v>5.1664600000000002E-6</c:v>
                </c:pt>
                <c:pt idx="3936">
                  <c:v>5.1611399999999999E-6</c:v>
                </c:pt>
                <c:pt idx="3937">
                  <c:v>5.1558900000000002E-6</c:v>
                </c:pt>
                <c:pt idx="3938">
                  <c:v>5.1506500000000004E-6</c:v>
                </c:pt>
                <c:pt idx="3939">
                  <c:v>5.1464200000000001E-6</c:v>
                </c:pt>
                <c:pt idx="3940">
                  <c:v>5.14252E-6</c:v>
                </c:pt>
                <c:pt idx="3941">
                  <c:v>5.13764E-6</c:v>
                </c:pt>
                <c:pt idx="3942">
                  <c:v>5.1320400000000004E-6</c:v>
                </c:pt>
                <c:pt idx="3943">
                  <c:v>5.1265900000000003E-6</c:v>
                </c:pt>
                <c:pt idx="3944">
                  <c:v>5.1216799999999999E-6</c:v>
                </c:pt>
                <c:pt idx="3945">
                  <c:v>5.1169699999999999E-6</c:v>
                </c:pt>
                <c:pt idx="3946">
                  <c:v>5.1122099999999998E-6</c:v>
                </c:pt>
                <c:pt idx="3947">
                  <c:v>5.1078399999999999E-6</c:v>
                </c:pt>
                <c:pt idx="3948">
                  <c:v>5.1038899999999997E-6</c:v>
                </c:pt>
                <c:pt idx="3949">
                  <c:v>5.0993999999999998E-6</c:v>
                </c:pt>
                <c:pt idx="3950">
                  <c:v>5.0944099999999997E-6</c:v>
                </c:pt>
                <c:pt idx="3951">
                  <c:v>5.0898699999999998E-6</c:v>
                </c:pt>
                <c:pt idx="3952">
                  <c:v>5.0858700000000003E-6</c:v>
                </c:pt>
                <c:pt idx="3953">
                  <c:v>5.0821400000000003E-6</c:v>
                </c:pt>
                <c:pt idx="3954">
                  <c:v>5.0781200000000003E-6</c:v>
                </c:pt>
                <c:pt idx="3955">
                  <c:v>5.0732900000000003E-6</c:v>
                </c:pt>
                <c:pt idx="3956">
                  <c:v>5.0673099999999996E-6</c:v>
                </c:pt>
                <c:pt idx="3957">
                  <c:v>5.0617299999999997E-6</c:v>
                </c:pt>
                <c:pt idx="3958">
                  <c:v>5.0575799999999999E-6</c:v>
                </c:pt>
                <c:pt idx="3959">
                  <c:v>5.0534099999999996E-6</c:v>
                </c:pt>
                <c:pt idx="3960">
                  <c:v>5.0484400000000001E-6</c:v>
                </c:pt>
                <c:pt idx="3961">
                  <c:v>5.0428100000000001E-6</c:v>
                </c:pt>
                <c:pt idx="3962">
                  <c:v>5.0369500000000001E-6</c:v>
                </c:pt>
                <c:pt idx="3963">
                  <c:v>5.0317100000000003E-6</c:v>
                </c:pt>
                <c:pt idx="3964">
                  <c:v>5.02748E-6</c:v>
                </c:pt>
                <c:pt idx="3965">
                  <c:v>5.0233800000000003E-6</c:v>
                </c:pt>
                <c:pt idx="3966">
                  <c:v>5.0188299999999997E-6</c:v>
                </c:pt>
                <c:pt idx="3967">
                  <c:v>5.0141300000000004E-6</c:v>
                </c:pt>
                <c:pt idx="3968">
                  <c:v>5.0097800000000002E-6</c:v>
                </c:pt>
                <c:pt idx="3969">
                  <c:v>5.0050499999999996E-6</c:v>
                </c:pt>
                <c:pt idx="3970">
                  <c:v>5.0002799999999997E-6</c:v>
                </c:pt>
                <c:pt idx="3971">
                  <c:v>4.9959099999999997E-6</c:v>
                </c:pt>
                <c:pt idx="3972">
                  <c:v>4.9912700000000004E-6</c:v>
                </c:pt>
                <c:pt idx="3973">
                  <c:v>4.9866400000000001E-6</c:v>
                </c:pt>
                <c:pt idx="3974">
                  <c:v>4.9819100000000004E-6</c:v>
                </c:pt>
                <c:pt idx="3975">
                  <c:v>4.9770500000000001E-6</c:v>
                </c:pt>
                <c:pt idx="3976">
                  <c:v>4.9726499999999997E-6</c:v>
                </c:pt>
                <c:pt idx="3977">
                  <c:v>4.9684900000000001E-6</c:v>
                </c:pt>
                <c:pt idx="3978">
                  <c:v>4.9643199999999998E-6</c:v>
                </c:pt>
                <c:pt idx="3979">
                  <c:v>4.9597500000000002E-6</c:v>
                </c:pt>
                <c:pt idx="3980">
                  <c:v>4.9543400000000004E-6</c:v>
                </c:pt>
                <c:pt idx="3981">
                  <c:v>4.9485600000000001E-6</c:v>
                </c:pt>
                <c:pt idx="3982">
                  <c:v>4.9434500000000001E-6</c:v>
                </c:pt>
                <c:pt idx="3983">
                  <c:v>4.93926E-6</c:v>
                </c:pt>
                <c:pt idx="3984">
                  <c:v>4.9353799999999997E-6</c:v>
                </c:pt>
                <c:pt idx="3985">
                  <c:v>4.9313900000000001E-6</c:v>
                </c:pt>
                <c:pt idx="3986">
                  <c:v>4.9268799999999997E-6</c:v>
                </c:pt>
                <c:pt idx="3987">
                  <c:v>4.92249E-6</c:v>
                </c:pt>
                <c:pt idx="3988">
                  <c:v>4.9182499999999999E-6</c:v>
                </c:pt>
                <c:pt idx="3989">
                  <c:v>4.9132499999999999E-6</c:v>
                </c:pt>
                <c:pt idx="3990">
                  <c:v>4.9080000000000003E-6</c:v>
                </c:pt>
                <c:pt idx="3991">
                  <c:v>4.9027700000000003E-6</c:v>
                </c:pt>
                <c:pt idx="3992">
                  <c:v>4.8971500000000002E-6</c:v>
                </c:pt>
                <c:pt idx="3993">
                  <c:v>4.8916900000000003E-6</c:v>
                </c:pt>
                <c:pt idx="3994">
                  <c:v>4.8873800000000003E-6</c:v>
                </c:pt>
                <c:pt idx="3995">
                  <c:v>4.8831599999999998E-6</c:v>
                </c:pt>
                <c:pt idx="3996">
                  <c:v>4.87867E-6</c:v>
                </c:pt>
                <c:pt idx="3997">
                  <c:v>4.8739900000000004E-6</c:v>
                </c:pt>
                <c:pt idx="3998">
                  <c:v>4.8686600000000002E-6</c:v>
                </c:pt>
                <c:pt idx="3999">
                  <c:v>4.8647799999999999E-6</c:v>
                </c:pt>
              </c:numCache>
            </c:numRef>
          </c:xVal>
          <c:yVal>
            <c:numRef>
              <c:f>'0.6M 10% NS'!$K$26:$K$4025</c:f>
              <c:numCache>
                <c:formatCode>0.0</c:formatCode>
                <c:ptCount val="4000"/>
                <c:pt idx="0">
                  <c:v>0.50021599999999999</c:v>
                </c:pt>
                <c:pt idx="1">
                  <c:v>0.50006200000000001</c:v>
                </c:pt>
                <c:pt idx="2">
                  <c:v>0.500166</c:v>
                </c:pt>
                <c:pt idx="3">
                  <c:v>0.50036800000000003</c:v>
                </c:pt>
                <c:pt idx="4">
                  <c:v>0.50076799999999999</c:v>
                </c:pt>
                <c:pt idx="5">
                  <c:v>0.50123399999999996</c:v>
                </c:pt>
                <c:pt idx="6">
                  <c:v>0.50172300000000003</c:v>
                </c:pt>
                <c:pt idx="7">
                  <c:v>0.50222</c:v>
                </c:pt>
                <c:pt idx="8">
                  <c:v>0.502718</c:v>
                </c:pt>
                <c:pt idx="9">
                  <c:v>0.50321499999999997</c:v>
                </c:pt>
                <c:pt idx="10">
                  <c:v>0.50371299999999997</c:v>
                </c:pt>
                <c:pt idx="11">
                  <c:v>0.50421300000000002</c:v>
                </c:pt>
                <c:pt idx="12">
                  <c:v>0.504714</c:v>
                </c:pt>
                <c:pt idx="13">
                  <c:v>0.50521400000000005</c:v>
                </c:pt>
                <c:pt idx="14">
                  <c:v>0.50571500000000003</c:v>
                </c:pt>
                <c:pt idx="15">
                  <c:v>0.50621499999999997</c:v>
                </c:pt>
                <c:pt idx="16">
                  <c:v>0.50671500000000003</c:v>
                </c:pt>
                <c:pt idx="17">
                  <c:v>0.50721499999999997</c:v>
                </c:pt>
                <c:pt idx="18">
                  <c:v>0.507714</c:v>
                </c:pt>
                <c:pt idx="19">
                  <c:v>0.508212</c:v>
                </c:pt>
                <c:pt idx="20">
                  <c:v>0.50871</c:v>
                </c:pt>
                <c:pt idx="21">
                  <c:v>0.50920900000000002</c:v>
                </c:pt>
                <c:pt idx="22">
                  <c:v>0.50970800000000005</c:v>
                </c:pt>
                <c:pt idx="23">
                  <c:v>0.51020699999999997</c:v>
                </c:pt>
                <c:pt idx="24">
                  <c:v>0.51070599999999999</c:v>
                </c:pt>
                <c:pt idx="25">
                  <c:v>0.51120600000000005</c:v>
                </c:pt>
                <c:pt idx="26">
                  <c:v>0.51170599999999999</c:v>
                </c:pt>
                <c:pt idx="27">
                  <c:v>0.51220600000000005</c:v>
                </c:pt>
                <c:pt idx="28">
                  <c:v>0.51270499999999997</c:v>
                </c:pt>
                <c:pt idx="29">
                  <c:v>0.51320500000000002</c:v>
                </c:pt>
                <c:pt idx="30">
                  <c:v>0.51370400000000005</c:v>
                </c:pt>
                <c:pt idx="31">
                  <c:v>0.51420500000000002</c:v>
                </c:pt>
                <c:pt idx="32">
                  <c:v>0.51470499999999997</c:v>
                </c:pt>
                <c:pt idx="33">
                  <c:v>0.51520500000000002</c:v>
                </c:pt>
                <c:pt idx="34">
                  <c:v>0.51570400000000005</c:v>
                </c:pt>
                <c:pt idx="35">
                  <c:v>0.516204</c:v>
                </c:pt>
                <c:pt idx="36">
                  <c:v>0.51670499999999997</c:v>
                </c:pt>
                <c:pt idx="37">
                  <c:v>0.51720500000000003</c:v>
                </c:pt>
                <c:pt idx="38">
                  <c:v>0.51770300000000002</c:v>
                </c:pt>
                <c:pt idx="39">
                  <c:v>0.51820200000000005</c:v>
                </c:pt>
                <c:pt idx="40">
                  <c:v>0.51870099999999997</c:v>
                </c:pt>
                <c:pt idx="41">
                  <c:v>0.51920100000000002</c:v>
                </c:pt>
                <c:pt idx="42">
                  <c:v>0.51970099999999997</c:v>
                </c:pt>
                <c:pt idx="43">
                  <c:v>0.5202</c:v>
                </c:pt>
                <c:pt idx="44">
                  <c:v>0.52069799999999999</c:v>
                </c:pt>
                <c:pt idx="45">
                  <c:v>0.52119700000000002</c:v>
                </c:pt>
                <c:pt idx="46">
                  <c:v>0.52169900000000002</c:v>
                </c:pt>
                <c:pt idx="47">
                  <c:v>0.52219899999999997</c:v>
                </c:pt>
                <c:pt idx="48">
                  <c:v>0.522698</c:v>
                </c:pt>
                <c:pt idx="49">
                  <c:v>0.52319700000000002</c:v>
                </c:pt>
                <c:pt idx="50">
                  <c:v>0.52369699999999997</c:v>
                </c:pt>
                <c:pt idx="51">
                  <c:v>0.52419800000000005</c:v>
                </c:pt>
                <c:pt idx="52">
                  <c:v>0.52469900000000003</c:v>
                </c:pt>
                <c:pt idx="53">
                  <c:v>0.5252</c:v>
                </c:pt>
                <c:pt idx="54">
                  <c:v>0.52569900000000003</c:v>
                </c:pt>
                <c:pt idx="55">
                  <c:v>0.5262</c:v>
                </c:pt>
                <c:pt idx="56">
                  <c:v>0.52670099999999997</c:v>
                </c:pt>
                <c:pt idx="57">
                  <c:v>0.52720199999999995</c:v>
                </c:pt>
                <c:pt idx="58">
                  <c:v>0.52770099999999998</c:v>
                </c:pt>
                <c:pt idx="59">
                  <c:v>0.52819899999999997</c:v>
                </c:pt>
                <c:pt idx="60">
                  <c:v>0.528698</c:v>
                </c:pt>
                <c:pt idx="61">
                  <c:v>0.52919799999999995</c:v>
                </c:pt>
                <c:pt idx="62">
                  <c:v>0.529698</c:v>
                </c:pt>
                <c:pt idx="63">
                  <c:v>0.530196</c:v>
                </c:pt>
                <c:pt idx="64">
                  <c:v>0.53069599999999995</c:v>
                </c:pt>
                <c:pt idx="65">
                  <c:v>0.53119700000000003</c:v>
                </c:pt>
                <c:pt idx="66">
                  <c:v>0.53169699999999998</c:v>
                </c:pt>
                <c:pt idx="67">
                  <c:v>0.532196</c:v>
                </c:pt>
                <c:pt idx="68">
                  <c:v>0.532694</c:v>
                </c:pt>
                <c:pt idx="69">
                  <c:v>0.53319099999999997</c:v>
                </c:pt>
                <c:pt idx="70">
                  <c:v>0.53369100000000003</c:v>
                </c:pt>
                <c:pt idx="71">
                  <c:v>0.534192</c:v>
                </c:pt>
                <c:pt idx="72">
                  <c:v>0.53469199999999995</c:v>
                </c:pt>
                <c:pt idx="73">
                  <c:v>0.535192</c:v>
                </c:pt>
                <c:pt idx="74">
                  <c:v>0.53569299999999997</c:v>
                </c:pt>
                <c:pt idx="75">
                  <c:v>0.53619399999999995</c:v>
                </c:pt>
                <c:pt idx="76">
                  <c:v>0.536694</c:v>
                </c:pt>
                <c:pt idx="77">
                  <c:v>0.537192</c:v>
                </c:pt>
                <c:pt idx="78">
                  <c:v>0.53769100000000003</c:v>
                </c:pt>
                <c:pt idx="79">
                  <c:v>0.53818900000000003</c:v>
                </c:pt>
                <c:pt idx="80">
                  <c:v>0.53869</c:v>
                </c:pt>
                <c:pt idx="81">
                  <c:v>0.53918999999999995</c:v>
                </c:pt>
                <c:pt idx="82">
                  <c:v>0.53969100000000003</c:v>
                </c:pt>
                <c:pt idx="83">
                  <c:v>0.54019099999999998</c:v>
                </c:pt>
                <c:pt idx="84">
                  <c:v>0.54069100000000003</c:v>
                </c:pt>
                <c:pt idx="85">
                  <c:v>0.54119300000000004</c:v>
                </c:pt>
                <c:pt idx="86">
                  <c:v>0.54169299999999998</c:v>
                </c:pt>
                <c:pt idx="87">
                  <c:v>0.54219200000000001</c:v>
                </c:pt>
                <c:pt idx="88">
                  <c:v>0.54269100000000003</c:v>
                </c:pt>
                <c:pt idx="89">
                  <c:v>0.54318999999999995</c:v>
                </c:pt>
                <c:pt idx="90">
                  <c:v>0.54369100000000004</c:v>
                </c:pt>
                <c:pt idx="91">
                  <c:v>0.54419200000000001</c:v>
                </c:pt>
                <c:pt idx="92">
                  <c:v>0.54469199999999995</c:v>
                </c:pt>
                <c:pt idx="93">
                  <c:v>0.54519200000000001</c:v>
                </c:pt>
                <c:pt idx="94">
                  <c:v>0.54569400000000001</c:v>
                </c:pt>
                <c:pt idx="95">
                  <c:v>0.54619399999999996</c:v>
                </c:pt>
                <c:pt idx="96">
                  <c:v>0.54669299999999998</c:v>
                </c:pt>
                <c:pt idx="97">
                  <c:v>0.54719200000000001</c:v>
                </c:pt>
                <c:pt idx="98">
                  <c:v>0.54769000000000001</c:v>
                </c:pt>
                <c:pt idx="99">
                  <c:v>0.54818900000000004</c:v>
                </c:pt>
                <c:pt idx="100">
                  <c:v>0.54868899999999998</c:v>
                </c:pt>
                <c:pt idx="101">
                  <c:v>0.54918900000000004</c:v>
                </c:pt>
                <c:pt idx="102">
                  <c:v>0.54968700000000004</c:v>
                </c:pt>
                <c:pt idx="103">
                  <c:v>0.55018500000000004</c:v>
                </c:pt>
                <c:pt idx="104">
                  <c:v>0.55068499999999998</c:v>
                </c:pt>
                <c:pt idx="105">
                  <c:v>0.55118599999999995</c:v>
                </c:pt>
                <c:pt idx="106">
                  <c:v>0.55168499999999998</c:v>
                </c:pt>
                <c:pt idx="107">
                  <c:v>0.55218299999999998</c:v>
                </c:pt>
                <c:pt idx="108">
                  <c:v>0.55268300000000004</c:v>
                </c:pt>
                <c:pt idx="109">
                  <c:v>0.55318299999999998</c:v>
                </c:pt>
                <c:pt idx="110">
                  <c:v>0.55368499999999998</c:v>
                </c:pt>
                <c:pt idx="111">
                  <c:v>0.55418500000000004</c:v>
                </c:pt>
                <c:pt idx="112">
                  <c:v>0.55468499999999998</c:v>
                </c:pt>
                <c:pt idx="113">
                  <c:v>0.55518400000000001</c:v>
                </c:pt>
                <c:pt idx="114">
                  <c:v>0.55568399999999996</c:v>
                </c:pt>
                <c:pt idx="115">
                  <c:v>0.55618299999999998</c:v>
                </c:pt>
                <c:pt idx="116">
                  <c:v>0.55668200000000001</c:v>
                </c:pt>
                <c:pt idx="117">
                  <c:v>0.55718000000000001</c:v>
                </c:pt>
                <c:pt idx="118">
                  <c:v>0.55767900000000004</c:v>
                </c:pt>
                <c:pt idx="119">
                  <c:v>0.55818000000000001</c:v>
                </c:pt>
                <c:pt idx="120">
                  <c:v>0.55867999999999995</c:v>
                </c:pt>
                <c:pt idx="121">
                  <c:v>0.55917899999999998</c:v>
                </c:pt>
                <c:pt idx="122">
                  <c:v>0.55967699999999998</c:v>
                </c:pt>
                <c:pt idx="123">
                  <c:v>0.56017700000000004</c:v>
                </c:pt>
                <c:pt idx="124">
                  <c:v>0.56067900000000004</c:v>
                </c:pt>
                <c:pt idx="125">
                  <c:v>0.56117899999999998</c:v>
                </c:pt>
                <c:pt idx="126">
                  <c:v>0.56167900000000004</c:v>
                </c:pt>
                <c:pt idx="127">
                  <c:v>0.56217799999999996</c:v>
                </c:pt>
                <c:pt idx="128">
                  <c:v>0.56267699999999998</c:v>
                </c:pt>
                <c:pt idx="129">
                  <c:v>0.56317700000000004</c:v>
                </c:pt>
                <c:pt idx="130">
                  <c:v>0.56367800000000001</c:v>
                </c:pt>
                <c:pt idx="131">
                  <c:v>0.56417799999999996</c:v>
                </c:pt>
                <c:pt idx="132">
                  <c:v>0.56467800000000001</c:v>
                </c:pt>
                <c:pt idx="133">
                  <c:v>0.56517899999999999</c:v>
                </c:pt>
                <c:pt idx="134">
                  <c:v>0.56568099999999999</c:v>
                </c:pt>
                <c:pt idx="135">
                  <c:v>0.56618100000000005</c:v>
                </c:pt>
                <c:pt idx="136">
                  <c:v>0.56667999999999996</c:v>
                </c:pt>
                <c:pt idx="137">
                  <c:v>0.56717799999999996</c:v>
                </c:pt>
                <c:pt idx="138">
                  <c:v>0.56767800000000002</c:v>
                </c:pt>
                <c:pt idx="139">
                  <c:v>0.56817899999999999</c:v>
                </c:pt>
                <c:pt idx="140">
                  <c:v>0.56867800000000002</c:v>
                </c:pt>
                <c:pt idx="141">
                  <c:v>0.56917700000000004</c:v>
                </c:pt>
                <c:pt idx="142">
                  <c:v>0.56967400000000001</c:v>
                </c:pt>
                <c:pt idx="143">
                  <c:v>0.57017399999999996</c:v>
                </c:pt>
                <c:pt idx="144">
                  <c:v>0.57067299999999999</c:v>
                </c:pt>
                <c:pt idx="145">
                  <c:v>0.57117200000000001</c:v>
                </c:pt>
                <c:pt idx="146">
                  <c:v>0.57167000000000001</c:v>
                </c:pt>
                <c:pt idx="147">
                  <c:v>0.57216900000000004</c:v>
                </c:pt>
                <c:pt idx="148">
                  <c:v>0.57267000000000001</c:v>
                </c:pt>
                <c:pt idx="149">
                  <c:v>0.57317099999999999</c:v>
                </c:pt>
                <c:pt idx="150">
                  <c:v>0.57367100000000004</c:v>
                </c:pt>
                <c:pt idx="151">
                  <c:v>0.57417200000000002</c:v>
                </c:pt>
                <c:pt idx="152">
                  <c:v>0.57467299999999999</c:v>
                </c:pt>
                <c:pt idx="153">
                  <c:v>0.57517399999999996</c:v>
                </c:pt>
                <c:pt idx="154">
                  <c:v>0.57567400000000002</c:v>
                </c:pt>
                <c:pt idx="155">
                  <c:v>0.57617300000000005</c:v>
                </c:pt>
                <c:pt idx="156">
                  <c:v>0.57667299999999999</c:v>
                </c:pt>
                <c:pt idx="157">
                  <c:v>0.57717200000000002</c:v>
                </c:pt>
                <c:pt idx="158">
                  <c:v>0.57767199999999996</c:v>
                </c:pt>
                <c:pt idx="159">
                  <c:v>0.57817300000000005</c:v>
                </c:pt>
                <c:pt idx="160">
                  <c:v>0.57867299999999999</c:v>
                </c:pt>
                <c:pt idx="161">
                  <c:v>0.57917399999999997</c:v>
                </c:pt>
                <c:pt idx="162">
                  <c:v>0.57967400000000002</c:v>
                </c:pt>
                <c:pt idx="163">
                  <c:v>0.580175</c:v>
                </c:pt>
                <c:pt idx="164">
                  <c:v>0.58067500000000005</c:v>
                </c:pt>
                <c:pt idx="165">
                  <c:v>0.581175</c:v>
                </c:pt>
                <c:pt idx="166">
                  <c:v>0.581673</c:v>
                </c:pt>
                <c:pt idx="167">
                  <c:v>0.58217099999999999</c:v>
                </c:pt>
                <c:pt idx="168">
                  <c:v>0.58267199999999997</c:v>
                </c:pt>
                <c:pt idx="169">
                  <c:v>0.58317300000000005</c:v>
                </c:pt>
                <c:pt idx="170">
                  <c:v>0.583673</c:v>
                </c:pt>
                <c:pt idx="171">
                  <c:v>0.58417200000000002</c:v>
                </c:pt>
                <c:pt idx="172">
                  <c:v>0.58467400000000003</c:v>
                </c:pt>
                <c:pt idx="173">
                  <c:v>0.585175</c:v>
                </c:pt>
                <c:pt idx="174">
                  <c:v>0.58567499999999995</c:v>
                </c:pt>
                <c:pt idx="175">
                  <c:v>0.58617399999999997</c:v>
                </c:pt>
                <c:pt idx="176">
                  <c:v>0.58667199999999997</c:v>
                </c:pt>
                <c:pt idx="177">
                  <c:v>0.58717200000000003</c:v>
                </c:pt>
                <c:pt idx="178">
                  <c:v>0.58767199999999997</c:v>
                </c:pt>
                <c:pt idx="179">
                  <c:v>0.58817200000000003</c:v>
                </c:pt>
                <c:pt idx="180">
                  <c:v>0.58867100000000006</c:v>
                </c:pt>
                <c:pt idx="181">
                  <c:v>0.58916999999999997</c:v>
                </c:pt>
                <c:pt idx="182">
                  <c:v>0.58967000000000003</c:v>
                </c:pt>
                <c:pt idx="183">
                  <c:v>0.590171</c:v>
                </c:pt>
                <c:pt idx="184">
                  <c:v>0.59067000000000003</c:v>
                </c:pt>
                <c:pt idx="185">
                  <c:v>0.59116900000000006</c:v>
                </c:pt>
                <c:pt idx="186">
                  <c:v>0.59166799999999997</c:v>
                </c:pt>
                <c:pt idx="187">
                  <c:v>0.592167</c:v>
                </c:pt>
                <c:pt idx="188">
                  <c:v>0.59266799999999997</c:v>
                </c:pt>
                <c:pt idx="189">
                  <c:v>0.59316800000000003</c:v>
                </c:pt>
                <c:pt idx="190">
                  <c:v>0.59366799999999997</c:v>
                </c:pt>
                <c:pt idx="191">
                  <c:v>0.594167</c:v>
                </c:pt>
                <c:pt idx="192">
                  <c:v>0.59466799999999997</c:v>
                </c:pt>
                <c:pt idx="193">
                  <c:v>0.595167</c:v>
                </c:pt>
                <c:pt idx="194">
                  <c:v>0.59566600000000003</c:v>
                </c:pt>
                <c:pt idx="195">
                  <c:v>0.59616400000000003</c:v>
                </c:pt>
                <c:pt idx="196">
                  <c:v>0.59666200000000003</c:v>
                </c:pt>
                <c:pt idx="197">
                  <c:v>0.597163</c:v>
                </c:pt>
                <c:pt idx="198">
                  <c:v>0.59766399999999997</c:v>
                </c:pt>
                <c:pt idx="199">
                  <c:v>0.59816400000000003</c:v>
                </c:pt>
                <c:pt idx="200">
                  <c:v>0.59866399999999997</c:v>
                </c:pt>
                <c:pt idx="201">
                  <c:v>0.599163</c:v>
                </c:pt>
                <c:pt idx="202">
                  <c:v>0.59966299999999995</c:v>
                </c:pt>
                <c:pt idx="203">
                  <c:v>0.600163</c:v>
                </c:pt>
                <c:pt idx="204">
                  <c:v>0.60066200000000003</c:v>
                </c:pt>
                <c:pt idx="205">
                  <c:v>0.60116199999999997</c:v>
                </c:pt>
                <c:pt idx="206">
                  <c:v>0.60166200000000003</c:v>
                </c:pt>
                <c:pt idx="207">
                  <c:v>0.60216199999999998</c:v>
                </c:pt>
                <c:pt idx="208">
                  <c:v>0.60266200000000003</c:v>
                </c:pt>
                <c:pt idx="209">
                  <c:v>0.60316099999999995</c:v>
                </c:pt>
                <c:pt idx="210">
                  <c:v>0.60365999999999997</c:v>
                </c:pt>
                <c:pt idx="211">
                  <c:v>0.60416099999999995</c:v>
                </c:pt>
                <c:pt idx="212">
                  <c:v>0.60466299999999995</c:v>
                </c:pt>
                <c:pt idx="213">
                  <c:v>0.60516300000000001</c:v>
                </c:pt>
                <c:pt idx="214">
                  <c:v>0.60566200000000003</c:v>
                </c:pt>
                <c:pt idx="215">
                  <c:v>0.60616099999999995</c:v>
                </c:pt>
                <c:pt idx="216">
                  <c:v>0.60666100000000001</c:v>
                </c:pt>
                <c:pt idx="217">
                  <c:v>0.60716199999999998</c:v>
                </c:pt>
                <c:pt idx="218">
                  <c:v>0.60766200000000004</c:v>
                </c:pt>
                <c:pt idx="219">
                  <c:v>0.60816199999999998</c:v>
                </c:pt>
                <c:pt idx="220">
                  <c:v>0.60866100000000001</c:v>
                </c:pt>
                <c:pt idx="221">
                  <c:v>0.60916199999999998</c:v>
                </c:pt>
                <c:pt idx="222">
                  <c:v>0.60966299999999995</c:v>
                </c:pt>
                <c:pt idx="223">
                  <c:v>0.61016199999999998</c:v>
                </c:pt>
                <c:pt idx="224">
                  <c:v>0.61066100000000001</c:v>
                </c:pt>
                <c:pt idx="225">
                  <c:v>0.61116000000000004</c:v>
                </c:pt>
                <c:pt idx="226">
                  <c:v>0.61166100000000001</c:v>
                </c:pt>
                <c:pt idx="227">
                  <c:v>0.61216199999999998</c:v>
                </c:pt>
                <c:pt idx="228">
                  <c:v>0.61266100000000001</c:v>
                </c:pt>
                <c:pt idx="229">
                  <c:v>0.61316000000000004</c:v>
                </c:pt>
                <c:pt idx="230">
                  <c:v>0.61365899999999995</c:v>
                </c:pt>
                <c:pt idx="231">
                  <c:v>0.61416000000000004</c:v>
                </c:pt>
                <c:pt idx="232">
                  <c:v>0.61465999999999998</c:v>
                </c:pt>
                <c:pt idx="233">
                  <c:v>0.61515799999999998</c:v>
                </c:pt>
                <c:pt idx="234">
                  <c:v>0.61565599999999998</c:v>
                </c:pt>
                <c:pt idx="235">
                  <c:v>0.61615500000000001</c:v>
                </c:pt>
                <c:pt idx="236">
                  <c:v>0.61665599999999998</c:v>
                </c:pt>
                <c:pt idx="237">
                  <c:v>0.61715600000000004</c:v>
                </c:pt>
                <c:pt idx="238">
                  <c:v>0.61765499999999995</c:v>
                </c:pt>
                <c:pt idx="239">
                  <c:v>0.61815500000000001</c:v>
                </c:pt>
                <c:pt idx="240">
                  <c:v>0.61865599999999998</c:v>
                </c:pt>
                <c:pt idx="241">
                  <c:v>0.61915799999999999</c:v>
                </c:pt>
                <c:pt idx="242">
                  <c:v>0.61965800000000004</c:v>
                </c:pt>
                <c:pt idx="243">
                  <c:v>0.62015799999999999</c:v>
                </c:pt>
                <c:pt idx="244">
                  <c:v>0.62065800000000004</c:v>
                </c:pt>
                <c:pt idx="245">
                  <c:v>0.62115799999999999</c:v>
                </c:pt>
                <c:pt idx="246">
                  <c:v>0.62165899999999996</c:v>
                </c:pt>
                <c:pt idx="247">
                  <c:v>0.62216000000000005</c:v>
                </c:pt>
                <c:pt idx="248">
                  <c:v>0.62265999999999999</c:v>
                </c:pt>
                <c:pt idx="249">
                  <c:v>0.62316000000000005</c:v>
                </c:pt>
                <c:pt idx="250">
                  <c:v>0.62366100000000002</c:v>
                </c:pt>
                <c:pt idx="251">
                  <c:v>0.62416400000000005</c:v>
                </c:pt>
                <c:pt idx="252">
                  <c:v>0.62466600000000005</c:v>
                </c:pt>
                <c:pt idx="253">
                  <c:v>0.625166</c:v>
                </c:pt>
                <c:pt idx="254">
                  <c:v>0.625664</c:v>
                </c:pt>
                <c:pt idx="255">
                  <c:v>0.62616300000000003</c:v>
                </c:pt>
                <c:pt idx="256">
                  <c:v>0.62666200000000005</c:v>
                </c:pt>
                <c:pt idx="257">
                  <c:v>0.627162</c:v>
                </c:pt>
                <c:pt idx="258">
                  <c:v>0.62766100000000002</c:v>
                </c:pt>
                <c:pt idx="259">
                  <c:v>0.62816000000000005</c:v>
                </c:pt>
                <c:pt idx="260">
                  <c:v>0.62865899999999997</c:v>
                </c:pt>
                <c:pt idx="261">
                  <c:v>0.62915900000000002</c:v>
                </c:pt>
                <c:pt idx="262">
                  <c:v>0.62965800000000005</c:v>
                </c:pt>
                <c:pt idx="263">
                  <c:v>0.63015699999999997</c:v>
                </c:pt>
                <c:pt idx="264">
                  <c:v>0.63065700000000002</c:v>
                </c:pt>
                <c:pt idx="265">
                  <c:v>0.63115699999999997</c:v>
                </c:pt>
                <c:pt idx="266">
                  <c:v>0.63165700000000002</c:v>
                </c:pt>
                <c:pt idx="267">
                  <c:v>0.63215699999999997</c:v>
                </c:pt>
                <c:pt idx="268">
                  <c:v>0.63265700000000002</c:v>
                </c:pt>
                <c:pt idx="269">
                  <c:v>0.63315699999999997</c:v>
                </c:pt>
                <c:pt idx="270">
                  <c:v>0.63365700000000003</c:v>
                </c:pt>
                <c:pt idx="271">
                  <c:v>0.63415600000000005</c:v>
                </c:pt>
                <c:pt idx="272">
                  <c:v>0.63465499999999997</c:v>
                </c:pt>
                <c:pt idx="273">
                  <c:v>0.63515299999999997</c:v>
                </c:pt>
                <c:pt idx="274">
                  <c:v>0.63565099999999997</c:v>
                </c:pt>
                <c:pt idx="275">
                  <c:v>0.63615100000000002</c:v>
                </c:pt>
                <c:pt idx="276">
                  <c:v>0.636652</c:v>
                </c:pt>
                <c:pt idx="277">
                  <c:v>0.63715200000000005</c:v>
                </c:pt>
                <c:pt idx="278">
                  <c:v>0.63765099999999997</c:v>
                </c:pt>
                <c:pt idx="279">
                  <c:v>0.63815100000000002</c:v>
                </c:pt>
                <c:pt idx="280">
                  <c:v>0.638652</c:v>
                </c:pt>
                <c:pt idx="281">
                  <c:v>0.63915100000000002</c:v>
                </c:pt>
                <c:pt idx="282">
                  <c:v>0.639652</c:v>
                </c:pt>
                <c:pt idx="283">
                  <c:v>0.64015100000000003</c:v>
                </c:pt>
                <c:pt idx="284">
                  <c:v>0.64065000000000005</c:v>
                </c:pt>
                <c:pt idx="285">
                  <c:v>0.64115</c:v>
                </c:pt>
                <c:pt idx="286">
                  <c:v>0.64165000000000005</c:v>
                </c:pt>
                <c:pt idx="287">
                  <c:v>0.64214899999999997</c:v>
                </c:pt>
                <c:pt idx="288">
                  <c:v>0.642648</c:v>
                </c:pt>
                <c:pt idx="289">
                  <c:v>0.64314800000000005</c:v>
                </c:pt>
                <c:pt idx="290">
                  <c:v>0.64364900000000003</c:v>
                </c:pt>
                <c:pt idx="291">
                  <c:v>0.64414899999999997</c:v>
                </c:pt>
                <c:pt idx="292">
                  <c:v>0.64464900000000003</c:v>
                </c:pt>
                <c:pt idx="293">
                  <c:v>0.64514800000000005</c:v>
                </c:pt>
                <c:pt idx="294">
                  <c:v>0.645648</c:v>
                </c:pt>
                <c:pt idx="295">
                  <c:v>0.64614899999999997</c:v>
                </c:pt>
                <c:pt idx="296">
                  <c:v>0.64664900000000003</c:v>
                </c:pt>
                <c:pt idx="297">
                  <c:v>0.64714899999999997</c:v>
                </c:pt>
                <c:pt idx="298">
                  <c:v>0.64764699999999997</c:v>
                </c:pt>
                <c:pt idx="299">
                  <c:v>0.64814700000000003</c:v>
                </c:pt>
                <c:pt idx="300">
                  <c:v>0.648648</c:v>
                </c:pt>
                <c:pt idx="301">
                  <c:v>0.64914700000000003</c:v>
                </c:pt>
                <c:pt idx="302">
                  <c:v>0.64964599999999995</c:v>
                </c:pt>
                <c:pt idx="303">
                  <c:v>0.65014400000000006</c:v>
                </c:pt>
                <c:pt idx="304">
                  <c:v>0.650644</c:v>
                </c:pt>
                <c:pt idx="305">
                  <c:v>0.65114499999999997</c:v>
                </c:pt>
                <c:pt idx="306">
                  <c:v>0.65164500000000003</c:v>
                </c:pt>
                <c:pt idx="307">
                  <c:v>0.65214399999999995</c:v>
                </c:pt>
                <c:pt idx="308">
                  <c:v>0.65264299999999997</c:v>
                </c:pt>
                <c:pt idx="309">
                  <c:v>0.65314399999999995</c:v>
                </c:pt>
                <c:pt idx="310">
                  <c:v>0.65364500000000003</c:v>
                </c:pt>
                <c:pt idx="311">
                  <c:v>0.65414399999999995</c:v>
                </c:pt>
                <c:pt idx="312">
                  <c:v>0.65464199999999995</c:v>
                </c:pt>
                <c:pt idx="313">
                  <c:v>0.65513999999999994</c:v>
                </c:pt>
                <c:pt idx="314">
                  <c:v>0.65563899999999997</c:v>
                </c:pt>
                <c:pt idx="315">
                  <c:v>0.656138</c:v>
                </c:pt>
                <c:pt idx="316">
                  <c:v>0.65663800000000005</c:v>
                </c:pt>
                <c:pt idx="317">
                  <c:v>0.657138</c:v>
                </c:pt>
                <c:pt idx="318">
                  <c:v>0.65763799999999994</c:v>
                </c:pt>
                <c:pt idx="319">
                  <c:v>0.65813900000000003</c:v>
                </c:pt>
                <c:pt idx="320">
                  <c:v>0.65864</c:v>
                </c:pt>
                <c:pt idx="321">
                  <c:v>0.65913900000000003</c:v>
                </c:pt>
                <c:pt idx="322">
                  <c:v>0.65963799999999995</c:v>
                </c:pt>
                <c:pt idx="323">
                  <c:v>0.660138</c:v>
                </c:pt>
                <c:pt idx="324">
                  <c:v>0.66063899999999998</c:v>
                </c:pt>
                <c:pt idx="325">
                  <c:v>0.66113999999999995</c:v>
                </c:pt>
                <c:pt idx="326">
                  <c:v>0.66164100000000003</c:v>
                </c:pt>
                <c:pt idx="327">
                  <c:v>0.66214300000000004</c:v>
                </c:pt>
                <c:pt idx="328">
                  <c:v>0.66264400000000001</c:v>
                </c:pt>
                <c:pt idx="329">
                  <c:v>0.66314600000000001</c:v>
                </c:pt>
                <c:pt idx="330">
                  <c:v>0.66364500000000004</c:v>
                </c:pt>
                <c:pt idx="331">
                  <c:v>0.66414300000000004</c:v>
                </c:pt>
                <c:pt idx="332">
                  <c:v>0.66464100000000004</c:v>
                </c:pt>
                <c:pt idx="333">
                  <c:v>0.66513999999999995</c:v>
                </c:pt>
                <c:pt idx="334">
                  <c:v>0.66564000000000001</c:v>
                </c:pt>
                <c:pt idx="335">
                  <c:v>0.66613900000000004</c:v>
                </c:pt>
                <c:pt idx="336">
                  <c:v>0.66663799999999995</c:v>
                </c:pt>
                <c:pt idx="337">
                  <c:v>0.66713699999999998</c:v>
                </c:pt>
                <c:pt idx="338">
                  <c:v>0.66763700000000004</c:v>
                </c:pt>
                <c:pt idx="339">
                  <c:v>0.66813699999999998</c:v>
                </c:pt>
                <c:pt idx="340">
                  <c:v>0.66863600000000001</c:v>
                </c:pt>
                <c:pt idx="341">
                  <c:v>0.66913500000000004</c:v>
                </c:pt>
                <c:pt idx="342">
                  <c:v>0.66963300000000003</c:v>
                </c:pt>
                <c:pt idx="343">
                  <c:v>0.67013199999999995</c:v>
                </c:pt>
                <c:pt idx="344">
                  <c:v>0.67063399999999995</c:v>
                </c:pt>
                <c:pt idx="345">
                  <c:v>0.67113500000000004</c:v>
                </c:pt>
                <c:pt idx="346">
                  <c:v>0.67163499999999998</c:v>
                </c:pt>
                <c:pt idx="347">
                  <c:v>0.67213400000000001</c:v>
                </c:pt>
                <c:pt idx="348">
                  <c:v>0.67263499999999998</c:v>
                </c:pt>
                <c:pt idx="349">
                  <c:v>0.67313500000000004</c:v>
                </c:pt>
                <c:pt idx="350">
                  <c:v>0.67363499999999998</c:v>
                </c:pt>
                <c:pt idx="351">
                  <c:v>0.67413299999999998</c:v>
                </c:pt>
                <c:pt idx="352">
                  <c:v>0.67463099999999998</c:v>
                </c:pt>
                <c:pt idx="353">
                  <c:v>0.67513000000000001</c:v>
                </c:pt>
                <c:pt idx="354">
                  <c:v>0.67562999999999995</c:v>
                </c:pt>
                <c:pt idx="355">
                  <c:v>0.67613000000000001</c:v>
                </c:pt>
                <c:pt idx="356">
                  <c:v>0.67662900000000004</c:v>
                </c:pt>
                <c:pt idx="357">
                  <c:v>0.67713000000000001</c:v>
                </c:pt>
                <c:pt idx="358">
                  <c:v>0.67763099999999998</c:v>
                </c:pt>
                <c:pt idx="359">
                  <c:v>0.67813199999999996</c:v>
                </c:pt>
                <c:pt idx="360">
                  <c:v>0.67863099999999998</c:v>
                </c:pt>
                <c:pt idx="361">
                  <c:v>0.67913000000000001</c:v>
                </c:pt>
                <c:pt idx="362">
                  <c:v>0.67962900000000004</c:v>
                </c:pt>
                <c:pt idx="363">
                  <c:v>0.68013000000000001</c:v>
                </c:pt>
                <c:pt idx="364">
                  <c:v>0.68063099999999999</c:v>
                </c:pt>
                <c:pt idx="365">
                  <c:v>0.68113100000000004</c:v>
                </c:pt>
                <c:pt idx="366">
                  <c:v>0.68162999999999996</c:v>
                </c:pt>
                <c:pt idx="367">
                  <c:v>0.68213000000000001</c:v>
                </c:pt>
                <c:pt idx="368">
                  <c:v>0.68263200000000002</c:v>
                </c:pt>
                <c:pt idx="369">
                  <c:v>0.68313299999999999</c:v>
                </c:pt>
                <c:pt idx="370">
                  <c:v>0.68363099999999999</c:v>
                </c:pt>
                <c:pt idx="371">
                  <c:v>0.68412899999999999</c:v>
                </c:pt>
                <c:pt idx="372">
                  <c:v>0.68462800000000001</c:v>
                </c:pt>
                <c:pt idx="373">
                  <c:v>0.68512799999999996</c:v>
                </c:pt>
                <c:pt idx="374">
                  <c:v>0.68562900000000004</c:v>
                </c:pt>
                <c:pt idx="375">
                  <c:v>0.68612799999999996</c:v>
                </c:pt>
                <c:pt idx="376">
                  <c:v>0.68662699999999999</c:v>
                </c:pt>
                <c:pt idx="377">
                  <c:v>0.68712499999999999</c:v>
                </c:pt>
                <c:pt idx="378">
                  <c:v>0.68762400000000001</c:v>
                </c:pt>
                <c:pt idx="379">
                  <c:v>0.68812200000000001</c:v>
                </c:pt>
                <c:pt idx="380">
                  <c:v>0.68862100000000004</c:v>
                </c:pt>
                <c:pt idx="381">
                  <c:v>0.68912099999999998</c:v>
                </c:pt>
                <c:pt idx="382">
                  <c:v>0.68962100000000004</c:v>
                </c:pt>
                <c:pt idx="383">
                  <c:v>0.69012200000000001</c:v>
                </c:pt>
                <c:pt idx="384">
                  <c:v>0.69062299999999999</c:v>
                </c:pt>
                <c:pt idx="385">
                  <c:v>0.69112399999999996</c:v>
                </c:pt>
                <c:pt idx="386">
                  <c:v>0.69162400000000002</c:v>
                </c:pt>
                <c:pt idx="387">
                  <c:v>0.69212600000000002</c:v>
                </c:pt>
                <c:pt idx="388">
                  <c:v>0.69262699999999999</c:v>
                </c:pt>
                <c:pt idx="389">
                  <c:v>0.69312700000000005</c:v>
                </c:pt>
                <c:pt idx="390">
                  <c:v>0.69362599999999996</c:v>
                </c:pt>
                <c:pt idx="391">
                  <c:v>0.69412499999999999</c:v>
                </c:pt>
                <c:pt idx="392">
                  <c:v>0.69462599999999997</c:v>
                </c:pt>
                <c:pt idx="393">
                  <c:v>0.69512600000000002</c:v>
                </c:pt>
                <c:pt idx="394">
                  <c:v>0.69562500000000005</c:v>
                </c:pt>
                <c:pt idx="395">
                  <c:v>0.69612399999999997</c:v>
                </c:pt>
                <c:pt idx="396">
                  <c:v>0.69662400000000002</c:v>
                </c:pt>
                <c:pt idx="397">
                  <c:v>0.69712499999999999</c:v>
                </c:pt>
                <c:pt idx="398">
                  <c:v>0.69762500000000005</c:v>
                </c:pt>
                <c:pt idx="399">
                  <c:v>0.69812399999999997</c:v>
                </c:pt>
                <c:pt idx="400">
                  <c:v>0.69862199999999997</c:v>
                </c:pt>
                <c:pt idx="401">
                  <c:v>0.69912099999999999</c:v>
                </c:pt>
                <c:pt idx="402">
                  <c:v>0.69962199999999997</c:v>
                </c:pt>
                <c:pt idx="403">
                  <c:v>0.70012300000000005</c:v>
                </c:pt>
                <c:pt idx="404">
                  <c:v>0.70062400000000002</c:v>
                </c:pt>
                <c:pt idx="405">
                  <c:v>0.701125</c:v>
                </c:pt>
                <c:pt idx="406">
                  <c:v>0.70162500000000005</c:v>
                </c:pt>
                <c:pt idx="407">
                  <c:v>0.70212600000000003</c:v>
                </c:pt>
                <c:pt idx="408">
                  <c:v>0.70262500000000006</c:v>
                </c:pt>
                <c:pt idx="409">
                  <c:v>0.70312200000000002</c:v>
                </c:pt>
                <c:pt idx="410">
                  <c:v>0.70361899999999999</c:v>
                </c:pt>
                <c:pt idx="411">
                  <c:v>0.70411800000000002</c:v>
                </c:pt>
                <c:pt idx="412">
                  <c:v>0.70461799999999997</c:v>
                </c:pt>
                <c:pt idx="413">
                  <c:v>0.70511800000000002</c:v>
                </c:pt>
                <c:pt idx="414">
                  <c:v>0.70561799999999997</c:v>
                </c:pt>
                <c:pt idx="415">
                  <c:v>0.70611800000000002</c:v>
                </c:pt>
                <c:pt idx="416">
                  <c:v>0.70661700000000005</c:v>
                </c:pt>
                <c:pt idx="417">
                  <c:v>0.707117</c:v>
                </c:pt>
                <c:pt idx="418">
                  <c:v>0.70761700000000005</c:v>
                </c:pt>
                <c:pt idx="419">
                  <c:v>0.70811599999999997</c:v>
                </c:pt>
                <c:pt idx="420">
                  <c:v>0.70861499999999999</c:v>
                </c:pt>
                <c:pt idx="421">
                  <c:v>0.70911400000000002</c:v>
                </c:pt>
                <c:pt idx="422">
                  <c:v>0.70961399999999997</c:v>
                </c:pt>
                <c:pt idx="423">
                  <c:v>0.71011500000000005</c:v>
                </c:pt>
                <c:pt idx="424">
                  <c:v>0.71061600000000003</c:v>
                </c:pt>
                <c:pt idx="425">
                  <c:v>0.71111599999999997</c:v>
                </c:pt>
                <c:pt idx="426">
                  <c:v>0.71161700000000006</c:v>
                </c:pt>
                <c:pt idx="427">
                  <c:v>0.71211800000000003</c:v>
                </c:pt>
                <c:pt idx="428">
                  <c:v>0.71261699999999994</c:v>
                </c:pt>
                <c:pt idx="429">
                  <c:v>0.71311500000000005</c:v>
                </c:pt>
                <c:pt idx="430">
                  <c:v>0.71361300000000005</c:v>
                </c:pt>
                <c:pt idx="431">
                  <c:v>0.714113</c:v>
                </c:pt>
                <c:pt idx="432">
                  <c:v>0.71461300000000005</c:v>
                </c:pt>
                <c:pt idx="433">
                  <c:v>0.715113</c:v>
                </c:pt>
                <c:pt idx="434">
                  <c:v>0.71561200000000003</c:v>
                </c:pt>
                <c:pt idx="435">
                  <c:v>0.71611000000000002</c:v>
                </c:pt>
                <c:pt idx="436">
                  <c:v>0.71660999999999997</c:v>
                </c:pt>
                <c:pt idx="437">
                  <c:v>0.717109</c:v>
                </c:pt>
                <c:pt idx="438">
                  <c:v>0.71760900000000005</c:v>
                </c:pt>
                <c:pt idx="439">
                  <c:v>0.71811000000000003</c:v>
                </c:pt>
                <c:pt idx="440">
                  <c:v>0.71860900000000005</c:v>
                </c:pt>
                <c:pt idx="441">
                  <c:v>0.719109</c:v>
                </c:pt>
                <c:pt idx="442">
                  <c:v>0.71960900000000005</c:v>
                </c:pt>
                <c:pt idx="443">
                  <c:v>0.720109</c:v>
                </c:pt>
                <c:pt idx="444">
                  <c:v>0.72060900000000006</c:v>
                </c:pt>
                <c:pt idx="445">
                  <c:v>0.72111000000000003</c:v>
                </c:pt>
                <c:pt idx="446">
                  <c:v>0.72161200000000003</c:v>
                </c:pt>
                <c:pt idx="447">
                  <c:v>0.722113</c:v>
                </c:pt>
                <c:pt idx="448">
                  <c:v>0.72261200000000003</c:v>
                </c:pt>
                <c:pt idx="449">
                  <c:v>0.72311099999999995</c:v>
                </c:pt>
                <c:pt idx="450">
                  <c:v>0.72360999999999998</c:v>
                </c:pt>
                <c:pt idx="451">
                  <c:v>0.724109</c:v>
                </c:pt>
                <c:pt idx="452">
                  <c:v>0.72460899999999995</c:v>
                </c:pt>
                <c:pt idx="453">
                  <c:v>0.72510799999999997</c:v>
                </c:pt>
                <c:pt idx="454">
                  <c:v>0.72560800000000003</c:v>
                </c:pt>
                <c:pt idx="455">
                  <c:v>0.72610799999999998</c:v>
                </c:pt>
                <c:pt idx="456">
                  <c:v>0.72660800000000003</c:v>
                </c:pt>
                <c:pt idx="457">
                  <c:v>0.72710699999999995</c:v>
                </c:pt>
                <c:pt idx="458">
                  <c:v>0.72760499999999995</c:v>
                </c:pt>
                <c:pt idx="459">
                  <c:v>0.72810299999999994</c:v>
                </c:pt>
                <c:pt idx="460">
                  <c:v>0.728603</c:v>
                </c:pt>
                <c:pt idx="461">
                  <c:v>0.72910399999999997</c:v>
                </c:pt>
                <c:pt idx="462">
                  <c:v>0.72960400000000003</c:v>
                </c:pt>
                <c:pt idx="463">
                  <c:v>0.73010299999999995</c:v>
                </c:pt>
                <c:pt idx="464">
                  <c:v>0.73060199999999997</c:v>
                </c:pt>
                <c:pt idx="465">
                  <c:v>0.73110200000000003</c:v>
                </c:pt>
                <c:pt idx="466">
                  <c:v>0.731603</c:v>
                </c:pt>
                <c:pt idx="467">
                  <c:v>0.73210299999999995</c:v>
                </c:pt>
                <c:pt idx="468">
                  <c:v>0.732603</c:v>
                </c:pt>
                <c:pt idx="469">
                  <c:v>0.73310200000000003</c:v>
                </c:pt>
                <c:pt idx="470">
                  <c:v>0.73360199999999998</c:v>
                </c:pt>
                <c:pt idx="471">
                  <c:v>0.73410200000000003</c:v>
                </c:pt>
                <c:pt idx="472">
                  <c:v>0.73460300000000001</c:v>
                </c:pt>
                <c:pt idx="473">
                  <c:v>0.73510399999999998</c:v>
                </c:pt>
                <c:pt idx="474">
                  <c:v>0.73560400000000004</c:v>
                </c:pt>
                <c:pt idx="475">
                  <c:v>0.73610399999999998</c:v>
                </c:pt>
                <c:pt idx="476">
                  <c:v>0.73660499999999995</c:v>
                </c:pt>
                <c:pt idx="477">
                  <c:v>0.73710299999999995</c:v>
                </c:pt>
                <c:pt idx="478">
                  <c:v>0.73760099999999995</c:v>
                </c:pt>
                <c:pt idx="479">
                  <c:v>0.73809899999999995</c:v>
                </c:pt>
                <c:pt idx="480">
                  <c:v>0.73859900000000001</c:v>
                </c:pt>
                <c:pt idx="481">
                  <c:v>0.73909999999999998</c:v>
                </c:pt>
                <c:pt idx="482">
                  <c:v>0.73960099999999995</c:v>
                </c:pt>
                <c:pt idx="483">
                  <c:v>0.74010100000000001</c:v>
                </c:pt>
                <c:pt idx="484">
                  <c:v>0.74060099999999995</c:v>
                </c:pt>
                <c:pt idx="485">
                  <c:v>0.74110100000000001</c:v>
                </c:pt>
                <c:pt idx="486">
                  <c:v>0.74160099999999995</c:v>
                </c:pt>
                <c:pt idx="487">
                  <c:v>0.74210100000000001</c:v>
                </c:pt>
                <c:pt idx="488">
                  <c:v>0.74259900000000001</c:v>
                </c:pt>
                <c:pt idx="489">
                  <c:v>0.74309899999999995</c:v>
                </c:pt>
                <c:pt idx="490">
                  <c:v>0.74360000000000004</c:v>
                </c:pt>
                <c:pt idx="491">
                  <c:v>0.74410100000000001</c:v>
                </c:pt>
                <c:pt idx="492">
                  <c:v>0.74460000000000004</c:v>
                </c:pt>
                <c:pt idx="493">
                  <c:v>0.74509899999999996</c:v>
                </c:pt>
                <c:pt idx="494">
                  <c:v>0.74559900000000001</c:v>
                </c:pt>
                <c:pt idx="495">
                  <c:v>0.74609899999999996</c:v>
                </c:pt>
                <c:pt idx="496">
                  <c:v>0.74660000000000004</c:v>
                </c:pt>
                <c:pt idx="497">
                  <c:v>0.74709899999999996</c:v>
                </c:pt>
                <c:pt idx="498">
                  <c:v>0.74759799999999998</c:v>
                </c:pt>
                <c:pt idx="499">
                  <c:v>0.74809700000000001</c:v>
                </c:pt>
                <c:pt idx="500">
                  <c:v>0.74859799999999999</c:v>
                </c:pt>
                <c:pt idx="501">
                  <c:v>0.74909800000000004</c:v>
                </c:pt>
                <c:pt idx="502">
                  <c:v>0.74959600000000004</c:v>
                </c:pt>
                <c:pt idx="503">
                  <c:v>0.75009499999999996</c:v>
                </c:pt>
                <c:pt idx="504">
                  <c:v>0.75059500000000001</c:v>
                </c:pt>
                <c:pt idx="505">
                  <c:v>0.75109599999999999</c:v>
                </c:pt>
                <c:pt idx="506">
                  <c:v>0.75159500000000001</c:v>
                </c:pt>
                <c:pt idx="507">
                  <c:v>0.75209400000000004</c:v>
                </c:pt>
                <c:pt idx="508">
                  <c:v>0.75259299999999996</c:v>
                </c:pt>
                <c:pt idx="509">
                  <c:v>0.75309199999999998</c:v>
                </c:pt>
                <c:pt idx="510">
                  <c:v>0.75359200000000004</c:v>
                </c:pt>
                <c:pt idx="511">
                  <c:v>0.75409300000000001</c:v>
                </c:pt>
                <c:pt idx="512">
                  <c:v>0.75459399999999999</c:v>
                </c:pt>
                <c:pt idx="513">
                  <c:v>0.75509400000000004</c:v>
                </c:pt>
                <c:pt idx="514">
                  <c:v>0.75559399999999999</c:v>
                </c:pt>
                <c:pt idx="515">
                  <c:v>0.75609499999999996</c:v>
                </c:pt>
                <c:pt idx="516">
                  <c:v>0.75659399999999999</c:v>
                </c:pt>
                <c:pt idx="517">
                  <c:v>0.75709300000000002</c:v>
                </c:pt>
                <c:pt idx="518">
                  <c:v>0.75759200000000004</c:v>
                </c:pt>
                <c:pt idx="519">
                  <c:v>0.75809199999999999</c:v>
                </c:pt>
                <c:pt idx="520">
                  <c:v>0.75859100000000002</c:v>
                </c:pt>
                <c:pt idx="521">
                  <c:v>0.75908900000000001</c:v>
                </c:pt>
                <c:pt idx="522">
                  <c:v>0.75958800000000004</c:v>
                </c:pt>
                <c:pt idx="523">
                  <c:v>0.76008799999999999</c:v>
                </c:pt>
                <c:pt idx="524">
                  <c:v>0.76058999999999999</c:v>
                </c:pt>
                <c:pt idx="525">
                  <c:v>0.76109300000000002</c:v>
                </c:pt>
                <c:pt idx="526">
                  <c:v>0.76159399999999999</c:v>
                </c:pt>
                <c:pt idx="527">
                  <c:v>0.76209300000000002</c:v>
                </c:pt>
                <c:pt idx="528">
                  <c:v>0.76259200000000005</c:v>
                </c:pt>
                <c:pt idx="529">
                  <c:v>0.76309199999999999</c:v>
                </c:pt>
                <c:pt idx="530">
                  <c:v>0.76359200000000005</c:v>
                </c:pt>
                <c:pt idx="531">
                  <c:v>0.76409099999999996</c:v>
                </c:pt>
                <c:pt idx="532">
                  <c:v>0.76458899999999996</c:v>
                </c:pt>
                <c:pt idx="533">
                  <c:v>0.76509000000000005</c:v>
                </c:pt>
                <c:pt idx="534">
                  <c:v>0.76559200000000005</c:v>
                </c:pt>
                <c:pt idx="535">
                  <c:v>0.766092</c:v>
                </c:pt>
                <c:pt idx="536">
                  <c:v>0.76659100000000002</c:v>
                </c:pt>
                <c:pt idx="537">
                  <c:v>0.76709000000000005</c:v>
                </c:pt>
                <c:pt idx="538">
                  <c:v>0.76758899999999997</c:v>
                </c:pt>
                <c:pt idx="539">
                  <c:v>0.76808900000000002</c:v>
                </c:pt>
                <c:pt idx="540">
                  <c:v>0.76859</c:v>
                </c:pt>
                <c:pt idx="541">
                  <c:v>0.76909000000000005</c:v>
                </c:pt>
                <c:pt idx="542">
                  <c:v>0.76958899999999997</c:v>
                </c:pt>
                <c:pt idx="543">
                  <c:v>0.77008900000000002</c:v>
                </c:pt>
                <c:pt idx="544">
                  <c:v>0.77059</c:v>
                </c:pt>
                <c:pt idx="545">
                  <c:v>0.77109099999999997</c:v>
                </c:pt>
                <c:pt idx="546">
                  <c:v>0.77159100000000003</c:v>
                </c:pt>
                <c:pt idx="547">
                  <c:v>0.77208900000000003</c:v>
                </c:pt>
                <c:pt idx="548">
                  <c:v>0.77258700000000002</c:v>
                </c:pt>
                <c:pt idx="549">
                  <c:v>0.77308500000000002</c:v>
                </c:pt>
                <c:pt idx="550">
                  <c:v>0.77358400000000005</c:v>
                </c:pt>
                <c:pt idx="551">
                  <c:v>0.77408299999999997</c:v>
                </c:pt>
                <c:pt idx="552">
                  <c:v>0.77458300000000002</c:v>
                </c:pt>
                <c:pt idx="553">
                  <c:v>0.775084</c:v>
                </c:pt>
                <c:pt idx="554">
                  <c:v>0.77558499999999997</c:v>
                </c:pt>
                <c:pt idx="555">
                  <c:v>0.77608600000000005</c:v>
                </c:pt>
                <c:pt idx="556">
                  <c:v>0.776586</c:v>
                </c:pt>
                <c:pt idx="557">
                  <c:v>0.77708600000000005</c:v>
                </c:pt>
                <c:pt idx="558">
                  <c:v>0.77758700000000003</c:v>
                </c:pt>
                <c:pt idx="559">
                  <c:v>0.77808900000000003</c:v>
                </c:pt>
                <c:pt idx="560">
                  <c:v>0.77859</c:v>
                </c:pt>
                <c:pt idx="561">
                  <c:v>0.77908900000000003</c:v>
                </c:pt>
                <c:pt idx="562">
                  <c:v>0.77958899999999998</c:v>
                </c:pt>
                <c:pt idx="563">
                  <c:v>0.78008999999999995</c:v>
                </c:pt>
                <c:pt idx="564">
                  <c:v>0.78059100000000003</c:v>
                </c:pt>
                <c:pt idx="565">
                  <c:v>0.78108900000000003</c:v>
                </c:pt>
                <c:pt idx="566">
                  <c:v>0.781586</c:v>
                </c:pt>
                <c:pt idx="567">
                  <c:v>0.782084</c:v>
                </c:pt>
                <c:pt idx="568">
                  <c:v>0.78258399999999995</c:v>
                </c:pt>
                <c:pt idx="569">
                  <c:v>0.783084</c:v>
                </c:pt>
                <c:pt idx="570">
                  <c:v>0.78358399999999995</c:v>
                </c:pt>
                <c:pt idx="571">
                  <c:v>0.784084</c:v>
                </c:pt>
                <c:pt idx="572">
                  <c:v>0.78458399999999995</c:v>
                </c:pt>
                <c:pt idx="573">
                  <c:v>0.78508599999999995</c:v>
                </c:pt>
                <c:pt idx="574">
                  <c:v>0.78558600000000001</c:v>
                </c:pt>
                <c:pt idx="575">
                  <c:v>0.78608500000000003</c:v>
                </c:pt>
                <c:pt idx="576">
                  <c:v>0.78658300000000003</c:v>
                </c:pt>
                <c:pt idx="577">
                  <c:v>0.78708199999999995</c:v>
                </c:pt>
                <c:pt idx="578">
                  <c:v>0.78758300000000003</c:v>
                </c:pt>
                <c:pt idx="579">
                  <c:v>0.78808400000000001</c:v>
                </c:pt>
                <c:pt idx="580">
                  <c:v>0.78858399999999995</c:v>
                </c:pt>
                <c:pt idx="581">
                  <c:v>0.78908199999999995</c:v>
                </c:pt>
                <c:pt idx="582">
                  <c:v>0.78958200000000001</c:v>
                </c:pt>
                <c:pt idx="583">
                  <c:v>0.79008199999999995</c:v>
                </c:pt>
                <c:pt idx="584">
                  <c:v>0.79058099999999998</c:v>
                </c:pt>
                <c:pt idx="585">
                  <c:v>0.79107899999999998</c:v>
                </c:pt>
                <c:pt idx="586">
                  <c:v>0.791578</c:v>
                </c:pt>
                <c:pt idx="587">
                  <c:v>0.79207799999999995</c:v>
                </c:pt>
                <c:pt idx="588">
                  <c:v>0.79257900000000003</c:v>
                </c:pt>
                <c:pt idx="589">
                  <c:v>0.79308000000000001</c:v>
                </c:pt>
                <c:pt idx="590">
                  <c:v>0.79357900000000003</c:v>
                </c:pt>
                <c:pt idx="591">
                  <c:v>0.79407799999999995</c:v>
                </c:pt>
                <c:pt idx="592">
                  <c:v>0.79457699999999998</c:v>
                </c:pt>
                <c:pt idx="593">
                  <c:v>0.79507700000000003</c:v>
                </c:pt>
                <c:pt idx="594">
                  <c:v>0.79557800000000001</c:v>
                </c:pt>
                <c:pt idx="595">
                  <c:v>0.79607700000000003</c:v>
                </c:pt>
                <c:pt idx="596">
                  <c:v>0.79657599999999995</c:v>
                </c:pt>
                <c:pt idx="597">
                  <c:v>0.79707700000000004</c:v>
                </c:pt>
                <c:pt idx="598">
                  <c:v>0.79757800000000001</c:v>
                </c:pt>
                <c:pt idx="599">
                  <c:v>0.79807899999999998</c:v>
                </c:pt>
                <c:pt idx="600">
                  <c:v>0.79857900000000004</c:v>
                </c:pt>
                <c:pt idx="601">
                  <c:v>0.79907700000000004</c:v>
                </c:pt>
                <c:pt idx="602">
                  <c:v>0.79957599999999995</c:v>
                </c:pt>
                <c:pt idx="603">
                  <c:v>0.80007399999999995</c:v>
                </c:pt>
                <c:pt idx="604">
                  <c:v>0.80057299999999998</c:v>
                </c:pt>
                <c:pt idx="605">
                  <c:v>0.80107099999999998</c:v>
                </c:pt>
                <c:pt idx="606">
                  <c:v>0.80157</c:v>
                </c:pt>
                <c:pt idx="607">
                  <c:v>0.80207099999999998</c:v>
                </c:pt>
                <c:pt idx="608">
                  <c:v>0.80257199999999995</c:v>
                </c:pt>
                <c:pt idx="609">
                  <c:v>0.80307200000000001</c:v>
                </c:pt>
                <c:pt idx="610">
                  <c:v>0.80357100000000004</c:v>
                </c:pt>
                <c:pt idx="611">
                  <c:v>0.80407200000000001</c:v>
                </c:pt>
                <c:pt idx="612">
                  <c:v>0.80457400000000001</c:v>
                </c:pt>
                <c:pt idx="613">
                  <c:v>0.80507399999999996</c:v>
                </c:pt>
                <c:pt idx="614">
                  <c:v>0.80557400000000001</c:v>
                </c:pt>
                <c:pt idx="615">
                  <c:v>0.80607300000000004</c:v>
                </c:pt>
                <c:pt idx="616">
                  <c:v>0.80657100000000004</c:v>
                </c:pt>
                <c:pt idx="617">
                  <c:v>0.80707200000000001</c:v>
                </c:pt>
                <c:pt idx="618">
                  <c:v>0.80757400000000001</c:v>
                </c:pt>
                <c:pt idx="619">
                  <c:v>0.80807499999999999</c:v>
                </c:pt>
                <c:pt idx="620">
                  <c:v>0.80857500000000004</c:v>
                </c:pt>
                <c:pt idx="621">
                  <c:v>0.80907499999999999</c:v>
                </c:pt>
                <c:pt idx="622">
                  <c:v>0.80957400000000002</c:v>
                </c:pt>
                <c:pt idx="623">
                  <c:v>0.81007300000000004</c:v>
                </c:pt>
                <c:pt idx="624">
                  <c:v>0.81057000000000001</c:v>
                </c:pt>
                <c:pt idx="625">
                  <c:v>0.81106699999999998</c:v>
                </c:pt>
                <c:pt idx="626">
                  <c:v>0.81156499999999998</c:v>
                </c:pt>
                <c:pt idx="627">
                  <c:v>0.81206599999999995</c:v>
                </c:pt>
                <c:pt idx="628">
                  <c:v>0.81256600000000001</c:v>
                </c:pt>
                <c:pt idx="629">
                  <c:v>0.81306599999999996</c:v>
                </c:pt>
                <c:pt idx="630">
                  <c:v>0.81356499999999998</c:v>
                </c:pt>
                <c:pt idx="631">
                  <c:v>0.81406599999999996</c:v>
                </c:pt>
                <c:pt idx="632">
                  <c:v>0.81456700000000004</c:v>
                </c:pt>
                <c:pt idx="633">
                  <c:v>0.81506599999999996</c:v>
                </c:pt>
                <c:pt idx="634">
                  <c:v>0.81556600000000001</c:v>
                </c:pt>
                <c:pt idx="635">
                  <c:v>0.81606699999999999</c:v>
                </c:pt>
                <c:pt idx="636">
                  <c:v>0.81656799999999996</c:v>
                </c:pt>
                <c:pt idx="637">
                  <c:v>0.81706999999999996</c:v>
                </c:pt>
                <c:pt idx="638">
                  <c:v>0.81757199999999997</c:v>
                </c:pt>
                <c:pt idx="639">
                  <c:v>0.81807300000000005</c:v>
                </c:pt>
                <c:pt idx="640">
                  <c:v>0.818573</c:v>
                </c:pt>
                <c:pt idx="641">
                  <c:v>0.81907399999999997</c:v>
                </c:pt>
                <c:pt idx="642">
                  <c:v>0.81957500000000005</c:v>
                </c:pt>
                <c:pt idx="643">
                  <c:v>0.82007300000000005</c:v>
                </c:pt>
                <c:pt idx="644">
                  <c:v>0.82057199999999997</c:v>
                </c:pt>
                <c:pt idx="645">
                  <c:v>0.82106999999999997</c:v>
                </c:pt>
                <c:pt idx="646">
                  <c:v>0.82157000000000002</c:v>
                </c:pt>
                <c:pt idx="647">
                  <c:v>0.822071</c:v>
                </c:pt>
                <c:pt idx="648">
                  <c:v>0.82257100000000005</c:v>
                </c:pt>
                <c:pt idx="649">
                  <c:v>0.82306999999999997</c:v>
                </c:pt>
                <c:pt idx="650">
                  <c:v>0.823569</c:v>
                </c:pt>
                <c:pt idx="651">
                  <c:v>0.82406999999999997</c:v>
                </c:pt>
                <c:pt idx="652">
                  <c:v>0.82457000000000003</c:v>
                </c:pt>
                <c:pt idx="653">
                  <c:v>0.82506900000000005</c:v>
                </c:pt>
                <c:pt idx="654">
                  <c:v>0.82556700000000005</c:v>
                </c:pt>
                <c:pt idx="655">
                  <c:v>0.82606599999999997</c:v>
                </c:pt>
                <c:pt idx="656">
                  <c:v>0.82656499999999999</c:v>
                </c:pt>
                <c:pt idx="657">
                  <c:v>0.82706599999999997</c:v>
                </c:pt>
                <c:pt idx="658">
                  <c:v>0.82756600000000002</c:v>
                </c:pt>
                <c:pt idx="659">
                  <c:v>0.82806500000000005</c:v>
                </c:pt>
                <c:pt idx="660">
                  <c:v>0.828565</c:v>
                </c:pt>
                <c:pt idx="661">
                  <c:v>0.82906500000000005</c:v>
                </c:pt>
                <c:pt idx="662">
                  <c:v>0.829565</c:v>
                </c:pt>
                <c:pt idx="663">
                  <c:v>0.83006400000000002</c:v>
                </c:pt>
                <c:pt idx="664">
                  <c:v>0.83056200000000002</c:v>
                </c:pt>
                <c:pt idx="665">
                  <c:v>0.83106100000000005</c:v>
                </c:pt>
                <c:pt idx="666">
                  <c:v>0.83156099999999999</c:v>
                </c:pt>
                <c:pt idx="667">
                  <c:v>0.83206100000000005</c:v>
                </c:pt>
                <c:pt idx="668">
                  <c:v>0.83255999999999997</c:v>
                </c:pt>
                <c:pt idx="669">
                  <c:v>0.83306000000000002</c:v>
                </c:pt>
                <c:pt idx="670">
                  <c:v>0.83355999999999997</c:v>
                </c:pt>
                <c:pt idx="671">
                  <c:v>0.83406100000000005</c:v>
                </c:pt>
                <c:pt idx="672">
                  <c:v>0.834561</c:v>
                </c:pt>
                <c:pt idx="673">
                  <c:v>0.83506000000000002</c:v>
                </c:pt>
                <c:pt idx="674">
                  <c:v>0.83555900000000005</c:v>
                </c:pt>
                <c:pt idx="675">
                  <c:v>0.836059</c:v>
                </c:pt>
                <c:pt idx="676">
                  <c:v>0.83655999999999997</c:v>
                </c:pt>
                <c:pt idx="677">
                  <c:v>0.83706199999999997</c:v>
                </c:pt>
                <c:pt idx="678">
                  <c:v>0.837561</c:v>
                </c:pt>
                <c:pt idx="679">
                  <c:v>0.83806099999999994</c:v>
                </c:pt>
                <c:pt idx="680">
                  <c:v>0.83856200000000003</c:v>
                </c:pt>
                <c:pt idx="681">
                  <c:v>0.83906400000000003</c:v>
                </c:pt>
                <c:pt idx="682">
                  <c:v>0.83956399999999998</c:v>
                </c:pt>
                <c:pt idx="683">
                  <c:v>0.840063</c:v>
                </c:pt>
                <c:pt idx="684">
                  <c:v>0.840561</c:v>
                </c:pt>
                <c:pt idx="685">
                  <c:v>0.84106099999999995</c:v>
                </c:pt>
                <c:pt idx="686">
                  <c:v>0.841561</c:v>
                </c:pt>
                <c:pt idx="687">
                  <c:v>0.84206099999999995</c:v>
                </c:pt>
                <c:pt idx="688">
                  <c:v>0.842561</c:v>
                </c:pt>
                <c:pt idx="689">
                  <c:v>0.84306000000000003</c:v>
                </c:pt>
                <c:pt idx="690">
                  <c:v>0.84356100000000001</c:v>
                </c:pt>
                <c:pt idx="691">
                  <c:v>0.84406199999999998</c:v>
                </c:pt>
                <c:pt idx="692">
                  <c:v>0.84455999999999998</c:v>
                </c:pt>
                <c:pt idx="693">
                  <c:v>0.84505699999999995</c:v>
                </c:pt>
                <c:pt idx="694">
                  <c:v>0.84555599999999997</c:v>
                </c:pt>
                <c:pt idx="695">
                  <c:v>0.84605600000000003</c:v>
                </c:pt>
                <c:pt idx="696">
                  <c:v>0.84655800000000003</c:v>
                </c:pt>
                <c:pt idx="697">
                  <c:v>0.84705900000000001</c:v>
                </c:pt>
                <c:pt idx="698">
                  <c:v>0.84755899999999995</c:v>
                </c:pt>
                <c:pt idx="699">
                  <c:v>0.84805900000000001</c:v>
                </c:pt>
                <c:pt idx="700">
                  <c:v>0.84855899999999995</c:v>
                </c:pt>
                <c:pt idx="701">
                  <c:v>0.84905799999999998</c:v>
                </c:pt>
                <c:pt idx="702">
                  <c:v>0.84955700000000001</c:v>
                </c:pt>
                <c:pt idx="703">
                  <c:v>0.85005500000000001</c:v>
                </c:pt>
                <c:pt idx="704">
                  <c:v>0.85055499999999995</c:v>
                </c:pt>
                <c:pt idx="705">
                  <c:v>0.85105500000000001</c:v>
                </c:pt>
                <c:pt idx="706">
                  <c:v>0.85155599999999998</c:v>
                </c:pt>
                <c:pt idx="707">
                  <c:v>0.85205500000000001</c:v>
                </c:pt>
                <c:pt idx="708">
                  <c:v>0.85255499999999995</c:v>
                </c:pt>
                <c:pt idx="709">
                  <c:v>0.85305500000000001</c:v>
                </c:pt>
                <c:pt idx="710">
                  <c:v>0.85355499999999995</c:v>
                </c:pt>
                <c:pt idx="711">
                  <c:v>0.85405500000000001</c:v>
                </c:pt>
                <c:pt idx="712">
                  <c:v>0.85455400000000004</c:v>
                </c:pt>
                <c:pt idx="713">
                  <c:v>0.85505399999999998</c:v>
                </c:pt>
                <c:pt idx="714">
                  <c:v>0.85555400000000004</c:v>
                </c:pt>
                <c:pt idx="715">
                  <c:v>0.85605600000000004</c:v>
                </c:pt>
                <c:pt idx="716">
                  <c:v>0.85655700000000001</c:v>
                </c:pt>
                <c:pt idx="717">
                  <c:v>0.85705600000000004</c:v>
                </c:pt>
                <c:pt idx="718">
                  <c:v>0.85755599999999998</c:v>
                </c:pt>
                <c:pt idx="719">
                  <c:v>0.85805699999999996</c:v>
                </c:pt>
                <c:pt idx="720">
                  <c:v>0.85855800000000004</c:v>
                </c:pt>
                <c:pt idx="721">
                  <c:v>0.85905699999999996</c:v>
                </c:pt>
                <c:pt idx="722">
                  <c:v>0.85955599999999999</c:v>
                </c:pt>
                <c:pt idx="723">
                  <c:v>0.86005399999999999</c:v>
                </c:pt>
                <c:pt idx="724">
                  <c:v>0.86055099999999995</c:v>
                </c:pt>
                <c:pt idx="725">
                  <c:v>0.86104800000000004</c:v>
                </c:pt>
                <c:pt idx="726">
                  <c:v>0.86154699999999995</c:v>
                </c:pt>
                <c:pt idx="727">
                  <c:v>0.86204599999999998</c:v>
                </c:pt>
                <c:pt idx="728">
                  <c:v>0.86254699999999995</c:v>
                </c:pt>
                <c:pt idx="729">
                  <c:v>0.86304800000000004</c:v>
                </c:pt>
                <c:pt idx="730">
                  <c:v>0.86355000000000004</c:v>
                </c:pt>
                <c:pt idx="731">
                  <c:v>0.86404999999999998</c:v>
                </c:pt>
                <c:pt idx="732">
                  <c:v>0.86455000000000004</c:v>
                </c:pt>
                <c:pt idx="733">
                  <c:v>0.86504899999999996</c:v>
                </c:pt>
                <c:pt idx="734">
                  <c:v>0.86555000000000004</c:v>
                </c:pt>
                <c:pt idx="735">
                  <c:v>0.86605100000000002</c:v>
                </c:pt>
                <c:pt idx="736">
                  <c:v>0.86655099999999996</c:v>
                </c:pt>
                <c:pt idx="737">
                  <c:v>0.86705100000000002</c:v>
                </c:pt>
                <c:pt idx="738">
                  <c:v>0.86755099999999996</c:v>
                </c:pt>
                <c:pt idx="739">
                  <c:v>0.86805100000000002</c:v>
                </c:pt>
                <c:pt idx="740">
                  <c:v>0.86855099999999996</c:v>
                </c:pt>
                <c:pt idx="741">
                  <c:v>0.86904899999999996</c:v>
                </c:pt>
                <c:pt idx="742">
                  <c:v>0.86954600000000004</c:v>
                </c:pt>
                <c:pt idx="743">
                  <c:v>0.87004499999999996</c:v>
                </c:pt>
                <c:pt idx="744">
                  <c:v>0.87054500000000001</c:v>
                </c:pt>
                <c:pt idx="745">
                  <c:v>0.87104599999999999</c:v>
                </c:pt>
                <c:pt idx="746">
                  <c:v>0.87154600000000004</c:v>
                </c:pt>
                <c:pt idx="747">
                  <c:v>0.87204599999999999</c:v>
                </c:pt>
                <c:pt idx="748">
                  <c:v>0.87254600000000004</c:v>
                </c:pt>
                <c:pt idx="749">
                  <c:v>0.87304599999999999</c:v>
                </c:pt>
                <c:pt idx="750">
                  <c:v>0.87354600000000004</c:v>
                </c:pt>
                <c:pt idx="751">
                  <c:v>0.87404499999999996</c:v>
                </c:pt>
                <c:pt idx="752">
                  <c:v>0.87454399999999999</c:v>
                </c:pt>
                <c:pt idx="753">
                  <c:v>0.87504300000000002</c:v>
                </c:pt>
                <c:pt idx="754">
                  <c:v>0.87554399999999999</c:v>
                </c:pt>
                <c:pt idx="755">
                  <c:v>0.87604400000000004</c:v>
                </c:pt>
                <c:pt idx="756">
                  <c:v>0.87654299999999996</c:v>
                </c:pt>
                <c:pt idx="757">
                  <c:v>0.87704199999999999</c:v>
                </c:pt>
                <c:pt idx="758">
                  <c:v>0.87754200000000004</c:v>
                </c:pt>
                <c:pt idx="759">
                  <c:v>0.87804400000000005</c:v>
                </c:pt>
                <c:pt idx="760">
                  <c:v>0.87854500000000002</c:v>
                </c:pt>
                <c:pt idx="761">
                  <c:v>0.87904400000000005</c:v>
                </c:pt>
                <c:pt idx="762">
                  <c:v>0.87954299999999996</c:v>
                </c:pt>
                <c:pt idx="763">
                  <c:v>0.88004300000000002</c:v>
                </c:pt>
                <c:pt idx="764">
                  <c:v>0.88054299999999996</c:v>
                </c:pt>
                <c:pt idx="765">
                  <c:v>0.88104300000000002</c:v>
                </c:pt>
                <c:pt idx="766">
                  <c:v>0.88154200000000005</c:v>
                </c:pt>
                <c:pt idx="767">
                  <c:v>0.88204099999999996</c:v>
                </c:pt>
                <c:pt idx="768">
                  <c:v>0.88254200000000005</c:v>
                </c:pt>
                <c:pt idx="769">
                  <c:v>0.88304300000000002</c:v>
                </c:pt>
                <c:pt idx="770">
                  <c:v>0.88354200000000005</c:v>
                </c:pt>
                <c:pt idx="771">
                  <c:v>0.88404000000000005</c:v>
                </c:pt>
                <c:pt idx="772">
                  <c:v>0.88453800000000005</c:v>
                </c:pt>
                <c:pt idx="773">
                  <c:v>0.88503799999999999</c:v>
                </c:pt>
                <c:pt idx="774">
                  <c:v>0.88553800000000005</c:v>
                </c:pt>
                <c:pt idx="775">
                  <c:v>0.88603799999999999</c:v>
                </c:pt>
                <c:pt idx="776">
                  <c:v>0.88653700000000002</c:v>
                </c:pt>
                <c:pt idx="777">
                  <c:v>0.88703699999999996</c:v>
                </c:pt>
                <c:pt idx="778">
                  <c:v>0.88753800000000005</c:v>
                </c:pt>
                <c:pt idx="779">
                  <c:v>0.88803900000000002</c:v>
                </c:pt>
                <c:pt idx="780">
                  <c:v>0.88853800000000005</c:v>
                </c:pt>
                <c:pt idx="781">
                  <c:v>0.88903699999999997</c:v>
                </c:pt>
                <c:pt idx="782">
                  <c:v>0.88953700000000002</c:v>
                </c:pt>
                <c:pt idx="783">
                  <c:v>0.890038</c:v>
                </c:pt>
                <c:pt idx="784">
                  <c:v>0.89053800000000005</c:v>
                </c:pt>
                <c:pt idx="785">
                  <c:v>0.89103699999999997</c:v>
                </c:pt>
                <c:pt idx="786">
                  <c:v>0.89153700000000002</c:v>
                </c:pt>
                <c:pt idx="787">
                  <c:v>0.892038</c:v>
                </c:pt>
                <c:pt idx="788">
                  <c:v>0.89253800000000005</c:v>
                </c:pt>
                <c:pt idx="789">
                  <c:v>0.89303900000000003</c:v>
                </c:pt>
                <c:pt idx="790">
                  <c:v>0.89353800000000005</c:v>
                </c:pt>
                <c:pt idx="791">
                  <c:v>0.89403699999999997</c:v>
                </c:pt>
                <c:pt idx="792">
                  <c:v>0.894536</c:v>
                </c:pt>
                <c:pt idx="793">
                  <c:v>0.89503600000000005</c:v>
                </c:pt>
                <c:pt idx="794">
                  <c:v>0.895536</c:v>
                </c:pt>
                <c:pt idx="795">
                  <c:v>0.89603600000000005</c:v>
                </c:pt>
                <c:pt idx="796">
                  <c:v>0.89653700000000003</c:v>
                </c:pt>
                <c:pt idx="797">
                  <c:v>0.89703699999999997</c:v>
                </c:pt>
                <c:pt idx="798">
                  <c:v>0.89753899999999998</c:v>
                </c:pt>
                <c:pt idx="799">
                  <c:v>0.898038</c:v>
                </c:pt>
                <c:pt idx="800">
                  <c:v>0.89853700000000003</c:v>
                </c:pt>
                <c:pt idx="801">
                  <c:v>0.89903599999999995</c:v>
                </c:pt>
                <c:pt idx="802">
                  <c:v>0.89953700000000003</c:v>
                </c:pt>
                <c:pt idx="803">
                  <c:v>0.900038</c:v>
                </c:pt>
                <c:pt idx="804">
                  <c:v>0.90053799999999995</c:v>
                </c:pt>
                <c:pt idx="805">
                  <c:v>0.90103699999999998</c:v>
                </c:pt>
                <c:pt idx="806">
                  <c:v>0.901536</c:v>
                </c:pt>
                <c:pt idx="807">
                  <c:v>0.90203500000000003</c:v>
                </c:pt>
                <c:pt idx="808">
                  <c:v>0.90253499999999998</c:v>
                </c:pt>
                <c:pt idx="809">
                  <c:v>0.903034</c:v>
                </c:pt>
                <c:pt idx="810">
                  <c:v>0.903532</c:v>
                </c:pt>
                <c:pt idx="811">
                  <c:v>0.90403100000000003</c:v>
                </c:pt>
                <c:pt idx="812">
                  <c:v>0.90452999999999995</c:v>
                </c:pt>
                <c:pt idx="813">
                  <c:v>0.90503100000000003</c:v>
                </c:pt>
                <c:pt idx="814">
                  <c:v>0.90553099999999997</c:v>
                </c:pt>
                <c:pt idx="815">
                  <c:v>0.90603199999999995</c:v>
                </c:pt>
                <c:pt idx="816">
                  <c:v>0.90653099999999998</c:v>
                </c:pt>
                <c:pt idx="817">
                  <c:v>0.90703199999999995</c:v>
                </c:pt>
                <c:pt idx="818">
                  <c:v>0.90753300000000003</c:v>
                </c:pt>
                <c:pt idx="819">
                  <c:v>0.90803100000000003</c:v>
                </c:pt>
                <c:pt idx="820">
                  <c:v>0.90852900000000003</c:v>
                </c:pt>
                <c:pt idx="821">
                  <c:v>0.90902700000000003</c:v>
                </c:pt>
                <c:pt idx="822">
                  <c:v>0.90952699999999997</c:v>
                </c:pt>
                <c:pt idx="823">
                  <c:v>0.91002700000000003</c:v>
                </c:pt>
                <c:pt idx="824">
                  <c:v>0.91052599999999995</c:v>
                </c:pt>
                <c:pt idx="825">
                  <c:v>0.911026</c:v>
                </c:pt>
                <c:pt idx="826">
                  <c:v>0.91152699999999998</c:v>
                </c:pt>
                <c:pt idx="827">
                  <c:v>0.91202799999999995</c:v>
                </c:pt>
                <c:pt idx="828">
                  <c:v>0.91252900000000003</c:v>
                </c:pt>
                <c:pt idx="829">
                  <c:v>0.91302899999999998</c:v>
                </c:pt>
                <c:pt idx="830">
                  <c:v>0.91352800000000001</c:v>
                </c:pt>
                <c:pt idx="831">
                  <c:v>0.91402700000000003</c:v>
                </c:pt>
                <c:pt idx="832">
                  <c:v>0.91452800000000001</c:v>
                </c:pt>
                <c:pt idx="833">
                  <c:v>0.91502899999999998</c:v>
                </c:pt>
                <c:pt idx="834">
                  <c:v>0.91552900000000004</c:v>
                </c:pt>
                <c:pt idx="835">
                  <c:v>0.91603000000000001</c:v>
                </c:pt>
                <c:pt idx="836">
                  <c:v>0.91653099999999998</c:v>
                </c:pt>
                <c:pt idx="837">
                  <c:v>0.91703199999999996</c:v>
                </c:pt>
                <c:pt idx="838">
                  <c:v>0.91753200000000001</c:v>
                </c:pt>
                <c:pt idx="839">
                  <c:v>0.91803100000000004</c:v>
                </c:pt>
                <c:pt idx="840">
                  <c:v>0.91852900000000004</c:v>
                </c:pt>
                <c:pt idx="841">
                  <c:v>0.91902799999999996</c:v>
                </c:pt>
                <c:pt idx="842">
                  <c:v>0.91952800000000001</c:v>
                </c:pt>
                <c:pt idx="843">
                  <c:v>0.92002700000000004</c:v>
                </c:pt>
                <c:pt idx="844">
                  <c:v>0.92052699999999998</c:v>
                </c:pt>
                <c:pt idx="845">
                  <c:v>0.92102700000000004</c:v>
                </c:pt>
                <c:pt idx="846">
                  <c:v>0.92152800000000001</c:v>
                </c:pt>
                <c:pt idx="847">
                  <c:v>0.92202899999999999</c:v>
                </c:pt>
                <c:pt idx="848">
                  <c:v>0.92252800000000001</c:v>
                </c:pt>
                <c:pt idx="849">
                  <c:v>0.92302799999999996</c:v>
                </c:pt>
                <c:pt idx="850">
                  <c:v>0.92352699999999999</c:v>
                </c:pt>
                <c:pt idx="851">
                  <c:v>0.92402700000000004</c:v>
                </c:pt>
                <c:pt idx="852">
                  <c:v>0.92452699999999999</c:v>
                </c:pt>
                <c:pt idx="853">
                  <c:v>0.92502700000000004</c:v>
                </c:pt>
                <c:pt idx="854">
                  <c:v>0.92552699999999999</c:v>
                </c:pt>
                <c:pt idx="855">
                  <c:v>0.92602600000000002</c:v>
                </c:pt>
                <c:pt idx="856">
                  <c:v>0.92652800000000002</c:v>
                </c:pt>
                <c:pt idx="857">
                  <c:v>0.92702899999999999</c:v>
                </c:pt>
                <c:pt idx="858">
                  <c:v>0.92752900000000005</c:v>
                </c:pt>
                <c:pt idx="859">
                  <c:v>0.92802700000000005</c:v>
                </c:pt>
                <c:pt idx="860">
                  <c:v>0.92852500000000004</c:v>
                </c:pt>
                <c:pt idx="861">
                  <c:v>0.92902499999999999</c:v>
                </c:pt>
                <c:pt idx="862">
                  <c:v>0.92952599999999996</c:v>
                </c:pt>
                <c:pt idx="863">
                  <c:v>0.93002499999999999</c:v>
                </c:pt>
                <c:pt idx="864">
                  <c:v>0.93052299999999999</c:v>
                </c:pt>
                <c:pt idx="865">
                  <c:v>0.93102200000000002</c:v>
                </c:pt>
                <c:pt idx="866">
                  <c:v>0.93152299999999999</c:v>
                </c:pt>
                <c:pt idx="867">
                  <c:v>0.93202399999999996</c:v>
                </c:pt>
                <c:pt idx="868">
                  <c:v>0.93252299999999999</c:v>
                </c:pt>
                <c:pt idx="869">
                  <c:v>0.93302300000000005</c:v>
                </c:pt>
                <c:pt idx="870">
                  <c:v>0.93352199999999996</c:v>
                </c:pt>
                <c:pt idx="871">
                  <c:v>0.93402200000000002</c:v>
                </c:pt>
                <c:pt idx="872">
                  <c:v>0.93452299999999999</c:v>
                </c:pt>
                <c:pt idx="873">
                  <c:v>0.93502200000000002</c:v>
                </c:pt>
                <c:pt idx="874">
                  <c:v>0.93552199999999996</c:v>
                </c:pt>
                <c:pt idx="875">
                  <c:v>0.93602300000000005</c:v>
                </c:pt>
                <c:pt idx="876">
                  <c:v>0.93652500000000005</c:v>
                </c:pt>
                <c:pt idx="877">
                  <c:v>0.93702399999999997</c:v>
                </c:pt>
                <c:pt idx="878">
                  <c:v>0.93752199999999997</c:v>
                </c:pt>
                <c:pt idx="879">
                  <c:v>0.93802099999999999</c:v>
                </c:pt>
                <c:pt idx="880">
                  <c:v>0.93852000000000002</c:v>
                </c:pt>
                <c:pt idx="881">
                  <c:v>0.93901999999999997</c:v>
                </c:pt>
                <c:pt idx="882">
                  <c:v>0.93952000000000002</c:v>
                </c:pt>
                <c:pt idx="883">
                  <c:v>0.94001999999999997</c:v>
                </c:pt>
                <c:pt idx="884">
                  <c:v>0.94051899999999999</c:v>
                </c:pt>
                <c:pt idx="885">
                  <c:v>0.94101999999999997</c:v>
                </c:pt>
                <c:pt idx="886">
                  <c:v>0.94152000000000002</c:v>
                </c:pt>
                <c:pt idx="887">
                  <c:v>0.94201900000000005</c:v>
                </c:pt>
                <c:pt idx="888">
                  <c:v>0.94251799999999997</c:v>
                </c:pt>
                <c:pt idx="889">
                  <c:v>0.94301599999999997</c:v>
                </c:pt>
                <c:pt idx="890">
                  <c:v>0.94351600000000002</c:v>
                </c:pt>
                <c:pt idx="891">
                  <c:v>0.944017</c:v>
                </c:pt>
                <c:pt idx="892">
                  <c:v>0.94451700000000005</c:v>
                </c:pt>
                <c:pt idx="893">
                  <c:v>0.94501599999999997</c:v>
                </c:pt>
                <c:pt idx="894">
                  <c:v>0.94551600000000002</c:v>
                </c:pt>
                <c:pt idx="895">
                  <c:v>0.946017</c:v>
                </c:pt>
                <c:pt idx="896">
                  <c:v>0.94651700000000005</c:v>
                </c:pt>
                <c:pt idx="897">
                  <c:v>0.94701599999999997</c:v>
                </c:pt>
                <c:pt idx="898">
                  <c:v>0.94751399999999997</c:v>
                </c:pt>
                <c:pt idx="899">
                  <c:v>0.94801299999999999</c:v>
                </c:pt>
                <c:pt idx="900">
                  <c:v>0.94851300000000005</c:v>
                </c:pt>
                <c:pt idx="901">
                  <c:v>0.94901199999999997</c:v>
                </c:pt>
                <c:pt idx="902">
                  <c:v>0.94951200000000002</c:v>
                </c:pt>
                <c:pt idx="903">
                  <c:v>0.95001000000000002</c:v>
                </c:pt>
                <c:pt idx="904">
                  <c:v>0.95050699999999999</c:v>
                </c:pt>
                <c:pt idx="905">
                  <c:v>0.95100700000000005</c:v>
                </c:pt>
                <c:pt idx="906">
                  <c:v>0.95150699999999999</c:v>
                </c:pt>
                <c:pt idx="907">
                  <c:v>0.95200700000000005</c:v>
                </c:pt>
                <c:pt idx="908">
                  <c:v>0.95250699999999999</c:v>
                </c:pt>
                <c:pt idx="909">
                  <c:v>0.95300700000000005</c:v>
                </c:pt>
                <c:pt idx="910">
                  <c:v>0.95350800000000002</c:v>
                </c:pt>
                <c:pt idx="911">
                  <c:v>0.95401000000000002</c:v>
                </c:pt>
                <c:pt idx="912">
                  <c:v>0.95450999999999997</c:v>
                </c:pt>
                <c:pt idx="913">
                  <c:v>0.95501000000000003</c:v>
                </c:pt>
                <c:pt idx="914">
                  <c:v>0.955511</c:v>
                </c:pt>
                <c:pt idx="915">
                  <c:v>0.95601199999999997</c:v>
                </c:pt>
                <c:pt idx="916">
                  <c:v>0.95651399999999998</c:v>
                </c:pt>
                <c:pt idx="917">
                  <c:v>0.95701400000000003</c:v>
                </c:pt>
                <c:pt idx="918">
                  <c:v>0.95751200000000003</c:v>
                </c:pt>
                <c:pt idx="919">
                  <c:v>0.95801099999999995</c:v>
                </c:pt>
                <c:pt idx="920">
                  <c:v>0.958511</c:v>
                </c:pt>
                <c:pt idx="921">
                  <c:v>0.95901000000000003</c:v>
                </c:pt>
                <c:pt idx="922">
                  <c:v>0.95950800000000003</c:v>
                </c:pt>
                <c:pt idx="923">
                  <c:v>0.96000700000000005</c:v>
                </c:pt>
                <c:pt idx="924">
                  <c:v>0.960507</c:v>
                </c:pt>
                <c:pt idx="925">
                  <c:v>0.96100799999999997</c:v>
                </c:pt>
                <c:pt idx="926">
                  <c:v>0.96150800000000003</c:v>
                </c:pt>
                <c:pt idx="927">
                  <c:v>0.96200699999999995</c:v>
                </c:pt>
                <c:pt idx="928">
                  <c:v>0.96250599999999997</c:v>
                </c:pt>
                <c:pt idx="929">
                  <c:v>0.96300600000000003</c:v>
                </c:pt>
                <c:pt idx="930">
                  <c:v>0.963507</c:v>
                </c:pt>
                <c:pt idx="931">
                  <c:v>0.96400699999999995</c:v>
                </c:pt>
                <c:pt idx="932">
                  <c:v>0.964507</c:v>
                </c:pt>
                <c:pt idx="933">
                  <c:v>0.96500699999999995</c:v>
                </c:pt>
                <c:pt idx="934">
                  <c:v>0.965507</c:v>
                </c:pt>
                <c:pt idx="935">
                  <c:v>0.96600699999999995</c:v>
                </c:pt>
                <c:pt idx="936">
                  <c:v>0.96650599999999998</c:v>
                </c:pt>
                <c:pt idx="937">
                  <c:v>0.96700399999999997</c:v>
                </c:pt>
                <c:pt idx="938">
                  <c:v>0.967503</c:v>
                </c:pt>
                <c:pt idx="939">
                  <c:v>0.96800299999999995</c:v>
                </c:pt>
                <c:pt idx="940">
                  <c:v>0.968503</c:v>
                </c:pt>
                <c:pt idx="941">
                  <c:v>0.96900200000000003</c:v>
                </c:pt>
                <c:pt idx="942">
                  <c:v>0.96950099999999995</c:v>
                </c:pt>
                <c:pt idx="943">
                  <c:v>0.97</c:v>
                </c:pt>
                <c:pt idx="944">
                  <c:v>0.970499</c:v>
                </c:pt>
                <c:pt idx="945">
                  <c:v>0.97099899999999995</c:v>
                </c:pt>
                <c:pt idx="946">
                  <c:v>0.971499</c:v>
                </c:pt>
                <c:pt idx="947">
                  <c:v>0.97199800000000003</c:v>
                </c:pt>
                <c:pt idx="948">
                  <c:v>0.97249799999999997</c:v>
                </c:pt>
                <c:pt idx="949">
                  <c:v>0.97299899999999995</c:v>
                </c:pt>
                <c:pt idx="950">
                  <c:v>0.97350000000000003</c:v>
                </c:pt>
                <c:pt idx="951">
                  <c:v>0.97400200000000003</c:v>
                </c:pt>
                <c:pt idx="952">
                  <c:v>0.97450300000000001</c:v>
                </c:pt>
                <c:pt idx="953">
                  <c:v>0.97500399999999998</c:v>
                </c:pt>
                <c:pt idx="954">
                  <c:v>0.97550499999999996</c:v>
                </c:pt>
                <c:pt idx="955">
                  <c:v>0.97600500000000001</c:v>
                </c:pt>
                <c:pt idx="956">
                  <c:v>0.97650400000000004</c:v>
                </c:pt>
                <c:pt idx="957">
                  <c:v>0.97700299999999995</c:v>
                </c:pt>
                <c:pt idx="958">
                  <c:v>0.97750199999999998</c:v>
                </c:pt>
                <c:pt idx="959">
                  <c:v>0.97800200000000004</c:v>
                </c:pt>
                <c:pt idx="960">
                  <c:v>0.97850099999999995</c:v>
                </c:pt>
                <c:pt idx="961">
                  <c:v>0.97900100000000001</c:v>
                </c:pt>
                <c:pt idx="962">
                  <c:v>0.97950000000000004</c:v>
                </c:pt>
                <c:pt idx="963">
                  <c:v>0.98</c:v>
                </c:pt>
                <c:pt idx="964">
                  <c:v>0.98049900000000001</c:v>
                </c:pt>
                <c:pt idx="965">
                  <c:v>0.98099899999999995</c:v>
                </c:pt>
                <c:pt idx="966">
                  <c:v>0.98149799999999998</c:v>
                </c:pt>
                <c:pt idx="967">
                  <c:v>0.98199599999999998</c:v>
                </c:pt>
                <c:pt idx="968">
                  <c:v>0.98249600000000004</c:v>
                </c:pt>
                <c:pt idx="969">
                  <c:v>0.98299700000000001</c:v>
                </c:pt>
                <c:pt idx="970">
                  <c:v>0.98349699999999995</c:v>
                </c:pt>
                <c:pt idx="971">
                  <c:v>0.98399700000000001</c:v>
                </c:pt>
                <c:pt idx="972">
                  <c:v>0.98449699999999996</c:v>
                </c:pt>
                <c:pt idx="973">
                  <c:v>0.98499700000000001</c:v>
                </c:pt>
                <c:pt idx="974">
                  <c:v>0.98549600000000004</c:v>
                </c:pt>
                <c:pt idx="975">
                  <c:v>0.98599400000000004</c:v>
                </c:pt>
                <c:pt idx="976">
                  <c:v>0.98649299999999995</c:v>
                </c:pt>
                <c:pt idx="977">
                  <c:v>0.98699199999999998</c:v>
                </c:pt>
                <c:pt idx="978">
                  <c:v>0.98749200000000004</c:v>
                </c:pt>
                <c:pt idx="979">
                  <c:v>0.98799300000000001</c:v>
                </c:pt>
                <c:pt idx="980">
                  <c:v>0.98849200000000004</c:v>
                </c:pt>
                <c:pt idx="981">
                  <c:v>0.98899099999999995</c:v>
                </c:pt>
                <c:pt idx="982">
                  <c:v>0.98948999999999998</c:v>
                </c:pt>
                <c:pt idx="983">
                  <c:v>0.98998900000000001</c:v>
                </c:pt>
                <c:pt idx="984">
                  <c:v>0.99048899999999995</c:v>
                </c:pt>
                <c:pt idx="985">
                  <c:v>0.99098900000000001</c:v>
                </c:pt>
                <c:pt idx="986">
                  <c:v>0.99148899999999995</c:v>
                </c:pt>
                <c:pt idx="987">
                  <c:v>0.99198900000000001</c:v>
                </c:pt>
                <c:pt idx="988">
                  <c:v>0.99248999999999998</c:v>
                </c:pt>
                <c:pt idx="989">
                  <c:v>0.99299099999999996</c:v>
                </c:pt>
                <c:pt idx="990">
                  <c:v>0.99349100000000001</c:v>
                </c:pt>
                <c:pt idx="991">
                  <c:v>0.99399099999999996</c:v>
                </c:pt>
                <c:pt idx="992">
                  <c:v>0.99449100000000001</c:v>
                </c:pt>
                <c:pt idx="993">
                  <c:v>0.99499199999999999</c:v>
                </c:pt>
                <c:pt idx="994">
                  <c:v>0.99549299999999996</c:v>
                </c:pt>
                <c:pt idx="995">
                  <c:v>0.99599199999999999</c:v>
                </c:pt>
                <c:pt idx="996">
                  <c:v>0.99649100000000002</c:v>
                </c:pt>
                <c:pt idx="997">
                  <c:v>0.99699099999999996</c:v>
                </c:pt>
                <c:pt idx="998">
                  <c:v>0.99749100000000002</c:v>
                </c:pt>
                <c:pt idx="999">
                  <c:v>0.99799099999999996</c:v>
                </c:pt>
                <c:pt idx="1000">
                  <c:v>0.99848999999999999</c:v>
                </c:pt>
                <c:pt idx="1001">
                  <c:v>0.99898799999999999</c:v>
                </c:pt>
                <c:pt idx="1002">
                  <c:v>0.99948700000000001</c:v>
                </c:pt>
                <c:pt idx="1003">
                  <c:v>0.99998699999999996</c:v>
                </c:pt>
                <c:pt idx="1004">
                  <c:v>1.0004900000000001</c:v>
                </c:pt>
                <c:pt idx="1005">
                  <c:v>1.00099</c:v>
                </c:pt>
                <c:pt idx="1006">
                  <c:v>1.00149</c:v>
                </c:pt>
                <c:pt idx="1007">
                  <c:v>1.0019899999999999</c:v>
                </c:pt>
                <c:pt idx="1008">
                  <c:v>1.0024900000000001</c:v>
                </c:pt>
                <c:pt idx="1009">
                  <c:v>1.00299</c:v>
                </c:pt>
                <c:pt idx="1010">
                  <c:v>1.00349</c:v>
                </c:pt>
                <c:pt idx="1011">
                  <c:v>1.0039899999999999</c:v>
                </c:pt>
                <c:pt idx="1012">
                  <c:v>1.0044900000000001</c:v>
                </c:pt>
                <c:pt idx="1013">
                  <c:v>1.00499</c:v>
                </c:pt>
                <c:pt idx="1014">
                  <c:v>1.00549</c:v>
                </c:pt>
                <c:pt idx="1015">
                  <c:v>1.0059800000000001</c:v>
                </c:pt>
                <c:pt idx="1016">
                  <c:v>1.00648</c:v>
                </c:pt>
                <c:pt idx="1017">
                  <c:v>1.00698</c:v>
                </c:pt>
                <c:pt idx="1018">
                  <c:v>1.0074799999999999</c:v>
                </c:pt>
                <c:pt idx="1019">
                  <c:v>1.0079800000000001</c:v>
                </c:pt>
                <c:pt idx="1020">
                  <c:v>1.00848</c:v>
                </c:pt>
                <c:pt idx="1021">
                  <c:v>1.00898</c:v>
                </c:pt>
                <c:pt idx="1022">
                  <c:v>1.0094799999999999</c:v>
                </c:pt>
                <c:pt idx="1023">
                  <c:v>1.0099800000000001</c:v>
                </c:pt>
                <c:pt idx="1024">
                  <c:v>1.01048</c:v>
                </c:pt>
                <c:pt idx="1025">
                  <c:v>1.01098</c:v>
                </c:pt>
                <c:pt idx="1026">
                  <c:v>1.0114799999999999</c:v>
                </c:pt>
                <c:pt idx="1027">
                  <c:v>1.0119800000000001</c:v>
                </c:pt>
                <c:pt idx="1028">
                  <c:v>1.01248</c:v>
                </c:pt>
                <c:pt idx="1029">
                  <c:v>1.01298</c:v>
                </c:pt>
                <c:pt idx="1030">
                  <c:v>1.0134799999999999</c:v>
                </c:pt>
                <c:pt idx="1031">
                  <c:v>1.0139800000000001</c:v>
                </c:pt>
                <c:pt idx="1032">
                  <c:v>1.0144899999999999</c:v>
                </c:pt>
                <c:pt idx="1033">
                  <c:v>1.0149900000000001</c:v>
                </c:pt>
                <c:pt idx="1034">
                  <c:v>1.01549</c:v>
                </c:pt>
                <c:pt idx="1035">
                  <c:v>1.0159800000000001</c:v>
                </c:pt>
                <c:pt idx="1036">
                  <c:v>1.0164800000000001</c:v>
                </c:pt>
                <c:pt idx="1037">
                  <c:v>1.01698</c:v>
                </c:pt>
                <c:pt idx="1038">
                  <c:v>1.0174799999999999</c:v>
                </c:pt>
                <c:pt idx="1039">
                  <c:v>1.0179800000000001</c:v>
                </c:pt>
                <c:pt idx="1040">
                  <c:v>1.0184800000000001</c:v>
                </c:pt>
                <c:pt idx="1041">
                  <c:v>1.01898</c:v>
                </c:pt>
                <c:pt idx="1042">
                  <c:v>1.0194799999999999</c:v>
                </c:pt>
                <c:pt idx="1043">
                  <c:v>1.0199800000000001</c:v>
                </c:pt>
                <c:pt idx="1044">
                  <c:v>1.0204800000000001</c:v>
                </c:pt>
                <c:pt idx="1045">
                  <c:v>1.02098</c:v>
                </c:pt>
                <c:pt idx="1046">
                  <c:v>1.0214700000000001</c:v>
                </c:pt>
                <c:pt idx="1047">
                  <c:v>1.0219800000000001</c:v>
                </c:pt>
                <c:pt idx="1048">
                  <c:v>1.0224800000000001</c:v>
                </c:pt>
                <c:pt idx="1049">
                  <c:v>1.02298</c:v>
                </c:pt>
                <c:pt idx="1050">
                  <c:v>1.0234799999999999</c:v>
                </c:pt>
                <c:pt idx="1051">
                  <c:v>1.0239799999999999</c:v>
                </c:pt>
                <c:pt idx="1052">
                  <c:v>1.0244800000000001</c:v>
                </c:pt>
                <c:pt idx="1053">
                  <c:v>1.02498</c:v>
                </c:pt>
                <c:pt idx="1054">
                  <c:v>1.0254799999999999</c:v>
                </c:pt>
                <c:pt idx="1055">
                  <c:v>1.02597</c:v>
                </c:pt>
                <c:pt idx="1056">
                  <c:v>1.02647</c:v>
                </c:pt>
                <c:pt idx="1057">
                  <c:v>1.0269699999999999</c:v>
                </c:pt>
                <c:pt idx="1058">
                  <c:v>1.0274700000000001</c:v>
                </c:pt>
                <c:pt idx="1059">
                  <c:v>1.0279700000000001</c:v>
                </c:pt>
                <c:pt idx="1060">
                  <c:v>1.02847</c:v>
                </c:pt>
                <c:pt idx="1061">
                  <c:v>1.0289699999999999</c:v>
                </c:pt>
                <c:pt idx="1062">
                  <c:v>1.0294700000000001</c:v>
                </c:pt>
                <c:pt idx="1063">
                  <c:v>1.0299700000000001</c:v>
                </c:pt>
                <c:pt idx="1064">
                  <c:v>1.03047</c:v>
                </c:pt>
                <c:pt idx="1065">
                  <c:v>1.0309699999999999</c:v>
                </c:pt>
                <c:pt idx="1066">
                  <c:v>1.0314700000000001</c:v>
                </c:pt>
                <c:pt idx="1067">
                  <c:v>1.0319700000000001</c:v>
                </c:pt>
                <c:pt idx="1068">
                  <c:v>1.03247</c:v>
                </c:pt>
                <c:pt idx="1069">
                  <c:v>1.0329699999999999</c:v>
                </c:pt>
                <c:pt idx="1070">
                  <c:v>1.0334700000000001</c:v>
                </c:pt>
                <c:pt idx="1071">
                  <c:v>1.0339700000000001</c:v>
                </c:pt>
                <c:pt idx="1072">
                  <c:v>1.03447</c:v>
                </c:pt>
                <c:pt idx="1073">
                  <c:v>1.0349699999999999</c:v>
                </c:pt>
                <c:pt idx="1074">
                  <c:v>1.03546</c:v>
                </c:pt>
                <c:pt idx="1075">
                  <c:v>1.03596</c:v>
                </c:pt>
                <c:pt idx="1076">
                  <c:v>1.0364599999999999</c:v>
                </c:pt>
                <c:pt idx="1077">
                  <c:v>1.0369699999999999</c:v>
                </c:pt>
                <c:pt idx="1078">
                  <c:v>1.0374699999999999</c:v>
                </c:pt>
                <c:pt idx="1079">
                  <c:v>1.0379700000000001</c:v>
                </c:pt>
                <c:pt idx="1080">
                  <c:v>1.03847</c:v>
                </c:pt>
                <c:pt idx="1081">
                  <c:v>1.0389699999999999</c:v>
                </c:pt>
                <c:pt idx="1082">
                  <c:v>1.0394699999999999</c:v>
                </c:pt>
                <c:pt idx="1083">
                  <c:v>1.0399700000000001</c:v>
                </c:pt>
                <c:pt idx="1084">
                  <c:v>1.04047</c:v>
                </c:pt>
                <c:pt idx="1085">
                  <c:v>1.04097</c:v>
                </c:pt>
                <c:pt idx="1086">
                  <c:v>1.0414699999999999</c:v>
                </c:pt>
                <c:pt idx="1087">
                  <c:v>1.0419700000000001</c:v>
                </c:pt>
                <c:pt idx="1088">
                  <c:v>1.04247</c:v>
                </c:pt>
                <c:pt idx="1089">
                  <c:v>1.04297</c:v>
                </c:pt>
                <c:pt idx="1090">
                  <c:v>1.0434699999999999</c:v>
                </c:pt>
                <c:pt idx="1091">
                  <c:v>1.0439700000000001</c:v>
                </c:pt>
                <c:pt idx="1092">
                  <c:v>1.04447</c:v>
                </c:pt>
                <c:pt idx="1093">
                  <c:v>1.04497</c:v>
                </c:pt>
                <c:pt idx="1094">
                  <c:v>1.0454600000000001</c:v>
                </c:pt>
                <c:pt idx="1095">
                  <c:v>1.04596</c:v>
                </c:pt>
                <c:pt idx="1096">
                  <c:v>1.0464599999999999</c:v>
                </c:pt>
                <c:pt idx="1097">
                  <c:v>1.04697</c:v>
                </c:pt>
                <c:pt idx="1098">
                  <c:v>1.0474699999999999</c:v>
                </c:pt>
                <c:pt idx="1099">
                  <c:v>1.04796</c:v>
                </c:pt>
                <c:pt idx="1100">
                  <c:v>1.04847</c:v>
                </c:pt>
                <c:pt idx="1101">
                  <c:v>1.04897</c:v>
                </c:pt>
                <c:pt idx="1102">
                  <c:v>1.0494699999999999</c:v>
                </c:pt>
                <c:pt idx="1103">
                  <c:v>1.04996</c:v>
                </c:pt>
                <c:pt idx="1104">
                  <c:v>1.0504599999999999</c:v>
                </c:pt>
                <c:pt idx="1105">
                  <c:v>1.0509599999999999</c:v>
                </c:pt>
                <c:pt idx="1106">
                  <c:v>1.0514600000000001</c:v>
                </c:pt>
                <c:pt idx="1107">
                  <c:v>1.05196</c:v>
                </c:pt>
                <c:pt idx="1108">
                  <c:v>1.05246</c:v>
                </c:pt>
                <c:pt idx="1109">
                  <c:v>1.0529599999999999</c:v>
                </c:pt>
                <c:pt idx="1110">
                  <c:v>1.0534699999999999</c:v>
                </c:pt>
                <c:pt idx="1111">
                  <c:v>1.0539700000000001</c:v>
                </c:pt>
                <c:pt idx="1112">
                  <c:v>1.05447</c:v>
                </c:pt>
                <c:pt idx="1113">
                  <c:v>1.05497</c:v>
                </c:pt>
                <c:pt idx="1114">
                  <c:v>1.0554600000000001</c:v>
                </c:pt>
                <c:pt idx="1115">
                  <c:v>1.0559700000000001</c:v>
                </c:pt>
                <c:pt idx="1116">
                  <c:v>1.05647</c:v>
                </c:pt>
                <c:pt idx="1117">
                  <c:v>1.05697</c:v>
                </c:pt>
                <c:pt idx="1118">
                  <c:v>1.0574699999999999</c:v>
                </c:pt>
                <c:pt idx="1119">
                  <c:v>1.05796</c:v>
                </c:pt>
                <c:pt idx="1120">
                  <c:v>1.05846</c:v>
                </c:pt>
                <c:pt idx="1121">
                  <c:v>1.0589599999999999</c:v>
                </c:pt>
                <c:pt idx="1122">
                  <c:v>1.0594600000000001</c:v>
                </c:pt>
                <c:pt idx="1123">
                  <c:v>1.05996</c:v>
                </c:pt>
                <c:pt idx="1124">
                  <c:v>1.06046</c:v>
                </c:pt>
                <c:pt idx="1125">
                  <c:v>1.0609599999999999</c:v>
                </c:pt>
                <c:pt idx="1126">
                  <c:v>1.0614600000000001</c:v>
                </c:pt>
                <c:pt idx="1127">
                  <c:v>1.06196</c:v>
                </c:pt>
                <c:pt idx="1128">
                  <c:v>1.06246</c:v>
                </c:pt>
                <c:pt idx="1129">
                  <c:v>1.0629599999999999</c:v>
                </c:pt>
                <c:pt idx="1130">
                  <c:v>1.0634600000000001</c:v>
                </c:pt>
                <c:pt idx="1131">
                  <c:v>1.06396</c:v>
                </c:pt>
                <c:pt idx="1132">
                  <c:v>1.0644499999999999</c:v>
                </c:pt>
                <c:pt idx="1133">
                  <c:v>1.0649500000000001</c:v>
                </c:pt>
                <c:pt idx="1134">
                  <c:v>1.06545</c:v>
                </c:pt>
                <c:pt idx="1135">
                  <c:v>1.06596</c:v>
                </c:pt>
                <c:pt idx="1136">
                  <c:v>1.06646</c:v>
                </c:pt>
                <c:pt idx="1137">
                  <c:v>1.0669599999999999</c:v>
                </c:pt>
                <c:pt idx="1138">
                  <c:v>1.0674600000000001</c:v>
                </c:pt>
                <c:pt idx="1139">
                  <c:v>1.06796</c:v>
                </c:pt>
                <c:pt idx="1140">
                  <c:v>1.06846</c:v>
                </c:pt>
                <c:pt idx="1141">
                  <c:v>1.0689599999999999</c:v>
                </c:pt>
                <c:pt idx="1142">
                  <c:v>1.06945</c:v>
                </c:pt>
                <c:pt idx="1143">
                  <c:v>1.06995</c:v>
                </c:pt>
                <c:pt idx="1144">
                  <c:v>1.0704499999999999</c:v>
                </c:pt>
                <c:pt idx="1145">
                  <c:v>1.0709599999999999</c:v>
                </c:pt>
                <c:pt idx="1146">
                  <c:v>1.0714600000000001</c:v>
                </c:pt>
                <c:pt idx="1147">
                  <c:v>1.07196</c:v>
                </c:pt>
                <c:pt idx="1148">
                  <c:v>1.07246</c:v>
                </c:pt>
                <c:pt idx="1149">
                  <c:v>1.0729599999999999</c:v>
                </c:pt>
                <c:pt idx="1150">
                  <c:v>1.0734600000000001</c:v>
                </c:pt>
                <c:pt idx="1151">
                  <c:v>1.07396</c:v>
                </c:pt>
                <c:pt idx="1152">
                  <c:v>1.07446</c:v>
                </c:pt>
                <c:pt idx="1153">
                  <c:v>1.0749599999999999</c:v>
                </c:pt>
                <c:pt idx="1154">
                  <c:v>1.0754600000000001</c:v>
                </c:pt>
                <c:pt idx="1155">
                  <c:v>1.07596</c:v>
                </c:pt>
                <c:pt idx="1156">
                  <c:v>1.07646</c:v>
                </c:pt>
                <c:pt idx="1157">
                  <c:v>1.0769500000000001</c:v>
                </c:pt>
                <c:pt idx="1158">
                  <c:v>1.07745</c:v>
                </c:pt>
                <c:pt idx="1159">
                  <c:v>1.07796</c:v>
                </c:pt>
                <c:pt idx="1160">
                  <c:v>1.07846</c:v>
                </c:pt>
                <c:pt idx="1161">
                  <c:v>1.0789599999999999</c:v>
                </c:pt>
                <c:pt idx="1162">
                  <c:v>1.07945</c:v>
                </c:pt>
                <c:pt idx="1163">
                  <c:v>1.07995</c:v>
                </c:pt>
                <c:pt idx="1164">
                  <c:v>1.0804499999999999</c:v>
                </c:pt>
                <c:pt idx="1165">
                  <c:v>1.0809599999999999</c:v>
                </c:pt>
                <c:pt idx="1166">
                  <c:v>1.0814600000000001</c:v>
                </c:pt>
                <c:pt idx="1167">
                  <c:v>1.08195</c:v>
                </c:pt>
                <c:pt idx="1168">
                  <c:v>1.0824499999999999</c:v>
                </c:pt>
                <c:pt idx="1169">
                  <c:v>1.0829500000000001</c:v>
                </c:pt>
                <c:pt idx="1170">
                  <c:v>1.08345</c:v>
                </c:pt>
                <c:pt idx="1171">
                  <c:v>1.08395</c:v>
                </c:pt>
                <c:pt idx="1172">
                  <c:v>1.0844499999999999</c:v>
                </c:pt>
                <c:pt idx="1173">
                  <c:v>1.0849500000000001</c:v>
                </c:pt>
                <c:pt idx="1174">
                  <c:v>1.08545</c:v>
                </c:pt>
                <c:pt idx="1175">
                  <c:v>1.08595</c:v>
                </c:pt>
                <c:pt idx="1176">
                  <c:v>1.0864499999999999</c:v>
                </c:pt>
                <c:pt idx="1177">
                  <c:v>1.0869500000000001</c:v>
                </c:pt>
                <c:pt idx="1178">
                  <c:v>1.08745</c:v>
                </c:pt>
                <c:pt idx="1179">
                  <c:v>1.08795</c:v>
                </c:pt>
                <c:pt idx="1180">
                  <c:v>1.0884499999999999</c:v>
                </c:pt>
                <c:pt idx="1181">
                  <c:v>1.0889500000000001</c:v>
                </c:pt>
                <c:pt idx="1182">
                  <c:v>1.08945</c:v>
                </c:pt>
                <c:pt idx="1183">
                  <c:v>1.08995</c:v>
                </c:pt>
                <c:pt idx="1184">
                  <c:v>1.0904499999999999</c:v>
                </c:pt>
                <c:pt idx="1185">
                  <c:v>1.0909500000000001</c:v>
                </c:pt>
                <c:pt idx="1186">
                  <c:v>1.09145</c:v>
                </c:pt>
                <c:pt idx="1187">
                  <c:v>1.09195</c:v>
                </c:pt>
                <c:pt idx="1188">
                  <c:v>1.0924499999999999</c:v>
                </c:pt>
                <c:pt idx="1189">
                  <c:v>1.0929599999999999</c:v>
                </c:pt>
                <c:pt idx="1190">
                  <c:v>1.09345</c:v>
                </c:pt>
                <c:pt idx="1191">
                  <c:v>1.09395</c:v>
                </c:pt>
                <c:pt idx="1192">
                  <c:v>1.0944499999999999</c:v>
                </c:pt>
                <c:pt idx="1193">
                  <c:v>1.0949500000000001</c:v>
                </c:pt>
                <c:pt idx="1194">
                  <c:v>1.09545</c:v>
                </c:pt>
                <c:pt idx="1195">
                  <c:v>1.09595</c:v>
                </c:pt>
                <c:pt idx="1196">
                  <c:v>1.0964499999999999</c:v>
                </c:pt>
                <c:pt idx="1197">
                  <c:v>1.0969500000000001</c:v>
                </c:pt>
                <c:pt idx="1198">
                  <c:v>1.09745</c:v>
                </c:pt>
                <c:pt idx="1199">
                  <c:v>1.09795</c:v>
                </c:pt>
                <c:pt idx="1200">
                  <c:v>1.0984499999999999</c:v>
                </c:pt>
                <c:pt idx="1201">
                  <c:v>1.0989500000000001</c:v>
                </c:pt>
                <c:pt idx="1202">
                  <c:v>1.09945</c:v>
                </c:pt>
                <c:pt idx="1203">
                  <c:v>1.09995</c:v>
                </c:pt>
                <c:pt idx="1204">
                  <c:v>1.1004499999999999</c:v>
                </c:pt>
                <c:pt idx="1205">
                  <c:v>1.1009500000000001</c:v>
                </c:pt>
                <c:pt idx="1206">
                  <c:v>1.10145</c:v>
                </c:pt>
                <c:pt idx="1207">
                  <c:v>1.10195</c:v>
                </c:pt>
                <c:pt idx="1208">
                  <c:v>1.1024499999999999</c:v>
                </c:pt>
                <c:pt idx="1209">
                  <c:v>1.1029500000000001</c:v>
                </c:pt>
                <c:pt idx="1210">
                  <c:v>1.10345</c:v>
                </c:pt>
                <c:pt idx="1211">
                  <c:v>1.1039399999999999</c:v>
                </c:pt>
                <c:pt idx="1212">
                  <c:v>1.1044400000000001</c:v>
                </c:pt>
                <c:pt idx="1213">
                  <c:v>1.10494</c:v>
                </c:pt>
                <c:pt idx="1214">
                  <c:v>1.10544</c:v>
                </c:pt>
                <c:pt idx="1215">
                  <c:v>1.1059399999999999</c:v>
                </c:pt>
                <c:pt idx="1216">
                  <c:v>1.1064400000000001</c:v>
                </c:pt>
                <c:pt idx="1217">
                  <c:v>1.10694</c:v>
                </c:pt>
                <c:pt idx="1218">
                  <c:v>1.10744</c:v>
                </c:pt>
                <c:pt idx="1219">
                  <c:v>1.1079399999999999</c:v>
                </c:pt>
                <c:pt idx="1220">
                  <c:v>1.1084400000000001</c:v>
                </c:pt>
                <c:pt idx="1221">
                  <c:v>1.10894</c:v>
                </c:pt>
                <c:pt idx="1222">
                  <c:v>1.10944</c:v>
                </c:pt>
                <c:pt idx="1223">
                  <c:v>1.1099399999999999</c:v>
                </c:pt>
                <c:pt idx="1224">
                  <c:v>1.1104400000000001</c:v>
                </c:pt>
                <c:pt idx="1225">
                  <c:v>1.11094</c:v>
                </c:pt>
                <c:pt idx="1226">
                  <c:v>1.11144</c:v>
                </c:pt>
                <c:pt idx="1227">
                  <c:v>1.1119399999999999</c:v>
                </c:pt>
                <c:pt idx="1228">
                  <c:v>1.1124400000000001</c:v>
                </c:pt>
                <c:pt idx="1229">
                  <c:v>1.11294</c:v>
                </c:pt>
                <c:pt idx="1230">
                  <c:v>1.11344</c:v>
                </c:pt>
                <c:pt idx="1231">
                  <c:v>1.1139399999999999</c:v>
                </c:pt>
                <c:pt idx="1232">
                  <c:v>1.1144400000000001</c:v>
                </c:pt>
                <c:pt idx="1233">
                  <c:v>1.11494</c:v>
                </c:pt>
                <c:pt idx="1234">
                  <c:v>1.11544</c:v>
                </c:pt>
                <c:pt idx="1235">
                  <c:v>1.1159399999999999</c:v>
                </c:pt>
                <c:pt idx="1236">
                  <c:v>1.1164400000000001</c:v>
                </c:pt>
                <c:pt idx="1237">
                  <c:v>1.11694</c:v>
                </c:pt>
                <c:pt idx="1238">
                  <c:v>1.11744</c:v>
                </c:pt>
                <c:pt idx="1239">
                  <c:v>1.1179399999999999</c:v>
                </c:pt>
                <c:pt idx="1240">
                  <c:v>1.1184400000000001</c:v>
                </c:pt>
                <c:pt idx="1241">
                  <c:v>1.11894</c:v>
                </c:pt>
                <c:pt idx="1242">
                  <c:v>1.11944</c:v>
                </c:pt>
                <c:pt idx="1243">
                  <c:v>1.1199399999999999</c:v>
                </c:pt>
                <c:pt idx="1244">
                  <c:v>1.1204400000000001</c:v>
                </c:pt>
                <c:pt idx="1245">
                  <c:v>1.12094</c:v>
                </c:pt>
                <c:pt idx="1246">
                  <c:v>1.12144</c:v>
                </c:pt>
                <c:pt idx="1247">
                  <c:v>1.1219399999999999</c:v>
                </c:pt>
                <c:pt idx="1248">
                  <c:v>1.1224400000000001</c:v>
                </c:pt>
                <c:pt idx="1249">
                  <c:v>1.12294</c:v>
                </c:pt>
                <c:pt idx="1250">
                  <c:v>1.1234299999999999</c:v>
                </c:pt>
                <c:pt idx="1251">
                  <c:v>1.1239300000000001</c:v>
                </c:pt>
                <c:pt idx="1252">
                  <c:v>1.12443</c:v>
                </c:pt>
                <c:pt idx="1253">
                  <c:v>1.12493</c:v>
                </c:pt>
                <c:pt idx="1254">
                  <c:v>1.1254299999999999</c:v>
                </c:pt>
                <c:pt idx="1255">
                  <c:v>1.1259300000000001</c:v>
                </c:pt>
                <c:pt idx="1256">
                  <c:v>1.12643</c:v>
                </c:pt>
                <c:pt idx="1257">
                  <c:v>1.12693</c:v>
                </c:pt>
                <c:pt idx="1258">
                  <c:v>1.1274299999999999</c:v>
                </c:pt>
                <c:pt idx="1259">
                  <c:v>1.1279300000000001</c:v>
                </c:pt>
                <c:pt idx="1260">
                  <c:v>1.12843</c:v>
                </c:pt>
                <c:pt idx="1261">
                  <c:v>1.12893</c:v>
                </c:pt>
                <c:pt idx="1262">
                  <c:v>1.1294299999999999</c:v>
                </c:pt>
                <c:pt idx="1263">
                  <c:v>1.1299300000000001</c:v>
                </c:pt>
                <c:pt idx="1264">
                  <c:v>1.1304399999999999</c:v>
                </c:pt>
                <c:pt idx="1265">
                  <c:v>1.1309400000000001</c:v>
                </c:pt>
                <c:pt idx="1266">
                  <c:v>1.13144</c:v>
                </c:pt>
                <c:pt idx="1267">
                  <c:v>1.1319399999999999</c:v>
                </c:pt>
                <c:pt idx="1268">
                  <c:v>1.1324399999999999</c:v>
                </c:pt>
                <c:pt idx="1269">
                  <c:v>1.1329400000000001</c:v>
                </c:pt>
                <c:pt idx="1270">
                  <c:v>1.1334299999999999</c:v>
                </c:pt>
                <c:pt idx="1271">
                  <c:v>1.1339300000000001</c:v>
                </c:pt>
                <c:pt idx="1272">
                  <c:v>1.13443</c:v>
                </c:pt>
                <c:pt idx="1273">
                  <c:v>1.13493</c:v>
                </c:pt>
                <c:pt idx="1274">
                  <c:v>1.1354299999999999</c:v>
                </c:pt>
                <c:pt idx="1275">
                  <c:v>1.1359300000000001</c:v>
                </c:pt>
                <c:pt idx="1276">
                  <c:v>1.1364300000000001</c:v>
                </c:pt>
                <c:pt idx="1277">
                  <c:v>1.13693</c:v>
                </c:pt>
                <c:pt idx="1278">
                  <c:v>1.1374299999999999</c:v>
                </c:pt>
                <c:pt idx="1279">
                  <c:v>1.1379300000000001</c:v>
                </c:pt>
                <c:pt idx="1280">
                  <c:v>1.1384300000000001</c:v>
                </c:pt>
                <c:pt idx="1281">
                  <c:v>1.13893</c:v>
                </c:pt>
                <c:pt idx="1282">
                  <c:v>1.1394299999999999</c:v>
                </c:pt>
                <c:pt idx="1283">
                  <c:v>1.1399300000000001</c:v>
                </c:pt>
                <c:pt idx="1284">
                  <c:v>1.1404300000000001</c:v>
                </c:pt>
                <c:pt idx="1285">
                  <c:v>1.14093</c:v>
                </c:pt>
                <c:pt idx="1286">
                  <c:v>1.1414299999999999</c:v>
                </c:pt>
                <c:pt idx="1287">
                  <c:v>1.1419299999999999</c:v>
                </c:pt>
                <c:pt idx="1288">
                  <c:v>1.1424300000000001</c:v>
                </c:pt>
                <c:pt idx="1289">
                  <c:v>1.14293</c:v>
                </c:pt>
                <c:pt idx="1290">
                  <c:v>1.1434200000000001</c:v>
                </c:pt>
                <c:pt idx="1291">
                  <c:v>1.14392</c:v>
                </c:pt>
                <c:pt idx="1292">
                  <c:v>1.1444300000000001</c:v>
                </c:pt>
                <c:pt idx="1293">
                  <c:v>1.14493</c:v>
                </c:pt>
                <c:pt idx="1294">
                  <c:v>1.1454200000000001</c:v>
                </c:pt>
                <c:pt idx="1295">
                  <c:v>1.14592</c:v>
                </c:pt>
                <c:pt idx="1296">
                  <c:v>1.1464300000000001</c:v>
                </c:pt>
                <c:pt idx="1297">
                  <c:v>1.14693</c:v>
                </c:pt>
                <c:pt idx="1298">
                  <c:v>1.1474299999999999</c:v>
                </c:pt>
                <c:pt idx="1299">
                  <c:v>1.1479200000000001</c:v>
                </c:pt>
                <c:pt idx="1300">
                  <c:v>1.14842</c:v>
                </c:pt>
                <c:pt idx="1301">
                  <c:v>1.1489199999999999</c:v>
                </c:pt>
                <c:pt idx="1302">
                  <c:v>1.1494200000000001</c:v>
                </c:pt>
                <c:pt idx="1303">
                  <c:v>1.1499200000000001</c:v>
                </c:pt>
                <c:pt idx="1304">
                  <c:v>1.15042</c:v>
                </c:pt>
                <c:pt idx="1305">
                  <c:v>1.1509199999999999</c:v>
                </c:pt>
                <c:pt idx="1306">
                  <c:v>1.1514200000000001</c:v>
                </c:pt>
                <c:pt idx="1307">
                  <c:v>1.1519200000000001</c:v>
                </c:pt>
                <c:pt idx="1308">
                  <c:v>1.15242</c:v>
                </c:pt>
                <c:pt idx="1309">
                  <c:v>1.1529199999999999</c:v>
                </c:pt>
                <c:pt idx="1310">
                  <c:v>1.1534199999999999</c:v>
                </c:pt>
                <c:pt idx="1311">
                  <c:v>1.1539200000000001</c:v>
                </c:pt>
                <c:pt idx="1312">
                  <c:v>1.15442</c:v>
                </c:pt>
                <c:pt idx="1313">
                  <c:v>1.1549199999999999</c:v>
                </c:pt>
                <c:pt idx="1314">
                  <c:v>1.1554199999999999</c:v>
                </c:pt>
                <c:pt idx="1315">
                  <c:v>1.1559200000000001</c:v>
                </c:pt>
                <c:pt idx="1316">
                  <c:v>1.15642</c:v>
                </c:pt>
                <c:pt idx="1317">
                  <c:v>1.1569199999999999</c:v>
                </c:pt>
                <c:pt idx="1318">
                  <c:v>1.1574199999999999</c:v>
                </c:pt>
                <c:pt idx="1319">
                  <c:v>1.1579200000000001</c:v>
                </c:pt>
                <c:pt idx="1320">
                  <c:v>1.15842</c:v>
                </c:pt>
                <c:pt idx="1321">
                  <c:v>1.15892</c:v>
                </c:pt>
                <c:pt idx="1322">
                  <c:v>1.1594199999999999</c:v>
                </c:pt>
                <c:pt idx="1323">
                  <c:v>1.1599200000000001</c:v>
                </c:pt>
                <c:pt idx="1324">
                  <c:v>1.16042</c:v>
                </c:pt>
                <c:pt idx="1325">
                  <c:v>1.16092</c:v>
                </c:pt>
                <c:pt idx="1326">
                  <c:v>1.1614199999999999</c:v>
                </c:pt>
                <c:pt idx="1327">
                  <c:v>1.1619200000000001</c:v>
                </c:pt>
                <c:pt idx="1328">
                  <c:v>1.16242</c:v>
                </c:pt>
                <c:pt idx="1329">
                  <c:v>1.16292</c:v>
                </c:pt>
                <c:pt idx="1330">
                  <c:v>1.1634199999999999</c:v>
                </c:pt>
                <c:pt idx="1331">
                  <c:v>1.1639200000000001</c:v>
                </c:pt>
                <c:pt idx="1332">
                  <c:v>1.16442</c:v>
                </c:pt>
                <c:pt idx="1333">
                  <c:v>1.1649099999999999</c:v>
                </c:pt>
                <c:pt idx="1334">
                  <c:v>1.1654199999999999</c:v>
                </c:pt>
                <c:pt idx="1335">
                  <c:v>1.1659200000000001</c:v>
                </c:pt>
                <c:pt idx="1336">
                  <c:v>1.16642</c:v>
                </c:pt>
                <c:pt idx="1337">
                  <c:v>1.16692</c:v>
                </c:pt>
                <c:pt idx="1338">
                  <c:v>1.1674199999999999</c:v>
                </c:pt>
                <c:pt idx="1339">
                  <c:v>1.1679200000000001</c:v>
                </c:pt>
                <c:pt idx="1340">
                  <c:v>1.1684099999999999</c:v>
                </c:pt>
                <c:pt idx="1341">
                  <c:v>1.1689099999999999</c:v>
                </c:pt>
                <c:pt idx="1342">
                  <c:v>1.1694199999999999</c:v>
                </c:pt>
                <c:pt idx="1343">
                  <c:v>1.1699200000000001</c:v>
                </c:pt>
                <c:pt idx="1344">
                  <c:v>1.17042</c:v>
                </c:pt>
                <c:pt idx="1345">
                  <c:v>1.17092</c:v>
                </c:pt>
                <c:pt idx="1346">
                  <c:v>1.1714199999999999</c:v>
                </c:pt>
                <c:pt idx="1347">
                  <c:v>1.1719200000000001</c:v>
                </c:pt>
                <c:pt idx="1348">
                  <c:v>1.17242</c:v>
                </c:pt>
                <c:pt idx="1349">
                  <c:v>1.17292</c:v>
                </c:pt>
                <c:pt idx="1350">
                  <c:v>1.1734199999999999</c:v>
                </c:pt>
                <c:pt idx="1351">
                  <c:v>1.1739200000000001</c:v>
                </c:pt>
                <c:pt idx="1352">
                  <c:v>1.17441</c:v>
                </c:pt>
                <c:pt idx="1353">
                  <c:v>1.1749099999999999</c:v>
                </c:pt>
                <c:pt idx="1354">
                  <c:v>1.1754100000000001</c:v>
                </c:pt>
                <c:pt idx="1355">
                  <c:v>1.17591</c:v>
                </c:pt>
                <c:pt idx="1356">
                  <c:v>1.17641</c:v>
                </c:pt>
                <c:pt idx="1357">
                  <c:v>1.1769099999999999</c:v>
                </c:pt>
                <c:pt idx="1358">
                  <c:v>1.1774100000000001</c:v>
                </c:pt>
                <c:pt idx="1359">
                  <c:v>1.17791</c:v>
                </c:pt>
                <c:pt idx="1360">
                  <c:v>1.17841</c:v>
                </c:pt>
                <c:pt idx="1361">
                  <c:v>1.1789099999999999</c:v>
                </c:pt>
                <c:pt idx="1362">
                  <c:v>1.1794100000000001</c:v>
                </c:pt>
                <c:pt idx="1363">
                  <c:v>1.17991</c:v>
                </c:pt>
                <c:pt idx="1364">
                  <c:v>1.18042</c:v>
                </c:pt>
                <c:pt idx="1365">
                  <c:v>1.1809099999999999</c:v>
                </c:pt>
                <c:pt idx="1366">
                  <c:v>1.1814100000000001</c:v>
                </c:pt>
                <c:pt idx="1367">
                  <c:v>1.18191</c:v>
                </c:pt>
                <c:pt idx="1368">
                  <c:v>1.18241</c:v>
                </c:pt>
                <c:pt idx="1369">
                  <c:v>1.1829099999999999</c:v>
                </c:pt>
                <c:pt idx="1370">
                  <c:v>1.1834100000000001</c:v>
                </c:pt>
                <c:pt idx="1371">
                  <c:v>1.1839</c:v>
                </c:pt>
                <c:pt idx="1372">
                  <c:v>1.1843999999999999</c:v>
                </c:pt>
                <c:pt idx="1373">
                  <c:v>1.1849000000000001</c:v>
                </c:pt>
                <c:pt idx="1374">
                  <c:v>1.1854</c:v>
                </c:pt>
                <c:pt idx="1375">
                  <c:v>1.18591</c:v>
                </c:pt>
                <c:pt idx="1376">
                  <c:v>1.18641</c:v>
                </c:pt>
                <c:pt idx="1377">
                  <c:v>1.1869099999999999</c:v>
                </c:pt>
                <c:pt idx="1378">
                  <c:v>1.1874100000000001</c:v>
                </c:pt>
                <c:pt idx="1379">
                  <c:v>1.18791</c:v>
                </c:pt>
                <c:pt idx="1380">
                  <c:v>1.18841</c:v>
                </c:pt>
                <c:pt idx="1381">
                  <c:v>1.1889099999999999</c:v>
                </c:pt>
                <c:pt idx="1382">
                  <c:v>1.1894100000000001</c:v>
                </c:pt>
                <c:pt idx="1383">
                  <c:v>1.18991</c:v>
                </c:pt>
                <c:pt idx="1384">
                  <c:v>1.19041</c:v>
                </c:pt>
                <c:pt idx="1385">
                  <c:v>1.1909099999999999</c:v>
                </c:pt>
                <c:pt idx="1386">
                  <c:v>1.1914100000000001</c:v>
                </c:pt>
                <c:pt idx="1387">
                  <c:v>1.19191</c:v>
                </c:pt>
                <c:pt idx="1388">
                  <c:v>1.19241</c:v>
                </c:pt>
                <c:pt idx="1389">
                  <c:v>1.1929099999999999</c:v>
                </c:pt>
                <c:pt idx="1390">
                  <c:v>1.1934100000000001</c:v>
                </c:pt>
                <c:pt idx="1391">
                  <c:v>1.1939</c:v>
                </c:pt>
                <c:pt idx="1392">
                  <c:v>1.1943999999999999</c:v>
                </c:pt>
                <c:pt idx="1393">
                  <c:v>1.1949000000000001</c:v>
                </c:pt>
                <c:pt idx="1394">
                  <c:v>1.1954</c:v>
                </c:pt>
                <c:pt idx="1395">
                  <c:v>1.1959</c:v>
                </c:pt>
                <c:pt idx="1396">
                  <c:v>1.1963999999999999</c:v>
                </c:pt>
                <c:pt idx="1397">
                  <c:v>1.1969000000000001</c:v>
                </c:pt>
                <c:pt idx="1398">
                  <c:v>1.1974</c:v>
                </c:pt>
                <c:pt idx="1399">
                  <c:v>1.1979</c:v>
                </c:pt>
                <c:pt idx="1400">
                  <c:v>1.1983999999999999</c:v>
                </c:pt>
                <c:pt idx="1401">
                  <c:v>1.1989000000000001</c:v>
                </c:pt>
                <c:pt idx="1402">
                  <c:v>1.1994</c:v>
                </c:pt>
                <c:pt idx="1403">
                  <c:v>1.1999</c:v>
                </c:pt>
                <c:pt idx="1404">
                  <c:v>1.2003999999999999</c:v>
                </c:pt>
                <c:pt idx="1405">
                  <c:v>1.2009000000000001</c:v>
                </c:pt>
                <c:pt idx="1406">
                  <c:v>1.2014</c:v>
                </c:pt>
                <c:pt idx="1407">
                  <c:v>1.2019</c:v>
                </c:pt>
                <c:pt idx="1408">
                  <c:v>1.2023999999999999</c:v>
                </c:pt>
                <c:pt idx="1409">
                  <c:v>1.2029000000000001</c:v>
                </c:pt>
                <c:pt idx="1410">
                  <c:v>1.2034</c:v>
                </c:pt>
                <c:pt idx="1411">
                  <c:v>1.2039</c:v>
                </c:pt>
                <c:pt idx="1412">
                  <c:v>1.2043999999999999</c:v>
                </c:pt>
                <c:pt idx="1413">
                  <c:v>1.2049000000000001</c:v>
                </c:pt>
                <c:pt idx="1414">
                  <c:v>1.2054</c:v>
                </c:pt>
                <c:pt idx="1415">
                  <c:v>1.2059</c:v>
                </c:pt>
                <c:pt idx="1416">
                  <c:v>1.2063999999999999</c:v>
                </c:pt>
                <c:pt idx="1417">
                  <c:v>1.2069000000000001</c:v>
                </c:pt>
                <c:pt idx="1418">
                  <c:v>1.2074</c:v>
                </c:pt>
                <c:pt idx="1419">
                  <c:v>1.2079</c:v>
                </c:pt>
                <c:pt idx="1420">
                  <c:v>1.2083999999999999</c:v>
                </c:pt>
                <c:pt idx="1421">
                  <c:v>1.2089000000000001</c:v>
                </c:pt>
                <c:pt idx="1422">
                  <c:v>1.2094</c:v>
                </c:pt>
                <c:pt idx="1423">
                  <c:v>1.2099</c:v>
                </c:pt>
                <c:pt idx="1424">
                  <c:v>1.2103999999999999</c:v>
                </c:pt>
                <c:pt idx="1425">
                  <c:v>1.2109000000000001</c:v>
                </c:pt>
                <c:pt idx="1426">
                  <c:v>1.2114</c:v>
                </c:pt>
                <c:pt idx="1427">
                  <c:v>1.2119</c:v>
                </c:pt>
                <c:pt idx="1428">
                  <c:v>1.2123999999999999</c:v>
                </c:pt>
                <c:pt idx="1429">
                  <c:v>1.2129000000000001</c:v>
                </c:pt>
                <c:pt idx="1430">
                  <c:v>1.2134</c:v>
                </c:pt>
                <c:pt idx="1431">
                  <c:v>1.2139</c:v>
                </c:pt>
                <c:pt idx="1432">
                  <c:v>1.2143999999999999</c:v>
                </c:pt>
                <c:pt idx="1433">
                  <c:v>1.2149000000000001</c:v>
                </c:pt>
                <c:pt idx="1434">
                  <c:v>1.21539</c:v>
                </c:pt>
                <c:pt idx="1435">
                  <c:v>1.2158899999999999</c:v>
                </c:pt>
                <c:pt idx="1436">
                  <c:v>1.2163900000000001</c:v>
                </c:pt>
                <c:pt idx="1437">
                  <c:v>1.21689</c:v>
                </c:pt>
                <c:pt idx="1438">
                  <c:v>1.21739</c:v>
                </c:pt>
                <c:pt idx="1439">
                  <c:v>1.2178899999999999</c:v>
                </c:pt>
                <c:pt idx="1440">
                  <c:v>1.2183999999999999</c:v>
                </c:pt>
                <c:pt idx="1441">
                  <c:v>1.2189000000000001</c:v>
                </c:pt>
                <c:pt idx="1442">
                  <c:v>1.2194</c:v>
                </c:pt>
                <c:pt idx="1443">
                  <c:v>1.2198899999999999</c:v>
                </c:pt>
                <c:pt idx="1444">
                  <c:v>1.2203900000000001</c:v>
                </c:pt>
                <c:pt idx="1445">
                  <c:v>1.22089</c:v>
                </c:pt>
                <c:pt idx="1446">
                  <c:v>1.22139</c:v>
                </c:pt>
                <c:pt idx="1447">
                  <c:v>1.2218899999999999</c:v>
                </c:pt>
                <c:pt idx="1448">
                  <c:v>1.2223900000000001</c:v>
                </c:pt>
                <c:pt idx="1449">
                  <c:v>1.22289</c:v>
                </c:pt>
                <c:pt idx="1450">
                  <c:v>1.22339</c:v>
                </c:pt>
                <c:pt idx="1451">
                  <c:v>1.2238899999999999</c:v>
                </c:pt>
                <c:pt idx="1452">
                  <c:v>1.2243900000000001</c:v>
                </c:pt>
                <c:pt idx="1453">
                  <c:v>1.22489</c:v>
                </c:pt>
                <c:pt idx="1454">
                  <c:v>1.22539</c:v>
                </c:pt>
                <c:pt idx="1455">
                  <c:v>1.2258899999999999</c:v>
                </c:pt>
                <c:pt idx="1456">
                  <c:v>1.2263900000000001</c:v>
                </c:pt>
                <c:pt idx="1457">
                  <c:v>1.22689</c:v>
                </c:pt>
                <c:pt idx="1458">
                  <c:v>1.22739</c:v>
                </c:pt>
                <c:pt idx="1459">
                  <c:v>1.2278899999999999</c:v>
                </c:pt>
                <c:pt idx="1460">
                  <c:v>1.2283900000000001</c:v>
                </c:pt>
                <c:pt idx="1461">
                  <c:v>1.22889</c:v>
                </c:pt>
                <c:pt idx="1462">
                  <c:v>1.22939</c:v>
                </c:pt>
                <c:pt idx="1463">
                  <c:v>1.2298899999999999</c:v>
                </c:pt>
                <c:pt idx="1464">
                  <c:v>1.2303900000000001</c:v>
                </c:pt>
                <c:pt idx="1465">
                  <c:v>1.23089</c:v>
                </c:pt>
                <c:pt idx="1466">
                  <c:v>1.23139</c:v>
                </c:pt>
                <c:pt idx="1467">
                  <c:v>1.2318899999999999</c:v>
                </c:pt>
                <c:pt idx="1468">
                  <c:v>1.2323900000000001</c:v>
                </c:pt>
                <c:pt idx="1469">
                  <c:v>1.23289</c:v>
                </c:pt>
                <c:pt idx="1470">
                  <c:v>1.23339</c:v>
                </c:pt>
                <c:pt idx="1471">
                  <c:v>1.2338899999999999</c:v>
                </c:pt>
                <c:pt idx="1472">
                  <c:v>1.2343900000000001</c:v>
                </c:pt>
                <c:pt idx="1473">
                  <c:v>1.23489</c:v>
                </c:pt>
                <c:pt idx="1474">
                  <c:v>1.23539</c:v>
                </c:pt>
                <c:pt idx="1475">
                  <c:v>1.2358800000000001</c:v>
                </c:pt>
                <c:pt idx="1476">
                  <c:v>1.23638</c:v>
                </c:pt>
                <c:pt idx="1477">
                  <c:v>1.23688</c:v>
                </c:pt>
                <c:pt idx="1478">
                  <c:v>1.2373799999999999</c:v>
                </c:pt>
                <c:pt idx="1479">
                  <c:v>1.2378800000000001</c:v>
                </c:pt>
                <c:pt idx="1480">
                  <c:v>1.23838</c:v>
                </c:pt>
                <c:pt idx="1481">
                  <c:v>1.23888</c:v>
                </c:pt>
                <c:pt idx="1482">
                  <c:v>1.23939</c:v>
                </c:pt>
                <c:pt idx="1483">
                  <c:v>1.2398899999999999</c:v>
                </c:pt>
                <c:pt idx="1484">
                  <c:v>1.2403900000000001</c:v>
                </c:pt>
                <c:pt idx="1485">
                  <c:v>1.24089</c:v>
                </c:pt>
                <c:pt idx="1486">
                  <c:v>1.24139</c:v>
                </c:pt>
                <c:pt idx="1487">
                  <c:v>1.2418899999999999</c:v>
                </c:pt>
                <c:pt idx="1488">
                  <c:v>1.24238</c:v>
                </c:pt>
                <c:pt idx="1489">
                  <c:v>1.24288</c:v>
                </c:pt>
                <c:pt idx="1490">
                  <c:v>1.2433799999999999</c:v>
                </c:pt>
                <c:pt idx="1491">
                  <c:v>1.2438800000000001</c:v>
                </c:pt>
                <c:pt idx="1492">
                  <c:v>1.24438</c:v>
                </c:pt>
                <c:pt idx="1493">
                  <c:v>1.24488</c:v>
                </c:pt>
                <c:pt idx="1494">
                  <c:v>1.2453799999999999</c:v>
                </c:pt>
                <c:pt idx="1495">
                  <c:v>1.2458800000000001</c:v>
                </c:pt>
                <c:pt idx="1496">
                  <c:v>1.2463900000000001</c:v>
                </c:pt>
                <c:pt idx="1497">
                  <c:v>1.2468900000000001</c:v>
                </c:pt>
                <c:pt idx="1498">
                  <c:v>1.24739</c:v>
                </c:pt>
                <c:pt idx="1499">
                  <c:v>1.2478899999999999</c:v>
                </c:pt>
                <c:pt idx="1500">
                  <c:v>1.2483900000000001</c:v>
                </c:pt>
                <c:pt idx="1501">
                  <c:v>1.24888</c:v>
                </c:pt>
                <c:pt idx="1502">
                  <c:v>1.2493799999999999</c:v>
                </c:pt>
                <c:pt idx="1503">
                  <c:v>1.24987</c:v>
                </c:pt>
                <c:pt idx="1504">
                  <c:v>1.25037</c:v>
                </c:pt>
                <c:pt idx="1505">
                  <c:v>1.2508699999999999</c:v>
                </c:pt>
                <c:pt idx="1506">
                  <c:v>1.2513700000000001</c:v>
                </c:pt>
                <c:pt idx="1507">
                  <c:v>1.25187</c:v>
                </c:pt>
                <c:pt idx="1508">
                  <c:v>1.25237</c:v>
                </c:pt>
                <c:pt idx="1509">
                  <c:v>1.2528699999999999</c:v>
                </c:pt>
                <c:pt idx="1510">
                  <c:v>1.2533700000000001</c:v>
                </c:pt>
                <c:pt idx="1511">
                  <c:v>1.25387</c:v>
                </c:pt>
                <c:pt idx="1512">
                  <c:v>1.25437</c:v>
                </c:pt>
                <c:pt idx="1513">
                  <c:v>1.2548699999999999</c:v>
                </c:pt>
                <c:pt idx="1514">
                  <c:v>1.25536</c:v>
                </c:pt>
                <c:pt idx="1515">
                  <c:v>1.25586</c:v>
                </c:pt>
                <c:pt idx="1516">
                  <c:v>1.2563599999999999</c:v>
                </c:pt>
                <c:pt idx="1517">
                  <c:v>1.2568600000000001</c:v>
                </c:pt>
                <c:pt idx="1518">
                  <c:v>1.25736</c:v>
                </c:pt>
                <c:pt idx="1519">
                  <c:v>1.25786</c:v>
                </c:pt>
                <c:pt idx="1520">
                  <c:v>1.2583599999999999</c:v>
                </c:pt>
                <c:pt idx="1521">
                  <c:v>1.2588600000000001</c:v>
                </c:pt>
                <c:pt idx="1522">
                  <c:v>1.25936</c:v>
                </c:pt>
                <c:pt idx="1523">
                  <c:v>1.25986</c:v>
                </c:pt>
                <c:pt idx="1524">
                  <c:v>1.2603599999999999</c:v>
                </c:pt>
                <c:pt idx="1525">
                  <c:v>1.2608600000000001</c:v>
                </c:pt>
                <c:pt idx="1526">
                  <c:v>1.26136</c:v>
                </c:pt>
                <c:pt idx="1527">
                  <c:v>1.26186</c:v>
                </c:pt>
                <c:pt idx="1528">
                  <c:v>1.2623599999999999</c:v>
                </c:pt>
                <c:pt idx="1529">
                  <c:v>1.2628600000000001</c:v>
                </c:pt>
                <c:pt idx="1530">
                  <c:v>1.26336</c:v>
                </c:pt>
                <c:pt idx="1531">
                  <c:v>1.26386</c:v>
                </c:pt>
                <c:pt idx="1532">
                  <c:v>1.2643599999999999</c:v>
                </c:pt>
                <c:pt idx="1533">
                  <c:v>1.2648600000000001</c:v>
                </c:pt>
                <c:pt idx="1534">
                  <c:v>1.26536</c:v>
                </c:pt>
                <c:pt idx="1535">
                  <c:v>1.26586</c:v>
                </c:pt>
                <c:pt idx="1536">
                  <c:v>1.2663599999999999</c:v>
                </c:pt>
                <c:pt idx="1537">
                  <c:v>1.2668600000000001</c:v>
                </c:pt>
                <c:pt idx="1538">
                  <c:v>1.26736</c:v>
                </c:pt>
                <c:pt idx="1539">
                  <c:v>1.26786</c:v>
                </c:pt>
                <c:pt idx="1540">
                  <c:v>1.2683599999999999</c:v>
                </c:pt>
                <c:pt idx="1541">
                  <c:v>1.2688600000000001</c:v>
                </c:pt>
                <c:pt idx="1542">
                  <c:v>1.26936</c:v>
                </c:pt>
                <c:pt idx="1543">
                  <c:v>1.26986</c:v>
                </c:pt>
                <c:pt idx="1544">
                  <c:v>1.2703599999999999</c:v>
                </c:pt>
                <c:pt idx="1545">
                  <c:v>1.2708600000000001</c:v>
                </c:pt>
                <c:pt idx="1546">
                  <c:v>1.27136</c:v>
                </c:pt>
                <c:pt idx="1547">
                  <c:v>1.2718499999999999</c:v>
                </c:pt>
                <c:pt idx="1548">
                  <c:v>1.2723500000000001</c:v>
                </c:pt>
                <c:pt idx="1549">
                  <c:v>1.27285</c:v>
                </c:pt>
                <c:pt idx="1550">
                  <c:v>1.27335</c:v>
                </c:pt>
                <c:pt idx="1551">
                  <c:v>1.2738499999999999</c:v>
                </c:pt>
                <c:pt idx="1552">
                  <c:v>1.2743500000000001</c:v>
                </c:pt>
                <c:pt idx="1553">
                  <c:v>1.27485</c:v>
                </c:pt>
                <c:pt idx="1554">
                  <c:v>1.27535</c:v>
                </c:pt>
                <c:pt idx="1555">
                  <c:v>1.2758499999999999</c:v>
                </c:pt>
                <c:pt idx="1556">
                  <c:v>1.2763500000000001</c:v>
                </c:pt>
                <c:pt idx="1557">
                  <c:v>1.27685</c:v>
                </c:pt>
                <c:pt idx="1558">
                  <c:v>1.27735</c:v>
                </c:pt>
                <c:pt idx="1559">
                  <c:v>1.2778499999999999</c:v>
                </c:pt>
                <c:pt idx="1560">
                  <c:v>1.2783500000000001</c:v>
                </c:pt>
                <c:pt idx="1561">
                  <c:v>1.27885</c:v>
                </c:pt>
                <c:pt idx="1562">
                  <c:v>1.27935</c:v>
                </c:pt>
                <c:pt idx="1563">
                  <c:v>1.2798499999999999</c:v>
                </c:pt>
                <c:pt idx="1564">
                  <c:v>1.2803500000000001</c:v>
                </c:pt>
                <c:pt idx="1565">
                  <c:v>1.28085</c:v>
                </c:pt>
                <c:pt idx="1566">
                  <c:v>1.28135</c:v>
                </c:pt>
                <c:pt idx="1567">
                  <c:v>1.2818499999999999</c:v>
                </c:pt>
                <c:pt idx="1568">
                  <c:v>1.2823500000000001</c:v>
                </c:pt>
                <c:pt idx="1569">
                  <c:v>1.28285</c:v>
                </c:pt>
                <c:pt idx="1570">
                  <c:v>1.28335</c:v>
                </c:pt>
                <c:pt idx="1571">
                  <c:v>1.2838499999999999</c:v>
                </c:pt>
                <c:pt idx="1572">
                  <c:v>1.28434</c:v>
                </c:pt>
                <c:pt idx="1573">
                  <c:v>1.28484</c:v>
                </c:pt>
                <c:pt idx="1574">
                  <c:v>1.2853399999999999</c:v>
                </c:pt>
                <c:pt idx="1575">
                  <c:v>1.2858400000000001</c:v>
                </c:pt>
                <c:pt idx="1576">
                  <c:v>1.28634</c:v>
                </c:pt>
                <c:pt idx="1577">
                  <c:v>1.28685</c:v>
                </c:pt>
                <c:pt idx="1578">
                  <c:v>1.28735</c:v>
                </c:pt>
                <c:pt idx="1579">
                  <c:v>1.2878499999999999</c:v>
                </c:pt>
                <c:pt idx="1580">
                  <c:v>1.2883500000000001</c:v>
                </c:pt>
                <c:pt idx="1581">
                  <c:v>1.2888500000000001</c:v>
                </c:pt>
                <c:pt idx="1582">
                  <c:v>1.28935</c:v>
                </c:pt>
                <c:pt idx="1583">
                  <c:v>1.2898499999999999</c:v>
                </c:pt>
                <c:pt idx="1584">
                  <c:v>1.2903500000000001</c:v>
                </c:pt>
                <c:pt idx="1585">
                  <c:v>1.2908500000000001</c:v>
                </c:pt>
                <c:pt idx="1586">
                  <c:v>1.2913399999999999</c:v>
                </c:pt>
                <c:pt idx="1587">
                  <c:v>1.2918400000000001</c:v>
                </c:pt>
                <c:pt idx="1588">
                  <c:v>1.29234</c:v>
                </c:pt>
                <c:pt idx="1589">
                  <c:v>1.29284</c:v>
                </c:pt>
                <c:pt idx="1590">
                  <c:v>1.2933399999999999</c:v>
                </c:pt>
                <c:pt idx="1591">
                  <c:v>1.2938400000000001</c:v>
                </c:pt>
                <c:pt idx="1592">
                  <c:v>1.29434</c:v>
                </c:pt>
                <c:pt idx="1593">
                  <c:v>1.29484</c:v>
                </c:pt>
                <c:pt idx="1594">
                  <c:v>1.2953399999999999</c:v>
                </c:pt>
                <c:pt idx="1595">
                  <c:v>1.2958400000000001</c:v>
                </c:pt>
                <c:pt idx="1596">
                  <c:v>1.29634</c:v>
                </c:pt>
                <c:pt idx="1597">
                  <c:v>1.29684</c:v>
                </c:pt>
                <c:pt idx="1598">
                  <c:v>1.2973399999999999</c:v>
                </c:pt>
                <c:pt idx="1599">
                  <c:v>1.2978400000000001</c:v>
                </c:pt>
                <c:pt idx="1600">
                  <c:v>1.29834</c:v>
                </c:pt>
                <c:pt idx="1601">
                  <c:v>1.29884</c:v>
                </c:pt>
                <c:pt idx="1602">
                  <c:v>1.2993399999999999</c:v>
                </c:pt>
                <c:pt idx="1603">
                  <c:v>1.2998400000000001</c:v>
                </c:pt>
                <c:pt idx="1604">
                  <c:v>1.3003400000000001</c:v>
                </c:pt>
                <c:pt idx="1605">
                  <c:v>1.30084</c:v>
                </c:pt>
                <c:pt idx="1606">
                  <c:v>1.3013399999999999</c:v>
                </c:pt>
                <c:pt idx="1607">
                  <c:v>1.3018400000000001</c:v>
                </c:pt>
                <c:pt idx="1608">
                  <c:v>1.3023400000000001</c:v>
                </c:pt>
                <c:pt idx="1609">
                  <c:v>1.30284</c:v>
                </c:pt>
                <c:pt idx="1610">
                  <c:v>1.3033399999999999</c:v>
                </c:pt>
                <c:pt idx="1611">
                  <c:v>1.3038400000000001</c:v>
                </c:pt>
                <c:pt idx="1612">
                  <c:v>1.3043400000000001</c:v>
                </c:pt>
                <c:pt idx="1613">
                  <c:v>1.30484</c:v>
                </c:pt>
                <c:pt idx="1614">
                  <c:v>1.3053399999999999</c:v>
                </c:pt>
                <c:pt idx="1615">
                  <c:v>1.3058399999999999</c:v>
                </c:pt>
                <c:pt idx="1616">
                  <c:v>1.3063400000000001</c:v>
                </c:pt>
                <c:pt idx="1617">
                  <c:v>1.30684</c:v>
                </c:pt>
                <c:pt idx="1618">
                  <c:v>1.3073399999999999</c:v>
                </c:pt>
                <c:pt idx="1619">
                  <c:v>1.3078399999999999</c:v>
                </c:pt>
                <c:pt idx="1620">
                  <c:v>1.3083400000000001</c:v>
                </c:pt>
                <c:pt idx="1621">
                  <c:v>1.3088299999999999</c:v>
                </c:pt>
                <c:pt idx="1622">
                  <c:v>1.3093300000000001</c:v>
                </c:pt>
                <c:pt idx="1623">
                  <c:v>1.30983</c:v>
                </c:pt>
                <c:pt idx="1624">
                  <c:v>1.3103400000000001</c:v>
                </c:pt>
                <c:pt idx="1625">
                  <c:v>1.31084</c:v>
                </c:pt>
                <c:pt idx="1626">
                  <c:v>1.3113300000000001</c:v>
                </c:pt>
                <c:pt idx="1627">
                  <c:v>1.3118300000000001</c:v>
                </c:pt>
                <c:pt idx="1628">
                  <c:v>1.31233</c:v>
                </c:pt>
                <c:pt idx="1629">
                  <c:v>1.3128299999999999</c:v>
                </c:pt>
                <c:pt idx="1630">
                  <c:v>1.3133300000000001</c:v>
                </c:pt>
                <c:pt idx="1631">
                  <c:v>1.3138300000000001</c:v>
                </c:pt>
                <c:pt idx="1632">
                  <c:v>1.31433</c:v>
                </c:pt>
                <c:pt idx="1633">
                  <c:v>1.3148299999999999</c:v>
                </c:pt>
                <c:pt idx="1634">
                  <c:v>1.31534</c:v>
                </c:pt>
                <c:pt idx="1635">
                  <c:v>1.3158300000000001</c:v>
                </c:pt>
                <c:pt idx="1636">
                  <c:v>1.31633</c:v>
                </c:pt>
                <c:pt idx="1637">
                  <c:v>1.3168299999999999</c:v>
                </c:pt>
                <c:pt idx="1638">
                  <c:v>1.31734</c:v>
                </c:pt>
                <c:pt idx="1639">
                  <c:v>1.3178300000000001</c:v>
                </c:pt>
                <c:pt idx="1640">
                  <c:v>1.31833</c:v>
                </c:pt>
                <c:pt idx="1641">
                  <c:v>1.3188299999999999</c:v>
                </c:pt>
                <c:pt idx="1642">
                  <c:v>1.3193299999999999</c:v>
                </c:pt>
                <c:pt idx="1643">
                  <c:v>1.3198300000000001</c:v>
                </c:pt>
                <c:pt idx="1644">
                  <c:v>1.32033</c:v>
                </c:pt>
                <c:pt idx="1645">
                  <c:v>1.3208299999999999</c:v>
                </c:pt>
                <c:pt idx="1646">
                  <c:v>1.3213299999999999</c:v>
                </c:pt>
                <c:pt idx="1647">
                  <c:v>1.3218300000000001</c:v>
                </c:pt>
                <c:pt idx="1648">
                  <c:v>1.32233</c:v>
                </c:pt>
                <c:pt idx="1649">
                  <c:v>1.32283</c:v>
                </c:pt>
                <c:pt idx="1650">
                  <c:v>1.3233299999999999</c:v>
                </c:pt>
                <c:pt idx="1651">
                  <c:v>1.3238300000000001</c:v>
                </c:pt>
                <c:pt idx="1652">
                  <c:v>1.32433</c:v>
                </c:pt>
                <c:pt idx="1653">
                  <c:v>1.32483</c:v>
                </c:pt>
                <c:pt idx="1654">
                  <c:v>1.3253299999999999</c:v>
                </c:pt>
                <c:pt idx="1655">
                  <c:v>1.3258300000000001</c:v>
                </c:pt>
                <c:pt idx="1656">
                  <c:v>1.32633</c:v>
                </c:pt>
                <c:pt idx="1657">
                  <c:v>1.32683</c:v>
                </c:pt>
                <c:pt idx="1658">
                  <c:v>1.3273299999999999</c:v>
                </c:pt>
                <c:pt idx="1659">
                  <c:v>1.3278300000000001</c:v>
                </c:pt>
                <c:pt idx="1660">
                  <c:v>1.3283199999999999</c:v>
                </c:pt>
                <c:pt idx="1661">
                  <c:v>1.3288199999999999</c:v>
                </c:pt>
                <c:pt idx="1662">
                  <c:v>1.3293200000000001</c:v>
                </c:pt>
                <c:pt idx="1663">
                  <c:v>1.32982</c:v>
                </c:pt>
                <c:pt idx="1664">
                  <c:v>1.3303199999999999</c:v>
                </c:pt>
                <c:pt idx="1665">
                  <c:v>1.3308199999999999</c:v>
                </c:pt>
                <c:pt idx="1666">
                  <c:v>1.3313299999999999</c:v>
                </c:pt>
                <c:pt idx="1667">
                  <c:v>1.3318300000000001</c:v>
                </c:pt>
                <c:pt idx="1668">
                  <c:v>1.33233</c:v>
                </c:pt>
                <c:pt idx="1669">
                  <c:v>1.3328199999999999</c:v>
                </c:pt>
                <c:pt idx="1670">
                  <c:v>1.3333200000000001</c:v>
                </c:pt>
                <c:pt idx="1671">
                  <c:v>1.33382</c:v>
                </c:pt>
                <c:pt idx="1672">
                  <c:v>1.33432</c:v>
                </c:pt>
                <c:pt idx="1673">
                  <c:v>1.3348199999999999</c:v>
                </c:pt>
                <c:pt idx="1674">
                  <c:v>1.3353200000000001</c:v>
                </c:pt>
                <c:pt idx="1675">
                  <c:v>1.33582</c:v>
                </c:pt>
                <c:pt idx="1676">
                  <c:v>1.33632</c:v>
                </c:pt>
                <c:pt idx="1677">
                  <c:v>1.3368199999999999</c:v>
                </c:pt>
                <c:pt idx="1678">
                  <c:v>1.3373200000000001</c:v>
                </c:pt>
                <c:pt idx="1679">
                  <c:v>1.33782</c:v>
                </c:pt>
                <c:pt idx="1680">
                  <c:v>1.33832</c:v>
                </c:pt>
                <c:pt idx="1681">
                  <c:v>1.3388199999999999</c:v>
                </c:pt>
                <c:pt idx="1682">
                  <c:v>1.3393200000000001</c:v>
                </c:pt>
                <c:pt idx="1683">
                  <c:v>1.33982</c:v>
                </c:pt>
                <c:pt idx="1684">
                  <c:v>1.34032</c:v>
                </c:pt>
                <c:pt idx="1685">
                  <c:v>1.3408199999999999</c:v>
                </c:pt>
                <c:pt idx="1686">
                  <c:v>1.3413200000000001</c:v>
                </c:pt>
                <c:pt idx="1687">
                  <c:v>1.34182</c:v>
                </c:pt>
                <c:pt idx="1688">
                  <c:v>1.34232</c:v>
                </c:pt>
                <c:pt idx="1689">
                  <c:v>1.3428199999999999</c:v>
                </c:pt>
                <c:pt idx="1690">
                  <c:v>1.3433200000000001</c:v>
                </c:pt>
                <c:pt idx="1691">
                  <c:v>1.34382</c:v>
                </c:pt>
                <c:pt idx="1692">
                  <c:v>1.34432</c:v>
                </c:pt>
                <c:pt idx="1693">
                  <c:v>1.3448199999999999</c:v>
                </c:pt>
                <c:pt idx="1694">
                  <c:v>1.3453200000000001</c:v>
                </c:pt>
                <c:pt idx="1695">
                  <c:v>1.34582</c:v>
                </c:pt>
                <c:pt idx="1696">
                  <c:v>1.34632</c:v>
                </c:pt>
                <c:pt idx="1697">
                  <c:v>1.3468199999999999</c:v>
                </c:pt>
                <c:pt idx="1698">
                  <c:v>1.3473200000000001</c:v>
                </c:pt>
                <c:pt idx="1699">
                  <c:v>1.34782</c:v>
                </c:pt>
                <c:pt idx="1700">
                  <c:v>1.34832</c:v>
                </c:pt>
                <c:pt idx="1701">
                  <c:v>1.3488199999999999</c:v>
                </c:pt>
                <c:pt idx="1702">
                  <c:v>1.3493200000000001</c:v>
                </c:pt>
                <c:pt idx="1703">
                  <c:v>1.34982</c:v>
                </c:pt>
                <c:pt idx="1704">
                  <c:v>1.3503099999999999</c:v>
                </c:pt>
                <c:pt idx="1705">
                  <c:v>1.3508100000000001</c:v>
                </c:pt>
                <c:pt idx="1706">
                  <c:v>1.3513200000000001</c:v>
                </c:pt>
                <c:pt idx="1707">
                  <c:v>1.35181</c:v>
                </c:pt>
                <c:pt idx="1708">
                  <c:v>1.3523099999999999</c:v>
                </c:pt>
                <c:pt idx="1709">
                  <c:v>1.3528100000000001</c:v>
                </c:pt>
                <c:pt idx="1710">
                  <c:v>1.35331</c:v>
                </c:pt>
                <c:pt idx="1711">
                  <c:v>1.35381</c:v>
                </c:pt>
                <c:pt idx="1712">
                  <c:v>1.3543099999999999</c:v>
                </c:pt>
                <c:pt idx="1713">
                  <c:v>1.3548100000000001</c:v>
                </c:pt>
                <c:pt idx="1714">
                  <c:v>1.35531</c:v>
                </c:pt>
                <c:pt idx="1715">
                  <c:v>1.35581</c:v>
                </c:pt>
                <c:pt idx="1716">
                  <c:v>1.3563099999999999</c:v>
                </c:pt>
                <c:pt idx="1717">
                  <c:v>1.3568100000000001</c:v>
                </c:pt>
                <c:pt idx="1718">
                  <c:v>1.35731</c:v>
                </c:pt>
                <c:pt idx="1719">
                  <c:v>1.35781</c:v>
                </c:pt>
                <c:pt idx="1720">
                  <c:v>1.3583099999999999</c:v>
                </c:pt>
                <c:pt idx="1721">
                  <c:v>1.3588100000000001</c:v>
                </c:pt>
                <c:pt idx="1722">
                  <c:v>1.35931</c:v>
                </c:pt>
                <c:pt idx="1723">
                  <c:v>1.35981</c:v>
                </c:pt>
                <c:pt idx="1724">
                  <c:v>1.3603099999999999</c:v>
                </c:pt>
                <c:pt idx="1725">
                  <c:v>1.3608100000000001</c:v>
                </c:pt>
                <c:pt idx="1726">
                  <c:v>1.36131</c:v>
                </c:pt>
                <c:pt idx="1727">
                  <c:v>1.36181</c:v>
                </c:pt>
                <c:pt idx="1728">
                  <c:v>1.3623099999999999</c:v>
                </c:pt>
                <c:pt idx="1729">
                  <c:v>1.3628100000000001</c:v>
                </c:pt>
                <c:pt idx="1730">
                  <c:v>1.36331</c:v>
                </c:pt>
                <c:pt idx="1731">
                  <c:v>1.36381</c:v>
                </c:pt>
                <c:pt idx="1732">
                  <c:v>1.3643099999999999</c:v>
                </c:pt>
                <c:pt idx="1733">
                  <c:v>1.3648100000000001</c:v>
                </c:pt>
                <c:pt idx="1734">
                  <c:v>1.36531</c:v>
                </c:pt>
                <c:pt idx="1735">
                  <c:v>1.36581</c:v>
                </c:pt>
                <c:pt idx="1736">
                  <c:v>1.3663099999999999</c:v>
                </c:pt>
                <c:pt idx="1737">
                  <c:v>1.3668100000000001</c:v>
                </c:pt>
                <c:pt idx="1738">
                  <c:v>1.36731</c:v>
                </c:pt>
                <c:pt idx="1739">
                  <c:v>1.36781</c:v>
                </c:pt>
                <c:pt idx="1740">
                  <c:v>1.3683099999999999</c:v>
                </c:pt>
                <c:pt idx="1741">
                  <c:v>1.3688100000000001</c:v>
                </c:pt>
                <c:pt idx="1742">
                  <c:v>1.36931</c:v>
                </c:pt>
                <c:pt idx="1743">
                  <c:v>1.36981</c:v>
                </c:pt>
                <c:pt idx="1744">
                  <c:v>1.3703099999999999</c:v>
                </c:pt>
                <c:pt idx="1745">
                  <c:v>1.3708100000000001</c:v>
                </c:pt>
                <c:pt idx="1746">
                  <c:v>1.37131</c:v>
                </c:pt>
                <c:pt idx="1747">
                  <c:v>1.3717999999999999</c:v>
                </c:pt>
                <c:pt idx="1748">
                  <c:v>1.3723000000000001</c:v>
                </c:pt>
                <c:pt idx="1749">
                  <c:v>1.3728</c:v>
                </c:pt>
                <c:pt idx="1750">
                  <c:v>1.3733</c:v>
                </c:pt>
                <c:pt idx="1751">
                  <c:v>1.3737999999999999</c:v>
                </c:pt>
                <c:pt idx="1752">
                  <c:v>1.3743000000000001</c:v>
                </c:pt>
                <c:pt idx="1753">
                  <c:v>1.3748</c:v>
                </c:pt>
                <c:pt idx="1754">
                  <c:v>1.3753</c:v>
                </c:pt>
                <c:pt idx="1755">
                  <c:v>1.3757999999999999</c:v>
                </c:pt>
                <c:pt idx="1756">
                  <c:v>1.3763000000000001</c:v>
                </c:pt>
                <c:pt idx="1757">
                  <c:v>1.3768</c:v>
                </c:pt>
                <c:pt idx="1758">
                  <c:v>1.3773</c:v>
                </c:pt>
                <c:pt idx="1759">
                  <c:v>1.3777999999999999</c:v>
                </c:pt>
                <c:pt idx="1760">
                  <c:v>1.3783000000000001</c:v>
                </c:pt>
                <c:pt idx="1761">
                  <c:v>1.3788</c:v>
                </c:pt>
                <c:pt idx="1762">
                  <c:v>1.3793</c:v>
                </c:pt>
                <c:pt idx="1763">
                  <c:v>1.3797999999999999</c:v>
                </c:pt>
                <c:pt idx="1764">
                  <c:v>1.3803000000000001</c:v>
                </c:pt>
                <c:pt idx="1765">
                  <c:v>1.3808</c:v>
                </c:pt>
                <c:pt idx="1766">
                  <c:v>1.3813</c:v>
                </c:pt>
                <c:pt idx="1767">
                  <c:v>1.3817999999999999</c:v>
                </c:pt>
                <c:pt idx="1768">
                  <c:v>1.38229</c:v>
                </c:pt>
                <c:pt idx="1769">
                  <c:v>1.38279</c:v>
                </c:pt>
                <c:pt idx="1770">
                  <c:v>1.3833</c:v>
                </c:pt>
                <c:pt idx="1771">
                  <c:v>1.3837999999999999</c:v>
                </c:pt>
                <c:pt idx="1772">
                  <c:v>1.3843000000000001</c:v>
                </c:pt>
                <c:pt idx="1773">
                  <c:v>1.3848</c:v>
                </c:pt>
                <c:pt idx="1774">
                  <c:v>1.3853</c:v>
                </c:pt>
                <c:pt idx="1775">
                  <c:v>1.3857999999999999</c:v>
                </c:pt>
                <c:pt idx="1776">
                  <c:v>1.3863000000000001</c:v>
                </c:pt>
                <c:pt idx="1777">
                  <c:v>1.3868</c:v>
                </c:pt>
                <c:pt idx="1778">
                  <c:v>1.3873</c:v>
                </c:pt>
                <c:pt idx="1779">
                  <c:v>1.3877999999999999</c:v>
                </c:pt>
                <c:pt idx="1780">
                  <c:v>1.3883000000000001</c:v>
                </c:pt>
                <c:pt idx="1781">
                  <c:v>1.3888</c:v>
                </c:pt>
                <c:pt idx="1782">
                  <c:v>1.3892899999999999</c:v>
                </c:pt>
                <c:pt idx="1783">
                  <c:v>1.3897900000000001</c:v>
                </c:pt>
                <c:pt idx="1784">
                  <c:v>1.39029</c:v>
                </c:pt>
                <c:pt idx="1785">
                  <c:v>1.39079</c:v>
                </c:pt>
                <c:pt idx="1786">
                  <c:v>1.3912899999999999</c:v>
                </c:pt>
                <c:pt idx="1787">
                  <c:v>1.3917900000000001</c:v>
                </c:pt>
                <c:pt idx="1788">
                  <c:v>1.39229</c:v>
                </c:pt>
                <c:pt idx="1789">
                  <c:v>1.3928</c:v>
                </c:pt>
                <c:pt idx="1790">
                  <c:v>1.3933</c:v>
                </c:pt>
                <c:pt idx="1791">
                  <c:v>1.3937999999999999</c:v>
                </c:pt>
                <c:pt idx="1792">
                  <c:v>1.3943000000000001</c:v>
                </c:pt>
                <c:pt idx="1793">
                  <c:v>1.3948</c:v>
                </c:pt>
                <c:pt idx="1794">
                  <c:v>1.3953</c:v>
                </c:pt>
                <c:pt idx="1795">
                  <c:v>1.3957999999999999</c:v>
                </c:pt>
                <c:pt idx="1796">
                  <c:v>1.39629</c:v>
                </c:pt>
                <c:pt idx="1797">
                  <c:v>1.39679</c:v>
                </c:pt>
                <c:pt idx="1798">
                  <c:v>1.3972899999999999</c:v>
                </c:pt>
                <c:pt idx="1799">
                  <c:v>1.3977900000000001</c:v>
                </c:pt>
                <c:pt idx="1800">
                  <c:v>1.39829</c:v>
                </c:pt>
                <c:pt idx="1801">
                  <c:v>1.39879</c:v>
                </c:pt>
                <c:pt idx="1802">
                  <c:v>1.3992899999999999</c:v>
                </c:pt>
                <c:pt idx="1803">
                  <c:v>1.3997900000000001</c:v>
                </c:pt>
                <c:pt idx="1804">
                  <c:v>1.40029</c:v>
                </c:pt>
                <c:pt idx="1805">
                  <c:v>1.40079</c:v>
                </c:pt>
                <c:pt idx="1806">
                  <c:v>1.4012899999999999</c:v>
                </c:pt>
                <c:pt idx="1807">
                  <c:v>1.4017900000000001</c:v>
                </c:pt>
                <c:pt idx="1808">
                  <c:v>1.40229</c:v>
                </c:pt>
                <c:pt idx="1809">
                  <c:v>1.40279</c:v>
                </c:pt>
                <c:pt idx="1810">
                  <c:v>1.4032899999999999</c:v>
                </c:pt>
                <c:pt idx="1811">
                  <c:v>1.4037900000000001</c:v>
                </c:pt>
                <c:pt idx="1812">
                  <c:v>1.40429</c:v>
                </c:pt>
                <c:pt idx="1813">
                  <c:v>1.4048</c:v>
                </c:pt>
                <c:pt idx="1814">
                  <c:v>1.4053</c:v>
                </c:pt>
                <c:pt idx="1815">
                  <c:v>1.4057900000000001</c:v>
                </c:pt>
                <c:pt idx="1816">
                  <c:v>1.40629</c:v>
                </c:pt>
                <c:pt idx="1817">
                  <c:v>1.40679</c:v>
                </c:pt>
                <c:pt idx="1818">
                  <c:v>1.4072899999999999</c:v>
                </c:pt>
                <c:pt idx="1819">
                  <c:v>1.4077900000000001</c:v>
                </c:pt>
                <c:pt idx="1820">
                  <c:v>1.40829</c:v>
                </c:pt>
                <c:pt idx="1821">
                  <c:v>1.40879</c:v>
                </c:pt>
                <c:pt idx="1822">
                  <c:v>1.4092899999999999</c:v>
                </c:pt>
                <c:pt idx="1823">
                  <c:v>1.4097900000000001</c:v>
                </c:pt>
                <c:pt idx="1824">
                  <c:v>1.41029</c:v>
                </c:pt>
                <c:pt idx="1825">
                  <c:v>1.41079</c:v>
                </c:pt>
                <c:pt idx="1826">
                  <c:v>1.4112899999999999</c:v>
                </c:pt>
                <c:pt idx="1827">
                  <c:v>1.4117900000000001</c:v>
                </c:pt>
                <c:pt idx="1828">
                  <c:v>1.41229</c:v>
                </c:pt>
                <c:pt idx="1829">
                  <c:v>1.41279</c:v>
                </c:pt>
                <c:pt idx="1830">
                  <c:v>1.4132899999999999</c:v>
                </c:pt>
                <c:pt idx="1831">
                  <c:v>1.4137900000000001</c:v>
                </c:pt>
                <c:pt idx="1832">
                  <c:v>1.41429</c:v>
                </c:pt>
                <c:pt idx="1833">
                  <c:v>1.41479</c:v>
                </c:pt>
                <c:pt idx="1834">
                  <c:v>1.4152800000000001</c:v>
                </c:pt>
                <c:pt idx="1835">
                  <c:v>1.41578</c:v>
                </c:pt>
                <c:pt idx="1836">
                  <c:v>1.41628</c:v>
                </c:pt>
                <c:pt idx="1837">
                  <c:v>1.4167799999999999</c:v>
                </c:pt>
                <c:pt idx="1838">
                  <c:v>1.4172800000000001</c:v>
                </c:pt>
                <c:pt idx="1839">
                  <c:v>1.4177900000000001</c:v>
                </c:pt>
                <c:pt idx="1840">
                  <c:v>1.4182900000000001</c:v>
                </c:pt>
                <c:pt idx="1841">
                  <c:v>1.4187799999999999</c:v>
                </c:pt>
                <c:pt idx="1842">
                  <c:v>1.4192800000000001</c:v>
                </c:pt>
                <c:pt idx="1843">
                  <c:v>1.41978</c:v>
                </c:pt>
                <c:pt idx="1844">
                  <c:v>1.42028</c:v>
                </c:pt>
                <c:pt idx="1845">
                  <c:v>1.4207799999999999</c:v>
                </c:pt>
                <c:pt idx="1846">
                  <c:v>1.4212800000000001</c:v>
                </c:pt>
                <c:pt idx="1847">
                  <c:v>1.42178</c:v>
                </c:pt>
                <c:pt idx="1848">
                  <c:v>1.42228</c:v>
                </c:pt>
                <c:pt idx="1849">
                  <c:v>1.4227799999999999</c:v>
                </c:pt>
                <c:pt idx="1850">
                  <c:v>1.4232800000000001</c:v>
                </c:pt>
                <c:pt idx="1851">
                  <c:v>1.42378</c:v>
                </c:pt>
                <c:pt idx="1852">
                  <c:v>1.42428</c:v>
                </c:pt>
                <c:pt idx="1853">
                  <c:v>1.4247799999999999</c:v>
                </c:pt>
                <c:pt idx="1854">
                  <c:v>1.4252800000000001</c:v>
                </c:pt>
                <c:pt idx="1855">
                  <c:v>1.42578</c:v>
                </c:pt>
                <c:pt idx="1856">
                  <c:v>1.42628</c:v>
                </c:pt>
                <c:pt idx="1857">
                  <c:v>1.4267799999999999</c:v>
                </c:pt>
                <c:pt idx="1858">
                  <c:v>1.4272800000000001</c:v>
                </c:pt>
                <c:pt idx="1859">
                  <c:v>1.42778</c:v>
                </c:pt>
                <c:pt idx="1860">
                  <c:v>1.42828</c:v>
                </c:pt>
                <c:pt idx="1861">
                  <c:v>1.4287799999999999</c:v>
                </c:pt>
                <c:pt idx="1862">
                  <c:v>1.4292800000000001</c:v>
                </c:pt>
                <c:pt idx="1863">
                  <c:v>1.4297800000000001</c:v>
                </c:pt>
                <c:pt idx="1864">
                  <c:v>1.43028</c:v>
                </c:pt>
                <c:pt idx="1865">
                  <c:v>1.4307799999999999</c:v>
                </c:pt>
                <c:pt idx="1866">
                  <c:v>1.4312800000000001</c:v>
                </c:pt>
                <c:pt idx="1867">
                  <c:v>1.4317800000000001</c:v>
                </c:pt>
                <c:pt idx="1868">
                  <c:v>1.43228</c:v>
                </c:pt>
                <c:pt idx="1869">
                  <c:v>1.4327799999999999</c:v>
                </c:pt>
                <c:pt idx="1870">
                  <c:v>1.4332800000000001</c:v>
                </c:pt>
                <c:pt idx="1871">
                  <c:v>1.4337800000000001</c:v>
                </c:pt>
                <c:pt idx="1872">
                  <c:v>1.43428</c:v>
                </c:pt>
                <c:pt idx="1873">
                  <c:v>1.4347799999999999</c:v>
                </c:pt>
                <c:pt idx="1874">
                  <c:v>1.4352799999999999</c:v>
                </c:pt>
                <c:pt idx="1875">
                  <c:v>1.4357800000000001</c:v>
                </c:pt>
                <c:pt idx="1876">
                  <c:v>1.4362699999999999</c:v>
                </c:pt>
                <c:pt idx="1877">
                  <c:v>1.4367700000000001</c:v>
                </c:pt>
                <c:pt idx="1878">
                  <c:v>1.43727</c:v>
                </c:pt>
                <c:pt idx="1879">
                  <c:v>1.43777</c:v>
                </c:pt>
                <c:pt idx="1880">
                  <c:v>1.4382699999999999</c:v>
                </c:pt>
                <c:pt idx="1881">
                  <c:v>1.4387700000000001</c:v>
                </c:pt>
                <c:pt idx="1882">
                  <c:v>1.43927</c:v>
                </c:pt>
                <c:pt idx="1883">
                  <c:v>1.43977</c:v>
                </c:pt>
                <c:pt idx="1884">
                  <c:v>1.4402699999999999</c:v>
                </c:pt>
                <c:pt idx="1885">
                  <c:v>1.4407700000000001</c:v>
                </c:pt>
                <c:pt idx="1886">
                  <c:v>1.4412700000000001</c:v>
                </c:pt>
                <c:pt idx="1887">
                  <c:v>1.44177</c:v>
                </c:pt>
                <c:pt idx="1888">
                  <c:v>1.4422699999999999</c:v>
                </c:pt>
                <c:pt idx="1889">
                  <c:v>1.4427700000000001</c:v>
                </c:pt>
                <c:pt idx="1890">
                  <c:v>1.4432700000000001</c:v>
                </c:pt>
                <c:pt idx="1891">
                  <c:v>1.44377</c:v>
                </c:pt>
                <c:pt idx="1892">
                  <c:v>1.4442699999999999</c:v>
                </c:pt>
                <c:pt idx="1893">
                  <c:v>1.4447700000000001</c:v>
                </c:pt>
                <c:pt idx="1894">
                  <c:v>1.4452700000000001</c:v>
                </c:pt>
                <c:pt idx="1895">
                  <c:v>1.44577</c:v>
                </c:pt>
                <c:pt idx="1896">
                  <c:v>1.4462699999999999</c:v>
                </c:pt>
                <c:pt idx="1897">
                  <c:v>1.4467699999999999</c:v>
                </c:pt>
                <c:pt idx="1898">
                  <c:v>1.4472700000000001</c:v>
                </c:pt>
                <c:pt idx="1899">
                  <c:v>1.44777</c:v>
                </c:pt>
                <c:pt idx="1900">
                  <c:v>1.4482699999999999</c:v>
                </c:pt>
                <c:pt idx="1901">
                  <c:v>1.4487699999999999</c:v>
                </c:pt>
                <c:pt idx="1902">
                  <c:v>1.4492700000000001</c:v>
                </c:pt>
                <c:pt idx="1903">
                  <c:v>1.44977</c:v>
                </c:pt>
                <c:pt idx="1904">
                  <c:v>1.4502699999999999</c:v>
                </c:pt>
                <c:pt idx="1905">
                  <c:v>1.4507699999999999</c:v>
                </c:pt>
                <c:pt idx="1906">
                  <c:v>1.4512700000000001</c:v>
                </c:pt>
                <c:pt idx="1907">
                  <c:v>1.45177</c:v>
                </c:pt>
                <c:pt idx="1908">
                  <c:v>1.4522699999999999</c:v>
                </c:pt>
                <c:pt idx="1909">
                  <c:v>1.4527699999999999</c:v>
                </c:pt>
                <c:pt idx="1910">
                  <c:v>1.4532700000000001</c:v>
                </c:pt>
                <c:pt idx="1911">
                  <c:v>1.45377</c:v>
                </c:pt>
                <c:pt idx="1912">
                  <c:v>1.45427</c:v>
                </c:pt>
                <c:pt idx="1913">
                  <c:v>1.4547699999999999</c:v>
                </c:pt>
                <c:pt idx="1914">
                  <c:v>1.4552700000000001</c:v>
                </c:pt>
                <c:pt idx="1915">
                  <c:v>1.4557599999999999</c:v>
                </c:pt>
                <c:pt idx="1916">
                  <c:v>1.45627</c:v>
                </c:pt>
                <c:pt idx="1917">
                  <c:v>1.4567699999999999</c:v>
                </c:pt>
                <c:pt idx="1918">
                  <c:v>1.45726</c:v>
                </c:pt>
                <c:pt idx="1919">
                  <c:v>1.4577599999999999</c:v>
                </c:pt>
                <c:pt idx="1920">
                  <c:v>1.4582599999999999</c:v>
                </c:pt>
                <c:pt idx="1921">
                  <c:v>1.4587699999999999</c:v>
                </c:pt>
                <c:pt idx="1922">
                  <c:v>1.4592700000000001</c:v>
                </c:pt>
                <c:pt idx="1923">
                  <c:v>1.4597599999999999</c:v>
                </c:pt>
                <c:pt idx="1924">
                  <c:v>1.4602599999999999</c:v>
                </c:pt>
                <c:pt idx="1925">
                  <c:v>1.4607600000000001</c:v>
                </c:pt>
                <c:pt idx="1926">
                  <c:v>1.46126</c:v>
                </c:pt>
                <c:pt idx="1927">
                  <c:v>1.4617599999999999</c:v>
                </c:pt>
                <c:pt idx="1928">
                  <c:v>1.4622599999999999</c:v>
                </c:pt>
                <c:pt idx="1929">
                  <c:v>1.4627600000000001</c:v>
                </c:pt>
                <c:pt idx="1930">
                  <c:v>1.46326</c:v>
                </c:pt>
                <c:pt idx="1931">
                  <c:v>1.46376</c:v>
                </c:pt>
                <c:pt idx="1932">
                  <c:v>1.4642599999999999</c:v>
                </c:pt>
                <c:pt idx="1933">
                  <c:v>1.4647600000000001</c:v>
                </c:pt>
                <c:pt idx="1934">
                  <c:v>1.4652499999999999</c:v>
                </c:pt>
                <c:pt idx="1935">
                  <c:v>1.4657500000000001</c:v>
                </c:pt>
                <c:pt idx="1936">
                  <c:v>1.4662599999999999</c:v>
                </c:pt>
                <c:pt idx="1937">
                  <c:v>1.4667600000000001</c:v>
                </c:pt>
                <c:pt idx="1938">
                  <c:v>1.46726</c:v>
                </c:pt>
                <c:pt idx="1939">
                  <c:v>1.46776</c:v>
                </c:pt>
                <c:pt idx="1940">
                  <c:v>1.4682599999999999</c:v>
                </c:pt>
                <c:pt idx="1941">
                  <c:v>1.4687600000000001</c:v>
                </c:pt>
                <c:pt idx="1942">
                  <c:v>1.46926</c:v>
                </c:pt>
                <c:pt idx="1943">
                  <c:v>1.46976</c:v>
                </c:pt>
                <c:pt idx="1944">
                  <c:v>1.4702599999999999</c:v>
                </c:pt>
                <c:pt idx="1945">
                  <c:v>1.4707600000000001</c:v>
                </c:pt>
                <c:pt idx="1946">
                  <c:v>1.47126</c:v>
                </c:pt>
                <c:pt idx="1947">
                  <c:v>1.47176</c:v>
                </c:pt>
                <c:pt idx="1948">
                  <c:v>1.4722599999999999</c:v>
                </c:pt>
                <c:pt idx="1949">
                  <c:v>1.4727600000000001</c:v>
                </c:pt>
                <c:pt idx="1950">
                  <c:v>1.47326</c:v>
                </c:pt>
                <c:pt idx="1951">
                  <c:v>1.47376</c:v>
                </c:pt>
                <c:pt idx="1952">
                  <c:v>1.4742599999999999</c:v>
                </c:pt>
                <c:pt idx="1953">
                  <c:v>1.4747600000000001</c:v>
                </c:pt>
                <c:pt idx="1954">
                  <c:v>1.47526</c:v>
                </c:pt>
                <c:pt idx="1955">
                  <c:v>1.47576</c:v>
                </c:pt>
                <c:pt idx="1956">
                  <c:v>1.4762599999999999</c:v>
                </c:pt>
                <c:pt idx="1957">
                  <c:v>1.47675</c:v>
                </c:pt>
                <c:pt idx="1958">
                  <c:v>1.47725</c:v>
                </c:pt>
                <c:pt idx="1959">
                  <c:v>1.4777499999999999</c:v>
                </c:pt>
                <c:pt idx="1960">
                  <c:v>1.4782500000000001</c:v>
                </c:pt>
                <c:pt idx="1961">
                  <c:v>1.47875</c:v>
                </c:pt>
                <c:pt idx="1962">
                  <c:v>1.47925</c:v>
                </c:pt>
                <c:pt idx="1963">
                  <c:v>1.4797499999999999</c:v>
                </c:pt>
                <c:pt idx="1964">
                  <c:v>1.4802500000000001</c:v>
                </c:pt>
                <c:pt idx="1965">
                  <c:v>1.48075</c:v>
                </c:pt>
                <c:pt idx="1966">
                  <c:v>1.48125</c:v>
                </c:pt>
                <c:pt idx="1967">
                  <c:v>1.4817499999999999</c:v>
                </c:pt>
                <c:pt idx="1968">
                  <c:v>1.4822500000000001</c:v>
                </c:pt>
                <c:pt idx="1969">
                  <c:v>1.48275</c:v>
                </c:pt>
                <c:pt idx="1970">
                  <c:v>1.48326</c:v>
                </c:pt>
                <c:pt idx="1971">
                  <c:v>1.48376</c:v>
                </c:pt>
                <c:pt idx="1972">
                  <c:v>1.4842599999999999</c:v>
                </c:pt>
                <c:pt idx="1973">
                  <c:v>1.48475</c:v>
                </c:pt>
                <c:pt idx="1974">
                  <c:v>1.48525</c:v>
                </c:pt>
                <c:pt idx="1975">
                  <c:v>1.4857499999999999</c:v>
                </c:pt>
                <c:pt idx="1976">
                  <c:v>1.4862500000000001</c:v>
                </c:pt>
                <c:pt idx="1977">
                  <c:v>1.48675</c:v>
                </c:pt>
                <c:pt idx="1978">
                  <c:v>1.48725</c:v>
                </c:pt>
                <c:pt idx="1979">
                  <c:v>1.4877499999999999</c:v>
                </c:pt>
                <c:pt idx="1980">
                  <c:v>1.4882500000000001</c:v>
                </c:pt>
                <c:pt idx="1981">
                  <c:v>1.48875</c:v>
                </c:pt>
                <c:pt idx="1982">
                  <c:v>1.48925</c:v>
                </c:pt>
                <c:pt idx="1983">
                  <c:v>1.4897499999999999</c:v>
                </c:pt>
                <c:pt idx="1984">
                  <c:v>1.4902500000000001</c:v>
                </c:pt>
                <c:pt idx="1985">
                  <c:v>1.49075</c:v>
                </c:pt>
                <c:pt idx="1986">
                  <c:v>1.49125</c:v>
                </c:pt>
                <c:pt idx="1987">
                  <c:v>1.4917499999999999</c:v>
                </c:pt>
                <c:pt idx="1988">
                  <c:v>1.4922500000000001</c:v>
                </c:pt>
                <c:pt idx="1989">
                  <c:v>1.49275</c:v>
                </c:pt>
                <c:pt idx="1990">
                  <c:v>1.49325</c:v>
                </c:pt>
                <c:pt idx="1991">
                  <c:v>1.4937499999999999</c:v>
                </c:pt>
                <c:pt idx="1992">
                  <c:v>1.49424</c:v>
                </c:pt>
                <c:pt idx="1993">
                  <c:v>1.49474</c:v>
                </c:pt>
                <c:pt idx="1994">
                  <c:v>1.4952399999999999</c:v>
                </c:pt>
                <c:pt idx="1995">
                  <c:v>1.4957400000000001</c:v>
                </c:pt>
                <c:pt idx="1996">
                  <c:v>1.49624</c:v>
                </c:pt>
                <c:pt idx="1997">
                  <c:v>1.49674</c:v>
                </c:pt>
                <c:pt idx="1998">
                  <c:v>1.4972399999999999</c:v>
                </c:pt>
                <c:pt idx="1999">
                  <c:v>1.4977400000000001</c:v>
                </c:pt>
                <c:pt idx="2000">
                  <c:v>1.49823</c:v>
                </c:pt>
                <c:pt idx="2001">
                  <c:v>1.4983900000000001</c:v>
                </c:pt>
                <c:pt idx="2002">
                  <c:v>1.4982899999999999</c:v>
                </c:pt>
                <c:pt idx="2003">
                  <c:v>1.4980899999999999</c:v>
                </c:pt>
                <c:pt idx="2004">
                  <c:v>1.49769</c:v>
                </c:pt>
                <c:pt idx="2005">
                  <c:v>1.49722</c:v>
                </c:pt>
                <c:pt idx="2006">
                  <c:v>1.4967299999999999</c:v>
                </c:pt>
                <c:pt idx="2007">
                  <c:v>1.49624</c:v>
                </c:pt>
                <c:pt idx="2008">
                  <c:v>1.4957400000000001</c:v>
                </c:pt>
                <c:pt idx="2009">
                  <c:v>1.4952399999999999</c:v>
                </c:pt>
                <c:pt idx="2010">
                  <c:v>1.49474</c:v>
                </c:pt>
                <c:pt idx="2011">
                  <c:v>1.49424</c:v>
                </c:pt>
                <c:pt idx="2012">
                  <c:v>1.4937499999999999</c:v>
                </c:pt>
                <c:pt idx="2013">
                  <c:v>1.49325</c:v>
                </c:pt>
                <c:pt idx="2014">
                  <c:v>1.49275</c:v>
                </c:pt>
                <c:pt idx="2015">
                  <c:v>1.4922500000000001</c:v>
                </c:pt>
                <c:pt idx="2016">
                  <c:v>1.49176</c:v>
                </c:pt>
                <c:pt idx="2017">
                  <c:v>1.49126</c:v>
                </c:pt>
                <c:pt idx="2018">
                  <c:v>1.4907600000000001</c:v>
                </c:pt>
                <c:pt idx="2019">
                  <c:v>1.4902599999999999</c:v>
                </c:pt>
                <c:pt idx="2020">
                  <c:v>1.48976</c:v>
                </c:pt>
                <c:pt idx="2021">
                  <c:v>1.48926</c:v>
                </c:pt>
                <c:pt idx="2022">
                  <c:v>1.4887600000000001</c:v>
                </c:pt>
                <c:pt idx="2023">
                  <c:v>1.4882599999999999</c:v>
                </c:pt>
                <c:pt idx="2024">
                  <c:v>1.48776</c:v>
                </c:pt>
                <c:pt idx="2025">
                  <c:v>1.48726</c:v>
                </c:pt>
                <c:pt idx="2026">
                  <c:v>1.4867600000000001</c:v>
                </c:pt>
                <c:pt idx="2027">
                  <c:v>1.4862599999999999</c:v>
                </c:pt>
                <c:pt idx="2028">
                  <c:v>1.48576</c:v>
                </c:pt>
                <c:pt idx="2029">
                  <c:v>1.48526</c:v>
                </c:pt>
                <c:pt idx="2030">
                  <c:v>1.4847600000000001</c:v>
                </c:pt>
                <c:pt idx="2031">
                  <c:v>1.4842599999999999</c:v>
                </c:pt>
                <c:pt idx="2032">
                  <c:v>1.48376</c:v>
                </c:pt>
                <c:pt idx="2033">
                  <c:v>1.48326</c:v>
                </c:pt>
                <c:pt idx="2034">
                  <c:v>1.4827600000000001</c:v>
                </c:pt>
                <c:pt idx="2035">
                  <c:v>1.4822599999999999</c:v>
                </c:pt>
                <c:pt idx="2036">
                  <c:v>1.48176</c:v>
                </c:pt>
                <c:pt idx="2037">
                  <c:v>1.48126</c:v>
                </c:pt>
                <c:pt idx="2038">
                  <c:v>1.4807600000000001</c:v>
                </c:pt>
                <c:pt idx="2039">
                  <c:v>1.4802599999999999</c:v>
                </c:pt>
                <c:pt idx="2040">
                  <c:v>1.47976</c:v>
                </c:pt>
                <c:pt idx="2041">
                  <c:v>1.47926</c:v>
                </c:pt>
                <c:pt idx="2042">
                  <c:v>1.4787600000000001</c:v>
                </c:pt>
                <c:pt idx="2043">
                  <c:v>1.4782599999999999</c:v>
                </c:pt>
                <c:pt idx="2044">
                  <c:v>1.47776</c:v>
                </c:pt>
                <c:pt idx="2045">
                  <c:v>1.47726</c:v>
                </c:pt>
                <c:pt idx="2046">
                  <c:v>1.4767600000000001</c:v>
                </c:pt>
                <c:pt idx="2047">
                  <c:v>1.4762500000000001</c:v>
                </c:pt>
                <c:pt idx="2048">
                  <c:v>1.4757499999999999</c:v>
                </c:pt>
                <c:pt idx="2049">
                  <c:v>1.47526</c:v>
                </c:pt>
                <c:pt idx="2050">
                  <c:v>1.4747600000000001</c:v>
                </c:pt>
                <c:pt idx="2051">
                  <c:v>1.4742599999999999</c:v>
                </c:pt>
                <c:pt idx="2052">
                  <c:v>1.47376</c:v>
                </c:pt>
                <c:pt idx="2053">
                  <c:v>1.4732700000000001</c:v>
                </c:pt>
                <c:pt idx="2054">
                  <c:v>1.4727699999999999</c:v>
                </c:pt>
                <c:pt idx="2055">
                  <c:v>1.47227</c:v>
                </c:pt>
                <c:pt idx="2056">
                  <c:v>1.47177</c:v>
                </c:pt>
                <c:pt idx="2057">
                  <c:v>1.4712700000000001</c:v>
                </c:pt>
                <c:pt idx="2058">
                  <c:v>1.4707600000000001</c:v>
                </c:pt>
                <c:pt idx="2059">
                  <c:v>1.4702599999999999</c:v>
                </c:pt>
                <c:pt idx="2060">
                  <c:v>1.46977</c:v>
                </c:pt>
                <c:pt idx="2061">
                  <c:v>1.4692700000000001</c:v>
                </c:pt>
                <c:pt idx="2062">
                  <c:v>1.4687699999999999</c:v>
                </c:pt>
                <c:pt idx="2063">
                  <c:v>1.46827</c:v>
                </c:pt>
                <c:pt idx="2064">
                  <c:v>1.46777</c:v>
                </c:pt>
                <c:pt idx="2065">
                  <c:v>1.4672700000000001</c:v>
                </c:pt>
                <c:pt idx="2066">
                  <c:v>1.4667699999999999</c:v>
                </c:pt>
                <c:pt idx="2067">
                  <c:v>1.4662599999999999</c:v>
                </c:pt>
                <c:pt idx="2068">
                  <c:v>1.46576</c:v>
                </c:pt>
                <c:pt idx="2069">
                  <c:v>1.46526</c:v>
                </c:pt>
                <c:pt idx="2070">
                  <c:v>1.4647600000000001</c:v>
                </c:pt>
                <c:pt idx="2071">
                  <c:v>1.46427</c:v>
                </c:pt>
                <c:pt idx="2072">
                  <c:v>1.46377</c:v>
                </c:pt>
                <c:pt idx="2073">
                  <c:v>1.4632700000000001</c:v>
                </c:pt>
                <c:pt idx="2074">
                  <c:v>1.4627699999999999</c:v>
                </c:pt>
                <c:pt idx="2075">
                  <c:v>1.46227</c:v>
                </c:pt>
                <c:pt idx="2076">
                  <c:v>1.46177</c:v>
                </c:pt>
                <c:pt idx="2077">
                  <c:v>1.4612700000000001</c:v>
                </c:pt>
                <c:pt idx="2078">
                  <c:v>1.4607699999999999</c:v>
                </c:pt>
                <c:pt idx="2079">
                  <c:v>1.46027</c:v>
                </c:pt>
                <c:pt idx="2080">
                  <c:v>1.45977</c:v>
                </c:pt>
                <c:pt idx="2081">
                  <c:v>1.4592700000000001</c:v>
                </c:pt>
                <c:pt idx="2082">
                  <c:v>1.4587699999999999</c:v>
                </c:pt>
                <c:pt idx="2083">
                  <c:v>1.45827</c:v>
                </c:pt>
                <c:pt idx="2084">
                  <c:v>1.45777</c:v>
                </c:pt>
                <c:pt idx="2085">
                  <c:v>1.4572700000000001</c:v>
                </c:pt>
                <c:pt idx="2086">
                  <c:v>1.4567699999999999</c:v>
                </c:pt>
                <c:pt idx="2087">
                  <c:v>1.45627</c:v>
                </c:pt>
                <c:pt idx="2088">
                  <c:v>1.45577</c:v>
                </c:pt>
                <c:pt idx="2089">
                  <c:v>1.4552700000000001</c:v>
                </c:pt>
                <c:pt idx="2090">
                  <c:v>1.4547699999999999</c:v>
                </c:pt>
                <c:pt idx="2091">
                  <c:v>1.45427</c:v>
                </c:pt>
                <c:pt idx="2092">
                  <c:v>1.45377</c:v>
                </c:pt>
                <c:pt idx="2093">
                  <c:v>1.4532700000000001</c:v>
                </c:pt>
                <c:pt idx="2094">
                  <c:v>1.4527699999999999</c:v>
                </c:pt>
                <c:pt idx="2095">
                  <c:v>1.4522699999999999</c:v>
                </c:pt>
                <c:pt idx="2096">
                  <c:v>1.45177</c:v>
                </c:pt>
                <c:pt idx="2097">
                  <c:v>1.4512700000000001</c:v>
                </c:pt>
                <c:pt idx="2098">
                  <c:v>1.4507699999999999</c:v>
                </c:pt>
                <c:pt idx="2099">
                  <c:v>1.4502699999999999</c:v>
                </c:pt>
                <c:pt idx="2100">
                  <c:v>1.44977</c:v>
                </c:pt>
                <c:pt idx="2101">
                  <c:v>1.4492700000000001</c:v>
                </c:pt>
                <c:pt idx="2102">
                  <c:v>1.44878</c:v>
                </c:pt>
                <c:pt idx="2103">
                  <c:v>1.44828</c:v>
                </c:pt>
                <c:pt idx="2104">
                  <c:v>1.4477800000000001</c:v>
                </c:pt>
                <c:pt idx="2105">
                  <c:v>1.4472799999999999</c:v>
                </c:pt>
                <c:pt idx="2106">
                  <c:v>1.44678</c:v>
                </c:pt>
                <c:pt idx="2107">
                  <c:v>1.44628</c:v>
                </c:pt>
                <c:pt idx="2108">
                  <c:v>1.4457800000000001</c:v>
                </c:pt>
                <c:pt idx="2109">
                  <c:v>1.4452799999999999</c:v>
                </c:pt>
                <c:pt idx="2110">
                  <c:v>1.44478</c:v>
                </c:pt>
                <c:pt idx="2111">
                  <c:v>1.44428</c:v>
                </c:pt>
                <c:pt idx="2112">
                  <c:v>1.4437800000000001</c:v>
                </c:pt>
                <c:pt idx="2113">
                  <c:v>1.4432799999999999</c:v>
                </c:pt>
                <c:pt idx="2114">
                  <c:v>1.44278</c:v>
                </c:pt>
                <c:pt idx="2115">
                  <c:v>1.44228</c:v>
                </c:pt>
                <c:pt idx="2116">
                  <c:v>1.4417800000000001</c:v>
                </c:pt>
                <c:pt idx="2117">
                  <c:v>1.4412799999999999</c:v>
                </c:pt>
                <c:pt idx="2118">
                  <c:v>1.4407799999999999</c:v>
                </c:pt>
                <c:pt idx="2119">
                  <c:v>1.44028</c:v>
                </c:pt>
                <c:pt idx="2120">
                  <c:v>1.4397800000000001</c:v>
                </c:pt>
                <c:pt idx="2121">
                  <c:v>1.4392799999999999</c:v>
                </c:pt>
                <c:pt idx="2122">
                  <c:v>1.4387799999999999</c:v>
                </c:pt>
                <c:pt idx="2123">
                  <c:v>1.43828</c:v>
                </c:pt>
                <c:pt idx="2124">
                  <c:v>1.4377800000000001</c:v>
                </c:pt>
                <c:pt idx="2125">
                  <c:v>1.4372799999999999</c:v>
                </c:pt>
                <c:pt idx="2126">
                  <c:v>1.4367799999999999</c:v>
                </c:pt>
                <c:pt idx="2127">
                  <c:v>1.43628</c:v>
                </c:pt>
                <c:pt idx="2128">
                  <c:v>1.4357800000000001</c:v>
                </c:pt>
                <c:pt idx="2129">
                  <c:v>1.4352799999999999</c:v>
                </c:pt>
                <c:pt idx="2130">
                  <c:v>1.4347799999999999</c:v>
                </c:pt>
                <c:pt idx="2131">
                  <c:v>1.43428</c:v>
                </c:pt>
                <c:pt idx="2132">
                  <c:v>1.4337800000000001</c:v>
                </c:pt>
                <c:pt idx="2133">
                  <c:v>1.4332800000000001</c:v>
                </c:pt>
                <c:pt idx="2134">
                  <c:v>1.4327799999999999</c:v>
                </c:pt>
                <c:pt idx="2135">
                  <c:v>1.43228</c:v>
                </c:pt>
                <c:pt idx="2136">
                  <c:v>1.4317800000000001</c:v>
                </c:pt>
                <c:pt idx="2137">
                  <c:v>1.4312800000000001</c:v>
                </c:pt>
                <c:pt idx="2138">
                  <c:v>1.4307799999999999</c:v>
                </c:pt>
                <c:pt idx="2139">
                  <c:v>1.43028</c:v>
                </c:pt>
                <c:pt idx="2140">
                  <c:v>1.4297800000000001</c:v>
                </c:pt>
                <c:pt idx="2141">
                  <c:v>1.4292800000000001</c:v>
                </c:pt>
                <c:pt idx="2142">
                  <c:v>1.4287799999999999</c:v>
                </c:pt>
                <c:pt idx="2143">
                  <c:v>1.42828</c:v>
                </c:pt>
                <c:pt idx="2144">
                  <c:v>1.42778</c:v>
                </c:pt>
                <c:pt idx="2145">
                  <c:v>1.4272800000000001</c:v>
                </c:pt>
                <c:pt idx="2146">
                  <c:v>1.4267799999999999</c:v>
                </c:pt>
                <c:pt idx="2147">
                  <c:v>1.42628</c:v>
                </c:pt>
                <c:pt idx="2148">
                  <c:v>1.4257899999999999</c:v>
                </c:pt>
                <c:pt idx="2149">
                  <c:v>1.4252899999999999</c:v>
                </c:pt>
                <c:pt idx="2150">
                  <c:v>1.42479</c:v>
                </c:pt>
                <c:pt idx="2151">
                  <c:v>1.4242900000000001</c:v>
                </c:pt>
                <c:pt idx="2152">
                  <c:v>1.4237899999999999</c:v>
                </c:pt>
                <c:pt idx="2153">
                  <c:v>1.4232899999999999</c:v>
                </c:pt>
                <c:pt idx="2154">
                  <c:v>1.42279</c:v>
                </c:pt>
                <c:pt idx="2155">
                  <c:v>1.4222900000000001</c:v>
                </c:pt>
                <c:pt idx="2156">
                  <c:v>1.4217900000000001</c:v>
                </c:pt>
                <c:pt idx="2157">
                  <c:v>1.4212899999999999</c:v>
                </c:pt>
                <c:pt idx="2158">
                  <c:v>1.42079</c:v>
                </c:pt>
                <c:pt idx="2159">
                  <c:v>1.4202900000000001</c:v>
                </c:pt>
                <c:pt idx="2160">
                  <c:v>1.4197900000000001</c:v>
                </c:pt>
                <c:pt idx="2161">
                  <c:v>1.4192899999999999</c:v>
                </c:pt>
                <c:pt idx="2162">
                  <c:v>1.41879</c:v>
                </c:pt>
                <c:pt idx="2163">
                  <c:v>1.4182900000000001</c:v>
                </c:pt>
                <c:pt idx="2164">
                  <c:v>1.4177900000000001</c:v>
                </c:pt>
                <c:pt idx="2165">
                  <c:v>1.4172899999999999</c:v>
                </c:pt>
                <c:pt idx="2166">
                  <c:v>1.41679</c:v>
                </c:pt>
                <c:pt idx="2167">
                  <c:v>1.41629</c:v>
                </c:pt>
                <c:pt idx="2168">
                  <c:v>1.4157900000000001</c:v>
                </c:pt>
                <c:pt idx="2169">
                  <c:v>1.4152899999999999</c:v>
                </c:pt>
                <c:pt idx="2170">
                  <c:v>1.41479</c:v>
                </c:pt>
                <c:pt idx="2171">
                  <c:v>1.41429</c:v>
                </c:pt>
                <c:pt idx="2172">
                  <c:v>1.4137900000000001</c:v>
                </c:pt>
                <c:pt idx="2173">
                  <c:v>1.4132899999999999</c:v>
                </c:pt>
                <c:pt idx="2174">
                  <c:v>1.41279</c:v>
                </c:pt>
                <c:pt idx="2175">
                  <c:v>1.41229</c:v>
                </c:pt>
                <c:pt idx="2176">
                  <c:v>1.4117900000000001</c:v>
                </c:pt>
                <c:pt idx="2177">
                  <c:v>1.4113</c:v>
                </c:pt>
                <c:pt idx="2178">
                  <c:v>1.4108000000000001</c:v>
                </c:pt>
                <c:pt idx="2179">
                  <c:v>1.4103000000000001</c:v>
                </c:pt>
                <c:pt idx="2180">
                  <c:v>1.4097999999999999</c:v>
                </c:pt>
                <c:pt idx="2181">
                  <c:v>1.4093</c:v>
                </c:pt>
                <c:pt idx="2182">
                  <c:v>1.4088000000000001</c:v>
                </c:pt>
                <c:pt idx="2183">
                  <c:v>1.4083000000000001</c:v>
                </c:pt>
                <c:pt idx="2184">
                  <c:v>1.4077999999999999</c:v>
                </c:pt>
                <c:pt idx="2185">
                  <c:v>1.4073</c:v>
                </c:pt>
                <c:pt idx="2186">
                  <c:v>1.4068000000000001</c:v>
                </c:pt>
                <c:pt idx="2187">
                  <c:v>1.4063000000000001</c:v>
                </c:pt>
                <c:pt idx="2188">
                  <c:v>1.4057999999999999</c:v>
                </c:pt>
                <c:pt idx="2189">
                  <c:v>1.4053</c:v>
                </c:pt>
                <c:pt idx="2190">
                  <c:v>1.4048</c:v>
                </c:pt>
                <c:pt idx="2191">
                  <c:v>1.4043000000000001</c:v>
                </c:pt>
                <c:pt idx="2192">
                  <c:v>1.4037999999999999</c:v>
                </c:pt>
                <c:pt idx="2193">
                  <c:v>1.4033</c:v>
                </c:pt>
                <c:pt idx="2194">
                  <c:v>1.4028</c:v>
                </c:pt>
                <c:pt idx="2195">
                  <c:v>1.4023000000000001</c:v>
                </c:pt>
                <c:pt idx="2196">
                  <c:v>1.4017999999999999</c:v>
                </c:pt>
                <c:pt idx="2197">
                  <c:v>1.4012899999999999</c:v>
                </c:pt>
                <c:pt idx="2198">
                  <c:v>1.4008</c:v>
                </c:pt>
                <c:pt idx="2199">
                  <c:v>1.4003000000000001</c:v>
                </c:pt>
                <c:pt idx="2200">
                  <c:v>1.3997999999999999</c:v>
                </c:pt>
                <c:pt idx="2201">
                  <c:v>1.3993</c:v>
                </c:pt>
                <c:pt idx="2202">
                  <c:v>1.3988</c:v>
                </c:pt>
                <c:pt idx="2203">
                  <c:v>1.3983000000000001</c:v>
                </c:pt>
                <c:pt idx="2204">
                  <c:v>1.3977999999999999</c:v>
                </c:pt>
                <c:pt idx="2205">
                  <c:v>1.3973</c:v>
                </c:pt>
                <c:pt idx="2206">
                  <c:v>1.3968</c:v>
                </c:pt>
                <c:pt idx="2207">
                  <c:v>1.3963000000000001</c:v>
                </c:pt>
                <c:pt idx="2208">
                  <c:v>1.3957999999999999</c:v>
                </c:pt>
                <c:pt idx="2209">
                  <c:v>1.3953</c:v>
                </c:pt>
                <c:pt idx="2210">
                  <c:v>1.3948</c:v>
                </c:pt>
                <c:pt idx="2211">
                  <c:v>1.3943000000000001</c:v>
                </c:pt>
                <c:pt idx="2212">
                  <c:v>1.3937999999999999</c:v>
                </c:pt>
                <c:pt idx="2213">
                  <c:v>1.3933</c:v>
                </c:pt>
                <c:pt idx="2214">
                  <c:v>1.3928</c:v>
                </c:pt>
                <c:pt idx="2215">
                  <c:v>1.3923000000000001</c:v>
                </c:pt>
                <c:pt idx="2216">
                  <c:v>1.3917999999999999</c:v>
                </c:pt>
                <c:pt idx="2217">
                  <c:v>1.3913</c:v>
                </c:pt>
                <c:pt idx="2218">
                  <c:v>1.3908100000000001</c:v>
                </c:pt>
                <c:pt idx="2219">
                  <c:v>1.3903099999999999</c:v>
                </c:pt>
                <c:pt idx="2220">
                  <c:v>1.3897999999999999</c:v>
                </c:pt>
                <c:pt idx="2221">
                  <c:v>1.3893</c:v>
                </c:pt>
                <c:pt idx="2222">
                  <c:v>1.3888100000000001</c:v>
                </c:pt>
                <c:pt idx="2223">
                  <c:v>1.3883099999999999</c:v>
                </c:pt>
                <c:pt idx="2224">
                  <c:v>1.38781</c:v>
                </c:pt>
                <c:pt idx="2225">
                  <c:v>1.38731</c:v>
                </c:pt>
                <c:pt idx="2226">
                  <c:v>1.3868100000000001</c:v>
                </c:pt>
                <c:pt idx="2227">
                  <c:v>1.3863099999999999</c:v>
                </c:pt>
                <c:pt idx="2228">
                  <c:v>1.38581</c:v>
                </c:pt>
                <c:pt idx="2229">
                  <c:v>1.38531</c:v>
                </c:pt>
                <c:pt idx="2230">
                  <c:v>1.3848100000000001</c:v>
                </c:pt>
                <c:pt idx="2231">
                  <c:v>1.3843099999999999</c:v>
                </c:pt>
                <c:pt idx="2232">
                  <c:v>1.3837999999999999</c:v>
                </c:pt>
                <c:pt idx="2233">
                  <c:v>1.3833</c:v>
                </c:pt>
                <c:pt idx="2234">
                  <c:v>1.3828</c:v>
                </c:pt>
                <c:pt idx="2235">
                  <c:v>1.3823000000000001</c:v>
                </c:pt>
                <c:pt idx="2236">
                  <c:v>1.3817999999999999</c:v>
                </c:pt>
                <c:pt idx="2237">
                  <c:v>1.3813</c:v>
                </c:pt>
                <c:pt idx="2238">
                  <c:v>1.3808</c:v>
                </c:pt>
                <c:pt idx="2239">
                  <c:v>1.3803000000000001</c:v>
                </c:pt>
                <c:pt idx="2240">
                  <c:v>1.37981</c:v>
                </c:pt>
                <c:pt idx="2241">
                  <c:v>1.37931</c:v>
                </c:pt>
                <c:pt idx="2242">
                  <c:v>1.3788100000000001</c:v>
                </c:pt>
                <c:pt idx="2243">
                  <c:v>1.3783099999999999</c:v>
                </c:pt>
                <c:pt idx="2244">
                  <c:v>1.37781</c:v>
                </c:pt>
                <c:pt idx="2245">
                  <c:v>1.37731</c:v>
                </c:pt>
                <c:pt idx="2246">
                  <c:v>1.3768100000000001</c:v>
                </c:pt>
                <c:pt idx="2247">
                  <c:v>1.3763099999999999</c:v>
                </c:pt>
                <c:pt idx="2248">
                  <c:v>1.37581</c:v>
                </c:pt>
                <c:pt idx="2249">
                  <c:v>1.37531</c:v>
                </c:pt>
                <c:pt idx="2250">
                  <c:v>1.3748100000000001</c:v>
                </c:pt>
                <c:pt idx="2251">
                  <c:v>1.3743099999999999</c:v>
                </c:pt>
                <c:pt idx="2252">
                  <c:v>1.37381</c:v>
                </c:pt>
                <c:pt idx="2253">
                  <c:v>1.37331</c:v>
                </c:pt>
                <c:pt idx="2254">
                  <c:v>1.3728100000000001</c:v>
                </c:pt>
                <c:pt idx="2255">
                  <c:v>1.3723099999999999</c:v>
                </c:pt>
                <c:pt idx="2256">
                  <c:v>1.37181</c:v>
                </c:pt>
                <c:pt idx="2257">
                  <c:v>1.3713200000000001</c:v>
                </c:pt>
                <c:pt idx="2258">
                  <c:v>1.3708100000000001</c:v>
                </c:pt>
                <c:pt idx="2259">
                  <c:v>1.37032</c:v>
                </c:pt>
                <c:pt idx="2260">
                  <c:v>1.36982</c:v>
                </c:pt>
                <c:pt idx="2261">
                  <c:v>1.3693200000000001</c:v>
                </c:pt>
                <c:pt idx="2262">
                  <c:v>1.3688199999999999</c:v>
                </c:pt>
                <c:pt idx="2263">
                  <c:v>1.36832</c:v>
                </c:pt>
                <c:pt idx="2264">
                  <c:v>1.36782</c:v>
                </c:pt>
                <c:pt idx="2265">
                  <c:v>1.3673200000000001</c:v>
                </c:pt>
                <c:pt idx="2266">
                  <c:v>1.3668199999999999</c:v>
                </c:pt>
                <c:pt idx="2267">
                  <c:v>1.36632</c:v>
                </c:pt>
                <c:pt idx="2268">
                  <c:v>1.36582</c:v>
                </c:pt>
                <c:pt idx="2269">
                  <c:v>1.3653200000000001</c:v>
                </c:pt>
                <c:pt idx="2270">
                  <c:v>1.3648199999999999</c:v>
                </c:pt>
                <c:pt idx="2271">
                  <c:v>1.36432</c:v>
                </c:pt>
                <c:pt idx="2272">
                  <c:v>1.36382</c:v>
                </c:pt>
                <c:pt idx="2273">
                  <c:v>1.3633200000000001</c:v>
                </c:pt>
                <c:pt idx="2274">
                  <c:v>1.3628199999999999</c:v>
                </c:pt>
                <c:pt idx="2275">
                  <c:v>1.36232</c:v>
                </c:pt>
                <c:pt idx="2276">
                  <c:v>1.36182</c:v>
                </c:pt>
                <c:pt idx="2277">
                  <c:v>1.3613200000000001</c:v>
                </c:pt>
                <c:pt idx="2278">
                  <c:v>1.3608199999999999</c:v>
                </c:pt>
                <c:pt idx="2279">
                  <c:v>1.36032</c:v>
                </c:pt>
                <c:pt idx="2280">
                  <c:v>1.35982</c:v>
                </c:pt>
                <c:pt idx="2281">
                  <c:v>1.3593200000000001</c:v>
                </c:pt>
                <c:pt idx="2282">
                  <c:v>1.3588199999999999</c:v>
                </c:pt>
                <c:pt idx="2283">
                  <c:v>1.35832</c:v>
                </c:pt>
                <c:pt idx="2284">
                  <c:v>1.35782</c:v>
                </c:pt>
                <c:pt idx="2285">
                  <c:v>1.3573200000000001</c:v>
                </c:pt>
                <c:pt idx="2286">
                  <c:v>1.3568199999999999</c:v>
                </c:pt>
                <c:pt idx="2287">
                  <c:v>1.35632</c:v>
                </c:pt>
                <c:pt idx="2288">
                  <c:v>1.35582</c:v>
                </c:pt>
                <c:pt idx="2289">
                  <c:v>1.3553200000000001</c:v>
                </c:pt>
                <c:pt idx="2290">
                  <c:v>1.3548199999999999</c:v>
                </c:pt>
                <c:pt idx="2291">
                  <c:v>1.35432</c:v>
                </c:pt>
                <c:pt idx="2292">
                  <c:v>1.35382</c:v>
                </c:pt>
                <c:pt idx="2293">
                  <c:v>1.3533200000000001</c:v>
                </c:pt>
                <c:pt idx="2294">
                  <c:v>1.3528199999999999</c:v>
                </c:pt>
                <c:pt idx="2295">
                  <c:v>1.35232</c:v>
                </c:pt>
                <c:pt idx="2296">
                  <c:v>1.35182</c:v>
                </c:pt>
                <c:pt idx="2297">
                  <c:v>1.3513200000000001</c:v>
                </c:pt>
                <c:pt idx="2298">
                  <c:v>1.3508199999999999</c:v>
                </c:pt>
                <c:pt idx="2299">
                  <c:v>1.35032</c:v>
                </c:pt>
                <c:pt idx="2300">
                  <c:v>1.34982</c:v>
                </c:pt>
                <c:pt idx="2301">
                  <c:v>1.3493200000000001</c:v>
                </c:pt>
                <c:pt idx="2302">
                  <c:v>1.3488199999999999</c:v>
                </c:pt>
                <c:pt idx="2303">
                  <c:v>1.34832</c:v>
                </c:pt>
                <c:pt idx="2304">
                  <c:v>1.3478300000000001</c:v>
                </c:pt>
                <c:pt idx="2305">
                  <c:v>1.3473299999999999</c:v>
                </c:pt>
                <c:pt idx="2306">
                  <c:v>1.34683</c:v>
                </c:pt>
                <c:pt idx="2307">
                  <c:v>1.34633</c:v>
                </c:pt>
                <c:pt idx="2308">
                  <c:v>1.3458300000000001</c:v>
                </c:pt>
                <c:pt idx="2309">
                  <c:v>1.3453299999999999</c:v>
                </c:pt>
                <c:pt idx="2310">
                  <c:v>1.3448199999999999</c:v>
                </c:pt>
                <c:pt idx="2311">
                  <c:v>1.34432</c:v>
                </c:pt>
                <c:pt idx="2312">
                  <c:v>1.34382</c:v>
                </c:pt>
                <c:pt idx="2313">
                  <c:v>1.3433200000000001</c:v>
                </c:pt>
                <c:pt idx="2314">
                  <c:v>1.3428199999999999</c:v>
                </c:pt>
                <c:pt idx="2315">
                  <c:v>1.34232</c:v>
                </c:pt>
                <c:pt idx="2316">
                  <c:v>1.34182</c:v>
                </c:pt>
                <c:pt idx="2317">
                  <c:v>1.3413200000000001</c:v>
                </c:pt>
                <c:pt idx="2318">
                  <c:v>1.3408199999999999</c:v>
                </c:pt>
                <c:pt idx="2319">
                  <c:v>1.34033</c:v>
                </c:pt>
                <c:pt idx="2320">
                  <c:v>1.3398300000000001</c:v>
                </c:pt>
                <c:pt idx="2321">
                  <c:v>1.3393299999999999</c:v>
                </c:pt>
                <c:pt idx="2322">
                  <c:v>1.33883</c:v>
                </c:pt>
                <c:pt idx="2323">
                  <c:v>1.33833</c:v>
                </c:pt>
                <c:pt idx="2324">
                  <c:v>1.3378300000000001</c:v>
                </c:pt>
                <c:pt idx="2325">
                  <c:v>1.3373299999999999</c:v>
                </c:pt>
                <c:pt idx="2326">
                  <c:v>1.33683</c:v>
                </c:pt>
                <c:pt idx="2327">
                  <c:v>1.33633</c:v>
                </c:pt>
                <c:pt idx="2328">
                  <c:v>1.3358300000000001</c:v>
                </c:pt>
                <c:pt idx="2329">
                  <c:v>1.3353299999999999</c:v>
                </c:pt>
                <c:pt idx="2330">
                  <c:v>1.33483</c:v>
                </c:pt>
                <c:pt idx="2331">
                  <c:v>1.33433</c:v>
                </c:pt>
                <c:pt idx="2332">
                  <c:v>1.3338300000000001</c:v>
                </c:pt>
                <c:pt idx="2333">
                  <c:v>1.3333299999999999</c:v>
                </c:pt>
                <c:pt idx="2334">
                  <c:v>1.33283</c:v>
                </c:pt>
                <c:pt idx="2335">
                  <c:v>1.3323400000000001</c:v>
                </c:pt>
                <c:pt idx="2336">
                  <c:v>1.3318300000000001</c:v>
                </c:pt>
                <c:pt idx="2337">
                  <c:v>1.3313299999999999</c:v>
                </c:pt>
                <c:pt idx="2338">
                  <c:v>1.33083</c:v>
                </c:pt>
                <c:pt idx="2339">
                  <c:v>1.33033</c:v>
                </c:pt>
                <c:pt idx="2340">
                  <c:v>1.3298300000000001</c:v>
                </c:pt>
                <c:pt idx="2341">
                  <c:v>1.3293299999999999</c:v>
                </c:pt>
                <c:pt idx="2342">
                  <c:v>1.32883</c:v>
                </c:pt>
                <c:pt idx="2343">
                  <c:v>1.32833</c:v>
                </c:pt>
                <c:pt idx="2344">
                  <c:v>1.3278399999999999</c:v>
                </c:pt>
                <c:pt idx="2345">
                  <c:v>1.32734</c:v>
                </c:pt>
                <c:pt idx="2346">
                  <c:v>1.32684</c:v>
                </c:pt>
                <c:pt idx="2347">
                  <c:v>1.3263400000000001</c:v>
                </c:pt>
                <c:pt idx="2348">
                  <c:v>1.3258399999999999</c:v>
                </c:pt>
                <c:pt idx="2349">
                  <c:v>1.32534</c:v>
                </c:pt>
                <c:pt idx="2350">
                  <c:v>1.32484</c:v>
                </c:pt>
                <c:pt idx="2351">
                  <c:v>1.3243400000000001</c:v>
                </c:pt>
                <c:pt idx="2352">
                  <c:v>1.3238399999999999</c:v>
                </c:pt>
                <c:pt idx="2353">
                  <c:v>1.32334</c:v>
                </c:pt>
                <c:pt idx="2354">
                  <c:v>1.32284</c:v>
                </c:pt>
                <c:pt idx="2355">
                  <c:v>1.3223400000000001</c:v>
                </c:pt>
                <c:pt idx="2356">
                  <c:v>1.3218300000000001</c:v>
                </c:pt>
                <c:pt idx="2357">
                  <c:v>1.3213299999999999</c:v>
                </c:pt>
                <c:pt idx="2358">
                  <c:v>1.3208299999999999</c:v>
                </c:pt>
                <c:pt idx="2359">
                  <c:v>1.32033</c:v>
                </c:pt>
                <c:pt idx="2360">
                  <c:v>1.3198300000000001</c:v>
                </c:pt>
                <c:pt idx="2361">
                  <c:v>1.3193299999999999</c:v>
                </c:pt>
                <c:pt idx="2362">
                  <c:v>1.3188299999999999</c:v>
                </c:pt>
                <c:pt idx="2363">
                  <c:v>1.31833</c:v>
                </c:pt>
                <c:pt idx="2364">
                  <c:v>1.3178399999999999</c:v>
                </c:pt>
                <c:pt idx="2365">
                  <c:v>1.31734</c:v>
                </c:pt>
                <c:pt idx="2366">
                  <c:v>1.31684</c:v>
                </c:pt>
                <c:pt idx="2367">
                  <c:v>1.3163400000000001</c:v>
                </c:pt>
                <c:pt idx="2368">
                  <c:v>1.3158399999999999</c:v>
                </c:pt>
                <c:pt idx="2369">
                  <c:v>1.31534</c:v>
                </c:pt>
                <c:pt idx="2370">
                  <c:v>1.31484</c:v>
                </c:pt>
                <c:pt idx="2371">
                  <c:v>1.3143400000000001</c:v>
                </c:pt>
                <c:pt idx="2372">
                  <c:v>1.3138399999999999</c:v>
                </c:pt>
                <c:pt idx="2373">
                  <c:v>1.31335</c:v>
                </c:pt>
                <c:pt idx="2374">
                  <c:v>1.3128500000000001</c:v>
                </c:pt>
                <c:pt idx="2375">
                  <c:v>1.3123499999999999</c:v>
                </c:pt>
                <c:pt idx="2376">
                  <c:v>1.3118399999999999</c:v>
                </c:pt>
                <c:pt idx="2377">
                  <c:v>1.31134</c:v>
                </c:pt>
                <c:pt idx="2378">
                  <c:v>1.31084</c:v>
                </c:pt>
                <c:pt idx="2379">
                  <c:v>1.3103400000000001</c:v>
                </c:pt>
                <c:pt idx="2380">
                  <c:v>1.3098399999999999</c:v>
                </c:pt>
                <c:pt idx="2381">
                  <c:v>1.3093399999999999</c:v>
                </c:pt>
                <c:pt idx="2382">
                  <c:v>1.30884</c:v>
                </c:pt>
                <c:pt idx="2383">
                  <c:v>1.3083499999999999</c:v>
                </c:pt>
                <c:pt idx="2384">
                  <c:v>1.30785</c:v>
                </c:pt>
                <c:pt idx="2385">
                  <c:v>1.30735</c:v>
                </c:pt>
                <c:pt idx="2386">
                  <c:v>1.3068500000000001</c:v>
                </c:pt>
                <c:pt idx="2387">
                  <c:v>1.3063499999999999</c:v>
                </c:pt>
                <c:pt idx="2388">
                  <c:v>1.3058399999999999</c:v>
                </c:pt>
                <c:pt idx="2389">
                  <c:v>1.3053399999999999</c:v>
                </c:pt>
                <c:pt idx="2390">
                  <c:v>1.30484</c:v>
                </c:pt>
                <c:pt idx="2391">
                  <c:v>1.3043400000000001</c:v>
                </c:pt>
                <c:pt idx="2392">
                  <c:v>1.3038400000000001</c:v>
                </c:pt>
                <c:pt idx="2393">
                  <c:v>1.3033399999999999</c:v>
                </c:pt>
                <c:pt idx="2394">
                  <c:v>1.30284</c:v>
                </c:pt>
                <c:pt idx="2395">
                  <c:v>1.3023400000000001</c:v>
                </c:pt>
                <c:pt idx="2396">
                  <c:v>1.3018400000000001</c:v>
                </c:pt>
                <c:pt idx="2397">
                  <c:v>1.3013399999999999</c:v>
                </c:pt>
                <c:pt idx="2398">
                  <c:v>1.3008500000000001</c:v>
                </c:pt>
                <c:pt idx="2399">
                  <c:v>1.3003499999999999</c:v>
                </c:pt>
                <c:pt idx="2400">
                  <c:v>1.2998499999999999</c:v>
                </c:pt>
                <c:pt idx="2401">
                  <c:v>1.29935</c:v>
                </c:pt>
                <c:pt idx="2402">
                  <c:v>1.2988500000000001</c:v>
                </c:pt>
                <c:pt idx="2403">
                  <c:v>1.2983499999999999</c:v>
                </c:pt>
                <c:pt idx="2404">
                  <c:v>1.2978499999999999</c:v>
                </c:pt>
                <c:pt idx="2405">
                  <c:v>1.29735</c:v>
                </c:pt>
                <c:pt idx="2406">
                  <c:v>1.2968500000000001</c:v>
                </c:pt>
                <c:pt idx="2407">
                  <c:v>1.2963499999999999</c:v>
                </c:pt>
                <c:pt idx="2408">
                  <c:v>1.2958499999999999</c:v>
                </c:pt>
                <c:pt idx="2409">
                  <c:v>1.29535</c:v>
                </c:pt>
                <c:pt idx="2410">
                  <c:v>1.2948500000000001</c:v>
                </c:pt>
                <c:pt idx="2411">
                  <c:v>1.2943499999999999</c:v>
                </c:pt>
                <c:pt idx="2412">
                  <c:v>1.2938499999999999</c:v>
                </c:pt>
                <c:pt idx="2413">
                  <c:v>1.29335</c:v>
                </c:pt>
                <c:pt idx="2414">
                  <c:v>1.2928500000000001</c:v>
                </c:pt>
                <c:pt idx="2415">
                  <c:v>1.2923500000000001</c:v>
                </c:pt>
                <c:pt idx="2416">
                  <c:v>1.2918499999999999</c:v>
                </c:pt>
                <c:pt idx="2417">
                  <c:v>1.29135</c:v>
                </c:pt>
                <c:pt idx="2418">
                  <c:v>1.2908500000000001</c:v>
                </c:pt>
                <c:pt idx="2419">
                  <c:v>1.2903500000000001</c:v>
                </c:pt>
                <c:pt idx="2420">
                  <c:v>1.2898499999999999</c:v>
                </c:pt>
                <c:pt idx="2421">
                  <c:v>1.2893600000000001</c:v>
                </c:pt>
                <c:pt idx="2422">
                  <c:v>1.2888599999999999</c:v>
                </c:pt>
                <c:pt idx="2423">
                  <c:v>1.2883599999999999</c:v>
                </c:pt>
                <c:pt idx="2424">
                  <c:v>1.28786</c:v>
                </c:pt>
                <c:pt idx="2425">
                  <c:v>1.2873600000000001</c:v>
                </c:pt>
                <c:pt idx="2426">
                  <c:v>1.2868599999999999</c:v>
                </c:pt>
                <c:pt idx="2427">
                  <c:v>1.2863599999999999</c:v>
                </c:pt>
                <c:pt idx="2428">
                  <c:v>1.2858499999999999</c:v>
                </c:pt>
                <c:pt idx="2429">
                  <c:v>1.28535</c:v>
                </c:pt>
                <c:pt idx="2430">
                  <c:v>1.28485</c:v>
                </c:pt>
                <c:pt idx="2431">
                  <c:v>1.2843500000000001</c:v>
                </c:pt>
                <c:pt idx="2432">
                  <c:v>1.2838499999999999</c:v>
                </c:pt>
                <c:pt idx="2433">
                  <c:v>1.28335</c:v>
                </c:pt>
                <c:pt idx="2434">
                  <c:v>1.28285</c:v>
                </c:pt>
                <c:pt idx="2435">
                  <c:v>1.2823500000000001</c:v>
                </c:pt>
                <c:pt idx="2436">
                  <c:v>1.28186</c:v>
                </c:pt>
                <c:pt idx="2437">
                  <c:v>1.2813600000000001</c:v>
                </c:pt>
                <c:pt idx="2438">
                  <c:v>1.2808600000000001</c:v>
                </c:pt>
                <c:pt idx="2439">
                  <c:v>1.2803599999999999</c:v>
                </c:pt>
                <c:pt idx="2440">
                  <c:v>1.27986</c:v>
                </c:pt>
                <c:pt idx="2441">
                  <c:v>1.2793600000000001</c:v>
                </c:pt>
                <c:pt idx="2442">
                  <c:v>1.2788600000000001</c:v>
                </c:pt>
                <c:pt idx="2443">
                  <c:v>1.2783599999999999</c:v>
                </c:pt>
                <c:pt idx="2444">
                  <c:v>1.27786</c:v>
                </c:pt>
                <c:pt idx="2445">
                  <c:v>1.2773600000000001</c:v>
                </c:pt>
                <c:pt idx="2446">
                  <c:v>1.2768600000000001</c:v>
                </c:pt>
                <c:pt idx="2447">
                  <c:v>1.2763500000000001</c:v>
                </c:pt>
                <c:pt idx="2448">
                  <c:v>1.2758499999999999</c:v>
                </c:pt>
                <c:pt idx="2449">
                  <c:v>1.27535</c:v>
                </c:pt>
                <c:pt idx="2450">
                  <c:v>1.27485</c:v>
                </c:pt>
                <c:pt idx="2451">
                  <c:v>1.2743599999999999</c:v>
                </c:pt>
                <c:pt idx="2452">
                  <c:v>1.27386</c:v>
                </c:pt>
                <c:pt idx="2453">
                  <c:v>1.27336</c:v>
                </c:pt>
                <c:pt idx="2454">
                  <c:v>1.2728600000000001</c:v>
                </c:pt>
                <c:pt idx="2455">
                  <c:v>1.2723599999999999</c:v>
                </c:pt>
                <c:pt idx="2456">
                  <c:v>1.27186</c:v>
                </c:pt>
                <c:pt idx="2457">
                  <c:v>1.2713699999999999</c:v>
                </c:pt>
                <c:pt idx="2458">
                  <c:v>1.2708699999999999</c:v>
                </c:pt>
                <c:pt idx="2459">
                  <c:v>1.27037</c:v>
                </c:pt>
                <c:pt idx="2460">
                  <c:v>1.2698700000000001</c:v>
                </c:pt>
                <c:pt idx="2461">
                  <c:v>1.2693700000000001</c:v>
                </c:pt>
                <c:pt idx="2462">
                  <c:v>1.2688699999999999</c:v>
                </c:pt>
                <c:pt idx="2463">
                  <c:v>1.26837</c:v>
                </c:pt>
                <c:pt idx="2464">
                  <c:v>1.2678700000000001</c:v>
                </c:pt>
                <c:pt idx="2465">
                  <c:v>1.2673700000000001</c:v>
                </c:pt>
                <c:pt idx="2466">
                  <c:v>1.2668699999999999</c:v>
                </c:pt>
                <c:pt idx="2467">
                  <c:v>1.26637</c:v>
                </c:pt>
                <c:pt idx="2468">
                  <c:v>1.2658700000000001</c:v>
                </c:pt>
                <c:pt idx="2469">
                  <c:v>1.2653700000000001</c:v>
                </c:pt>
                <c:pt idx="2470">
                  <c:v>1.2648699999999999</c:v>
                </c:pt>
                <c:pt idx="2471">
                  <c:v>1.26437</c:v>
                </c:pt>
                <c:pt idx="2472">
                  <c:v>1.26387</c:v>
                </c:pt>
                <c:pt idx="2473">
                  <c:v>1.2633700000000001</c:v>
                </c:pt>
                <c:pt idx="2474">
                  <c:v>1.2628699999999999</c:v>
                </c:pt>
                <c:pt idx="2475">
                  <c:v>1.26237</c:v>
                </c:pt>
                <c:pt idx="2476">
                  <c:v>1.26187</c:v>
                </c:pt>
                <c:pt idx="2477">
                  <c:v>1.2613700000000001</c:v>
                </c:pt>
                <c:pt idx="2478">
                  <c:v>1.2608699999999999</c:v>
                </c:pt>
                <c:pt idx="2479">
                  <c:v>1.26037</c:v>
                </c:pt>
                <c:pt idx="2480">
                  <c:v>1.25987</c:v>
                </c:pt>
                <c:pt idx="2481">
                  <c:v>1.2593700000000001</c:v>
                </c:pt>
                <c:pt idx="2482">
                  <c:v>1.2588699999999999</c:v>
                </c:pt>
                <c:pt idx="2483">
                  <c:v>1.25837</c:v>
                </c:pt>
                <c:pt idx="2484">
                  <c:v>1.25787</c:v>
                </c:pt>
                <c:pt idx="2485">
                  <c:v>1.2573700000000001</c:v>
                </c:pt>
                <c:pt idx="2486">
                  <c:v>1.2568699999999999</c:v>
                </c:pt>
                <c:pt idx="2487">
                  <c:v>1.25637</c:v>
                </c:pt>
                <c:pt idx="2488">
                  <c:v>1.25587</c:v>
                </c:pt>
                <c:pt idx="2489">
                  <c:v>1.2553700000000001</c:v>
                </c:pt>
                <c:pt idx="2490">
                  <c:v>1.2548699999999999</c:v>
                </c:pt>
                <c:pt idx="2491">
                  <c:v>1.25437</c:v>
                </c:pt>
                <c:pt idx="2492">
                  <c:v>1.25387</c:v>
                </c:pt>
                <c:pt idx="2493">
                  <c:v>1.2533700000000001</c:v>
                </c:pt>
                <c:pt idx="2494">
                  <c:v>1.2528699999999999</c:v>
                </c:pt>
                <c:pt idx="2495">
                  <c:v>1.25238</c:v>
                </c:pt>
                <c:pt idx="2496">
                  <c:v>1.2518800000000001</c:v>
                </c:pt>
                <c:pt idx="2497">
                  <c:v>1.2513799999999999</c:v>
                </c:pt>
                <c:pt idx="2498">
                  <c:v>1.25088</c:v>
                </c:pt>
                <c:pt idx="2499">
                  <c:v>1.25038</c:v>
                </c:pt>
                <c:pt idx="2500">
                  <c:v>1.2498800000000001</c:v>
                </c:pt>
                <c:pt idx="2501">
                  <c:v>1.2493799999999999</c:v>
                </c:pt>
                <c:pt idx="2502">
                  <c:v>1.2488900000000001</c:v>
                </c:pt>
                <c:pt idx="2503">
                  <c:v>1.2483900000000001</c:v>
                </c:pt>
                <c:pt idx="2504">
                  <c:v>1.2478899999999999</c:v>
                </c:pt>
                <c:pt idx="2505">
                  <c:v>1.24739</c:v>
                </c:pt>
                <c:pt idx="2506">
                  <c:v>1.2468900000000001</c:v>
                </c:pt>
                <c:pt idx="2507">
                  <c:v>1.2463900000000001</c:v>
                </c:pt>
                <c:pt idx="2508">
                  <c:v>1.2458899999999999</c:v>
                </c:pt>
                <c:pt idx="2509">
                  <c:v>1.24539</c:v>
                </c:pt>
                <c:pt idx="2510">
                  <c:v>1.2448900000000001</c:v>
                </c:pt>
                <c:pt idx="2511">
                  <c:v>1.2443900000000001</c:v>
                </c:pt>
                <c:pt idx="2512">
                  <c:v>1.2438899999999999</c:v>
                </c:pt>
                <c:pt idx="2513">
                  <c:v>1.24339</c:v>
                </c:pt>
                <c:pt idx="2514">
                  <c:v>1.2428900000000001</c:v>
                </c:pt>
                <c:pt idx="2515">
                  <c:v>1.2423900000000001</c:v>
                </c:pt>
                <c:pt idx="2516">
                  <c:v>1.2418899999999999</c:v>
                </c:pt>
                <c:pt idx="2517">
                  <c:v>1.24139</c:v>
                </c:pt>
                <c:pt idx="2518">
                  <c:v>1.24089</c:v>
                </c:pt>
                <c:pt idx="2519">
                  <c:v>1.2403900000000001</c:v>
                </c:pt>
                <c:pt idx="2520">
                  <c:v>1.2398899999999999</c:v>
                </c:pt>
                <c:pt idx="2521">
                  <c:v>1.23939</c:v>
                </c:pt>
                <c:pt idx="2522">
                  <c:v>1.2388999999999999</c:v>
                </c:pt>
                <c:pt idx="2523">
                  <c:v>1.2383999999999999</c:v>
                </c:pt>
                <c:pt idx="2524">
                  <c:v>1.2379</c:v>
                </c:pt>
                <c:pt idx="2525">
                  <c:v>1.2374000000000001</c:v>
                </c:pt>
                <c:pt idx="2526">
                  <c:v>1.2369000000000001</c:v>
                </c:pt>
                <c:pt idx="2527">
                  <c:v>1.2363999999999999</c:v>
                </c:pt>
                <c:pt idx="2528">
                  <c:v>1.2359</c:v>
                </c:pt>
                <c:pt idx="2529">
                  <c:v>1.2354000000000001</c:v>
                </c:pt>
                <c:pt idx="2530">
                  <c:v>1.2349000000000001</c:v>
                </c:pt>
                <c:pt idx="2531">
                  <c:v>1.2343999999999999</c:v>
                </c:pt>
                <c:pt idx="2532">
                  <c:v>1.2339</c:v>
                </c:pt>
                <c:pt idx="2533">
                  <c:v>1.2334000000000001</c:v>
                </c:pt>
                <c:pt idx="2534">
                  <c:v>1.2329000000000001</c:v>
                </c:pt>
                <c:pt idx="2535">
                  <c:v>1.2323900000000001</c:v>
                </c:pt>
                <c:pt idx="2536">
                  <c:v>1.2318899999999999</c:v>
                </c:pt>
                <c:pt idx="2537">
                  <c:v>1.23139</c:v>
                </c:pt>
                <c:pt idx="2538">
                  <c:v>1.23089</c:v>
                </c:pt>
                <c:pt idx="2539">
                  <c:v>1.2303999999999999</c:v>
                </c:pt>
                <c:pt idx="2540">
                  <c:v>1.2299</c:v>
                </c:pt>
                <c:pt idx="2541">
                  <c:v>1.2294</c:v>
                </c:pt>
                <c:pt idx="2542">
                  <c:v>1.2289000000000001</c:v>
                </c:pt>
                <c:pt idx="2543">
                  <c:v>1.2283999999999999</c:v>
                </c:pt>
                <c:pt idx="2544">
                  <c:v>1.2279</c:v>
                </c:pt>
                <c:pt idx="2545">
                  <c:v>1.2274</c:v>
                </c:pt>
                <c:pt idx="2546">
                  <c:v>1.2269000000000001</c:v>
                </c:pt>
                <c:pt idx="2547">
                  <c:v>1.2263999999999999</c:v>
                </c:pt>
                <c:pt idx="2548">
                  <c:v>1.2259</c:v>
                </c:pt>
                <c:pt idx="2549">
                  <c:v>1.2254</c:v>
                </c:pt>
                <c:pt idx="2550">
                  <c:v>1.2249000000000001</c:v>
                </c:pt>
                <c:pt idx="2551">
                  <c:v>1.2243999999999999</c:v>
                </c:pt>
                <c:pt idx="2552">
                  <c:v>1.2239</c:v>
                </c:pt>
                <c:pt idx="2553">
                  <c:v>1.2234</c:v>
                </c:pt>
                <c:pt idx="2554">
                  <c:v>1.2229000000000001</c:v>
                </c:pt>
                <c:pt idx="2555">
                  <c:v>1.2223999999999999</c:v>
                </c:pt>
                <c:pt idx="2556">
                  <c:v>1.2219</c:v>
                </c:pt>
                <c:pt idx="2557">
                  <c:v>1.2214</c:v>
                </c:pt>
                <c:pt idx="2558">
                  <c:v>1.2209000000000001</c:v>
                </c:pt>
                <c:pt idx="2559">
                  <c:v>1.2203999999999999</c:v>
                </c:pt>
                <c:pt idx="2560">
                  <c:v>1.2199</c:v>
                </c:pt>
                <c:pt idx="2561">
                  <c:v>1.2194</c:v>
                </c:pt>
                <c:pt idx="2562">
                  <c:v>1.2189000000000001</c:v>
                </c:pt>
                <c:pt idx="2563">
                  <c:v>1.2183999999999999</c:v>
                </c:pt>
                <c:pt idx="2564">
                  <c:v>1.2179</c:v>
                </c:pt>
                <c:pt idx="2565">
                  <c:v>1.2174</c:v>
                </c:pt>
                <c:pt idx="2566">
                  <c:v>1.2169000000000001</c:v>
                </c:pt>
                <c:pt idx="2567">
                  <c:v>1.2163999999999999</c:v>
                </c:pt>
                <c:pt idx="2568">
                  <c:v>1.2159</c:v>
                </c:pt>
                <c:pt idx="2569">
                  <c:v>1.2154100000000001</c:v>
                </c:pt>
                <c:pt idx="2570">
                  <c:v>1.2149099999999999</c:v>
                </c:pt>
                <c:pt idx="2571">
                  <c:v>1.21441</c:v>
                </c:pt>
                <c:pt idx="2572">
                  <c:v>1.21391</c:v>
                </c:pt>
                <c:pt idx="2573">
                  <c:v>1.2134100000000001</c:v>
                </c:pt>
                <c:pt idx="2574">
                  <c:v>1.2129099999999999</c:v>
                </c:pt>
                <c:pt idx="2575">
                  <c:v>1.21241</c:v>
                </c:pt>
                <c:pt idx="2576">
                  <c:v>1.21191</c:v>
                </c:pt>
                <c:pt idx="2577">
                  <c:v>1.2114100000000001</c:v>
                </c:pt>
                <c:pt idx="2578">
                  <c:v>1.2109099999999999</c:v>
                </c:pt>
                <c:pt idx="2579">
                  <c:v>1.21041</c:v>
                </c:pt>
                <c:pt idx="2580">
                  <c:v>1.20991</c:v>
                </c:pt>
                <c:pt idx="2581">
                  <c:v>1.2094100000000001</c:v>
                </c:pt>
                <c:pt idx="2582">
                  <c:v>1.2089099999999999</c:v>
                </c:pt>
                <c:pt idx="2583">
                  <c:v>1.20841</c:v>
                </c:pt>
                <c:pt idx="2584">
                  <c:v>1.20791</c:v>
                </c:pt>
                <c:pt idx="2585">
                  <c:v>1.2074100000000001</c:v>
                </c:pt>
                <c:pt idx="2586">
                  <c:v>1.2069099999999999</c:v>
                </c:pt>
                <c:pt idx="2587">
                  <c:v>1.20641</c:v>
                </c:pt>
                <c:pt idx="2588">
                  <c:v>1.20591</c:v>
                </c:pt>
                <c:pt idx="2589">
                  <c:v>1.2054100000000001</c:v>
                </c:pt>
                <c:pt idx="2590">
                  <c:v>1.2049099999999999</c:v>
                </c:pt>
                <c:pt idx="2591">
                  <c:v>1.20441</c:v>
                </c:pt>
                <c:pt idx="2592">
                  <c:v>1.20391</c:v>
                </c:pt>
                <c:pt idx="2593">
                  <c:v>1.2034100000000001</c:v>
                </c:pt>
                <c:pt idx="2594">
                  <c:v>1.2029099999999999</c:v>
                </c:pt>
                <c:pt idx="2595">
                  <c:v>1.20241</c:v>
                </c:pt>
                <c:pt idx="2596">
                  <c:v>1.20191</c:v>
                </c:pt>
                <c:pt idx="2597">
                  <c:v>1.2014100000000001</c:v>
                </c:pt>
                <c:pt idx="2598">
                  <c:v>1.2009099999999999</c:v>
                </c:pt>
                <c:pt idx="2599">
                  <c:v>1.20041</c:v>
                </c:pt>
                <c:pt idx="2600">
                  <c:v>1.19991</c:v>
                </c:pt>
                <c:pt idx="2601">
                  <c:v>1.1994</c:v>
                </c:pt>
                <c:pt idx="2602">
                  <c:v>1.1989000000000001</c:v>
                </c:pt>
                <c:pt idx="2603">
                  <c:v>1.1983999999999999</c:v>
                </c:pt>
                <c:pt idx="2604">
                  <c:v>1.1979</c:v>
                </c:pt>
                <c:pt idx="2605">
                  <c:v>1.1974</c:v>
                </c:pt>
                <c:pt idx="2606">
                  <c:v>1.1969099999999999</c:v>
                </c:pt>
                <c:pt idx="2607">
                  <c:v>1.19641</c:v>
                </c:pt>
                <c:pt idx="2608">
                  <c:v>1.19591</c:v>
                </c:pt>
                <c:pt idx="2609">
                  <c:v>1.1954100000000001</c:v>
                </c:pt>
                <c:pt idx="2610">
                  <c:v>1.1949099999999999</c:v>
                </c:pt>
                <c:pt idx="2611">
                  <c:v>1.19441</c:v>
                </c:pt>
                <c:pt idx="2612">
                  <c:v>1.19391</c:v>
                </c:pt>
                <c:pt idx="2613">
                  <c:v>1.1934100000000001</c:v>
                </c:pt>
                <c:pt idx="2614">
                  <c:v>1.1929099999999999</c:v>
                </c:pt>
                <c:pt idx="2615">
                  <c:v>1.19241</c:v>
                </c:pt>
                <c:pt idx="2616">
                  <c:v>1.1919200000000001</c:v>
                </c:pt>
                <c:pt idx="2617">
                  <c:v>1.1914199999999999</c:v>
                </c:pt>
                <c:pt idx="2618">
                  <c:v>1.19092</c:v>
                </c:pt>
                <c:pt idx="2619">
                  <c:v>1.19042</c:v>
                </c:pt>
                <c:pt idx="2620">
                  <c:v>1.18991</c:v>
                </c:pt>
                <c:pt idx="2621">
                  <c:v>1.1894100000000001</c:v>
                </c:pt>
                <c:pt idx="2622">
                  <c:v>1.18892</c:v>
                </c:pt>
                <c:pt idx="2623">
                  <c:v>1.18842</c:v>
                </c:pt>
                <c:pt idx="2624">
                  <c:v>1.18791</c:v>
                </c:pt>
                <c:pt idx="2625">
                  <c:v>1.1874100000000001</c:v>
                </c:pt>
                <c:pt idx="2626">
                  <c:v>1.1869099999999999</c:v>
                </c:pt>
                <c:pt idx="2627">
                  <c:v>1.18642</c:v>
                </c:pt>
                <c:pt idx="2628">
                  <c:v>1.1859200000000001</c:v>
                </c:pt>
                <c:pt idx="2629">
                  <c:v>1.1854199999999999</c:v>
                </c:pt>
                <c:pt idx="2630">
                  <c:v>1.1849099999999999</c:v>
                </c:pt>
                <c:pt idx="2631">
                  <c:v>1.18441</c:v>
                </c:pt>
                <c:pt idx="2632">
                  <c:v>1.18391</c:v>
                </c:pt>
                <c:pt idx="2633">
                  <c:v>1.1834199999999999</c:v>
                </c:pt>
                <c:pt idx="2634">
                  <c:v>1.18292</c:v>
                </c:pt>
                <c:pt idx="2635">
                  <c:v>1.18242</c:v>
                </c:pt>
                <c:pt idx="2636">
                  <c:v>1.1819200000000001</c:v>
                </c:pt>
                <c:pt idx="2637">
                  <c:v>1.1814199999999999</c:v>
                </c:pt>
                <c:pt idx="2638">
                  <c:v>1.18092</c:v>
                </c:pt>
                <c:pt idx="2639">
                  <c:v>1.18042</c:v>
                </c:pt>
                <c:pt idx="2640">
                  <c:v>1.1799200000000001</c:v>
                </c:pt>
                <c:pt idx="2641">
                  <c:v>1.1794199999999999</c:v>
                </c:pt>
                <c:pt idx="2642">
                  <c:v>1.17892</c:v>
                </c:pt>
                <c:pt idx="2643">
                  <c:v>1.17842</c:v>
                </c:pt>
                <c:pt idx="2644">
                  <c:v>1.1779200000000001</c:v>
                </c:pt>
                <c:pt idx="2645">
                  <c:v>1.1774199999999999</c:v>
                </c:pt>
                <c:pt idx="2646">
                  <c:v>1.17692</c:v>
                </c:pt>
                <c:pt idx="2647">
                  <c:v>1.17642</c:v>
                </c:pt>
                <c:pt idx="2648">
                  <c:v>1.1759200000000001</c:v>
                </c:pt>
                <c:pt idx="2649">
                  <c:v>1.1754199999999999</c:v>
                </c:pt>
                <c:pt idx="2650">
                  <c:v>1.17492</c:v>
                </c:pt>
                <c:pt idx="2651">
                  <c:v>1.17442</c:v>
                </c:pt>
                <c:pt idx="2652">
                  <c:v>1.1739200000000001</c:v>
                </c:pt>
                <c:pt idx="2653">
                  <c:v>1.1734199999999999</c:v>
                </c:pt>
                <c:pt idx="2654">
                  <c:v>1.17292</c:v>
                </c:pt>
                <c:pt idx="2655">
                  <c:v>1.17242</c:v>
                </c:pt>
                <c:pt idx="2656">
                  <c:v>1.1719200000000001</c:v>
                </c:pt>
                <c:pt idx="2657">
                  <c:v>1.17143</c:v>
                </c:pt>
                <c:pt idx="2658">
                  <c:v>1.17093</c:v>
                </c:pt>
                <c:pt idx="2659">
                  <c:v>1.17042</c:v>
                </c:pt>
                <c:pt idx="2660">
                  <c:v>1.1699299999999999</c:v>
                </c:pt>
                <c:pt idx="2661">
                  <c:v>1.16943</c:v>
                </c:pt>
                <c:pt idx="2662">
                  <c:v>1.16893</c:v>
                </c:pt>
                <c:pt idx="2663">
                  <c:v>1.1684300000000001</c:v>
                </c:pt>
                <c:pt idx="2664">
                  <c:v>1.1679299999999999</c:v>
                </c:pt>
                <c:pt idx="2665">
                  <c:v>1.16743</c:v>
                </c:pt>
                <c:pt idx="2666">
                  <c:v>1.16693</c:v>
                </c:pt>
                <c:pt idx="2667">
                  <c:v>1.1664300000000001</c:v>
                </c:pt>
                <c:pt idx="2668">
                  <c:v>1.1659299999999999</c:v>
                </c:pt>
                <c:pt idx="2669">
                  <c:v>1.16543</c:v>
                </c:pt>
                <c:pt idx="2670">
                  <c:v>1.16493</c:v>
                </c:pt>
                <c:pt idx="2671">
                  <c:v>1.1644300000000001</c:v>
                </c:pt>
                <c:pt idx="2672">
                  <c:v>1.1639299999999999</c:v>
                </c:pt>
                <c:pt idx="2673">
                  <c:v>1.16343</c:v>
                </c:pt>
                <c:pt idx="2674">
                  <c:v>1.16293</c:v>
                </c:pt>
                <c:pt idx="2675">
                  <c:v>1.1624300000000001</c:v>
                </c:pt>
                <c:pt idx="2676">
                  <c:v>1.1619299999999999</c:v>
                </c:pt>
                <c:pt idx="2677">
                  <c:v>1.16143</c:v>
                </c:pt>
                <c:pt idx="2678">
                  <c:v>1.16093</c:v>
                </c:pt>
                <c:pt idx="2679">
                  <c:v>1.1604300000000001</c:v>
                </c:pt>
                <c:pt idx="2680">
                  <c:v>1.1599299999999999</c:v>
                </c:pt>
                <c:pt idx="2681">
                  <c:v>1.15943</c:v>
                </c:pt>
                <c:pt idx="2682">
                  <c:v>1.15893</c:v>
                </c:pt>
                <c:pt idx="2683">
                  <c:v>1.1584300000000001</c:v>
                </c:pt>
                <c:pt idx="2684">
                  <c:v>1.1579299999999999</c:v>
                </c:pt>
                <c:pt idx="2685">
                  <c:v>1.15743</c:v>
                </c:pt>
                <c:pt idx="2686">
                  <c:v>1.15693</c:v>
                </c:pt>
                <c:pt idx="2687">
                  <c:v>1.1564300000000001</c:v>
                </c:pt>
                <c:pt idx="2688">
                  <c:v>1.1559299999999999</c:v>
                </c:pt>
                <c:pt idx="2689">
                  <c:v>1.15543</c:v>
                </c:pt>
                <c:pt idx="2690">
                  <c:v>1.15493</c:v>
                </c:pt>
                <c:pt idx="2691">
                  <c:v>1.1544300000000001</c:v>
                </c:pt>
                <c:pt idx="2692">
                  <c:v>1.1539299999999999</c:v>
                </c:pt>
                <c:pt idx="2693">
                  <c:v>1.15343</c:v>
                </c:pt>
                <c:pt idx="2694">
                  <c:v>1.15293</c:v>
                </c:pt>
                <c:pt idx="2695">
                  <c:v>1.1524300000000001</c:v>
                </c:pt>
                <c:pt idx="2696">
                  <c:v>1.15194</c:v>
                </c:pt>
                <c:pt idx="2697">
                  <c:v>1.15144</c:v>
                </c:pt>
                <c:pt idx="2698">
                  <c:v>1.1509400000000001</c:v>
                </c:pt>
                <c:pt idx="2699">
                  <c:v>1.1504399999999999</c:v>
                </c:pt>
                <c:pt idx="2700">
                  <c:v>1.14994</c:v>
                </c:pt>
                <c:pt idx="2701">
                  <c:v>1.14944</c:v>
                </c:pt>
                <c:pt idx="2702">
                  <c:v>1.1489400000000001</c:v>
                </c:pt>
                <c:pt idx="2703">
                  <c:v>1.1484399999999999</c:v>
                </c:pt>
                <c:pt idx="2704">
                  <c:v>1.14794</c:v>
                </c:pt>
                <c:pt idx="2705">
                  <c:v>1.14744</c:v>
                </c:pt>
                <c:pt idx="2706">
                  <c:v>1.1469400000000001</c:v>
                </c:pt>
                <c:pt idx="2707">
                  <c:v>1.1464399999999999</c:v>
                </c:pt>
                <c:pt idx="2708">
                  <c:v>1.14594</c:v>
                </c:pt>
                <c:pt idx="2709">
                  <c:v>1.1454299999999999</c:v>
                </c:pt>
                <c:pt idx="2710">
                  <c:v>1.14493</c:v>
                </c:pt>
                <c:pt idx="2711">
                  <c:v>1.1444300000000001</c:v>
                </c:pt>
                <c:pt idx="2712">
                  <c:v>1.1439299999999999</c:v>
                </c:pt>
                <c:pt idx="2713">
                  <c:v>1.1434299999999999</c:v>
                </c:pt>
                <c:pt idx="2714">
                  <c:v>1.1429400000000001</c:v>
                </c:pt>
                <c:pt idx="2715">
                  <c:v>1.1424399999999999</c:v>
                </c:pt>
                <c:pt idx="2716">
                  <c:v>1.14194</c:v>
                </c:pt>
                <c:pt idx="2717">
                  <c:v>1.14144</c:v>
                </c:pt>
                <c:pt idx="2718">
                  <c:v>1.1409400000000001</c:v>
                </c:pt>
                <c:pt idx="2719">
                  <c:v>1.1404399999999999</c:v>
                </c:pt>
                <c:pt idx="2720">
                  <c:v>1.13994</c:v>
                </c:pt>
                <c:pt idx="2721">
                  <c:v>1.13944</c:v>
                </c:pt>
                <c:pt idx="2722">
                  <c:v>1.1389400000000001</c:v>
                </c:pt>
                <c:pt idx="2723">
                  <c:v>1.1384399999999999</c:v>
                </c:pt>
                <c:pt idx="2724">
                  <c:v>1.13794</c:v>
                </c:pt>
                <c:pt idx="2725">
                  <c:v>1.1374500000000001</c:v>
                </c:pt>
                <c:pt idx="2726">
                  <c:v>1.1369499999999999</c:v>
                </c:pt>
                <c:pt idx="2727">
                  <c:v>1.13645</c:v>
                </c:pt>
                <c:pt idx="2728">
                  <c:v>1.13595</c:v>
                </c:pt>
                <c:pt idx="2729">
                  <c:v>1.1354500000000001</c:v>
                </c:pt>
                <c:pt idx="2730">
                  <c:v>1.1349499999999999</c:v>
                </c:pt>
                <c:pt idx="2731">
                  <c:v>1.13445</c:v>
                </c:pt>
                <c:pt idx="2732">
                  <c:v>1.13395</c:v>
                </c:pt>
                <c:pt idx="2733">
                  <c:v>1.1334500000000001</c:v>
                </c:pt>
                <c:pt idx="2734">
                  <c:v>1.1329499999999999</c:v>
                </c:pt>
                <c:pt idx="2735">
                  <c:v>1.13245</c:v>
                </c:pt>
                <c:pt idx="2736">
                  <c:v>1.1319399999999999</c:v>
                </c:pt>
                <c:pt idx="2737">
                  <c:v>1.13144</c:v>
                </c:pt>
                <c:pt idx="2738">
                  <c:v>1.1309400000000001</c:v>
                </c:pt>
                <c:pt idx="2739">
                  <c:v>1.1304399999999999</c:v>
                </c:pt>
                <c:pt idx="2740">
                  <c:v>1.1299399999999999</c:v>
                </c:pt>
                <c:pt idx="2741">
                  <c:v>1.12944</c:v>
                </c:pt>
                <c:pt idx="2742">
                  <c:v>1.1289400000000001</c:v>
                </c:pt>
                <c:pt idx="2743">
                  <c:v>1.1284400000000001</c:v>
                </c:pt>
                <c:pt idx="2744">
                  <c:v>1.1279399999999999</c:v>
                </c:pt>
                <c:pt idx="2745">
                  <c:v>1.1274500000000001</c:v>
                </c:pt>
                <c:pt idx="2746">
                  <c:v>1.1269499999999999</c:v>
                </c:pt>
                <c:pt idx="2747">
                  <c:v>1.1264400000000001</c:v>
                </c:pt>
                <c:pt idx="2748">
                  <c:v>1.1259399999999999</c:v>
                </c:pt>
                <c:pt idx="2749">
                  <c:v>1.1254500000000001</c:v>
                </c:pt>
                <c:pt idx="2750">
                  <c:v>1.1249499999999999</c:v>
                </c:pt>
                <c:pt idx="2751">
                  <c:v>1.1244499999999999</c:v>
                </c:pt>
                <c:pt idx="2752">
                  <c:v>1.12395</c:v>
                </c:pt>
                <c:pt idx="2753">
                  <c:v>1.1234500000000001</c:v>
                </c:pt>
                <c:pt idx="2754">
                  <c:v>1.1229499999999999</c:v>
                </c:pt>
                <c:pt idx="2755">
                  <c:v>1.1224499999999999</c:v>
                </c:pt>
                <c:pt idx="2756">
                  <c:v>1.12195</c:v>
                </c:pt>
                <c:pt idx="2757">
                  <c:v>1.1214500000000001</c:v>
                </c:pt>
                <c:pt idx="2758">
                  <c:v>1.1209499999999999</c:v>
                </c:pt>
                <c:pt idx="2759">
                  <c:v>1.1204499999999999</c:v>
                </c:pt>
                <c:pt idx="2760">
                  <c:v>1.11995</c:v>
                </c:pt>
                <c:pt idx="2761">
                  <c:v>1.11944</c:v>
                </c:pt>
                <c:pt idx="2762">
                  <c:v>1.1189499999999999</c:v>
                </c:pt>
                <c:pt idx="2763">
                  <c:v>1.1184499999999999</c:v>
                </c:pt>
                <c:pt idx="2764">
                  <c:v>1.11795</c:v>
                </c:pt>
                <c:pt idx="2765">
                  <c:v>1.1174500000000001</c:v>
                </c:pt>
                <c:pt idx="2766">
                  <c:v>1.1169500000000001</c:v>
                </c:pt>
                <c:pt idx="2767">
                  <c:v>1.1164499999999999</c:v>
                </c:pt>
                <c:pt idx="2768">
                  <c:v>1.11595</c:v>
                </c:pt>
                <c:pt idx="2769">
                  <c:v>1.1154500000000001</c:v>
                </c:pt>
                <c:pt idx="2770">
                  <c:v>1.1149500000000001</c:v>
                </c:pt>
                <c:pt idx="2771">
                  <c:v>1.1144499999999999</c:v>
                </c:pt>
                <c:pt idx="2772">
                  <c:v>1.11395</c:v>
                </c:pt>
                <c:pt idx="2773">
                  <c:v>1.1134500000000001</c:v>
                </c:pt>
                <c:pt idx="2774">
                  <c:v>1.1129500000000001</c:v>
                </c:pt>
                <c:pt idx="2775">
                  <c:v>1.1124499999999999</c:v>
                </c:pt>
                <c:pt idx="2776">
                  <c:v>1.11195</c:v>
                </c:pt>
                <c:pt idx="2777">
                  <c:v>1.11145</c:v>
                </c:pt>
                <c:pt idx="2778">
                  <c:v>1.1109500000000001</c:v>
                </c:pt>
                <c:pt idx="2779">
                  <c:v>1.1104499999999999</c:v>
                </c:pt>
                <c:pt idx="2780">
                  <c:v>1.10995</c:v>
                </c:pt>
                <c:pt idx="2781">
                  <c:v>1.10945</c:v>
                </c:pt>
                <c:pt idx="2782">
                  <c:v>1.1089500000000001</c:v>
                </c:pt>
                <c:pt idx="2783">
                  <c:v>1.1084499999999999</c:v>
                </c:pt>
                <c:pt idx="2784">
                  <c:v>1.10795</c:v>
                </c:pt>
                <c:pt idx="2785">
                  <c:v>1.10745</c:v>
                </c:pt>
                <c:pt idx="2786">
                  <c:v>1.1069500000000001</c:v>
                </c:pt>
                <c:pt idx="2787">
                  <c:v>1.10646</c:v>
                </c:pt>
                <c:pt idx="2788">
                  <c:v>1.1059600000000001</c:v>
                </c:pt>
                <c:pt idx="2789">
                  <c:v>1.1054600000000001</c:v>
                </c:pt>
                <c:pt idx="2790">
                  <c:v>1.1049599999999999</c:v>
                </c:pt>
                <c:pt idx="2791">
                  <c:v>1.10446</c:v>
                </c:pt>
                <c:pt idx="2792">
                  <c:v>1.1039600000000001</c:v>
                </c:pt>
                <c:pt idx="2793">
                  <c:v>1.1034600000000001</c:v>
                </c:pt>
                <c:pt idx="2794">
                  <c:v>1.1029599999999999</c:v>
                </c:pt>
                <c:pt idx="2795">
                  <c:v>1.10246</c:v>
                </c:pt>
                <c:pt idx="2796">
                  <c:v>1.1019600000000001</c:v>
                </c:pt>
                <c:pt idx="2797">
                  <c:v>1.1014600000000001</c:v>
                </c:pt>
                <c:pt idx="2798">
                  <c:v>1.1009599999999999</c:v>
                </c:pt>
                <c:pt idx="2799">
                  <c:v>1.10046</c:v>
                </c:pt>
                <c:pt idx="2800">
                  <c:v>1.09996</c:v>
                </c:pt>
                <c:pt idx="2801">
                  <c:v>1.0994600000000001</c:v>
                </c:pt>
                <c:pt idx="2802">
                  <c:v>1.0989599999999999</c:v>
                </c:pt>
                <c:pt idx="2803">
                  <c:v>1.09846</c:v>
                </c:pt>
                <c:pt idx="2804">
                  <c:v>1.0979699999999999</c:v>
                </c:pt>
                <c:pt idx="2805">
                  <c:v>1.0974600000000001</c:v>
                </c:pt>
                <c:pt idx="2806">
                  <c:v>1.0969599999999999</c:v>
                </c:pt>
                <c:pt idx="2807">
                  <c:v>1.09646</c:v>
                </c:pt>
                <c:pt idx="2808">
                  <c:v>1.0959700000000001</c:v>
                </c:pt>
                <c:pt idx="2809">
                  <c:v>1.0954699999999999</c:v>
                </c:pt>
                <c:pt idx="2810">
                  <c:v>1.09497</c:v>
                </c:pt>
                <c:pt idx="2811">
                  <c:v>1.0944700000000001</c:v>
                </c:pt>
                <c:pt idx="2812">
                  <c:v>1.0939700000000001</c:v>
                </c:pt>
                <c:pt idx="2813">
                  <c:v>1.0934699999999999</c:v>
                </c:pt>
                <c:pt idx="2814">
                  <c:v>1.09297</c:v>
                </c:pt>
                <c:pt idx="2815">
                  <c:v>1.09246</c:v>
                </c:pt>
                <c:pt idx="2816">
                  <c:v>1.09196</c:v>
                </c:pt>
                <c:pt idx="2817">
                  <c:v>1.0914600000000001</c:v>
                </c:pt>
                <c:pt idx="2818">
                  <c:v>1.0909599999999999</c:v>
                </c:pt>
                <c:pt idx="2819">
                  <c:v>1.09046</c:v>
                </c:pt>
                <c:pt idx="2820">
                  <c:v>1.08996</c:v>
                </c:pt>
                <c:pt idx="2821">
                  <c:v>1.0894600000000001</c:v>
                </c:pt>
                <c:pt idx="2822">
                  <c:v>1.0889599999999999</c:v>
                </c:pt>
                <c:pt idx="2823">
                  <c:v>1.08847</c:v>
                </c:pt>
                <c:pt idx="2824">
                  <c:v>1.0879700000000001</c:v>
                </c:pt>
                <c:pt idx="2825">
                  <c:v>1.0874699999999999</c:v>
                </c:pt>
                <c:pt idx="2826">
                  <c:v>1.08697</c:v>
                </c:pt>
                <c:pt idx="2827">
                  <c:v>1.08647</c:v>
                </c:pt>
                <c:pt idx="2828">
                  <c:v>1.0859700000000001</c:v>
                </c:pt>
                <c:pt idx="2829">
                  <c:v>1.0854600000000001</c:v>
                </c:pt>
                <c:pt idx="2830">
                  <c:v>1.0849599999999999</c:v>
                </c:pt>
                <c:pt idx="2831">
                  <c:v>1.08447</c:v>
                </c:pt>
                <c:pt idx="2832">
                  <c:v>1.0839700000000001</c:v>
                </c:pt>
                <c:pt idx="2833">
                  <c:v>1.0834699999999999</c:v>
                </c:pt>
                <c:pt idx="2834">
                  <c:v>1.08297</c:v>
                </c:pt>
                <c:pt idx="2835">
                  <c:v>1.08247</c:v>
                </c:pt>
                <c:pt idx="2836">
                  <c:v>1.0819700000000001</c:v>
                </c:pt>
                <c:pt idx="2837">
                  <c:v>1.0814699999999999</c:v>
                </c:pt>
                <c:pt idx="2838">
                  <c:v>1.0809599999999999</c:v>
                </c:pt>
                <c:pt idx="2839">
                  <c:v>1.08046</c:v>
                </c:pt>
                <c:pt idx="2840">
                  <c:v>1.07996</c:v>
                </c:pt>
                <c:pt idx="2841">
                  <c:v>1.0794699999999999</c:v>
                </c:pt>
                <c:pt idx="2842">
                  <c:v>1.07897</c:v>
                </c:pt>
                <c:pt idx="2843">
                  <c:v>1.07847</c:v>
                </c:pt>
                <c:pt idx="2844">
                  <c:v>1.0779700000000001</c:v>
                </c:pt>
                <c:pt idx="2845">
                  <c:v>1.0774699999999999</c:v>
                </c:pt>
                <c:pt idx="2846">
                  <c:v>1.07697</c:v>
                </c:pt>
                <c:pt idx="2847">
                  <c:v>1.07647</c:v>
                </c:pt>
                <c:pt idx="2848">
                  <c:v>1.0759700000000001</c:v>
                </c:pt>
                <c:pt idx="2849">
                  <c:v>1.0754699999999999</c:v>
                </c:pt>
                <c:pt idx="2850">
                  <c:v>1.07497</c:v>
                </c:pt>
                <c:pt idx="2851">
                  <c:v>1.07447</c:v>
                </c:pt>
                <c:pt idx="2852">
                  <c:v>1.0739700000000001</c:v>
                </c:pt>
                <c:pt idx="2853">
                  <c:v>1.0734699999999999</c:v>
                </c:pt>
                <c:pt idx="2854">
                  <c:v>1.07297</c:v>
                </c:pt>
                <c:pt idx="2855">
                  <c:v>1.07247</c:v>
                </c:pt>
                <c:pt idx="2856">
                  <c:v>1.0719700000000001</c:v>
                </c:pt>
                <c:pt idx="2857">
                  <c:v>1.0714699999999999</c:v>
                </c:pt>
                <c:pt idx="2858">
                  <c:v>1.07097</c:v>
                </c:pt>
                <c:pt idx="2859">
                  <c:v>1.07047</c:v>
                </c:pt>
                <c:pt idx="2860">
                  <c:v>1.0699700000000001</c:v>
                </c:pt>
                <c:pt idx="2861">
                  <c:v>1.0694699999999999</c:v>
                </c:pt>
                <c:pt idx="2862">
                  <c:v>1.06897</c:v>
                </c:pt>
                <c:pt idx="2863">
                  <c:v>1.06847</c:v>
                </c:pt>
                <c:pt idx="2864">
                  <c:v>1.0679700000000001</c:v>
                </c:pt>
                <c:pt idx="2865">
                  <c:v>1.0674699999999999</c:v>
                </c:pt>
                <c:pt idx="2866">
                  <c:v>1.06697</c:v>
                </c:pt>
                <c:pt idx="2867">
                  <c:v>1.06647</c:v>
                </c:pt>
                <c:pt idx="2868">
                  <c:v>1.0659700000000001</c:v>
                </c:pt>
                <c:pt idx="2869">
                  <c:v>1.0654699999999999</c:v>
                </c:pt>
                <c:pt idx="2870">
                  <c:v>1.06497</c:v>
                </c:pt>
                <c:pt idx="2871">
                  <c:v>1.06447</c:v>
                </c:pt>
                <c:pt idx="2872">
                  <c:v>1.0639799999999999</c:v>
                </c:pt>
                <c:pt idx="2873">
                  <c:v>1.06348</c:v>
                </c:pt>
                <c:pt idx="2874">
                  <c:v>1.06298</c:v>
                </c:pt>
                <c:pt idx="2875">
                  <c:v>1.0624800000000001</c:v>
                </c:pt>
                <c:pt idx="2876">
                  <c:v>1.0619799999999999</c:v>
                </c:pt>
                <c:pt idx="2877">
                  <c:v>1.06148</c:v>
                </c:pt>
                <c:pt idx="2878">
                  <c:v>1.06098</c:v>
                </c:pt>
                <c:pt idx="2879">
                  <c:v>1.0604800000000001</c:v>
                </c:pt>
                <c:pt idx="2880">
                  <c:v>1.0599799999999999</c:v>
                </c:pt>
                <c:pt idx="2881">
                  <c:v>1.05948</c:v>
                </c:pt>
                <c:pt idx="2882">
                  <c:v>1.05898</c:v>
                </c:pt>
                <c:pt idx="2883">
                  <c:v>1.0584800000000001</c:v>
                </c:pt>
                <c:pt idx="2884">
                  <c:v>1.0579799999999999</c:v>
                </c:pt>
                <c:pt idx="2885">
                  <c:v>1.0574699999999999</c:v>
                </c:pt>
                <c:pt idx="2886">
                  <c:v>1.05697</c:v>
                </c:pt>
                <c:pt idx="2887">
                  <c:v>1.05647</c:v>
                </c:pt>
                <c:pt idx="2888">
                  <c:v>1.0559700000000001</c:v>
                </c:pt>
                <c:pt idx="2889">
                  <c:v>1.05548</c:v>
                </c:pt>
                <c:pt idx="2890">
                  <c:v>1.05498</c:v>
                </c:pt>
                <c:pt idx="2891">
                  <c:v>1.0544800000000001</c:v>
                </c:pt>
                <c:pt idx="2892">
                  <c:v>1.0539799999999999</c:v>
                </c:pt>
                <c:pt idx="2893">
                  <c:v>1.05348</c:v>
                </c:pt>
                <c:pt idx="2894">
                  <c:v>1.05298</c:v>
                </c:pt>
                <c:pt idx="2895">
                  <c:v>1.0524800000000001</c:v>
                </c:pt>
                <c:pt idx="2896">
                  <c:v>1.0519799999999999</c:v>
                </c:pt>
                <c:pt idx="2897">
                  <c:v>1.05148</c:v>
                </c:pt>
                <c:pt idx="2898">
                  <c:v>1.05098</c:v>
                </c:pt>
                <c:pt idx="2899">
                  <c:v>1.0504800000000001</c:v>
                </c:pt>
                <c:pt idx="2900">
                  <c:v>1.0499799999999999</c:v>
                </c:pt>
                <c:pt idx="2901">
                  <c:v>1.04948</c:v>
                </c:pt>
                <c:pt idx="2902">
                  <c:v>1.04898</c:v>
                </c:pt>
                <c:pt idx="2903">
                  <c:v>1.0484800000000001</c:v>
                </c:pt>
                <c:pt idx="2904">
                  <c:v>1.0479799999999999</c:v>
                </c:pt>
                <c:pt idx="2905">
                  <c:v>1.04748</c:v>
                </c:pt>
                <c:pt idx="2906">
                  <c:v>1.04698</c:v>
                </c:pt>
                <c:pt idx="2907">
                  <c:v>1.0464800000000001</c:v>
                </c:pt>
                <c:pt idx="2908">
                  <c:v>1.0459799999999999</c:v>
                </c:pt>
                <c:pt idx="2909">
                  <c:v>1.04548</c:v>
                </c:pt>
                <c:pt idx="2910">
                  <c:v>1.04498</c:v>
                </c:pt>
                <c:pt idx="2911">
                  <c:v>1.0444800000000001</c:v>
                </c:pt>
                <c:pt idx="2912">
                  <c:v>1.0439799999999999</c:v>
                </c:pt>
                <c:pt idx="2913">
                  <c:v>1.04348</c:v>
                </c:pt>
                <c:pt idx="2914">
                  <c:v>1.04298</c:v>
                </c:pt>
                <c:pt idx="2915">
                  <c:v>1.0424800000000001</c:v>
                </c:pt>
                <c:pt idx="2916">
                  <c:v>1.0419799999999999</c:v>
                </c:pt>
                <c:pt idx="2917">
                  <c:v>1.04148</c:v>
                </c:pt>
                <c:pt idx="2918">
                  <c:v>1.04098</c:v>
                </c:pt>
                <c:pt idx="2919">
                  <c:v>1.0404800000000001</c:v>
                </c:pt>
                <c:pt idx="2920">
                  <c:v>1.0399799999999999</c:v>
                </c:pt>
                <c:pt idx="2921">
                  <c:v>1.03948</c:v>
                </c:pt>
                <c:pt idx="2922">
                  <c:v>1.03898</c:v>
                </c:pt>
                <c:pt idx="2923">
                  <c:v>1.0384800000000001</c:v>
                </c:pt>
                <c:pt idx="2924">
                  <c:v>1.0379799999999999</c:v>
                </c:pt>
                <c:pt idx="2925">
                  <c:v>1.03748</c:v>
                </c:pt>
                <c:pt idx="2926">
                  <c:v>1.03698</c:v>
                </c:pt>
                <c:pt idx="2927">
                  <c:v>1.0364800000000001</c:v>
                </c:pt>
                <c:pt idx="2928">
                  <c:v>1.0359799999999999</c:v>
                </c:pt>
                <c:pt idx="2929">
                  <c:v>1.03549</c:v>
                </c:pt>
                <c:pt idx="2930">
                  <c:v>1.0349900000000001</c:v>
                </c:pt>
                <c:pt idx="2931">
                  <c:v>1.0344899999999999</c:v>
                </c:pt>
                <c:pt idx="2932">
                  <c:v>1.03399</c:v>
                </c:pt>
                <c:pt idx="2933">
                  <c:v>1.03349</c:v>
                </c:pt>
                <c:pt idx="2934">
                  <c:v>1.0329900000000001</c:v>
                </c:pt>
                <c:pt idx="2935">
                  <c:v>1.0324899999999999</c:v>
                </c:pt>
                <c:pt idx="2936">
                  <c:v>1.03199</c:v>
                </c:pt>
                <c:pt idx="2937">
                  <c:v>1.03148</c:v>
                </c:pt>
                <c:pt idx="2938">
                  <c:v>1.03098</c:v>
                </c:pt>
                <c:pt idx="2939">
                  <c:v>1.0304899999999999</c:v>
                </c:pt>
                <c:pt idx="2940">
                  <c:v>1.02999</c:v>
                </c:pt>
                <c:pt idx="2941">
                  <c:v>1.02949</c:v>
                </c:pt>
                <c:pt idx="2942">
                  <c:v>1.0289900000000001</c:v>
                </c:pt>
                <c:pt idx="2943">
                  <c:v>1.0284899999999999</c:v>
                </c:pt>
                <c:pt idx="2944">
                  <c:v>1.02799</c:v>
                </c:pt>
                <c:pt idx="2945">
                  <c:v>1.02749</c:v>
                </c:pt>
                <c:pt idx="2946">
                  <c:v>1.0269900000000001</c:v>
                </c:pt>
                <c:pt idx="2947">
                  <c:v>1.0264899999999999</c:v>
                </c:pt>
                <c:pt idx="2948">
                  <c:v>1.02599</c:v>
                </c:pt>
                <c:pt idx="2949">
                  <c:v>1.02549</c:v>
                </c:pt>
                <c:pt idx="2950">
                  <c:v>1.0249900000000001</c:v>
                </c:pt>
                <c:pt idx="2951">
                  <c:v>1.0244899999999999</c:v>
                </c:pt>
                <c:pt idx="2952">
                  <c:v>1.02399</c:v>
                </c:pt>
                <c:pt idx="2953">
                  <c:v>1.02349</c:v>
                </c:pt>
                <c:pt idx="2954">
                  <c:v>1.0229900000000001</c:v>
                </c:pt>
                <c:pt idx="2955">
                  <c:v>1.0224899999999999</c:v>
                </c:pt>
                <c:pt idx="2956">
                  <c:v>1.02199</c:v>
                </c:pt>
                <c:pt idx="2957">
                  <c:v>1.02149</c:v>
                </c:pt>
                <c:pt idx="2958">
                  <c:v>1.0209900000000001</c:v>
                </c:pt>
                <c:pt idx="2959">
                  <c:v>1.0204899999999999</c:v>
                </c:pt>
                <c:pt idx="2960">
                  <c:v>1.01999</c:v>
                </c:pt>
                <c:pt idx="2961">
                  <c:v>1.01949</c:v>
                </c:pt>
                <c:pt idx="2962">
                  <c:v>1.0189900000000001</c:v>
                </c:pt>
                <c:pt idx="2963">
                  <c:v>1.0184899999999999</c:v>
                </c:pt>
                <c:pt idx="2964">
                  <c:v>1.018</c:v>
                </c:pt>
                <c:pt idx="2965">
                  <c:v>1.0175000000000001</c:v>
                </c:pt>
                <c:pt idx="2966">
                  <c:v>1.0169900000000001</c:v>
                </c:pt>
                <c:pt idx="2967">
                  <c:v>1.0165</c:v>
                </c:pt>
                <c:pt idx="2968">
                  <c:v>1.016</c:v>
                </c:pt>
                <c:pt idx="2969">
                  <c:v>1.0155000000000001</c:v>
                </c:pt>
                <c:pt idx="2970">
                  <c:v>1.0149999999999999</c:v>
                </c:pt>
                <c:pt idx="2971">
                  <c:v>1.0145</c:v>
                </c:pt>
                <c:pt idx="2972">
                  <c:v>1.014</c:v>
                </c:pt>
                <c:pt idx="2973">
                  <c:v>1.0135000000000001</c:v>
                </c:pt>
                <c:pt idx="2974">
                  <c:v>1.0129999999999999</c:v>
                </c:pt>
                <c:pt idx="2975">
                  <c:v>1.0125</c:v>
                </c:pt>
                <c:pt idx="2976">
                  <c:v>1.012</c:v>
                </c:pt>
                <c:pt idx="2977">
                  <c:v>1.0115000000000001</c:v>
                </c:pt>
                <c:pt idx="2978">
                  <c:v>1.0109999999999999</c:v>
                </c:pt>
                <c:pt idx="2979">
                  <c:v>1.0105</c:v>
                </c:pt>
                <c:pt idx="2980">
                  <c:v>1.01</c:v>
                </c:pt>
                <c:pt idx="2981">
                  <c:v>1.0095000000000001</c:v>
                </c:pt>
                <c:pt idx="2982">
                  <c:v>1.0089900000000001</c:v>
                </c:pt>
                <c:pt idx="2983">
                  <c:v>1.0084900000000001</c:v>
                </c:pt>
                <c:pt idx="2984">
                  <c:v>1.0079899999999999</c:v>
                </c:pt>
                <c:pt idx="2985">
                  <c:v>1.00749</c:v>
                </c:pt>
                <c:pt idx="2986">
                  <c:v>1.0069900000000001</c:v>
                </c:pt>
                <c:pt idx="2987">
                  <c:v>1.0064900000000001</c:v>
                </c:pt>
                <c:pt idx="2988">
                  <c:v>1.006</c:v>
                </c:pt>
                <c:pt idx="2989">
                  <c:v>1.0055000000000001</c:v>
                </c:pt>
                <c:pt idx="2990">
                  <c:v>1.0049999999999999</c:v>
                </c:pt>
                <c:pt idx="2991">
                  <c:v>1.0044999999999999</c:v>
                </c:pt>
                <c:pt idx="2992">
                  <c:v>1.004</c:v>
                </c:pt>
                <c:pt idx="2993">
                  <c:v>1.0035000000000001</c:v>
                </c:pt>
                <c:pt idx="2994">
                  <c:v>1.0029999999999999</c:v>
                </c:pt>
                <c:pt idx="2995">
                  <c:v>1.0024999999999999</c:v>
                </c:pt>
                <c:pt idx="2996">
                  <c:v>1.002</c:v>
                </c:pt>
                <c:pt idx="2997">
                  <c:v>1.0015000000000001</c:v>
                </c:pt>
                <c:pt idx="2998">
                  <c:v>1.0009999999999999</c:v>
                </c:pt>
                <c:pt idx="2999">
                  <c:v>1.0004999999999999</c:v>
                </c:pt>
                <c:pt idx="3000">
                  <c:v>1</c:v>
                </c:pt>
                <c:pt idx="3001">
                  <c:v>0.99950099999999997</c:v>
                </c:pt>
                <c:pt idx="3002">
                  <c:v>0.99900199999999995</c:v>
                </c:pt>
                <c:pt idx="3003">
                  <c:v>0.99850399999999995</c:v>
                </c:pt>
                <c:pt idx="3004">
                  <c:v>0.99800500000000003</c:v>
                </c:pt>
                <c:pt idx="3005">
                  <c:v>0.99750399999999995</c:v>
                </c:pt>
                <c:pt idx="3006">
                  <c:v>0.997004</c:v>
                </c:pt>
                <c:pt idx="3007">
                  <c:v>0.99650499999999997</c:v>
                </c:pt>
                <c:pt idx="3008">
                  <c:v>0.99600599999999995</c:v>
                </c:pt>
                <c:pt idx="3009">
                  <c:v>0.99550700000000003</c:v>
                </c:pt>
                <c:pt idx="3010">
                  <c:v>0.99500599999999995</c:v>
                </c:pt>
                <c:pt idx="3011">
                  <c:v>0.99450499999999997</c:v>
                </c:pt>
                <c:pt idx="3012">
                  <c:v>0.99400500000000003</c:v>
                </c:pt>
                <c:pt idx="3013">
                  <c:v>0.99350499999999997</c:v>
                </c:pt>
                <c:pt idx="3014">
                  <c:v>0.993004</c:v>
                </c:pt>
                <c:pt idx="3015">
                  <c:v>0.992502</c:v>
                </c:pt>
                <c:pt idx="3016">
                  <c:v>0.99200200000000005</c:v>
                </c:pt>
                <c:pt idx="3017">
                  <c:v>0.99150400000000005</c:v>
                </c:pt>
                <c:pt idx="3018">
                  <c:v>0.99100600000000005</c:v>
                </c:pt>
                <c:pt idx="3019">
                  <c:v>0.99050700000000003</c:v>
                </c:pt>
                <c:pt idx="3020">
                  <c:v>0.99000699999999997</c:v>
                </c:pt>
                <c:pt idx="3021">
                  <c:v>0.98950700000000003</c:v>
                </c:pt>
                <c:pt idx="3022">
                  <c:v>0.98900900000000003</c:v>
                </c:pt>
                <c:pt idx="3023">
                  <c:v>0.98851</c:v>
                </c:pt>
                <c:pt idx="3024">
                  <c:v>0.98801000000000005</c:v>
                </c:pt>
                <c:pt idx="3025">
                  <c:v>0.98751</c:v>
                </c:pt>
                <c:pt idx="3026">
                  <c:v>0.98701000000000005</c:v>
                </c:pt>
                <c:pt idx="3027">
                  <c:v>0.98651100000000003</c:v>
                </c:pt>
                <c:pt idx="3028">
                  <c:v>0.98601300000000003</c:v>
                </c:pt>
                <c:pt idx="3029">
                  <c:v>0.98551299999999997</c:v>
                </c:pt>
                <c:pt idx="3030">
                  <c:v>0.98501300000000003</c:v>
                </c:pt>
                <c:pt idx="3031">
                  <c:v>0.98451299999999997</c:v>
                </c:pt>
                <c:pt idx="3032">
                  <c:v>0.98401300000000003</c:v>
                </c:pt>
                <c:pt idx="3033">
                  <c:v>0.98351200000000005</c:v>
                </c:pt>
                <c:pt idx="3034">
                  <c:v>0.98301099999999997</c:v>
                </c:pt>
                <c:pt idx="3035">
                  <c:v>0.98250999999999999</c:v>
                </c:pt>
                <c:pt idx="3036">
                  <c:v>0.98201000000000005</c:v>
                </c:pt>
                <c:pt idx="3037">
                  <c:v>0.98151100000000002</c:v>
                </c:pt>
                <c:pt idx="3038">
                  <c:v>0.98101099999999997</c:v>
                </c:pt>
                <c:pt idx="3039">
                  <c:v>0.98050899999999996</c:v>
                </c:pt>
                <c:pt idx="3040">
                  <c:v>0.98000900000000002</c:v>
                </c:pt>
                <c:pt idx="3041">
                  <c:v>0.97950899999999996</c:v>
                </c:pt>
                <c:pt idx="3042">
                  <c:v>0.97901000000000005</c:v>
                </c:pt>
                <c:pt idx="3043">
                  <c:v>0.97851100000000002</c:v>
                </c:pt>
                <c:pt idx="3044">
                  <c:v>0.97801099999999996</c:v>
                </c:pt>
                <c:pt idx="3045">
                  <c:v>0.97751200000000005</c:v>
                </c:pt>
                <c:pt idx="3046">
                  <c:v>0.97701400000000005</c:v>
                </c:pt>
                <c:pt idx="3047">
                  <c:v>0.97651699999999997</c:v>
                </c:pt>
                <c:pt idx="3048">
                  <c:v>0.97601800000000005</c:v>
                </c:pt>
                <c:pt idx="3049">
                  <c:v>0.975518</c:v>
                </c:pt>
                <c:pt idx="3050">
                  <c:v>0.97501700000000002</c:v>
                </c:pt>
                <c:pt idx="3051">
                  <c:v>0.974518</c:v>
                </c:pt>
                <c:pt idx="3052">
                  <c:v>0.97401800000000005</c:v>
                </c:pt>
                <c:pt idx="3053">
                  <c:v>0.97351699999999997</c:v>
                </c:pt>
                <c:pt idx="3054">
                  <c:v>0.97301400000000005</c:v>
                </c:pt>
                <c:pt idx="3055">
                  <c:v>0.97251399999999999</c:v>
                </c:pt>
                <c:pt idx="3056">
                  <c:v>0.97201499999999996</c:v>
                </c:pt>
                <c:pt idx="3057">
                  <c:v>0.97151500000000002</c:v>
                </c:pt>
                <c:pt idx="3058">
                  <c:v>0.97101400000000004</c:v>
                </c:pt>
                <c:pt idx="3059">
                  <c:v>0.97051100000000001</c:v>
                </c:pt>
                <c:pt idx="3060">
                  <c:v>0.97000900000000001</c:v>
                </c:pt>
                <c:pt idx="3061">
                  <c:v>0.96950899999999995</c:v>
                </c:pt>
                <c:pt idx="3062">
                  <c:v>0.96901000000000004</c:v>
                </c:pt>
                <c:pt idx="3063">
                  <c:v>0.96851100000000001</c:v>
                </c:pt>
                <c:pt idx="3064">
                  <c:v>0.96801300000000001</c:v>
                </c:pt>
                <c:pt idx="3065">
                  <c:v>0.96751600000000004</c:v>
                </c:pt>
                <c:pt idx="3066">
                  <c:v>0.96701899999999996</c:v>
                </c:pt>
                <c:pt idx="3067">
                  <c:v>0.96652199999999999</c:v>
                </c:pt>
                <c:pt idx="3068">
                  <c:v>0.96602399999999999</c:v>
                </c:pt>
                <c:pt idx="3069">
                  <c:v>0.96552400000000005</c:v>
                </c:pt>
                <c:pt idx="3070">
                  <c:v>0.96502399999999999</c:v>
                </c:pt>
                <c:pt idx="3071">
                  <c:v>0.96452300000000002</c:v>
                </c:pt>
                <c:pt idx="3072">
                  <c:v>0.96402299999999996</c:v>
                </c:pt>
                <c:pt idx="3073">
                  <c:v>0.96352199999999999</c:v>
                </c:pt>
                <c:pt idx="3074">
                  <c:v>0.96302100000000002</c:v>
                </c:pt>
                <c:pt idx="3075">
                  <c:v>0.96252199999999999</c:v>
                </c:pt>
                <c:pt idx="3076">
                  <c:v>0.96202299999999996</c:v>
                </c:pt>
                <c:pt idx="3077">
                  <c:v>0.96152400000000005</c:v>
                </c:pt>
                <c:pt idx="3078">
                  <c:v>0.96102399999999999</c:v>
                </c:pt>
                <c:pt idx="3079">
                  <c:v>0.96052300000000002</c:v>
                </c:pt>
                <c:pt idx="3080">
                  <c:v>0.96002299999999996</c:v>
                </c:pt>
                <c:pt idx="3081">
                  <c:v>0.95952300000000001</c:v>
                </c:pt>
                <c:pt idx="3082">
                  <c:v>0.95902100000000001</c:v>
                </c:pt>
                <c:pt idx="3083">
                  <c:v>0.95851900000000001</c:v>
                </c:pt>
                <c:pt idx="3084">
                  <c:v>0.95801899999999995</c:v>
                </c:pt>
                <c:pt idx="3085">
                  <c:v>0.95752099999999996</c:v>
                </c:pt>
                <c:pt idx="3086">
                  <c:v>0.95702399999999999</c:v>
                </c:pt>
                <c:pt idx="3087">
                  <c:v>0.95652700000000002</c:v>
                </c:pt>
                <c:pt idx="3088">
                  <c:v>0.95602699999999996</c:v>
                </c:pt>
                <c:pt idx="3089">
                  <c:v>0.95552700000000002</c:v>
                </c:pt>
                <c:pt idx="3090">
                  <c:v>0.95502699999999996</c:v>
                </c:pt>
                <c:pt idx="3091">
                  <c:v>0.95452700000000001</c:v>
                </c:pt>
                <c:pt idx="3092">
                  <c:v>0.95402600000000004</c:v>
                </c:pt>
                <c:pt idx="3093">
                  <c:v>0.95352499999999996</c:v>
                </c:pt>
                <c:pt idx="3094">
                  <c:v>0.95302500000000001</c:v>
                </c:pt>
                <c:pt idx="3095">
                  <c:v>0.95252599999999998</c:v>
                </c:pt>
                <c:pt idx="3096">
                  <c:v>0.95202699999999996</c:v>
                </c:pt>
                <c:pt idx="3097">
                  <c:v>0.95152700000000001</c:v>
                </c:pt>
                <c:pt idx="3098">
                  <c:v>0.95102600000000004</c:v>
                </c:pt>
                <c:pt idx="3099">
                  <c:v>0.95052700000000001</c:v>
                </c:pt>
                <c:pt idx="3100">
                  <c:v>0.95002799999999998</c:v>
                </c:pt>
                <c:pt idx="3101">
                  <c:v>0.94952899999999996</c:v>
                </c:pt>
                <c:pt idx="3102">
                  <c:v>0.94902900000000001</c:v>
                </c:pt>
                <c:pt idx="3103">
                  <c:v>0.94852800000000004</c:v>
                </c:pt>
                <c:pt idx="3104">
                  <c:v>0.94802900000000001</c:v>
                </c:pt>
                <c:pt idx="3105">
                  <c:v>0.94752999999999998</c:v>
                </c:pt>
                <c:pt idx="3106">
                  <c:v>0.94703300000000001</c:v>
                </c:pt>
                <c:pt idx="3107">
                  <c:v>0.94653399999999999</c:v>
                </c:pt>
                <c:pt idx="3108">
                  <c:v>0.94603300000000001</c:v>
                </c:pt>
                <c:pt idx="3109">
                  <c:v>0.94553299999999996</c:v>
                </c:pt>
                <c:pt idx="3110">
                  <c:v>0.94503300000000001</c:v>
                </c:pt>
                <c:pt idx="3111">
                  <c:v>0.94453299999999996</c:v>
                </c:pt>
                <c:pt idx="3112">
                  <c:v>0.94403099999999995</c:v>
                </c:pt>
                <c:pt idx="3113">
                  <c:v>0.94352899999999995</c:v>
                </c:pt>
                <c:pt idx="3114">
                  <c:v>0.94302900000000001</c:v>
                </c:pt>
                <c:pt idx="3115">
                  <c:v>0.94252999999999998</c:v>
                </c:pt>
                <c:pt idx="3116">
                  <c:v>0.94203099999999995</c:v>
                </c:pt>
                <c:pt idx="3117">
                  <c:v>0.94153200000000004</c:v>
                </c:pt>
                <c:pt idx="3118">
                  <c:v>0.94103300000000001</c:v>
                </c:pt>
                <c:pt idx="3119">
                  <c:v>0.94053399999999998</c:v>
                </c:pt>
                <c:pt idx="3120">
                  <c:v>0.94003599999999998</c:v>
                </c:pt>
                <c:pt idx="3121">
                  <c:v>0.93953699999999996</c:v>
                </c:pt>
                <c:pt idx="3122">
                  <c:v>0.93903700000000001</c:v>
                </c:pt>
                <c:pt idx="3123">
                  <c:v>0.93853799999999998</c:v>
                </c:pt>
                <c:pt idx="3124">
                  <c:v>0.93803999999999998</c:v>
                </c:pt>
                <c:pt idx="3125">
                  <c:v>0.93754099999999996</c:v>
                </c:pt>
                <c:pt idx="3126">
                  <c:v>0.93704200000000004</c:v>
                </c:pt>
                <c:pt idx="3127">
                  <c:v>0.93654199999999999</c:v>
                </c:pt>
                <c:pt idx="3128">
                  <c:v>0.93603999999999998</c:v>
                </c:pt>
                <c:pt idx="3129">
                  <c:v>0.93553900000000001</c:v>
                </c:pt>
                <c:pt idx="3130">
                  <c:v>0.93503800000000004</c:v>
                </c:pt>
                <c:pt idx="3131">
                  <c:v>0.93453600000000003</c:v>
                </c:pt>
                <c:pt idx="3132">
                  <c:v>0.93403499999999995</c:v>
                </c:pt>
                <c:pt idx="3133">
                  <c:v>0.93353600000000003</c:v>
                </c:pt>
                <c:pt idx="3134">
                  <c:v>0.93303899999999995</c:v>
                </c:pt>
                <c:pt idx="3135">
                  <c:v>0.93254099999999995</c:v>
                </c:pt>
                <c:pt idx="3136">
                  <c:v>0.93204200000000004</c:v>
                </c:pt>
                <c:pt idx="3137">
                  <c:v>0.93154199999999998</c:v>
                </c:pt>
                <c:pt idx="3138">
                  <c:v>0.93104200000000004</c:v>
                </c:pt>
                <c:pt idx="3139">
                  <c:v>0.93054300000000001</c:v>
                </c:pt>
                <c:pt idx="3140">
                  <c:v>0.93004399999999998</c:v>
                </c:pt>
                <c:pt idx="3141">
                  <c:v>0.92954499999999995</c:v>
                </c:pt>
                <c:pt idx="3142">
                  <c:v>0.92904500000000001</c:v>
                </c:pt>
                <c:pt idx="3143">
                  <c:v>0.92854499999999995</c:v>
                </c:pt>
                <c:pt idx="3144">
                  <c:v>0.92804600000000004</c:v>
                </c:pt>
                <c:pt idx="3145">
                  <c:v>0.92754700000000001</c:v>
                </c:pt>
                <c:pt idx="3146">
                  <c:v>0.92704699999999995</c:v>
                </c:pt>
                <c:pt idx="3147">
                  <c:v>0.92654599999999998</c:v>
                </c:pt>
                <c:pt idx="3148">
                  <c:v>0.92604500000000001</c:v>
                </c:pt>
                <c:pt idx="3149">
                  <c:v>0.92554400000000003</c:v>
                </c:pt>
                <c:pt idx="3150">
                  <c:v>0.92504399999999998</c:v>
                </c:pt>
                <c:pt idx="3151">
                  <c:v>0.924543</c:v>
                </c:pt>
                <c:pt idx="3152">
                  <c:v>0.92404200000000003</c:v>
                </c:pt>
                <c:pt idx="3153">
                  <c:v>0.923543</c:v>
                </c:pt>
                <c:pt idx="3154">
                  <c:v>0.923045</c:v>
                </c:pt>
                <c:pt idx="3155">
                  <c:v>0.92254599999999998</c:v>
                </c:pt>
                <c:pt idx="3156">
                  <c:v>0.922045</c:v>
                </c:pt>
                <c:pt idx="3157">
                  <c:v>0.92154499999999995</c:v>
                </c:pt>
                <c:pt idx="3158">
                  <c:v>0.921045</c:v>
                </c:pt>
                <c:pt idx="3159">
                  <c:v>0.92054599999999998</c:v>
                </c:pt>
                <c:pt idx="3160">
                  <c:v>0.92004600000000003</c:v>
                </c:pt>
                <c:pt idx="3161">
                  <c:v>0.91954599999999997</c:v>
                </c:pt>
                <c:pt idx="3162">
                  <c:v>0.91904600000000003</c:v>
                </c:pt>
                <c:pt idx="3163">
                  <c:v>0.91854800000000003</c:v>
                </c:pt>
                <c:pt idx="3164">
                  <c:v>0.918049</c:v>
                </c:pt>
                <c:pt idx="3165">
                  <c:v>0.91754999999999998</c:v>
                </c:pt>
                <c:pt idx="3166">
                  <c:v>0.91704799999999997</c:v>
                </c:pt>
                <c:pt idx="3167">
                  <c:v>0.91654599999999997</c:v>
                </c:pt>
                <c:pt idx="3168">
                  <c:v>0.91604399999999997</c:v>
                </c:pt>
                <c:pt idx="3169">
                  <c:v>0.915543</c:v>
                </c:pt>
                <c:pt idx="3170">
                  <c:v>0.91504200000000002</c:v>
                </c:pt>
                <c:pt idx="3171">
                  <c:v>0.91454199999999997</c:v>
                </c:pt>
                <c:pt idx="3172">
                  <c:v>0.91404200000000002</c:v>
                </c:pt>
                <c:pt idx="3173">
                  <c:v>0.91354400000000002</c:v>
                </c:pt>
                <c:pt idx="3174">
                  <c:v>0.91304600000000002</c:v>
                </c:pt>
                <c:pt idx="3175">
                  <c:v>0.912547</c:v>
                </c:pt>
                <c:pt idx="3176">
                  <c:v>0.91204700000000005</c:v>
                </c:pt>
                <c:pt idx="3177">
                  <c:v>0.91154800000000002</c:v>
                </c:pt>
                <c:pt idx="3178">
                  <c:v>0.911049</c:v>
                </c:pt>
                <c:pt idx="3179">
                  <c:v>0.91054999999999997</c:v>
                </c:pt>
                <c:pt idx="3180">
                  <c:v>0.91005000000000003</c:v>
                </c:pt>
                <c:pt idx="3181">
                  <c:v>0.90954900000000005</c:v>
                </c:pt>
                <c:pt idx="3182">
                  <c:v>0.909049</c:v>
                </c:pt>
                <c:pt idx="3183">
                  <c:v>0.90854999999999997</c:v>
                </c:pt>
                <c:pt idx="3184">
                  <c:v>0.90805100000000005</c:v>
                </c:pt>
                <c:pt idx="3185">
                  <c:v>0.907551</c:v>
                </c:pt>
                <c:pt idx="3186">
                  <c:v>0.90705100000000005</c:v>
                </c:pt>
                <c:pt idx="3187">
                  <c:v>0.906551</c:v>
                </c:pt>
                <c:pt idx="3188">
                  <c:v>0.90605100000000005</c:v>
                </c:pt>
                <c:pt idx="3189">
                  <c:v>0.90555099999999999</c:v>
                </c:pt>
                <c:pt idx="3190">
                  <c:v>0.90505100000000005</c:v>
                </c:pt>
                <c:pt idx="3191">
                  <c:v>0.90455099999999999</c:v>
                </c:pt>
                <c:pt idx="3192">
                  <c:v>0.90405199999999997</c:v>
                </c:pt>
                <c:pt idx="3193">
                  <c:v>0.90355300000000005</c:v>
                </c:pt>
                <c:pt idx="3194">
                  <c:v>0.90305299999999999</c:v>
                </c:pt>
                <c:pt idx="3195">
                  <c:v>0.90255300000000005</c:v>
                </c:pt>
                <c:pt idx="3196">
                  <c:v>0.90205199999999996</c:v>
                </c:pt>
                <c:pt idx="3197">
                  <c:v>0.90155300000000005</c:v>
                </c:pt>
                <c:pt idx="3198">
                  <c:v>0.90105299999999999</c:v>
                </c:pt>
                <c:pt idx="3199">
                  <c:v>0.90055399999999997</c:v>
                </c:pt>
                <c:pt idx="3200">
                  <c:v>0.90005299999999999</c:v>
                </c:pt>
                <c:pt idx="3201">
                  <c:v>0.89955399999999996</c:v>
                </c:pt>
                <c:pt idx="3202">
                  <c:v>0.89905500000000005</c:v>
                </c:pt>
                <c:pt idx="3203">
                  <c:v>0.89855700000000005</c:v>
                </c:pt>
                <c:pt idx="3204">
                  <c:v>0.89805800000000002</c:v>
                </c:pt>
                <c:pt idx="3205">
                  <c:v>0.89755700000000005</c:v>
                </c:pt>
                <c:pt idx="3206">
                  <c:v>0.89705599999999996</c:v>
                </c:pt>
                <c:pt idx="3207">
                  <c:v>0.89655499999999999</c:v>
                </c:pt>
                <c:pt idx="3208">
                  <c:v>0.89605599999999996</c:v>
                </c:pt>
                <c:pt idx="3209">
                  <c:v>0.89555499999999999</c:v>
                </c:pt>
                <c:pt idx="3210">
                  <c:v>0.89505400000000002</c:v>
                </c:pt>
                <c:pt idx="3211">
                  <c:v>0.89455399999999996</c:v>
                </c:pt>
                <c:pt idx="3212">
                  <c:v>0.89405400000000002</c:v>
                </c:pt>
                <c:pt idx="3213">
                  <c:v>0.89355499999999999</c:v>
                </c:pt>
                <c:pt idx="3214">
                  <c:v>0.89305500000000004</c:v>
                </c:pt>
                <c:pt idx="3215">
                  <c:v>0.89255499999999999</c:v>
                </c:pt>
                <c:pt idx="3216">
                  <c:v>0.89205299999999998</c:v>
                </c:pt>
                <c:pt idx="3217">
                  <c:v>0.89155200000000001</c:v>
                </c:pt>
                <c:pt idx="3218">
                  <c:v>0.89105299999999998</c:v>
                </c:pt>
                <c:pt idx="3219">
                  <c:v>0.89055399999999996</c:v>
                </c:pt>
                <c:pt idx="3220">
                  <c:v>0.89005400000000001</c:v>
                </c:pt>
                <c:pt idx="3221">
                  <c:v>0.88955499999999998</c:v>
                </c:pt>
                <c:pt idx="3222">
                  <c:v>0.88905699999999999</c:v>
                </c:pt>
                <c:pt idx="3223">
                  <c:v>0.88855799999999996</c:v>
                </c:pt>
                <c:pt idx="3224">
                  <c:v>0.88805900000000004</c:v>
                </c:pt>
                <c:pt idx="3225">
                  <c:v>0.88755899999999999</c:v>
                </c:pt>
                <c:pt idx="3226">
                  <c:v>0.88705900000000004</c:v>
                </c:pt>
                <c:pt idx="3227">
                  <c:v>0.88656000000000001</c:v>
                </c:pt>
                <c:pt idx="3228">
                  <c:v>0.88605999999999996</c:v>
                </c:pt>
                <c:pt idx="3229">
                  <c:v>0.88555899999999999</c:v>
                </c:pt>
                <c:pt idx="3230">
                  <c:v>0.88505800000000001</c:v>
                </c:pt>
                <c:pt idx="3231">
                  <c:v>0.88455899999999998</c:v>
                </c:pt>
                <c:pt idx="3232">
                  <c:v>0.88405999999999996</c:v>
                </c:pt>
                <c:pt idx="3233">
                  <c:v>0.88356199999999996</c:v>
                </c:pt>
                <c:pt idx="3234">
                  <c:v>0.88306200000000001</c:v>
                </c:pt>
                <c:pt idx="3235">
                  <c:v>0.88256199999999996</c:v>
                </c:pt>
                <c:pt idx="3236">
                  <c:v>0.88206300000000004</c:v>
                </c:pt>
                <c:pt idx="3237">
                  <c:v>0.88156299999999999</c:v>
                </c:pt>
                <c:pt idx="3238">
                  <c:v>0.88106300000000004</c:v>
                </c:pt>
                <c:pt idx="3239">
                  <c:v>0.88056199999999996</c:v>
                </c:pt>
                <c:pt idx="3240">
                  <c:v>0.88006200000000001</c:v>
                </c:pt>
                <c:pt idx="3241">
                  <c:v>0.87956299999999998</c:v>
                </c:pt>
                <c:pt idx="3242">
                  <c:v>0.87906399999999996</c:v>
                </c:pt>
                <c:pt idx="3243">
                  <c:v>0.87856599999999996</c:v>
                </c:pt>
                <c:pt idx="3244">
                  <c:v>0.87806499999999998</c:v>
                </c:pt>
                <c:pt idx="3245">
                  <c:v>0.87756299999999998</c:v>
                </c:pt>
                <c:pt idx="3246">
                  <c:v>0.87706300000000004</c:v>
                </c:pt>
                <c:pt idx="3247">
                  <c:v>0.87656299999999998</c:v>
                </c:pt>
                <c:pt idx="3248">
                  <c:v>0.87606300000000004</c:v>
                </c:pt>
                <c:pt idx="3249">
                  <c:v>0.87556199999999995</c:v>
                </c:pt>
                <c:pt idx="3250">
                  <c:v>0.87506099999999998</c:v>
                </c:pt>
                <c:pt idx="3251">
                  <c:v>0.87456199999999995</c:v>
                </c:pt>
                <c:pt idx="3252">
                  <c:v>0.87406300000000003</c:v>
                </c:pt>
                <c:pt idx="3253">
                  <c:v>0.87356400000000001</c:v>
                </c:pt>
                <c:pt idx="3254">
                  <c:v>0.87306300000000003</c:v>
                </c:pt>
                <c:pt idx="3255">
                  <c:v>0.87256299999999998</c:v>
                </c:pt>
                <c:pt idx="3256">
                  <c:v>0.87206399999999995</c:v>
                </c:pt>
                <c:pt idx="3257">
                  <c:v>0.87156400000000001</c:v>
                </c:pt>
                <c:pt idx="3258">
                  <c:v>0.87106399999999995</c:v>
                </c:pt>
                <c:pt idx="3259">
                  <c:v>0.87056299999999998</c:v>
                </c:pt>
                <c:pt idx="3260">
                  <c:v>0.87006300000000003</c:v>
                </c:pt>
                <c:pt idx="3261">
                  <c:v>0.86956500000000003</c:v>
                </c:pt>
                <c:pt idx="3262">
                  <c:v>0.86906600000000001</c:v>
                </c:pt>
                <c:pt idx="3263">
                  <c:v>0.86856699999999998</c:v>
                </c:pt>
                <c:pt idx="3264">
                  <c:v>0.868066</c:v>
                </c:pt>
                <c:pt idx="3265">
                  <c:v>0.867564</c:v>
                </c:pt>
                <c:pt idx="3266">
                  <c:v>0.86706300000000003</c:v>
                </c:pt>
                <c:pt idx="3267">
                  <c:v>0.86656299999999997</c:v>
                </c:pt>
                <c:pt idx="3268">
                  <c:v>0.86606300000000003</c:v>
                </c:pt>
                <c:pt idx="3269">
                  <c:v>0.865564</c:v>
                </c:pt>
                <c:pt idx="3270">
                  <c:v>0.865066</c:v>
                </c:pt>
                <c:pt idx="3271">
                  <c:v>0.864568</c:v>
                </c:pt>
                <c:pt idx="3272">
                  <c:v>0.86407</c:v>
                </c:pt>
                <c:pt idx="3273">
                  <c:v>0.86356999999999995</c:v>
                </c:pt>
                <c:pt idx="3274">
                  <c:v>0.86306899999999998</c:v>
                </c:pt>
                <c:pt idx="3275">
                  <c:v>0.86256999999999995</c:v>
                </c:pt>
                <c:pt idx="3276">
                  <c:v>0.86207199999999995</c:v>
                </c:pt>
                <c:pt idx="3277">
                  <c:v>0.86157300000000003</c:v>
                </c:pt>
                <c:pt idx="3278">
                  <c:v>0.86107299999999998</c:v>
                </c:pt>
                <c:pt idx="3279">
                  <c:v>0.860572</c:v>
                </c:pt>
                <c:pt idx="3280">
                  <c:v>0.86007299999999998</c:v>
                </c:pt>
                <c:pt idx="3281">
                  <c:v>0.85957399999999995</c:v>
                </c:pt>
                <c:pt idx="3282">
                  <c:v>0.85907599999999995</c:v>
                </c:pt>
                <c:pt idx="3283">
                  <c:v>0.85857499999999998</c:v>
                </c:pt>
                <c:pt idx="3284">
                  <c:v>0.858074</c:v>
                </c:pt>
                <c:pt idx="3285">
                  <c:v>0.85757300000000003</c:v>
                </c:pt>
                <c:pt idx="3286">
                  <c:v>0.857074</c:v>
                </c:pt>
                <c:pt idx="3287">
                  <c:v>0.85657399999999995</c:v>
                </c:pt>
                <c:pt idx="3288">
                  <c:v>0.85607200000000006</c:v>
                </c:pt>
                <c:pt idx="3289">
                  <c:v>0.85557099999999997</c:v>
                </c:pt>
                <c:pt idx="3290">
                  <c:v>0.85507100000000003</c:v>
                </c:pt>
                <c:pt idx="3291">
                  <c:v>0.854572</c:v>
                </c:pt>
                <c:pt idx="3292">
                  <c:v>0.85407299999999997</c:v>
                </c:pt>
                <c:pt idx="3293">
                  <c:v>0.85357300000000003</c:v>
                </c:pt>
                <c:pt idx="3294">
                  <c:v>0.85307299999999997</c:v>
                </c:pt>
                <c:pt idx="3295">
                  <c:v>0.85257300000000003</c:v>
                </c:pt>
                <c:pt idx="3296">
                  <c:v>0.852074</c:v>
                </c:pt>
                <c:pt idx="3297">
                  <c:v>0.85157300000000002</c:v>
                </c:pt>
                <c:pt idx="3298">
                  <c:v>0.85107200000000005</c:v>
                </c:pt>
                <c:pt idx="3299">
                  <c:v>0.85057199999999999</c:v>
                </c:pt>
                <c:pt idx="3300">
                  <c:v>0.85007299999999997</c:v>
                </c:pt>
                <c:pt idx="3301">
                  <c:v>0.84957400000000005</c:v>
                </c:pt>
                <c:pt idx="3302">
                  <c:v>0.84907500000000002</c:v>
                </c:pt>
                <c:pt idx="3303">
                  <c:v>0.84857400000000005</c:v>
                </c:pt>
                <c:pt idx="3304">
                  <c:v>0.84807399999999999</c:v>
                </c:pt>
                <c:pt idx="3305">
                  <c:v>0.84757499999999997</c:v>
                </c:pt>
                <c:pt idx="3306">
                  <c:v>0.84707500000000002</c:v>
                </c:pt>
                <c:pt idx="3307">
                  <c:v>0.84657400000000005</c:v>
                </c:pt>
                <c:pt idx="3308">
                  <c:v>0.84607100000000002</c:v>
                </c:pt>
                <c:pt idx="3309">
                  <c:v>0.84557000000000004</c:v>
                </c:pt>
                <c:pt idx="3310">
                  <c:v>0.84507100000000002</c:v>
                </c:pt>
                <c:pt idx="3311">
                  <c:v>0.84457199999999999</c:v>
                </c:pt>
                <c:pt idx="3312">
                  <c:v>0.84407100000000002</c:v>
                </c:pt>
                <c:pt idx="3313">
                  <c:v>0.84357099999999996</c:v>
                </c:pt>
                <c:pt idx="3314">
                  <c:v>0.84307100000000001</c:v>
                </c:pt>
                <c:pt idx="3315">
                  <c:v>0.84257300000000002</c:v>
                </c:pt>
                <c:pt idx="3316">
                  <c:v>0.84207299999999996</c:v>
                </c:pt>
                <c:pt idx="3317">
                  <c:v>0.84157300000000002</c:v>
                </c:pt>
                <c:pt idx="3318">
                  <c:v>0.84107399999999999</c:v>
                </c:pt>
                <c:pt idx="3319">
                  <c:v>0.84057599999999999</c:v>
                </c:pt>
                <c:pt idx="3320">
                  <c:v>0.84007900000000002</c:v>
                </c:pt>
                <c:pt idx="3321">
                  <c:v>0.83958100000000002</c:v>
                </c:pt>
                <c:pt idx="3322">
                  <c:v>0.83908199999999999</c:v>
                </c:pt>
                <c:pt idx="3323">
                  <c:v>0.83858100000000002</c:v>
                </c:pt>
                <c:pt idx="3324">
                  <c:v>0.83808099999999996</c:v>
                </c:pt>
                <c:pt idx="3325">
                  <c:v>0.83757999999999999</c:v>
                </c:pt>
                <c:pt idx="3326">
                  <c:v>0.83708000000000005</c:v>
                </c:pt>
                <c:pt idx="3327">
                  <c:v>0.83657999999999999</c:v>
                </c:pt>
                <c:pt idx="3328">
                  <c:v>0.83607900000000002</c:v>
                </c:pt>
                <c:pt idx="3329">
                  <c:v>0.83557899999999996</c:v>
                </c:pt>
                <c:pt idx="3330">
                  <c:v>0.83508000000000004</c:v>
                </c:pt>
                <c:pt idx="3331">
                  <c:v>0.83458100000000002</c:v>
                </c:pt>
                <c:pt idx="3332">
                  <c:v>0.83408000000000004</c:v>
                </c:pt>
                <c:pt idx="3333">
                  <c:v>0.83357800000000004</c:v>
                </c:pt>
                <c:pt idx="3334">
                  <c:v>0.83307699999999996</c:v>
                </c:pt>
                <c:pt idx="3335">
                  <c:v>0.83257700000000001</c:v>
                </c:pt>
                <c:pt idx="3336">
                  <c:v>0.83207600000000004</c:v>
                </c:pt>
                <c:pt idx="3337">
                  <c:v>0.83157499999999995</c:v>
                </c:pt>
                <c:pt idx="3338">
                  <c:v>0.83107399999999998</c:v>
                </c:pt>
                <c:pt idx="3339">
                  <c:v>0.83057700000000001</c:v>
                </c:pt>
                <c:pt idx="3340">
                  <c:v>0.83008099999999996</c:v>
                </c:pt>
                <c:pt idx="3341">
                  <c:v>0.82958399999999999</c:v>
                </c:pt>
                <c:pt idx="3342">
                  <c:v>0.82908400000000004</c:v>
                </c:pt>
                <c:pt idx="3343">
                  <c:v>0.82858399999999999</c:v>
                </c:pt>
                <c:pt idx="3344">
                  <c:v>0.82808400000000004</c:v>
                </c:pt>
                <c:pt idx="3345">
                  <c:v>0.82758299999999996</c:v>
                </c:pt>
                <c:pt idx="3346">
                  <c:v>0.82708099999999996</c:v>
                </c:pt>
                <c:pt idx="3347">
                  <c:v>0.82657899999999995</c:v>
                </c:pt>
                <c:pt idx="3348">
                  <c:v>0.82607900000000001</c:v>
                </c:pt>
                <c:pt idx="3349">
                  <c:v>0.82557999999999998</c:v>
                </c:pt>
                <c:pt idx="3350">
                  <c:v>0.82508199999999998</c:v>
                </c:pt>
                <c:pt idx="3351">
                  <c:v>0.82458399999999998</c:v>
                </c:pt>
                <c:pt idx="3352">
                  <c:v>0.82408499999999996</c:v>
                </c:pt>
                <c:pt idx="3353">
                  <c:v>0.82358600000000004</c:v>
                </c:pt>
                <c:pt idx="3354">
                  <c:v>0.82308599999999998</c:v>
                </c:pt>
                <c:pt idx="3355">
                  <c:v>0.82258699999999996</c:v>
                </c:pt>
                <c:pt idx="3356">
                  <c:v>0.82208800000000004</c:v>
                </c:pt>
                <c:pt idx="3357">
                  <c:v>0.82158799999999998</c:v>
                </c:pt>
                <c:pt idx="3358">
                  <c:v>0.82108899999999996</c:v>
                </c:pt>
                <c:pt idx="3359">
                  <c:v>0.82059000000000004</c:v>
                </c:pt>
                <c:pt idx="3360">
                  <c:v>0.82009100000000001</c:v>
                </c:pt>
                <c:pt idx="3361">
                  <c:v>0.81959000000000004</c:v>
                </c:pt>
                <c:pt idx="3362">
                  <c:v>0.81908800000000004</c:v>
                </c:pt>
                <c:pt idx="3363">
                  <c:v>0.81858799999999998</c:v>
                </c:pt>
                <c:pt idx="3364">
                  <c:v>0.81808700000000001</c:v>
                </c:pt>
                <c:pt idx="3365">
                  <c:v>0.81758699999999995</c:v>
                </c:pt>
                <c:pt idx="3366">
                  <c:v>0.81708599999999998</c:v>
                </c:pt>
                <c:pt idx="3367">
                  <c:v>0.81658600000000003</c:v>
                </c:pt>
                <c:pt idx="3368">
                  <c:v>0.81608800000000004</c:v>
                </c:pt>
                <c:pt idx="3369">
                  <c:v>0.81559000000000004</c:v>
                </c:pt>
                <c:pt idx="3370">
                  <c:v>0.81508999999999998</c:v>
                </c:pt>
                <c:pt idx="3371">
                  <c:v>0.81458900000000001</c:v>
                </c:pt>
                <c:pt idx="3372">
                  <c:v>0.81408800000000003</c:v>
                </c:pt>
                <c:pt idx="3373">
                  <c:v>0.81358799999999998</c:v>
                </c:pt>
                <c:pt idx="3374">
                  <c:v>0.81308800000000003</c:v>
                </c:pt>
                <c:pt idx="3375">
                  <c:v>0.81258799999999998</c:v>
                </c:pt>
                <c:pt idx="3376">
                  <c:v>0.81208599999999997</c:v>
                </c:pt>
                <c:pt idx="3377">
                  <c:v>0.81158699999999995</c:v>
                </c:pt>
                <c:pt idx="3378">
                  <c:v>0.81108800000000003</c:v>
                </c:pt>
                <c:pt idx="3379">
                  <c:v>0.81059000000000003</c:v>
                </c:pt>
                <c:pt idx="3380">
                  <c:v>0.81009200000000003</c:v>
                </c:pt>
                <c:pt idx="3381">
                  <c:v>0.80959099999999995</c:v>
                </c:pt>
                <c:pt idx="3382">
                  <c:v>0.809091</c:v>
                </c:pt>
                <c:pt idx="3383">
                  <c:v>0.80859000000000003</c:v>
                </c:pt>
                <c:pt idx="3384">
                  <c:v>0.80808999999999997</c:v>
                </c:pt>
                <c:pt idx="3385">
                  <c:v>0.807589</c:v>
                </c:pt>
                <c:pt idx="3386">
                  <c:v>0.80708899999999995</c:v>
                </c:pt>
                <c:pt idx="3387">
                  <c:v>0.80659000000000003</c:v>
                </c:pt>
                <c:pt idx="3388">
                  <c:v>0.806091</c:v>
                </c:pt>
                <c:pt idx="3389">
                  <c:v>0.80559199999999997</c:v>
                </c:pt>
                <c:pt idx="3390">
                  <c:v>0.80509299999999995</c:v>
                </c:pt>
                <c:pt idx="3391">
                  <c:v>0.804593</c:v>
                </c:pt>
                <c:pt idx="3392">
                  <c:v>0.80409299999999995</c:v>
                </c:pt>
                <c:pt idx="3393">
                  <c:v>0.80359400000000003</c:v>
                </c:pt>
                <c:pt idx="3394">
                  <c:v>0.803095</c:v>
                </c:pt>
                <c:pt idx="3395">
                  <c:v>0.80259400000000003</c:v>
                </c:pt>
                <c:pt idx="3396">
                  <c:v>0.80209399999999997</c:v>
                </c:pt>
                <c:pt idx="3397">
                  <c:v>0.80159499999999995</c:v>
                </c:pt>
                <c:pt idx="3398">
                  <c:v>0.801095</c:v>
                </c:pt>
                <c:pt idx="3399">
                  <c:v>0.80059599999999997</c:v>
                </c:pt>
                <c:pt idx="3400">
                  <c:v>0.80009600000000003</c:v>
                </c:pt>
                <c:pt idx="3401">
                  <c:v>0.79959499999999994</c:v>
                </c:pt>
                <c:pt idx="3402">
                  <c:v>0.79909399999999997</c:v>
                </c:pt>
                <c:pt idx="3403">
                  <c:v>0.79859400000000003</c:v>
                </c:pt>
                <c:pt idx="3404">
                  <c:v>0.798095</c:v>
                </c:pt>
                <c:pt idx="3405">
                  <c:v>0.79759500000000005</c:v>
                </c:pt>
                <c:pt idx="3406">
                  <c:v>0.797095</c:v>
                </c:pt>
                <c:pt idx="3407">
                  <c:v>0.79659599999999997</c:v>
                </c:pt>
                <c:pt idx="3408">
                  <c:v>0.79609700000000005</c:v>
                </c:pt>
                <c:pt idx="3409">
                  <c:v>0.79559800000000003</c:v>
                </c:pt>
                <c:pt idx="3410">
                  <c:v>0.79509799999999997</c:v>
                </c:pt>
                <c:pt idx="3411">
                  <c:v>0.79459599999999997</c:v>
                </c:pt>
                <c:pt idx="3412">
                  <c:v>0.79409600000000002</c:v>
                </c:pt>
                <c:pt idx="3413">
                  <c:v>0.79359800000000003</c:v>
                </c:pt>
                <c:pt idx="3414">
                  <c:v>0.793099</c:v>
                </c:pt>
                <c:pt idx="3415">
                  <c:v>0.79259800000000002</c:v>
                </c:pt>
                <c:pt idx="3416">
                  <c:v>0.79209700000000005</c:v>
                </c:pt>
                <c:pt idx="3417">
                  <c:v>0.79159800000000002</c:v>
                </c:pt>
                <c:pt idx="3418">
                  <c:v>0.79110000000000003</c:v>
                </c:pt>
                <c:pt idx="3419">
                  <c:v>0.79060200000000003</c:v>
                </c:pt>
                <c:pt idx="3420">
                  <c:v>0.79010100000000005</c:v>
                </c:pt>
                <c:pt idx="3421">
                  <c:v>0.789601</c:v>
                </c:pt>
                <c:pt idx="3422">
                  <c:v>0.78910100000000005</c:v>
                </c:pt>
                <c:pt idx="3423">
                  <c:v>0.788601</c:v>
                </c:pt>
                <c:pt idx="3424">
                  <c:v>0.78810100000000005</c:v>
                </c:pt>
                <c:pt idx="3425">
                  <c:v>0.78760200000000002</c:v>
                </c:pt>
                <c:pt idx="3426">
                  <c:v>0.78710199999999997</c:v>
                </c:pt>
                <c:pt idx="3427">
                  <c:v>0.78660399999999997</c:v>
                </c:pt>
                <c:pt idx="3428">
                  <c:v>0.78610500000000005</c:v>
                </c:pt>
                <c:pt idx="3429">
                  <c:v>0.78560600000000003</c:v>
                </c:pt>
                <c:pt idx="3430">
                  <c:v>0.78510599999999997</c:v>
                </c:pt>
                <c:pt idx="3431">
                  <c:v>0.784605</c:v>
                </c:pt>
                <c:pt idx="3432">
                  <c:v>0.78410599999999997</c:v>
                </c:pt>
                <c:pt idx="3433">
                  <c:v>0.78360700000000005</c:v>
                </c:pt>
                <c:pt idx="3434">
                  <c:v>0.783107</c:v>
                </c:pt>
                <c:pt idx="3435">
                  <c:v>0.78260600000000002</c:v>
                </c:pt>
                <c:pt idx="3436">
                  <c:v>0.78210599999999997</c:v>
                </c:pt>
                <c:pt idx="3437">
                  <c:v>0.78160700000000005</c:v>
                </c:pt>
                <c:pt idx="3438">
                  <c:v>0.78110900000000005</c:v>
                </c:pt>
                <c:pt idx="3439">
                  <c:v>0.78060799999999997</c:v>
                </c:pt>
                <c:pt idx="3440">
                  <c:v>0.78010699999999999</c:v>
                </c:pt>
                <c:pt idx="3441">
                  <c:v>0.77960700000000005</c:v>
                </c:pt>
                <c:pt idx="3442">
                  <c:v>0.77910699999999999</c:v>
                </c:pt>
                <c:pt idx="3443">
                  <c:v>0.77860700000000005</c:v>
                </c:pt>
                <c:pt idx="3444">
                  <c:v>0.77810599999999996</c:v>
                </c:pt>
                <c:pt idx="3445">
                  <c:v>0.77760600000000002</c:v>
                </c:pt>
                <c:pt idx="3446">
                  <c:v>0.77710599999999996</c:v>
                </c:pt>
                <c:pt idx="3447">
                  <c:v>0.77660700000000005</c:v>
                </c:pt>
                <c:pt idx="3448">
                  <c:v>0.77610699999999999</c:v>
                </c:pt>
                <c:pt idx="3449">
                  <c:v>0.77560700000000005</c:v>
                </c:pt>
                <c:pt idx="3450">
                  <c:v>0.77510599999999996</c:v>
                </c:pt>
                <c:pt idx="3451">
                  <c:v>0.77460600000000002</c:v>
                </c:pt>
                <c:pt idx="3452">
                  <c:v>0.77410699999999999</c:v>
                </c:pt>
                <c:pt idx="3453">
                  <c:v>0.77360700000000004</c:v>
                </c:pt>
                <c:pt idx="3454">
                  <c:v>0.77310500000000004</c:v>
                </c:pt>
                <c:pt idx="3455">
                  <c:v>0.77260399999999996</c:v>
                </c:pt>
                <c:pt idx="3456">
                  <c:v>0.77210500000000004</c:v>
                </c:pt>
                <c:pt idx="3457">
                  <c:v>0.77160600000000001</c:v>
                </c:pt>
                <c:pt idx="3458">
                  <c:v>0.77110800000000002</c:v>
                </c:pt>
                <c:pt idx="3459">
                  <c:v>0.77060799999999996</c:v>
                </c:pt>
                <c:pt idx="3460">
                  <c:v>0.77010699999999999</c:v>
                </c:pt>
                <c:pt idx="3461">
                  <c:v>0.76960799999999996</c:v>
                </c:pt>
                <c:pt idx="3462">
                  <c:v>0.76910900000000004</c:v>
                </c:pt>
                <c:pt idx="3463">
                  <c:v>0.76860899999999999</c:v>
                </c:pt>
                <c:pt idx="3464">
                  <c:v>0.76810800000000001</c:v>
                </c:pt>
                <c:pt idx="3465">
                  <c:v>0.76760700000000004</c:v>
                </c:pt>
                <c:pt idx="3466">
                  <c:v>0.76710699999999998</c:v>
                </c:pt>
                <c:pt idx="3467">
                  <c:v>0.76660700000000004</c:v>
                </c:pt>
                <c:pt idx="3468">
                  <c:v>0.76610500000000004</c:v>
                </c:pt>
                <c:pt idx="3469">
                  <c:v>0.76560300000000003</c:v>
                </c:pt>
                <c:pt idx="3470">
                  <c:v>0.76510299999999998</c:v>
                </c:pt>
                <c:pt idx="3471">
                  <c:v>0.76460399999999995</c:v>
                </c:pt>
                <c:pt idx="3472">
                  <c:v>0.76410599999999995</c:v>
                </c:pt>
                <c:pt idx="3473">
                  <c:v>0.76360700000000004</c:v>
                </c:pt>
                <c:pt idx="3474">
                  <c:v>0.76310599999999995</c:v>
                </c:pt>
                <c:pt idx="3475">
                  <c:v>0.76260799999999995</c:v>
                </c:pt>
                <c:pt idx="3476">
                  <c:v>0.76211099999999998</c:v>
                </c:pt>
                <c:pt idx="3477">
                  <c:v>0.76161299999999998</c:v>
                </c:pt>
                <c:pt idx="3478">
                  <c:v>0.76111399999999996</c:v>
                </c:pt>
                <c:pt idx="3479">
                  <c:v>0.76061400000000001</c:v>
                </c:pt>
                <c:pt idx="3480">
                  <c:v>0.76011399999999996</c:v>
                </c:pt>
                <c:pt idx="3481">
                  <c:v>0.75961400000000001</c:v>
                </c:pt>
                <c:pt idx="3482">
                  <c:v>0.75911399999999996</c:v>
                </c:pt>
                <c:pt idx="3483">
                  <c:v>0.75861199999999995</c:v>
                </c:pt>
                <c:pt idx="3484">
                  <c:v>0.75811099999999998</c:v>
                </c:pt>
                <c:pt idx="3485">
                  <c:v>0.75761100000000003</c:v>
                </c:pt>
                <c:pt idx="3486">
                  <c:v>0.75711099999999998</c:v>
                </c:pt>
                <c:pt idx="3487">
                  <c:v>0.75661199999999995</c:v>
                </c:pt>
                <c:pt idx="3488">
                  <c:v>0.75611200000000001</c:v>
                </c:pt>
                <c:pt idx="3489">
                  <c:v>0.75561199999999995</c:v>
                </c:pt>
                <c:pt idx="3490">
                  <c:v>0.75511200000000001</c:v>
                </c:pt>
                <c:pt idx="3491">
                  <c:v>0.75461199999999995</c:v>
                </c:pt>
                <c:pt idx="3492">
                  <c:v>0.75411300000000003</c:v>
                </c:pt>
                <c:pt idx="3493">
                  <c:v>0.75361199999999995</c:v>
                </c:pt>
                <c:pt idx="3494">
                  <c:v>0.75311099999999997</c:v>
                </c:pt>
                <c:pt idx="3495">
                  <c:v>0.75261199999999995</c:v>
                </c:pt>
                <c:pt idx="3496">
                  <c:v>0.75211399999999995</c:v>
                </c:pt>
                <c:pt idx="3497">
                  <c:v>0.75161500000000003</c:v>
                </c:pt>
                <c:pt idx="3498">
                  <c:v>0.75111499999999998</c:v>
                </c:pt>
                <c:pt idx="3499">
                  <c:v>0.75061500000000003</c:v>
                </c:pt>
                <c:pt idx="3500">
                  <c:v>0.75011499999999998</c:v>
                </c:pt>
                <c:pt idx="3501">
                  <c:v>0.74961599999999995</c:v>
                </c:pt>
                <c:pt idx="3502">
                  <c:v>0.749116</c:v>
                </c:pt>
                <c:pt idx="3503">
                  <c:v>0.74861500000000003</c:v>
                </c:pt>
                <c:pt idx="3504">
                  <c:v>0.74811499999999997</c:v>
                </c:pt>
                <c:pt idx="3505">
                  <c:v>0.74761599999999995</c:v>
                </c:pt>
                <c:pt idx="3506">
                  <c:v>0.74711700000000003</c:v>
                </c:pt>
                <c:pt idx="3507">
                  <c:v>0.746618</c:v>
                </c:pt>
                <c:pt idx="3508">
                  <c:v>0.74611700000000003</c:v>
                </c:pt>
                <c:pt idx="3509">
                  <c:v>0.74561599999999995</c:v>
                </c:pt>
                <c:pt idx="3510">
                  <c:v>0.74511700000000003</c:v>
                </c:pt>
                <c:pt idx="3511">
                  <c:v>0.744618</c:v>
                </c:pt>
                <c:pt idx="3512">
                  <c:v>0.74411899999999997</c:v>
                </c:pt>
                <c:pt idx="3513">
                  <c:v>0.743618</c:v>
                </c:pt>
                <c:pt idx="3514">
                  <c:v>0.74312</c:v>
                </c:pt>
                <c:pt idx="3515">
                  <c:v>0.742622</c:v>
                </c:pt>
                <c:pt idx="3516">
                  <c:v>0.74212400000000001</c:v>
                </c:pt>
                <c:pt idx="3517">
                  <c:v>0.74162499999999998</c:v>
                </c:pt>
                <c:pt idx="3518">
                  <c:v>0.741124</c:v>
                </c:pt>
                <c:pt idx="3519">
                  <c:v>0.74062399999999995</c:v>
                </c:pt>
                <c:pt idx="3520">
                  <c:v>0.74012299999999998</c:v>
                </c:pt>
                <c:pt idx="3521">
                  <c:v>0.739622</c:v>
                </c:pt>
                <c:pt idx="3522">
                  <c:v>0.73912100000000003</c:v>
                </c:pt>
                <c:pt idx="3523">
                  <c:v>0.73861900000000003</c:v>
                </c:pt>
                <c:pt idx="3524">
                  <c:v>0.73812</c:v>
                </c:pt>
                <c:pt idx="3525">
                  <c:v>0.73762099999999997</c:v>
                </c:pt>
                <c:pt idx="3526">
                  <c:v>0.73712200000000005</c:v>
                </c:pt>
                <c:pt idx="3527">
                  <c:v>0.736622</c:v>
                </c:pt>
                <c:pt idx="3528">
                  <c:v>0.73612200000000005</c:v>
                </c:pt>
                <c:pt idx="3529">
                  <c:v>0.735622</c:v>
                </c:pt>
                <c:pt idx="3530">
                  <c:v>0.73512200000000005</c:v>
                </c:pt>
                <c:pt idx="3531">
                  <c:v>0.734622</c:v>
                </c:pt>
                <c:pt idx="3532">
                  <c:v>0.73412100000000002</c:v>
                </c:pt>
                <c:pt idx="3533">
                  <c:v>0.73362099999999997</c:v>
                </c:pt>
                <c:pt idx="3534">
                  <c:v>0.73312100000000002</c:v>
                </c:pt>
                <c:pt idx="3535">
                  <c:v>0.732622</c:v>
                </c:pt>
                <c:pt idx="3536">
                  <c:v>0.73212299999999997</c:v>
                </c:pt>
                <c:pt idx="3537">
                  <c:v>0.73162300000000002</c:v>
                </c:pt>
                <c:pt idx="3538">
                  <c:v>0.73112200000000005</c:v>
                </c:pt>
                <c:pt idx="3539">
                  <c:v>0.73062300000000002</c:v>
                </c:pt>
                <c:pt idx="3540">
                  <c:v>0.73012299999999997</c:v>
                </c:pt>
                <c:pt idx="3541">
                  <c:v>0.72962300000000002</c:v>
                </c:pt>
                <c:pt idx="3542">
                  <c:v>0.72912200000000005</c:v>
                </c:pt>
                <c:pt idx="3543">
                  <c:v>0.72862199999999999</c:v>
                </c:pt>
                <c:pt idx="3544">
                  <c:v>0.72812299999999996</c:v>
                </c:pt>
                <c:pt idx="3545">
                  <c:v>0.72762400000000005</c:v>
                </c:pt>
                <c:pt idx="3546">
                  <c:v>0.72712600000000005</c:v>
                </c:pt>
                <c:pt idx="3547">
                  <c:v>0.72662599999999999</c:v>
                </c:pt>
                <c:pt idx="3548">
                  <c:v>0.72612699999999997</c:v>
                </c:pt>
                <c:pt idx="3549">
                  <c:v>0.72562800000000005</c:v>
                </c:pt>
                <c:pt idx="3550">
                  <c:v>0.72512799999999999</c:v>
                </c:pt>
                <c:pt idx="3551">
                  <c:v>0.72462700000000002</c:v>
                </c:pt>
                <c:pt idx="3552">
                  <c:v>0.72412600000000005</c:v>
                </c:pt>
                <c:pt idx="3553">
                  <c:v>0.72362599999999999</c:v>
                </c:pt>
                <c:pt idx="3554">
                  <c:v>0.72312699999999996</c:v>
                </c:pt>
                <c:pt idx="3555">
                  <c:v>0.72262700000000002</c:v>
                </c:pt>
                <c:pt idx="3556">
                  <c:v>0.72212600000000005</c:v>
                </c:pt>
                <c:pt idx="3557">
                  <c:v>0.72162499999999996</c:v>
                </c:pt>
                <c:pt idx="3558">
                  <c:v>0.72112500000000002</c:v>
                </c:pt>
                <c:pt idx="3559">
                  <c:v>0.72062599999999999</c:v>
                </c:pt>
                <c:pt idx="3560">
                  <c:v>0.72012799999999999</c:v>
                </c:pt>
                <c:pt idx="3561">
                  <c:v>0.71962800000000005</c:v>
                </c:pt>
                <c:pt idx="3562">
                  <c:v>0.71912699999999996</c:v>
                </c:pt>
                <c:pt idx="3563">
                  <c:v>0.71862700000000002</c:v>
                </c:pt>
                <c:pt idx="3564">
                  <c:v>0.71812799999999999</c:v>
                </c:pt>
                <c:pt idx="3565">
                  <c:v>0.71762899999999996</c:v>
                </c:pt>
                <c:pt idx="3566">
                  <c:v>0.71712900000000002</c:v>
                </c:pt>
                <c:pt idx="3567">
                  <c:v>0.71662999999999999</c:v>
                </c:pt>
                <c:pt idx="3568">
                  <c:v>0.71613099999999996</c:v>
                </c:pt>
                <c:pt idx="3569">
                  <c:v>0.71563200000000005</c:v>
                </c:pt>
                <c:pt idx="3570">
                  <c:v>0.71513199999999999</c:v>
                </c:pt>
                <c:pt idx="3571">
                  <c:v>0.71463100000000002</c:v>
                </c:pt>
                <c:pt idx="3572">
                  <c:v>0.71413000000000004</c:v>
                </c:pt>
                <c:pt idx="3573">
                  <c:v>0.71362999999999999</c:v>
                </c:pt>
                <c:pt idx="3574">
                  <c:v>0.71313099999999996</c:v>
                </c:pt>
                <c:pt idx="3575">
                  <c:v>0.71263299999999996</c:v>
                </c:pt>
                <c:pt idx="3576">
                  <c:v>0.71213300000000002</c:v>
                </c:pt>
                <c:pt idx="3577">
                  <c:v>0.71163399999999999</c:v>
                </c:pt>
                <c:pt idx="3578">
                  <c:v>0.71113400000000004</c:v>
                </c:pt>
                <c:pt idx="3579">
                  <c:v>0.71063299999999996</c:v>
                </c:pt>
                <c:pt idx="3580">
                  <c:v>0.71013099999999996</c:v>
                </c:pt>
                <c:pt idx="3581">
                  <c:v>0.70962999999999998</c:v>
                </c:pt>
                <c:pt idx="3582">
                  <c:v>0.70913000000000004</c:v>
                </c:pt>
                <c:pt idx="3583">
                  <c:v>0.70863100000000001</c:v>
                </c:pt>
                <c:pt idx="3584">
                  <c:v>0.70813300000000001</c:v>
                </c:pt>
                <c:pt idx="3585">
                  <c:v>0.70763600000000004</c:v>
                </c:pt>
                <c:pt idx="3586">
                  <c:v>0.70713599999999999</c:v>
                </c:pt>
                <c:pt idx="3587">
                  <c:v>0.70663699999999996</c:v>
                </c:pt>
                <c:pt idx="3588">
                  <c:v>0.70613800000000004</c:v>
                </c:pt>
                <c:pt idx="3589">
                  <c:v>0.70563900000000002</c:v>
                </c:pt>
                <c:pt idx="3590">
                  <c:v>0.70514100000000002</c:v>
                </c:pt>
                <c:pt idx="3591">
                  <c:v>0.70464000000000004</c:v>
                </c:pt>
                <c:pt idx="3592">
                  <c:v>0.70414100000000002</c:v>
                </c:pt>
                <c:pt idx="3593">
                  <c:v>0.70364199999999999</c:v>
                </c:pt>
                <c:pt idx="3594">
                  <c:v>0.70314399999999999</c:v>
                </c:pt>
                <c:pt idx="3595">
                  <c:v>0.70264599999999999</c:v>
                </c:pt>
                <c:pt idx="3596">
                  <c:v>0.70214500000000002</c:v>
                </c:pt>
                <c:pt idx="3597">
                  <c:v>0.70164400000000005</c:v>
                </c:pt>
                <c:pt idx="3598">
                  <c:v>0.70114399999999999</c:v>
                </c:pt>
                <c:pt idx="3599">
                  <c:v>0.70064400000000004</c:v>
                </c:pt>
                <c:pt idx="3600">
                  <c:v>0.70014299999999996</c:v>
                </c:pt>
                <c:pt idx="3601">
                  <c:v>0.69964099999999996</c:v>
                </c:pt>
                <c:pt idx="3602">
                  <c:v>0.69914100000000001</c:v>
                </c:pt>
                <c:pt idx="3603">
                  <c:v>0.69864099999999996</c:v>
                </c:pt>
                <c:pt idx="3604">
                  <c:v>0.69814200000000004</c:v>
                </c:pt>
                <c:pt idx="3605">
                  <c:v>0.69764099999999996</c:v>
                </c:pt>
                <c:pt idx="3606">
                  <c:v>0.69713999999999998</c:v>
                </c:pt>
                <c:pt idx="3607">
                  <c:v>0.69663900000000001</c:v>
                </c:pt>
                <c:pt idx="3608">
                  <c:v>0.69613700000000001</c:v>
                </c:pt>
                <c:pt idx="3609">
                  <c:v>0.69563600000000003</c:v>
                </c:pt>
                <c:pt idx="3610">
                  <c:v>0.69513400000000003</c:v>
                </c:pt>
                <c:pt idx="3611">
                  <c:v>0.694635</c:v>
                </c:pt>
                <c:pt idx="3612">
                  <c:v>0.694137</c:v>
                </c:pt>
                <c:pt idx="3613">
                  <c:v>0.69364000000000003</c:v>
                </c:pt>
                <c:pt idx="3614">
                  <c:v>0.69314299999999995</c:v>
                </c:pt>
                <c:pt idx="3615">
                  <c:v>0.69264400000000004</c:v>
                </c:pt>
                <c:pt idx="3616">
                  <c:v>0.69214399999999998</c:v>
                </c:pt>
                <c:pt idx="3617">
                  <c:v>0.69164499999999995</c:v>
                </c:pt>
                <c:pt idx="3618">
                  <c:v>0.69114500000000001</c:v>
                </c:pt>
                <c:pt idx="3619">
                  <c:v>0.69064599999999998</c:v>
                </c:pt>
                <c:pt idx="3620">
                  <c:v>0.69014399999999998</c:v>
                </c:pt>
                <c:pt idx="3621">
                  <c:v>0.68964300000000001</c:v>
                </c:pt>
                <c:pt idx="3622">
                  <c:v>0.68914399999999998</c:v>
                </c:pt>
                <c:pt idx="3623">
                  <c:v>0.68864499999999995</c:v>
                </c:pt>
                <c:pt idx="3624">
                  <c:v>0.68814500000000001</c:v>
                </c:pt>
                <c:pt idx="3625">
                  <c:v>0.68764599999999998</c:v>
                </c:pt>
                <c:pt idx="3626">
                  <c:v>0.68714600000000003</c:v>
                </c:pt>
                <c:pt idx="3627">
                  <c:v>0.68664599999999998</c:v>
                </c:pt>
                <c:pt idx="3628">
                  <c:v>0.68614799999999998</c:v>
                </c:pt>
                <c:pt idx="3629">
                  <c:v>0.68564800000000004</c:v>
                </c:pt>
                <c:pt idx="3630">
                  <c:v>0.68514799999999998</c:v>
                </c:pt>
                <c:pt idx="3631">
                  <c:v>0.68464800000000003</c:v>
                </c:pt>
                <c:pt idx="3632">
                  <c:v>0.68414900000000001</c:v>
                </c:pt>
                <c:pt idx="3633">
                  <c:v>0.68364999999999998</c:v>
                </c:pt>
                <c:pt idx="3634">
                  <c:v>0.68315099999999995</c:v>
                </c:pt>
                <c:pt idx="3635">
                  <c:v>0.68264899999999995</c:v>
                </c:pt>
                <c:pt idx="3636">
                  <c:v>0.68214799999999998</c:v>
                </c:pt>
                <c:pt idx="3637">
                  <c:v>0.68164899999999995</c:v>
                </c:pt>
                <c:pt idx="3638">
                  <c:v>0.681149</c:v>
                </c:pt>
                <c:pt idx="3639">
                  <c:v>0.68064800000000003</c:v>
                </c:pt>
                <c:pt idx="3640">
                  <c:v>0.68014699999999995</c:v>
                </c:pt>
                <c:pt idx="3641">
                  <c:v>0.679647</c:v>
                </c:pt>
                <c:pt idx="3642">
                  <c:v>0.67914699999999995</c:v>
                </c:pt>
                <c:pt idx="3643">
                  <c:v>0.678647</c:v>
                </c:pt>
                <c:pt idx="3644">
                  <c:v>0.67814700000000006</c:v>
                </c:pt>
                <c:pt idx="3645">
                  <c:v>0.677647</c:v>
                </c:pt>
                <c:pt idx="3646">
                  <c:v>0.67714799999999997</c:v>
                </c:pt>
                <c:pt idx="3647">
                  <c:v>0.67664899999999994</c:v>
                </c:pt>
                <c:pt idx="3648">
                  <c:v>0.676149</c:v>
                </c:pt>
                <c:pt idx="3649">
                  <c:v>0.675647</c:v>
                </c:pt>
                <c:pt idx="3650">
                  <c:v>0.675145</c:v>
                </c:pt>
                <c:pt idx="3651">
                  <c:v>0.67464500000000005</c:v>
                </c:pt>
                <c:pt idx="3652">
                  <c:v>0.67414700000000005</c:v>
                </c:pt>
                <c:pt idx="3653">
                  <c:v>0.67364999999999997</c:v>
                </c:pt>
                <c:pt idx="3654">
                  <c:v>0.673153</c:v>
                </c:pt>
                <c:pt idx="3655">
                  <c:v>0.67265299999999995</c:v>
                </c:pt>
                <c:pt idx="3656">
                  <c:v>0.672153</c:v>
                </c:pt>
                <c:pt idx="3657">
                  <c:v>0.67165399999999997</c:v>
                </c:pt>
                <c:pt idx="3658">
                  <c:v>0.67115400000000003</c:v>
                </c:pt>
                <c:pt idx="3659">
                  <c:v>0.67065399999999997</c:v>
                </c:pt>
                <c:pt idx="3660">
                  <c:v>0.670153</c:v>
                </c:pt>
                <c:pt idx="3661">
                  <c:v>0.66965399999999997</c:v>
                </c:pt>
                <c:pt idx="3662">
                  <c:v>0.66915599999999997</c:v>
                </c:pt>
                <c:pt idx="3663">
                  <c:v>0.66865600000000003</c:v>
                </c:pt>
                <c:pt idx="3664">
                  <c:v>0.66815500000000005</c:v>
                </c:pt>
                <c:pt idx="3665">
                  <c:v>0.667655</c:v>
                </c:pt>
                <c:pt idx="3666">
                  <c:v>0.66715599999999997</c:v>
                </c:pt>
                <c:pt idx="3667">
                  <c:v>0.66665700000000006</c:v>
                </c:pt>
                <c:pt idx="3668">
                  <c:v>0.666157</c:v>
                </c:pt>
                <c:pt idx="3669">
                  <c:v>0.66565600000000003</c:v>
                </c:pt>
                <c:pt idx="3670">
                  <c:v>0.665157</c:v>
                </c:pt>
                <c:pt idx="3671">
                  <c:v>0.66465799999999997</c:v>
                </c:pt>
                <c:pt idx="3672">
                  <c:v>0.66415900000000005</c:v>
                </c:pt>
                <c:pt idx="3673">
                  <c:v>0.663659</c:v>
                </c:pt>
                <c:pt idx="3674">
                  <c:v>0.663157</c:v>
                </c:pt>
                <c:pt idx="3675">
                  <c:v>0.66265700000000005</c:v>
                </c:pt>
                <c:pt idx="3676">
                  <c:v>0.662157</c:v>
                </c:pt>
                <c:pt idx="3677">
                  <c:v>0.66165700000000005</c:v>
                </c:pt>
                <c:pt idx="3678">
                  <c:v>0.66115699999999999</c:v>
                </c:pt>
                <c:pt idx="3679">
                  <c:v>0.66065600000000002</c:v>
                </c:pt>
                <c:pt idx="3680">
                  <c:v>0.66015599999999997</c:v>
                </c:pt>
                <c:pt idx="3681">
                  <c:v>0.65965700000000005</c:v>
                </c:pt>
                <c:pt idx="3682">
                  <c:v>0.65915800000000002</c:v>
                </c:pt>
                <c:pt idx="3683">
                  <c:v>0.65866000000000002</c:v>
                </c:pt>
                <c:pt idx="3684">
                  <c:v>0.65815900000000005</c:v>
                </c:pt>
                <c:pt idx="3685">
                  <c:v>0.65765899999999999</c:v>
                </c:pt>
                <c:pt idx="3686">
                  <c:v>0.65715900000000005</c:v>
                </c:pt>
                <c:pt idx="3687">
                  <c:v>0.65666000000000002</c:v>
                </c:pt>
                <c:pt idx="3688">
                  <c:v>0.65615900000000005</c:v>
                </c:pt>
                <c:pt idx="3689">
                  <c:v>0.65565899999999999</c:v>
                </c:pt>
                <c:pt idx="3690">
                  <c:v>0.65515900000000005</c:v>
                </c:pt>
                <c:pt idx="3691">
                  <c:v>0.65466000000000002</c:v>
                </c:pt>
                <c:pt idx="3692">
                  <c:v>0.65416099999999999</c:v>
                </c:pt>
                <c:pt idx="3693">
                  <c:v>0.65366199999999997</c:v>
                </c:pt>
                <c:pt idx="3694">
                  <c:v>0.65316200000000002</c:v>
                </c:pt>
                <c:pt idx="3695">
                  <c:v>0.65266199999999996</c:v>
                </c:pt>
                <c:pt idx="3696">
                  <c:v>0.65216200000000002</c:v>
                </c:pt>
                <c:pt idx="3697">
                  <c:v>0.65166199999999996</c:v>
                </c:pt>
                <c:pt idx="3698">
                  <c:v>0.65116099999999999</c:v>
                </c:pt>
                <c:pt idx="3699">
                  <c:v>0.65066000000000002</c:v>
                </c:pt>
                <c:pt idx="3700">
                  <c:v>0.65016099999999999</c:v>
                </c:pt>
                <c:pt idx="3701">
                  <c:v>0.64966199999999996</c:v>
                </c:pt>
                <c:pt idx="3702">
                  <c:v>0.64916300000000005</c:v>
                </c:pt>
                <c:pt idx="3703">
                  <c:v>0.64866400000000002</c:v>
                </c:pt>
                <c:pt idx="3704">
                  <c:v>0.64816399999999996</c:v>
                </c:pt>
                <c:pt idx="3705">
                  <c:v>0.64766400000000002</c:v>
                </c:pt>
                <c:pt idx="3706">
                  <c:v>0.64716499999999999</c:v>
                </c:pt>
                <c:pt idx="3707">
                  <c:v>0.64666500000000005</c:v>
                </c:pt>
                <c:pt idx="3708">
                  <c:v>0.64616499999999999</c:v>
                </c:pt>
                <c:pt idx="3709">
                  <c:v>0.64566400000000002</c:v>
                </c:pt>
                <c:pt idx="3710">
                  <c:v>0.64516600000000002</c:v>
                </c:pt>
                <c:pt idx="3711">
                  <c:v>0.64466800000000002</c:v>
                </c:pt>
                <c:pt idx="3712">
                  <c:v>0.64416899999999999</c:v>
                </c:pt>
                <c:pt idx="3713">
                  <c:v>0.64366900000000005</c:v>
                </c:pt>
                <c:pt idx="3714">
                  <c:v>0.64316799999999996</c:v>
                </c:pt>
                <c:pt idx="3715">
                  <c:v>0.64266800000000002</c:v>
                </c:pt>
                <c:pt idx="3716">
                  <c:v>0.64216899999999999</c:v>
                </c:pt>
                <c:pt idx="3717">
                  <c:v>0.64166900000000004</c:v>
                </c:pt>
                <c:pt idx="3718">
                  <c:v>0.64116799999999996</c:v>
                </c:pt>
                <c:pt idx="3719">
                  <c:v>0.64066800000000002</c:v>
                </c:pt>
                <c:pt idx="3720">
                  <c:v>0.64016799999999996</c:v>
                </c:pt>
                <c:pt idx="3721">
                  <c:v>0.63966800000000001</c:v>
                </c:pt>
                <c:pt idx="3722">
                  <c:v>0.63916600000000001</c:v>
                </c:pt>
                <c:pt idx="3723">
                  <c:v>0.63866400000000001</c:v>
                </c:pt>
                <c:pt idx="3724">
                  <c:v>0.63816200000000001</c:v>
                </c:pt>
                <c:pt idx="3725">
                  <c:v>0.63766199999999995</c:v>
                </c:pt>
                <c:pt idx="3726">
                  <c:v>0.63716399999999995</c:v>
                </c:pt>
                <c:pt idx="3727">
                  <c:v>0.63666500000000004</c:v>
                </c:pt>
                <c:pt idx="3728">
                  <c:v>0.63616600000000001</c:v>
                </c:pt>
                <c:pt idx="3729">
                  <c:v>0.63566800000000001</c:v>
                </c:pt>
                <c:pt idx="3730">
                  <c:v>0.63517100000000004</c:v>
                </c:pt>
                <c:pt idx="3731">
                  <c:v>0.63467399999999996</c:v>
                </c:pt>
                <c:pt idx="3732">
                  <c:v>0.63417599999999996</c:v>
                </c:pt>
                <c:pt idx="3733">
                  <c:v>0.63367600000000002</c:v>
                </c:pt>
                <c:pt idx="3734">
                  <c:v>0.63317599999999996</c:v>
                </c:pt>
                <c:pt idx="3735">
                  <c:v>0.63267700000000004</c:v>
                </c:pt>
                <c:pt idx="3736">
                  <c:v>0.63217699999999999</c:v>
                </c:pt>
                <c:pt idx="3737">
                  <c:v>0.63167600000000002</c:v>
                </c:pt>
                <c:pt idx="3738">
                  <c:v>0.63117500000000004</c:v>
                </c:pt>
                <c:pt idx="3739">
                  <c:v>0.63067499999999999</c:v>
                </c:pt>
                <c:pt idx="3740">
                  <c:v>0.63017500000000004</c:v>
                </c:pt>
                <c:pt idx="3741">
                  <c:v>0.62967600000000001</c:v>
                </c:pt>
                <c:pt idx="3742">
                  <c:v>0.62917699999999999</c:v>
                </c:pt>
                <c:pt idx="3743">
                  <c:v>0.62867700000000004</c:v>
                </c:pt>
                <c:pt idx="3744">
                  <c:v>0.62817699999999999</c:v>
                </c:pt>
                <c:pt idx="3745">
                  <c:v>0.62767799999999996</c:v>
                </c:pt>
                <c:pt idx="3746">
                  <c:v>0.62717900000000004</c:v>
                </c:pt>
                <c:pt idx="3747">
                  <c:v>0.62667899999999999</c:v>
                </c:pt>
                <c:pt idx="3748">
                  <c:v>0.62617900000000004</c:v>
                </c:pt>
                <c:pt idx="3749">
                  <c:v>0.62568100000000004</c:v>
                </c:pt>
                <c:pt idx="3750">
                  <c:v>0.62518300000000004</c:v>
                </c:pt>
                <c:pt idx="3751">
                  <c:v>0.62468199999999996</c:v>
                </c:pt>
                <c:pt idx="3752">
                  <c:v>0.62417900000000004</c:v>
                </c:pt>
                <c:pt idx="3753">
                  <c:v>0.62367700000000004</c:v>
                </c:pt>
                <c:pt idx="3754">
                  <c:v>0.62317599999999995</c:v>
                </c:pt>
                <c:pt idx="3755">
                  <c:v>0.62267499999999998</c:v>
                </c:pt>
                <c:pt idx="3756">
                  <c:v>0.622174</c:v>
                </c:pt>
                <c:pt idx="3757">
                  <c:v>0.621672</c:v>
                </c:pt>
                <c:pt idx="3758">
                  <c:v>0.62117199999999995</c:v>
                </c:pt>
                <c:pt idx="3759">
                  <c:v>0.62067300000000003</c:v>
                </c:pt>
                <c:pt idx="3760">
                  <c:v>0.620174</c:v>
                </c:pt>
                <c:pt idx="3761">
                  <c:v>0.61967399999999995</c:v>
                </c:pt>
                <c:pt idx="3762">
                  <c:v>0.619174</c:v>
                </c:pt>
                <c:pt idx="3763">
                  <c:v>0.61867300000000003</c:v>
                </c:pt>
                <c:pt idx="3764">
                  <c:v>0.61817299999999997</c:v>
                </c:pt>
                <c:pt idx="3765">
                  <c:v>0.61767300000000003</c:v>
                </c:pt>
                <c:pt idx="3766">
                  <c:v>0.61717299999999997</c:v>
                </c:pt>
                <c:pt idx="3767">
                  <c:v>0.616672</c:v>
                </c:pt>
                <c:pt idx="3768">
                  <c:v>0.61617299999999997</c:v>
                </c:pt>
                <c:pt idx="3769">
                  <c:v>0.61567400000000005</c:v>
                </c:pt>
                <c:pt idx="3770">
                  <c:v>0.61517500000000003</c:v>
                </c:pt>
                <c:pt idx="3771">
                  <c:v>0.614676</c:v>
                </c:pt>
                <c:pt idx="3772">
                  <c:v>0.61417600000000006</c:v>
                </c:pt>
                <c:pt idx="3773">
                  <c:v>0.613676</c:v>
                </c:pt>
                <c:pt idx="3774">
                  <c:v>0.61317699999999997</c:v>
                </c:pt>
                <c:pt idx="3775">
                  <c:v>0.61267700000000003</c:v>
                </c:pt>
                <c:pt idx="3776">
                  <c:v>0.61217600000000005</c:v>
                </c:pt>
                <c:pt idx="3777">
                  <c:v>0.61167499999999997</c:v>
                </c:pt>
                <c:pt idx="3778">
                  <c:v>0.61117500000000002</c:v>
                </c:pt>
                <c:pt idx="3779">
                  <c:v>0.61067499999999997</c:v>
                </c:pt>
                <c:pt idx="3780">
                  <c:v>0.61017399999999999</c:v>
                </c:pt>
                <c:pt idx="3781">
                  <c:v>0.60967400000000005</c:v>
                </c:pt>
                <c:pt idx="3782">
                  <c:v>0.60917299999999996</c:v>
                </c:pt>
                <c:pt idx="3783">
                  <c:v>0.60867499999999997</c:v>
                </c:pt>
                <c:pt idx="3784">
                  <c:v>0.60817699999999997</c:v>
                </c:pt>
                <c:pt idx="3785">
                  <c:v>0.60767800000000005</c:v>
                </c:pt>
                <c:pt idx="3786">
                  <c:v>0.60717699999999997</c:v>
                </c:pt>
                <c:pt idx="3787">
                  <c:v>0.60667599999999999</c:v>
                </c:pt>
                <c:pt idx="3788">
                  <c:v>0.60617699999999997</c:v>
                </c:pt>
                <c:pt idx="3789">
                  <c:v>0.60567800000000005</c:v>
                </c:pt>
                <c:pt idx="3790">
                  <c:v>0.60517900000000002</c:v>
                </c:pt>
                <c:pt idx="3791">
                  <c:v>0.60467800000000005</c:v>
                </c:pt>
                <c:pt idx="3792">
                  <c:v>0.60417699999999996</c:v>
                </c:pt>
                <c:pt idx="3793">
                  <c:v>0.60367700000000002</c:v>
                </c:pt>
                <c:pt idx="3794">
                  <c:v>0.60317699999999996</c:v>
                </c:pt>
                <c:pt idx="3795">
                  <c:v>0.60267700000000002</c:v>
                </c:pt>
                <c:pt idx="3796">
                  <c:v>0.60217600000000004</c:v>
                </c:pt>
                <c:pt idx="3797">
                  <c:v>0.60167700000000002</c:v>
                </c:pt>
                <c:pt idx="3798">
                  <c:v>0.60117699999999996</c:v>
                </c:pt>
                <c:pt idx="3799">
                  <c:v>0.60067899999999996</c:v>
                </c:pt>
                <c:pt idx="3800">
                  <c:v>0.60018000000000005</c:v>
                </c:pt>
                <c:pt idx="3801">
                  <c:v>0.59967999999999999</c:v>
                </c:pt>
                <c:pt idx="3802">
                  <c:v>0.59918099999999996</c:v>
                </c:pt>
                <c:pt idx="3803">
                  <c:v>0.59868100000000002</c:v>
                </c:pt>
                <c:pt idx="3804">
                  <c:v>0.59818199999999999</c:v>
                </c:pt>
                <c:pt idx="3805">
                  <c:v>0.59768200000000005</c:v>
                </c:pt>
                <c:pt idx="3806">
                  <c:v>0.59718199999999999</c:v>
                </c:pt>
                <c:pt idx="3807">
                  <c:v>0.59668200000000005</c:v>
                </c:pt>
                <c:pt idx="3808">
                  <c:v>0.59618199999999999</c:v>
                </c:pt>
                <c:pt idx="3809">
                  <c:v>0.59568399999999999</c:v>
                </c:pt>
                <c:pt idx="3810">
                  <c:v>0.59518499999999996</c:v>
                </c:pt>
                <c:pt idx="3811">
                  <c:v>0.59468399999999999</c:v>
                </c:pt>
                <c:pt idx="3812">
                  <c:v>0.59418300000000002</c:v>
                </c:pt>
                <c:pt idx="3813">
                  <c:v>0.59368299999999996</c:v>
                </c:pt>
                <c:pt idx="3814">
                  <c:v>0.59318300000000002</c:v>
                </c:pt>
                <c:pt idx="3815">
                  <c:v>0.59268200000000004</c:v>
                </c:pt>
                <c:pt idx="3816">
                  <c:v>0.59218099999999996</c:v>
                </c:pt>
                <c:pt idx="3817">
                  <c:v>0.59168200000000004</c:v>
                </c:pt>
                <c:pt idx="3818">
                  <c:v>0.59118300000000001</c:v>
                </c:pt>
                <c:pt idx="3819">
                  <c:v>0.59068500000000002</c:v>
                </c:pt>
                <c:pt idx="3820">
                  <c:v>0.59018499999999996</c:v>
                </c:pt>
                <c:pt idx="3821">
                  <c:v>0.58968500000000001</c:v>
                </c:pt>
                <c:pt idx="3822">
                  <c:v>0.58918599999999999</c:v>
                </c:pt>
                <c:pt idx="3823">
                  <c:v>0.58868699999999996</c:v>
                </c:pt>
                <c:pt idx="3824">
                  <c:v>0.58818800000000004</c:v>
                </c:pt>
                <c:pt idx="3825">
                  <c:v>0.58768799999999999</c:v>
                </c:pt>
                <c:pt idx="3826">
                  <c:v>0.58718899999999996</c:v>
                </c:pt>
                <c:pt idx="3827">
                  <c:v>0.58669000000000004</c:v>
                </c:pt>
                <c:pt idx="3828">
                  <c:v>0.58619200000000005</c:v>
                </c:pt>
                <c:pt idx="3829">
                  <c:v>0.58569300000000002</c:v>
                </c:pt>
                <c:pt idx="3830">
                  <c:v>0.58519299999999996</c:v>
                </c:pt>
                <c:pt idx="3831">
                  <c:v>0.58469199999999999</c:v>
                </c:pt>
                <c:pt idx="3832">
                  <c:v>0.58419100000000002</c:v>
                </c:pt>
                <c:pt idx="3833">
                  <c:v>0.58369000000000004</c:v>
                </c:pt>
                <c:pt idx="3834">
                  <c:v>0.58318999999999999</c:v>
                </c:pt>
                <c:pt idx="3835">
                  <c:v>0.58268799999999998</c:v>
                </c:pt>
                <c:pt idx="3836">
                  <c:v>0.58218599999999998</c:v>
                </c:pt>
                <c:pt idx="3837">
                  <c:v>0.58168399999999998</c:v>
                </c:pt>
                <c:pt idx="3838">
                  <c:v>0.58118300000000001</c:v>
                </c:pt>
                <c:pt idx="3839">
                  <c:v>0.58068299999999995</c:v>
                </c:pt>
                <c:pt idx="3840">
                  <c:v>0.58018199999999998</c:v>
                </c:pt>
                <c:pt idx="3841">
                  <c:v>0.57968200000000003</c:v>
                </c:pt>
                <c:pt idx="3842">
                  <c:v>0.57918400000000003</c:v>
                </c:pt>
                <c:pt idx="3843">
                  <c:v>0.57868600000000003</c:v>
                </c:pt>
                <c:pt idx="3844">
                  <c:v>0.57818599999999998</c:v>
                </c:pt>
                <c:pt idx="3845">
                  <c:v>0.57768600000000003</c:v>
                </c:pt>
                <c:pt idx="3846">
                  <c:v>0.57718700000000001</c:v>
                </c:pt>
                <c:pt idx="3847">
                  <c:v>0.57668900000000001</c:v>
                </c:pt>
                <c:pt idx="3848">
                  <c:v>0.57619200000000004</c:v>
                </c:pt>
                <c:pt idx="3849">
                  <c:v>0.57569300000000001</c:v>
                </c:pt>
                <c:pt idx="3850">
                  <c:v>0.57519200000000004</c:v>
                </c:pt>
                <c:pt idx="3851">
                  <c:v>0.57469099999999995</c:v>
                </c:pt>
                <c:pt idx="3852">
                  <c:v>0.57419100000000001</c:v>
                </c:pt>
                <c:pt idx="3853">
                  <c:v>0.57369199999999998</c:v>
                </c:pt>
                <c:pt idx="3854">
                  <c:v>0.57319200000000003</c:v>
                </c:pt>
                <c:pt idx="3855">
                  <c:v>0.57269000000000003</c:v>
                </c:pt>
                <c:pt idx="3856">
                  <c:v>0.57218999999999998</c:v>
                </c:pt>
                <c:pt idx="3857">
                  <c:v>0.57169099999999995</c:v>
                </c:pt>
                <c:pt idx="3858">
                  <c:v>0.57119200000000003</c:v>
                </c:pt>
                <c:pt idx="3859">
                  <c:v>0.57069199999999998</c:v>
                </c:pt>
                <c:pt idx="3860">
                  <c:v>0.57019200000000003</c:v>
                </c:pt>
                <c:pt idx="3861">
                  <c:v>0.56969199999999998</c:v>
                </c:pt>
                <c:pt idx="3862">
                  <c:v>0.56919200000000003</c:v>
                </c:pt>
                <c:pt idx="3863">
                  <c:v>0.568693</c:v>
                </c:pt>
                <c:pt idx="3864">
                  <c:v>0.56819200000000003</c:v>
                </c:pt>
                <c:pt idx="3865">
                  <c:v>0.56769099999999995</c:v>
                </c:pt>
                <c:pt idx="3866">
                  <c:v>0.56719200000000003</c:v>
                </c:pt>
                <c:pt idx="3867">
                  <c:v>0.56669400000000003</c:v>
                </c:pt>
                <c:pt idx="3868">
                  <c:v>0.566195</c:v>
                </c:pt>
                <c:pt idx="3869">
                  <c:v>0.56569400000000003</c:v>
                </c:pt>
                <c:pt idx="3870">
                  <c:v>0.56519399999999997</c:v>
                </c:pt>
                <c:pt idx="3871">
                  <c:v>0.564693</c:v>
                </c:pt>
                <c:pt idx="3872">
                  <c:v>0.56419200000000003</c:v>
                </c:pt>
                <c:pt idx="3873">
                  <c:v>0.56369199999999997</c:v>
                </c:pt>
                <c:pt idx="3874">
                  <c:v>0.563191</c:v>
                </c:pt>
                <c:pt idx="3875">
                  <c:v>0.56269199999999997</c:v>
                </c:pt>
                <c:pt idx="3876">
                  <c:v>0.56219300000000005</c:v>
                </c:pt>
                <c:pt idx="3877">
                  <c:v>0.56169400000000003</c:v>
                </c:pt>
                <c:pt idx="3878">
                  <c:v>0.56119399999999997</c:v>
                </c:pt>
                <c:pt idx="3879">
                  <c:v>0.56069400000000003</c:v>
                </c:pt>
                <c:pt idx="3880">
                  <c:v>0.56019300000000005</c:v>
                </c:pt>
                <c:pt idx="3881">
                  <c:v>0.559693</c:v>
                </c:pt>
                <c:pt idx="3882">
                  <c:v>0.55919399999999997</c:v>
                </c:pt>
                <c:pt idx="3883">
                  <c:v>0.55869500000000005</c:v>
                </c:pt>
                <c:pt idx="3884">
                  <c:v>0.55819399999999997</c:v>
                </c:pt>
                <c:pt idx="3885">
                  <c:v>0.55769400000000002</c:v>
                </c:pt>
                <c:pt idx="3886">
                  <c:v>0.557195</c:v>
                </c:pt>
                <c:pt idx="3887">
                  <c:v>0.556697</c:v>
                </c:pt>
                <c:pt idx="3888">
                  <c:v>0.55619799999999997</c:v>
                </c:pt>
                <c:pt idx="3889">
                  <c:v>0.55569800000000003</c:v>
                </c:pt>
                <c:pt idx="3890">
                  <c:v>0.55519799999999997</c:v>
                </c:pt>
                <c:pt idx="3891">
                  <c:v>0.55469800000000002</c:v>
                </c:pt>
                <c:pt idx="3892">
                  <c:v>0.554199</c:v>
                </c:pt>
                <c:pt idx="3893">
                  <c:v>0.55369900000000005</c:v>
                </c:pt>
                <c:pt idx="3894">
                  <c:v>0.553199</c:v>
                </c:pt>
                <c:pt idx="3895">
                  <c:v>0.55269900000000005</c:v>
                </c:pt>
                <c:pt idx="3896">
                  <c:v>0.55220100000000005</c:v>
                </c:pt>
                <c:pt idx="3897">
                  <c:v>0.55170200000000003</c:v>
                </c:pt>
                <c:pt idx="3898">
                  <c:v>0.55120199999999997</c:v>
                </c:pt>
                <c:pt idx="3899">
                  <c:v>0.55070200000000002</c:v>
                </c:pt>
                <c:pt idx="3900">
                  <c:v>0.55020199999999997</c:v>
                </c:pt>
                <c:pt idx="3901">
                  <c:v>0.54970300000000005</c:v>
                </c:pt>
                <c:pt idx="3902">
                  <c:v>0.549203</c:v>
                </c:pt>
                <c:pt idx="3903">
                  <c:v>0.54870399999999997</c:v>
                </c:pt>
                <c:pt idx="3904">
                  <c:v>0.54820400000000002</c:v>
                </c:pt>
                <c:pt idx="3905">
                  <c:v>0.547705</c:v>
                </c:pt>
                <c:pt idx="3906">
                  <c:v>0.54720500000000005</c:v>
                </c:pt>
                <c:pt idx="3907">
                  <c:v>0.54670600000000003</c:v>
                </c:pt>
                <c:pt idx="3908">
                  <c:v>0.54620500000000005</c:v>
                </c:pt>
                <c:pt idx="3909">
                  <c:v>0.545705</c:v>
                </c:pt>
                <c:pt idx="3910">
                  <c:v>0.54520400000000002</c:v>
                </c:pt>
                <c:pt idx="3911">
                  <c:v>0.54470499999999999</c:v>
                </c:pt>
                <c:pt idx="3912">
                  <c:v>0.54420500000000005</c:v>
                </c:pt>
                <c:pt idx="3913">
                  <c:v>0.54370399999999997</c:v>
                </c:pt>
                <c:pt idx="3914">
                  <c:v>0.54320400000000002</c:v>
                </c:pt>
                <c:pt idx="3915">
                  <c:v>0.54270499999999999</c:v>
                </c:pt>
                <c:pt idx="3916">
                  <c:v>0.54220599999999997</c:v>
                </c:pt>
                <c:pt idx="3917">
                  <c:v>0.54170600000000002</c:v>
                </c:pt>
                <c:pt idx="3918">
                  <c:v>0.54120500000000005</c:v>
                </c:pt>
                <c:pt idx="3919">
                  <c:v>0.54070600000000002</c:v>
                </c:pt>
                <c:pt idx="3920">
                  <c:v>0.54020599999999996</c:v>
                </c:pt>
                <c:pt idx="3921">
                  <c:v>0.53970600000000002</c:v>
                </c:pt>
                <c:pt idx="3922">
                  <c:v>0.53920599999999996</c:v>
                </c:pt>
                <c:pt idx="3923">
                  <c:v>0.53870399999999996</c:v>
                </c:pt>
                <c:pt idx="3924">
                  <c:v>0.53820500000000004</c:v>
                </c:pt>
                <c:pt idx="3925">
                  <c:v>0.53770600000000002</c:v>
                </c:pt>
                <c:pt idx="3926">
                  <c:v>0.53720800000000002</c:v>
                </c:pt>
                <c:pt idx="3927">
                  <c:v>0.53671000000000002</c:v>
                </c:pt>
                <c:pt idx="3928">
                  <c:v>0.53620900000000005</c:v>
                </c:pt>
                <c:pt idx="3929">
                  <c:v>0.53570899999999999</c:v>
                </c:pt>
                <c:pt idx="3930">
                  <c:v>0.53520900000000005</c:v>
                </c:pt>
                <c:pt idx="3931">
                  <c:v>0.53470899999999999</c:v>
                </c:pt>
                <c:pt idx="3932">
                  <c:v>0.53420800000000002</c:v>
                </c:pt>
                <c:pt idx="3933">
                  <c:v>0.53370700000000004</c:v>
                </c:pt>
                <c:pt idx="3934">
                  <c:v>0.53320699999999999</c:v>
                </c:pt>
                <c:pt idx="3935">
                  <c:v>0.53270799999999996</c:v>
                </c:pt>
                <c:pt idx="3936">
                  <c:v>0.53220999999999996</c:v>
                </c:pt>
                <c:pt idx="3937">
                  <c:v>0.53171100000000004</c:v>
                </c:pt>
                <c:pt idx="3938">
                  <c:v>0.53120999999999996</c:v>
                </c:pt>
                <c:pt idx="3939">
                  <c:v>0.53071100000000004</c:v>
                </c:pt>
                <c:pt idx="3940">
                  <c:v>0.53021099999999999</c:v>
                </c:pt>
                <c:pt idx="3941">
                  <c:v>0.52971199999999996</c:v>
                </c:pt>
                <c:pt idx="3942">
                  <c:v>0.52920999999999996</c:v>
                </c:pt>
                <c:pt idx="3943">
                  <c:v>0.52870899999999998</c:v>
                </c:pt>
                <c:pt idx="3944">
                  <c:v>0.52820900000000004</c:v>
                </c:pt>
                <c:pt idx="3945">
                  <c:v>0.52771000000000001</c:v>
                </c:pt>
                <c:pt idx="3946">
                  <c:v>0.52721200000000001</c:v>
                </c:pt>
                <c:pt idx="3947">
                  <c:v>0.52671199999999996</c:v>
                </c:pt>
                <c:pt idx="3948">
                  <c:v>0.52620999999999996</c:v>
                </c:pt>
                <c:pt idx="3949">
                  <c:v>0.52571000000000001</c:v>
                </c:pt>
                <c:pt idx="3950">
                  <c:v>0.52520999999999995</c:v>
                </c:pt>
                <c:pt idx="3951">
                  <c:v>0.52471000000000001</c:v>
                </c:pt>
                <c:pt idx="3952">
                  <c:v>0.52420999999999995</c:v>
                </c:pt>
                <c:pt idx="3953">
                  <c:v>0.52371000000000001</c:v>
                </c:pt>
                <c:pt idx="3954">
                  <c:v>0.52321099999999998</c:v>
                </c:pt>
                <c:pt idx="3955">
                  <c:v>0.52271199999999995</c:v>
                </c:pt>
                <c:pt idx="3956">
                  <c:v>0.52221300000000004</c:v>
                </c:pt>
                <c:pt idx="3957">
                  <c:v>0.52171400000000001</c:v>
                </c:pt>
                <c:pt idx="3958">
                  <c:v>0.52121300000000004</c:v>
                </c:pt>
                <c:pt idx="3959">
                  <c:v>0.52071299999999998</c:v>
                </c:pt>
                <c:pt idx="3960">
                  <c:v>0.52021200000000001</c:v>
                </c:pt>
                <c:pt idx="3961">
                  <c:v>0.51971199999999995</c:v>
                </c:pt>
                <c:pt idx="3962">
                  <c:v>0.51921099999999998</c:v>
                </c:pt>
                <c:pt idx="3963">
                  <c:v>0.51871199999999995</c:v>
                </c:pt>
                <c:pt idx="3964">
                  <c:v>0.51821399999999995</c:v>
                </c:pt>
                <c:pt idx="3965">
                  <c:v>0.51771599999999995</c:v>
                </c:pt>
                <c:pt idx="3966">
                  <c:v>0.51721799999999996</c:v>
                </c:pt>
                <c:pt idx="3967">
                  <c:v>0.51671800000000001</c:v>
                </c:pt>
                <c:pt idx="3968">
                  <c:v>0.51621799999999995</c:v>
                </c:pt>
                <c:pt idx="3969">
                  <c:v>0.51571800000000001</c:v>
                </c:pt>
                <c:pt idx="3970">
                  <c:v>0.51521799999999995</c:v>
                </c:pt>
                <c:pt idx="3971">
                  <c:v>0.51471800000000001</c:v>
                </c:pt>
                <c:pt idx="3972">
                  <c:v>0.51421700000000004</c:v>
                </c:pt>
                <c:pt idx="3973">
                  <c:v>0.51371699999999998</c:v>
                </c:pt>
                <c:pt idx="3974">
                  <c:v>0.51321799999999995</c:v>
                </c:pt>
                <c:pt idx="3975">
                  <c:v>0.51271999999999995</c:v>
                </c:pt>
                <c:pt idx="3976">
                  <c:v>0.51222100000000004</c:v>
                </c:pt>
                <c:pt idx="3977">
                  <c:v>0.51172099999999998</c:v>
                </c:pt>
                <c:pt idx="3978">
                  <c:v>0.51122100000000004</c:v>
                </c:pt>
                <c:pt idx="3979">
                  <c:v>0.51072099999999998</c:v>
                </c:pt>
                <c:pt idx="3980">
                  <c:v>0.51022199999999995</c:v>
                </c:pt>
                <c:pt idx="3981">
                  <c:v>0.50972200000000001</c:v>
                </c:pt>
                <c:pt idx="3982">
                  <c:v>0.50922100000000003</c:v>
                </c:pt>
                <c:pt idx="3983">
                  <c:v>0.50872099999999998</c:v>
                </c:pt>
                <c:pt idx="3984">
                  <c:v>0.50822199999999995</c:v>
                </c:pt>
                <c:pt idx="3985">
                  <c:v>0.50772399999999995</c:v>
                </c:pt>
                <c:pt idx="3986">
                  <c:v>0.50722400000000001</c:v>
                </c:pt>
                <c:pt idx="3987">
                  <c:v>0.50672200000000001</c:v>
                </c:pt>
                <c:pt idx="3988">
                  <c:v>0.50622100000000003</c:v>
                </c:pt>
                <c:pt idx="3989">
                  <c:v>0.50571999999999995</c:v>
                </c:pt>
                <c:pt idx="3990">
                  <c:v>0.50522100000000003</c:v>
                </c:pt>
                <c:pt idx="3991">
                  <c:v>0.50472099999999998</c:v>
                </c:pt>
                <c:pt idx="3992">
                  <c:v>0.50422100000000003</c:v>
                </c:pt>
                <c:pt idx="3993">
                  <c:v>0.503722</c:v>
                </c:pt>
                <c:pt idx="3994">
                  <c:v>0.50322299999999998</c:v>
                </c:pt>
                <c:pt idx="3995">
                  <c:v>0.50272399999999995</c:v>
                </c:pt>
                <c:pt idx="3996">
                  <c:v>0.502224</c:v>
                </c:pt>
                <c:pt idx="3997">
                  <c:v>0.50172300000000003</c:v>
                </c:pt>
                <c:pt idx="3998">
                  <c:v>0.501224</c:v>
                </c:pt>
                <c:pt idx="3999">
                  <c:v>0.50072499999999998</c:v>
                </c:pt>
              </c:numCache>
            </c:numRef>
          </c:yVal>
          <c:smooth val="0"/>
          <c:extLst>
            <c:ext xmlns:c16="http://schemas.microsoft.com/office/drawing/2014/chart" uri="{C3380CC4-5D6E-409C-BE32-E72D297353CC}">
              <c16:uniqueId val="{00000001-EC23-4984-996E-D9384254B97F}"/>
            </c:ext>
          </c:extLst>
        </c:ser>
        <c:ser>
          <c:idx val="2"/>
          <c:order val="2"/>
          <c:tx>
            <c:strRef>
              <c:f>'0.6M 10% NS'!$O$25</c:f>
              <c:strCache>
                <c:ptCount val="1"/>
                <c:pt idx="0">
                  <c:v>3rd Cycle SR-NS</c:v>
                </c:pt>
              </c:strCache>
            </c:strRef>
          </c:tx>
          <c:spPr>
            <a:ln w="19050" cap="rnd">
              <a:solidFill>
                <a:schemeClr val="accent3"/>
              </a:solidFill>
              <a:round/>
            </a:ln>
            <a:effectLst/>
          </c:spPr>
          <c:marker>
            <c:symbol val="none"/>
          </c:marker>
          <c:xVal>
            <c:numRef>
              <c:f>'0.6M 10% NS'!$P$26:$P$4026</c:f>
              <c:numCache>
                <c:formatCode>0.00E+00</c:formatCode>
                <c:ptCount val="4001"/>
                <c:pt idx="0">
                  <c:v>4.86885E-6</c:v>
                </c:pt>
                <c:pt idx="1">
                  <c:v>4.8995700000000001E-6</c:v>
                </c:pt>
                <c:pt idx="2">
                  <c:v>4.9576599999999997E-6</c:v>
                </c:pt>
                <c:pt idx="3">
                  <c:v>5.0033900000000004E-6</c:v>
                </c:pt>
                <c:pt idx="4">
                  <c:v>5.0356499999999998E-6</c:v>
                </c:pt>
                <c:pt idx="5">
                  <c:v>5.0611300000000001E-6</c:v>
                </c:pt>
                <c:pt idx="6">
                  <c:v>5.0819600000000004E-6</c:v>
                </c:pt>
                <c:pt idx="7">
                  <c:v>5.1004399999999997E-6</c:v>
                </c:pt>
                <c:pt idx="8">
                  <c:v>5.1174499999999996E-6</c:v>
                </c:pt>
                <c:pt idx="9">
                  <c:v>5.1337599999999996E-6</c:v>
                </c:pt>
                <c:pt idx="10">
                  <c:v>5.1506399999999997E-6</c:v>
                </c:pt>
                <c:pt idx="11">
                  <c:v>5.1671099999999999E-6</c:v>
                </c:pt>
                <c:pt idx="12">
                  <c:v>5.18175E-6</c:v>
                </c:pt>
                <c:pt idx="13">
                  <c:v>5.1949900000000004E-6</c:v>
                </c:pt>
                <c:pt idx="14">
                  <c:v>5.2081600000000001E-6</c:v>
                </c:pt>
                <c:pt idx="15">
                  <c:v>5.2217000000000003E-6</c:v>
                </c:pt>
                <c:pt idx="16">
                  <c:v>5.2350699999999997E-6</c:v>
                </c:pt>
                <c:pt idx="17">
                  <c:v>5.2474900000000003E-6</c:v>
                </c:pt>
                <c:pt idx="18">
                  <c:v>5.2594900000000004E-6</c:v>
                </c:pt>
                <c:pt idx="19">
                  <c:v>5.2713499999999999E-6</c:v>
                </c:pt>
                <c:pt idx="20">
                  <c:v>5.2829599999999998E-6</c:v>
                </c:pt>
                <c:pt idx="21">
                  <c:v>5.2948900000000001E-6</c:v>
                </c:pt>
                <c:pt idx="22">
                  <c:v>5.3067299999999999E-6</c:v>
                </c:pt>
                <c:pt idx="23">
                  <c:v>5.3178400000000004E-6</c:v>
                </c:pt>
                <c:pt idx="24">
                  <c:v>5.3283000000000003E-6</c:v>
                </c:pt>
                <c:pt idx="25">
                  <c:v>5.3389599999999998E-6</c:v>
                </c:pt>
                <c:pt idx="26">
                  <c:v>5.3500700000000003E-6</c:v>
                </c:pt>
                <c:pt idx="27">
                  <c:v>5.3608399999999998E-6</c:v>
                </c:pt>
                <c:pt idx="28">
                  <c:v>5.3707899999999996E-6</c:v>
                </c:pt>
                <c:pt idx="29">
                  <c:v>5.3808799999999999E-6</c:v>
                </c:pt>
                <c:pt idx="30">
                  <c:v>5.3910999999999999E-6</c:v>
                </c:pt>
                <c:pt idx="31">
                  <c:v>5.4004799999999997E-6</c:v>
                </c:pt>
                <c:pt idx="32">
                  <c:v>5.4094799999999999E-6</c:v>
                </c:pt>
                <c:pt idx="33">
                  <c:v>5.4193400000000002E-6</c:v>
                </c:pt>
                <c:pt idx="34">
                  <c:v>5.4297900000000002E-6</c:v>
                </c:pt>
                <c:pt idx="35">
                  <c:v>5.4392499999999996E-6</c:v>
                </c:pt>
                <c:pt idx="36">
                  <c:v>5.4479699999999998E-6</c:v>
                </c:pt>
                <c:pt idx="37">
                  <c:v>5.4571499999999999E-6</c:v>
                </c:pt>
                <c:pt idx="38">
                  <c:v>5.4657799999999997E-6</c:v>
                </c:pt>
                <c:pt idx="39">
                  <c:v>5.4738300000000004E-6</c:v>
                </c:pt>
                <c:pt idx="40">
                  <c:v>5.4828799999999999E-6</c:v>
                </c:pt>
                <c:pt idx="41">
                  <c:v>5.4922599999999997E-6</c:v>
                </c:pt>
                <c:pt idx="42">
                  <c:v>5.5010600000000003E-6</c:v>
                </c:pt>
                <c:pt idx="43">
                  <c:v>5.5096599999999997E-6</c:v>
                </c:pt>
                <c:pt idx="44">
                  <c:v>5.5180999999999997E-6</c:v>
                </c:pt>
                <c:pt idx="45">
                  <c:v>5.5267900000000003E-6</c:v>
                </c:pt>
                <c:pt idx="46">
                  <c:v>5.5355499999999999E-6</c:v>
                </c:pt>
                <c:pt idx="47">
                  <c:v>5.54404E-6</c:v>
                </c:pt>
                <c:pt idx="48">
                  <c:v>5.5528399999999998E-6</c:v>
                </c:pt>
                <c:pt idx="49">
                  <c:v>5.5614499999999999E-6</c:v>
                </c:pt>
                <c:pt idx="50">
                  <c:v>5.5695900000000002E-6</c:v>
                </c:pt>
                <c:pt idx="51">
                  <c:v>5.5778799999999999E-6</c:v>
                </c:pt>
                <c:pt idx="52">
                  <c:v>5.5862099999999998E-6</c:v>
                </c:pt>
                <c:pt idx="53">
                  <c:v>5.5945600000000004E-6</c:v>
                </c:pt>
                <c:pt idx="54">
                  <c:v>5.6033100000000001E-6</c:v>
                </c:pt>
                <c:pt idx="55">
                  <c:v>5.6121E-6</c:v>
                </c:pt>
                <c:pt idx="56">
                  <c:v>5.6202E-6</c:v>
                </c:pt>
                <c:pt idx="57">
                  <c:v>5.62738E-6</c:v>
                </c:pt>
                <c:pt idx="58">
                  <c:v>5.6345500000000001E-6</c:v>
                </c:pt>
                <c:pt idx="59">
                  <c:v>5.6428100000000003E-6</c:v>
                </c:pt>
                <c:pt idx="60">
                  <c:v>5.6510300000000002E-6</c:v>
                </c:pt>
                <c:pt idx="61">
                  <c:v>5.6585500000000002E-6</c:v>
                </c:pt>
                <c:pt idx="62">
                  <c:v>5.6662299999999996E-6</c:v>
                </c:pt>
                <c:pt idx="63">
                  <c:v>5.6740600000000002E-6</c:v>
                </c:pt>
                <c:pt idx="64">
                  <c:v>5.6819499999999999E-6</c:v>
                </c:pt>
                <c:pt idx="65">
                  <c:v>5.6896499999999998E-6</c:v>
                </c:pt>
                <c:pt idx="66">
                  <c:v>5.6968899999999998E-6</c:v>
                </c:pt>
                <c:pt idx="67">
                  <c:v>5.7040799999999996E-6</c:v>
                </c:pt>
                <c:pt idx="68">
                  <c:v>5.7116499999999998E-6</c:v>
                </c:pt>
                <c:pt idx="69">
                  <c:v>5.7197499999999997E-6</c:v>
                </c:pt>
                <c:pt idx="70">
                  <c:v>5.7276199999999997E-6</c:v>
                </c:pt>
                <c:pt idx="71">
                  <c:v>5.7354199999999999E-6</c:v>
                </c:pt>
                <c:pt idx="72">
                  <c:v>5.7432899999999999E-6</c:v>
                </c:pt>
                <c:pt idx="73">
                  <c:v>5.75069E-6</c:v>
                </c:pt>
                <c:pt idx="74">
                  <c:v>5.7579299999999999E-6</c:v>
                </c:pt>
                <c:pt idx="75">
                  <c:v>5.76482E-6</c:v>
                </c:pt>
                <c:pt idx="76">
                  <c:v>5.7714999999999997E-6</c:v>
                </c:pt>
                <c:pt idx="77">
                  <c:v>5.7783999999999996E-6</c:v>
                </c:pt>
                <c:pt idx="78">
                  <c:v>5.7853700000000001E-6</c:v>
                </c:pt>
                <c:pt idx="79">
                  <c:v>5.7921799999999997E-6</c:v>
                </c:pt>
                <c:pt idx="80">
                  <c:v>5.79962E-6</c:v>
                </c:pt>
                <c:pt idx="81">
                  <c:v>5.8072699999999999E-6</c:v>
                </c:pt>
                <c:pt idx="82">
                  <c:v>5.8146000000000002E-6</c:v>
                </c:pt>
                <c:pt idx="83">
                  <c:v>5.8221100000000004E-6</c:v>
                </c:pt>
                <c:pt idx="84">
                  <c:v>5.8289999999999996E-6</c:v>
                </c:pt>
                <c:pt idx="85">
                  <c:v>5.8353699999999997E-6</c:v>
                </c:pt>
                <c:pt idx="86">
                  <c:v>5.8418700000000004E-6</c:v>
                </c:pt>
                <c:pt idx="87">
                  <c:v>5.8488200000000004E-6</c:v>
                </c:pt>
                <c:pt idx="88">
                  <c:v>5.8560100000000002E-6</c:v>
                </c:pt>
                <c:pt idx="89">
                  <c:v>5.8634800000000001E-6</c:v>
                </c:pt>
                <c:pt idx="90">
                  <c:v>5.8711399999999998E-6</c:v>
                </c:pt>
                <c:pt idx="91">
                  <c:v>5.8781700000000003E-6</c:v>
                </c:pt>
                <c:pt idx="92">
                  <c:v>5.8851900000000001E-6</c:v>
                </c:pt>
                <c:pt idx="93">
                  <c:v>5.8927000000000003E-6</c:v>
                </c:pt>
                <c:pt idx="94">
                  <c:v>5.9003799999999997E-6</c:v>
                </c:pt>
                <c:pt idx="95">
                  <c:v>5.9072199999999997E-6</c:v>
                </c:pt>
                <c:pt idx="96">
                  <c:v>5.9135799999999999E-6</c:v>
                </c:pt>
                <c:pt idx="97">
                  <c:v>5.9209700000000002E-6</c:v>
                </c:pt>
                <c:pt idx="98">
                  <c:v>5.9290100000000002E-6</c:v>
                </c:pt>
                <c:pt idx="99">
                  <c:v>5.9371600000000003E-6</c:v>
                </c:pt>
                <c:pt idx="100">
                  <c:v>5.9441499999999997E-6</c:v>
                </c:pt>
                <c:pt idx="101">
                  <c:v>5.9504599999999998E-6</c:v>
                </c:pt>
                <c:pt idx="102">
                  <c:v>5.95734E-6</c:v>
                </c:pt>
                <c:pt idx="103">
                  <c:v>5.9645100000000001E-6</c:v>
                </c:pt>
                <c:pt idx="104">
                  <c:v>5.9709800000000004E-6</c:v>
                </c:pt>
                <c:pt idx="105">
                  <c:v>5.9778099999999996E-6</c:v>
                </c:pt>
                <c:pt idx="106">
                  <c:v>5.9855599999999997E-6</c:v>
                </c:pt>
                <c:pt idx="107">
                  <c:v>5.9925200000000004E-6</c:v>
                </c:pt>
                <c:pt idx="108">
                  <c:v>5.99892E-6</c:v>
                </c:pt>
                <c:pt idx="109">
                  <c:v>6.0054299999999997E-6</c:v>
                </c:pt>
                <c:pt idx="110">
                  <c:v>6.0122800000000003E-6</c:v>
                </c:pt>
                <c:pt idx="111">
                  <c:v>6.0194399999999997E-6</c:v>
                </c:pt>
                <c:pt idx="112">
                  <c:v>6.0267000000000003E-6</c:v>
                </c:pt>
                <c:pt idx="113">
                  <c:v>6.0338900000000001E-6</c:v>
                </c:pt>
                <c:pt idx="114">
                  <c:v>6.0406700000000001E-6</c:v>
                </c:pt>
                <c:pt idx="115">
                  <c:v>6.0473100000000004E-6</c:v>
                </c:pt>
                <c:pt idx="116">
                  <c:v>6.0545899999999997E-6</c:v>
                </c:pt>
                <c:pt idx="117">
                  <c:v>6.0618000000000001E-6</c:v>
                </c:pt>
                <c:pt idx="118">
                  <c:v>6.0689700000000003E-6</c:v>
                </c:pt>
                <c:pt idx="119">
                  <c:v>6.0765399999999996E-6</c:v>
                </c:pt>
                <c:pt idx="120">
                  <c:v>6.0835399999999997E-6</c:v>
                </c:pt>
                <c:pt idx="121">
                  <c:v>6.0898499999999998E-6</c:v>
                </c:pt>
                <c:pt idx="122">
                  <c:v>6.0959299999999999E-6</c:v>
                </c:pt>
                <c:pt idx="123">
                  <c:v>6.1031400000000003E-6</c:v>
                </c:pt>
                <c:pt idx="124">
                  <c:v>6.1111099999999997E-6</c:v>
                </c:pt>
                <c:pt idx="125">
                  <c:v>6.11844E-6</c:v>
                </c:pt>
                <c:pt idx="126">
                  <c:v>6.1252600000000002E-6</c:v>
                </c:pt>
                <c:pt idx="127">
                  <c:v>6.1324099999999998E-6</c:v>
                </c:pt>
                <c:pt idx="128">
                  <c:v>6.1399700000000001E-6</c:v>
                </c:pt>
                <c:pt idx="129">
                  <c:v>6.1467699999999998E-6</c:v>
                </c:pt>
                <c:pt idx="130">
                  <c:v>6.1530100000000001E-6</c:v>
                </c:pt>
                <c:pt idx="131">
                  <c:v>6.1594699999999997E-6</c:v>
                </c:pt>
                <c:pt idx="132">
                  <c:v>6.1668E-6</c:v>
                </c:pt>
                <c:pt idx="133">
                  <c:v>6.1749099999999998E-6</c:v>
                </c:pt>
                <c:pt idx="134">
                  <c:v>6.1826900000000003E-6</c:v>
                </c:pt>
                <c:pt idx="135">
                  <c:v>6.1895599999999997E-6</c:v>
                </c:pt>
                <c:pt idx="136">
                  <c:v>6.1963299999999998E-6</c:v>
                </c:pt>
                <c:pt idx="137">
                  <c:v>6.2041600000000004E-6</c:v>
                </c:pt>
                <c:pt idx="138">
                  <c:v>6.21194E-6</c:v>
                </c:pt>
                <c:pt idx="139">
                  <c:v>6.2182099999999999E-6</c:v>
                </c:pt>
                <c:pt idx="140">
                  <c:v>6.2242800000000001E-6</c:v>
                </c:pt>
                <c:pt idx="141">
                  <c:v>6.2313799999999996E-6</c:v>
                </c:pt>
                <c:pt idx="142">
                  <c:v>6.2389200000000002E-6</c:v>
                </c:pt>
                <c:pt idx="143">
                  <c:v>6.2463099999999997E-6</c:v>
                </c:pt>
                <c:pt idx="144">
                  <c:v>6.2531499999999996E-6</c:v>
                </c:pt>
                <c:pt idx="145">
                  <c:v>6.2598099999999996E-6</c:v>
                </c:pt>
                <c:pt idx="146">
                  <c:v>6.2671999999999999E-6</c:v>
                </c:pt>
                <c:pt idx="147">
                  <c:v>6.2747399999999997E-6</c:v>
                </c:pt>
                <c:pt idx="148">
                  <c:v>6.2819300000000003E-6</c:v>
                </c:pt>
                <c:pt idx="149">
                  <c:v>6.2890999999999996E-6</c:v>
                </c:pt>
                <c:pt idx="150">
                  <c:v>6.29637E-6</c:v>
                </c:pt>
                <c:pt idx="151">
                  <c:v>6.3039599999999999E-6</c:v>
                </c:pt>
                <c:pt idx="152">
                  <c:v>6.3116699999999997E-6</c:v>
                </c:pt>
                <c:pt idx="153">
                  <c:v>6.3190099999999998E-6</c:v>
                </c:pt>
                <c:pt idx="154">
                  <c:v>6.3265299999999999E-6</c:v>
                </c:pt>
                <c:pt idx="155">
                  <c:v>6.3339200000000002E-6</c:v>
                </c:pt>
                <c:pt idx="156">
                  <c:v>6.3408499999999996E-6</c:v>
                </c:pt>
                <c:pt idx="157">
                  <c:v>6.3483400000000001E-6</c:v>
                </c:pt>
                <c:pt idx="158">
                  <c:v>6.3563100000000003E-6</c:v>
                </c:pt>
                <c:pt idx="159">
                  <c:v>6.3640399999999998E-6</c:v>
                </c:pt>
                <c:pt idx="160">
                  <c:v>6.3717899999999999E-6</c:v>
                </c:pt>
                <c:pt idx="161">
                  <c:v>6.3795399999999999E-6</c:v>
                </c:pt>
                <c:pt idx="162">
                  <c:v>6.3869099999999996E-6</c:v>
                </c:pt>
                <c:pt idx="163">
                  <c:v>6.3942300000000001E-6</c:v>
                </c:pt>
                <c:pt idx="164">
                  <c:v>6.4022500000000004E-6</c:v>
                </c:pt>
                <c:pt idx="165">
                  <c:v>6.41009E-6</c:v>
                </c:pt>
                <c:pt idx="166">
                  <c:v>6.4171900000000003E-6</c:v>
                </c:pt>
                <c:pt idx="167">
                  <c:v>6.4247200000000002E-6</c:v>
                </c:pt>
                <c:pt idx="168">
                  <c:v>6.4327100000000001E-6</c:v>
                </c:pt>
                <c:pt idx="169">
                  <c:v>6.4408399999999996E-6</c:v>
                </c:pt>
                <c:pt idx="170">
                  <c:v>6.4487300000000002E-6</c:v>
                </c:pt>
                <c:pt idx="171">
                  <c:v>6.4565300000000003E-6</c:v>
                </c:pt>
                <c:pt idx="172">
                  <c:v>6.4648000000000003E-6</c:v>
                </c:pt>
                <c:pt idx="173">
                  <c:v>6.4731300000000003E-6</c:v>
                </c:pt>
                <c:pt idx="174">
                  <c:v>6.48108E-6</c:v>
                </c:pt>
                <c:pt idx="175">
                  <c:v>6.489E-6</c:v>
                </c:pt>
                <c:pt idx="176">
                  <c:v>6.4976100000000001E-6</c:v>
                </c:pt>
                <c:pt idx="177">
                  <c:v>6.50635E-6</c:v>
                </c:pt>
                <c:pt idx="178">
                  <c:v>6.5143399999999999E-6</c:v>
                </c:pt>
                <c:pt idx="179">
                  <c:v>6.5217800000000003E-6</c:v>
                </c:pt>
                <c:pt idx="180">
                  <c:v>6.5287300000000003E-6</c:v>
                </c:pt>
                <c:pt idx="181">
                  <c:v>6.53633E-6</c:v>
                </c:pt>
                <c:pt idx="182">
                  <c:v>6.5447299999999998E-6</c:v>
                </c:pt>
                <c:pt idx="183">
                  <c:v>6.5525999999999997E-6</c:v>
                </c:pt>
                <c:pt idx="184">
                  <c:v>6.5605000000000001E-6</c:v>
                </c:pt>
                <c:pt idx="185">
                  <c:v>6.5687000000000003E-6</c:v>
                </c:pt>
                <c:pt idx="186">
                  <c:v>6.5774099999999998E-6</c:v>
                </c:pt>
                <c:pt idx="187">
                  <c:v>6.5863799999999996E-6</c:v>
                </c:pt>
                <c:pt idx="188">
                  <c:v>6.5949400000000004E-6</c:v>
                </c:pt>
                <c:pt idx="189">
                  <c:v>6.6029699999999997E-6</c:v>
                </c:pt>
                <c:pt idx="190">
                  <c:v>6.6107199999999998E-6</c:v>
                </c:pt>
                <c:pt idx="191">
                  <c:v>6.6191699999999997E-6</c:v>
                </c:pt>
                <c:pt idx="192">
                  <c:v>6.6279599999999996E-6</c:v>
                </c:pt>
                <c:pt idx="193">
                  <c:v>6.6361599999999998E-6</c:v>
                </c:pt>
                <c:pt idx="194">
                  <c:v>6.6445599999999996E-6</c:v>
                </c:pt>
                <c:pt idx="195">
                  <c:v>6.6537299999999999E-6</c:v>
                </c:pt>
                <c:pt idx="196">
                  <c:v>6.6630600000000004E-6</c:v>
                </c:pt>
                <c:pt idx="197">
                  <c:v>6.6717400000000003E-6</c:v>
                </c:pt>
                <c:pt idx="198">
                  <c:v>6.6798E-6</c:v>
                </c:pt>
                <c:pt idx="199">
                  <c:v>6.68876E-6</c:v>
                </c:pt>
                <c:pt idx="200">
                  <c:v>6.6981100000000001E-6</c:v>
                </c:pt>
                <c:pt idx="201">
                  <c:v>6.7067999999999999E-6</c:v>
                </c:pt>
                <c:pt idx="202">
                  <c:v>6.7160700000000004E-6</c:v>
                </c:pt>
                <c:pt idx="203">
                  <c:v>6.72592E-6</c:v>
                </c:pt>
                <c:pt idx="204">
                  <c:v>6.7347799999999997E-6</c:v>
                </c:pt>
                <c:pt idx="205">
                  <c:v>6.7437999999999997E-6</c:v>
                </c:pt>
                <c:pt idx="206">
                  <c:v>6.7535699999999996E-6</c:v>
                </c:pt>
                <c:pt idx="207">
                  <c:v>6.7623999999999998E-6</c:v>
                </c:pt>
                <c:pt idx="208">
                  <c:v>6.7709099999999997E-6</c:v>
                </c:pt>
                <c:pt idx="209">
                  <c:v>6.78002E-6</c:v>
                </c:pt>
                <c:pt idx="210">
                  <c:v>6.7890200000000003E-6</c:v>
                </c:pt>
                <c:pt idx="211">
                  <c:v>6.7984900000000004E-6</c:v>
                </c:pt>
                <c:pt idx="212">
                  <c:v>6.8084099999999998E-6</c:v>
                </c:pt>
                <c:pt idx="213">
                  <c:v>6.81839E-6</c:v>
                </c:pt>
                <c:pt idx="214">
                  <c:v>6.8285799999999996E-6</c:v>
                </c:pt>
                <c:pt idx="215">
                  <c:v>6.8384399999999999E-6</c:v>
                </c:pt>
                <c:pt idx="216">
                  <c:v>6.8480999999999997E-6</c:v>
                </c:pt>
                <c:pt idx="217">
                  <c:v>6.8575799999999997E-6</c:v>
                </c:pt>
                <c:pt idx="218">
                  <c:v>6.8671099999999997E-6</c:v>
                </c:pt>
                <c:pt idx="219">
                  <c:v>6.8763599999999997E-6</c:v>
                </c:pt>
                <c:pt idx="220">
                  <c:v>6.88541E-6</c:v>
                </c:pt>
                <c:pt idx="221">
                  <c:v>6.8950900000000004E-6</c:v>
                </c:pt>
                <c:pt idx="222">
                  <c:v>6.9050799999999996E-6</c:v>
                </c:pt>
                <c:pt idx="223">
                  <c:v>6.9151799999999997E-6</c:v>
                </c:pt>
                <c:pt idx="224">
                  <c:v>6.9252100000000001E-6</c:v>
                </c:pt>
                <c:pt idx="225">
                  <c:v>6.9346200000000002E-6</c:v>
                </c:pt>
                <c:pt idx="226">
                  <c:v>6.9445299999999997E-6</c:v>
                </c:pt>
                <c:pt idx="227">
                  <c:v>6.9549899999999996E-6</c:v>
                </c:pt>
                <c:pt idx="228">
                  <c:v>6.9649500000000001E-6</c:v>
                </c:pt>
                <c:pt idx="229">
                  <c:v>6.9749300000000003E-6</c:v>
                </c:pt>
                <c:pt idx="230">
                  <c:v>6.9857199999999996E-6</c:v>
                </c:pt>
                <c:pt idx="231">
                  <c:v>6.9972800000000002E-6</c:v>
                </c:pt>
                <c:pt idx="232">
                  <c:v>7.0086899999999996E-6</c:v>
                </c:pt>
                <c:pt idx="233">
                  <c:v>7.0196599999999996E-6</c:v>
                </c:pt>
                <c:pt idx="234">
                  <c:v>7.0301800000000003E-6</c:v>
                </c:pt>
                <c:pt idx="235">
                  <c:v>7.0409499999999999E-6</c:v>
                </c:pt>
                <c:pt idx="236">
                  <c:v>7.0524999999999998E-6</c:v>
                </c:pt>
                <c:pt idx="237">
                  <c:v>7.0638099999999999E-6</c:v>
                </c:pt>
                <c:pt idx="238">
                  <c:v>7.0746400000000003E-6</c:v>
                </c:pt>
                <c:pt idx="239">
                  <c:v>7.0855199999999999E-6</c:v>
                </c:pt>
                <c:pt idx="240">
                  <c:v>7.0968100000000002E-6</c:v>
                </c:pt>
                <c:pt idx="241">
                  <c:v>7.1077300000000001E-6</c:v>
                </c:pt>
                <c:pt idx="242">
                  <c:v>7.1185399999999999E-6</c:v>
                </c:pt>
                <c:pt idx="243">
                  <c:v>7.1304899999999999E-6</c:v>
                </c:pt>
                <c:pt idx="244">
                  <c:v>7.1423399999999996E-6</c:v>
                </c:pt>
                <c:pt idx="245">
                  <c:v>7.1537499999999999E-6</c:v>
                </c:pt>
                <c:pt idx="246">
                  <c:v>7.1656100000000003E-6</c:v>
                </c:pt>
                <c:pt idx="247">
                  <c:v>7.1775299999999999E-6</c:v>
                </c:pt>
                <c:pt idx="248">
                  <c:v>7.1897599999999999E-6</c:v>
                </c:pt>
                <c:pt idx="249">
                  <c:v>7.2021900000000004E-6</c:v>
                </c:pt>
                <c:pt idx="250">
                  <c:v>7.21399E-6</c:v>
                </c:pt>
                <c:pt idx="251">
                  <c:v>7.2255900000000001E-6</c:v>
                </c:pt>
                <c:pt idx="252">
                  <c:v>7.2378100000000002E-6</c:v>
                </c:pt>
                <c:pt idx="253">
                  <c:v>7.2502399999999999E-6</c:v>
                </c:pt>
                <c:pt idx="254">
                  <c:v>7.26235E-6</c:v>
                </c:pt>
                <c:pt idx="255">
                  <c:v>7.2750400000000001E-6</c:v>
                </c:pt>
                <c:pt idx="256">
                  <c:v>7.2876299999999999E-6</c:v>
                </c:pt>
                <c:pt idx="257">
                  <c:v>7.2997800000000003E-6</c:v>
                </c:pt>
                <c:pt idx="258">
                  <c:v>7.31249E-6</c:v>
                </c:pt>
                <c:pt idx="259">
                  <c:v>7.3250799999999998E-6</c:v>
                </c:pt>
                <c:pt idx="260">
                  <c:v>7.3380300000000003E-6</c:v>
                </c:pt>
                <c:pt idx="261">
                  <c:v>7.3514999999999998E-6</c:v>
                </c:pt>
                <c:pt idx="262">
                  <c:v>7.3647500000000001E-6</c:v>
                </c:pt>
                <c:pt idx="263">
                  <c:v>7.3779199999999998E-6</c:v>
                </c:pt>
                <c:pt idx="264">
                  <c:v>7.3910699999999999E-6</c:v>
                </c:pt>
                <c:pt idx="265">
                  <c:v>7.4046999999999996E-6</c:v>
                </c:pt>
                <c:pt idx="266">
                  <c:v>7.4184E-6</c:v>
                </c:pt>
                <c:pt idx="267">
                  <c:v>7.4320199999999999E-6</c:v>
                </c:pt>
                <c:pt idx="268">
                  <c:v>7.4461099999999996E-6</c:v>
                </c:pt>
                <c:pt idx="269">
                  <c:v>7.4603600000000003E-6</c:v>
                </c:pt>
                <c:pt idx="270">
                  <c:v>7.4747599999999997E-6</c:v>
                </c:pt>
                <c:pt idx="271">
                  <c:v>7.48881E-6</c:v>
                </c:pt>
                <c:pt idx="272">
                  <c:v>7.5025499999999999E-6</c:v>
                </c:pt>
                <c:pt idx="273">
                  <c:v>7.5165799999999996E-6</c:v>
                </c:pt>
                <c:pt idx="274">
                  <c:v>7.53091E-6</c:v>
                </c:pt>
                <c:pt idx="275">
                  <c:v>7.54533E-6</c:v>
                </c:pt>
                <c:pt idx="276">
                  <c:v>7.5599899999999998E-6</c:v>
                </c:pt>
                <c:pt idx="277">
                  <c:v>7.5747300000000001E-6</c:v>
                </c:pt>
                <c:pt idx="278">
                  <c:v>7.5887900000000002E-6</c:v>
                </c:pt>
                <c:pt idx="279">
                  <c:v>7.6031299999999997E-6</c:v>
                </c:pt>
                <c:pt idx="280">
                  <c:v>7.6191499999999997E-6</c:v>
                </c:pt>
                <c:pt idx="281">
                  <c:v>7.6348399999999996E-6</c:v>
                </c:pt>
                <c:pt idx="282">
                  <c:v>7.6500199999999993E-6</c:v>
                </c:pt>
                <c:pt idx="283">
                  <c:v>7.6657300000000005E-6</c:v>
                </c:pt>
                <c:pt idx="284">
                  <c:v>7.6816100000000001E-6</c:v>
                </c:pt>
                <c:pt idx="285">
                  <c:v>7.6973500000000001E-6</c:v>
                </c:pt>
                <c:pt idx="286">
                  <c:v>7.7126400000000007E-6</c:v>
                </c:pt>
                <c:pt idx="287">
                  <c:v>7.7283899999999997E-6</c:v>
                </c:pt>
                <c:pt idx="288">
                  <c:v>7.7454700000000002E-6</c:v>
                </c:pt>
                <c:pt idx="289">
                  <c:v>7.7627100000000001E-6</c:v>
                </c:pt>
                <c:pt idx="290">
                  <c:v>7.7788000000000008E-6</c:v>
                </c:pt>
                <c:pt idx="291">
                  <c:v>7.7957099999999996E-6</c:v>
                </c:pt>
                <c:pt idx="292">
                  <c:v>7.8132800000000005E-6</c:v>
                </c:pt>
                <c:pt idx="293">
                  <c:v>7.8306799999999997E-6</c:v>
                </c:pt>
                <c:pt idx="294">
                  <c:v>7.84812E-6</c:v>
                </c:pt>
                <c:pt idx="295">
                  <c:v>7.8646799999999997E-6</c:v>
                </c:pt>
                <c:pt idx="296">
                  <c:v>7.8812399999999994E-6</c:v>
                </c:pt>
                <c:pt idx="297">
                  <c:v>7.8991000000000003E-6</c:v>
                </c:pt>
                <c:pt idx="298">
                  <c:v>7.9174899999999993E-6</c:v>
                </c:pt>
                <c:pt idx="299">
                  <c:v>7.9356599999999998E-6</c:v>
                </c:pt>
                <c:pt idx="300">
                  <c:v>7.9532599999999995E-6</c:v>
                </c:pt>
                <c:pt idx="301">
                  <c:v>7.9710599999999995E-6</c:v>
                </c:pt>
                <c:pt idx="302">
                  <c:v>7.9893300000000003E-6</c:v>
                </c:pt>
                <c:pt idx="303">
                  <c:v>8.0076600000000002E-6</c:v>
                </c:pt>
                <c:pt idx="304">
                  <c:v>8.0260099999999997E-6</c:v>
                </c:pt>
                <c:pt idx="305">
                  <c:v>8.0441600000000006E-6</c:v>
                </c:pt>
                <c:pt idx="306">
                  <c:v>8.0630500000000007E-6</c:v>
                </c:pt>
                <c:pt idx="307">
                  <c:v>8.0819800000000002E-6</c:v>
                </c:pt>
                <c:pt idx="308">
                  <c:v>8.1014199999999998E-6</c:v>
                </c:pt>
                <c:pt idx="309">
                  <c:v>8.1223300000000005E-6</c:v>
                </c:pt>
                <c:pt idx="310">
                  <c:v>8.1431300000000004E-6</c:v>
                </c:pt>
                <c:pt idx="311">
                  <c:v>8.1631899999999993E-6</c:v>
                </c:pt>
                <c:pt idx="312">
                  <c:v>8.1830100000000001E-6</c:v>
                </c:pt>
                <c:pt idx="313">
                  <c:v>8.2042500000000003E-6</c:v>
                </c:pt>
                <c:pt idx="314">
                  <c:v>8.2261499999999992E-6</c:v>
                </c:pt>
                <c:pt idx="315">
                  <c:v>8.2469799999999994E-6</c:v>
                </c:pt>
                <c:pt idx="316">
                  <c:v>8.2673499999999997E-6</c:v>
                </c:pt>
                <c:pt idx="317">
                  <c:v>8.2880799999999998E-6</c:v>
                </c:pt>
                <c:pt idx="318">
                  <c:v>8.3094099999999994E-6</c:v>
                </c:pt>
                <c:pt idx="319">
                  <c:v>8.3313400000000004E-6</c:v>
                </c:pt>
                <c:pt idx="320">
                  <c:v>8.3533800000000006E-6</c:v>
                </c:pt>
                <c:pt idx="321">
                  <c:v>8.3754499999999996E-6</c:v>
                </c:pt>
                <c:pt idx="322">
                  <c:v>8.3982300000000007E-6</c:v>
                </c:pt>
                <c:pt idx="323">
                  <c:v>8.4213399999999996E-6</c:v>
                </c:pt>
                <c:pt idx="324">
                  <c:v>8.44457E-6</c:v>
                </c:pt>
                <c:pt idx="325">
                  <c:v>8.4678299999999992E-6</c:v>
                </c:pt>
                <c:pt idx="326">
                  <c:v>8.4919999999999993E-6</c:v>
                </c:pt>
                <c:pt idx="327">
                  <c:v>8.5170699999999998E-6</c:v>
                </c:pt>
                <c:pt idx="328">
                  <c:v>8.54204E-6</c:v>
                </c:pt>
                <c:pt idx="329">
                  <c:v>8.5658899999999997E-6</c:v>
                </c:pt>
                <c:pt idx="330">
                  <c:v>8.5894499999999996E-6</c:v>
                </c:pt>
                <c:pt idx="331">
                  <c:v>8.6144199999999998E-6</c:v>
                </c:pt>
                <c:pt idx="332">
                  <c:v>8.6401599999999996E-6</c:v>
                </c:pt>
                <c:pt idx="333">
                  <c:v>8.6659499999999996E-6</c:v>
                </c:pt>
                <c:pt idx="334">
                  <c:v>8.6920499999999992E-6</c:v>
                </c:pt>
                <c:pt idx="335">
                  <c:v>8.7185600000000004E-6</c:v>
                </c:pt>
                <c:pt idx="336">
                  <c:v>8.7453099999999998E-6</c:v>
                </c:pt>
                <c:pt idx="337">
                  <c:v>8.7729300000000007E-6</c:v>
                </c:pt>
                <c:pt idx="338">
                  <c:v>8.8008399999999999E-6</c:v>
                </c:pt>
                <c:pt idx="339">
                  <c:v>8.8285500000000004E-6</c:v>
                </c:pt>
                <c:pt idx="340">
                  <c:v>8.8561899999999993E-6</c:v>
                </c:pt>
                <c:pt idx="341">
                  <c:v>8.8841099999999992E-6</c:v>
                </c:pt>
                <c:pt idx="342">
                  <c:v>8.9128200000000002E-6</c:v>
                </c:pt>
                <c:pt idx="343">
                  <c:v>8.9422900000000001E-6</c:v>
                </c:pt>
                <c:pt idx="344">
                  <c:v>8.9720100000000005E-6</c:v>
                </c:pt>
                <c:pt idx="345">
                  <c:v>9.0018099999999998E-6</c:v>
                </c:pt>
                <c:pt idx="346">
                  <c:v>9.0325399999999998E-6</c:v>
                </c:pt>
                <c:pt idx="347">
                  <c:v>9.06417E-6</c:v>
                </c:pt>
                <c:pt idx="348">
                  <c:v>9.0958099999999992E-6</c:v>
                </c:pt>
                <c:pt idx="349">
                  <c:v>9.1271499999999995E-6</c:v>
                </c:pt>
                <c:pt idx="350">
                  <c:v>9.1589899999999992E-6</c:v>
                </c:pt>
                <c:pt idx="351">
                  <c:v>9.1921800000000001E-6</c:v>
                </c:pt>
                <c:pt idx="352">
                  <c:v>9.2255399999999994E-6</c:v>
                </c:pt>
                <c:pt idx="353">
                  <c:v>9.2585400000000006E-6</c:v>
                </c:pt>
                <c:pt idx="354">
                  <c:v>9.2922299999999993E-6</c:v>
                </c:pt>
                <c:pt idx="355">
                  <c:v>9.3266399999999992E-6</c:v>
                </c:pt>
                <c:pt idx="356">
                  <c:v>9.3612900000000006E-6</c:v>
                </c:pt>
                <c:pt idx="357">
                  <c:v>9.3963199999999998E-6</c:v>
                </c:pt>
                <c:pt idx="358">
                  <c:v>9.4321700000000005E-6</c:v>
                </c:pt>
                <c:pt idx="359">
                  <c:v>9.4684000000000007E-6</c:v>
                </c:pt>
                <c:pt idx="360">
                  <c:v>9.50515E-6</c:v>
                </c:pt>
                <c:pt idx="361">
                  <c:v>9.5416700000000001E-6</c:v>
                </c:pt>
                <c:pt idx="362">
                  <c:v>9.5789200000000004E-6</c:v>
                </c:pt>
                <c:pt idx="363">
                  <c:v>9.6183999999999993E-6</c:v>
                </c:pt>
                <c:pt idx="364">
                  <c:v>9.6586200000000007E-6</c:v>
                </c:pt>
                <c:pt idx="365">
                  <c:v>9.6990899999999993E-6</c:v>
                </c:pt>
                <c:pt idx="366">
                  <c:v>9.7393399999999995E-6</c:v>
                </c:pt>
                <c:pt idx="367">
                  <c:v>9.7801199999999995E-6</c:v>
                </c:pt>
                <c:pt idx="368">
                  <c:v>9.8218699999999995E-6</c:v>
                </c:pt>
                <c:pt idx="369">
                  <c:v>9.8636399999999993E-6</c:v>
                </c:pt>
                <c:pt idx="370">
                  <c:v>9.9054199999999998E-6</c:v>
                </c:pt>
                <c:pt idx="371">
                  <c:v>9.9476100000000001E-6</c:v>
                </c:pt>
                <c:pt idx="372">
                  <c:v>9.9907200000000005E-6</c:v>
                </c:pt>
                <c:pt idx="373">
                  <c:v>1.0035E-5</c:v>
                </c:pt>
                <c:pt idx="374">
                  <c:v>1.00798E-5</c:v>
                </c:pt>
                <c:pt idx="375">
                  <c:v>1.01248E-5</c:v>
                </c:pt>
                <c:pt idx="376">
                  <c:v>1.0170899999999999E-5</c:v>
                </c:pt>
                <c:pt idx="377">
                  <c:v>1.0217800000000001E-5</c:v>
                </c:pt>
                <c:pt idx="378">
                  <c:v>1.02648E-5</c:v>
                </c:pt>
                <c:pt idx="379">
                  <c:v>1.03124E-5</c:v>
                </c:pt>
                <c:pt idx="380">
                  <c:v>1.0361599999999999E-5</c:v>
                </c:pt>
                <c:pt idx="381">
                  <c:v>1.0411899999999999E-5</c:v>
                </c:pt>
                <c:pt idx="382">
                  <c:v>1.0462799999999999E-5</c:v>
                </c:pt>
                <c:pt idx="383">
                  <c:v>1.05142E-5</c:v>
                </c:pt>
                <c:pt idx="384">
                  <c:v>1.0565599999999999E-5</c:v>
                </c:pt>
                <c:pt idx="385">
                  <c:v>1.06179E-5</c:v>
                </c:pt>
                <c:pt idx="386">
                  <c:v>1.06716E-5</c:v>
                </c:pt>
                <c:pt idx="387">
                  <c:v>1.0726100000000001E-5</c:v>
                </c:pt>
                <c:pt idx="388">
                  <c:v>1.07816E-5</c:v>
                </c:pt>
                <c:pt idx="389">
                  <c:v>1.08371E-5</c:v>
                </c:pt>
                <c:pt idx="390">
                  <c:v>1.0892200000000001E-5</c:v>
                </c:pt>
                <c:pt idx="391">
                  <c:v>1.0948700000000001E-5</c:v>
                </c:pt>
                <c:pt idx="392">
                  <c:v>1.1006600000000001E-5</c:v>
                </c:pt>
                <c:pt idx="393">
                  <c:v>1.10649E-5</c:v>
                </c:pt>
                <c:pt idx="394">
                  <c:v>1.11238E-5</c:v>
                </c:pt>
                <c:pt idx="395">
                  <c:v>1.1184E-5</c:v>
                </c:pt>
                <c:pt idx="396">
                  <c:v>1.1245400000000001E-5</c:v>
                </c:pt>
                <c:pt idx="397">
                  <c:v>1.13077E-5</c:v>
                </c:pt>
                <c:pt idx="398">
                  <c:v>1.13703E-5</c:v>
                </c:pt>
                <c:pt idx="399">
                  <c:v>1.1433E-5</c:v>
                </c:pt>
                <c:pt idx="400">
                  <c:v>1.1497200000000001E-5</c:v>
                </c:pt>
                <c:pt idx="401">
                  <c:v>1.15624E-5</c:v>
                </c:pt>
                <c:pt idx="402">
                  <c:v>1.1629E-5</c:v>
                </c:pt>
                <c:pt idx="403">
                  <c:v>1.16977E-5</c:v>
                </c:pt>
                <c:pt idx="404">
                  <c:v>1.17665E-5</c:v>
                </c:pt>
                <c:pt idx="405">
                  <c:v>1.1836E-5</c:v>
                </c:pt>
                <c:pt idx="406">
                  <c:v>1.1906899999999999E-5</c:v>
                </c:pt>
                <c:pt idx="407">
                  <c:v>1.1977999999999999E-5</c:v>
                </c:pt>
                <c:pt idx="408">
                  <c:v>1.20503E-5</c:v>
                </c:pt>
                <c:pt idx="409">
                  <c:v>1.21236E-5</c:v>
                </c:pt>
                <c:pt idx="410">
                  <c:v>1.2197299999999999E-5</c:v>
                </c:pt>
                <c:pt idx="411">
                  <c:v>1.22728E-5</c:v>
                </c:pt>
                <c:pt idx="412">
                  <c:v>1.2349300000000001E-5</c:v>
                </c:pt>
                <c:pt idx="413">
                  <c:v>1.24262E-5</c:v>
                </c:pt>
                <c:pt idx="414">
                  <c:v>1.25052E-5</c:v>
                </c:pt>
                <c:pt idx="415">
                  <c:v>1.25864E-5</c:v>
                </c:pt>
                <c:pt idx="416">
                  <c:v>1.26688E-5</c:v>
                </c:pt>
                <c:pt idx="417">
                  <c:v>1.27516E-5</c:v>
                </c:pt>
                <c:pt idx="418">
                  <c:v>1.28349E-5</c:v>
                </c:pt>
                <c:pt idx="419">
                  <c:v>1.2919500000000001E-5</c:v>
                </c:pt>
                <c:pt idx="420">
                  <c:v>1.30051E-5</c:v>
                </c:pt>
                <c:pt idx="421">
                  <c:v>1.30925E-5</c:v>
                </c:pt>
                <c:pt idx="422">
                  <c:v>1.31821E-5</c:v>
                </c:pt>
                <c:pt idx="423">
                  <c:v>1.32724E-5</c:v>
                </c:pt>
                <c:pt idx="424">
                  <c:v>1.33634E-5</c:v>
                </c:pt>
                <c:pt idx="425">
                  <c:v>1.3455800000000001E-5</c:v>
                </c:pt>
                <c:pt idx="426">
                  <c:v>1.3550000000000001E-5</c:v>
                </c:pt>
                <c:pt idx="427">
                  <c:v>1.36455E-5</c:v>
                </c:pt>
                <c:pt idx="428">
                  <c:v>1.37421E-5</c:v>
                </c:pt>
                <c:pt idx="429">
                  <c:v>1.3839899999999999E-5</c:v>
                </c:pt>
                <c:pt idx="430">
                  <c:v>1.3938600000000001E-5</c:v>
                </c:pt>
                <c:pt idx="431">
                  <c:v>1.40389E-5</c:v>
                </c:pt>
                <c:pt idx="432">
                  <c:v>1.4141099999999999E-5</c:v>
                </c:pt>
                <c:pt idx="433">
                  <c:v>1.42441E-5</c:v>
                </c:pt>
                <c:pt idx="434">
                  <c:v>1.4348000000000001E-5</c:v>
                </c:pt>
                <c:pt idx="435">
                  <c:v>1.4454700000000001E-5</c:v>
                </c:pt>
                <c:pt idx="436">
                  <c:v>1.45643E-5</c:v>
                </c:pt>
                <c:pt idx="437">
                  <c:v>1.4674800000000001E-5</c:v>
                </c:pt>
                <c:pt idx="438">
                  <c:v>1.4785400000000001E-5</c:v>
                </c:pt>
                <c:pt idx="439">
                  <c:v>1.48978E-5</c:v>
                </c:pt>
                <c:pt idx="440">
                  <c:v>1.5012699999999999E-5</c:v>
                </c:pt>
                <c:pt idx="441">
                  <c:v>1.51295E-5</c:v>
                </c:pt>
                <c:pt idx="442">
                  <c:v>1.52476E-5</c:v>
                </c:pt>
                <c:pt idx="443">
                  <c:v>1.5367400000000001E-5</c:v>
                </c:pt>
                <c:pt idx="444">
                  <c:v>1.54891E-5</c:v>
                </c:pt>
                <c:pt idx="445">
                  <c:v>1.56127E-5</c:v>
                </c:pt>
                <c:pt idx="446">
                  <c:v>1.5738599999999999E-5</c:v>
                </c:pt>
                <c:pt idx="447">
                  <c:v>1.5865299999999999E-5</c:v>
                </c:pt>
                <c:pt idx="448">
                  <c:v>1.59928E-5</c:v>
                </c:pt>
                <c:pt idx="449">
                  <c:v>1.6122800000000001E-5</c:v>
                </c:pt>
                <c:pt idx="450">
                  <c:v>1.62552E-5</c:v>
                </c:pt>
                <c:pt idx="451">
                  <c:v>1.6389399999999999E-5</c:v>
                </c:pt>
                <c:pt idx="452">
                  <c:v>1.65257E-5</c:v>
                </c:pt>
                <c:pt idx="453">
                  <c:v>1.6663800000000001E-5</c:v>
                </c:pt>
                <c:pt idx="454">
                  <c:v>1.68038E-5</c:v>
                </c:pt>
                <c:pt idx="455">
                  <c:v>1.69458E-5</c:v>
                </c:pt>
                <c:pt idx="456">
                  <c:v>1.7090799999999999E-5</c:v>
                </c:pt>
                <c:pt idx="457">
                  <c:v>1.7237499999999999E-5</c:v>
                </c:pt>
                <c:pt idx="458">
                  <c:v>1.7385500000000002E-5</c:v>
                </c:pt>
                <c:pt idx="459">
                  <c:v>1.7535400000000002E-5</c:v>
                </c:pt>
                <c:pt idx="460">
                  <c:v>1.7687199999999999E-5</c:v>
                </c:pt>
                <c:pt idx="461">
                  <c:v>1.7841699999999999E-5</c:v>
                </c:pt>
                <c:pt idx="462">
                  <c:v>1.79984E-5</c:v>
                </c:pt>
                <c:pt idx="463">
                  <c:v>1.8156400000000001E-5</c:v>
                </c:pt>
                <c:pt idx="464">
                  <c:v>1.8316099999999999E-5</c:v>
                </c:pt>
                <c:pt idx="465">
                  <c:v>1.8479200000000001E-5</c:v>
                </c:pt>
                <c:pt idx="466">
                  <c:v>1.8644900000000002E-5</c:v>
                </c:pt>
                <c:pt idx="467">
                  <c:v>1.88112E-5</c:v>
                </c:pt>
                <c:pt idx="468">
                  <c:v>1.89794E-5</c:v>
                </c:pt>
                <c:pt idx="469">
                  <c:v>1.9150399999999999E-5</c:v>
                </c:pt>
                <c:pt idx="470">
                  <c:v>1.9324700000000002E-5</c:v>
                </c:pt>
                <c:pt idx="471">
                  <c:v>1.9500999999999998E-5</c:v>
                </c:pt>
                <c:pt idx="472">
                  <c:v>1.9678300000000001E-5</c:v>
                </c:pt>
                <c:pt idx="473">
                  <c:v>1.98573E-5</c:v>
                </c:pt>
                <c:pt idx="474">
                  <c:v>2.0039199999999999E-5</c:v>
                </c:pt>
                <c:pt idx="475">
                  <c:v>2.0225200000000001E-5</c:v>
                </c:pt>
                <c:pt idx="476">
                  <c:v>2.04133E-5</c:v>
                </c:pt>
                <c:pt idx="477">
                  <c:v>2.0602600000000002E-5</c:v>
                </c:pt>
                <c:pt idx="478">
                  <c:v>2.0794200000000002E-5</c:v>
                </c:pt>
                <c:pt idx="479">
                  <c:v>2.0988600000000001E-5</c:v>
                </c:pt>
                <c:pt idx="480">
                  <c:v>2.11861E-5</c:v>
                </c:pt>
                <c:pt idx="481">
                  <c:v>2.1385600000000001E-5</c:v>
                </c:pt>
                <c:pt idx="482">
                  <c:v>2.15877E-5</c:v>
                </c:pt>
                <c:pt idx="483">
                  <c:v>2.1793600000000001E-5</c:v>
                </c:pt>
                <c:pt idx="484">
                  <c:v>2.2002300000000001E-5</c:v>
                </c:pt>
                <c:pt idx="485">
                  <c:v>2.22134E-5</c:v>
                </c:pt>
                <c:pt idx="486">
                  <c:v>2.2425600000000001E-5</c:v>
                </c:pt>
                <c:pt idx="487">
                  <c:v>2.2639199999999998E-5</c:v>
                </c:pt>
                <c:pt idx="488">
                  <c:v>2.2855100000000001E-5</c:v>
                </c:pt>
                <c:pt idx="489">
                  <c:v>2.30728E-5</c:v>
                </c:pt>
                <c:pt idx="490">
                  <c:v>2.32936E-5</c:v>
                </c:pt>
                <c:pt idx="491">
                  <c:v>2.3516700000000001E-5</c:v>
                </c:pt>
                <c:pt idx="492">
                  <c:v>2.37418E-5</c:v>
                </c:pt>
                <c:pt idx="493">
                  <c:v>2.3969699999999999E-5</c:v>
                </c:pt>
                <c:pt idx="494">
                  <c:v>2.42005E-5</c:v>
                </c:pt>
                <c:pt idx="495">
                  <c:v>2.44339E-5</c:v>
                </c:pt>
                <c:pt idx="496">
                  <c:v>2.4669200000000001E-5</c:v>
                </c:pt>
                <c:pt idx="497">
                  <c:v>2.4907599999999998E-5</c:v>
                </c:pt>
                <c:pt idx="498">
                  <c:v>2.51479E-5</c:v>
                </c:pt>
                <c:pt idx="499">
                  <c:v>2.5390099999999999E-5</c:v>
                </c:pt>
                <c:pt idx="500">
                  <c:v>2.5635599999999999E-5</c:v>
                </c:pt>
                <c:pt idx="501">
                  <c:v>2.58833E-5</c:v>
                </c:pt>
                <c:pt idx="502">
                  <c:v>2.6133099999999999E-5</c:v>
                </c:pt>
                <c:pt idx="503">
                  <c:v>2.63855E-5</c:v>
                </c:pt>
                <c:pt idx="504">
                  <c:v>2.6641499999999999E-5</c:v>
                </c:pt>
                <c:pt idx="505">
                  <c:v>2.6899599999999999E-5</c:v>
                </c:pt>
                <c:pt idx="506">
                  <c:v>2.7158600000000001E-5</c:v>
                </c:pt>
                <c:pt idx="507">
                  <c:v>2.74192E-5</c:v>
                </c:pt>
                <c:pt idx="508">
                  <c:v>2.7681199999999998E-5</c:v>
                </c:pt>
                <c:pt idx="509">
                  <c:v>2.7947299999999999E-5</c:v>
                </c:pt>
                <c:pt idx="510">
                  <c:v>2.82166E-5</c:v>
                </c:pt>
                <c:pt idx="511">
                  <c:v>2.8487200000000001E-5</c:v>
                </c:pt>
                <c:pt idx="512">
                  <c:v>2.8759999999999999E-5</c:v>
                </c:pt>
                <c:pt idx="513">
                  <c:v>2.9035900000000001E-5</c:v>
                </c:pt>
                <c:pt idx="514">
                  <c:v>2.9315400000000001E-5</c:v>
                </c:pt>
                <c:pt idx="515">
                  <c:v>2.9597599999999999E-5</c:v>
                </c:pt>
                <c:pt idx="516">
                  <c:v>2.98807E-5</c:v>
                </c:pt>
                <c:pt idx="517">
                  <c:v>3.0164499999999999E-5</c:v>
                </c:pt>
                <c:pt idx="518">
                  <c:v>3.0450000000000002E-5</c:v>
                </c:pt>
                <c:pt idx="519">
                  <c:v>3.0738799999999998E-5</c:v>
                </c:pt>
                <c:pt idx="520">
                  <c:v>3.1029899999999999E-5</c:v>
                </c:pt>
                <c:pt idx="521">
                  <c:v>3.1322200000000003E-5</c:v>
                </c:pt>
                <c:pt idx="522">
                  <c:v>3.1615200000000002E-5</c:v>
                </c:pt>
                <c:pt idx="523">
                  <c:v>3.19111E-5</c:v>
                </c:pt>
                <c:pt idx="524">
                  <c:v>3.2212599999999997E-5</c:v>
                </c:pt>
                <c:pt idx="525">
                  <c:v>3.2514900000000003E-5</c:v>
                </c:pt>
                <c:pt idx="526">
                  <c:v>3.2815099999999997E-5</c:v>
                </c:pt>
                <c:pt idx="527">
                  <c:v>3.3116900000000001E-5</c:v>
                </c:pt>
                <c:pt idx="528">
                  <c:v>3.3421899999999999E-5</c:v>
                </c:pt>
                <c:pt idx="529">
                  <c:v>3.3729799999999997E-5</c:v>
                </c:pt>
                <c:pt idx="530">
                  <c:v>3.4038500000000003E-5</c:v>
                </c:pt>
                <c:pt idx="531">
                  <c:v>3.4347600000000003E-5</c:v>
                </c:pt>
                <c:pt idx="532">
                  <c:v>3.46584E-5</c:v>
                </c:pt>
                <c:pt idx="533">
                  <c:v>3.4972199999999997E-5</c:v>
                </c:pt>
                <c:pt idx="534">
                  <c:v>3.5287999999999998E-5</c:v>
                </c:pt>
                <c:pt idx="535">
                  <c:v>3.56038E-5</c:v>
                </c:pt>
                <c:pt idx="536">
                  <c:v>3.5920100000000002E-5</c:v>
                </c:pt>
                <c:pt idx="537">
                  <c:v>3.6238400000000002E-5</c:v>
                </c:pt>
                <c:pt idx="538">
                  <c:v>3.6559300000000001E-5</c:v>
                </c:pt>
                <c:pt idx="539">
                  <c:v>3.6881700000000003E-5</c:v>
                </c:pt>
                <c:pt idx="540">
                  <c:v>3.7204499999999999E-5</c:v>
                </c:pt>
                <c:pt idx="541">
                  <c:v>3.7528699999999999E-5</c:v>
                </c:pt>
                <c:pt idx="542">
                  <c:v>3.7852799999999998E-5</c:v>
                </c:pt>
                <c:pt idx="543">
                  <c:v>3.8176799999999997E-5</c:v>
                </c:pt>
                <c:pt idx="544">
                  <c:v>3.8500800000000002E-5</c:v>
                </c:pt>
                <c:pt idx="545">
                  <c:v>3.8824500000000001E-5</c:v>
                </c:pt>
                <c:pt idx="546">
                  <c:v>3.9148900000000001E-5</c:v>
                </c:pt>
                <c:pt idx="547">
                  <c:v>3.9473700000000001E-5</c:v>
                </c:pt>
                <c:pt idx="548">
                  <c:v>3.9799999999999998E-5</c:v>
                </c:pt>
                <c:pt idx="549">
                  <c:v>4.0127499999999998E-5</c:v>
                </c:pt>
                <c:pt idx="550">
                  <c:v>4.0455199999999999E-5</c:v>
                </c:pt>
                <c:pt idx="551">
                  <c:v>4.0783700000000001E-5</c:v>
                </c:pt>
                <c:pt idx="552">
                  <c:v>4.1112500000000003E-5</c:v>
                </c:pt>
                <c:pt idx="553">
                  <c:v>4.14419E-5</c:v>
                </c:pt>
                <c:pt idx="554">
                  <c:v>4.1771399999999998E-5</c:v>
                </c:pt>
                <c:pt idx="555">
                  <c:v>4.2099399999999999E-5</c:v>
                </c:pt>
                <c:pt idx="556">
                  <c:v>4.2426299999999997E-5</c:v>
                </c:pt>
                <c:pt idx="557">
                  <c:v>4.27521E-5</c:v>
                </c:pt>
                <c:pt idx="558">
                  <c:v>4.3078499999999998E-5</c:v>
                </c:pt>
                <c:pt idx="559">
                  <c:v>4.3406199999999998E-5</c:v>
                </c:pt>
                <c:pt idx="560">
                  <c:v>4.3733100000000003E-5</c:v>
                </c:pt>
                <c:pt idx="561">
                  <c:v>4.4058899999999999E-5</c:v>
                </c:pt>
                <c:pt idx="562">
                  <c:v>4.4384400000000001E-5</c:v>
                </c:pt>
                <c:pt idx="563">
                  <c:v>4.4710699999999999E-5</c:v>
                </c:pt>
                <c:pt idx="564">
                  <c:v>4.5034200000000003E-5</c:v>
                </c:pt>
                <c:pt idx="565">
                  <c:v>4.5353799999999999E-5</c:v>
                </c:pt>
                <c:pt idx="566">
                  <c:v>4.5672099999999999E-5</c:v>
                </c:pt>
                <c:pt idx="567">
                  <c:v>4.5989999999999998E-5</c:v>
                </c:pt>
                <c:pt idx="568">
                  <c:v>4.6307899999999998E-5</c:v>
                </c:pt>
                <c:pt idx="569">
                  <c:v>4.66243E-5</c:v>
                </c:pt>
                <c:pt idx="570">
                  <c:v>4.6936900000000001E-5</c:v>
                </c:pt>
                <c:pt idx="571">
                  <c:v>4.72453E-5</c:v>
                </c:pt>
                <c:pt idx="572">
                  <c:v>4.7552500000000003E-5</c:v>
                </c:pt>
                <c:pt idx="573">
                  <c:v>4.78602E-5</c:v>
                </c:pt>
                <c:pt idx="574">
                  <c:v>4.8164899999999997E-5</c:v>
                </c:pt>
                <c:pt idx="575">
                  <c:v>4.84663E-5</c:v>
                </c:pt>
                <c:pt idx="576">
                  <c:v>4.87658E-5</c:v>
                </c:pt>
                <c:pt idx="577">
                  <c:v>4.9064399999999997E-5</c:v>
                </c:pt>
                <c:pt idx="578">
                  <c:v>4.93625E-5</c:v>
                </c:pt>
                <c:pt idx="579">
                  <c:v>4.9658699999999999E-5</c:v>
                </c:pt>
                <c:pt idx="580">
                  <c:v>4.9951699999999998E-5</c:v>
                </c:pt>
                <c:pt idx="581">
                  <c:v>5.0241200000000003E-5</c:v>
                </c:pt>
                <c:pt idx="582">
                  <c:v>5.0529599999999998E-5</c:v>
                </c:pt>
                <c:pt idx="583">
                  <c:v>5.0815900000000002E-5</c:v>
                </c:pt>
                <c:pt idx="584">
                  <c:v>5.1096300000000001E-5</c:v>
                </c:pt>
                <c:pt idx="585">
                  <c:v>5.1372500000000003E-5</c:v>
                </c:pt>
                <c:pt idx="586">
                  <c:v>5.1646900000000002E-5</c:v>
                </c:pt>
                <c:pt idx="587">
                  <c:v>5.1918900000000002E-5</c:v>
                </c:pt>
                <c:pt idx="588">
                  <c:v>5.2188999999999998E-5</c:v>
                </c:pt>
                <c:pt idx="589">
                  <c:v>5.2456200000000001E-5</c:v>
                </c:pt>
                <c:pt idx="590">
                  <c:v>5.2718800000000001E-5</c:v>
                </c:pt>
                <c:pt idx="591">
                  <c:v>5.29778E-5</c:v>
                </c:pt>
                <c:pt idx="592">
                  <c:v>5.3234199999999999E-5</c:v>
                </c:pt>
                <c:pt idx="593">
                  <c:v>5.3486799999999998E-5</c:v>
                </c:pt>
                <c:pt idx="594">
                  <c:v>5.3735400000000001E-5</c:v>
                </c:pt>
                <c:pt idx="595">
                  <c:v>5.3978899999999999E-5</c:v>
                </c:pt>
                <c:pt idx="596">
                  <c:v>5.4216899999999999E-5</c:v>
                </c:pt>
                <c:pt idx="597">
                  <c:v>5.4452700000000001E-5</c:v>
                </c:pt>
                <c:pt idx="598">
                  <c:v>5.4688000000000002E-5</c:v>
                </c:pt>
                <c:pt idx="599">
                  <c:v>5.4919600000000002E-5</c:v>
                </c:pt>
                <c:pt idx="600">
                  <c:v>5.5145200000000002E-5</c:v>
                </c:pt>
                <c:pt idx="601">
                  <c:v>5.5366599999999999E-5</c:v>
                </c:pt>
                <c:pt idx="602">
                  <c:v>5.55861E-5</c:v>
                </c:pt>
                <c:pt idx="603">
                  <c:v>5.5802099999999999E-5</c:v>
                </c:pt>
                <c:pt idx="604">
                  <c:v>5.6012099999999999E-5</c:v>
                </c:pt>
                <c:pt idx="605">
                  <c:v>5.62166E-5</c:v>
                </c:pt>
                <c:pt idx="606">
                  <c:v>5.6415800000000003E-5</c:v>
                </c:pt>
                <c:pt idx="607">
                  <c:v>5.66123E-5</c:v>
                </c:pt>
                <c:pt idx="608">
                  <c:v>5.6805200000000003E-5</c:v>
                </c:pt>
                <c:pt idx="609">
                  <c:v>5.6990899999999997E-5</c:v>
                </c:pt>
                <c:pt idx="610">
                  <c:v>5.7170199999999997E-5</c:v>
                </c:pt>
                <c:pt idx="611">
                  <c:v>5.7344199999999999E-5</c:v>
                </c:pt>
                <c:pt idx="612">
                  <c:v>5.7515600000000002E-5</c:v>
                </c:pt>
                <c:pt idx="613">
                  <c:v>5.7683799999999998E-5</c:v>
                </c:pt>
                <c:pt idx="614">
                  <c:v>5.7846100000000002E-5</c:v>
                </c:pt>
                <c:pt idx="615">
                  <c:v>5.8002499999999999E-5</c:v>
                </c:pt>
                <c:pt idx="616">
                  <c:v>5.8153699999999999E-5</c:v>
                </c:pt>
                <c:pt idx="617">
                  <c:v>5.8300700000000002E-5</c:v>
                </c:pt>
                <c:pt idx="618">
                  <c:v>5.8439300000000001E-5</c:v>
                </c:pt>
                <c:pt idx="619">
                  <c:v>5.85683E-5</c:v>
                </c:pt>
                <c:pt idx="620">
                  <c:v>5.8692E-5</c:v>
                </c:pt>
                <c:pt idx="621">
                  <c:v>5.8812900000000001E-5</c:v>
                </c:pt>
                <c:pt idx="622">
                  <c:v>5.8929599999999999E-5</c:v>
                </c:pt>
                <c:pt idx="623">
                  <c:v>5.9039799999999997E-5</c:v>
                </c:pt>
                <c:pt idx="624">
                  <c:v>5.9143800000000001E-5</c:v>
                </c:pt>
                <c:pt idx="625">
                  <c:v>5.92421E-5</c:v>
                </c:pt>
                <c:pt idx="626">
                  <c:v>5.9337699999999999E-5</c:v>
                </c:pt>
                <c:pt idx="627">
                  <c:v>5.9429999999999999E-5</c:v>
                </c:pt>
                <c:pt idx="628">
                  <c:v>5.95141E-5</c:v>
                </c:pt>
                <c:pt idx="629">
                  <c:v>5.9592700000000003E-5</c:v>
                </c:pt>
                <c:pt idx="630">
                  <c:v>5.9667899999999998E-5</c:v>
                </c:pt>
                <c:pt idx="631">
                  <c:v>5.9738799999999998E-5</c:v>
                </c:pt>
                <c:pt idx="632">
                  <c:v>5.9804199999999999E-5</c:v>
                </c:pt>
                <c:pt idx="633">
                  <c:v>5.9862199999999998E-5</c:v>
                </c:pt>
                <c:pt idx="634">
                  <c:v>5.9915299999999999E-5</c:v>
                </c:pt>
                <c:pt idx="635">
                  <c:v>5.9963999999999997E-5</c:v>
                </c:pt>
                <c:pt idx="636">
                  <c:v>6.0009000000000001E-5</c:v>
                </c:pt>
                <c:pt idx="637">
                  <c:v>6.0050299999999997E-5</c:v>
                </c:pt>
                <c:pt idx="638">
                  <c:v>6.0086300000000001E-5</c:v>
                </c:pt>
                <c:pt idx="639">
                  <c:v>6.0117100000000001E-5</c:v>
                </c:pt>
                <c:pt idx="640">
                  <c:v>6.0142700000000003E-5</c:v>
                </c:pt>
                <c:pt idx="641">
                  <c:v>6.0165899999999999E-5</c:v>
                </c:pt>
                <c:pt idx="642">
                  <c:v>6.0185600000000002E-5</c:v>
                </c:pt>
                <c:pt idx="643">
                  <c:v>6.0198100000000002E-5</c:v>
                </c:pt>
                <c:pt idx="644">
                  <c:v>6.02032E-5</c:v>
                </c:pt>
                <c:pt idx="645">
                  <c:v>6.0202599999999999E-5</c:v>
                </c:pt>
                <c:pt idx="646">
                  <c:v>6.0201899999999997E-5</c:v>
                </c:pt>
                <c:pt idx="647">
                  <c:v>6.01969E-5</c:v>
                </c:pt>
                <c:pt idx="648">
                  <c:v>6.0187499999999999E-5</c:v>
                </c:pt>
                <c:pt idx="649">
                  <c:v>6.0173300000000002E-5</c:v>
                </c:pt>
                <c:pt idx="650">
                  <c:v>6.0153499999999999E-5</c:v>
                </c:pt>
                <c:pt idx="651">
                  <c:v>6.0131099999999998E-5</c:v>
                </c:pt>
                <c:pt idx="652">
                  <c:v>6.0105600000000003E-5</c:v>
                </c:pt>
                <c:pt idx="653">
                  <c:v>6.0076299999999999E-5</c:v>
                </c:pt>
                <c:pt idx="654">
                  <c:v>6.0044000000000003E-5</c:v>
                </c:pt>
                <c:pt idx="655">
                  <c:v>6.0009000000000001E-5</c:v>
                </c:pt>
                <c:pt idx="656">
                  <c:v>5.9971900000000001E-5</c:v>
                </c:pt>
                <c:pt idx="657">
                  <c:v>5.9931600000000001E-5</c:v>
                </c:pt>
                <c:pt idx="658">
                  <c:v>5.9886999999999998E-5</c:v>
                </c:pt>
                <c:pt idx="659">
                  <c:v>5.9837999999999999E-5</c:v>
                </c:pt>
                <c:pt idx="660">
                  <c:v>5.97863E-5</c:v>
                </c:pt>
                <c:pt idx="661">
                  <c:v>5.9732099999999997E-5</c:v>
                </c:pt>
                <c:pt idx="662">
                  <c:v>5.9673000000000003E-5</c:v>
                </c:pt>
                <c:pt idx="663">
                  <c:v>5.9609499999999999E-5</c:v>
                </c:pt>
                <c:pt idx="664">
                  <c:v>5.9543799999999997E-5</c:v>
                </c:pt>
                <c:pt idx="665">
                  <c:v>5.9477700000000001E-5</c:v>
                </c:pt>
                <c:pt idx="666">
                  <c:v>5.9410500000000003E-5</c:v>
                </c:pt>
                <c:pt idx="667">
                  <c:v>5.9340399999999999E-5</c:v>
                </c:pt>
                <c:pt idx="668">
                  <c:v>5.9267E-5</c:v>
                </c:pt>
                <c:pt idx="669">
                  <c:v>5.9190400000000002E-5</c:v>
                </c:pt>
                <c:pt idx="670">
                  <c:v>5.91123E-5</c:v>
                </c:pt>
                <c:pt idx="671">
                  <c:v>5.9033100000000002E-5</c:v>
                </c:pt>
                <c:pt idx="672">
                  <c:v>5.8950399999999997E-5</c:v>
                </c:pt>
                <c:pt idx="673">
                  <c:v>5.88652E-5</c:v>
                </c:pt>
                <c:pt idx="674">
                  <c:v>5.87784E-5</c:v>
                </c:pt>
                <c:pt idx="675">
                  <c:v>5.8692E-5</c:v>
                </c:pt>
                <c:pt idx="676">
                  <c:v>5.8605099999999999E-5</c:v>
                </c:pt>
                <c:pt idx="677">
                  <c:v>5.8514999999999998E-5</c:v>
                </c:pt>
                <c:pt idx="678">
                  <c:v>5.84233E-5</c:v>
                </c:pt>
                <c:pt idx="679">
                  <c:v>5.8331300000000002E-5</c:v>
                </c:pt>
                <c:pt idx="680">
                  <c:v>5.8239399999999997E-5</c:v>
                </c:pt>
                <c:pt idx="681">
                  <c:v>5.81451E-5</c:v>
                </c:pt>
                <c:pt idx="682">
                  <c:v>5.8047600000000003E-5</c:v>
                </c:pt>
                <c:pt idx="683">
                  <c:v>5.7948899999999997E-5</c:v>
                </c:pt>
                <c:pt idx="684">
                  <c:v>5.7848800000000001E-5</c:v>
                </c:pt>
                <c:pt idx="685">
                  <c:v>5.7747800000000003E-5</c:v>
                </c:pt>
                <c:pt idx="686">
                  <c:v>5.7645600000000003E-5</c:v>
                </c:pt>
                <c:pt idx="687">
                  <c:v>5.75423E-5</c:v>
                </c:pt>
                <c:pt idx="688">
                  <c:v>5.74374E-5</c:v>
                </c:pt>
                <c:pt idx="689">
                  <c:v>5.7330799999999997E-5</c:v>
                </c:pt>
                <c:pt idx="690">
                  <c:v>5.7224E-5</c:v>
                </c:pt>
                <c:pt idx="691">
                  <c:v>5.7115199999999998E-5</c:v>
                </c:pt>
                <c:pt idx="692">
                  <c:v>5.7004499999999999E-5</c:v>
                </c:pt>
                <c:pt idx="693">
                  <c:v>5.68933E-5</c:v>
                </c:pt>
                <c:pt idx="694">
                  <c:v>5.67823E-5</c:v>
                </c:pt>
                <c:pt idx="695">
                  <c:v>5.6672400000000003E-5</c:v>
                </c:pt>
                <c:pt idx="696">
                  <c:v>5.6561999999999998E-5</c:v>
                </c:pt>
                <c:pt idx="697">
                  <c:v>5.6450099999999997E-5</c:v>
                </c:pt>
                <c:pt idx="698">
                  <c:v>5.6336899999999999E-5</c:v>
                </c:pt>
                <c:pt idx="699">
                  <c:v>5.6224300000000003E-5</c:v>
                </c:pt>
                <c:pt idx="700">
                  <c:v>5.6112600000000002E-5</c:v>
                </c:pt>
                <c:pt idx="701">
                  <c:v>5.5999399999999998E-5</c:v>
                </c:pt>
                <c:pt idx="702">
                  <c:v>5.5884400000000003E-5</c:v>
                </c:pt>
                <c:pt idx="703">
                  <c:v>5.5768099999999999E-5</c:v>
                </c:pt>
                <c:pt idx="704">
                  <c:v>5.5652200000000002E-5</c:v>
                </c:pt>
                <c:pt idx="705">
                  <c:v>5.5538399999999997E-5</c:v>
                </c:pt>
                <c:pt idx="706">
                  <c:v>5.5424299999999997E-5</c:v>
                </c:pt>
                <c:pt idx="707">
                  <c:v>5.5309999999999997E-5</c:v>
                </c:pt>
                <c:pt idx="708">
                  <c:v>5.5196199999999998E-5</c:v>
                </c:pt>
                <c:pt idx="709">
                  <c:v>5.5083400000000002E-5</c:v>
                </c:pt>
                <c:pt idx="710">
                  <c:v>5.49715E-5</c:v>
                </c:pt>
                <c:pt idx="711">
                  <c:v>5.4858999999999998E-5</c:v>
                </c:pt>
                <c:pt idx="712">
                  <c:v>5.47458E-5</c:v>
                </c:pt>
                <c:pt idx="713">
                  <c:v>5.4632400000000002E-5</c:v>
                </c:pt>
                <c:pt idx="714">
                  <c:v>5.4520700000000001E-5</c:v>
                </c:pt>
                <c:pt idx="715">
                  <c:v>5.4410599999999997E-5</c:v>
                </c:pt>
                <c:pt idx="716">
                  <c:v>5.4299799999999998E-5</c:v>
                </c:pt>
                <c:pt idx="717">
                  <c:v>5.4188499999999998E-5</c:v>
                </c:pt>
                <c:pt idx="718">
                  <c:v>5.4077399999999998E-5</c:v>
                </c:pt>
                <c:pt idx="719">
                  <c:v>5.3967700000000002E-5</c:v>
                </c:pt>
                <c:pt idx="720">
                  <c:v>5.3858299999999999E-5</c:v>
                </c:pt>
                <c:pt idx="721">
                  <c:v>5.3748500000000002E-5</c:v>
                </c:pt>
                <c:pt idx="722">
                  <c:v>5.36394E-5</c:v>
                </c:pt>
                <c:pt idx="723">
                  <c:v>5.3531500000000001E-5</c:v>
                </c:pt>
                <c:pt idx="724">
                  <c:v>5.3424899999999997E-5</c:v>
                </c:pt>
                <c:pt idx="725">
                  <c:v>5.3319000000000002E-5</c:v>
                </c:pt>
                <c:pt idx="726">
                  <c:v>5.32128E-5</c:v>
                </c:pt>
                <c:pt idx="727">
                  <c:v>5.3106299999999997E-5</c:v>
                </c:pt>
                <c:pt idx="728">
                  <c:v>5.3001299999999997E-5</c:v>
                </c:pt>
                <c:pt idx="729">
                  <c:v>5.28978E-5</c:v>
                </c:pt>
                <c:pt idx="730">
                  <c:v>5.2794100000000003E-5</c:v>
                </c:pt>
                <c:pt idx="731">
                  <c:v>5.2690900000000001E-5</c:v>
                </c:pt>
                <c:pt idx="732">
                  <c:v>5.2589300000000001E-5</c:v>
                </c:pt>
                <c:pt idx="733">
                  <c:v>5.2488999999999998E-5</c:v>
                </c:pt>
                <c:pt idx="734">
                  <c:v>5.2389699999999997E-5</c:v>
                </c:pt>
                <c:pt idx="735">
                  <c:v>5.2290599999999997E-5</c:v>
                </c:pt>
                <c:pt idx="736">
                  <c:v>5.2191200000000003E-5</c:v>
                </c:pt>
                <c:pt idx="737">
                  <c:v>5.2093199999999998E-5</c:v>
                </c:pt>
                <c:pt idx="738">
                  <c:v>5.1997299999999998E-5</c:v>
                </c:pt>
                <c:pt idx="739">
                  <c:v>5.1902900000000001E-5</c:v>
                </c:pt>
                <c:pt idx="740">
                  <c:v>5.1807800000000002E-5</c:v>
                </c:pt>
                <c:pt idx="741">
                  <c:v>5.1712300000000003E-5</c:v>
                </c:pt>
                <c:pt idx="742">
                  <c:v>5.1617599999999999E-5</c:v>
                </c:pt>
                <c:pt idx="743">
                  <c:v>5.1523200000000002E-5</c:v>
                </c:pt>
                <c:pt idx="744">
                  <c:v>5.1430900000000003E-5</c:v>
                </c:pt>
                <c:pt idx="745">
                  <c:v>5.1340400000000001E-5</c:v>
                </c:pt>
                <c:pt idx="746">
                  <c:v>5.1250900000000001E-5</c:v>
                </c:pt>
                <c:pt idx="747">
                  <c:v>5.1161300000000001E-5</c:v>
                </c:pt>
                <c:pt idx="748">
                  <c:v>5.1071900000000001E-5</c:v>
                </c:pt>
                <c:pt idx="749">
                  <c:v>5.0983100000000003E-5</c:v>
                </c:pt>
                <c:pt idx="750">
                  <c:v>5.08953E-5</c:v>
                </c:pt>
                <c:pt idx="751">
                  <c:v>5.08084E-5</c:v>
                </c:pt>
                <c:pt idx="752">
                  <c:v>5.07221E-5</c:v>
                </c:pt>
                <c:pt idx="753">
                  <c:v>5.0637499999999998E-5</c:v>
                </c:pt>
                <c:pt idx="754">
                  <c:v>5.0554799999999999E-5</c:v>
                </c:pt>
                <c:pt idx="755">
                  <c:v>5.0472300000000001E-5</c:v>
                </c:pt>
                <c:pt idx="756">
                  <c:v>5.0389100000000002E-5</c:v>
                </c:pt>
                <c:pt idx="757">
                  <c:v>5.0306499999999997E-5</c:v>
                </c:pt>
                <c:pt idx="758">
                  <c:v>5.0226000000000003E-5</c:v>
                </c:pt>
                <c:pt idx="759">
                  <c:v>5.0146699999999999E-5</c:v>
                </c:pt>
                <c:pt idx="760">
                  <c:v>5.0067E-5</c:v>
                </c:pt>
                <c:pt idx="761">
                  <c:v>4.9987000000000001E-5</c:v>
                </c:pt>
                <c:pt idx="762">
                  <c:v>4.9908599999999998E-5</c:v>
                </c:pt>
                <c:pt idx="763">
                  <c:v>4.9832700000000001E-5</c:v>
                </c:pt>
                <c:pt idx="764">
                  <c:v>4.9757299999999999E-5</c:v>
                </c:pt>
                <c:pt idx="765">
                  <c:v>4.9682000000000003E-5</c:v>
                </c:pt>
                <c:pt idx="766">
                  <c:v>4.9607200000000002E-5</c:v>
                </c:pt>
                <c:pt idx="767">
                  <c:v>4.9533899999999997E-5</c:v>
                </c:pt>
                <c:pt idx="768">
                  <c:v>4.9461900000000002E-5</c:v>
                </c:pt>
                <c:pt idx="769">
                  <c:v>4.93902E-5</c:v>
                </c:pt>
                <c:pt idx="770">
                  <c:v>4.9319E-5</c:v>
                </c:pt>
                <c:pt idx="771">
                  <c:v>4.92478E-5</c:v>
                </c:pt>
                <c:pt idx="772">
                  <c:v>4.9177600000000002E-5</c:v>
                </c:pt>
                <c:pt idx="773">
                  <c:v>4.91091E-5</c:v>
                </c:pt>
                <c:pt idx="774">
                  <c:v>4.9041E-5</c:v>
                </c:pt>
                <c:pt idx="775">
                  <c:v>4.8972499999999999E-5</c:v>
                </c:pt>
                <c:pt idx="776">
                  <c:v>4.89047E-5</c:v>
                </c:pt>
                <c:pt idx="777">
                  <c:v>4.8838300000000003E-5</c:v>
                </c:pt>
                <c:pt idx="778">
                  <c:v>4.8773500000000003E-5</c:v>
                </c:pt>
                <c:pt idx="779">
                  <c:v>4.8708699999999997E-5</c:v>
                </c:pt>
                <c:pt idx="780">
                  <c:v>4.8643700000000003E-5</c:v>
                </c:pt>
                <c:pt idx="781">
                  <c:v>4.8579299999999998E-5</c:v>
                </c:pt>
                <c:pt idx="782">
                  <c:v>4.85157E-5</c:v>
                </c:pt>
                <c:pt idx="783">
                  <c:v>4.8453499999999999E-5</c:v>
                </c:pt>
                <c:pt idx="784">
                  <c:v>4.8392600000000001E-5</c:v>
                </c:pt>
                <c:pt idx="785">
                  <c:v>4.8332299999999998E-5</c:v>
                </c:pt>
                <c:pt idx="786">
                  <c:v>4.8272200000000002E-5</c:v>
                </c:pt>
                <c:pt idx="787">
                  <c:v>4.8213100000000001E-5</c:v>
                </c:pt>
                <c:pt idx="788">
                  <c:v>4.8155200000000003E-5</c:v>
                </c:pt>
                <c:pt idx="789">
                  <c:v>4.8098099999999999E-5</c:v>
                </c:pt>
                <c:pt idx="790">
                  <c:v>4.8041000000000003E-5</c:v>
                </c:pt>
                <c:pt idx="791">
                  <c:v>4.79842E-5</c:v>
                </c:pt>
                <c:pt idx="792">
                  <c:v>4.79283E-5</c:v>
                </c:pt>
                <c:pt idx="793">
                  <c:v>4.78729E-5</c:v>
                </c:pt>
                <c:pt idx="794">
                  <c:v>4.7818300000000003E-5</c:v>
                </c:pt>
                <c:pt idx="795">
                  <c:v>4.7765000000000001E-5</c:v>
                </c:pt>
                <c:pt idx="796">
                  <c:v>4.77122E-5</c:v>
                </c:pt>
                <c:pt idx="797">
                  <c:v>4.76596E-5</c:v>
                </c:pt>
                <c:pt idx="798">
                  <c:v>4.7608799999999997E-5</c:v>
                </c:pt>
                <c:pt idx="799">
                  <c:v>4.7558000000000001E-5</c:v>
                </c:pt>
                <c:pt idx="800">
                  <c:v>4.7506500000000003E-5</c:v>
                </c:pt>
                <c:pt idx="801">
                  <c:v>4.7455299999999999E-5</c:v>
                </c:pt>
                <c:pt idx="802">
                  <c:v>4.7405699999999999E-5</c:v>
                </c:pt>
                <c:pt idx="803">
                  <c:v>4.7357800000000003E-5</c:v>
                </c:pt>
                <c:pt idx="804">
                  <c:v>4.7309899999999999E-5</c:v>
                </c:pt>
                <c:pt idx="805">
                  <c:v>4.7262000000000003E-5</c:v>
                </c:pt>
                <c:pt idx="806">
                  <c:v>4.72147E-5</c:v>
                </c:pt>
                <c:pt idx="807">
                  <c:v>4.7168800000000001E-5</c:v>
                </c:pt>
                <c:pt idx="808">
                  <c:v>4.7124299999999999E-5</c:v>
                </c:pt>
                <c:pt idx="809">
                  <c:v>4.7079500000000002E-5</c:v>
                </c:pt>
                <c:pt idx="810">
                  <c:v>4.7034499999999998E-5</c:v>
                </c:pt>
                <c:pt idx="811">
                  <c:v>4.6990100000000003E-5</c:v>
                </c:pt>
                <c:pt idx="812">
                  <c:v>4.6947000000000003E-5</c:v>
                </c:pt>
                <c:pt idx="813">
                  <c:v>4.6904699999999998E-5</c:v>
                </c:pt>
                <c:pt idx="814">
                  <c:v>4.6862E-5</c:v>
                </c:pt>
                <c:pt idx="815">
                  <c:v>4.6819600000000001E-5</c:v>
                </c:pt>
                <c:pt idx="816">
                  <c:v>4.6778299999999999E-5</c:v>
                </c:pt>
                <c:pt idx="817">
                  <c:v>4.6737699999999998E-5</c:v>
                </c:pt>
                <c:pt idx="818">
                  <c:v>4.6697699999999998E-5</c:v>
                </c:pt>
                <c:pt idx="819">
                  <c:v>4.6658800000000001E-5</c:v>
                </c:pt>
                <c:pt idx="820">
                  <c:v>4.6619999999999997E-5</c:v>
                </c:pt>
                <c:pt idx="821">
                  <c:v>4.6581200000000001E-5</c:v>
                </c:pt>
                <c:pt idx="822">
                  <c:v>4.6544E-5</c:v>
                </c:pt>
                <c:pt idx="823">
                  <c:v>4.6507800000000002E-5</c:v>
                </c:pt>
                <c:pt idx="824">
                  <c:v>4.6473E-5</c:v>
                </c:pt>
                <c:pt idx="825">
                  <c:v>4.6437399999999997E-5</c:v>
                </c:pt>
                <c:pt idx="826">
                  <c:v>4.6401399999999999E-5</c:v>
                </c:pt>
                <c:pt idx="827">
                  <c:v>4.6366699999999998E-5</c:v>
                </c:pt>
                <c:pt idx="828">
                  <c:v>4.6332699999999998E-5</c:v>
                </c:pt>
                <c:pt idx="829">
                  <c:v>4.6298799999999998E-5</c:v>
                </c:pt>
                <c:pt idx="830">
                  <c:v>4.6265199999999999E-5</c:v>
                </c:pt>
                <c:pt idx="831">
                  <c:v>4.6232000000000001E-5</c:v>
                </c:pt>
                <c:pt idx="832">
                  <c:v>4.6199200000000003E-5</c:v>
                </c:pt>
                <c:pt idx="833">
                  <c:v>4.6167200000000001E-5</c:v>
                </c:pt>
                <c:pt idx="834">
                  <c:v>4.6136300000000001E-5</c:v>
                </c:pt>
                <c:pt idx="835">
                  <c:v>4.6106400000000003E-5</c:v>
                </c:pt>
                <c:pt idx="836">
                  <c:v>4.60772E-5</c:v>
                </c:pt>
                <c:pt idx="837">
                  <c:v>4.6047999999999997E-5</c:v>
                </c:pt>
                <c:pt idx="838">
                  <c:v>4.60184E-5</c:v>
                </c:pt>
                <c:pt idx="839">
                  <c:v>4.5988700000000002E-5</c:v>
                </c:pt>
                <c:pt idx="840">
                  <c:v>4.5958899999999998E-5</c:v>
                </c:pt>
                <c:pt idx="841">
                  <c:v>4.5930699999999997E-5</c:v>
                </c:pt>
                <c:pt idx="842">
                  <c:v>4.59042E-5</c:v>
                </c:pt>
                <c:pt idx="843">
                  <c:v>4.5877300000000002E-5</c:v>
                </c:pt>
                <c:pt idx="844">
                  <c:v>4.5850399999999997E-5</c:v>
                </c:pt>
                <c:pt idx="845">
                  <c:v>4.5823599999999999E-5</c:v>
                </c:pt>
                <c:pt idx="846">
                  <c:v>4.5797100000000002E-5</c:v>
                </c:pt>
                <c:pt idx="847">
                  <c:v>4.5772400000000002E-5</c:v>
                </c:pt>
                <c:pt idx="848">
                  <c:v>4.5749199999999999E-5</c:v>
                </c:pt>
                <c:pt idx="849">
                  <c:v>4.5725400000000001E-5</c:v>
                </c:pt>
                <c:pt idx="850">
                  <c:v>4.5701200000000002E-5</c:v>
                </c:pt>
                <c:pt idx="851">
                  <c:v>4.5677999999999999E-5</c:v>
                </c:pt>
                <c:pt idx="852">
                  <c:v>4.5655400000000003E-5</c:v>
                </c:pt>
                <c:pt idx="853">
                  <c:v>4.5632800000000001E-5</c:v>
                </c:pt>
                <c:pt idx="854">
                  <c:v>4.5609799999999998E-5</c:v>
                </c:pt>
                <c:pt idx="855">
                  <c:v>4.5587599999999997E-5</c:v>
                </c:pt>
                <c:pt idx="856">
                  <c:v>4.5566999999999999E-5</c:v>
                </c:pt>
                <c:pt idx="857">
                  <c:v>4.5547000000000003E-5</c:v>
                </c:pt>
                <c:pt idx="858">
                  <c:v>4.5527500000000001E-5</c:v>
                </c:pt>
                <c:pt idx="859">
                  <c:v>4.55087E-5</c:v>
                </c:pt>
                <c:pt idx="860">
                  <c:v>4.5490900000000002E-5</c:v>
                </c:pt>
                <c:pt idx="861">
                  <c:v>4.5473299999999997E-5</c:v>
                </c:pt>
                <c:pt idx="862">
                  <c:v>4.5454799999999997E-5</c:v>
                </c:pt>
                <c:pt idx="863">
                  <c:v>4.5435999999999997E-5</c:v>
                </c:pt>
                <c:pt idx="864">
                  <c:v>4.5416200000000001E-5</c:v>
                </c:pt>
                <c:pt idx="865">
                  <c:v>4.5395700000000003E-5</c:v>
                </c:pt>
                <c:pt idx="866">
                  <c:v>4.5376400000000001E-5</c:v>
                </c:pt>
                <c:pt idx="867">
                  <c:v>4.5358000000000002E-5</c:v>
                </c:pt>
                <c:pt idx="868">
                  <c:v>4.5341199999999999E-5</c:v>
                </c:pt>
                <c:pt idx="869">
                  <c:v>4.5326900000000001E-5</c:v>
                </c:pt>
                <c:pt idx="870">
                  <c:v>4.5313399999999999E-5</c:v>
                </c:pt>
                <c:pt idx="871">
                  <c:v>4.5299700000000003E-5</c:v>
                </c:pt>
                <c:pt idx="872">
                  <c:v>4.52863E-5</c:v>
                </c:pt>
                <c:pt idx="873">
                  <c:v>4.52738E-5</c:v>
                </c:pt>
                <c:pt idx="874">
                  <c:v>4.52612E-5</c:v>
                </c:pt>
                <c:pt idx="875">
                  <c:v>4.5247599999999997E-5</c:v>
                </c:pt>
                <c:pt idx="876">
                  <c:v>4.5232799999999998E-5</c:v>
                </c:pt>
                <c:pt idx="877">
                  <c:v>4.52182E-5</c:v>
                </c:pt>
                <c:pt idx="878">
                  <c:v>4.5204599999999997E-5</c:v>
                </c:pt>
                <c:pt idx="879">
                  <c:v>4.5191300000000002E-5</c:v>
                </c:pt>
                <c:pt idx="880">
                  <c:v>4.5177299999999999E-5</c:v>
                </c:pt>
                <c:pt idx="881">
                  <c:v>4.51624E-5</c:v>
                </c:pt>
                <c:pt idx="882">
                  <c:v>4.5147E-5</c:v>
                </c:pt>
                <c:pt idx="883">
                  <c:v>4.5133399999999997E-5</c:v>
                </c:pt>
                <c:pt idx="884">
                  <c:v>4.5123400000000002E-5</c:v>
                </c:pt>
                <c:pt idx="885">
                  <c:v>4.5115399999999998E-5</c:v>
                </c:pt>
                <c:pt idx="886">
                  <c:v>4.5107900000000002E-5</c:v>
                </c:pt>
                <c:pt idx="887">
                  <c:v>4.5099699999999998E-5</c:v>
                </c:pt>
                <c:pt idx="888">
                  <c:v>4.5090299999999998E-5</c:v>
                </c:pt>
                <c:pt idx="889">
                  <c:v>4.5080000000000002E-5</c:v>
                </c:pt>
                <c:pt idx="890">
                  <c:v>4.5069399999999999E-5</c:v>
                </c:pt>
                <c:pt idx="891">
                  <c:v>4.5059999999999999E-5</c:v>
                </c:pt>
                <c:pt idx="892">
                  <c:v>4.5050799999999999E-5</c:v>
                </c:pt>
                <c:pt idx="893">
                  <c:v>4.5039400000000001E-5</c:v>
                </c:pt>
                <c:pt idx="894">
                  <c:v>4.5028000000000003E-5</c:v>
                </c:pt>
                <c:pt idx="895">
                  <c:v>4.5018600000000003E-5</c:v>
                </c:pt>
                <c:pt idx="896">
                  <c:v>4.5008800000000002E-5</c:v>
                </c:pt>
                <c:pt idx="897">
                  <c:v>4.4997999999999998E-5</c:v>
                </c:pt>
                <c:pt idx="898">
                  <c:v>4.4988299999999998E-5</c:v>
                </c:pt>
                <c:pt idx="899">
                  <c:v>4.4980700000000001E-5</c:v>
                </c:pt>
                <c:pt idx="900">
                  <c:v>4.49739E-5</c:v>
                </c:pt>
                <c:pt idx="901">
                  <c:v>4.4966799999999998E-5</c:v>
                </c:pt>
                <c:pt idx="902">
                  <c:v>4.4958800000000001E-5</c:v>
                </c:pt>
                <c:pt idx="903">
                  <c:v>4.4950999999999997E-5</c:v>
                </c:pt>
                <c:pt idx="904">
                  <c:v>4.4945899999999999E-5</c:v>
                </c:pt>
                <c:pt idx="905">
                  <c:v>4.4941799999999997E-5</c:v>
                </c:pt>
                <c:pt idx="906">
                  <c:v>4.4936599999999999E-5</c:v>
                </c:pt>
                <c:pt idx="907">
                  <c:v>4.4931200000000001E-5</c:v>
                </c:pt>
                <c:pt idx="908">
                  <c:v>4.4926299999999997E-5</c:v>
                </c:pt>
                <c:pt idx="909">
                  <c:v>4.4921900000000001E-5</c:v>
                </c:pt>
                <c:pt idx="910">
                  <c:v>4.4917299999999998E-5</c:v>
                </c:pt>
                <c:pt idx="911">
                  <c:v>4.4912600000000001E-5</c:v>
                </c:pt>
                <c:pt idx="912">
                  <c:v>4.49089E-5</c:v>
                </c:pt>
                <c:pt idx="913">
                  <c:v>4.4906E-5</c:v>
                </c:pt>
                <c:pt idx="914">
                  <c:v>4.4903400000000001E-5</c:v>
                </c:pt>
                <c:pt idx="915">
                  <c:v>4.4900300000000001E-5</c:v>
                </c:pt>
                <c:pt idx="916">
                  <c:v>4.48969E-5</c:v>
                </c:pt>
                <c:pt idx="917">
                  <c:v>4.48937E-5</c:v>
                </c:pt>
                <c:pt idx="918">
                  <c:v>4.48904E-5</c:v>
                </c:pt>
                <c:pt idx="919">
                  <c:v>4.4887700000000001E-5</c:v>
                </c:pt>
                <c:pt idx="920">
                  <c:v>4.4885900000000003E-5</c:v>
                </c:pt>
                <c:pt idx="921">
                  <c:v>4.48844E-5</c:v>
                </c:pt>
                <c:pt idx="922">
                  <c:v>4.4883199999999997E-5</c:v>
                </c:pt>
                <c:pt idx="923">
                  <c:v>4.4883199999999997E-5</c:v>
                </c:pt>
                <c:pt idx="924">
                  <c:v>4.4883599999999998E-5</c:v>
                </c:pt>
                <c:pt idx="925">
                  <c:v>4.48844E-5</c:v>
                </c:pt>
                <c:pt idx="926">
                  <c:v>4.4885600000000003E-5</c:v>
                </c:pt>
                <c:pt idx="927">
                  <c:v>4.4887199999999999E-5</c:v>
                </c:pt>
                <c:pt idx="928">
                  <c:v>4.4888900000000003E-5</c:v>
                </c:pt>
                <c:pt idx="929">
                  <c:v>4.4891900000000003E-5</c:v>
                </c:pt>
                <c:pt idx="930">
                  <c:v>4.4898000000000003E-5</c:v>
                </c:pt>
                <c:pt idx="931">
                  <c:v>4.4905399999999999E-5</c:v>
                </c:pt>
                <c:pt idx="932">
                  <c:v>4.4909800000000002E-5</c:v>
                </c:pt>
                <c:pt idx="933">
                  <c:v>4.4911699999999999E-5</c:v>
                </c:pt>
                <c:pt idx="934">
                  <c:v>4.4912700000000001E-5</c:v>
                </c:pt>
                <c:pt idx="935">
                  <c:v>4.4912900000000002E-5</c:v>
                </c:pt>
                <c:pt idx="936">
                  <c:v>4.4913000000000002E-5</c:v>
                </c:pt>
                <c:pt idx="937">
                  <c:v>4.4913400000000003E-5</c:v>
                </c:pt>
                <c:pt idx="938">
                  <c:v>4.4914799999999999E-5</c:v>
                </c:pt>
                <c:pt idx="939">
                  <c:v>4.4916400000000002E-5</c:v>
                </c:pt>
                <c:pt idx="940">
                  <c:v>4.4917899999999999E-5</c:v>
                </c:pt>
                <c:pt idx="941">
                  <c:v>4.4920299999999997E-5</c:v>
                </c:pt>
                <c:pt idx="942">
                  <c:v>4.4923799999999998E-5</c:v>
                </c:pt>
                <c:pt idx="943">
                  <c:v>4.49278E-5</c:v>
                </c:pt>
                <c:pt idx="944">
                  <c:v>4.4932000000000003E-5</c:v>
                </c:pt>
                <c:pt idx="945">
                  <c:v>4.4936099999999998E-5</c:v>
                </c:pt>
                <c:pt idx="946">
                  <c:v>4.4940600000000001E-5</c:v>
                </c:pt>
                <c:pt idx="947">
                  <c:v>4.4944999999999997E-5</c:v>
                </c:pt>
                <c:pt idx="948">
                  <c:v>4.49492E-5</c:v>
                </c:pt>
                <c:pt idx="949">
                  <c:v>4.4953999999999997E-5</c:v>
                </c:pt>
                <c:pt idx="950">
                  <c:v>4.4959400000000002E-5</c:v>
                </c:pt>
                <c:pt idx="951">
                  <c:v>4.4965100000000001E-5</c:v>
                </c:pt>
                <c:pt idx="952">
                  <c:v>4.4971300000000001E-5</c:v>
                </c:pt>
                <c:pt idx="953">
                  <c:v>4.4978200000000002E-5</c:v>
                </c:pt>
                <c:pt idx="954">
                  <c:v>4.49865E-5</c:v>
                </c:pt>
                <c:pt idx="955">
                  <c:v>4.4994699999999998E-5</c:v>
                </c:pt>
                <c:pt idx="956">
                  <c:v>4.5002400000000001E-5</c:v>
                </c:pt>
                <c:pt idx="957">
                  <c:v>4.5010199999999998E-5</c:v>
                </c:pt>
                <c:pt idx="958">
                  <c:v>4.5018799999999997E-5</c:v>
                </c:pt>
                <c:pt idx="959">
                  <c:v>4.5027500000000002E-5</c:v>
                </c:pt>
                <c:pt idx="960">
                  <c:v>4.50359E-5</c:v>
                </c:pt>
                <c:pt idx="961">
                  <c:v>4.5044299999999998E-5</c:v>
                </c:pt>
                <c:pt idx="962">
                  <c:v>4.5053099999999997E-5</c:v>
                </c:pt>
                <c:pt idx="963">
                  <c:v>4.5063900000000001E-5</c:v>
                </c:pt>
                <c:pt idx="964">
                  <c:v>4.5075099999999998E-5</c:v>
                </c:pt>
                <c:pt idx="965">
                  <c:v>4.5084499999999998E-5</c:v>
                </c:pt>
                <c:pt idx="966">
                  <c:v>4.5094900000000001E-5</c:v>
                </c:pt>
                <c:pt idx="967">
                  <c:v>4.5105899999999998E-5</c:v>
                </c:pt>
                <c:pt idx="968">
                  <c:v>4.5117100000000002E-5</c:v>
                </c:pt>
                <c:pt idx="969">
                  <c:v>4.51287E-5</c:v>
                </c:pt>
                <c:pt idx="970">
                  <c:v>4.5139999999999998E-5</c:v>
                </c:pt>
                <c:pt idx="971">
                  <c:v>4.5151799999999997E-5</c:v>
                </c:pt>
                <c:pt idx="972">
                  <c:v>4.5163700000000003E-5</c:v>
                </c:pt>
                <c:pt idx="973">
                  <c:v>4.5176000000000003E-5</c:v>
                </c:pt>
                <c:pt idx="974">
                  <c:v>4.5188799999999997E-5</c:v>
                </c:pt>
                <c:pt idx="975">
                  <c:v>4.5201999999999999E-5</c:v>
                </c:pt>
                <c:pt idx="976">
                  <c:v>4.5214799999999999E-5</c:v>
                </c:pt>
                <c:pt idx="977">
                  <c:v>4.5226899999999999E-5</c:v>
                </c:pt>
                <c:pt idx="978">
                  <c:v>4.52397E-5</c:v>
                </c:pt>
                <c:pt idx="979">
                  <c:v>4.5254499999999998E-5</c:v>
                </c:pt>
                <c:pt idx="980">
                  <c:v>4.5269999999999999E-5</c:v>
                </c:pt>
                <c:pt idx="981">
                  <c:v>4.5285099999999998E-5</c:v>
                </c:pt>
                <c:pt idx="982">
                  <c:v>4.5300199999999997E-5</c:v>
                </c:pt>
                <c:pt idx="983">
                  <c:v>4.5315499999999997E-5</c:v>
                </c:pt>
                <c:pt idx="984">
                  <c:v>4.5330500000000002E-5</c:v>
                </c:pt>
                <c:pt idx="985">
                  <c:v>4.5345500000000001E-5</c:v>
                </c:pt>
                <c:pt idx="986">
                  <c:v>4.5360800000000001E-5</c:v>
                </c:pt>
                <c:pt idx="987">
                  <c:v>4.5376300000000001E-5</c:v>
                </c:pt>
                <c:pt idx="988">
                  <c:v>4.5392600000000003E-5</c:v>
                </c:pt>
                <c:pt idx="989">
                  <c:v>4.54096E-5</c:v>
                </c:pt>
                <c:pt idx="990">
                  <c:v>4.5426400000000003E-5</c:v>
                </c:pt>
                <c:pt idx="991">
                  <c:v>4.5443099999999999E-5</c:v>
                </c:pt>
                <c:pt idx="992">
                  <c:v>4.5460300000000002E-5</c:v>
                </c:pt>
                <c:pt idx="993">
                  <c:v>4.54778E-5</c:v>
                </c:pt>
                <c:pt idx="994">
                  <c:v>4.5495599999999999E-5</c:v>
                </c:pt>
                <c:pt idx="995">
                  <c:v>4.5513100000000003E-5</c:v>
                </c:pt>
                <c:pt idx="996">
                  <c:v>4.5530500000000001E-5</c:v>
                </c:pt>
                <c:pt idx="997">
                  <c:v>4.5549600000000002E-5</c:v>
                </c:pt>
                <c:pt idx="998">
                  <c:v>4.5569799999999999E-5</c:v>
                </c:pt>
                <c:pt idx="999">
                  <c:v>4.5590000000000002E-5</c:v>
                </c:pt>
                <c:pt idx="1000">
                  <c:v>4.5611100000000001E-5</c:v>
                </c:pt>
                <c:pt idx="1001">
                  <c:v>4.5632700000000001E-5</c:v>
                </c:pt>
                <c:pt idx="1002">
                  <c:v>4.5654700000000002E-5</c:v>
                </c:pt>
                <c:pt idx="1003">
                  <c:v>4.5676700000000003E-5</c:v>
                </c:pt>
                <c:pt idx="1004">
                  <c:v>4.5698100000000002E-5</c:v>
                </c:pt>
                <c:pt idx="1005">
                  <c:v>4.5719600000000002E-5</c:v>
                </c:pt>
                <c:pt idx="1006">
                  <c:v>4.5741900000000003E-5</c:v>
                </c:pt>
                <c:pt idx="1007">
                  <c:v>4.5765500000000001E-5</c:v>
                </c:pt>
                <c:pt idx="1008">
                  <c:v>4.5790200000000001E-5</c:v>
                </c:pt>
                <c:pt idx="1009">
                  <c:v>4.58144E-5</c:v>
                </c:pt>
                <c:pt idx="1010">
                  <c:v>4.5838799999999999E-5</c:v>
                </c:pt>
                <c:pt idx="1011">
                  <c:v>4.5864E-5</c:v>
                </c:pt>
                <c:pt idx="1012">
                  <c:v>4.5889100000000001E-5</c:v>
                </c:pt>
                <c:pt idx="1013">
                  <c:v>4.5913700000000001E-5</c:v>
                </c:pt>
                <c:pt idx="1014">
                  <c:v>4.5939400000000003E-5</c:v>
                </c:pt>
                <c:pt idx="1015">
                  <c:v>4.59659E-5</c:v>
                </c:pt>
                <c:pt idx="1016">
                  <c:v>4.5992799999999998E-5</c:v>
                </c:pt>
                <c:pt idx="1017">
                  <c:v>4.6020799999999998E-5</c:v>
                </c:pt>
                <c:pt idx="1018">
                  <c:v>4.6049199999999999E-5</c:v>
                </c:pt>
                <c:pt idx="1019">
                  <c:v>4.6077700000000001E-5</c:v>
                </c:pt>
                <c:pt idx="1020">
                  <c:v>4.6106200000000003E-5</c:v>
                </c:pt>
                <c:pt idx="1021">
                  <c:v>4.6134999999999998E-5</c:v>
                </c:pt>
                <c:pt idx="1022">
                  <c:v>4.6165200000000003E-5</c:v>
                </c:pt>
                <c:pt idx="1023">
                  <c:v>4.6195200000000001E-5</c:v>
                </c:pt>
                <c:pt idx="1024">
                  <c:v>4.6224699999999998E-5</c:v>
                </c:pt>
                <c:pt idx="1025">
                  <c:v>4.6254800000000003E-5</c:v>
                </c:pt>
                <c:pt idx="1026">
                  <c:v>4.6285200000000002E-5</c:v>
                </c:pt>
                <c:pt idx="1027">
                  <c:v>4.6316400000000003E-5</c:v>
                </c:pt>
                <c:pt idx="1028">
                  <c:v>4.6348599999999999E-5</c:v>
                </c:pt>
                <c:pt idx="1029">
                  <c:v>4.6381699999999997E-5</c:v>
                </c:pt>
                <c:pt idx="1030">
                  <c:v>4.6415000000000002E-5</c:v>
                </c:pt>
                <c:pt idx="1031">
                  <c:v>4.6449200000000002E-5</c:v>
                </c:pt>
                <c:pt idx="1032">
                  <c:v>4.6483699999999997E-5</c:v>
                </c:pt>
                <c:pt idx="1033">
                  <c:v>4.6516700000000001E-5</c:v>
                </c:pt>
                <c:pt idx="1034">
                  <c:v>4.65501E-5</c:v>
                </c:pt>
                <c:pt idx="1035">
                  <c:v>4.6584700000000001E-5</c:v>
                </c:pt>
                <c:pt idx="1036">
                  <c:v>4.6620399999999998E-5</c:v>
                </c:pt>
                <c:pt idx="1037">
                  <c:v>4.6657399999999998E-5</c:v>
                </c:pt>
                <c:pt idx="1038">
                  <c:v>4.6694499999999998E-5</c:v>
                </c:pt>
                <c:pt idx="1039">
                  <c:v>4.6731499999999998E-5</c:v>
                </c:pt>
                <c:pt idx="1040">
                  <c:v>4.6769199999999999E-5</c:v>
                </c:pt>
                <c:pt idx="1041">
                  <c:v>4.6808000000000003E-5</c:v>
                </c:pt>
                <c:pt idx="1042">
                  <c:v>4.68468E-5</c:v>
                </c:pt>
                <c:pt idx="1043">
                  <c:v>4.6885399999999997E-5</c:v>
                </c:pt>
                <c:pt idx="1044">
                  <c:v>4.6924400000000001E-5</c:v>
                </c:pt>
                <c:pt idx="1045">
                  <c:v>4.69644E-5</c:v>
                </c:pt>
                <c:pt idx="1046">
                  <c:v>4.7005300000000002E-5</c:v>
                </c:pt>
                <c:pt idx="1047">
                  <c:v>4.7047099999999999E-5</c:v>
                </c:pt>
                <c:pt idx="1048">
                  <c:v>4.7088900000000002E-5</c:v>
                </c:pt>
                <c:pt idx="1049">
                  <c:v>4.7130299999999998E-5</c:v>
                </c:pt>
                <c:pt idx="1050">
                  <c:v>4.7172300000000002E-5</c:v>
                </c:pt>
                <c:pt idx="1051">
                  <c:v>4.7215400000000002E-5</c:v>
                </c:pt>
                <c:pt idx="1052">
                  <c:v>4.7259200000000003E-5</c:v>
                </c:pt>
                <c:pt idx="1053">
                  <c:v>4.7303199999999998E-5</c:v>
                </c:pt>
                <c:pt idx="1054">
                  <c:v>4.73473E-5</c:v>
                </c:pt>
                <c:pt idx="1055">
                  <c:v>4.7391800000000003E-5</c:v>
                </c:pt>
                <c:pt idx="1056">
                  <c:v>4.7437800000000002E-5</c:v>
                </c:pt>
                <c:pt idx="1057">
                  <c:v>4.7484700000000003E-5</c:v>
                </c:pt>
                <c:pt idx="1058">
                  <c:v>4.7531399999999997E-5</c:v>
                </c:pt>
                <c:pt idx="1059">
                  <c:v>4.7578399999999998E-5</c:v>
                </c:pt>
                <c:pt idx="1060">
                  <c:v>4.7626300000000002E-5</c:v>
                </c:pt>
                <c:pt idx="1061">
                  <c:v>4.7675200000000001E-5</c:v>
                </c:pt>
                <c:pt idx="1062">
                  <c:v>4.7723699999999998E-5</c:v>
                </c:pt>
                <c:pt idx="1063">
                  <c:v>4.7772100000000003E-5</c:v>
                </c:pt>
                <c:pt idx="1064">
                  <c:v>4.7821999999999997E-5</c:v>
                </c:pt>
                <c:pt idx="1065">
                  <c:v>4.78729E-5</c:v>
                </c:pt>
                <c:pt idx="1066">
                  <c:v>4.7924499999999998E-5</c:v>
                </c:pt>
                <c:pt idx="1067">
                  <c:v>4.7976399999999997E-5</c:v>
                </c:pt>
                <c:pt idx="1068">
                  <c:v>4.8028400000000003E-5</c:v>
                </c:pt>
                <c:pt idx="1069">
                  <c:v>4.8081100000000003E-5</c:v>
                </c:pt>
                <c:pt idx="1070">
                  <c:v>4.8134499999999998E-5</c:v>
                </c:pt>
                <c:pt idx="1071">
                  <c:v>4.8188400000000001E-5</c:v>
                </c:pt>
                <c:pt idx="1072">
                  <c:v>4.8242999999999999E-5</c:v>
                </c:pt>
                <c:pt idx="1073">
                  <c:v>4.8298199999999998E-5</c:v>
                </c:pt>
                <c:pt idx="1074">
                  <c:v>4.8353200000000003E-5</c:v>
                </c:pt>
                <c:pt idx="1075">
                  <c:v>4.8407800000000001E-5</c:v>
                </c:pt>
                <c:pt idx="1076">
                  <c:v>4.8463E-5</c:v>
                </c:pt>
                <c:pt idx="1077">
                  <c:v>4.8519200000000001E-5</c:v>
                </c:pt>
                <c:pt idx="1078">
                  <c:v>4.8576799999999999E-5</c:v>
                </c:pt>
                <c:pt idx="1079">
                  <c:v>4.8635499999999999E-5</c:v>
                </c:pt>
                <c:pt idx="1080">
                  <c:v>4.8694199999999999E-5</c:v>
                </c:pt>
                <c:pt idx="1081">
                  <c:v>4.8752999999999999E-5</c:v>
                </c:pt>
                <c:pt idx="1082">
                  <c:v>4.8812900000000002E-5</c:v>
                </c:pt>
                <c:pt idx="1083">
                  <c:v>4.8873099999999998E-5</c:v>
                </c:pt>
                <c:pt idx="1084">
                  <c:v>4.89329E-5</c:v>
                </c:pt>
                <c:pt idx="1085">
                  <c:v>4.8993399999999997E-5</c:v>
                </c:pt>
                <c:pt idx="1086">
                  <c:v>4.9055699999999999E-5</c:v>
                </c:pt>
                <c:pt idx="1087">
                  <c:v>4.91183E-5</c:v>
                </c:pt>
                <c:pt idx="1088">
                  <c:v>4.9180700000000002E-5</c:v>
                </c:pt>
                <c:pt idx="1089">
                  <c:v>4.9243999999999998E-5</c:v>
                </c:pt>
                <c:pt idx="1090">
                  <c:v>4.9309199999999999E-5</c:v>
                </c:pt>
                <c:pt idx="1091">
                  <c:v>4.9375100000000001E-5</c:v>
                </c:pt>
                <c:pt idx="1092">
                  <c:v>4.9440900000000003E-5</c:v>
                </c:pt>
                <c:pt idx="1093">
                  <c:v>4.9506599999999998E-5</c:v>
                </c:pt>
                <c:pt idx="1094">
                  <c:v>4.95726E-5</c:v>
                </c:pt>
                <c:pt idx="1095">
                  <c:v>4.96404E-5</c:v>
                </c:pt>
                <c:pt idx="1096">
                  <c:v>4.9709600000000003E-5</c:v>
                </c:pt>
                <c:pt idx="1097">
                  <c:v>4.9779099999999999E-5</c:v>
                </c:pt>
                <c:pt idx="1098">
                  <c:v>4.9848500000000002E-5</c:v>
                </c:pt>
                <c:pt idx="1099">
                  <c:v>4.9918199999999999E-5</c:v>
                </c:pt>
                <c:pt idx="1100">
                  <c:v>4.9989099999999999E-5</c:v>
                </c:pt>
                <c:pt idx="1101">
                  <c:v>5.0061400000000002E-5</c:v>
                </c:pt>
                <c:pt idx="1102">
                  <c:v>5.0133799999999998E-5</c:v>
                </c:pt>
                <c:pt idx="1103">
                  <c:v>5.0206700000000002E-5</c:v>
                </c:pt>
                <c:pt idx="1104">
                  <c:v>5.0281200000000002E-5</c:v>
                </c:pt>
                <c:pt idx="1105">
                  <c:v>5.0356999999999999E-5</c:v>
                </c:pt>
                <c:pt idx="1106">
                  <c:v>5.0433399999999997E-5</c:v>
                </c:pt>
                <c:pt idx="1107">
                  <c:v>5.0509600000000002E-5</c:v>
                </c:pt>
                <c:pt idx="1108">
                  <c:v>5.0586800000000002E-5</c:v>
                </c:pt>
                <c:pt idx="1109">
                  <c:v>5.06662E-5</c:v>
                </c:pt>
                <c:pt idx="1110">
                  <c:v>5.0746199999999999E-5</c:v>
                </c:pt>
                <c:pt idx="1111">
                  <c:v>5.0825200000000003E-5</c:v>
                </c:pt>
                <c:pt idx="1112">
                  <c:v>5.0904800000000001E-5</c:v>
                </c:pt>
                <c:pt idx="1113">
                  <c:v>5.0986699999999998E-5</c:v>
                </c:pt>
                <c:pt idx="1114">
                  <c:v>5.1069700000000003E-5</c:v>
                </c:pt>
                <c:pt idx="1115">
                  <c:v>5.1153899999999998E-5</c:v>
                </c:pt>
                <c:pt idx="1116">
                  <c:v>5.1239200000000002E-5</c:v>
                </c:pt>
                <c:pt idx="1117">
                  <c:v>5.1324900000000001E-5</c:v>
                </c:pt>
                <c:pt idx="1118">
                  <c:v>5.14111E-5</c:v>
                </c:pt>
                <c:pt idx="1119">
                  <c:v>5.1499299999999997E-5</c:v>
                </c:pt>
                <c:pt idx="1120">
                  <c:v>5.1588100000000002E-5</c:v>
                </c:pt>
                <c:pt idx="1121">
                  <c:v>5.1677E-5</c:v>
                </c:pt>
                <c:pt idx="1122">
                  <c:v>5.1767800000000003E-5</c:v>
                </c:pt>
                <c:pt idx="1123">
                  <c:v>5.1859700000000001E-5</c:v>
                </c:pt>
                <c:pt idx="1124">
                  <c:v>5.1952500000000001E-5</c:v>
                </c:pt>
                <c:pt idx="1125">
                  <c:v>5.2046999999999998E-5</c:v>
                </c:pt>
                <c:pt idx="1126">
                  <c:v>5.2141700000000003E-5</c:v>
                </c:pt>
                <c:pt idx="1127">
                  <c:v>5.2237400000000002E-5</c:v>
                </c:pt>
                <c:pt idx="1128">
                  <c:v>5.2334599999999999E-5</c:v>
                </c:pt>
                <c:pt idx="1129">
                  <c:v>5.2433499999999999E-5</c:v>
                </c:pt>
                <c:pt idx="1130">
                  <c:v>5.2533300000000001E-5</c:v>
                </c:pt>
                <c:pt idx="1131">
                  <c:v>5.2633899999999998E-5</c:v>
                </c:pt>
                <c:pt idx="1132">
                  <c:v>5.2735400000000003E-5</c:v>
                </c:pt>
                <c:pt idx="1133">
                  <c:v>5.2837300000000003E-5</c:v>
                </c:pt>
                <c:pt idx="1134">
                  <c:v>5.2939799999999998E-5</c:v>
                </c:pt>
                <c:pt idx="1135">
                  <c:v>5.3043200000000001E-5</c:v>
                </c:pt>
                <c:pt idx="1136">
                  <c:v>5.3147699999999999E-5</c:v>
                </c:pt>
                <c:pt idx="1137">
                  <c:v>5.3252499999999999E-5</c:v>
                </c:pt>
                <c:pt idx="1138">
                  <c:v>5.3358400000000001E-5</c:v>
                </c:pt>
                <c:pt idx="1139">
                  <c:v>5.3465699999999999E-5</c:v>
                </c:pt>
                <c:pt idx="1140">
                  <c:v>5.3574099999999999E-5</c:v>
                </c:pt>
                <c:pt idx="1141">
                  <c:v>5.3683900000000003E-5</c:v>
                </c:pt>
                <c:pt idx="1142">
                  <c:v>5.3793399999999999E-5</c:v>
                </c:pt>
                <c:pt idx="1143">
                  <c:v>5.3902900000000002E-5</c:v>
                </c:pt>
                <c:pt idx="1144">
                  <c:v>5.4014999999999997E-5</c:v>
                </c:pt>
                <c:pt idx="1145">
                  <c:v>5.4129499999999997E-5</c:v>
                </c:pt>
                <c:pt idx="1146">
                  <c:v>5.4244799999999999E-5</c:v>
                </c:pt>
                <c:pt idx="1147">
                  <c:v>5.4360100000000002E-5</c:v>
                </c:pt>
                <c:pt idx="1148">
                  <c:v>5.4477E-5</c:v>
                </c:pt>
                <c:pt idx="1149">
                  <c:v>5.4595899999999997E-5</c:v>
                </c:pt>
                <c:pt idx="1150">
                  <c:v>5.4715500000000002E-5</c:v>
                </c:pt>
                <c:pt idx="1151">
                  <c:v>5.48353E-5</c:v>
                </c:pt>
                <c:pt idx="1152">
                  <c:v>5.4956400000000001E-5</c:v>
                </c:pt>
                <c:pt idx="1153">
                  <c:v>5.5080400000000002E-5</c:v>
                </c:pt>
                <c:pt idx="1154">
                  <c:v>5.5206500000000001E-5</c:v>
                </c:pt>
                <c:pt idx="1155">
                  <c:v>5.5332399999999999E-5</c:v>
                </c:pt>
                <c:pt idx="1156">
                  <c:v>5.5458399999999997E-5</c:v>
                </c:pt>
                <c:pt idx="1157">
                  <c:v>5.5585999999999999E-5</c:v>
                </c:pt>
                <c:pt idx="1158">
                  <c:v>5.5714400000000003E-5</c:v>
                </c:pt>
                <c:pt idx="1159">
                  <c:v>5.5844300000000003E-5</c:v>
                </c:pt>
                <c:pt idx="1160">
                  <c:v>5.5974399999999997E-5</c:v>
                </c:pt>
                <c:pt idx="1161">
                  <c:v>5.6103800000000003E-5</c:v>
                </c:pt>
                <c:pt idx="1162">
                  <c:v>5.62353E-5</c:v>
                </c:pt>
                <c:pt idx="1163">
                  <c:v>5.6369799999999997E-5</c:v>
                </c:pt>
                <c:pt idx="1164">
                  <c:v>5.6505400000000003E-5</c:v>
                </c:pt>
                <c:pt idx="1165">
                  <c:v>5.6641799999999997E-5</c:v>
                </c:pt>
                <c:pt idx="1166">
                  <c:v>5.6779600000000001E-5</c:v>
                </c:pt>
                <c:pt idx="1167">
                  <c:v>5.6918700000000001E-5</c:v>
                </c:pt>
                <c:pt idx="1168">
                  <c:v>5.7059399999999998E-5</c:v>
                </c:pt>
                <c:pt idx="1169">
                  <c:v>5.7200500000000002E-5</c:v>
                </c:pt>
                <c:pt idx="1170">
                  <c:v>5.73414E-5</c:v>
                </c:pt>
                <c:pt idx="1171">
                  <c:v>5.74839E-5</c:v>
                </c:pt>
                <c:pt idx="1172">
                  <c:v>5.7627799999999997E-5</c:v>
                </c:pt>
                <c:pt idx="1173">
                  <c:v>5.7772500000000003E-5</c:v>
                </c:pt>
                <c:pt idx="1174">
                  <c:v>5.7918299999999997E-5</c:v>
                </c:pt>
                <c:pt idx="1175">
                  <c:v>5.8064399999999999E-5</c:v>
                </c:pt>
                <c:pt idx="1176">
                  <c:v>5.8211400000000003E-5</c:v>
                </c:pt>
                <c:pt idx="1177">
                  <c:v>5.8359899999999997E-5</c:v>
                </c:pt>
                <c:pt idx="1178">
                  <c:v>5.8510800000000002E-5</c:v>
                </c:pt>
                <c:pt idx="1179">
                  <c:v>5.86641E-5</c:v>
                </c:pt>
                <c:pt idx="1180">
                  <c:v>5.8817899999999998E-5</c:v>
                </c:pt>
                <c:pt idx="1181">
                  <c:v>5.8971500000000003E-5</c:v>
                </c:pt>
                <c:pt idx="1182">
                  <c:v>5.9126499999999997E-5</c:v>
                </c:pt>
                <c:pt idx="1183">
                  <c:v>5.9284299999999998E-5</c:v>
                </c:pt>
                <c:pt idx="1184">
                  <c:v>5.9443700000000001E-5</c:v>
                </c:pt>
                <c:pt idx="1185">
                  <c:v>5.9603199999999999E-5</c:v>
                </c:pt>
                <c:pt idx="1186">
                  <c:v>5.9763299999999998E-5</c:v>
                </c:pt>
                <c:pt idx="1187">
                  <c:v>5.9924399999999998E-5</c:v>
                </c:pt>
                <c:pt idx="1188">
                  <c:v>6.0087300000000003E-5</c:v>
                </c:pt>
                <c:pt idx="1189">
                  <c:v>6.0251399999999997E-5</c:v>
                </c:pt>
                <c:pt idx="1190">
                  <c:v>6.0415799999999998E-5</c:v>
                </c:pt>
                <c:pt idx="1191">
                  <c:v>6.05805E-5</c:v>
                </c:pt>
                <c:pt idx="1192">
                  <c:v>6.0746099999999998E-5</c:v>
                </c:pt>
                <c:pt idx="1193">
                  <c:v>6.0914400000000001E-5</c:v>
                </c:pt>
                <c:pt idx="1194">
                  <c:v>6.1084299999999994E-5</c:v>
                </c:pt>
                <c:pt idx="1195">
                  <c:v>6.12539E-5</c:v>
                </c:pt>
                <c:pt idx="1196">
                  <c:v>6.1424600000000001E-5</c:v>
                </c:pt>
                <c:pt idx="1197">
                  <c:v>6.1598200000000003E-5</c:v>
                </c:pt>
                <c:pt idx="1198">
                  <c:v>6.1774199999999995E-5</c:v>
                </c:pt>
                <c:pt idx="1199">
                  <c:v>6.1951499999999998E-5</c:v>
                </c:pt>
                <c:pt idx="1200">
                  <c:v>6.2129699999999996E-5</c:v>
                </c:pt>
                <c:pt idx="1201">
                  <c:v>6.2309099999999996E-5</c:v>
                </c:pt>
                <c:pt idx="1202">
                  <c:v>6.2490700000000001E-5</c:v>
                </c:pt>
                <c:pt idx="1203">
                  <c:v>6.2673699999999996E-5</c:v>
                </c:pt>
                <c:pt idx="1204">
                  <c:v>6.2857300000000005E-5</c:v>
                </c:pt>
                <c:pt idx="1205">
                  <c:v>6.3041599999999996E-5</c:v>
                </c:pt>
                <c:pt idx="1206">
                  <c:v>6.3227199999999997E-5</c:v>
                </c:pt>
                <c:pt idx="1207">
                  <c:v>6.3414400000000001E-5</c:v>
                </c:pt>
                <c:pt idx="1208">
                  <c:v>6.36027E-5</c:v>
                </c:pt>
                <c:pt idx="1209">
                  <c:v>6.3791600000000001E-5</c:v>
                </c:pt>
                <c:pt idx="1210">
                  <c:v>6.3981900000000005E-5</c:v>
                </c:pt>
                <c:pt idx="1211">
                  <c:v>6.4173399999999998E-5</c:v>
                </c:pt>
                <c:pt idx="1212">
                  <c:v>6.43658E-5</c:v>
                </c:pt>
                <c:pt idx="1213">
                  <c:v>6.4560099999999999E-5</c:v>
                </c:pt>
                <c:pt idx="1214">
                  <c:v>6.4756600000000003E-5</c:v>
                </c:pt>
                <c:pt idx="1215">
                  <c:v>6.4954699999999997E-5</c:v>
                </c:pt>
                <c:pt idx="1216">
                  <c:v>6.5154700000000001E-5</c:v>
                </c:pt>
                <c:pt idx="1217">
                  <c:v>6.5357099999999998E-5</c:v>
                </c:pt>
                <c:pt idx="1218">
                  <c:v>6.5560200000000003E-5</c:v>
                </c:pt>
                <c:pt idx="1219">
                  <c:v>6.5763699999999995E-5</c:v>
                </c:pt>
                <c:pt idx="1220">
                  <c:v>6.5968499999999997E-5</c:v>
                </c:pt>
                <c:pt idx="1221">
                  <c:v>6.6174300000000001E-5</c:v>
                </c:pt>
                <c:pt idx="1222">
                  <c:v>6.6381299999999994E-5</c:v>
                </c:pt>
                <c:pt idx="1223">
                  <c:v>6.6590799999999999E-5</c:v>
                </c:pt>
                <c:pt idx="1224">
                  <c:v>6.6802299999999996E-5</c:v>
                </c:pt>
                <c:pt idx="1225">
                  <c:v>6.7015700000000003E-5</c:v>
                </c:pt>
                <c:pt idx="1226">
                  <c:v>6.7231300000000001E-5</c:v>
                </c:pt>
                <c:pt idx="1227">
                  <c:v>6.7448500000000003E-5</c:v>
                </c:pt>
                <c:pt idx="1228">
                  <c:v>6.7666699999999994E-5</c:v>
                </c:pt>
                <c:pt idx="1229">
                  <c:v>6.7885299999999999E-5</c:v>
                </c:pt>
                <c:pt idx="1230">
                  <c:v>6.8104999999999999E-5</c:v>
                </c:pt>
                <c:pt idx="1231">
                  <c:v>6.8326700000000004E-5</c:v>
                </c:pt>
                <c:pt idx="1232">
                  <c:v>6.8551899999999997E-5</c:v>
                </c:pt>
                <c:pt idx="1233">
                  <c:v>6.8779E-5</c:v>
                </c:pt>
                <c:pt idx="1234">
                  <c:v>6.9006799999999998E-5</c:v>
                </c:pt>
                <c:pt idx="1235">
                  <c:v>6.9234999999999997E-5</c:v>
                </c:pt>
                <c:pt idx="1236">
                  <c:v>6.9464700000000006E-5</c:v>
                </c:pt>
                <c:pt idx="1237">
                  <c:v>6.9698199999999996E-5</c:v>
                </c:pt>
                <c:pt idx="1238">
                  <c:v>6.9933599999999997E-5</c:v>
                </c:pt>
                <c:pt idx="1239">
                  <c:v>7.01696E-5</c:v>
                </c:pt>
                <c:pt idx="1240">
                  <c:v>7.0406899999999998E-5</c:v>
                </c:pt>
                <c:pt idx="1241">
                  <c:v>7.0646099999999994E-5</c:v>
                </c:pt>
                <c:pt idx="1242">
                  <c:v>7.0888600000000004E-5</c:v>
                </c:pt>
                <c:pt idx="1243">
                  <c:v>7.1133700000000006E-5</c:v>
                </c:pt>
                <c:pt idx="1244">
                  <c:v>7.1379500000000003E-5</c:v>
                </c:pt>
                <c:pt idx="1245">
                  <c:v>7.1626700000000003E-5</c:v>
                </c:pt>
                <c:pt idx="1246">
                  <c:v>7.1876200000000001E-5</c:v>
                </c:pt>
                <c:pt idx="1247">
                  <c:v>7.2127999999999998E-5</c:v>
                </c:pt>
                <c:pt idx="1248">
                  <c:v>7.2380599999999996E-5</c:v>
                </c:pt>
                <c:pt idx="1249">
                  <c:v>7.2633599999999995E-5</c:v>
                </c:pt>
                <c:pt idx="1250">
                  <c:v>7.2888700000000006E-5</c:v>
                </c:pt>
                <c:pt idx="1251">
                  <c:v>7.3146799999999996E-5</c:v>
                </c:pt>
                <c:pt idx="1252">
                  <c:v>7.3407999999999999E-5</c:v>
                </c:pt>
                <c:pt idx="1253">
                  <c:v>7.3670099999999998E-5</c:v>
                </c:pt>
                <c:pt idx="1254">
                  <c:v>7.3932599999999998E-5</c:v>
                </c:pt>
                <c:pt idx="1255">
                  <c:v>7.4197100000000002E-5</c:v>
                </c:pt>
                <c:pt idx="1256">
                  <c:v>7.4464900000000006E-5</c:v>
                </c:pt>
                <c:pt idx="1257">
                  <c:v>7.4735599999999996E-5</c:v>
                </c:pt>
                <c:pt idx="1258">
                  <c:v>7.5006900000000002E-5</c:v>
                </c:pt>
                <c:pt idx="1259">
                  <c:v>7.5279199999999996E-5</c:v>
                </c:pt>
                <c:pt idx="1260">
                  <c:v>7.5553800000000002E-5</c:v>
                </c:pt>
                <c:pt idx="1261">
                  <c:v>7.5831699999999994E-5</c:v>
                </c:pt>
                <c:pt idx="1262">
                  <c:v>7.6112099999999999E-5</c:v>
                </c:pt>
                <c:pt idx="1263">
                  <c:v>7.6393399999999999E-5</c:v>
                </c:pt>
                <c:pt idx="1264">
                  <c:v>7.6676700000000004E-5</c:v>
                </c:pt>
                <c:pt idx="1265">
                  <c:v>7.6962800000000001E-5</c:v>
                </c:pt>
                <c:pt idx="1266">
                  <c:v>7.7252300000000006E-5</c:v>
                </c:pt>
                <c:pt idx="1267">
                  <c:v>7.75434E-5</c:v>
                </c:pt>
                <c:pt idx="1268">
                  <c:v>7.7835099999999996E-5</c:v>
                </c:pt>
                <c:pt idx="1269">
                  <c:v>7.8127000000000006E-5</c:v>
                </c:pt>
                <c:pt idx="1270">
                  <c:v>7.8419799999999998E-5</c:v>
                </c:pt>
                <c:pt idx="1271">
                  <c:v>7.8716799999999998E-5</c:v>
                </c:pt>
                <c:pt idx="1272">
                  <c:v>7.9017900000000001E-5</c:v>
                </c:pt>
                <c:pt idx="1273">
                  <c:v>7.9320799999999994E-5</c:v>
                </c:pt>
                <c:pt idx="1274">
                  <c:v>7.9625199999999998E-5</c:v>
                </c:pt>
                <c:pt idx="1275">
                  <c:v>7.9931499999999999E-5</c:v>
                </c:pt>
                <c:pt idx="1276">
                  <c:v>8.02413E-5</c:v>
                </c:pt>
                <c:pt idx="1277">
                  <c:v>8.05532E-5</c:v>
                </c:pt>
                <c:pt idx="1278">
                  <c:v>8.0865700000000001E-5</c:v>
                </c:pt>
                <c:pt idx="1279">
                  <c:v>8.1179899999999998E-5</c:v>
                </c:pt>
                <c:pt idx="1280">
                  <c:v>8.1497599999999997E-5</c:v>
                </c:pt>
                <c:pt idx="1281">
                  <c:v>8.1819500000000005E-5</c:v>
                </c:pt>
                <c:pt idx="1282">
                  <c:v>8.2143400000000004E-5</c:v>
                </c:pt>
                <c:pt idx="1283">
                  <c:v>8.2467599999999996E-5</c:v>
                </c:pt>
                <c:pt idx="1284">
                  <c:v>8.2793299999999999E-5</c:v>
                </c:pt>
                <c:pt idx="1285">
                  <c:v>8.3122399999999995E-5</c:v>
                </c:pt>
                <c:pt idx="1286">
                  <c:v>8.3454000000000004E-5</c:v>
                </c:pt>
                <c:pt idx="1287">
                  <c:v>8.3786600000000002E-5</c:v>
                </c:pt>
                <c:pt idx="1288">
                  <c:v>8.4120400000000002E-5</c:v>
                </c:pt>
                <c:pt idx="1289">
                  <c:v>8.4456400000000007E-5</c:v>
                </c:pt>
                <c:pt idx="1290">
                  <c:v>8.4796200000000006E-5</c:v>
                </c:pt>
                <c:pt idx="1291">
                  <c:v>8.5139100000000006E-5</c:v>
                </c:pt>
                <c:pt idx="1292">
                  <c:v>8.5483300000000002E-5</c:v>
                </c:pt>
                <c:pt idx="1293">
                  <c:v>8.5830100000000003E-5</c:v>
                </c:pt>
                <c:pt idx="1294">
                  <c:v>8.6180499999999999E-5</c:v>
                </c:pt>
                <c:pt idx="1295">
                  <c:v>8.6534399999999996E-5</c:v>
                </c:pt>
                <c:pt idx="1296">
                  <c:v>8.6890899999999998E-5</c:v>
                </c:pt>
                <c:pt idx="1297">
                  <c:v>8.7247299999999994E-5</c:v>
                </c:pt>
                <c:pt idx="1298">
                  <c:v>8.7605199999999999E-5</c:v>
                </c:pt>
                <c:pt idx="1299">
                  <c:v>8.7965699999999997E-5</c:v>
                </c:pt>
                <c:pt idx="1300">
                  <c:v>8.83286E-5</c:v>
                </c:pt>
                <c:pt idx="1301">
                  <c:v>8.86934E-5</c:v>
                </c:pt>
                <c:pt idx="1302">
                  <c:v>8.9059400000000003E-5</c:v>
                </c:pt>
                <c:pt idx="1303">
                  <c:v>8.9427799999999998E-5</c:v>
                </c:pt>
                <c:pt idx="1304">
                  <c:v>8.9799399999999999E-5</c:v>
                </c:pt>
                <c:pt idx="1305">
                  <c:v>9.0175100000000003E-5</c:v>
                </c:pt>
                <c:pt idx="1306">
                  <c:v>9.05538E-5</c:v>
                </c:pt>
                <c:pt idx="1307">
                  <c:v>9.0931899999999996E-5</c:v>
                </c:pt>
                <c:pt idx="1308">
                  <c:v>9.1309899999999998E-5</c:v>
                </c:pt>
                <c:pt idx="1309">
                  <c:v>9.1690599999999999E-5</c:v>
                </c:pt>
                <c:pt idx="1310">
                  <c:v>9.2075000000000002E-5</c:v>
                </c:pt>
                <c:pt idx="1311">
                  <c:v>9.2461799999999996E-5</c:v>
                </c:pt>
                <c:pt idx="1312">
                  <c:v>9.2850199999999994E-5</c:v>
                </c:pt>
                <c:pt idx="1313">
                  <c:v>9.3240799999999997E-5</c:v>
                </c:pt>
                <c:pt idx="1314">
                  <c:v>9.36349E-5</c:v>
                </c:pt>
                <c:pt idx="1315">
                  <c:v>9.40332E-5</c:v>
                </c:pt>
                <c:pt idx="1316">
                  <c:v>9.4434100000000004E-5</c:v>
                </c:pt>
                <c:pt idx="1317">
                  <c:v>9.4835700000000004E-5</c:v>
                </c:pt>
                <c:pt idx="1318">
                  <c:v>9.5237799999999998E-5</c:v>
                </c:pt>
                <c:pt idx="1319">
                  <c:v>9.5641099999999995E-5</c:v>
                </c:pt>
                <c:pt idx="1320">
                  <c:v>9.60482E-5</c:v>
                </c:pt>
                <c:pt idx="1321">
                  <c:v>9.6459000000000006E-5</c:v>
                </c:pt>
                <c:pt idx="1322">
                  <c:v>9.6872499999999998E-5</c:v>
                </c:pt>
                <c:pt idx="1323">
                  <c:v>9.7288500000000002E-5</c:v>
                </c:pt>
                <c:pt idx="1324">
                  <c:v>9.7707000000000005E-5</c:v>
                </c:pt>
                <c:pt idx="1325">
                  <c:v>9.8128599999999994E-5</c:v>
                </c:pt>
                <c:pt idx="1326">
                  <c:v>9.8551199999999999E-5</c:v>
                </c:pt>
                <c:pt idx="1327">
                  <c:v>9.8975500000000001E-5</c:v>
                </c:pt>
                <c:pt idx="1328">
                  <c:v>9.94015E-5</c:v>
                </c:pt>
                <c:pt idx="1329">
                  <c:v>9.9829900000000005E-5</c:v>
                </c:pt>
                <c:pt idx="1330">
                  <c:v>1.00263E-4</c:v>
                </c:pt>
                <c:pt idx="1331">
                  <c:v>1.0069900000000001E-4</c:v>
                </c:pt>
                <c:pt idx="1332">
                  <c:v>1.01137E-4</c:v>
                </c:pt>
                <c:pt idx="1333">
                  <c:v>1.01576E-4</c:v>
                </c:pt>
                <c:pt idx="1334">
                  <c:v>1.02019E-4</c:v>
                </c:pt>
                <c:pt idx="1335">
                  <c:v>1.02465E-4</c:v>
                </c:pt>
                <c:pt idx="1336">
                  <c:v>1.0291200000000001E-4</c:v>
                </c:pt>
                <c:pt idx="1337">
                  <c:v>1.0336E-4</c:v>
                </c:pt>
                <c:pt idx="1338">
                  <c:v>1.0380899999999999E-4</c:v>
                </c:pt>
                <c:pt idx="1339">
                  <c:v>1.04262E-4</c:v>
                </c:pt>
                <c:pt idx="1340">
                  <c:v>1.0472E-4</c:v>
                </c:pt>
                <c:pt idx="1341">
                  <c:v>1.05182E-4</c:v>
                </c:pt>
                <c:pt idx="1342">
                  <c:v>1.05646E-4</c:v>
                </c:pt>
                <c:pt idx="1343">
                  <c:v>1.0611300000000001E-4</c:v>
                </c:pt>
                <c:pt idx="1344">
                  <c:v>1.0658399999999999E-4</c:v>
                </c:pt>
                <c:pt idx="1345">
                  <c:v>1.07058E-4</c:v>
                </c:pt>
                <c:pt idx="1346">
                  <c:v>1.07532E-4</c:v>
                </c:pt>
                <c:pt idx="1347">
                  <c:v>1.08008E-4</c:v>
                </c:pt>
                <c:pt idx="1348">
                  <c:v>1.08486E-4</c:v>
                </c:pt>
                <c:pt idx="1349">
                  <c:v>1.08968E-4</c:v>
                </c:pt>
                <c:pt idx="1350">
                  <c:v>1.09454E-4</c:v>
                </c:pt>
                <c:pt idx="1351">
                  <c:v>1.09943E-4</c:v>
                </c:pt>
                <c:pt idx="1352">
                  <c:v>1.1043399999999999E-4</c:v>
                </c:pt>
                <c:pt idx="1353">
                  <c:v>1.1092800000000001E-4</c:v>
                </c:pt>
                <c:pt idx="1354">
                  <c:v>1.11427E-4</c:v>
                </c:pt>
                <c:pt idx="1355">
                  <c:v>1.1192900000000001E-4</c:v>
                </c:pt>
                <c:pt idx="1356">
                  <c:v>1.1243000000000001E-4</c:v>
                </c:pt>
                <c:pt idx="1357">
                  <c:v>1.12934E-4</c:v>
                </c:pt>
                <c:pt idx="1358">
                  <c:v>1.13441E-4</c:v>
                </c:pt>
                <c:pt idx="1359">
                  <c:v>1.13954E-4</c:v>
                </c:pt>
                <c:pt idx="1360">
                  <c:v>1.1446999999999999E-4</c:v>
                </c:pt>
                <c:pt idx="1361">
                  <c:v>1.14988E-4</c:v>
                </c:pt>
                <c:pt idx="1362">
                  <c:v>1.1550800000000001E-4</c:v>
                </c:pt>
                <c:pt idx="1363">
                  <c:v>1.16031E-4</c:v>
                </c:pt>
                <c:pt idx="1364">
                  <c:v>1.1655900000000001E-4</c:v>
                </c:pt>
                <c:pt idx="1365">
                  <c:v>1.1709099999999999E-4</c:v>
                </c:pt>
                <c:pt idx="1366">
                  <c:v>1.17623E-4</c:v>
                </c:pt>
                <c:pt idx="1367">
                  <c:v>1.18156E-4</c:v>
                </c:pt>
                <c:pt idx="1368">
                  <c:v>1.18693E-4</c:v>
                </c:pt>
                <c:pt idx="1369">
                  <c:v>1.1923599999999999E-4</c:v>
                </c:pt>
                <c:pt idx="1370">
                  <c:v>1.19781E-4</c:v>
                </c:pt>
                <c:pt idx="1371">
                  <c:v>1.2032999999999999E-4</c:v>
                </c:pt>
                <c:pt idx="1372">
                  <c:v>1.2087999999999999E-4</c:v>
                </c:pt>
                <c:pt idx="1373">
                  <c:v>1.21432E-4</c:v>
                </c:pt>
                <c:pt idx="1374">
                  <c:v>1.21989E-4</c:v>
                </c:pt>
                <c:pt idx="1375">
                  <c:v>1.2254799999999999E-4</c:v>
                </c:pt>
                <c:pt idx="1376">
                  <c:v>1.23113E-4</c:v>
                </c:pt>
                <c:pt idx="1377">
                  <c:v>1.2368599999999999E-4</c:v>
                </c:pt>
                <c:pt idx="1378">
                  <c:v>1.24265E-4</c:v>
                </c:pt>
                <c:pt idx="1379">
                  <c:v>1.2484900000000001E-4</c:v>
                </c:pt>
                <c:pt idx="1380">
                  <c:v>1.25437E-4</c:v>
                </c:pt>
                <c:pt idx="1381">
                  <c:v>1.26024E-4</c:v>
                </c:pt>
                <c:pt idx="1382">
                  <c:v>1.2660699999999999E-4</c:v>
                </c:pt>
                <c:pt idx="1383">
                  <c:v>1.27191E-4</c:v>
                </c:pt>
                <c:pt idx="1384">
                  <c:v>1.27778E-4</c:v>
                </c:pt>
                <c:pt idx="1385">
                  <c:v>1.2836400000000001E-4</c:v>
                </c:pt>
                <c:pt idx="1386">
                  <c:v>1.2894999999999999E-4</c:v>
                </c:pt>
                <c:pt idx="1387">
                  <c:v>1.2954000000000001E-4</c:v>
                </c:pt>
                <c:pt idx="1388">
                  <c:v>1.3013400000000001E-4</c:v>
                </c:pt>
                <c:pt idx="1389">
                  <c:v>1.3073300000000001E-4</c:v>
                </c:pt>
                <c:pt idx="1390">
                  <c:v>1.31333E-4</c:v>
                </c:pt>
                <c:pt idx="1391">
                  <c:v>1.3193499999999999E-4</c:v>
                </c:pt>
                <c:pt idx="1392">
                  <c:v>1.3254299999999999E-4</c:v>
                </c:pt>
                <c:pt idx="1393">
                  <c:v>1.3315700000000001E-4</c:v>
                </c:pt>
                <c:pt idx="1394">
                  <c:v>1.33774E-4</c:v>
                </c:pt>
                <c:pt idx="1395">
                  <c:v>1.3439300000000001E-4</c:v>
                </c:pt>
                <c:pt idx="1396">
                  <c:v>1.3501400000000001E-4</c:v>
                </c:pt>
                <c:pt idx="1397">
                  <c:v>1.3563799999999999E-4</c:v>
                </c:pt>
                <c:pt idx="1398">
                  <c:v>1.3626799999999999E-4</c:v>
                </c:pt>
                <c:pt idx="1399">
                  <c:v>1.3690100000000001E-4</c:v>
                </c:pt>
                <c:pt idx="1400">
                  <c:v>1.37534E-4</c:v>
                </c:pt>
                <c:pt idx="1401">
                  <c:v>1.38169E-4</c:v>
                </c:pt>
                <c:pt idx="1402">
                  <c:v>1.3880699999999999E-4</c:v>
                </c:pt>
                <c:pt idx="1403">
                  <c:v>1.3944900000000001E-4</c:v>
                </c:pt>
                <c:pt idx="1404">
                  <c:v>1.40094E-4</c:v>
                </c:pt>
                <c:pt idx="1405">
                  <c:v>1.40743E-4</c:v>
                </c:pt>
                <c:pt idx="1406">
                  <c:v>1.4139400000000001E-4</c:v>
                </c:pt>
                <c:pt idx="1407">
                  <c:v>1.4204800000000001E-4</c:v>
                </c:pt>
                <c:pt idx="1408">
                  <c:v>1.4270999999999999E-4</c:v>
                </c:pt>
                <c:pt idx="1409">
                  <c:v>1.43375E-4</c:v>
                </c:pt>
                <c:pt idx="1410">
                  <c:v>1.4404000000000001E-4</c:v>
                </c:pt>
                <c:pt idx="1411">
                  <c:v>1.4470600000000001E-4</c:v>
                </c:pt>
                <c:pt idx="1412">
                  <c:v>1.4537600000000001E-4</c:v>
                </c:pt>
                <c:pt idx="1413">
                  <c:v>1.4605099999999999E-4</c:v>
                </c:pt>
                <c:pt idx="1414">
                  <c:v>1.4673E-4</c:v>
                </c:pt>
                <c:pt idx="1415">
                  <c:v>1.4741099999999999E-4</c:v>
                </c:pt>
                <c:pt idx="1416">
                  <c:v>1.4809400000000001E-4</c:v>
                </c:pt>
                <c:pt idx="1417">
                  <c:v>1.4878100000000001E-4</c:v>
                </c:pt>
                <c:pt idx="1418">
                  <c:v>1.4947300000000001E-4</c:v>
                </c:pt>
                <c:pt idx="1419">
                  <c:v>1.50168E-4</c:v>
                </c:pt>
                <c:pt idx="1420">
                  <c:v>1.50865E-4</c:v>
                </c:pt>
                <c:pt idx="1421">
                  <c:v>1.5156300000000001E-4</c:v>
                </c:pt>
                <c:pt idx="1422">
                  <c:v>1.52266E-4</c:v>
                </c:pt>
                <c:pt idx="1423">
                  <c:v>1.5297299999999999E-4</c:v>
                </c:pt>
                <c:pt idx="1424">
                  <c:v>1.5368200000000001E-4</c:v>
                </c:pt>
                <c:pt idx="1425">
                  <c:v>1.5439199999999999E-4</c:v>
                </c:pt>
                <c:pt idx="1426">
                  <c:v>1.5510400000000001E-4</c:v>
                </c:pt>
                <c:pt idx="1427">
                  <c:v>1.5582200000000001E-4</c:v>
                </c:pt>
                <c:pt idx="1428">
                  <c:v>1.56546E-4</c:v>
                </c:pt>
                <c:pt idx="1429">
                  <c:v>1.5727300000000001E-4</c:v>
                </c:pt>
                <c:pt idx="1430">
                  <c:v>1.5799999999999999E-4</c:v>
                </c:pt>
                <c:pt idx="1431">
                  <c:v>1.5872799999999999E-4</c:v>
                </c:pt>
                <c:pt idx="1432">
                  <c:v>1.5946100000000001E-4</c:v>
                </c:pt>
                <c:pt idx="1433">
                  <c:v>1.6019799999999999E-4</c:v>
                </c:pt>
                <c:pt idx="1434">
                  <c:v>1.6093600000000001E-4</c:v>
                </c:pt>
                <c:pt idx="1435">
                  <c:v>1.6167500000000001E-4</c:v>
                </c:pt>
                <c:pt idx="1436">
                  <c:v>1.62418E-4</c:v>
                </c:pt>
                <c:pt idx="1437">
                  <c:v>1.6316799999999999E-4</c:v>
                </c:pt>
                <c:pt idx="1438">
                  <c:v>1.6392199999999999E-4</c:v>
                </c:pt>
                <c:pt idx="1439">
                  <c:v>1.6467700000000001E-4</c:v>
                </c:pt>
                <c:pt idx="1440">
                  <c:v>1.65434E-4</c:v>
                </c:pt>
                <c:pt idx="1441">
                  <c:v>1.66198E-4</c:v>
                </c:pt>
                <c:pt idx="1442">
                  <c:v>1.6696699999999999E-4</c:v>
                </c:pt>
                <c:pt idx="1443">
                  <c:v>1.67739E-4</c:v>
                </c:pt>
                <c:pt idx="1444">
                  <c:v>1.68512E-4</c:v>
                </c:pt>
                <c:pt idx="1445">
                  <c:v>1.6928599999999999E-4</c:v>
                </c:pt>
                <c:pt idx="1446">
                  <c:v>1.7006200000000001E-4</c:v>
                </c:pt>
                <c:pt idx="1447">
                  <c:v>1.7084500000000001E-4</c:v>
                </c:pt>
                <c:pt idx="1448">
                  <c:v>1.71633E-4</c:v>
                </c:pt>
                <c:pt idx="1449">
                  <c:v>1.7242399999999999E-4</c:v>
                </c:pt>
                <c:pt idx="1450">
                  <c:v>1.7321700000000001E-4</c:v>
                </c:pt>
                <c:pt idx="1451">
                  <c:v>1.74012E-4</c:v>
                </c:pt>
                <c:pt idx="1452">
                  <c:v>1.7481199999999999E-4</c:v>
                </c:pt>
                <c:pt idx="1453">
                  <c:v>1.7561599999999999E-4</c:v>
                </c:pt>
                <c:pt idx="1454">
                  <c:v>1.76422E-4</c:v>
                </c:pt>
                <c:pt idx="1455">
                  <c:v>1.7722899999999999E-4</c:v>
                </c:pt>
                <c:pt idx="1456">
                  <c:v>1.7803900000000001E-4</c:v>
                </c:pt>
                <c:pt idx="1457">
                  <c:v>1.7885500000000001E-4</c:v>
                </c:pt>
                <c:pt idx="1458">
                  <c:v>1.7967699999999999E-4</c:v>
                </c:pt>
                <c:pt idx="1459">
                  <c:v>1.8050100000000001E-4</c:v>
                </c:pt>
                <c:pt idx="1460">
                  <c:v>1.81325E-4</c:v>
                </c:pt>
                <c:pt idx="1461">
                  <c:v>1.8215399999999999E-4</c:v>
                </c:pt>
                <c:pt idx="1462">
                  <c:v>1.82988E-4</c:v>
                </c:pt>
                <c:pt idx="1463">
                  <c:v>1.8382399999999999E-4</c:v>
                </c:pt>
                <c:pt idx="1464">
                  <c:v>1.8465800000000001E-4</c:v>
                </c:pt>
                <c:pt idx="1465">
                  <c:v>1.8549199999999999E-4</c:v>
                </c:pt>
                <c:pt idx="1466">
                  <c:v>1.86331E-4</c:v>
                </c:pt>
                <c:pt idx="1467">
                  <c:v>1.87181E-4</c:v>
                </c:pt>
                <c:pt idx="1468">
                  <c:v>1.88035E-4</c:v>
                </c:pt>
                <c:pt idx="1469">
                  <c:v>1.8888999999999999E-4</c:v>
                </c:pt>
                <c:pt idx="1470">
                  <c:v>1.89748E-4</c:v>
                </c:pt>
                <c:pt idx="1471">
                  <c:v>1.9061300000000001E-4</c:v>
                </c:pt>
                <c:pt idx="1472">
                  <c:v>1.9148400000000001E-4</c:v>
                </c:pt>
                <c:pt idx="1473">
                  <c:v>1.92354E-4</c:v>
                </c:pt>
                <c:pt idx="1474">
                  <c:v>1.9322400000000001E-4</c:v>
                </c:pt>
                <c:pt idx="1475">
                  <c:v>1.9409700000000001E-4</c:v>
                </c:pt>
                <c:pt idx="1476">
                  <c:v>1.9498000000000001E-4</c:v>
                </c:pt>
                <c:pt idx="1477">
                  <c:v>1.9586899999999999E-4</c:v>
                </c:pt>
                <c:pt idx="1478">
                  <c:v>1.9675899999999999E-4</c:v>
                </c:pt>
                <c:pt idx="1479">
                  <c:v>1.9765200000000001E-4</c:v>
                </c:pt>
                <c:pt idx="1480">
                  <c:v>1.9854900000000001E-4</c:v>
                </c:pt>
                <c:pt idx="1481">
                  <c:v>1.9945E-4</c:v>
                </c:pt>
                <c:pt idx="1482">
                  <c:v>2.0035100000000001E-4</c:v>
                </c:pt>
                <c:pt idx="1483">
                  <c:v>2.0125000000000001E-4</c:v>
                </c:pt>
                <c:pt idx="1484">
                  <c:v>2.02151E-4</c:v>
                </c:pt>
                <c:pt idx="1485">
                  <c:v>2.0305799999999999E-4</c:v>
                </c:pt>
                <c:pt idx="1486">
                  <c:v>2.03969E-4</c:v>
                </c:pt>
                <c:pt idx="1487">
                  <c:v>2.0488099999999999E-4</c:v>
                </c:pt>
                <c:pt idx="1488">
                  <c:v>2.0579300000000001E-4</c:v>
                </c:pt>
                <c:pt idx="1489">
                  <c:v>2.0670700000000001E-4</c:v>
                </c:pt>
                <c:pt idx="1490">
                  <c:v>2.0762800000000001E-4</c:v>
                </c:pt>
                <c:pt idx="1491">
                  <c:v>2.0856E-4</c:v>
                </c:pt>
                <c:pt idx="1492">
                  <c:v>2.0949799999999999E-4</c:v>
                </c:pt>
                <c:pt idx="1493">
                  <c:v>2.10437E-4</c:v>
                </c:pt>
                <c:pt idx="1494">
                  <c:v>2.1137799999999999E-4</c:v>
                </c:pt>
                <c:pt idx="1495">
                  <c:v>2.12322E-4</c:v>
                </c:pt>
                <c:pt idx="1496">
                  <c:v>2.13272E-4</c:v>
                </c:pt>
                <c:pt idx="1497">
                  <c:v>2.1422699999999999E-4</c:v>
                </c:pt>
                <c:pt idx="1498">
                  <c:v>2.15188E-4</c:v>
                </c:pt>
                <c:pt idx="1499">
                  <c:v>2.16152E-4</c:v>
                </c:pt>
                <c:pt idx="1500">
                  <c:v>2.17116E-4</c:v>
                </c:pt>
                <c:pt idx="1501">
                  <c:v>2.18075E-4</c:v>
                </c:pt>
                <c:pt idx="1502">
                  <c:v>2.1903E-4</c:v>
                </c:pt>
                <c:pt idx="1503">
                  <c:v>2.1999399999999999E-4</c:v>
                </c:pt>
                <c:pt idx="1504">
                  <c:v>2.2096799999999999E-4</c:v>
                </c:pt>
                <c:pt idx="1505">
                  <c:v>2.2195E-4</c:v>
                </c:pt>
                <c:pt idx="1506">
                  <c:v>2.22938E-4</c:v>
                </c:pt>
                <c:pt idx="1507">
                  <c:v>2.2393099999999999E-4</c:v>
                </c:pt>
                <c:pt idx="1508">
                  <c:v>2.2492399999999999E-4</c:v>
                </c:pt>
                <c:pt idx="1509">
                  <c:v>2.25916E-4</c:v>
                </c:pt>
                <c:pt idx="1510">
                  <c:v>2.2691599999999999E-4</c:v>
                </c:pt>
                <c:pt idx="1511">
                  <c:v>2.2792400000000001E-4</c:v>
                </c:pt>
                <c:pt idx="1512">
                  <c:v>2.2893300000000001E-4</c:v>
                </c:pt>
                <c:pt idx="1513">
                  <c:v>2.29941E-4</c:v>
                </c:pt>
                <c:pt idx="1514">
                  <c:v>2.3095099999999999E-4</c:v>
                </c:pt>
                <c:pt idx="1515">
                  <c:v>2.31967E-4</c:v>
                </c:pt>
                <c:pt idx="1516">
                  <c:v>2.32995E-4</c:v>
                </c:pt>
                <c:pt idx="1517">
                  <c:v>2.3402399999999999E-4</c:v>
                </c:pt>
                <c:pt idx="1518">
                  <c:v>2.35052E-4</c:v>
                </c:pt>
                <c:pt idx="1519">
                  <c:v>2.3608400000000001E-4</c:v>
                </c:pt>
                <c:pt idx="1520">
                  <c:v>2.3712200000000001E-4</c:v>
                </c:pt>
                <c:pt idx="1521">
                  <c:v>2.3815899999999999E-4</c:v>
                </c:pt>
                <c:pt idx="1522">
                  <c:v>2.39194E-4</c:v>
                </c:pt>
                <c:pt idx="1523">
                  <c:v>2.4023E-4</c:v>
                </c:pt>
                <c:pt idx="1524">
                  <c:v>2.4126900000000001E-4</c:v>
                </c:pt>
                <c:pt idx="1525">
                  <c:v>2.4231400000000001E-4</c:v>
                </c:pt>
                <c:pt idx="1526">
                  <c:v>2.4336299999999999E-4</c:v>
                </c:pt>
                <c:pt idx="1527">
                  <c:v>2.4441399999999998E-4</c:v>
                </c:pt>
                <c:pt idx="1528">
                  <c:v>2.4546799999999999E-4</c:v>
                </c:pt>
                <c:pt idx="1529">
                  <c:v>2.4652799999999998E-4</c:v>
                </c:pt>
                <c:pt idx="1530">
                  <c:v>2.4759899999999999E-4</c:v>
                </c:pt>
                <c:pt idx="1531">
                  <c:v>2.48674E-4</c:v>
                </c:pt>
                <c:pt idx="1532">
                  <c:v>2.4974799999999999E-4</c:v>
                </c:pt>
                <c:pt idx="1533">
                  <c:v>2.5082499999999998E-4</c:v>
                </c:pt>
                <c:pt idx="1534">
                  <c:v>2.5190400000000001E-4</c:v>
                </c:pt>
                <c:pt idx="1535">
                  <c:v>2.52988E-4</c:v>
                </c:pt>
                <c:pt idx="1536">
                  <c:v>2.5407700000000001E-4</c:v>
                </c:pt>
                <c:pt idx="1537">
                  <c:v>2.5516999999999998E-4</c:v>
                </c:pt>
                <c:pt idx="1538">
                  <c:v>2.5626400000000003E-4</c:v>
                </c:pt>
                <c:pt idx="1539">
                  <c:v>2.57361E-4</c:v>
                </c:pt>
                <c:pt idx="1540">
                  <c:v>2.58459E-4</c:v>
                </c:pt>
                <c:pt idx="1541">
                  <c:v>2.59554E-4</c:v>
                </c:pt>
                <c:pt idx="1542">
                  <c:v>2.6065099999999998E-4</c:v>
                </c:pt>
                <c:pt idx="1543">
                  <c:v>2.6174999999999999E-4</c:v>
                </c:pt>
                <c:pt idx="1544">
                  <c:v>2.62849E-4</c:v>
                </c:pt>
                <c:pt idx="1545">
                  <c:v>2.6395200000000002E-4</c:v>
                </c:pt>
                <c:pt idx="1546">
                  <c:v>2.6506000000000001E-4</c:v>
                </c:pt>
                <c:pt idx="1547">
                  <c:v>2.6617200000000001E-4</c:v>
                </c:pt>
                <c:pt idx="1548">
                  <c:v>2.6728500000000003E-4</c:v>
                </c:pt>
                <c:pt idx="1549">
                  <c:v>2.6840300000000001E-4</c:v>
                </c:pt>
                <c:pt idx="1550">
                  <c:v>2.6953099999999999E-4</c:v>
                </c:pt>
                <c:pt idx="1551">
                  <c:v>2.7066500000000001E-4</c:v>
                </c:pt>
                <c:pt idx="1552">
                  <c:v>2.7180200000000002E-4</c:v>
                </c:pt>
                <c:pt idx="1553">
                  <c:v>2.7293899999999998E-4</c:v>
                </c:pt>
                <c:pt idx="1554">
                  <c:v>2.7408400000000001E-4</c:v>
                </c:pt>
                <c:pt idx="1555">
                  <c:v>2.7524199999999998E-4</c:v>
                </c:pt>
                <c:pt idx="1556">
                  <c:v>2.7640100000000001E-4</c:v>
                </c:pt>
                <c:pt idx="1557">
                  <c:v>2.7755599999999998E-4</c:v>
                </c:pt>
                <c:pt idx="1558">
                  <c:v>2.7870999999999999E-4</c:v>
                </c:pt>
                <c:pt idx="1559">
                  <c:v>2.79871E-4</c:v>
                </c:pt>
                <c:pt idx="1560">
                  <c:v>2.8103900000000002E-4</c:v>
                </c:pt>
                <c:pt idx="1561">
                  <c:v>2.8220699999999998E-4</c:v>
                </c:pt>
                <c:pt idx="1562">
                  <c:v>2.8337600000000001E-4</c:v>
                </c:pt>
                <c:pt idx="1563">
                  <c:v>2.8454799999999997E-4</c:v>
                </c:pt>
                <c:pt idx="1564">
                  <c:v>2.85727E-4</c:v>
                </c:pt>
                <c:pt idx="1565">
                  <c:v>2.8690999999999998E-4</c:v>
                </c:pt>
                <c:pt idx="1566">
                  <c:v>2.8809300000000001E-4</c:v>
                </c:pt>
                <c:pt idx="1567">
                  <c:v>2.8927500000000002E-4</c:v>
                </c:pt>
                <c:pt idx="1568">
                  <c:v>2.9045999999999998E-4</c:v>
                </c:pt>
                <c:pt idx="1569">
                  <c:v>2.9165499999999999E-4</c:v>
                </c:pt>
                <c:pt idx="1570">
                  <c:v>2.92854E-4</c:v>
                </c:pt>
                <c:pt idx="1571">
                  <c:v>2.9405099999999998E-4</c:v>
                </c:pt>
                <c:pt idx="1572">
                  <c:v>2.9524999999999999E-4</c:v>
                </c:pt>
                <c:pt idx="1573">
                  <c:v>2.9645700000000002E-4</c:v>
                </c:pt>
                <c:pt idx="1574">
                  <c:v>2.9767200000000002E-4</c:v>
                </c:pt>
                <c:pt idx="1575">
                  <c:v>2.9888899999999999E-4</c:v>
                </c:pt>
                <c:pt idx="1576">
                  <c:v>3.0010600000000002E-4</c:v>
                </c:pt>
                <c:pt idx="1577">
                  <c:v>3.01324E-4</c:v>
                </c:pt>
                <c:pt idx="1578">
                  <c:v>3.0254899999999999E-4</c:v>
                </c:pt>
                <c:pt idx="1579">
                  <c:v>3.0378000000000002E-4</c:v>
                </c:pt>
                <c:pt idx="1580">
                  <c:v>3.0500999999999998E-4</c:v>
                </c:pt>
                <c:pt idx="1581">
                  <c:v>3.0624100000000001E-4</c:v>
                </c:pt>
                <c:pt idx="1582">
                  <c:v>3.07473E-4</c:v>
                </c:pt>
                <c:pt idx="1583">
                  <c:v>3.0870799999999999E-4</c:v>
                </c:pt>
                <c:pt idx="1584">
                  <c:v>3.0995000000000003E-4</c:v>
                </c:pt>
                <c:pt idx="1585">
                  <c:v>3.1119699999999998E-4</c:v>
                </c:pt>
                <c:pt idx="1586">
                  <c:v>3.1244600000000002E-4</c:v>
                </c:pt>
                <c:pt idx="1587">
                  <c:v>3.1370500000000001E-4</c:v>
                </c:pt>
                <c:pt idx="1588">
                  <c:v>3.1500000000000001E-4</c:v>
                </c:pt>
                <c:pt idx="1589">
                  <c:v>3.1633399999999998E-4</c:v>
                </c:pt>
                <c:pt idx="1590">
                  <c:v>3.1767200000000002E-4</c:v>
                </c:pt>
                <c:pt idx="1591">
                  <c:v>3.1899499999999998E-4</c:v>
                </c:pt>
                <c:pt idx="1592">
                  <c:v>3.2030200000000001E-4</c:v>
                </c:pt>
                <c:pt idx="1593">
                  <c:v>3.2160000000000001E-4</c:v>
                </c:pt>
                <c:pt idx="1594">
                  <c:v>3.22894E-4</c:v>
                </c:pt>
                <c:pt idx="1595">
                  <c:v>3.2418200000000001E-4</c:v>
                </c:pt>
                <c:pt idx="1596">
                  <c:v>3.2546499999999999E-4</c:v>
                </c:pt>
                <c:pt idx="1597">
                  <c:v>3.2674800000000002E-4</c:v>
                </c:pt>
                <c:pt idx="1598">
                  <c:v>3.2803800000000001E-4</c:v>
                </c:pt>
                <c:pt idx="1599">
                  <c:v>3.2933300000000001E-4</c:v>
                </c:pt>
                <c:pt idx="1600">
                  <c:v>3.3062599999999999E-4</c:v>
                </c:pt>
                <c:pt idx="1601">
                  <c:v>3.3191399999999999E-4</c:v>
                </c:pt>
                <c:pt idx="1602">
                  <c:v>3.3320499999999999E-4</c:v>
                </c:pt>
                <c:pt idx="1603">
                  <c:v>3.34507E-4</c:v>
                </c:pt>
                <c:pt idx="1604">
                  <c:v>3.35819E-4</c:v>
                </c:pt>
                <c:pt idx="1605">
                  <c:v>3.37134E-4</c:v>
                </c:pt>
                <c:pt idx="1606">
                  <c:v>3.3844700000000002E-4</c:v>
                </c:pt>
                <c:pt idx="1607">
                  <c:v>3.3976699999999999E-4</c:v>
                </c:pt>
                <c:pt idx="1608">
                  <c:v>3.4109800000000002E-4</c:v>
                </c:pt>
                <c:pt idx="1609">
                  <c:v>3.4243099999999997E-4</c:v>
                </c:pt>
                <c:pt idx="1610">
                  <c:v>3.4375999999999997E-4</c:v>
                </c:pt>
                <c:pt idx="1611">
                  <c:v>3.4509200000000002E-4</c:v>
                </c:pt>
                <c:pt idx="1612">
                  <c:v>3.4643100000000002E-4</c:v>
                </c:pt>
                <c:pt idx="1613">
                  <c:v>3.4778400000000002E-4</c:v>
                </c:pt>
                <c:pt idx="1614">
                  <c:v>3.49143E-4</c:v>
                </c:pt>
                <c:pt idx="1615">
                  <c:v>3.5049700000000002E-4</c:v>
                </c:pt>
                <c:pt idx="1616">
                  <c:v>3.5184799999999998E-4</c:v>
                </c:pt>
                <c:pt idx="1617">
                  <c:v>3.5320000000000002E-4</c:v>
                </c:pt>
                <c:pt idx="1618">
                  <c:v>3.54562E-4</c:v>
                </c:pt>
                <c:pt idx="1619">
                  <c:v>3.5592799999999998E-4</c:v>
                </c:pt>
                <c:pt idx="1620">
                  <c:v>3.5728600000000001E-4</c:v>
                </c:pt>
                <c:pt idx="1621">
                  <c:v>3.5864000000000002E-4</c:v>
                </c:pt>
                <c:pt idx="1622">
                  <c:v>3.59995E-4</c:v>
                </c:pt>
                <c:pt idx="1623">
                  <c:v>3.61355E-4</c:v>
                </c:pt>
                <c:pt idx="1624">
                  <c:v>3.6271799999999999E-4</c:v>
                </c:pt>
                <c:pt idx="1625">
                  <c:v>3.6408600000000001E-4</c:v>
                </c:pt>
                <c:pt idx="1626">
                  <c:v>3.6546199999999999E-4</c:v>
                </c:pt>
                <c:pt idx="1627">
                  <c:v>3.6684499999999997E-4</c:v>
                </c:pt>
                <c:pt idx="1628">
                  <c:v>3.6823299999999998E-4</c:v>
                </c:pt>
                <c:pt idx="1629">
                  <c:v>3.6962300000000002E-4</c:v>
                </c:pt>
                <c:pt idx="1630">
                  <c:v>3.7101700000000002E-4</c:v>
                </c:pt>
                <c:pt idx="1631">
                  <c:v>3.72417E-4</c:v>
                </c:pt>
                <c:pt idx="1632">
                  <c:v>3.7382300000000002E-4</c:v>
                </c:pt>
                <c:pt idx="1633">
                  <c:v>3.7523999999999999E-4</c:v>
                </c:pt>
                <c:pt idx="1634">
                  <c:v>3.7666499999999999E-4</c:v>
                </c:pt>
                <c:pt idx="1635">
                  <c:v>3.7809399999999999E-4</c:v>
                </c:pt>
                <c:pt idx="1636">
                  <c:v>3.79527E-4</c:v>
                </c:pt>
                <c:pt idx="1637">
                  <c:v>3.8096799999999998E-4</c:v>
                </c:pt>
                <c:pt idx="1638">
                  <c:v>3.8241600000000001E-4</c:v>
                </c:pt>
                <c:pt idx="1639">
                  <c:v>3.8387300000000002E-4</c:v>
                </c:pt>
                <c:pt idx="1640">
                  <c:v>3.8533799999999999E-4</c:v>
                </c:pt>
                <c:pt idx="1641">
                  <c:v>3.8681000000000002E-4</c:v>
                </c:pt>
                <c:pt idx="1642">
                  <c:v>3.88293E-4</c:v>
                </c:pt>
                <c:pt idx="1643">
                  <c:v>3.8978899999999998E-4</c:v>
                </c:pt>
                <c:pt idx="1644">
                  <c:v>3.9129200000000001E-4</c:v>
                </c:pt>
                <c:pt idx="1645">
                  <c:v>3.92796E-4</c:v>
                </c:pt>
                <c:pt idx="1646">
                  <c:v>3.9430500000000001E-4</c:v>
                </c:pt>
                <c:pt idx="1647">
                  <c:v>3.9582899999999999E-4</c:v>
                </c:pt>
                <c:pt idx="1648">
                  <c:v>3.9736300000000002E-4</c:v>
                </c:pt>
                <c:pt idx="1649">
                  <c:v>3.9889800000000002E-4</c:v>
                </c:pt>
                <c:pt idx="1650">
                  <c:v>4.0043899999999999E-4</c:v>
                </c:pt>
                <c:pt idx="1651">
                  <c:v>4.01992E-4</c:v>
                </c:pt>
                <c:pt idx="1652">
                  <c:v>4.0356399999999997E-4</c:v>
                </c:pt>
                <c:pt idx="1653">
                  <c:v>4.0514799999999998E-4</c:v>
                </c:pt>
                <c:pt idx="1654">
                  <c:v>4.0674E-4</c:v>
                </c:pt>
                <c:pt idx="1655">
                  <c:v>4.0834299999999998E-4</c:v>
                </c:pt>
                <c:pt idx="1656">
                  <c:v>4.0996199999999999E-4</c:v>
                </c:pt>
                <c:pt idx="1657">
                  <c:v>4.1159900000000001E-4</c:v>
                </c:pt>
                <c:pt idx="1658">
                  <c:v>4.13244E-4</c:v>
                </c:pt>
                <c:pt idx="1659">
                  <c:v>4.1489199999999998E-4</c:v>
                </c:pt>
                <c:pt idx="1660">
                  <c:v>4.1654799999999998E-4</c:v>
                </c:pt>
                <c:pt idx="1661">
                  <c:v>4.1821799999999999E-4</c:v>
                </c:pt>
                <c:pt idx="1662">
                  <c:v>4.1990400000000002E-4</c:v>
                </c:pt>
                <c:pt idx="1663">
                  <c:v>4.21593E-4</c:v>
                </c:pt>
                <c:pt idx="1664">
                  <c:v>4.2328E-4</c:v>
                </c:pt>
                <c:pt idx="1665">
                  <c:v>4.2497200000000002E-4</c:v>
                </c:pt>
                <c:pt idx="1666">
                  <c:v>4.2666699999999999E-4</c:v>
                </c:pt>
                <c:pt idx="1667">
                  <c:v>4.2836699999999997E-4</c:v>
                </c:pt>
                <c:pt idx="1668">
                  <c:v>4.3006899999999999E-4</c:v>
                </c:pt>
                <c:pt idx="1669">
                  <c:v>4.3176800000000002E-4</c:v>
                </c:pt>
                <c:pt idx="1670">
                  <c:v>4.3345599999999998E-4</c:v>
                </c:pt>
                <c:pt idx="1671">
                  <c:v>4.3513299999999998E-4</c:v>
                </c:pt>
                <c:pt idx="1672">
                  <c:v>4.3679800000000001E-4</c:v>
                </c:pt>
                <c:pt idx="1673">
                  <c:v>4.3844499999999998E-4</c:v>
                </c:pt>
                <c:pt idx="1674">
                  <c:v>4.4007600000000002E-4</c:v>
                </c:pt>
                <c:pt idx="1675">
                  <c:v>4.4169100000000002E-4</c:v>
                </c:pt>
                <c:pt idx="1676">
                  <c:v>4.4329100000000001E-4</c:v>
                </c:pt>
                <c:pt idx="1677">
                  <c:v>4.4487999999999998E-4</c:v>
                </c:pt>
                <c:pt idx="1678">
                  <c:v>4.4646099999999999E-4</c:v>
                </c:pt>
                <c:pt idx="1679">
                  <c:v>4.48038E-4</c:v>
                </c:pt>
                <c:pt idx="1680">
                  <c:v>4.49605E-4</c:v>
                </c:pt>
                <c:pt idx="1681">
                  <c:v>4.5116500000000001E-4</c:v>
                </c:pt>
                <c:pt idx="1682">
                  <c:v>4.52724E-4</c:v>
                </c:pt>
                <c:pt idx="1683">
                  <c:v>4.5427800000000002E-4</c:v>
                </c:pt>
                <c:pt idx="1684">
                  <c:v>4.5583400000000001E-4</c:v>
                </c:pt>
                <c:pt idx="1685">
                  <c:v>4.5744500000000001E-4</c:v>
                </c:pt>
                <c:pt idx="1686">
                  <c:v>4.59118E-4</c:v>
                </c:pt>
                <c:pt idx="1687">
                  <c:v>4.6078999999999998E-4</c:v>
                </c:pt>
                <c:pt idx="1688">
                  <c:v>4.62423E-4</c:v>
                </c:pt>
                <c:pt idx="1689">
                  <c:v>4.6402100000000001E-4</c:v>
                </c:pt>
                <c:pt idx="1690">
                  <c:v>4.6559599999999998E-4</c:v>
                </c:pt>
                <c:pt idx="1691">
                  <c:v>4.6716599999999998E-4</c:v>
                </c:pt>
                <c:pt idx="1692">
                  <c:v>4.6873299999999999E-4</c:v>
                </c:pt>
                <c:pt idx="1693">
                  <c:v>4.7029400000000001E-4</c:v>
                </c:pt>
                <c:pt idx="1694">
                  <c:v>4.7185100000000002E-4</c:v>
                </c:pt>
                <c:pt idx="1695">
                  <c:v>4.7341199999999999E-4</c:v>
                </c:pt>
                <c:pt idx="1696">
                  <c:v>4.7498400000000002E-4</c:v>
                </c:pt>
                <c:pt idx="1697">
                  <c:v>4.76556E-4</c:v>
                </c:pt>
                <c:pt idx="1698">
                  <c:v>4.7812199999999999E-4</c:v>
                </c:pt>
                <c:pt idx="1699">
                  <c:v>4.7969400000000002E-4</c:v>
                </c:pt>
                <c:pt idx="1700">
                  <c:v>4.8128299999999999E-4</c:v>
                </c:pt>
                <c:pt idx="1701">
                  <c:v>4.8288999999999998E-4</c:v>
                </c:pt>
                <c:pt idx="1702">
                  <c:v>4.8450300000000001E-4</c:v>
                </c:pt>
                <c:pt idx="1703">
                  <c:v>4.8611699999999999E-4</c:v>
                </c:pt>
                <c:pt idx="1704">
                  <c:v>4.8774799999999998E-4</c:v>
                </c:pt>
                <c:pt idx="1705">
                  <c:v>4.8941200000000005E-4</c:v>
                </c:pt>
                <c:pt idx="1706">
                  <c:v>4.9110500000000004E-4</c:v>
                </c:pt>
                <c:pt idx="1707">
                  <c:v>4.9281499999999996E-4</c:v>
                </c:pt>
                <c:pt idx="1708">
                  <c:v>4.9453699999999997E-4</c:v>
                </c:pt>
                <c:pt idx="1709">
                  <c:v>4.9627299999999998E-4</c:v>
                </c:pt>
                <c:pt idx="1710">
                  <c:v>4.9802699999999995E-4</c:v>
                </c:pt>
                <c:pt idx="1711">
                  <c:v>4.9981400000000001E-4</c:v>
                </c:pt>
                <c:pt idx="1712">
                  <c:v>5.0162399999999999E-4</c:v>
                </c:pt>
                <c:pt idx="1713">
                  <c:v>5.0342900000000001E-4</c:v>
                </c:pt>
                <c:pt idx="1714">
                  <c:v>5.0521300000000002E-4</c:v>
                </c:pt>
                <c:pt idx="1715">
                  <c:v>5.0697600000000002E-4</c:v>
                </c:pt>
                <c:pt idx="1716">
                  <c:v>5.0872099999999996E-4</c:v>
                </c:pt>
                <c:pt idx="1717">
                  <c:v>5.1045400000000003E-4</c:v>
                </c:pt>
                <c:pt idx="1718">
                  <c:v>5.1218900000000003E-4</c:v>
                </c:pt>
                <c:pt idx="1719">
                  <c:v>5.1393299999999995E-4</c:v>
                </c:pt>
                <c:pt idx="1720">
                  <c:v>5.1569099999999998E-4</c:v>
                </c:pt>
                <c:pt idx="1721">
                  <c:v>5.1746300000000002E-4</c:v>
                </c:pt>
                <c:pt idx="1722">
                  <c:v>5.1924700000000002E-4</c:v>
                </c:pt>
                <c:pt idx="1723">
                  <c:v>5.2104699999999996E-4</c:v>
                </c:pt>
                <c:pt idx="1724">
                  <c:v>5.2285999999999999E-4</c:v>
                </c:pt>
                <c:pt idx="1725">
                  <c:v>5.2468999999999997E-4</c:v>
                </c:pt>
                <c:pt idx="1726">
                  <c:v>5.2653900000000002E-4</c:v>
                </c:pt>
                <c:pt idx="1727">
                  <c:v>5.2840000000000005E-4</c:v>
                </c:pt>
                <c:pt idx="1728">
                  <c:v>5.3026799999999997E-4</c:v>
                </c:pt>
                <c:pt idx="1729">
                  <c:v>5.3213999999999996E-4</c:v>
                </c:pt>
                <c:pt idx="1730">
                  <c:v>5.3401800000000004E-4</c:v>
                </c:pt>
                <c:pt idx="1731">
                  <c:v>5.3590400000000002E-4</c:v>
                </c:pt>
                <c:pt idx="1732">
                  <c:v>5.3779700000000001E-4</c:v>
                </c:pt>
                <c:pt idx="1733">
                  <c:v>5.3969599999999999E-4</c:v>
                </c:pt>
                <c:pt idx="1734">
                  <c:v>5.4160299999999998E-4</c:v>
                </c:pt>
                <c:pt idx="1735">
                  <c:v>5.43525E-4</c:v>
                </c:pt>
                <c:pt idx="1736">
                  <c:v>5.45453E-4</c:v>
                </c:pt>
                <c:pt idx="1737">
                  <c:v>5.4737099999999995E-4</c:v>
                </c:pt>
                <c:pt idx="1738">
                  <c:v>5.49275E-4</c:v>
                </c:pt>
                <c:pt idx="1739">
                  <c:v>5.5116900000000001E-4</c:v>
                </c:pt>
                <c:pt idx="1740">
                  <c:v>5.5307100000000003E-4</c:v>
                </c:pt>
                <c:pt idx="1741">
                  <c:v>5.5497999999999995E-4</c:v>
                </c:pt>
                <c:pt idx="1742">
                  <c:v>5.5688700000000005E-4</c:v>
                </c:pt>
                <c:pt idx="1743">
                  <c:v>5.5878999999999998E-4</c:v>
                </c:pt>
                <c:pt idx="1744">
                  <c:v>5.6069500000000005E-4</c:v>
                </c:pt>
                <c:pt idx="1745">
                  <c:v>5.62613E-4</c:v>
                </c:pt>
                <c:pt idx="1746">
                  <c:v>5.6453799999999995E-4</c:v>
                </c:pt>
                <c:pt idx="1747">
                  <c:v>5.6645399999999998E-4</c:v>
                </c:pt>
                <c:pt idx="1748">
                  <c:v>5.6834400000000003E-4</c:v>
                </c:pt>
                <c:pt idx="1749">
                  <c:v>5.7019700000000004E-4</c:v>
                </c:pt>
                <c:pt idx="1750">
                  <c:v>5.7203899999999999E-4</c:v>
                </c:pt>
                <c:pt idx="1751">
                  <c:v>5.7389300000000002E-4</c:v>
                </c:pt>
                <c:pt idx="1752">
                  <c:v>5.75765E-4</c:v>
                </c:pt>
                <c:pt idx="1753">
                  <c:v>5.7764700000000003E-4</c:v>
                </c:pt>
                <c:pt idx="1754">
                  <c:v>5.7953699999999998E-4</c:v>
                </c:pt>
                <c:pt idx="1755">
                  <c:v>5.8144700000000002E-4</c:v>
                </c:pt>
                <c:pt idx="1756">
                  <c:v>5.8337299999999999E-4</c:v>
                </c:pt>
                <c:pt idx="1757">
                  <c:v>5.8529899999999995E-4</c:v>
                </c:pt>
                <c:pt idx="1758">
                  <c:v>5.8722099999999997E-4</c:v>
                </c:pt>
                <c:pt idx="1759">
                  <c:v>5.8913800000000001E-4</c:v>
                </c:pt>
                <c:pt idx="1760">
                  <c:v>5.9105699999999998E-4</c:v>
                </c:pt>
                <c:pt idx="1761">
                  <c:v>5.92973E-4</c:v>
                </c:pt>
                <c:pt idx="1762">
                  <c:v>5.9489000000000005E-4</c:v>
                </c:pt>
                <c:pt idx="1763">
                  <c:v>5.9680499999999995E-4</c:v>
                </c:pt>
                <c:pt idx="1764">
                  <c:v>5.9871600000000001E-4</c:v>
                </c:pt>
                <c:pt idx="1765">
                  <c:v>6.0062600000000005E-4</c:v>
                </c:pt>
                <c:pt idx="1766">
                  <c:v>6.0253100000000001E-4</c:v>
                </c:pt>
                <c:pt idx="1767">
                  <c:v>6.0442799999999995E-4</c:v>
                </c:pt>
                <c:pt idx="1768">
                  <c:v>6.0632199999999996E-4</c:v>
                </c:pt>
                <c:pt idx="1769">
                  <c:v>6.0822299999999997E-4</c:v>
                </c:pt>
                <c:pt idx="1770">
                  <c:v>6.1012800000000004E-4</c:v>
                </c:pt>
                <c:pt idx="1771">
                  <c:v>6.1200100000000004E-4</c:v>
                </c:pt>
                <c:pt idx="1772">
                  <c:v>6.1382699999999995E-4</c:v>
                </c:pt>
                <c:pt idx="1773">
                  <c:v>6.1565299999999997E-4</c:v>
                </c:pt>
                <c:pt idx="1774">
                  <c:v>6.1751199999999997E-4</c:v>
                </c:pt>
                <c:pt idx="1775">
                  <c:v>6.1938900000000003E-4</c:v>
                </c:pt>
                <c:pt idx="1776">
                  <c:v>6.2126900000000003E-4</c:v>
                </c:pt>
                <c:pt idx="1777">
                  <c:v>6.2315600000000004E-4</c:v>
                </c:pt>
                <c:pt idx="1778">
                  <c:v>6.2505199999999996E-4</c:v>
                </c:pt>
                <c:pt idx="1779">
                  <c:v>6.2696699999999998E-4</c:v>
                </c:pt>
                <c:pt idx="1780">
                  <c:v>6.2889499999999997E-4</c:v>
                </c:pt>
                <c:pt idx="1781">
                  <c:v>6.3082899999999996E-4</c:v>
                </c:pt>
                <c:pt idx="1782">
                  <c:v>6.3276700000000001E-4</c:v>
                </c:pt>
                <c:pt idx="1783">
                  <c:v>6.3470300000000002E-4</c:v>
                </c:pt>
                <c:pt idx="1784">
                  <c:v>6.3664799999999997E-4</c:v>
                </c:pt>
                <c:pt idx="1785">
                  <c:v>6.3859099999999999E-4</c:v>
                </c:pt>
                <c:pt idx="1786">
                  <c:v>6.4051099999999997E-4</c:v>
                </c:pt>
                <c:pt idx="1787">
                  <c:v>6.4241600000000004E-4</c:v>
                </c:pt>
                <c:pt idx="1788">
                  <c:v>6.44314E-4</c:v>
                </c:pt>
                <c:pt idx="1789">
                  <c:v>6.4621999999999998E-4</c:v>
                </c:pt>
                <c:pt idx="1790">
                  <c:v>6.4814699999999996E-4</c:v>
                </c:pt>
                <c:pt idx="1791">
                  <c:v>6.5009200000000001E-4</c:v>
                </c:pt>
                <c:pt idx="1792">
                  <c:v>6.5203899999999998E-4</c:v>
                </c:pt>
                <c:pt idx="1793">
                  <c:v>6.53989E-4</c:v>
                </c:pt>
                <c:pt idx="1794">
                  <c:v>6.5595900000000001E-4</c:v>
                </c:pt>
                <c:pt idx="1795">
                  <c:v>6.5794300000000003E-4</c:v>
                </c:pt>
                <c:pt idx="1796">
                  <c:v>6.5993499999999995E-4</c:v>
                </c:pt>
                <c:pt idx="1797">
                  <c:v>6.61928E-4</c:v>
                </c:pt>
                <c:pt idx="1798">
                  <c:v>6.6392399999999998E-4</c:v>
                </c:pt>
                <c:pt idx="1799">
                  <c:v>6.6591000000000003E-4</c:v>
                </c:pt>
                <c:pt idx="1800">
                  <c:v>6.67871E-4</c:v>
                </c:pt>
                <c:pt idx="1801">
                  <c:v>6.6982399999999996E-4</c:v>
                </c:pt>
                <c:pt idx="1802">
                  <c:v>6.7179200000000005E-4</c:v>
                </c:pt>
                <c:pt idx="1803">
                  <c:v>6.7376899999999995E-4</c:v>
                </c:pt>
                <c:pt idx="1804">
                  <c:v>6.7574499999999995E-4</c:v>
                </c:pt>
                <c:pt idx="1805">
                  <c:v>6.7771800000000001E-4</c:v>
                </c:pt>
                <c:pt idx="1806">
                  <c:v>6.7969500000000002E-4</c:v>
                </c:pt>
                <c:pt idx="1807">
                  <c:v>6.8167E-4</c:v>
                </c:pt>
                <c:pt idx="1808">
                  <c:v>6.8364299999999995E-4</c:v>
                </c:pt>
                <c:pt idx="1809">
                  <c:v>6.8561700000000002E-4</c:v>
                </c:pt>
                <c:pt idx="1810">
                  <c:v>6.8759400000000003E-4</c:v>
                </c:pt>
                <c:pt idx="1811">
                  <c:v>6.8957299999999997E-4</c:v>
                </c:pt>
                <c:pt idx="1812">
                  <c:v>6.9153800000000001E-4</c:v>
                </c:pt>
                <c:pt idx="1813">
                  <c:v>6.9347699999999996E-4</c:v>
                </c:pt>
                <c:pt idx="1814">
                  <c:v>6.9539500000000002E-4</c:v>
                </c:pt>
                <c:pt idx="1815">
                  <c:v>6.9731000000000003E-4</c:v>
                </c:pt>
                <c:pt idx="1816">
                  <c:v>6.99236E-4</c:v>
                </c:pt>
                <c:pt idx="1817">
                  <c:v>7.0118700000000003E-4</c:v>
                </c:pt>
                <c:pt idx="1818">
                  <c:v>7.03168E-4</c:v>
                </c:pt>
                <c:pt idx="1819">
                  <c:v>7.0516800000000005E-4</c:v>
                </c:pt>
                <c:pt idx="1820">
                  <c:v>7.0716500000000005E-4</c:v>
                </c:pt>
                <c:pt idx="1821">
                  <c:v>7.0915300000000002E-4</c:v>
                </c:pt>
                <c:pt idx="1822">
                  <c:v>7.1113600000000002E-4</c:v>
                </c:pt>
                <c:pt idx="1823">
                  <c:v>7.1312100000000005E-4</c:v>
                </c:pt>
                <c:pt idx="1824">
                  <c:v>7.1511199999999995E-4</c:v>
                </c:pt>
                <c:pt idx="1825">
                  <c:v>7.1710299999999997E-4</c:v>
                </c:pt>
                <c:pt idx="1826">
                  <c:v>7.1907299999999998E-4</c:v>
                </c:pt>
                <c:pt idx="1827">
                  <c:v>7.2103800000000002E-4</c:v>
                </c:pt>
                <c:pt idx="1828">
                  <c:v>7.2301099999999997E-4</c:v>
                </c:pt>
                <c:pt idx="1829">
                  <c:v>7.2497700000000002E-4</c:v>
                </c:pt>
                <c:pt idx="1830">
                  <c:v>7.2692899999999996E-4</c:v>
                </c:pt>
                <c:pt idx="1831">
                  <c:v>7.2887500000000003E-4</c:v>
                </c:pt>
                <c:pt idx="1832">
                  <c:v>7.3083999999999996E-4</c:v>
                </c:pt>
                <c:pt idx="1833">
                  <c:v>7.3284200000000004E-4</c:v>
                </c:pt>
                <c:pt idx="1834">
                  <c:v>7.3486700000000005E-4</c:v>
                </c:pt>
                <c:pt idx="1835">
                  <c:v>7.3689999999999997E-4</c:v>
                </c:pt>
                <c:pt idx="1836">
                  <c:v>7.3893299999999999E-4</c:v>
                </c:pt>
                <c:pt idx="1837">
                  <c:v>7.4096399999999999E-4</c:v>
                </c:pt>
                <c:pt idx="1838">
                  <c:v>7.4298099999999998E-4</c:v>
                </c:pt>
                <c:pt idx="1839">
                  <c:v>7.4498299999999995E-4</c:v>
                </c:pt>
                <c:pt idx="1840">
                  <c:v>7.46983E-4</c:v>
                </c:pt>
                <c:pt idx="1841">
                  <c:v>7.4898499999999997E-4</c:v>
                </c:pt>
                <c:pt idx="1842">
                  <c:v>7.5098700000000005E-4</c:v>
                </c:pt>
                <c:pt idx="1843">
                  <c:v>7.5299099999999995E-4</c:v>
                </c:pt>
                <c:pt idx="1844">
                  <c:v>7.5501099999999999E-4</c:v>
                </c:pt>
                <c:pt idx="1845">
                  <c:v>7.5706299999999999E-4</c:v>
                </c:pt>
                <c:pt idx="1846">
                  <c:v>7.5913499999999997E-4</c:v>
                </c:pt>
                <c:pt idx="1847">
                  <c:v>7.6120400000000003E-4</c:v>
                </c:pt>
                <c:pt idx="1848">
                  <c:v>7.6324400000000005E-4</c:v>
                </c:pt>
                <c:pt idx="1849">
                  <c:v>7.6524500000000001E-4</c:v>
                </c:pt>
                <c:pt idx="1850">
                  <c:v>7.6722599999999998E-4</c:v>
                </c:pt>
                <c:pt idx="1851">
                  <c:v>7.69197E-4</c:v>
                </c:pt>
                <c:pt idx="1852">
                  <c:v>7.7116200000000004E-4</c:v>
                </c:pt>
                <c:pt idx="1853">
                  <c:v>7.7310900000000001E-4</c:v>
                </c:pt>
                <c:pt idx="1854">
                  <c:v>7.7502199999999999E-4</c:v>
                </c:pt>
                <c:pt idx="1855">
                  <c:v>7.7691200000000005E-4</c:v>
                </c:pt>
                <c:pt idx="1856">
                  <c:v>7.78796E-4</c:v>
                </c:pt>
                <c:pt idx="1857">
                  <c:v>7.8067299999999996E-4</c:v>
                </c:pt>
                <c:pt idx="1858">
                  <c:v>7.8254400000000003E-4</c:v>
                </c:pt>
                <c:pt idx="1859">
                  <c:v>7.8441800000000005E-4</c:v>
                </c:pt>
                <c:pt idx="1860">
                  <c:v>7.8629700000000004E-4</c:v>
                </c:pt>
                <c:pt idx="1861">
                  <c:v>7.8817299999999998E-4</c:v>
                </c:pt>
                <c:pt idx="1862">
                  <c:v>7.8997900000000001E-4</c:v>
                </c:pt>
                <c:pt idx="1863">
                  <c:v>7.9168000000000001E-4</c:v>
                </c:pt>
                <c:pt idx="1864">
                  <c:v>7.9333799999999999E-4</c:v>
                </c:pt>
                <c:pt idx="1865">
                  <c:v>7.9499900000000001E-4</c:v>
                </c:pt>
                <c:pt idx="1866">
                  <c:v>7.9667200000000001E-4</c:v>
                </c:pt>
                <c:pt idx="1867">
                  <c:v>7.9835500000000005E-4</c:v>
                </c:pt>
                <c:pt idx="1868">
                  <c:v>8.0003099999999998E-4</c:v>
                </c:pt>
                <c:pt idx="1869">
                  <c:v>8.0169599999999996E-4</c:v>
                </c:pt>
                <c:pt idx="1870">
                  <c:v>8.0335200000000002E-4</c:v>
                </c:pt>
                <c:pt idx="1871">
                  <c:v>8.0500999999999999E-4</c:v>
                </c:pt>
                <c:pt idx="1872">
                  <c:v>8.0666600000000005E-4</c:v>
                </c:pt>
                <c:pt idx="1873">
                  <c:v>8.08302E-4</c:v>
                </c:pt>
                <c:pt idx="1874">
                  <c:v>8.0992E-4</c:v>
                </c:pt>
                <c:pt idx="1875">
                  <c:v>8.1153499999999995E-4</c:v>
                </c:pt>
                <c:pt idx="1876">
                  <c:v>8.1316699999999995E-4</c:v>
                </c:pt>
                <c:pt idx="1877">
                  <c:v>8.1482600000000005E-4</c:v>
                </c:pt>
                <c:pt idx="1878">
                  <c:v>8.16503E-4</c:v>
                </c:pt>
                <c:pt idx="1879">
                  <c:v>8.1819E-4</c:v>
                </c:pt>
                <c:pt idx="1880">
                  <c:v>8.1987200000000003E-4</c:v>
                </c:pt>
                <c:pt idx="1881">
                  <c:v>8.2154899999999998E-4</c:v>
                </c:pt>
                <c:pt idx="1882">
                  <c:v>8.2323200000000002E-4</c:v>
                </c:pt>
                <c:pt idx="1883">
                  <c:v>8.2491200000000002E-4</c:v>
                </c:pt>
                <c:pt idx="1884">
                  <c:v>8.2660399999999999E-4</c:v>
                </c:pt>
                <c:pt idx="1885">
                  <c:v>8.2832800000000003E-4</c:v>
                </c:pt>
                <c:pt idx="1886">
                  <c:v>8.3008500000000005E-4</c:v>
                </c:pt>
                <c:pt idx="1887">
                  <c:v>8.3187199999999999E-4</c:v>
                </c:pt>
                <c:pt idx="1888">
                  <c:v>8.3366699999999996E-4</c:v>
                </c:pt>
                <c:pt idx="1889">
                  <c:v>8.35474E-4</c:v>
                </c:pt>
                <c:pt idx="1890">
                  <c:v>8.3730999999999996E-4</c:v>
                </c:pt>
                <c:pt idx="1891">
                  <c:v>8.3917099999999999E-4</c:v>
                </c:pt>
                <c:pt idx="1892">
                  <c:v>8.4104100000000005E-4</c:v>
                </c:pt>
                <c:pt idx="1893">
                  <c:v>8.4289E-4</c:v>
                </c:pt>
                <c:pt idx="1894">
                  <c:v>8.4469299999999998E-4</c:v>
                </c:pt>
                <c:pt idx="1895">
                  <c:v>8.4646700000000005E-4</c:v>
                </c:pt>
                <c:pt idx="1896">
                  <c:v>8.4825199999999997E-4</c:v>
                </c:pt>
                <c:pt idx="1897">
                  <c:v>8.5007099999999999E-4</c:v>
                </c:pt>
                <c:pt idx="1898">
                  <c:v>8.5190799999999996E-4</c:v>
                </c:pt>
                <c:pt idx="1899">
                  <c:v>8.5375399999999997E-4</c:v>
                </c:pt>
                <c:pt idx="1900">
                  <c:v>8.5560900000000001E-4</c:v>
                </c:pt>
                <c:pt idx="1901">
                  <c:v>8.5747500000000001E-4</c:v>
                </c:pt>
                <c:pt idx="1902">
                  <c:v>8.59354E-4</c:v>
                </c:pt>
                <c:pt idx="1903">
                  <c:v>8.6127600000000001E-4</c:v>
                </c:pt>
                <c:pt idx="1904">
                  <c:v>8.6328499999999999E-4</c:v>
                </c:pt>
                <c:pt idx="1905">
                  <c:v>8.6535400000000004E-4</c:v>
                </c:pt>
                <c:pt idx="1906">
                  <c:v>8.6742500000000001E-4</c:v>
                </c:pt>
                <c:pt idx="1907">
                  <c:v>8.6947999999999995E-4</c:v>
                </c:pt>
                <c:pt idx="1908">
                  <c:v>8.7151999999999998E-4</c:v>
                </c:pt>
                <c:pt idx="1909">
                  <c:v>8.7354200000000005E-4</c:v>
                </c:pt>
                <c:pt idx="1910">
                  <c:v>8.7554400000000002E-4</c:v>
                </c:pt>
                <c:pt idx="1911">
                  <c:v>8.7755500000000002E-4</c:v>
                </c:pt>
                <c:pt idx="1912">
                  <c:v>8.79592E-4</c:v>
                </c:pt>
                <c:pt idx="1913">
                  <c:v>8.8164199999999997E-4</c:v>
                </c:pt>
                <c:pt idx="1914">
                  <c:v>8.8371599999999999E-4</c:v>
                </c:pt>
                <c:pt idx="1915">
                  <c:v>8.8597199999999995E-4</c:v>
                </c:pt>
                <c:pt idx="1916">
                  <c:v>8.8840999999999996E-4</c:v>
                </c:pt>
                <c:pt idx="1917">
                  <c:v>8.9080500000000005E-4</c:v>
                </c:pt>
                <c:pt idx="1918">
                  <c:v>8.9311100000000004E-4</c:v>
                </c:pt>
                <c:pt idx="1919">
                  <c:v>8.9539100000000005E-4</c:v>
                </c:pt>
                <c:pt idx="1920">
                  <c:v>8.9767600000000003E-4</c:v>
                </c:pt>
                <c:pt idx="1921">
                  <c:v>8.9995799999999996E-4</c:v>
                </c:pt>
                <c:pt idx="1922">
                  <c:v>9.0227600000000003E-4</c:v>
                </c:pt>
                <c:pt idx="1923">
                  <c:v>9.0483399999999998E-4</c:v>
                </c:pt>
                <c:pt idx="1924">
                  <c:v>9.075E-4</c:v>
                </c:pt>
                <c:pt idx="1925">
                  <c:v>9.0997699999999996E-4</c:v>
                </c:pt>
                <c:pt idx="1926">
                  <c:v>9.1230800000000002E-4</c:v>
                </c:pt>
                <c:pt idx="1927">
                  <c:v>9.1458299999999995E-4</c:v>
                </c:pt>
                <c:pt idx="1928">
                  <c:v>9.1684299999999998E-4</c:v>
                </c:pt>
                <c:pt idx="1929">
                  <c:v>9.1908300000000001E-4</c:v>
                </c:pt>
                <c:pt idx="1930">
                  <c:v>9.2133000000000004E-4</c:v>
                </c:pt>
                <c:pt idx="1931">
                  <c:v>9.2360399999999996E-4</c:v>
                </c:pt>
                <c:pt idx="1932">
                  <c:v>9.2586700000000003E-4</c:v>
                </c:pt>
                <c:pt idx="1933">
                  <c:v>9.2812700000000005E-4</c:v>
                </c:pt>
                <c:pt idx="1934">
                  <c:v>9.3040600000000005E-4</c:v>
                </c:pt>
                <c:pt idx="1935">
                  <c:v>9.3267899999999995E-4</c:v>
                </c:pt>
                <c:pt idx="1936">
                  <c:v>9.3494100000000001E-4</c:v>
                </c:pt>
                <c:pt idx="1937">
                  <c:v>9.3723999999999999E-4</c:v>
                </c:pt>
                <c:pt idx="1938">
                  <c:v>9.3960099999999998E-4</c:v>
                </c:pt>
                <c:pt idx="1939">
                  <c:v>9.4197400000000004E-4</c:v>
                </c:pt>
                <c:pt idx="1940">
                  <c:v>9.4432499999999998E-4</c:v>
                </c:pt>
                <c:pt idx="1941">
                  <c:v>9.4665000000000005E-4</c:v>
                </c:pt>
                <c:pt idx="1942">
                  <c:v>9.4893699999999996E-4</c:v>
                </c:pt>
                <c:pt idx="1943">
                  <c:v>9.51205E-4</c:v>
                </c:pt>
                <c:pt idx="1944">
                  <c:v>9.5349699999999998E-4</c:v>
                </c:pt>
                <c:pt idx="1945">
                  <c:v>9.5582100000000004E-4</c:v>
                </c:pt>
                <c:pt idx="1946">
                  <c:v>9.5813400000000003E-4</c:v>
                </c:pt>
                <c:pt idx="1947">
                  <c:v>9.6040000000000003E-4</c:v>
                </c:pt>
                <c:pt idx="1948">
                  <c:v>9.6260300000000003E-4</c:v>
                </c:pt>
                <c:pt idx="1949">
                  <c:v>9.6478299999999998E-4</c:v>
                </c:pt>
                <c:pt idx="1950">
                  <c:v>9.6705100000000002E-4</c:v>
                </c:pt>
                <c:pt idx="1951">
                  <c:v>9.6941599999999996E-4</c:v>
                </c:pt>
                <c:pt idx="1952">
                  <c:v>9.7179500000000002E-4</c:v>
                </c:pt>
                <c:pt idx="1953">
                  <c:v>9.7414099999999998E-4</c:v>
                </c:pt>
                <c:pt idx="1954">
                  <c:v>9.7645399999999997E-4</c:v>
                </c:pt>
                <c:pt idx="1955">
                  <c:v>9.7875400000000008E-4</c:v>
                </c:pt>
                <c:pt idx="1956">
                  <c:v>9.8105299999999996E-4</c:v>
                </c:pt>
                <c:pt idx="1957">
                  <c:v>9.8339999999999994E-4</c:v>
                </c:pt>
                <c:pt idx="1958">
                  <c:v>9.8579700000000006E-4</c:v>
                </c:pt>
                <c:pt idx="1959">
                  <c:v>9.881759999999999E-4</c:v>
                </c:pt>
                <c:pt idx="1960">
                  <c:v>9.90517E-4</c:v>
                </c:pt>
                <c:pt idx="1961">
                  <c:v>9.9281900000000004E-4</c:v>
                </c:pt>
                <c:pt idx="1962">
                  <c:v>9.9511099999999991E-4</c:v>
                </c:pt>
                <c:pt idx="1963">
                  <c:v>9.9744299999999998E-4</c:v>
                </c:pt>
                <c:pt idx="1964">
                  <c:v>9.9977700000000009E-4</c:v>
                </c:pt>
                <c:pt idx="1965">
                  <c:v>1.0020700000000001E-3</c:v>
                </c:pt>
                <c:pt idx="1966">
                  <c:v>1.0043400000000001E-3</c:v>
                </c:pt>
                <c:pt idx="1967">
                  <c:v>1.0066299999999999E-3</c:v>
                </c:pt>
                <c:pt idx="1968">
                  <c:v>1.0089299999999999E-3</c:v>
                </c:pt>
                <c:pt idx="1969">
                  <c:v>1.01128E-3</c:v>
                </c:pt>
                <c:pt idx="1970">
                  <c:v>1.0137E-3</c:v>
                </c:pt>
                <c:pt idx="1971">
                  <c:v>1.01615E-3</c:v>
                </c:pt>
                <c:pt idx="1972">
                  <c:v>1.01858E-3</c:v>
                </c:pt>
                <c:pt idx="1973">
                  <c:v>1.02097E-3</c:v>
                </c:pt>
                <c:pt idx="1974">
                  <c:v>1.02333E-3</c:v>
                </c:pt>
                <c:pt idx="1975">
                  <c:v>1.0257199999999999E-3</c:v>
                </c:pt>
                <c:pt idx="1976">
                  <c:v>1.02811E-3</c:v>
                </c:pt>
                <c:pt idx="1977">
                  <c:v>1.0304699999999999E-3</c:v>
                </c:pt>
                <c:pt idx="1978">
                  <c:v>1.03282E-3</c:v>
                </c:pt>
                <c:pt idx="1979">
                  <c:v>1.0351799999999999E-3</c:v>
                </c:pt>
                <c:pt idx="1980">
                  <c:v>1.03758E-3</c:v>
                </c:pt>
                <c:pt idx="1981">
                  <c:v>1.03999E-3</c:v>
                </c:pt>
                <c:pt idx="1982">
                  <c:v>1.04236E-3</c:v>
                </c:pt>
                <c:pt idx="1983">
                  <c:v>1.04469E-3</c:v>
                </c:pt>
                <c:pt idx="1984">
                  <c:v>1.0469800000000001E-3</c:v>
                </c:pt>
                <c:pt idx="1985">
                  <c:v>1.04929E-3</c:v>
                </c:pt>
                <c:pt idx="1986">
                  <c:v>1.0516600000000001E-3</c:v>
                </c:pt>
                <c:pt idx="1987">
                  <c:v>1.05404E-3</c:v>
                </c:pt>
                <c:pt idx="1988">
                  <c:v>1.05641E-3</c:v>
                </c:pt>
                <c:pt idx="1989">
                  <c:v>1.05875E-3</c:v>
                </c:pt>
                <c:pt idx="1990">
                  <c:v>1.06112E-3</c:v>
                </c:pt>
                <c:pt idx="1991">
                  <c:v>1.0635900000000001E-3</c:v>
                </c:pt>
                <c:pt idx="1992">
                  <c:v>1.0661100000000001E-3</c:v>
                </c:pt>
                <c:pt idx="1993">
                  <c:v>1.06858E-3</c:v>
                </c:pt>
                <c:pt idx="1994">
                  <c:v>1.0709999999999999E-3</c:v>
                </c:pt>
                <c:pt idx="1995">
                  <c:v>1.07332E-3</c:v>
                </c:pt>
                <c:pt idx="1996">
                  <c:v>1.0756100000000001E-3</c:v>
                </c:pt>
                <c:pt idx="1997">
                  <c:v>1.0779299999999999E-3</c:v>
                </c:pt>
                <c:pt idx="1998">
                  <c:v>1.0802800000000001E-3</c:v>
                </c:pt>
                <c:pt idx="1999">
                  <c:v>1.0826200000000001E-3</c:v>
                </c:pt>
                <c:pt idx="2000">
                  <c:v>1.0846499999999999E-3</c:v>
                </c:pt>
                <c:pt idx="2001">
                  <c:v>1.08464E-3</c:v>
                </c:pt>
                <c:pt idx="2002">
                  <c:v>1.08405E-3</c:v>
                </c:pt>
                <c:pt idx="2003">
                  <c:v>1.0820199999999999E-3</c:v>
                </c:pt>
                <c:pt idx="2004">
                  <c:v>1.0789199999999999E-3</c:v>
                </c:pt>
                <c:pt idx="2005">
                  <c:v>1.0755000000000001E-3</c:v>
                </c:pt>
                <c:pt idx="2006">
                  <c:v>1.0720300000000001E-3</c:v>
                </c:pt>
                <c:pt idx="2007">
                  <c:v>1.06883E-3</c:v>
                </c:pt>
                <c:pt idx="2008">
                  <c:v>1.06583E-3</c:v>
                </c:pt>
                <c:pt idx="2009">
                  <c:v>1.06273E-3</c:v>
                </c:pt>
                <c:pt idx="2010">
                  <c:v>1.0595100000000001E-3</c:v>
                </c:pt>
                <c:pt idx="2011">
                  <c:v>1.0562099999999999E-3</c:v>
                </c:pt>
                <c:pt idx="2012">
                  <c:v>1.0529000000000001E-3</c:v>
                </c:pt>
                <c:pt idx="2013">
                  <c:v>1.04959E-3</c:v>
                </c:pt>
                <c:pt idx="2014">
                  <c:v>1.04626E-3</c:v>
                </c:pt>
                <c:pt idx="2015">
                  <c:v>1.04291E-3</c:v>
                </c:pt>
                <c:pt idx="2016">
                  <c:v>1.0395199999999999E-3</c:v>
                </c:pt>
                <c:pt idx="2017">
                  <c:v>1.0361400000000001E-3</c:v>
                </c:pt>
                <c:pt idx="2018">
                  <c:v>1.03283E-3</c:v>
                </c:pt>
                <c:pt idx="2019">
                  <c:v>1.0295E-3</c:v>
                </c:pt>
                <c:pt idx="2020">
                  <c:v>1.02608E-3</c:v>
                </c:pt>
                <c:pt idx="2021">
                  <c:v>1.0226499999999999E-3</c:v>
                </c:pt>
                <c:pt idx="2022">
                  <c:v>1.01928E-3</c:v>
                </c:pt>
                <c:pt idx="2023">
                  <c:v>1.0159500000000001E-3</c:v>
                </c:pt>
                <c:pt idx="2024">
                  <c:v>1.0126099999999999E-3</c:v>
                </c:pt>
                <c:pt idx="2025">
                  <c:v>1.00928E-3</c:v>
                </c:pt>
                <c:pt idx="2026">
                  <c:v>1.0059299999999999E-3</c:v>
                </c:pt>
                <c:pt idx="2027">
                  <c:v>1.0025699999999999E-3</c:v>
                </c:pt>
                <c:pt idx="2028">
                  <c:v>9.9919200000000009E-4</c:v>
                </c:pt>
                <c:pt idx="2029">
                  <c:v>9.9579300000000003E-4</c:v>
                </c:pt>
                <c:pt idx="2030">
                  <c:v>9.9239599999999999E-4</c:v>
                </c:pt>
                <c:pt idx="2031">
                  <c:v>9.8899399999999998E-4</c:v>
                </c:pt>
                <c:pt idx="2032">
                  <c:v>9.8562900000000002E-4</c:v>
                </c:pt>
                <c:pt idx="2033">
                  <c:v>9.8250399999999993E-4</c:v>
                </c:pt>
                <c:pt idx="2034">
                  <c:v>9.7958700000000008E-4</c:v>
                </c:pt>
                <c:pt idx="2035">
                  <c:v>9.7657600000000005E-4</c:v>
                </c:pt>
                <c:pt idx="2036">
                  <c:v>9.7351999999999996E-4</c:v>
                </c:pt>
                <c:pt idx="2037">
                  <c:v>9.7050299999999995E-4</c:v>
                </c:pt>
                <c:pt idx="2038">
                  <c:v>9.6742099999999999E-4</c:v>
                </c:pt>
                <c:pt idx="2039">
                  <c:v>9.6427399999999999E-4</c:v>
                </c:pt>
                <c:pt idx="2040">
                  <c:v>9.6111899999999997E-4</c:v>
                </c:pt>
                <c:pt idx="2041">
                  <c:v>9.5798400000000005E-4</c:v>
                </c:pt>
                <c:pt idx="2042">
                  <c:v>9.5486699999999998E-4</c:v>
                </c:pt>
                <c:pt idx="2043">
                  <c:v>9.5175700000000002E-4</c:v>
                </c:pt>
                <c:pt idx="2044">
                  <c:v>9.4867699999999998E-4</c:v>
                </c:pt>
                <c:pt idx="2045">
                  <c:v>9.4567800000000004E-4</c:v>
                </c:pt>
                <c:pt idx="2046">
                  <c:v>9.4272500000000005E-4</c:v>
                </c:pt>
                <c:pt idx="2047">
                  <c:v>9.3976499999999996E-4</c:v>
                </c:pt>
                <c:pt idx="2048">
                  <c:v>9.3680200000000003E-4</c:v>
                </c:pt>
                <c:pt idx="2049">
                  <c:v>9.3381400000000004E-4</c:v>
                </c:pt>
                <c:pt idx="2050">
                  <c:v>9.3077700000000004E-4</c:v>
                </c:pt>
                <c:pt idx="2051">
                  <c:v>9.2773200000000001E-4</c:v>
                </c:pt>
                <c:pt idx="2052">
                  <c:v>9.2479599999999997E-4</c:v>
                </c:pt>
                <c:pt idx="2053">
                  <c:v>9.2197799999999995E-4</c:v>
                </c:pt>
                <c:pt idx="2054">
                  <c:v>9.1914099999999995E-4</c:v>
                </c:pt>
                <c:pt idx="2055">
                  <c:v>9.16204E-4</c:v>
                </c:pt>
                <c:pt idx="2056">
                  <c:v>9.1317199999999996E-4</c:v>
                </c:pt>
                <c:pt idx="2057">
                  <c:v>9.1009399999999996E-4</c:v>
                </c:pt>
                <c:pt idx="2058">
                  <c:v>9.0701499999999995E-4</c:v>
                </c:pt>
                <c:pt idx="2059">
                  <c:v>9.0398099999999999E-4</c:v>
                </c:pt>
                <c:pt idx="2060">
                  <c:v>9.0099199999999998E-4</c:v>
                </c:pt>
                <c:pt idx="2061">
                  <c:v>8.9800199999999996E-4</c:v>
                </c:pt>
                <c:pt idx="2062">
                  <c:v>8.9499000000000002E-4</c:v>
                </c:pt>
                <c:pt idx="2063">
                  <c:v>8.91945E-4</c:v>
                </c:pt>
                <c:pt idx="2064">
                  <c:v>8.88867E-4</c:v>
                </c:pt>
                <c:pt idx="2065">
                  <c:v>8.8579100000000003E-4</c:v>
                </c:pt>
                <c:pt idx="2066">
                  <c:v>8.8272600000000002E-4</c:v>
                </c:pt>
                <c:pt idx="2067">
                  <c:v>8.7967199999999996E-4</c:v>
                </c:pt>
                <c:pt idx="2068">
                  <c:v>8.7665300000000002E-4</c:v>
                </c:pt>
                <c:pt idx="2069">
                  <c:v>8.7365000000000001E-4</c:v>
                </c:pt>
                <c:pt idx="2070">
                  <c:v>8.7064499999999997E-4</c:v>
                </c:pt>
                <c:pt idx="2071">
                  <c:v>8.6764999999999998E-4</c:v>
                </c:pt>
                <c:pt idx="2072">
                  <c:v>8.6466099999999997E-4</c:v>
                </c:pt>
                <c:pt idx="2073">
                  <c:v>8.6168599999999996E-4</c:v>
                </c:pt>
                <c:pt idx="2074">
                  <c:v>8.5871400000000001E-4</c:v>
                </c:pt>
                <c:pt idx="2075">
                  <c:v>8.55718E-4</c:v>
                </c:pt>
                <c:pt idx="2076">
                  <c:v>8.5269100000000004E-4</c:v>
                </c:pt>
                <c:pt idx="2077">
                  <c:v>8.4967400000000002E-4</c:v>
                </c:pt>
                <c:pt idx="2078">
                  <c:v>8.46698E-4</c:v>
                </c:pt>
                <c:pt idx="2079">
                  <c:v>8.4374600000000004E-4</c:v>
                </c:pt>
                <c:pt idx="2080">
                  <c:v>8.4080299999999999E-4</c:v>
                </c:pt>
                <c:pt idx="2081">
                  <c:v>8.3787300000000005E-4</c:v>
                </c:pt>
                <c:pt idx="2082">
                  <c:v>8.3493300000000005E-4</c:v>
                </c:pt>
                <c:pt idx="2083">
                  <c:v>8.3197999999999996E-4</c:v>
                </c:pt>
                <c:pt idx="2084">
                  <c:v>8.2902400000000004E-4</c:v>
                </c:pt>
                <c:pt idx="2085">
                  <c:v>8.2605099999999996E-4</c:v>
                </c:pt>
                <c:pt idx="2086">
                  <c:v>8.2304600000000002E-4</c:v>
                </c:pt>
                <c:pt idx="2087">
                  <c:v>8.2008500000000002E-4</c:v>
                </c:pt>
                <c:pt idx="2088">
                  <c:v>8.1730300000000002E-4</c:v>
                </c:pt>
                <c:pt idx="2089">
                  <c:v>8.1468000000000003E-4</c:v>
                </c:pt>
                <c:pt idx="2090">
                  <c:v>8.1206300000000002E-4</c:v>
                </c:pt>
                <c:pt idx="2091">
                  <c:v>8.0937900000000004E-4</c:v>
                </c:pt>
                <c:pt idx="2092">
                  <c:v>8.0663200000000005E-4</c:v>
                </c:pt>
                <c:pt idx="2093">
                  <c:v>8.0383799999999997E-4</c:v>
                </c:pt>
                <c:pt idx="2094">
                  <c:v>8.0102899999999998E-4</c:v>
                </c:pt>
                <c:pt idx="2095">
                  <c:v>7.98269E-4</c:v>
                </c:pt>
                <c:pt idx="2096">
                  <c:v>7.9560399999999999E-4</c:v>
                </c:pt>
                <c:pt idx="2097">
                  <c:v>7.9297999999999999E-4</c:v>
                </c:pt>
                <c:pt idx="2098">
                  <c:v>7.90323E-4</c:v>
                </c:pt>
                <c:pt idx="2099">
                  <c:v>7.8762299999999999E-4</c:v>
                </c:pt>
                <c:pt idx="2100">
                  <c:v>7.8490500000000002E-4</c:v>
                </c:pt>
                <c:pt idx="2101">
                  <c:v>7.8220199999999996E-4</c:v>
                </c:pt>
                <c:pt idx="2102">
                  <c:v>7.7952499999999999E-4</c:v>
                </c:pt>
                <c:pt idx="2103">
                  <c:v>7.7687299999999997E-4</c:v>
                </c:pt>
                <c:pt idx="2104">
                  <c:v>7.7422400000000001E-4</c:v>
                </c:pt>
                <c:pt idx="2105">
                  <c:v>7.7157300000000001E-4</c:v>
                </c:pt>
                <c:pt idx="2106">
                  <c:v>7.6893299999999996E-4</c:v>
                </c:pt>
                <c:pt idx="2107">
                  <c:v>7.66305E-4</c:v>
                </c:pt>
                <c:pt idx="2108">
                  <c:v>7.6368699999999998E-4</c:v>
                </c:pt>
                <c:pt idx="2109">
                  <c:v>7.6107699999999998E-4</c:v>
                </c:pt>
                <c:pt idx="2110">
                  <c:v>7.5847399999999998E-4</c:v>
                </c:pt>
                <c:pt idx="2111">
                  <c:v>7.5587799999999998E-4</c:v>
                </c:pt>
                <c:pt idx="2112">
                  <c:v>7.5327800000000002E-4</c:v>
                </c:pt>
                <c:pt idx="2113">
                  <c:v>7.5066399999999995E-4</c:v>
                </c:pt>
                <c:pt idx="2114">
                  <c:v>7.4804099999999996E-4</c:v>
                </c:pt>
                <c:pt idx="2115">
                  <c:v>7.4542100000000002E-4</c:v>
                </c:pt>
                <c:pt idx="2116">
                  <c:v>7.4279000000000001E-4</c:v>
                </c:pt>
                <c:pt idx="2117">
                  <c:v>7.4014199999999995E-4</c:v>
                </c:pt>
                <c:pt idx="2118">
                  <c:v>7.3748499999999996E-4</c:v>
                </c:pt>
                <c:pt idx="2119">
                  <c:v>7.3482099999999998E-4</c:v>
                </c:pt>
                <c:pt idx="2120">
                  <c:v>7.32151E-4</c:v>
                </c:pt>
                <c:pt idx="2121">
                  <c:v>7.2948499999999999E-4</c:v>
                </c:pt>
                <c:pt idx="2122">
                  <c:v>7.2683399999999999E-4</c:v>
                </c:pt>
                <c:pt idx="2123">
                  <c:v>7.2419499999999996E-4</c:v>
                </c:pt>
                <c:pt idx="2124">
                  <c:v>7.2157500000000002E-4</c:v>
                </c:pt>
                <c:pt idx="2125">
                  <c:v>7.1897499999999995E-4</c:v>
                </c:pt>
                <c:pt idx="2126">
                  <c:v>7.1637899999999995E-4</c:v>
                </c:pt>
                <c:pt idx="2127">
                  <c:v>7.1378900000000005E-4</c:v>
                </c:pt>
                <c:pt idx="2128">
                  <c:v>7.1120199999999997E-4</c:v>
                </c:pt>
                <c:pt idx="2129">
                  <c:v>7.0861600000000002E-4</c:v>
                </c:pt>
                <c:pt idx="2130">
                  <c:v>7.0602499999999999E-4</c:v>
                </c:pt>
                <c:pt idx="2131">
                  <c:v>7.0342500000000004E-4</c:v>
                </c:pt>
                <c:pt idx="2132">
                  <c:v>7.0082599999999999E-4</c:v>
                </c:pt>
                <c:pt idx="2133">
                  <c:v>6.9822700000000005E-4</c:v>
                </c:pt>
                <c:pt idx="2134">
                  <c:v>6.9563100000000005E-4</c:v>
                </c:pt>
                <c:pt idx="2135">
                  <c:v>6.93039E-4</c:v>
                </c:pt>
                <c:pt idx="2136">
                  <c:v>6.9045100000000002E-4</c:v>
                </c:pt>
                <c:pt idx="2137">
                  <c:v>6.87888E-4</c:v>
                </c:pt>
                <c:pt idx="2138">
                  <c:v>6.8537100000000005E-4</c:v>
                </c:pt>
                <c:pt idx="2139">
                  <c:v>6.8287999999999997E-4</c:v>
                </c:pt>
                <c:pt idx="2140">
                  <c:v>6.8037200000000005E-4</c:v>
                </c:pt>
                <c:pt idx="2141">
                  <c:v>6.7784099999999999E-4</c:v>
                </c:pt>
                <c:pt idx="2142">
                  <c:v>6.7529600000000003E-4</c:v>
                </c:pt>
                <c:pt idx="2143">
                  <c:v>6.7273799999999998E-4</c:v>
                </c:pt>
                <c:pt idx="2144">
                  <c:v>6.70164E-4</c:v>
                </c:pt>
                <c:pt idx="2145">
                  <c:v>6.6757899999999996E-4</c:v>
                </c:pt>
                <c:pt idx="2146">
                  <c:v>6.6499400000000002E-4</c:v>
                </c:pt>
                <c:pt idx="2147">
                  <c:v>6.6241900000000003E-4</c:v>
                </c:pt>
                <c:pt idx="2148">
                  <c:v>6.5984799999999999E-4</c:v>
                </c:pt>
                <c:pt idx="2149">
                  <c:v>6.5727899999999998E-4</c:v>
                </c:pt>
                <c:pt idx="2150">
                  <c:v>6.5471400000000003E-4</c:v>
                </c:pt>
                <c:pt idx="2151">
                  <c:v>6.5216000000000004E-4</c:v>
                </c:pt>
                <c:pt idx="2152">
                  <c:v>6.4961900000000004E-4</c:v>
                </c:pt>
                <c:pt idx="2153">
                  <c:v>6.4708099999999998E-4</c:v>
                </c:pt>
                <c:pt idx="2154">
                  <c:v>6.4454300000000003E-4</c:v>
                </c:pt>
                <c:pt idx="2155">
                  <c:v>6.4200200000000002E-4</c:v>
                </c:pt>
                <c:pt idx="2156">
                  <c:v>6.3946200000000004E-4</c:v>
                </c:pt>
                <c:pt idx="2157">
                  <c:v>6.3692999999999996E-4</c:v>
                </c:pt>
                <c:pt idx="2158">
                  <c:v>6.3440299999999996E-4</c:v>
                </c:pt>
                <c:pt idx="2159">
                  <c:v>6.3188199999999995E-4</c:v>
                </c:pt>
                <c:pt idx="2160">
                  <c:v>6.29365E-4</c:v>
                </c:pt>
                <c:pt idx="2161">
                  <c:v>6.2685799999999999E-4</c:v>
                </c:pt>
                <c:pt idx="2162">
                  <c:v>6.2436900000000005E-4</c:v>
                </c:pt>
                <c:pt idx="2163">
                  <c:v>6.2189299999999999E-4</c:v>
                </c:pt>
                <c:pt idx="2164">
                  <c:v>6.1942500000000005E-4</c:v>
                </c:pt>
                <c:pt idx="2165">
                  <c:v>6.1695800000000002E-4</c:v>
                </c:pt>
                <c:pt idx="2166">
                  <c:v>6.1449200000000001E-4</c:v>
                </c:pt>
                <c:pt idx="2167">
                  <c:v>6.1202999999999995E-4</c:v>
                </c:pt>
                <c:pt idx="2168">
                  <c:v>6.0957800000000005E-4</c:v>
                </c:pt>
                <c:pt idx="2169">
                  <c:v>6.07137E-4</c:v>
                </c:pt>
                <c:pt idx="2170">
                  <c:v>6.0469400000000002E-4</c:v>
                </c:pt>
                <c:pt idx="2171">
                  <c:v>6.0225000000000003E-4</c:v>
                </c:pt>
                <c:pt idx="2172">
                  <c:v>5.9981100000000001E-4</c:v>
                </c:pt>
                <c:pt idx="2173">
                  <c:v>5.9737799999999997E-4</c:v>
                </c:pt>
                <c:pt idx="2174">
                  <c:v>5.9495000000000001E-4</c:v>
                </c:pt>
                <c:pt idx="2175">
                  <c:v>5.9253099999999998E-4</c:v>
                </c:pt>
                <c:pt idx="2176">
                  <c:v>5.9012599999999995E-4</c:v>
                </c:pt>
                <c:pt idx="2177">
                  <c:v>5.8773099999999997E-4</c:v>
                </c:pt>
                <c:pt idx="2178">
                  <c:v>5.8534600000000004E-4</c:v>
                </c:pt>
                <c:pt idx="2179">
                  <c:v>5.8297199999999996E-4</c:v>
                </c:pt>
                <c:pt idx="2180">
                  <c:v>5.8060700000000002E-4</c:v>
                </c:pt>
                <c:pt idx="2181">
                  <c:v>5.7825400000000005E-4</c:v>
                </c:pt>
                <c:pt idx="2182">
                  <c:v>5.7591000000000001E-4</c:v>
                </c:pt>
                <c:pt idx="2183">
                  <c:v>5.7355700000000004E-4</c:v>
                </c:pt>
                <c:pt idx="2184">
                  <c:v>5.7118800000000003E-4</c:v>
                </c:pt>
                <c:pt idx="2185">
                  <c:v>5.6882299999999998E-4</c:v>
                </c:pt>
                <c:pt idx="2186">
                  <c:v>5.6647700000000002E-4</c:v>
                </c:pt>
                <c:pt idx="2187">
                  <c:v>5.6414699999999998E-4</c:v>
                </c:pt>
                <c:pt idx="2188">
                  <c:v>5.6183000000000003E-4</c:v>
                </c:pt>
                <c:pt idx="2189">
                  <c:v>5.5951999999999998E-4</c:v>
                </c:pt>
                <c:pt idx="2190">
                  <c:v>5.5721899999999997E-4</c:v>
                </c:pt>
                <c:pt idx="2191">
                  <c:v>5.54935E-4</c:v>
                </c:pt>
                <c:pt idx="2192">
                  <c:v>5.5267900000000004E-4</c:v>
                </c:pt>
                <c:pt idx="2193">
                  <c:v>5.50487E-4</c:v>
                </c:pt>
                <c:pt idx="2194">
                  <c:v>5.4833099999999999E-4</c:v>
                </c:pt>
                <c:pt idx="2195">
                  <c:v>5.4615900000000005E-4</c:v>
                </c:pt>
                <c:pt idx="2196">
                  <c:v>5.4396900000000005E-4</c:v>
                </c:pt>
                <c:pt idx="2197">
                  <c:v>5.4177000000000001E-4</c:v>
                </c:pt>
                <c:pt idx="2198">
                  <c:v>5.3957799999999998E-4</c:v>
                </c:pt>
                <c:pt idx="2199">
                  <c:v>5.3740500000000002E-4</c:v>
                </c:pt>
                <c:pt idx="2200">
                  <c:v>5.3525199999999995E-4</c:v>
                </c:pt>
                <c:pt idx="2201">
                  <c:v>5.3310300000000005E-4</c:v>
                </c:pt>
                <c:pt idx="2202">
                  <c:v>5.3094999999999998E-4</c:v>
                </c:pt>
                <c:pt idx="2203">
                  <c:v>5.2879800000000003E-4</c:v>
                </c:pt>
                <c:pt idx="2204">
                  <c:v>5.2667700000000003E-4</c:v>
                </c:pt>
                <c:pt idx="2205">
                  <c:v>5.2459100000000003E-4</c:v>
                </c:pt>
                <c:pt idx="2206">
                  <c:v>5.2250199999999999E-4</c:v>
                </c:pt>
                <c:pt idx="2207">
                  <c:v>5.2040300000000001E-4</c:v>
                </c:pt>
                <c:pt idx="2208">
                  <c:v>5.1830400000000003E-4</c:v>
                </c:pt>
                <c:pt idx="2209">
                  <c:v>5.1619399999999998E-4</c:v>
                </c:pt>
                <c:pt idx="2210">
                  <c:v>5.14074E-4</c:v>
                </c:pt>
                <c:pt idx="2211">
                  <c:v>5.1196300000000004E-4</c:v>
                </c:pt>
                <c:pt idx="2212">
                  <c:v>5.0986499999999997E-4</c:v>
                </c:pt>
                <c:pt idx="2213">
                  <c:v>5.0776599999999999E-4</c:v>
                </c:pt>
                <c:pt idx="2214">
                  <c:v>5.0566800000000002E-4</c:v>
                </c:pt>
                <c:pt idx="2215">
                  <c:v>5.0357899999999998E-4</c:v>
                </c:pt>
                <c:pt idx="2216">
                  <c:v>5.0150300000000004E-4</c:v>
                </c:pt>
                <c:pt idx="2217">
                  <c:v>4.9944400000000004E-4</c:v>
                </c:pt>
                <c:pt idx="2218">
                  <c:v>4.9739700000000001E-4</c:v>
                </c:pt>
                <c:pt idx="2219">
                  <c:v>4.9535900000000001E-4</c:v>
                </c:pt>
                <c:pt idx="2220">
                  <c:v>4.9333099999999996E-4</c:v>
                </c:pt>
                <c:pt idx="2221">
                  <c:v>4.9131900000000004E-4</c:v>
                </c:pt>
                <c:pt idx="2222">
                  <c:v>4.8932100000000003E-4</c:v>
                </c:pt>
                <c:pt idx="2223">
                  <c:v>4.8732799999999998E-4</c:v>
                </c:pt>
                <c:pt idx="2224">
                  <c:v>4.85336E-4</c:v>
                </c:pt>
                <c:pt idx="2225">
                  <c:v>4.8335700000000001E-4</c:v>
                </c:pt>
                <c:pt idx="2226">
                  <c:v>4.8141699999999999E-4</c:v>
                </c:pt>
                <c:pt idx="2227">
                  <c:v>4.7963500000000001E-4</c:v>
                </c:pt>
                <c:pt idx="2228">
                  <c:v>4.78033E-4</c:v>
                </c:pt>
                <c:pt idx="2229">
                  <c:v>4.7638299999999998E-4</c:v>
                </c:pt>
                <c:pt idx="2230">
                  <c:v>4.7456799999999997E-4</c:v>
                </c:pt>
                <c:pt idx="2231">
                  <c:v>4.7266300000000001E-4</c:v>
                </c:pt>
                <c:pt idx="2232">
                  <c:v>4.7072500000000002E-4</c:v>
                </c:pt>
                <c:pt idx="2233">
                  <c:v>4.6878000000000002E-4</c:v>
                </c:pt>
                <c:pt idx="2234">
                  <c:v>4.6684599999999998E-4</c:v>
                </c:pt>
                <c:pt idx="2235">
                  <c:v>4.6493000000000001E-4</c:v>
                </c:pt>
                <c:pt idx="2236">
                  <c:v>4.6302399999999998E-4</c:v>
                </c:pt>
                <c:pt idx="2237">
                  <c:v>4.6112099999999999E-4</c:v>
                </c:pt>
                <c:pt idx="2238">
                  <c:v>4.5922399999999999E-4</c:v>
                </c:pt>
                <c:pt idx="2239">
                  <c:v>4.5733900000000002E-4</c:v>
                </c:pt>
                <c:pt idx="2240">
                  <c:v>4.5546699999999998E-4</c:v>
                </c:pt>
                <c:pt idx="2241">
                  <c:v>4.5360000000000002E-4</c:v>
                </c:pt>
                <c:pt idx="2242">
                  <c:v>4.5173899999999999E-4</c:v>
                </c:pt>
                <c:pt idx="2243">
                  <c:v>4.4988299999999999E-4</c:v>
                </c:pt>
                <c:pt idx="2244">
                  <c:v>4.48035E-4</c:v>
                </c:pt>
                <c:pt idx="2245">
                  <c:v>4.4620100000000002E-4</c:v>
                </c:pt>
                <c:pt idx="2246">
                  <c:v>4.4438099999999999E-4</c:v>
                </c:pt>
                <c:pt idx="2247">
                  <c:v>4.4256900000000002E-4</c:v>
                </c:pt>
                <c:pt idx="2248">
                  <c:v>4.4076100000000002E-4</c:v>
                </c:pt>
                <c:pt idx="2249">
                  <c:v>4.3895799999999998E-4</c:v>
                </c:pt>
                <c:pt idx="2250">
                  <c:v>4.3716099999999998E-4</c:v>
                </c:pt>
                <c:pt idx="2251">
                  <c:v>4.35375E-4</c:v>
                </c:pt>
                <c:pt idx="2252">
                  <c:v>4.33595E-4</c:v>
                </c:pt>
                <c:pt idx="2253">
                  <c:v>4.3180999999999997E-4</c:v>
                </c:pt>
                <c:pt idx="2254">
                  <c:v>4.3002399999999999E-4</c:v>
                </c:pt>
                <c:pt idx="2255">
                  <c:v>4.28245E-4</c:v>
                </c:pt>
                <c:pt idx="2256">
                  <c:v>4.2647099999999999E-4</c:v>
                </c:pt>
                <c:pt idx="2257">
                  <c:v>4.2469799999999999E-4</c:v>
                </c:pt>
                <c:pt idx="2258">
                  <c:v>4.2292700000000003E-4</c:v>
                </c:pt>
                <c:pt idx="2259">
                  <c:v>4.21166E-4</c:v>
                </c:pt>
                <c:pt idx="2260">
                  <c:v>4.1941899999999998E-4</c:v>
                </c:pt>
                <c:pt idx="2261">
                  <c:v>4.1768399999999998E-4</c:v>
                </c:pt>
                <c:pt idx="2262">
                  <c:v>4.1595500000000002E-4</c:v>
                </c:pt>
                <c:pt idx="2263">
                  <c:v>4.14232E-4</c:v>
                </c:pt>
                <c:pt idx="2264">
                  <c:v>4.12524E-4</c:v>
                </c:pt>
                <c:pt idx="2265">
                  <c:v>4.1083299999999999E-4</c:v>
                </c:pt>
                <c:pt idx="2266">
                  <c:v>4.09147E-4</c:v>
                </c:pt>
                <c:pt idx="2267">
                  <c:v>4.0745799999999997E-4</c:v>
                </c:pt>
                <c:pt idx="2268">
                  <c:v>4.0576799999999998E-4</c:v>
                </c:pt>
                <c:pt idx="2269">
                  <c:v>4.0409000000000002E-4</c:v>
                </c:pt>
                <c:pt idx="2270">
                  <c:v>4.0242499999999998E-4</c:v>
                </c:pt>
                <c:pt idx="2271">
                  <c:v>4.00763E-4</c:v>
                </c:pt>
                <c:pt idx="2272">
                  <c:v>3.9910199999999997E-4</c:v>
                </c:pt>
                <c:pt idx="2273">
                  <c:v>3.9744999999999998E-4</c:v>
                </c:pt>
                <c:pt idx="2274">
                  <c:v>3.95812E-4</c:v>
                </c:pt>
                <c:pt idx="2275">
                  <c:v>3.9418199999999997E-4</c:v>
                </c:pt>
                <c:pt idx="2276">
                  <c:v>3.9255699999999998E-4</c:v>
                </c:pt>
                <c:pt idx="2277">
                  <c:v>3.9093299999999999E-4</c:v>
                </c:pt>
                <c:pt idx="2278">
                  <c:v>3.8931700000000003E-4</c:v>
                </c:pt>
                <c:pt idx="2279">
                  <c:v>3.8771500000000001E-4</c:v>
                </c:pt>
                <c:pt idx="2280">
                  <c:v>3.8612100000000001E-4</c:v>
                </c:pt>
                <c:pt idx="2281">
                  <c:v>3.8452899999999999E-4</c:v>
                </c:pt>
                <c:pt idx="2282">
                  <c:v>3.8293700000000002E-4</c:v>
                </c:pt>
                <c:pt idx="2283">
                  <c:v>3.8135300000000002E-4</c:v>
                </c:pt>
                <c:pt idx="2284">
                  <c:v>3.7978000000000003E-4</c:v>
                </c:pt>
                <c:pt idx="2285">
                  <c:v>3.7821399999999998E-4</c:v>
                </c:pt>
                <c:pt idx="2286">
                  <c:v>3.7664799999999999E-4</c:v>
                </c:pt>
                <c:pt idx="2287">
                  <c:v>3.7507799999999999E-4</c:v>
                </c:pt>
                <c:pt idx="2288">
                  <c:v>3.7351000000000002E-4</c:v>
                </c:pt>
                <c:pt idx="2289">
                  <c:v>3.7195000000000001E-4</c:v>
                </c:pt>
                <c:pt idx="2290">
                  <c:v>3.7039899999999999E-4</c:v>
                </c:pt>
                <c:pt idx="2291">
                  <c:v>3.6885800000000001E-4</c:v>
                </c:pt>
                <c:pt idx="2292">
                  <c:v>3.67325E-4</c:v>
                </c:pt>
                <c:pt idx="2293">
                  <c:v>3.658E-4</c:v>
                </c:pt>
                <c:pt idx="2294">
                  <c:v>3.6428099999999999E-4</c:v>
                </c:pt>
                <c:pt idx="2295">
                  <c:v>3.6277100000000001E-4</c:v>
                </c:pt>
                <c:pt idx="2296">
                  <c:v>3.6126799999999998E-4</c:v>
                </c:pt>
                <c:pt idx="2297">
                  <c:v>3.5976699999999999E-4</c:v>
                </c:pt>
                <c:pt idx="2298">
                  <c:v>3.5827E-4</c:v>
                </c:pt>
                <c:pt idx="2299">
                  <c:v>3.5677799999999998E-4</c:v>
                </c:pt>
                <c:pt idx="2300">
                  <c:v>3.5528799999999999E-4</c:v>
                </c:pt>
                <c:pt idx="2301">
                  <c:v>3.5379500000000001E-4</c:v>
                </c:pt>
                <c:pt idx="2302">
                  <c:v>3.523E-4</c:v>
                </c:pt>
                <c:pt idx="2303">
                  <c:v>3.50816E-4</c:v>
                </c:pt>
                <c:pt idx="2304">
                  <c:v>3.4934899999999999E-4</c:v>
                </c:pt>
                <c:pt idx="2305">
                  <c:v>3.4796499999999999E-4</c:v>
                </c:pt>
                <c:pt idx="2306">
                  <c:v>3.4691399999999998E-4</c:v>
                </c:pt>
                <c:pt idx="2307">
                  <c:v>3.4616099999999999E-4</c:v>
                </c:pt>
                <c:pt idx="2308">
                  <c:v>3.4531900000000002E-4</c:v>
                </c:pt>
                <c:pt idx="2309">
                  <c:v>3.4424800000000001E-4</c:v>
                </c:pt>
                <c:pt idx="2310">
                  <c:v>3.4302399999999999E-4</c:v>
                </c:pt>
                <c:pt idx="2311">
                  <c:v>3.4171899999999999E-4</c:v>
                </c:pt>
                <c:pt idx="2312">
                  <c:v>3.4037E-4</c:v>
                </c:pt>
                <c:pt idx="2313">
                  <c:v>3.3900299999999999E-4</c:v>
                </c:pt>
                <c:pt idx="2314">
                  <c:v>3.3763400000000001E-4</c:v>
                </c:pt>
                <c:pt idx="2315">
                  <c:v>3.36266E-4</c:v>
                </c:pt>
                <c:pt idx="2316">
                  <c:v>3.3489300000000001E-4</c:v>
                </c:pt>
                <c:pt idx="2317">
                  <c:v>3.3351600000000001E-4</c:v>
                </c:pt>
                <c:pt idx="2318">
                  <c:v>3.3214300000000002E-4</c:v>
                </c:pt>
                <c:pt idx="2319">
                  <c:v>3.30775E-4</c:v>
                </c:pt>
                <c:pt idx="2320">
                  <c:v>3.2940600000000002E-4</c:v>
                </c:pt>
                <c:pt idx="2321">
                  <c:v>3.2803500000000001E-4</c:v>
                </c:pt>
                <c:pt idx="2322">
                  <c:v>3.2666800000000001E-4</c:v>
                </c:pt>
                <c:pt idx="2323">
                  <c:v>3.2530999999999999E-4</c:v>
                </c:pt>
                <c:pt idx="2324">
                  <c:v>3.2395699999999999E-4</c:v>
                </c:pt>
                <c:pt idx="2325">
                  <c:v>3.2260500000000001E-4</c:v>
                </c:pt>
                <c:pt idx="2326">
                  <c:v>3.2125300000000002E-4</c:v>
                </c:pt>
                <c:pt idx="2327">
                  <c:v>3.1990700000000003E-4</c:v>
                </c:pt>
                <c:pt idx="2328">
                  <c:v>3.1857000000000001E-4</c:v>
                </c:pt>
                <c:pt idx="2329">
                  <c:v>3.1723599999999998E-4</c:v>
                </c:pt>
                <c:pt idx="2330">
                  <c:v>3.15901E-4</c:v>
                </c:pt>
                <c:pt idx="2331">
                  <c:v>3.1456600000000001E-4</c:v>
                </c:pt>
                <c:pt idx="2332">
                  <c:v>3.1323599999999999E-4</c:v>
                </c:pt>
                <c:pt idx="2333">
                  <c:v>3.11911E-4</c:v>
                </c:pt>
                <c:pt idx="2334">
                  <c:v>3.10592E-4</c:v>
                </c:pt>
                <c:pt idx="2335">
                  <c:v>3.0927899999999998E-4</c:v>
                </c:pt>
                <c:pt idx="2336">
                  <c:v>3.0796900000000001E-4</c:v>
                </c:pt>
                <c:pt idx="2337">
                  <c:v>3.0666100000000001E-4</c:v>
                </c:pt>
                <c:pt idx="2338">
                  <c:v>3.0535300000000002E-4</c:v>
                </c:pt>
                <c:pt idx="2339">
                  <c:v>3.0404899999999998E-4</c:v>
                </c:pt>
                <c:pt idx="2340">
                  <c:v>3.02749E-4</c:v>
                </c:pt>
                <c:pt idx="2341">
                  <c:v>3.0145200000000001E-4</c:v>
                </c:pt>
                <c:pt idx="2342">
                  <c:v>3.0016100000000002E-4</c:v>
                </c:pt>
                <c:pt idx="2343">
                  <c:v>2.9887099999999998E-4</c:v>
                </c:pt>
                <c:pt idx="2344">
                  <c:v>2.9757999999999998E-4</c:v>
                </c:pt>
                <c:pt idx="2345">
                  <c:v>2.9629100000000001E-4</c:v>
                </c:pt>
                <c:pt idx="2346">
                  <c:v>2.95006E-4</c:v>
                </c:pt>
                <c:pt idx="2347">
                  <c:v>2.9373099999999998E-4</c:v>
                </c:pt>
                <c:pt idx="2348">
                  <c:v>2.92465E-4</c:v>
                </c:pt>
                <c:pt idx="2349">
                  <c:v>2.9120799999999999E-4</c:v>
                </c:pt>
                <c:pt idx="2350">
                  <c:v>2.8995399999999998E-4</c:v>
                </c:pt>
                <c:pt idx="2351">
                  <c:v>2.8869799999999999E-4</c:v>
                </c:pt>
                <c:pt idx="2352">
                  <c:v>2.8744300000000002E-4</c:v>
                </c:pt>
                <c:pt idx="2353">
                  <c:v>2.8619000000000002E-4</c:v>
                </c:pt>
                <c:pt idx="2354">
                  <c:v>2.8493700000000003E-4</c:v>
                </c:pt>
                <c:pt idx="2355">
                  <c:v>2.8368700000000002E-4</c:v>
                </c:pt>
                <c:pt idx="2356">
                  <c:v>2.8244199999999999E-4</c:v>
                </c:pt>
                <c:pt idx="2357">
                  <c:v>2.8120599999999999E-4</c:v>
                </c:pt>
                <c:pt idx="2358">
                  <c:v>2.7998200000000002E-4</c:v>
                </c:pt>
                <c:pt idx="2359">
                  <c:v>2.7876600000000001E-4</c:v>
                </c:pt>
                <c:pt idx="2360">
                  <c:v>2.77547E-4</c:v>
                </c:pt>
                <c:pt idx="2361">
                  <c:v>2.7632399999999999E-4</c:v>
                </c:pt>
                <c:pt idx="2362">
                  <c:v>2.7510499999999999E-4</c:v>
                </c:pt>
                <c:pt idx="2363">
                  <c:v>2.7389200000000003E-4</c:v>
                </c:pt>
                <c:pt idx="2364">
                  <c:v>2.7268000000000003E-4</c:v>
                </c:pt>
                <c:pt idx="2365">
                  <c:v>2.7146800000000002E-4</c:v>
                </c:pt>
                <c:pt idx="2366">
                  <c:v>2.7025999999999998E-4</c:v>
                </c:pt>
                <c:pt idx="2367">
                  <c:v>2.6906E-4</c:v>
                </c:pt>
                <c:pt idx="2368">
                  <c:v>2.6786699999999997E-4</c:v>
                </c:pt>
                <c:pt idx="2369">
                  <c:v>2.6667800000000001E-4</c:v>
                </c:pt>
                <c:pt idx="2370">
                  <c:v>2.6548799999999998E-4</c:v>
                </c:pt>
                <c:pt idx="2371">
                  <c:v>2.6430300000000002E-4</c:v>
                </c:pt>
                <c:pt idx="2372">
                  <c:v>2.6312500000000001E-4</c:v>
                </c:pt>
                <c:pt idx="2373">
                  <c:v>2.6195199999999997E-4</c:v>
                </c:pt>
                <c:pt idx="2374">
                  <c:v>2.6078199999999998E-4</c:v>
                </c:pt>
                <c:pt idx="2375">
                  <c:v>2.5961400000000003E-4</c:v>
                </c:pt>
                <c:pt idx="2376">
                  <c:v>2.5845399999999998E-4</c:v>
                </c:pt>
                <c:pt idx="2377">
                  <c:v>2.5730099999999998E-4</c:v>
                </c:pt>
                <c:pt idx="2378">
                  <c:v>2.5615399999999997E-4</c:v>
                </c:pt>
                <c:pt idx="2379">
                  <c:v>2.55009E-4</c:v>
                </c:pt>
                <c:pt idx="2380">
                  <c:v>2.5386499999999998E-4</c:v>
                </c:pt>
                <c:pt idx="2381">
                  <c:v>2.5272899999999999E-4</c:v>
                </c:pt>
                <c:pt idx="2382">
                  <c:v>2.5159500000000002E-4</c:v>
                </c:pt>
                <c:pt idx="2383">
                  <c:v>2.5046500000000001E-4</c:v>
                </c:pt>
                <c:pt idx="2384">
                  <c:v>2.4933600000000001E-4</c:v>
                </c:pt>
                <c:pt idx="2385">
                  <c:v>2.4820700000000002E-4</c:v>
                </c:pt>
                <c:pt idx="2386">
                  <c:v>2.4708199999999998E-4</c:v>
                </c:pt>
                <c:pt idx="2387">
                  <c:v>2.4596200000000001E-4</c:v>
                </c:pt>
                <c:pt idx="2388">
                  <c:v>2.4484399999999998E-4</c:v>
                </c:pt>
                <c:pt idx="2389">
                  <c:v>2.4372900000000001E-4</c:v>
                </c:pt>
                <c:pt idx="2390">
                  <c:v>2.4261700000000001E-4</c:v>
                </c:pt>
                <c:pt idx="2391">
                  <c:v>2.4151199999999999E-4</c:v>
                </c:pt>
                <c:pt idx="2392">
                  <c:v>2.4041399999999999E-4</c:v>
                </c:pt>
                <c:pt idx="2393">
                  <c:v>2.39318E-4</c:v>
                </c:pt>
                <c:pt idx="2394">
                  <c:v>2.3822399999999999E-4</c:v>
                </c:pt>
                <c:pt idx="2395">
                  <c:v>2.3713200000000001E-4</c:v>
                </c:pt>
                <c:pt idx="2396">
                  <c:v>2.3604600000000001E-4</c:v>
                </c:pt>
                <c:pt idx="2397">
                  <c:v>2.3496699999999999E-4</c:v>
                </c:pt>
                <c:pt idx="2398">
                  <c:v>2.33892E-4</c:v>
                </c:pt>
                <c:pt idx="2399">
                  <c:v>2.32821E-4</c:v>
                </c:pt>
                <c:pt idx="2400">
                  <c:v>2.3175499999999999E-4</c:v>
                </c:pt>
                <c:pt idx="2401">
                  <c:v>2.3069599999999999E-4</c:v>
                </c:pt>
                <c:pt idx="2402">
                  <c:v>2.2964E-4</c:v>
                </c:pt>
                <c:pt idx="2403">
                  <c:v>2.28588E-4</c:v>
                </c:pt>
                <c:pt idx="2404">
                  <c:v>2.2753699999999999E-4</c:v>
                </c:pt>
                <c:pt idx="2405">
                  <c:v>2.2648699999999999E-4</c:v>
                </c:pt>
                <c:pt idx="2406">
                  <c:v>2.2544000000000001E-4</c:v>
                </c:pt>
                <c:pt idx="2407">
                  <c:v>2.2439500000000001E-4</c:v>
                </c:pt>
                <c:pt idx="2408">
                  <c:v>2.23348E-4</c:v>
                </c:pt>
                <c:pt idx="2409">
                  <c:v>2.2230500000000001E-4</c:v>
                </c:pt>
                <c:pt idx="2410">
                  <c:v>2.2127099999999999E-4</c:v>
                </c:pt>
                <c:pt idx="2411">
                  <c:v>2.2024699999999999E-4</c:v>
                </c:pt>
                <c:pt idx="2412">
                  <c:v>2.1922700000000001E-4</c:v>
                </c:pt>
                <c:pt idx="2413">
                  <c:v>2.18209E-4</c:v>
                </c:pt>
                <c:pt idx="2414">
                  <c:v>2.1719099999999999E-4</c:v>
                </c:pt>
                <c:pt idx="2415">
                  <c:v>2.16178E-4</c:v>
                </c:pt>
                <c:pt idx="2416">
                  <c:v>2.1516999999999999E-4</c:v>
                </c:pt>
                <c:pt idx="2417">
                  <c:v>2.1416499999999999E-4</c:v>
                </c:pt>
                <c:pt idx="2418">
                  <c:v>2.13162E-4</c:v>
                </c:pt>
                <c:pt idx="2419">
                  <c:v>2.1216200000000001E-4</c:v>
                </c:pt>
                <c:pt idx="2420">
                  <c:v>2.1117E-4</c:v>
                </c:pt>
                <c:pt idx="2421">
                  <c:v>2.1018400000000001E-4</c:v>
                </c:pt>
                <c:pt idx="2422">
                  <c:v>2.0920300000000001E-4</c:v>
                </c:pt>
                <c:pt idx="2423">
                  <c:v>2.0822200000000001E-4</c:v>
                </c:pt>
                <c:pt idx="2424">
                  <c:v>2.0724200000000001E-4</c:v>
                </c:pt>
                <c:pt idx="2425">
                  <c:v>2.06267E-4</c:v>
                </c:pt>
                <c:pt idx="2426">
                  <c:v>2.05298E-4</c:v>
                </c:pt>
                <c:pt idx="2427">
                  <c:v>2.0433199999999999E-4</c:v>
                </c:pt>
                <c:pt idx="2428">
                  <c:v>2.0336700000000001E-4</c:v>
                </c:pt>
                <c:pt idx="2429">
                  <c:v>2.02406E-4</c:v>
                </c:pt>
                <c:pt idx="2430">
                  <c:v>2.0145300000000001E-4</c:v>
                </c:pt>
                <c:pt idx="2431">
                  <c:v>2.0050299999999999E-4</c:v>
                </c:pt>
                <c:pt idx="2432">
                  <c:v>1.9955299999999999E-4</c:v>
                </c:pt>
                <c:pt idx="2433">
                  <c:v>1.98603E-4</c:v>
                </c:pt>
                <c:pt idx="2434">
                  <c:v>1.9765599999999999E-4</c:v>
                </c:pt>
                <c:pt idx="2435">
                  <c:v>1.9671599999999999E-4</c:v>
                </c:pt>
                <c:pt idx="2436">
                  <c:v>1.95782E-4</c:v>
                </c:pt>
                <c:pt idx="2437">
                  <c:v>1.9485100000000001E-4</c:v>
                </c:pt>
                <c:pt idx="2438">
                  <c:v>1.9392199999999999E-4</c:v>
                </c:pt>
                <c:pt idx="2439">
                  <c:v>1.9299599999999999E-4</c:v>
                </c:pt>
                <c:pt idx="2440">
                  <c:v>1.92077E-4</c:v>
                </c:pt>
                <c:pt idx="2441">
                  <c:v>1.9116200000000001E-4</c:v>
                </c:pt>
                <c:pt idx="2442">
                  <c:v>1.9025199999999999E-4</c:v>
                </c:pt>
                <c:pt idx="2443">
                  <c:v>1.8934299999999999E-4</c:v>
                </c:pt>
                <c:pt idx="2444">
                  <c:v>1.88436E-4</c:v>
                </c:pt>
                <c:pt idx="2445">
                  <c:v>1.87534E-4</c:v>
                </c:pt>
                <c:pt idx="2446">
                  <c:v>1.8663600000000001E-4</c:v>
                </c:pt>
                <c:pt idx="2447">
                  <c:v>1.8573900000000001E-4</c:v>
                </c:pt>
                <c:pt idx="2448">
                  <c:v>1.8484299999999999E-4</c:v>
                </c:pt>
                <c:pt idx="2449">
                  <c:v>1.8395299999999999E-4</c:v>
                </c:pt>
                <c:pt idx="2450">
                  <c:v>1.8306999999999999E-4</c:v>
                </c:pt>
                <c:pt idx="2451">
                  <c:v>1.8219199999999999E-4</c:v>
                </c:pt>
                <c:pt idx="2452">
                  <c:v>1.8131899999999999E-4</c:v>
                </c:pt>
                <c:pt idx="2453">
                  <c:v>1.80447E-4</c:v>
                </c:pt>
                <c:pt idx="2454">
                  <c:v>1.79579E-4</c:v>
                </c:pt>
                <c:pt idx="2455">
                  <c:v>1.7871799999999999E-4</c:v>
                </c:pt>
                <c:pt idx="2456">
                  <c:v>1.77863E-4</c:v>
                </c:pt>
                <c:pt idx="2457">
                  <c:v>1.77009E-4</c:v>
                </c:pt>
                <c:pt idx="2458">
                  <c:v>1.7615600000000001E-4</c:v>
                </c:pt>
                <c:pt idx="2459">
                  <c:v>1.7530599999999999E-4</c:v>
                </c:pt>
                <c:pt idx="2460">
                  <c:v>1.74463E-4</c:v>
                </c:pt>
                <c:pt idx="2461">
                  <c:v>1.7362399999999999E-4</c:v>
                </c:pt>
                <c:pt idx="2462">
                  <c:v>1.72786E-4</c:v>
                </c:pt>
                <c:pt idx="2463">
                  <c:v>1.7194700000000001E-4</c:v>
                </c:pt>
                <c:pt idx="2464">
                  <c:v>1.7111599999999999E-4</c:v>
                </c:pt>
                <c:pt idx="2465">
                  <c:v>1.70292E-4</c:v>
                </c:pt>
                <c:pt idx="2466">
                  <c:v>1.6947300000000001E-4</c:v>
                </c:pt>
                <c:pt idx="2467">
                  <c:v>1.68653E-4</c:v>
                </c:pt>
                <c:pt idx="2468">
                  <c:v>1.6783E-4</c:v>
                </c:pt>
                <c:pt idx="2469">
                  <c:v>1.67007E-4</c:v>
                </c:pt>
                <c:pt idx="2470">
                  <c:v>1.6618700000000001E-4</c:v>
                </c:pt>
                <c:pt idx="2471">
                  <c:v>1.6537299999999999E-4</c:v>
                </c:pt>
                <c:pt idx="2472">
                  <c:v>1.6456399999999999E-4</c:v>
                </c:pt>
                <c:pt idx="2473">
                  <c:v>1.6375999999999999E-4</c:v>
                </c:pt>
                <c:pt idx="2474">
                  <c:v>1.6296099999999999E-4</c:v>
                </c:pt>
                <c:pt idx="2475">
                  <c:v>1.6216399999999999E-4</c:v>
                </c:pt>
                <c:pt idx="2476">
                  <c:v>1.61366E-4</c:v>
                </c:pt>
                <c:pt idx="2477">
                  <c:v>1.60567E-4</c:v>
                </c:pt>
                <c:pt idx="2478">
                  <c:v>1.5977100000000001E-4</c:v>
                </c:pt>
                <c:pt idx="2479">
                  <c:v>1.5898400000000001E-4</c:v>
                </c:pt>
                <c:pt idx="2480">
                  <c:v>1.5820299999999999E-4</c:v>
                </c:pt>
                <c:pt idx="2481">
                  <c:v>1.57427E-4</c:v>
                </c:pt>
                <c:pt idx="2482">
                  <c:v>1.56656E-4</c:v>
                </c:pt>
                <c:pt idx="2483">
                  <c:v>1.55888E-4</c:v>
                </c:pt>
                <c:pt idx="2484">
                  <c:v>1.55124E-4</c:v>
                </c:pt>
                <c:pt idx="2485">
                  <c:v>1.5436399999999999E-4</c:v>
                </c:pt>
                <c:pt idx="2486">
                  <c:v>1.53611E-4</c:v>
                </c:pt>
                <c:pt idx="2487">
                  <c:v>1.5286100000000001E-4</c:v>
                </c:pt>
                <c:pt idx="2488">
                  <c:v>1.5211399999999999E-4</c:v>
                </c:pt>
                <c:pt idx="2489">
                  <c:v>1.5137399999999999E-4</c:v>
                </c:pt>
                <c:pt idx="2490">
                  <c:v>1.5064000000000001E-4</c:v>
                </c:pt>
                <c:pt idx="2491">
                  <c:v>1.4990899999999999E-4</c:v>
                </c:pt>
                <c:pt idx="2492">
                  <c:v>1.49178E-4</c:v>
                </c:pt>
                <c:pt idx="2493">
                  <c:v>1.4844899999999999E-4</c:v>
                </c:pt>
                <c:pt idx="2494">
                  <c:v>1.4772299999999999E-4</c:v>
                </c:pt>
                <c:pt idx="2495">
                  <c:v>1.47002E-4</c:v>
                </c:pt>
                <c:pt idx="2496">
                  <c:v>1.4628300000000001E-4</c:v>
                </c:pt>
                <c:pt idx="2497">
                  <c:v>1.4556700000000001E-4</c:v>
                </c:pt>
                <c:pt idx="2498">
                  <c:v>1.4485600000000001E-4</c:v>
                </c:pt>
                <c:pt idx="2499">
                  <c:v>1.44151E-4</c:v>
                </c:pt>
                <c:pt idx="2500">
                  <c:v>1.4345100000000001E-4</c:v>
                </c:pt>
                <c:pt idx="2501">
                  <c:v>1.4275900000000001E-4</c:v>
                </c:pt>
                <c:pt idx="2502">
                  <c:v>1.4206900000000001E-4</c:v>
                </c:pt>
                <c:pt idx="2503">
                  <c:v>1.4137500000000001E-4</c:v>
                </c:pt>
                <c:pt idx="2504">
                  <c:v>1.40681E-4</c:v>
                </c:pt>
                <c:pt idx="2505">
                  <c:v>1.3998999999999999E-4</c:v>
                </c:pt>
                <c:pt idx="2506">
                  <c:v>1.3930099999999999E-4</c:v>
                </c:pt>
                <c:pt idx="2507">
                  <c:v>1.3861400000000001E-4</c:v>
                </c:pt>
                <c:pt idx="2508">
                  <c:v>1.3793099999999999E-4</c:v>
                </c:pt>
                <c:pt idx="2509">
                  <c:v>1.37253E-4</c:v>
                </c:pt>
                <c:pt idx="2510">
                  <c:v>1.3657799999999999E-4</c:v>
                </c:pt>
                <c:pt idx="2511">
                  <c:v>1.3590400000000001E-4</c:v>
                </c:pt>
                <c:pt idx="2512">
                  <c:v>1.3523100000000001E-4</c:v>
                </c:pt>
                <c:pt idx="2513">
                  <c:v>1.3456300000000001E-4</c:v>
                </c:pt>
                <c:pt idx="2514">
                  <c:v>1.3389900000000001E-4</c:v>
                </c:pt>
                <c:pt idx="2515">
                  <c:v>1.33239E-4</c:v>
                </c:pt>
                <c:pt idx="2516">
                  <c:v>1.3257899999999999E-4</c:v>
                </c:pt>
                <c:pt idx="2517">
                  <c:v>1.31922E-4</c:v>
                </c:pt>
                <c:pt idx="2518">
                  <c:v>1.31271E-4</c:v>
                </c:pt>
                <c:pt idx="2519">
                  <c:v>1.3062300000000001E-4</c:v>
                </c:pt>
                <c:pt idx="2520">
                  <c:v>1.2997900000000001E-4</c:v>
                </c:pt>
                <c:pt idx="2521">
                  <c:v>1.29336E-4</c:v>
                </c:pt>
                <c:pt idx="2522">
                  <c:v>1.2869499999999999E-4</c:v>
                </c:pt>
                <c:pt idx="2523">
                  <c:v>1.28057E-4</c:v>
                </c:pt>
                <c:pt idx="2524">
                  <c:v>1.2742299999999999E-4</c:v>
                </c:pt>
                <c:pt idx="2525">
                  <c:v>1.2679100000000001E-4</c:v>
                </c:pt>
                <c:pt idx="2526">
                  <c:v>1.2616E-4</c:v>
                </c:pt>
                <c:pt idx="2527">
                  <c:v>1.2553299999999999E-4</c:v>
                </c:pt>
                <c:pt idx="2528">
                  <c:v>1.2491100000000001E-4</c:v>
                </c:pt>
                <c:pt idx="2529">
                  <c:v>1.24296E-4</c:v>
                </c:pt>
                <c:pt idx="2530">
                  <c:v>1.23683E-4</c:v>
                </c:pt>
                <c:pt idx="2531">
                  <c:v>1.23072E-4</c:v>
                </c:pt>
                <c:pt idx="2532">
                  <c:v>1.2246199999999999E-4</c:v>
                </c:pt>
                <c:pt idx="2533">
                  <c:v>1.2185599999999999E-4</c:v>
                </c:pt>
                <c:pt idx="2534">
                  <c:v>1.21255E-4</c:v>
                </c:pt>
                <c:pt idx="2535">
                  <c:v>1.20656E-4</c:v>
                </c:pt>
                <c:pt idx="2536">
                  <c:v>1.2005799999999999E-4</c:v>
                </c:pt>
                <c:pt idx="2537">
                  <c:v>1.19467E-4</c:v>
                </c:pt>
                <c:pt idx="2538">
                  <c:v>1.18878E-4</c:v>
                </c:pt>
                <c:pt idx="2539">
                  <c:v>1.18292E-4</c:v>
                </c:pt>
                <c:pt idx="2540">
                  <c:v>1.1770800000000001E-4</c:v>
                </c:pt>
                <c:pt idx="2541">
                  <c:v>1.17125E-4</c:v>
                </c:pt>
                <c:pt idx="2542">
                  <c:v>1.1654699999999999E-4</c:v>
                </c:pt>
                <c:pt idx="2543">
                  <c:v>1.15973E-4</c:v>
                </c:pt>
                <c:pt idx="2544">
                  <c:v>1.15402E-4</c:v>
                </c:pt>
                <c:pt idx="2545">
                  <c:v>1.1483400000000001E-4</c:v>
                </c:pt>
                <c:pt idx="2546">
                  <c:v>1.14268E-4</c:v>
                </c:pt>
                <c:pt idx="2547">
                  <c:v>1.13707E-4</c:v>
                </c:pt>
                <c:pt idx="2548">
                  <c:v>1.13151E-4</c:v>
                </c:pt>
                <c:pt idx="2549">
                  <c:v>1.12596E-4</c:v>
                </c:pt>
                <c:pt idx="2550">
                  <c:v>1.12043E-4</c:v>
                </c:pt>
                <c:pt idx="2551">
                  <c:v>1.1149099999999999E-4</c:v>
                </c:pt>
                <c:pt idx="2552">
                  <c:v>1.10944E-4</c:v>
                </c:pt>
                <c:pt idx="2553">
                  <c:v>1.10402E-4</c:v>
                </c:pt>
                <c:pt idx="2554">
                  <c:v>1.09862E-4</c:v>
                </c:pt>
                <c:pt idx="2555">
                  <c:v>1.09324E-4</c:v>
                </c:pt>
                <c:pt idx="2556">
                  <c:v>1.08787E-4</c:v>
                </c:pt>
                <c:pt idx="2557">
                  <c:v>1.08256E-4</c:v>
                </c:pt>
                <c:pt idx="2558">
                  <c:v>1.0773E-4</c:v>
                </c:pt>
                <c:pt idx="2559">
                  <c:v>1.0720799999999999E-4</c:v>
                </c:pt>
                <c:pt idx="2560">
                  <c:v>1.0668899999999999E-4</c:v>
                </c:pt>
                <c:pt idx="2561">
                  <c:v>1.0616999999999999E-4</c:v>
                </c:pt>
                <c:pt idx="2562">
                  <c:v>1.05653E-4</c:v>
                </c:pt>
                <c:pt idx="2563">
                  <c:v>1.0514E-4</c:v>
                </c:pt>
                <c:pt idx="2564">
                  <c:v>1.0463000000000001E-4</c:v>
                </c:pt>
                <c:pt idx="2565">
                  <c:v>1.0412E-4</c:v>
                </c:pt>
                <c:pt idx="2566">
                  <c:v>1.03614E-4</c:v>
                </c:pt>
                <c:pt idx="2567">
                  <c:v>1.03112E-4</c:v>
                </c:pt>
                <c:pt idx="2568">
                  <c:v>1.02614E-4</c:v>
                </c:pt>
                <c:pt idx="2569">
                  <c:v>1.02118E-4</c:v>
                </c:pt>
                <c:pt idx="2570">
                  <c:v>1.01625E-4</c:v>
                </c:pt>
                <c:pt idx="2571">
                  <c:v>1.01135E-4</c:v>
                </c:pt>
                <c:pt idx="2572">
                  <c:v>1.00649E-4</c:v>
                </c:pt>
                <c:pt idx="2573">
                  <c:v>1.00166E-4</c:v>
                </c:pt>
                <c:pt idx="2574">
                  <c:v>9.9685600000000007E-5</c:v>
                </c:pt>
                <c:pt idx="2575">
                  <c:v>9.92068E-5</c:v>
                </c:pt>
                <c:pt idx="2576">
                  <c:v>9.8731200000000001E-5</c:v>
                </c:pt>
                <c:pt idx="2577">
                  <c:v>9.8258999999999996E-5</c:v>
                </c:pt>
                <c:pt idx="2578">
                  <c:v>9.7789300000000002E-5</c:v>
                </c:pt>
                <c:pt idx="2579">
                  <c:v>9.7322299999999995E-5</c:v>
                </c:pt>
                <c:pt idx="2580">
                  <c:v>9.6854999999999993E-5</c:v>
                </c:pt>
                <c:pt idx="2581">
                  <c:v>9.6389200000000002E-5</c:v>
                </c:pt>
                <c:pt idx="2582">
                  <c:v>9.59279E-5</c:v>
                </c:pt>
                <c:pt idx="2583">
                  <c:v>9.5471300000000002E-5</c:v>
                </c:pt>
                <c:pt idx="2584">
                  <c:v>9.5017800000000004E-5</c:v>
                </c:pt>
                <c:pt idx="2585">
                  <c:v>9.4566200000000003E-5</c:v>
                </c:pt>
                <c:pt idx="2586">
                  <c:v>9.4119300000000005E-5</c:v>
                </c:pt>
                <c:pt idx="2587">
                  <c:v>9.3675800000000002E-5</c:v>
                </c:pt>
                <c:pt idx="2588">
                  <c:v>9.3233799999999995E-5</c:v>
                </c:pt>
                <c:pt idx="2589">
                  <c:v>9.2792699999999997E-5</c:v>
                </c:pt>
                <c:pt idx="2590">
                  <c:v>9.2351900000000006E-5</c:v>
                </c:pt>
                <c:pt idx="2591">
                  <c:v>9.1913800000000001E-5</c:v>
                </c:pt>
                <c:pt idx="2592">
                  <c:v>9.1480100000000005E-5</c:v>
                </c:pt>
                <c:pt idx="2593">
                  <c:v>9.1050099999999998E-5</c:v>
                </c:pt>
                <c:pt idx="2594">
                  <c:v>9.0622299999999995E-5</c:v>
                </c:pt>
                <c:pt idx="2595">
                  <c:v>9.0197099999999997E-5</c:v>
                </c:pt>
                <c:pt idx="2596">
                  <c:v>8.9775200000000001E-5</c:v>
                </c:pt>
                <c:pt idx="2597">
                  <c:v>8.9356299999999997E-5</c:v>
                </c:pt>
                <c:pt idx="2598">
                  <c:v>8.8941400000000002E-5</c:v>
                </c:pt>
                <c:pt idx="2599">
                  <c:v>8.8528499999999998E-5</c:v>
                </c:pt>
                <c:pt idx="2600">
                  <c:v>8.8116100000000002E-5</c:v>
                </c:pt>
                <c:pt idx="2601">
                  <c:v>8.7707000000000006E-5</c:v>
                </c:pt>
                <c:pt idx="2602">
                  <c:v>8.7302100000000006E-5</c:v>
                </c:pt>
                <c:pt idx="2603">
                  <c:v>8.6899599999999997E-5</c:v>
                </c:pt>
                <c:pt idx="2604">
                  <c:v>8.6498900000000006E-5</c:v>
                </c:pt>
                <c:pt idx="2605">
                  <c:v>8.61005E-5</c:v>
                </c:pt>
                <c:pt idx="2606">
                  <c:v>8.57047E-5</c:v>
                </c:pt>
                <c:pt idx="2607">
                  <c:v>8.5312100000000006E-5</c:v>
                </c:pt>
                <c:pt idx="2608">
                  <c:v>8.4923600000000001E-5</c:v>
                </c:pt>
                <c:pt idx="2609">
                  <c:v>8.4537100000000001E-5</c:v>
                </c:pt>
                <c:pt idx="2610">
                  <c:v>8.4151600000000003E-5</c:v>
                </c:pt>
                <c:pt idx="2611">
                  <c:v>8.3768899999999997E-5</c:v>
                </c:pt>
                <c:pt idx="2612">
                  <c:v>8.3388999999999997E-5</c:v>
                </c:pt>
                <c:pt idx="2613">
                  <c:v>8.3011100000000002E-5</c:v>
                </c:pt>
                <c:pt idx="2614">
                  <c:v>8.2635199999999998E-5</c:v>
                </c:pt>
                <c:pt idx="2615">
                  <c:v>8.2262799999999994E-5</c:v>
                </c:pt>
                <c:pt idx="2616">
                  <c:v>8.1894699999999994E-5</c:v>
                </c:pt>
                <c:pt idx="2617">
                  <c:v>8.1528900000000005E-5</c:v>
                </c:pt>
                <c:pt idx="2618">
                  <c:v>8.1163999999999997E-5</c:v>
                </c:pt>
                <c:pt idx="2619">
                  <c:v>8.0800699999999994E-5</c:v>
                </c:pt>
                <c:pt idx="2620">
                  <c:v>8.0440100000000003E-5</c:v>
                </c:pt>
                <c:pt idx="2621">
                  <c:v>8.0081900000000003E-5</c:v>
                </c:pt>
                <c:pt idx="2622">
                  <c:v>7.9726899999999997E-5</c:v>
                </c:pt>
                <c:pt idx="2623">
                  <c:v>7.9374899999999998E-5</c:v>
                </c:pt>
                <c:pt idx="2624">
                  <c:v>7.9025500000000004E-5</c:v>
                </c:pt>
                <c:pt idx="2625">
                  <c:v>7.8679799999999998E-5</c:v>
                </c:pt>
                <c:pt idx="2626">
                  <c:v>7.8336099999999997E-5</c:v>
                </c:pt>
                <c:pt idx="2627">
                  <c:v>7.7993999999999999E-5</c:v>
                </c:pt>
                <c:pt idx="2628">
                  <c:v>7.7654199999999999E-5</c:v>
                </c:pt>
                <c:pt idx="2629">
                  <c:v>7.7315400000000002E-5</c:v>
                </c:pt>
                <c:pt idx="2630">
                  <c:v>7.69779E-5</c:v>
                </c:pt>
                <c:pt idx="2631">
                  <c:v>7.6643400000000006E-5</c:v>
                </c:pt>
                <c:pt idx="2632">
                  <c:v>7.6311500000000003E-5</c:v>
                </c:pt>
                <c:pt idx="2633">
                  <c:v>7.5981099999999997E-5</c:v>
                </c:pt>
                <c:pt idx="2634">
                  <c:v>7.5652E-5</c:v>
                </c:pt>
                <c:pt idx="2635">
                  <c:v>7.5325400000000002E-5</c:v>
                </c:pt>
                <c:pt idx="2636">
                  <c:v>7.5001300000000003E-5</c:v>
                </c:pt>
                <c:pt idx="2637">
                  <c:v>7.4679199999999995E-5</c:v>
                </c:pt>
                <c:pt idx="2638">
                  <c:v>7.4358399999999996E-5</c:v>
                </c:pt>
                <c:pt idx="2639">
                  <c:v>7.4039099999999994E-5</c:v>
                </c:pt>
                <c:pt idx="2640">
                  <c:v>7.3721700000000003E-5</c:v>
                </c:pt>
                <c:pt idx="2641">
                  <c:v>7.3405700000000001E-5</c:v>
                </c:pt>
                <c:pt idx="2642">
                  <c:v>7.3092199999999998E-5</c:v>
                </c:pt>
                <c:pt idx="2643">
                  <c:v>7.2781599999999994E-5</c:v>
                </c:pt>
                <c:pt idx="2644">
                  <c:v>7.2471600000000006E-5</c:v>
                </c:pt>
                <c:pt idx="2645">
                  <c:v>7.2163300000000001E-5</c:v>
                </c:pt>
                <c:pt idx="2646">
                  <c:v>7.18572E-5</c:v>
                </c:pt>
                <c:pt idx="2647">
                  <c:v>7.1552999999999997E-5</c:v>
                </c:pt>
                <c:pt idx="2648">
                  <c:v>7.1250599999999998E-5</c:v>
                </c:pt>
                <c:pt idx="2649">
                  <c:v>7.0950000000000003E-5</c:v>
                </c:pt>
                <c:pt idx="2650">
                  <c:v>7.0652099999999994E-5</c:v>
                </c:pt>
                <c:pt idx="2651">
                  <c:v>7.0356200000000002E-5</c:v>
                </c:pt>
                <c:pt idx="2652">
                  <c:v>7.0062500000000002E-5</c:v>
                </c:pt>
                <c:pt idx="2653">
                  <c:v>6.9771500000000001E-5</c:v>
                </c:pt>
                <c:pt idx="2654">
                  <c:v>6.94836E-5</c:v>
                </c:pt>
                <c:pt idx="2655">
                  <c:v>6.9197900000000004E-5</c:v>
                </c:pt>
                <c:pt idx="2656">
                  <c:v>6.8913599999999997E-5</c:v>
                </c:pt>
                <c:pt idx="2657">
                  <c:v>6.8631299999999995E-5</c:v>
                </c:pt>
                <c:pt idx="2658">
                  <c:v>6.8350100000000001E-5</c:v>
                </c:pt>
                <c:pt idx="2659">
                  <c:v>6.8069000000000002E-5</c:v>
                </c:pt>
                <c:pt idx="2660">
                  <c:v>6.7789799999999999E-5</c:v>
                </c:pt>
                <c:pt idx="2661">
                  <c:v>6.7513299999999996E-5</c:v>
                </c:pt>
                <c:pt idx="2662">
                  <c:v>6.7238900000000004E-5</c:v>
                </c:pt>
                <c:pt idx="2663">
                  <c:v>6.6965900000000002E-5</c:v>
                </c:pt>
                <c:pt idx="2664">
                  <c:v>6.6695500000000005E-5</c:v>
                </c:pt>
                <c:pt idx="2665">
                  <c:v>6.6427700000000001E-5</c:v>
                </c:pt>
                <c:pt idx="2666">
                  <c:v>6.6161900000000001E-5</c:v>
                </c:pt>
                <c:pt idx="2667">
                  <c:v>6.5897399999999997E-5</c:v>
                </c:pt>
                <c:pt idx="2668">
                  <c:v>6.5634499999999996E-5</c:v>
                </c:pt>
                <c:pt idx="2669">
                  <c:v>6.5372900000000006E-5</c:v>
                </c:pt>
                <c:pt idx="2670">
                  <c:v>6.5111399999999995E-5</c:v>
                </c:pt>
                <c:pt idx="2671">
                  <c:v>6.4850400000000005E-5</c:v>
                </c:pt>
                <c:pt idx="2672">
                  <c:v>6.4590600000000005E-5</c:v>
                </c:pt>
                <c:pt idx="2673">
                  <c:v>6.4333300000000003E-5</c:v>
                </c:pt>
                <c:pt idx="2674">
                  <c:v>6.4079300000000002E-5</c:v>
                </c:pt>
                <c:pt idx="2675">
                  <c:v>6.3829099999999995E-5</c:v>
                </c:pt>
                <c:pt idx="2676">
                  <c:v>6.3582400000000003E-5</c:v>
                </c:pt>
                <c:pt idx="2677">
                  <c:v>6.3337700000000002E-5</c:v>
                </c:pt>
                <c:pt idx="2678">
                  <c:v>6.3093800000000002E-5</c:v>
                </c:pt>
                <c:pt idx="2679">
                  <c:v>6.2851700000000007E-5</c:v>
                </c:pt>
                <c:pt idx="2680">
                  <c:v>6.2611800000000003E-5</c:v>
                </c:pt>
                <c:pt idx="2681">
                  <c:v>6.2373100000000001E-5</c:v>
                </c:pt>
                <c:pt idx="2682">
                  <c:v>6.2135200000000001E-5</c:v>
                </c:pt>
                <c:pt idx="2683">
                  <c:v>6.1899100000000005E-5</c:v>
                </c:pt>
                <c:pt idx="2684">
                  <c:v>6.1665600000000001E-5</c:v>
                </c:pt>
                <c:pt idx="2685">
                  <c:v>6.1434500000000003E-5</c:v>
                </c:pt>
                <c:pt idx="2686">
                  <c:v>6.1204599999999993E-5</c:v>
                </c:pt>
                <c:pt idx="2687">
                  <c:v>6.0975099999999998E-5</c:v>
                </c:pt>
                <c:pt idx="2688">
                  <c:v>6.0747800000000001E-5</c:v>
                </c:pt>
                <c:pt idx="2689">
                  <c:v>6.0522500000000002E-5</c:v>
                </c:pt>
                <c:pt idx="2690">
                  <c:v>6.0299400000000001E-5</c:v>
                </c:pt>
                <c:pt idx="2691">
                  <c:v>6.0078799999999998E-5</c:v>
                </c:pt>
                <c:pt idx="2692">
                  <c:v>5.9859699999999999E-5</c:v>
                </c:pt>
                <c:pt idx="2693">
                  <c:v>5.9641700000000002E-5</c:v>
                </c:pt>
                <c:pt idx="2694">
                  <c:v>5.9425500000000002E-5</c:v>
                </c:pt>
                <c:pt idx="2695">
                  <c:v>5.9211800000000001E-5</c:v>
                </c:pt>
                <c:pt idx="2696">
                  <c:v>5.8999300000000003E-5</c:v>
                </c:pt>
                <c:pt idx="2697">
                  <c:v>5.8786100000000003E-5</c:v>
                </c:pt>
                <c:pt idx="2698">
                  <c:v>5.8574099999999999E-5</c:v>
                </c:pt>
                <c:pt idx="2699">
                  <c:v>5.8365400000000002E-5</c:v>
                </c:pt>
                <c:pt idx="2700">
                  <c:v>5.8158900000000003E-5</c:v>
                </c:pt>
                <c:pt idx="2701">
                  <c:v>5.7953099999999999E-5</c:v>
                </c:pt>
                <c:pt idx="2702">
                  <c:v>5.7748799999999998E-5</c:v>
                </c:pt>
                <c:pt idx="2703">
                  <c:v>5.7547599999999998E-5</c:v>
                </c:pt>
                <c:pt idx="2704">
                  <c:v>5.7348900000000002E-5</c:v>
                </c:pt>
                <c:pt idx="2705">
                  <c:v>5.7151899999999997E-5</c:v>
                </c:pt>
                <c:pt idx="2706">
                  <c:v>5.6956100000000002E-5</c:v>
                </c:pt>
                <c:pt idx="2707">
                  <c:v>5.67607E-5</c:v>
                </c:pt>
                <c:pt idx="2708">
                  <c:v>5.65661E-5</c:v>
                </c:pt>
                <c:pt idx="2709">
                  <c:v>5.6372300000000002E-5</c:v>
                </c:pt>
                <c:pt idx="2710">
                  <c:v>5.61795E-5</c:v>
                </c:pt>
                <c:pt idx="2711">
                  <c:v>5.59882E-5</c:v>
                </c:pt>
                <c:pt idx="2712">
                  <c:v>5.5798699999999998E-5</c:v>
                </c:pt>
                <c:pt idx="2713">
                  <c:v>5.5611E-5</c:v>
                </c:pt>
                <c:pt idx="2714">
                  <c:v>5.5424699999999998E-5</c:v>
                </c:pt>
                <c:pt idx="2715">
                  <c:v>5.5240500000000001E-5</c:v>
                </c:pt>
                <c:pt idx="2716">
                  <c:v>5.5056799999999998E-5</c:v>
                </c:pt>
                <c:pt idx="2717">
                  <c:v>5.4873400000000002E-5</c:v>
                </c:pt>
                <c:pt idx="2718">
                  <c:v>5.4691999999999997E-5</c:v>
                </c:pt>
                <c:pt idx="2719">
                  <c:v>5.4511800000000002E-5</c:v>
                </c:pt>
                <c:pt idx="2720">
                  <c:v>5.4332800000000003E-5</c:v>
                </c:pt>
                <c:pt idx="2721">
                  <c:v>5.4154899999999999E-5</c:v>
                </c:pt>
                <c:pt idx="2722">
                  <c:v>5.3978199999999998E-5</c:v>
                </c:pt>
                <c:pt idx="2723">
                  <c:v>5.3804000000000002E-5</c:v>
                </c:pt>
                <c:pt idx="2724">
                  <c:v>5.3632099999999998E-5</c:v>
                </c:pt>
                <c:pt idx="2725">
                  <c:v>5.3460900000000002E-5</c:v>
                </c:pt>
                <c:pt idx="2726">
                  <c:v>5.3289199999999998E-5</c:v>
                </c:pt>
                <c:pt idx="2727">
                  <c:v>5.3118899999999997E-5</c:v>
                </c:pt>
                <c:pt idx="2728">
                  <c:v>5.2950700000000001E-5</c:v>
                </c:pt>
                <c:pt idx="2729">
                  <c:v>5.2784000000000001E-5</c:v>
                </c:pt>
                <c:pt idx="2730">
                  <c:v>5.2619099999999999E-5</c:v>
                </c:pt>
                <c:pt idx="2731">
                  <c:v>5.2455099999999999E-5</c:v>
                </c:pt>
                <c:pt idx="2732">
                  <c:v>5.2291399999999999E-5</c:v>
                </c:pt>
                <c:pt idx="2733">
                  <c:v>5.2129100000000002E-5</c:v>
                </c:pt>
                <c:pt idx="2734">
                  <c:v>5.1968700000000003E-5</c:v>
                </c:pt>
                <c:pt idx="2735">
                  <c:v>5.1808899999999998E-5</c:v>
                </c:pt>
                <c:pt idx="2736">
                  <c:v>5.1648599999999999E-5</c:v>
                </c:pt>
                <c:pt idx="2737">
                  <c:v>5.1489300000000002E-5</c:v>
                </c:pt>
                <c:pt idx="2738">
                  <c:v>5.1332999999999998E-5</c:v>
                </c:pt>
                <c:pt idx="2739">
                  <c:v>5.1178699999999998E-5</c:v>
                </c:pt>
                <c:pt idx="2740">
                  <c:v>5.1023799999999998E-5</c:v>
                </c:pt>
                <c:pt idx="2741">
                  <c:v>5.0869899999999999E-5</c:v>
                </c:pt>
                <c:pt idx="2742">
                  <c:v>5.0718699999999999E-5</c:v>
                </c:pt>
                <c:pt idx="2743">
                  <c:v>5.0568700000000003E-5</c:v>
                </c:pt>
                <c:pt idx="2744">
                  <c:v>5.0419800000000001E-5</c:v>
                </c:pt>
                <c:pt idx="2745">
                  <c:v>5.0271400000000001E-5</c:v>
                </c:pt>
                <c:pt idx="2746">
                  <c:v>5.0123700000000003E-5</c:v>
                </c:pt>
                <c:pt idx="2747">
                  <c:v>4.9977700000000001E-5</c:v>
                </c:pt>
                <c:pt idx="2748">
                  <c:v>4.9832700000000001E-5</c:v>
                </c:pt>
                <c:pt idx="2749">
                  <c:v>4.9687600000000002E-5</c:v>
                </c:pt>
                <c:pt idx="2750">
                  <c:v>4.9543799999999998E-5</c:v>
                </c:pt>
                <c:pt idx="2751">
                  <c:v>4.9403200000000002E-5</c:v>
                </c:pt>
                <c:pt idx="2752">
                  <c:v>4.9264400000000002E-5</c:v>
                </c:pt>
                <c:pt idx="2753">
                  <c:v>4.9125899999999997E-5</c:v>
                </c:pt>
                <c:pt idx="2754">
                  <c:v>4.89885E-5</c:v>
                </c:pt>
                <c:pt idx="2755">
                  <c:v>4.8851399999999998E-5</c:v>
                </c:pt>
                <c:pt idx="2756">
                  <c:v>4.8714999999999997E-5</c:v>
                </c:pt>
                <c:pt idx="2757">
                  <c:v>4.8580099999999999E-5</c:v>
                </c:pt>
                <c:pt idx="2758">
                  <c:v>4.8447199999999999E-5</c:v>
                </c:pt>
                <c:pt idx="2759">
                  <c:v>4.8315700000000002E-5</c:v>
                </c:pt>
                <c:pt idx="2760">
                  <c:v>4.8184399999999999E-5</c:v>
                </c:pt>
                <c:pt idx="2761">
                  <c:v>4.8053400000000003E-5</c:v>
                </c:pt>
                <c:pt idx="2762">
                  <c:v>4.7923400000000003E-5</c:v>
                </c:pt>
                <c:pt idx="2763">
                  <c:v>4.7794799999999999E-5</c:v>
                </c:pt>
                <c:pt idx="2764">
                  <c:v>4.7667299999999997E-5</c:v>
                </c:pt>
                <c:pt idx="2765">
                  <c:v>4.7539300000000001E-5</c:v>
                </c:pt>
                <c:pt idx="2766">
                  <c:v>4.7411899999999999E-5</c:v>
                </c:pt>
                <c:pt idx="2767">
                  <c:v>4.7286200000000001E-5</c:v>
                </c:pt>
                <c:pt idx="2768">
                  <c:v>4.7161199999999998E-5</c:v>
                </c:pt>
                <c:pt idx="2769">
                  <c:v>4.7036600000000003E-5</c:v>
                </c:pt>
                <c:pt idx="2770">
                  <c:v>4.6912700000000002E-5</c:v>
                </c:pt>
                <c:pt idx="2771">
                  <c:v>4.6789899999999997E-5</c:v>
                </c:pt>
                <c:pt idx="2772">
                  <c:v>4.6668600000000002E-5</c:v>
                </c:pt>
                <c:pt idx="2773">
                  <c:v>4.6548100000000002E-5</c:v>
                </c:pt>
                <c:pt idx="2774">
                  <c:v>4.6428699999999998E-5</c:v>
                </c:pt>
                <c:pt idx="2775">
                  <c:v>4.6310100000000002E-5</c:v>
                </c:pt>
                <c:pt idx="2776">
                  <c:v>4.6192200000000001E-5</c:v>
                </c:pt>
                <c:pt idx="2777">
                  <c:v>4.6075000000000002E-5</c:v>
                </c:pt>
                <c:pt idx="2778">
                  <c:v>4.5958599999999997E-5</c:v>
                </c:pt>
                <c:pt idx="2779">
                  <c:v>4.5843800000000003E-5</c:v>
                </c:pt>
                <c:pt idx="2780">
                  <c:v>4.5729100000000002E-5</c:v>
                </c:pt>
                <c:pt idx="2781">
                  <c:v>4.5614400000000002E-5</c:v>
                </c:pt>
                <c:pt idx="2782">
                  <c:v>4.5500999999999997E-5</c:v>
                </c:pt>
                <c:pt idx="2783">
                  <c:v>4.5389200000000002E-5</c:v>
                </c:pt>
                <c:pt idx="2784">
                  <c:v>4.5278200000000003E-5</c:v>
                </c:pt>
                <c:pt idx="2785">
                  <c:v>4.5167599999999998E-5</c:v>
                </c:pt>
                <c:pt idx="2786">
                  <c:v>4.5058300000000002E-5</c:v>
                </c:pt>
                <c:pt idx="2787">
                  <c:v>4.4950200000000002E-5</c:v>
                </c:pt>
                <c:pt idx="2788">
                  <c:v>4.4843099999999998E-5</c:v>
                </c:pt>
                <c:pt idx="2789">
                  <c:v>4.4736600000000001E-5</c:v>
                </c:pt>
                <c:pt idx="2790">
                  <c:v>4.4630199999999998E-5</c:v>
                </c:pt>
                <c:pt idx="2791">
                  <c:v>4.4524999999999998E-5</c:v>
                </c:pt>
                <c:pt idx="2792">
                  <c:v>4.4421500000000002E-5</c:v>
                </c:pt>
                <c:pt idx="2793">
                  <c:v>4.4319100000000001E-5</c:v>
                </c:pt>
                <c:pt idx="2794">
                  <c:v>4.4216499999999999E-5</c:v>
                </c:pt>
                <c:pt idx="2795">
                  <c:v>4.4114599999999999E-5</c:v>
                </c:pt>
                <c:pt idx="2796">
                  <c:v>4.4013700000000002E-5</c:v>
                </c:pt>
                <c:pt idx="2797">
                  <c:v>4.3912899999999998E-5</c:v>
                </c:pt>
                <c:pt idx="2798">
                  <c:v>4.3813100000000002E-5</c:v>
                </c:pt>
                <c:pt idx="2799">
                  <c:v>4.3713800000000001E-5</c:v>
                </c:pt>
                <c:pt idx="2800">
                  <c:v>4.3614800000000001E-5</c:v>
                </c:pt>
                <c:pt idx="2801">
                  <c:v>4.3517199999999997E-5</c:v>
                </c:pt>
                <c:pt idx="2802">
                  <c:v>4.3420900000000003E-5</c:v>
                </c:pt>
                <c:pt idx="2803">
                  <c:v>4.3325200000000003E-5</c:v>
                </c:pt>
                <c:pt idx="2804">
                  <c:v>4.3228900000000002E-5</c:v>
                </c:pt>
                <c:pt idx="2805">
                  <c:v>4.3132400000000001E-5</c:v>
                </c:pt>
                <c:pt idx="2806">
                  <c:v>4.3037300000000002E-5</c:v>
                </c:pt>
                <c:pt idx="2807">
                  <c:v>4.2943900000000001E-5</c:v>
                </c:pt>
                <c:pt idx="2808">
                  <c:v>4.2851300000000001E-5</c:v>
                </c:pt>
                <c:pt idx="2809">
                  <c:v>4.2759200000000002E-5</c:v>
                </c:pt>
                <c:pt idx="2810">
                  <c:v>4.2667299999999997E-5</c:v>
                </c:pt>
                <c:pt idx="2811">
                  <c:v>4.2576600000000002E-5</c:v>
                </c:pt>
                <c:pt idx="2812">
                  <c:v>4.2486600000000001E-5</c:v>
                </c:pt>
                <c:pt idx="2813">
                  <c:v>4.2396199999999999E-5</c:v>
                </c:pt>
                <c:pt idx="2814">
                  <c:v>4.2305999999999998E-5</c:v>
                </c:pt>
                <c:pt idx="2815">
                  <c:v>4.2216599999999998E-5</c:v>
                </c:pt>
                <c:pt idx="2816">
                  <c:v>4.2128200000000001E-5</c:v>
                </c:pt>
                <c:pt idx="2817">
                  <c:v>4.2040999999999999E-5</c:v>
                </c:pt>
                <c:pt idx="2818">
                  <c:v>4.1954199999999999E-5</c:v>
                </c:pt>
                <c:pt idx="2819">
                  <c:v>4.1867699999999999E-5</c:v>
                </c:pt>
                <c:pt idx="2820">
                  <c:v>4.1782100000000001E-5</c:v>
                </c:pt>
                <c:pt idx="2821">
                  <c:v>4.1696999999999997E-5</c:v>
                </c:pt>
                <c:pt idx="2822">
                  <c:v>4.1612800000000002E-5</c:v>
                </c:pt>
                <c:pt idx="2823">
                  <c:v>4.1529000000000002E-5</c:v>
                </c:pt>
                <c:pt idx="2824">
                  <c:v>4.1445400000000001E-5</c:v>
                </c:pt>
                <c:pt idx="2825">
                  <c:v>4.1362999999999997E-5</c:v>
                </c:pt>
                <c:pt idx="2826">
                  <c:v>4.1281400000000001E-5</c:v>
                </c:pt>
                <c:pt idx="2827">
                  <c:v>4.1199699999999998E-5</c:v>
                </c:pt>
                <c:pt idx="2828">
                  <c:v>4.1118000000000002E-5</c:v>
                </c:pt>
                <c:pt idx="2829">
                  <c:v>4.1037400000000001E-5</c:v>
                </c:pt>
                <c:pt idx="2830">
                  <c:v>4.0958000000000003E-5</c:v>
                </c:pt>
                <c:pt idx="2831">
                  <c:v>4.08791E-5</c:v>
                </c:pt>
                <c:pt idx="2832">
                  <c:v>4.0800899999999998E-5</c:v>
                </c:pt>
                <c:pt idx="2833">
                  <c:v>4.0723499999999997E-5</c:v>
                </c:pt>
                <c:pt idx="2834">
                  <c:v>4.0645900000000003E-5</c:v>
                </c:pt>
                <c:pt idx="2835">
                  <c:v>4.0568699999999997E-5</c:v>
                </c:pt>
                <c:pt idx="2836">
                  <c:v>4.0491699999999997E-5</c:v>
                </c:pt>
                <c:pt idx="2837">
                  <c:v>4.04156E-5</c:v>
                </c:pt>
                <c:pt idx="2838">
                  <c:v>4.0340099999999997E-5</c:v>
                </c:pt>
                <c:pt idx="2839">
                  <c:v>4.02643E-5</c:v>
                </c:pt>
                <c:pt idx="2840">
                  <c:v>4.0188899999999997E-5</c:v>
                </c:pt>
                <c:pt idx="2841">
                  <c:v>4.0114100000000003E-5</c:v>
                </c:pt>
                <c:pt idx="2842">
                  <c:v>4.0040899999999998E-5</c:v>
                </c:pt>
                <c:pt idx="2843">
                  <c:v>3.9968300000000002E-5</c:v>
                </c:pt>
                <c:pt idx="2844">
                  <c:v>3.9895199999999997E-5</c:v>
                </c:pt>
                <c:pt idx="2845">
                  <c:v>3.9823100000000002E-5</c:v>
                </c:pt>
                <c:pt idx="2846">
                  <c:v>3.9752000000000002E-5</c:v>
                </c:pt>
                <c:pt idx="2847">
                  <c:v>3.9681500000000003E-5</c:v>
                </c:pt>
                <c:pt idx="2848">
                  <c:v>3.9610600000000003E-5</c:v>
                </c:pt>
                <c:pt idx="2849">
                  <c:v>3.9539899999999997E-5</c:v>
                </c:pt>
                <c:pt idx="2850">
                  <c:v>3.9471000000000002E-5</c:v>
                </c:pt>
                <c:pt idx="2851">
                  <c:v>3.9402700000000001E-5</c:v>
                </c:pt>
                <c:pt idx="2852">
                  <c:v>3.9333799999999999E-5</c:v>
                </c:pt>
                <c:pt idx="2853">
                  <c:v>3.9264699999999997E-5</c:v>
                </c:pt>
                <c:pt idx="2854">
                  <c:v>3.9196400000000003E-5</c:v>
                </c:pt>
                <c:pt idx="2855">
                  <c:v>3.9128899999999997E-5</c:v>
                </c:pt>
                <c:pt idx="2856">
                  <c:v>3.90622E-5</c:v>
                </c:pt>
                <c:pt idx="2857">
                  <c:v>3.8995799999999997E-5</c:v>
                </c:pt>
                <c:pt idx="2858">
                  <c:v>3.8929600000000001E-5</c:v>
                </c:pt>
                <c:pt idx="2859">
                  <c:v>3.88642E-5</c:v>
                </c:pt>
                <c:pt idx="2860">
                  <c:v>3.87993E-5</c:v>
                </c:pt>
                <c:pt idx="2861">
                  <c:v>3.87346E-5</c:v>
                </c:pt>
                <c:pt idx="2862">
                  <c:v>3.8670400000000002E-5</c:v>
                </c:pt>
                <c:pt idx="2863">
                  <c:v>3.8606499999999997E-5</c:v>
                </c:pt>
                <c:pt idx="2864">
                  <c:v>3.8542599999999999E-5</c:v>
                </c:pt>
                <c:pt idx="2865">
                  <c:v>3.8478800000000002E-5</c:v>
                </c:pt>
                <c:pt idx="2866">
                  <c:v>3.8415799999999999E-5</c:v>
                </c:pt>
                <c:pt idx="2867">
                  <c:v>3.8354199999999999E-5</c:v>
                </c:pt>
                <c:pt idx="2868">
                  <c:v>3.82925E-5</c:v>
                </c:pt>
                <c:pt idx="2869">
                  <c:v>3.8231800000000002E-5</c:v>
                </c:pt>
                <c:pt idx="2870">
                  <c:v>3.8171699999999999E-5</c:v>
                </c:pt>
                <c:pt idx="2871">
                  <c:v>3.8111100000000002E-5</c:v>
                </c:pt>
                <c:pt idx="2872">
                  <c:v>3.8050399999999997E-5</c:v>
                </c:pt>
                <c:pt idx="2873">
                  <c:v>3.7990100000000001E-5</c:v>
                </c:pt>
                <c:pt idx="2874">
                  <c:v>3.7930599999999999E-5</c:v>
                </c:pt>
                <c:pt idx="2875">
                  <c:v>3.7871799999999999E-5</c:v>
                </c:pt>
                <c:pt idx="2876">
                  <c:v>3.7812699999999998E-5</c:v>
                </c:pt>
                <c:pt idx="2877">
                  <c:v>3.7753699999999997E-5</c:v>
                </c:pt>
                <c:pt idx="2878">
                  <c:v>3.7695799999999999E-5</c:v>
                </c:pt>
                <c:pt idx="2879">
                  <c:v>3.7639399999999997E-5</c:v>
                </c:pt>
                <c:pt idx="2880">
                  <c:v>3.7582800000000002E-5</c:v>
                </c:pt>
                <c:pt idx="2881">
                  <c:v>3.7525399999999998E-5</c:v>
                </c:pt>
                <c:pt idx="2882">
                  <c:v>3.7468500000000002E-5</c:v>
                </c:pt>
                <c:pt idx="2883">
                  <c:v>3.7412500000000001E-5</c:v>
                </c:pt>
                <c:pt idx="2884">
                  <c:v>3.7357100000000002E-5</c:v>
                </c:pt>
                <c:pt idx="2885">
                  <c:v>3.7301900000000003E-5</c:v>
                </c:pt>
                <c:pt idx="2886">
                  <c:v>3.7246599999999997E-5</c:v>
                </c:pt>
                <c:pt idx="2887">
                  <c:v>3.7190900000000003E-5</c:v>
                </c:pt>
                <c:pt idx="2888">
                  <c:v>3.7135699999999998E-5</c:v>
                </c:pt>
                <c:pt idx="2889">
                  <c:v>3.70814E-5</c:v>
                </c:pt>
                <c:pt idx="2890">
                  <c:v>3.7027399999999997E-5</c:v>
                </c:pt>
                <c:pt idx="2891">
                  <c:v>3.6973900000000002E-5</c:v>
                </c:pt>
                <c:pt idx="2892">
                  <c:v>3.6920800000000001E-5</c:v>
                </c:pt>
                <c:pt idx="2893">
                  <c:v>3.6867699999999999E-5</c:v>
                </c:pt>
                <c:pt idx="2894">
                  <c:v>3.6814899999999999E-5</c:v>
                </c:pt>
                <c:pt idx="2895">
                  <c:v>3.67627E-5</c:v>
                </c:pt>
                <c:pt idx="2896">
                  <c:v>3.6711000000000001E-5</c:v>
                </c:pt>
                <c:pt idx="2897">
                  <c:v>3.6659200000000003E-5</c:v>
                </c:pt>
                <c:pt idx="2898">
                  <c:v>3.6606899999999997E-5</c:v>
                </c:pt>
                <c:pt idx="2899">
                  <c:v>3.6555399999999999E-5</c:v>
                </c:pt>
                <c:pt idx="2900">
                  <c:v>3.6505599999999998E-5</c:v>
                </c:pt>
                <c:pt idx="2901">
                  <c:v>3.6456399999999999E-5</c:v>
                </c:pt>
                <c:pt idx="2902">
                  <c:v>3.6406499999999998E-5</c:v>
                </c:pt>
                <c:pt idx="2903">
                  <c:v>3.6357699999999999E-5</c:v>
                </c:pt>
                <c:pt idx="2904">
                  <c:v>3.6309500000000002E-5</c:v>
                </c:pt>
                <c:pt idx="2905">
                  <c:v>3.6261399999999998E-5</c:v>
                </c:pt>
                <c:pt idx="2906">
                  <c:v>3.6213300000000001E-5</c:v>
                </c:pt>
                <c:pt idx="2907">
                  <c:v>3.6163900000000001E-5</c:v>
                </c:pt>
                <c:pt idx="2908">
                  <c:v>3.6115100000000003E-5</c:v>
                </c:pt>
                <c:pt idx="2909">
                  <c:v>3.60674E-5</c:v>
                </c:pt>
                <c:pt idx="2910">
                  <c:v>3.6020099999999998E-5</c:v>
                </c:pt>
                <c:pt idx="2911">
                  <c:v>3.5972900000000002E-5</c:v>
                </c:pt>
                <c:pt idx="2912">
                  <c:v>3.5925800000000001E-5</c:v>
                </c:pt>
                <c:pt idx="2913">
                  <c:v>3.5879E-5</c:v>
                </c:pt>
                <c:pt idx="2914">
                  <c:v>3.58326E-5</c:v>
                </c:pt>
                <c:pt idx="2915">
                  <c:v>3.57862E-5</c:v>
                </c:pt>
                <c:pt idx="2916">
                  <c:v>3.57398E-5</c:v>
                </c:pt>
                <c:pt idx="2917">
                  <c:v>3.5694000000000001E-5</c:v>
                </c:pt>
                <c:pt idx="2918">
                  <c:v>3.5648100000000002E-5</c:v>
                </c:pt>
                <c:pt idx="2919">
                  <c:v>3.5602599999999997E-5</c:v>
                </c:pt>
                <c:pt idx="2920">
                  <c:v>3.5558400000000002E-5</c:v>
                </c:pt>
                <c:pt idx="2921">
                  <c:v>3.55145E-5</c:v>
                </c:pt>
                <c:pt idx="2922">
                  <c:v>3.5470099999999998E-5</c:v>
                </c:pt>
                <c:pt idx="2923">
                  <c:v>3.5426200000000003E-5</c:v>
                </c:pt>
                <c:pt idx="2924">
                  <c:v>3.5383299999999997E-5</c:v>
                </c:pt>
                <c:pt idx="2925">
                  <c:v>3.5340099999999997E-5</c:v>
                </c:pt>
                <c:pt idx="2926">
                  <c:v>3.5296599999999997E-5</c:v>
                </c:pt>
                <c:pt idx="2927">
                  <c:v>3.5253799999999998E-5</c:v>
                </c:pt>
                <c:pt idx="2928">
                  <c:v>3.5210799999999998E-5</c:v>
                </c:pt>
                <c:pt idx="2929">
                  <c:v>3.5167499999999998E-5</c:v>
                </c:pt>
                <c:pt idx="2930">
                  <c:v>3.5124699999999999E-5</c:v>
                </c:pt>
                <c:pt idx="2931">
                  <c:v>3.5082600000000002E-5</c:v>
                </c:pt>
                <c:pt idx="2932">
                  <c:v>3.5040399999999997E-5</c:v>
                </c:pt>
                <c:pt idx="2933">
                  <c:v>3.49981E-5</c:v>
                </c:pt>
                <c:pt idx="2934">
                  <c:v>3.4956599999999997E-5</c:v>
                </c:pt>
                <c:pt idx="2935">
                  <c:v>3.4919899999999997E-5</c:v>
                </c:pt>
                <c:pt idx="2936">
                  <c:v>3.48961E-5</c:v>
                </c:pt>
                <c:pt idx="2937">
                  <c:v>3.4881900000000002E-5</c:v>
                </c:pt>
                <c:pt idx="2938">
                  <c:v>3.4863600000000003E-5</c:v>
                </c:pt>
                <c:pt idx="2939">
                  <c:v>3.4835200000000001E-5</c:v>
                </c:pt>
                <c:pt idx="2940">
                  <c:v>3.48003E-5</c:v>
                </c:pt>
                <c:pt idx="2941">
                  <c:v>3.47635E-5</c:v>
                </c:pt>
                <c:pt idx="2942">
                  <c:v>3.47265E-5</c:v>
                </c:pt>
                <c:pt idx="2943">
                  <c:v>3.46891E-5</c:v>
                </c:pt>
                <c:pt idx="2944">
                  <c:v>3.4651199999999998E-5</c:v>
                </c:pt>
                <c:pt idx="2945">
                  <c:v>3.4612700000000002E-5</c:v>
                </c:pt>
                <c:pt idx="2946">
                  <c:v>3.4572900000000002E-5</c:v>
                </c:pt>
                <c:pt idx="2947">
                  <c:v>3.4534199999999999E-5</c:v>
                </c:pt>
                <c:pt idx="2948">
                  <c:v>3.4497299999999999E-5</c:v>
                </c:pt>
                <c:pt idx="2949">
                  <c:v>3.4459999999999999E-5</c:v>
                </c:pt>
                <c:pt idx="2950">
                  <c:v>3.4422599999999998E-5</c:v>
                </c:pt>
                <c:pt idx="2951">
                  <c:v>3.4385799999999999E-5</c:v>
                </c:pt>
                <c:pt idx="2952">
                  <c:v>3.4348799999999999E-5</c:v>
                </c:pt>
                <c:pt idx="2953">
                  <c:v>3.4311399999999998E-5</c:v>
                </c:pt>
                <c:pt idx="2954">
                  <c:v>3.4274599999999999E-5</c:v>
                </c:pt>
                <c:pt idx="2955">
                  <c:v>3.4238E-5</c:v>
                </c:pt>
                <c:pt idx="2956">
                  <c:v>3.4201700000000002E-5</c:v>
                </c:pt>
                <c:pt idx="2957">
                  <c:v>3.4166199999999998E-5</c:v>
                </c:pt>
                <c:pt idx="2958">
                  <c:v>3.4131200000000003E-5</c:v>
                </c:pt>
                <c:pt idx="2959">
                  <c:v>3.4096E-5</c:v>
                </c:pt>
                <c:pt idx="2960">
                  <c:v>3.4060499999999997E-5</c:v>
                </c:pt>
                <c:pt idx="2961">
                  <c:v>3.40247E-5</c:v>
                </c:pt>
                <c:pt idx="2962">
                  <c:v>3.3990099999999998E-5</c:v>
                </c:pt>
                <c:pt idx="2963">
                  <c:v>3.3957E-5</c:v>
                </c:pt>
                <c:pt idx="2964">
                  <c:v>3.3923800000000002E-5</c:v>
                </c:pt>
                <c:pt idx="2965">
                  <c:v>3.3889700000000002E-5</c:v>
                </c:pt>
                <c:pt idx="2966">
                  <c:v>3.3855500000000001E-5</c:v>
                </c:pt>
                <c:pt idx="2967">
                  <c:v>3.3821400000000001E-5</c:v>
                </c:pt>
                <c:pt idx="2968">
                  <c:v>3.3787700000000002E-5</c:v>
                </c:pt>
                <c:pt idx="2969">
                  <c:v>3.3754999999999998E-5</c:v>
                </c:pt>
                <c:pt idx="2970">
                  <c:v>3.3721499999999999E-5</c:v>
                </c:pt>
                <c:pt idx="2971">
                  <c:v>3.3686899999999998E-5</c:v>
                </c:pt>
                <c:pt idx="2972">
                  <c:v>3.3652999999999998E-5</c:v>
                </c:pt>
                <c:pt idx="2973">
                  <c:v>3.36198E-5</c:v>
                </c:pt>
                <c:pt idx="2974">
                  <c:v>3.3587000000000002E-5</c:v>
                </c:pt>
                <c:pt idx="2975">
                  <c:v>3.3553799999999997E-5</c:v>
                </c:pt>
                <c:pt idx="2976">
                  <c:v>3.3520799999999999E-5</c:v>
                </c:pt>
                <c:pt idx="2977">
                  <c:v>3.3488699999999997E-5</c:v>
                </c:pt>
                <c:pt idx="2978">
                  <c:v>3.3455699999999999E-5</c:v>
                </c:pt>
                <c:pt idx="2979">
                  <c:v>3.3422500000000001E-5</c:v>
                </c:pt>
                <c:pt idx="2980">
                  <c:v>3.3389899999999997E-5</c:v>
                </c:pt>
                <c:pt idx="2981">
                  <c:v>3.3357900000000001E-5</c:v>
                </c:pt>
                <c:pt idx="2982">
                  <c:v>3.33265E-5</c:v>
                </c:pt>
                <c:pt idx="2983">
                  <c:v>3.3294499999999998E-5</c:v>
                </c:pt>
                <c:pt idx="2984">
                  <c:v>3.3262400000000002E-5</c:v>
                </c:pt>
                <c:pt idx="2985">
                  <c:v>3.32305E-5</c:v>
                </c:pt>
                <c:pt idx="2986">
                  <c:v>3.31996E-5</c:v>
                </c:pt>
                <c:pt idx="2987">
                  <c:v>3.3169100000000001E-5</c:v>
                </c:pt>
                <c:pt idx="2988">
                  <c:v>3.3137499999999999E-5</c:v>
                </c:pt>
                <c:pt idx="2989">
                  <c:v>3.3105799999999997E-5</c:v>
                </c:pt>
                <c:pt idx="2990">
                  <c:v>3.3073800000000002E-5</c:v>
                </c:pt>
                <c:pt idx="2991">
                  <c:v>3.3041599999999999E-5</c:v>
                </c:pt>
                <c:pt idx="2992">
                  <c:v>3.3010499999999998E-5</c:v>
                </c:pt>
                <c:pt idx="2993">
                  <c:v>3.2979899999999999E-5</c:v>
                </c:pt>
                <c:pt idx="2994">
                  <c:v>3.29493E-5</c:v>
                </c:pt>
                <c:pt idx="2995">
                  <c:v>3.2918800000000001E-5</c:v>
                </c:pt>
                <c:pt idx="2996">
                  <c:v>3.2888400000000002E-5</c:v>
                </c:pt>
                <c:pt idx="2997">
                  <c:v>3.2858499999999997E-5</c:v>
                </c:pt>
                <c:pt idx="2998">
                  <c:v>3.2828199999999999E-5</c:v>
                </c:pt>
                <c:pt idx="2999">
                  <c:v>3.27981E-5</c:v>
                </c:pt>
                <c:pt idx="3000">
                  <c:v>3.2768899999999997E-5</c:v>
                </c:pt>
                <c:pt idx="3001">
                  <c:v>3.27393E-5</c:v>
                </c:pt>
                <c:pt idx="3002">
                  <c:v>3.2708900000000001E-5</c:v>
                </c:pt>
                <c:pt idx="3003">
                  <c:v>3.2679199999999997E-5</c:v>
                </c:pt>
                <c:pt idx="3004">
                  <c:v>3.2650100000000001E-5</c:v>
                </c:pt>
                <c:pt idx="3005">
                  <c:v>3.2620599999999997E-5</c:v>
                </c:pt>
                <c:pt idx="3006">
                  <c:v>3.2591300000000001E-5</c:v>
                </c:pt>
                <c:pt idx="3007">
                  <c:v>3.2561599999999997E-5</c:v>
                </c:pt>
                <c:pt idx="3008">
                  <c:v>3.2531799999999999E-5</c:v>
                </c:pt>
                <c:pt idx="3009">
                  <c:v>3.2502400000000002E-5</c:v>
                </c:pt>
                <c:pt idx="3010">
                  <c:v>3.2472999999999999E-5</c:v>
                </c:pt>
                <c:pt idx="3011">
                  <c:v>3.2443600000000002E-5</c:v>
                </c:pt>
                <c:pt idx="3012">
                  <c:v>3.2413999999999998E-5</c:v>
                </c:pt>
                <c:pt idx="3013">
                  <c:v>3.2384700000000002E-5</c:v>
                </c:pt>
                <c:pt idx="3014">
                  <c:v>3.23559E-5</c:v>
                </c:pt>
                <c:pt idx="3015">
                  <c:v>3.2327199999999998E-5</c:v>
                </c:pt>
                <c:pt idx="3016">
                  <c:v>3.2298800000000003E-5</c:v>
                </c:pt>
                <c:pt idx="3017">
                  <c:v>3.2270900000000003E-5</c:v>
                </c:pt>
                <c:pt idx="3018">
                  <c:v>3.2243000000000003E-5</c:v>
                </c:pt>
                <c:pt idx="3019">
                  <c:v>3.2215400000000003E-5</c:v>
                </c:pt>
                <c:pt idx="3020">
                  <c:v>3.2187799999999997E-5</c:v>
                </c:pt>
                <c:pt idx="3021">
                  <c:v>3.2159600000000003E-5</c:v>
                </c:pt>
                <c:pt idx="3022">
                  <c:v>3.2131900000000003E-5</c:v>
                </c:pt>
                <c:pt idx="3023">
                  <c:v>3.2103600000000002E-5</c:v>
                </c:pt>
                <c:pt idx="3024">
                  <c:v>3.20747E-5</c:v>
                </c:pt>
                <c:pt idx="3025">
                  <c:v>3.2047600000000001E-5</c:v>
                </c:pt>
                <c:pt idx="3026">
                  <c:v>3.2021399999999998E-5</c:v>
                </c:pt>
                <c:pt idx="3027">
                  <c:v>3.19944E-5</c:v>
                </c:pt>
                <c:pt idx="3028">
                  <c:v>3.19667E-5</c:v>
                </c:pt>
                <c:pt idx="3029">
                  <c:v>3.1939500000000001E-5</c:v>
                </c:pt>
                <c:pt idx="3030">
                  <c:v>3.1912500000000003E-5</c:v>
                </c:pt>
                <c:pt idx="3031">
                  <c:v>3.1885299999999998E-5</c:v>
                </c:pt>
                <c:pt idx="3032">
                  <c:v>3.18586E-5</c:v>
                </c:pt>
                <c:pt idx="3033">
                  <c:v>3.1831700000000002E-5</c:v>
                </c:pt>
                <c:pt idx="3034">
                  <c:v>3.1803200000000001E-5</c:v>
                </c:pt>
                <c:pt idx="3035">
                  <c:v>3.1775400000000001E-5</c:v>
                </c:pt>
                <c:pt idx="3036">
                  <c:v>3.1749099999999997E-5</c:v>
                </c:pt>
                <c:pt idx="3037">
                  <c:v>3.1723700000000003E-5</c:v>
                </c:pt>
                <c:pt idx="3038">
                  <c:v>3.1698100000000001E-5</c:v>
                </c:pt>
                <c:pt idx="3039">
                  <c:v>3.1671200000000003E-5</c:v>
                </c:pt>
                <c:pt idx="3040">
                  <c:v>3.1644299999999998E-5</c:v>
                </c:pt>
                <c:pt idx="3041">
                  <c:v>3.1617900000000001E-5</c:v>
                </c:pt>
                <c:pt idx="3042">
                  <c:v>3.1591999999999998E-5</c:v>
                </c:pt>
                <c:pt idx="3043">
                  <c:v>3.1566100000000003E-5</c:v>
                </c:pt>
                <c:pt idx="3044">
                  <c:v>3.1540500000000001E-5</c:v>
                </c:pt>
                <c:pt idx="3045">
                  <c:v>3.1515199999999999E-5</c:v>
                </c:pt>
                <c:pt idx="3046">
                  <c:v>3.1489599999999997E-5</c:v>
                </c:pt>
                <c:pt idx="3047">
                  <c:v>3.1463600000000001E-5</c:v>
                </c:pt>
                <c:pt idx="3048">
                  <c:v>3.1437099999999998E-5</c:v>
                </c:pt>
                <c:pt idx="3049">
                  <c:v>3.14103E-5</c:v>
                </c:pt>
                <c:pt idx="3050">
                  <c:v>3.1384399999999997E-5</c:v>
                </c:pt>
                <c:pt idx="3051">
                  <c:v>3.1358900000000002E-5</c:v>
                </c:pt>
                <c:pt idx="3052">
                  <c:v>3.13333E-5</c:v>
                </c:pt>
                <c:pt idx="3053">
                  <c:v>3.1307799999999999E-5</c:v>
                </c:pt>
                <c:pt idx="3054">
                  <c:v>3.1282399999999997E-5</c:v>
                </c:pt>
                <c:pt idx="3055">
                  <c:v>3.1256900000000002E-5</c:v>
                </c:pt>
                <c:pt idx="3056">
                  <c:v>3.1231400000000001E-5</c:v>
                </c:pt>
                <c:pt idx="3057">
                  <c:v>3.1205999999999999E-5</c:v>
                </c:pt>
                <c:pt idx="3058">
                  <c:v>3.1180799999999998E-5</c:v>
                </c:pt>
                <c:pt idx="3059">
                  <c:v>3.1155300000000003E-5</c:v>
                </c:pt>
                <c:pt idx="3060">
                  <c:v>3.1130700000000003E-5</c:v>
                </c:pt>
                <c:pt idx="3061">
                  <c:v>3.1106099999999997E-5</c:v>
                </c:pt>
                <c:pt idx="3062">
                  <c:v>3.1080400000000001E-5</c:v>
                </c:pt>
                <c:pt idx="3063">
                  <c:v>3.10551E-5</c:v>
                </c:pt>
                <c:pt idx="3064">
                  <c:v>3.1030800000000001E-5</c:v>
                </c:pt>
                <c:pt idx="3065">
                  <c:v>3.1006800000000003E-5</c:v>
                </c:pt>
                <c:pt idx="3066">
                  <c:v>3.0983099999999998E-5</c:v>
                </c:pt>
                <c:pt idx="3067">
                  <c:v>3.0958899999999999E-5</c:v>
                </c:pt>
                <c:pt idx="3068">
                  <c:v>3.0933899999999999E-5</c:v>
                </c:pt>
                <c:pt idx="3069">
                  <c:v>3.09096E-5</c:v>
                </c:pt>
                <c:pt idx="3070">
                  <c:v>3.0885500000000001E-5</c:v>
                </c:pt>
                <c:pt idx="3071">
                  <c:v>3.0860600000000001E-5</c:v>
                </c:pt>
                <c:pt idx="3072">
                  <c:v>3.0835299999999999E-5</c:v>
                </c:pt>
                <c:pt idx="3073">
                  <c:v>3.0810199999999999E-5</c:v>
                </c:pt>
                <c:pt idx="3074">
                  <c:v>3.0785899999999999E-5</c:v>
                </c:pt>
                <c:pt idx="3075">
                  <c:v>3.0761900000000001E-5</c:v>
                </c:pt>
                <c:pt idx="3076">
                  <c:v>3.0738399999999997E-5</c:v>
                </c:pt>
                <c:pt idx="3077">
                  <c:v>3.0714199999999998E-5</c:v>
                </c:pt>
                <c:pt idx="3078">
                  <c:v>3.0689799999999999E-5</c:v>
                </c:pt>
                <c:pt idx="3079">
                  <c:v>3.0666400000000002E-5</c:v>
                </c:pt>
                <c:pt idx="3080">
                  <c:v>3.0642799999999997E-5</c:v>
                </c:pt>
                <c:pt idx="3081">
                  <c:v>3.06192E-5</c:v>
                </c:pt>
                <c:pt idx="3082">
                  <c:v>3.0595200000000001E-5</c:v>
                </c:pt>
                <c:pt idx="3083">
                  <c:v>3.0571000000000003E-5</c:v>
                </c:pt>
                <c:pt idx="3084">
                  <c:v>3.0547399999999998E-5</c:v>
                </c:pt>
                <c:pt idx="3085">
                  <c:v>3.05233E-5</c:v>
                </c:pt>
                <c:pt idx="3086">
                  <c:v>3.04989E-5</c:v>
                </c:pt>
                <c:pt idx="3087">
                  <c:v>3.0475199999999999E-5</c:v>
                </c:pt>
                <c:pt idx="3088">
                  <c:v>3.0451200000000001E-5</c:v>
                </c:pt>
                <c:pt idx="3089">
                  <c:v>3.0427299999999999E-5</c:v>
                </c:pt>
                <c:pt idx="3090">
                  <c:v>3.0403500000000001E-5</c:v>
                </c:pt>
                <c:pt idx="3091">
                  <c:v>3.03797E-5</c:v>
                </c:pt>
                <c:pt idx="3092">
                  <c:v>3.0355800000000002E-5</c:v>
                </c:pt>
                <c:pt idx="3093">
                  <c:v>3.0331099999999998E-5</c:v>
                </c:pt>
                <c:pt idx="3094">
                  <c:v>3.03058E-5</c:v>
                </c:pt>
                <c:pt idx="3095">
                  <c:v>3.0281500000000001E-5</c:v>
                </c:pt>
                <c:pt idx="3096">
                  <c:v>3.0256999999999998E-5</c:v>
                </c:pt>
                <c:pt idx="3097">
                  <c:v>3.0232599999999999E-5</c:v>
                </c:pt>
                <c:pt idx="3098">
                  <c:v>3.0208800000000001E-5</c:v>
                </c:pt>
                <c:pt idx="3099">
                  <c:v>3.0185E-5</c:v>
                </c:pt>
                <c:pt idx="3100">
                  <c:v>3.0161199999999998E-5</c:v>
                </c:pt>
                <c:pt idx="3101">
                  <c:v>3.0137E-5</c:v>
                </c:pt>
                <c:pt idx="3102">
                  <c:v>3.0111799999999999E-5</c:v>
                </c:pt>
                <c:pt idx="3103">
                  <c:v>3.0086700000000001E-5</c:v>
                </c:pt>
                <c:pt idx="3104">
                  <c:v>3.0062399999999999E-5</c:v>
                </c:pt>
                <c:pt idx="3105">
                  <c:v>3.00383E-5</c:v>
                </c:pt>
                <c:pt idx="3106">
                  <c:v>3.0014699999999999E-5</c:v>
                </c:pt>
                <c:pt idx="3107">
                  <c:v>2.9991000000000001E-5</c:v>
                </c:pt>
                <c:pt idx="3108">
                  <c:v>2.99672E-5</c:v>
                </c:pt>
                <c:pt idx="3109">
                  <c:v>2.99441E-5</c:v>
                </c:pt>
                <c:pt idx="3110">
                  <c:v>2.9921699999999998E-5</c:v>
                </c:pt>
                <c:pt idx="3111">
                  <c:v>2.9898699999999999E-5</c:v>
                </c:pt>
                <c:pt idx="3112">
                  <c:v>2.9875200000000002E-5</c:v>
                </c:pt>
                <c:pt idx="3113">
                  <c:v>2.9851800000000001E-5</c:v>
                </c:pt>
                <c:pt idx="3114">
                  <c:v>2.9828500000000001E-5</c:v>
                </c:pt>
                <c:pt idx="3115">
                  <c:v>2.98048E-5</c:v>
                </c:pt>
                <c:pt idx="3116">
                  <c:v>2.9780600000000001E-5</c:v>
                </c:pt>
                <c:pt idx="3117">
                  <c:v>2.97569E-5</c:v>
                </c:pt>
                <c:pt idx="3118">
                  <c:v>2.9734E-5</c:v>
                </c:pt>
                <c:pt idx="3119">
                  <c:v>2.9711599999999999E-5</c:v>
                </c:pt>
                <c:pt idx="3120">
                  <c:v>2.9689E-5</c:v>
                </c:pt>
                <c:pt idx="3121">
                  <c:v>2.96657E-5</c:v>
                </c:pt>
                <c:pt idx="3122">
                  <c:v>2.9641999999999998E-5</c:v>
                </c:pt>
                <c:pt idx="3123">
                  <c:v>2.9618899999999999E-5</c:v>
                </c:pt>
                <c:pt idx="3124">
                  <c:v>2.95964E-5</c:v>
                </c:pt>
                <c:pt idx="3125">
                  <c:v>2.9573700000000001E-5</c:v>
                </c:pt>
                <c:pt idx="3126">
                  <c:v>2.95502E-5</c:v>
                </c:pt>
                <c:pt idx="3127">
                  <c:v>2.9525800000000001E-5</c:v>
                </c:pt>
                <c:pt idx="3128">
                  <c:v>2.9501399999999998E-5</c:v>
                </c:pt>
                <c:pt idx="3129">
                  <c:v>2.94773E-5</c:v>
                </c:pt>
                <c:pt idx="3130">
                  <c:v>2.9454E-5</c:v>
                </c:pt>
                <c:pt idx="3131">
                  <c:v>2.94311E-5</c:v>
                </c:pt>
                <c:pt idx="3132">
                  <c:v>2.9407199999999999E-5</c:v>
                </c:pt>
                <c:pt idx="3133">
                  <c:v>2.9383E-5</c:v>
                </c:pt>
                <c:pt idx="3134">
                  <c:v>2.9359499999999999E-5</c:v>
                </c:pt>
                <c:pt idx="3135">
                  <c:v>2.9336499999999999E-5</c:v>
                </c:pt>
                <c:pt idx="3136">
                  <c:v>2.9312899999999998E-5</c:v>
                </c:pt>
                <c:pt idx="3137">
                  <c:v>2.9289E-5</c:v>
                </c:pt>
                <c:pt idx="3138">
                  <c:v>2.9265199999999999E-5</c:v>
                </c:pt>
                <c:pt idx="3139">
                  <c:v>2.92409E-5</c:v>
                </c:pt>
                <c:pt idx="3140">
                  <c:v>2.9216800000000001E-5</c:v>
                </c:pt>
                <c:pt idx="3141">
                  <c:v>2.9193E-5</c:v>
                </c:pt>
                <c:pt idx="3142">
                  <c:v>2.9169599999999999E-5</c:v>
                </c:pt>
                <c:pt idx="3143">
                  <c:v>2.9146299999999999E-5</c:v>
                </c:pt>
                <c:pt idx="3144">
                  <c:v>2.9122600000000001E-5</c:v>
                </c:pt>
                <c:pt idx="3145">
                  <c:v>2.9099200000000001E-5</c:v>
                </c:pt>
                <c:pt idx="3146">
                  <c:v>2.9076200000000001E-5</c:v>
                </c:pt>
                <c:pt idx="3147">
                  <c:v>2.9052199999999999E-5</c:v>
                </c:pt>
                <c:pt idx="3148">
                  <c:v>2.9027199999999999E-5</c:v>
                </c:pt>
                <c:pt idx="3149">
                  <c:v>2.9001700000000001E-5</c:v>
                </c:pt>
                <c:pt idx="3150">
                  <c:v>2.89768E-5</c:v>
                </c:pt>
                <c:pt idx="3151">
                  <c:v>2.8952999999999999E-5</c:v>
                </c:pt>
                <c:pt idx="3152">
                  <c:v>2.8929100000000001E-5</c:v>
                </c:pt>
                <c:pt idx="3153">
                  <c:v>2.8904899999999998E-5</c:v>
                </c:pt>
                <c:pt idx="3154">
                  <c:v>2.8880599999999999E-5</c:v>
                </c:pt>
                <c:pt idx="3155">
                  <c:v>2.88561E-5</c:v>
                </c:pt>
                <c:pt idx="3156">
                  <c:v>2.8831199999999999E-5</c:v>
                </c:pt>
                <c:pt idx="3157">
                  <c:v>2.8806099999999999E-5</c:v>
                </c:pt>
                <c:pt idx="3158">
                  <c:v>2.87807E-5</c:v>
                </c:pt>
                <c:pt idx="3159">
                  <c:v>2.87556E-5</c:v>
                </c:pt>
                <c:pt idx="3160">
                  <c:v>2.87309E-5</c:v>
                </c:pt>
                <c:pt idx="3161">
                  <c:v>2.8705899999999999E-5</c:v>
                </c:pt>
                <c:pt idx="3162">
                  <c:v>2.8680800000000002E-5</c:v>
                </c:pt>
                <c:pt idx="3163">
                  <c:v>2.8655700000000001E-5</c:v>
                </c:pt>
                <c:pt idx="3164">
                  <c:v>2.86306E-5</c:v>
                </c:pt>
                <c:pt idx="3165">
                  <c:v>2.8605199999999998E-5</c:v>
                </c:pt>
                <c:pt idx="3166">
                  <c:v>2.85797E-5</c:v>
                </c:pt>
                <c:pt idx="3167">
                  <c:v>2.8554100000000002E-5</c:v>
                </c:pt>
                <c:pt idx="3168">
                  <c:v>2.8528299999999999E-5</c:v>
                </c:pt>
                <c:pt idx="3169">
                  <c:v>2.8503000000000001E-5</c:v>
                </c:pt>
                <c:pt idx="3170">
                  <c:v>2.8477099999999999E-5</c:v>
                </c:pt>
                <c:pt idx="3171">
                  <c:v>2.84497E-5</c:v>
                </c:pt>
                <c:pt idx="3172">
                  <c:v>2.8422799999999998E-5</c:v>
                </c:pt>
                <c:pt idx="3173">
                  <c:v>2.8396999999999999E-5</c:v>
                </c:pt>
                <c:pt idx="3174">
                  <c:v>2.8371999999999999E-5</c:v>
                </c:pt>
                <c:pt idx="3175">
                  <c:v>2.8346600000000001E-5</c:v>
                </c:pt>
                <c:pt idx="3176">
                  <c:v>2.8319799999999999E-5</c:v>
                </c:pt>
                <c:pt idx="3177">
                  <c:v>2.8292600000000001E-5</c:v>
                </c:pt>
                <c:pt idx="3178">
                  <c:v>2.82661E-5</c:v>
                </c:pt>
                <c:pt idx="3179">
                  <c:v>2.82396E-5</c:v>
                </c:pt>
                <c:pt idx="3180">
                  <c:v>2.8212899999999999E-5</c:v>
                </c:pt>
                <c:pt idx="3181">
                  <c:v>2.8186100000000001E-5</c:v>
                </c:pt>
                <c:pt idx="3182">
                  <c:v>2.81592E-5</c:v>
                </c:pt>
                <c:pt idx="3183">
                  <c:v>2.8132799999999999E-5</c:v>
                </c:pt>
                <c:pt idx="3184">
                  <c:v>2.8106399999999999E-5</c:v>
                </c:pt>
                <c:pt idx="3185">
                  <c:v>2.8079E-5</c:v>
                </c:pt>
                <c:pt idx="3186">
                  <c:v>2.8050400000000002E-5</c:v>
                </c:pt>
                <c:pt idx="3187">
                  <c:v>2.8022599999999998E-5</c:v>
                </c:pt>
                <c:pt idx="3188">
                  <c:v>2.7995800000000001E-5</c:v>
                </c:pt>
                <c:pt idx="3189">
                  <c:v>2.7968500000000002E-5</c:v>
                </c:pt>
                <c:pt idx="3190">
                  <c:v>2.79399E-5</c:v>
                </c:pt>
                <c:pt idx="3191">
                  <c:v>2.7911300000000002E-5</c:v>
                </c:pt>
                <c:pt idx="3192">
                  <c:v>2.7883500000000002E-5</c:v>
                </c:pt>
                <c:pt idx="3193">
                  <c:v>2.7855400000000001E-5</c:v>
                </c:pt>
                <c:pt idx="3194">
                  <c:v>2.7826599999999999E-5</c:v>
                </c:pt>
                <c:pt idx="3195">
                  <c:v>2.77976E-5</c:v>
                </c:pt>
                <c:pt idx="3196">
                  <c:v>2.7769199999999998E-5</c:v>
                </c:pt>
                <c:pt idx="3197">
                  <c:v>2.7741000000000001E-5</c:v>
                </c:pt>
                <c:pt idx="3198">
                  <c:v>2.7711700000000001E-5</c:v>
                </c:pt>
                <c:pt idx="3199">
                  <c:v>2.7682300000000001E-5</c:v>
                </c:pt>
                <c:pt idx="3200">
                  <c:v>2.7653499999999999E-5</c:v>
                </c:pt>
                <c:pt idx="3201">
                  <c:v>2.76245E-5</c:v>
                </c:pt>
                <c:pt idx="3202">
                  <c:v>2.7595800000000001E-5</c:v>
                </c:pt>
                <c:pt idx="3203">
                  <c:v>2.7566999999999999E-5</c:v>
                </c:pt>
                <c:pt idx="3204">
                  <c:v>2.7537499999999999E-5</c:v>
                </c:pt>
                <c:pt idx="3205">
                  <c:v>2.7507800000000001E-5</c:v>
                </c:pt>
                <c:pt idx="3206">
                  <c:v>2.74779E-5</c:v>
                </c:pt>
                <c:pt idx="3207">
                  <c:v>2.7447300000000001E-5</c:v>
                </c:pt>
                <c:pt idx="3208">
                  <c:v>2.7416700000000001E-5</c:v>
                </c:pt>
                <c:pt idx="3209">
                  <c:v>2.73866E-5</c:v>
                </c:pt>
                <c:pt idx="3210">
                  <c:v>2.7355499999999999E-5</c:v>
                </c:pt>
                <c:pt idx="3211">
                  <c:v>2.7324000000000001E-5</c:v>
                </c:pt>
                <c:pt idx="3212">
                  <c:v>2.7293599999999999E-5</c:v>
                </c:pt>
                <c:pt idx="3213">
                  <c:v>2.72632E-5</c:v>
                </c:pt>
                <c:pt idx="3214">
                  <c:v>2.7231999999999999E-5</c:v>
                </c:pt>
                <c:pt idx="3215">
                  <c:v>2.7200100000000001E-5</c:v>
                </c:pt>
                <c:pt idx="3216">
                  <c:v>2.7167900000000001E-5</c:v>
                </c:pt>
                <c:pt idx="3217">
                  <c:v>2.7135699999999998E-5</c:v>
                </c:pt>
                <c:pt idx="3218">
                  <c:v>2.7103200000000002E-5</c:v>
                </c:pt>
                <c:pt idx="3219">
                  <c:v>2.7070899999999999E-5</c:v>
                </c:pt>
                <c:pt idx="3220">
                  <c:v>2.7038599999999999E-5</c:v>
                </c:pt>
                <c:pt idx="3221">
                  <c:v>2.7005999999999999E-5</c:v>
                </c:pt>
                <c:pt idx="3222">
                  <c:v>2.6973499999999998E-5</c:v>
                </c:pt>
                <c:pt idx="3223">
                  <c:v>2.6940500000000001E-5</c:v>
                </c:pt>
                <c:pt idx="3224">
                  <c:v>2.69064E-5</c:v>
                </c:pt>
                <c:pt idx="3225">
                  <c:v>2.68724E-5</c:v>
                </c:pt>
                <c:pt idx="3226">
                  <c:v>2.6838800000000001E-5</c:v>
                </c:pt>
                <c:pt idx="3227">
                  <c:v>2.6804999999999998E-5</c:v>
                </c:pt>
                <c:pt idx="3228">
                  <c:v>2.6770600000000001E-5</c:v>
                </c:pt>
                <c:pt idx="3229">
                  <c:v>2.67361E-5</c:v>
                </c:pt>
                <c:pt idx="3230">
                  <c:v>2.6701000000000001E-5</c:v>
                </c:pt>
                <c:pt idx="3231">
                  <c:v>2.6665400000000001E-5</c:v>
                </c:pt>
                <c:pt idx="3232">
                  <c:v>2.6630200000000001E-5</c:v>
                </c:pt>
                <c:pt idx="3233">
                  <c:v>2.6594500000000001E-5</c:v>
                </c:pt>
                <c:pt idx="3234">
                  <c:v>2.65587E-5</c:v>
                </c:pt>
                <c:pt idx="3235">
                  <c:v>2.65231E-5</c:v>
                </c:pt>
                <c:pt idx="3236">
                  <c:v>2.6487800000000001E-5</c:v>
                </c:pt>
                <c:pt idx="3237">
                  <c:v>2.6452200000000001E-5</c:v>
                </c:pt>
                <c:pt idx="3238">
                  <c:v>2.6415600000000002E-5</c:v>
                </c:pt>
                <c:pt idx="3239">
                  <c:v>2.6378500000000002E-5</c:v>
                </c:pt>
                <c:pt idx="3240">
                  <c:v>2.6341400000000002E-5</c:v>
                </c:pt>
                <c:pt idx="3241">
                  <c:v>2.6304300000000002E-5</c:v>
                </c:pt>
                <c:pt idx="3242">
                  <c:v>2.6266099999999999E-5</c:v>
                </c:pt>
                <c:pt idx="3243">
                  <c:v>2.6228E-5</c:v>
                </c:pt>
                <c:pt idx="3244">
                  <c:v>2.6190299999999999E-5</c:v>
                </c:pt>
                <c:pt idx="3245">
                  <c:v>2.61522E-5</c:v>
                </c:pt>
                <c:pt idx="3246">
                  <c:v>2.6114100000000001E-5</c:v>
                </c:pt>
                <c:pt idx="3247">
                  <c:v>2.6075799999999999E-5</c:v>
                </c:pt>
                <c:pt idx="3248">
                  <c:v>2.6036600000000001E-5</c:v>
                </c:pt>
                <c:pt idx="3249">
                  <c:v>2.5996899999999998E-5</c:v>
                </c:pt>
                <c:pt idx="3250">
                  <c:v>2.5957800000000001E-5</c:v>
                </c:pt>
                <c:pt idx="3251">
                  <c:v>2.5918499999999999E-5</c:v>
                </c:pt>
                <c:pt idx="3252">
                  <c:v>2.5879200000000001E-5</c:v>
                </c:pt>
                <c:pt idx="3253">
                  <c:v>2.5839100000000001E-5</c:v>
                </c:pt>
                <c:pt idx="3254">
                  <c:v>2.5797599999999998E-5</c:v>
                </c:pt>
                <c:pt idx="3255">
                  <c:v>2.5755899999999998E-5</c:v>
                </c:pt>
                <c:pt idx="3256">
                  <c:v>2.5714499999999999E-5</c:v>
                </c:pt>
                <c:pt idx="3257">
                  <c:v>2.5673999999999998E-5</c:v>
                </c:pt>
                <c:pt idx="3258">
                  <c:v>2.56329E-5</c:v>
                </c:pt>
                <c:pt idx="3259">
                  <c:v>2.5590499999999998E-5</c:v>
                </c:pt>
                <c:pt idx="3260">
                  <c:v>2.55479E-5</c:v>
                </c:pt>
                <c:pt idx="3261">
                  <c:v>2.5505799999999999E-5</c:v>
                </c:pt>
                <c:pt idx="3262">
                  <c:v>2.5463799999999998E-5</c:v>
                </c:pt>
                <c:pt idx="3263">
                  <c:v>2.54212E-5</c:v>
                </c:pt>
                <c:pt idx="3264">
                  <c:v>2.5378799999999998E-5</c:v>
                </c:pt>
                <c:pt idx="3265">
                  <c:v>2.5335699999999999E-5</c:v>
                </c:pt>
                <c:pt idx="3266">
                  <c:v>2.52915E-5</c:v>
                </c:pt>
                <c:pt idx="3267">
                  <c:v>2.5247200000000001E-5</c:v>
                </c:pt>
                <c:pt idx="3268">
                  <c:v>2.5202500000000001E-5</c:v>
                </c:pt>
                <c:pt idx="3269">
                  <c:v>2.5157500000000001E-5</c:v>
                </c:pt>
                <c:pt idx="3270">
                  <c:v>2.5112700000000001E-5</c:v>
                </c:pt>
                <c:pt idx="3271">
                  <c:v>2.5067900000000001E-5</c:v>
                </c:pt>
                <c:pt idx="3272">
                  <c:v>2.5023100000000001E-5</c:v>
                </c:pt>
                <c:pt idx="3273">
                  <c:v>2.4977099999999998E-5</c:v>
                </c:pt>
                <c:pt idx="3274">
                  <c:v>2.493E-5</c:v>
                </c:pt>
                <c:pt idx="3275">
                  <c:v>2.48837E-5</c:v>
                </c:pt>
                <c:pt idx="3276">
                  <c:v>2.4837500000000001E-5</c:v>
                </c:pt>
                <c:pt idx="3277">
                  <c:v>2.4790199999999999E-5</c:v>
                </c:pt>
                <c:pt idx="3278">
                  <c:v>2.4742699999999999E-5</c:v>
                </c:pt>
                <c:pt idx="3279">
                  <c:v>2.4695300000000001E-5</c:v>
                </c:pt>
                <c:pt idx="3280">
                  <c:v>2.46473E-5</c:v>
                </c:pt>
                <c:pt idx="3281">
                  <c:v>2.45991E-5</c:v>
                </c:pt>
                <c:pt idx="3282">
                  <c:v>2.4550699999999999E-5</c:v>
                </c:pt>
                <c:pt idx="3283">
                  <c:v>2.4500800000000001E-5</c:v>
                </c:pt>
                <c:pt idx="3284">
                  <c:v>2.4450399999999999E-5</c:v>
                </c:pt>
                <c:pt idx="3285">
                  <c:v>2.44E-5</c:v>
                </c:pt>
                <c:pt idx="3286">
                  <c:v>2.43491E-5</c:v>
                </c:pt>
                <c:pt idx="3287">
                  <c:v>2.4298E-5</c:v>
                </c:pt>
                <c:pt idx="3288">
                  <c:v>2.4247200000000001E-5</c:v>
                </c:pt>
                <c:pt idx="3289">
                  <c:v>2.4196700000000002E-5</c:v>
                </c:pt>
                <c:pt idx="3290">
                  <c:v>2.4145600000000001E-5</c:v>
                </c:pt>
                <c:pt idx="3291">
                  <c:v>2.4094E-5</c:v>
                </c:pt>
                <c:pt idx="3292">
                  <c:v>2.4041800000000001E-5</c:v>
                </c:pt>
                <c:pt idx="3293">
                  <c:v>2.3989300000000001E-5</c:v>
                </c:pt>
                <c:pt idx="3294">
                  <c:v>2.3936700000000001E-5</c:v>
                </c:pt>
                <c:pt idx="3295">
                  <c:v>2.3883099999999998E-5</c:v>
                </c:pt>
                <c:pt idx="3296">
                  <c:v>2.3829499999999999E-5</c:v>
                </c:pt>
                <c:pt idx="3297">
                  <c:v>2.3776100000000001E-5</c:v>
                </c:pt>
                <c:pt idx="3298">
                  <c:v>2.3722399999999998E-5</c:v>
                </c:pt>
                <c:pt idx="3299">
                  <c:v>2.36691E-5</c:v>
                </c:pt>
                <c:pt idx="3300">
                  <c:v>2.36148E-5</c:v>
                </c:pt>
                <c:pt idx="3301">
                  <c:v>2.3558999999999999E-5</c:v>
                </c:pt>
                <c:pt idx="3302">
                  <c:v>2.3502999999999998E-5</c:v>
                </c:pt>
                <c:pt idx="3303">
                  <c:v>2.3446800000000001E-5</c:v>
                </c:pt>
                <c:pt idx="3304">
                  <c:v>2.3390599999999999E-5</c:v>
                </c:pt>
                <c:pt idx="3305">
                  <c:v>2.3334100000000001E-5</c:v>
                </c:pt>
                <c:pt idx="3306">
                  <c:v>2.3277499999999999E-5</c:v>
                </c:pt>
                <c:pt idx="3307">
                  <c:v>2.3220699999999999E-5</c:v>
                </c:pt>
                <c:pt idx="3308">
                  <c:v>2.31637E-5</c:v>
                </c:pt>
                <c:pt idx="3309">
                  <c:v>2.31065E-5</c:v>
                </c:pt>
                <c:pt idx="3310">
                  <c:v>2.3048699999999998E-5</c:v>
                </c:pt>
                <c:pt idx="3311">
                  <c:v>2.29905E-5</c:v>
                </c:pt>
                <c:pt idx="3312">
                  <c:v>2.2931399999999999E-5</c:v>
                </c:pt>
                <c:pt idx="3313">
                  <c:v>2.2871499999999999E-5</c:v>
                </c:pt>
                <c:pt idx="3314">
                  <c:v>2.28117E-5</c:v>
                </c:pt>
                <c:pt idx="3315">
                  <c:v>2.2752399999999999E-5</c:v>
                </c:pt>
                <c:pt idx="3316">
                  <c:v>2.2693299999999998E-5</c:v>
                </c:pt>
                <c:pt idx="3317">
                  <c:v>2.2633000000000002E-5</c:v>
                </c:pt>
                <c:pt idx="3318">
                  <c:v>2.25719E-5</c:v>
                </c:pt>
                <c:pt idx="3319">
                  <c:v>2.2510500000000001E-5</c:v>
                </c:pt>
                <c:pt idx="3320">
                  <c:v>2.2448600000000001E-5</c:v>
                </c:pt>
                <c:pt idx="3321">
                  <c:v>2.2386199999999999E-5</c:v>
                </c:pt>
                <c:pt idx="3322">
                  <c:v>2.2322899999999999E-5</c:v>
                </c:pt>
                <c:pt idx="3323">
                  <c:v>2.2259499999999999E-5</c:v>
                </c:pt>
                <c:pt idx="3324">
                  <c:v>2.21966E-5</c:v>
                </c:pt>
                <c:pt idx="3325">
                  <c:v>2.2134199999999999E-5</c:v>
                </c:pt>
                <c:pt idx="3326">
                  <c:v>2.2071099999999999E-5</c:v>
                </c:pt>
                <c:pt idx="3327">
                  <c:v>2.2007100000000001E-5</c:v>
                </c:pt>
                <c:pt idx="3328">
                  <c:v>2.1943999999999999E-5</c:v>
                </c:pt>
                <c:pt idx="3329">
                  <c:v>2.1881600000000001E-5</c:v>
                </c:pt>
                <c:pt idx="3330">
                  <c:v>2.1818300000000001E-5</c:v>
                </c:pt>
                <c:pt idx="3331">
                  <c:v>2.1753800000000002E-5</c:v>
                </c:pt>
                <c:pt idx="3332">
                  <c:v>2.16882E-5</c:v>
                </c:pt>
                <c:pt idx="3333">
                  <c:v>2.1622200000000001E-5</c:v>
                </c:pt>
                <c:pt idx="3334">
                  <c:v>2.15568E-5</c:v>
                </c:pt>
                <c:pt idx="3335">
                  <c:v>2.14917E-5</c:v>
                </c:pt>
                <c:pt idx="3336">
                  <c:v>2.1425800000000001E-5</c:v>
                </c:pt>
                <c:pt idx="3337">
                  <c:v>2.1358699999999999E-5</c:v>
                </c:pt>
                <c:pt idx="3338">
                  <c:v>2.1292199999999999E-5</c:v>
                </c:pt>
                <c:pt idx="3339">
                  <c:v>2.12259E-5</c:v>
                </c:pt>
                <c:pt idx="3340">
                  <c:v>2.1159199999999999E-5</c:v>
                </c:pt>
                <c:pt idx="3341">
                  <c:v>2.1092000000000001E-5</c:v>
                </c:pt>
                <c:pt idx="3342">
                  <c:v>2.10238E-5</c:v>
                </c:pt>
                <c:pt idx="3343">
                  <c:v>2.0955399999999999E-5</c:v>
                </c:pt>
                <c:pt idx="3344">
                  <c:v>2.0886900000000002E-5</c:v>
                </c:pt>
                <c:pt idx="3345">
                  <c:v>2.08182E-5</c:v>
                </c:pt>
                <c:pt idx="3346">
                  <c:v>2.0749899999999999E-5</c:v>
                </c:pt>
                <c:pt idx="3347">
                  <c:v>2.0682E-5</c:v>
                </c:pt>
                <c:pt idx="3348">
                  <c:v>2.0613799999999999E-5</c:v>
                </c:pt>
                <c:pt idx="3349">
                  <c:v>2.0544399999999999E-5</c:v>
                </c:pt>
                <c:pt idx="3350">
                  <c:v>2.0474799999999999E-5</c:v>
                </c:pt>
                <c:pt idx="3351">
                  <c:v>2.04071E-5</c:v>
                </c:pt>
                <c:pt idx="3352">
                  <c:v>2.0346199999999998E-5</c:v>
                </c:pt>
                <c:pt idx="3353">
                  <c:v>2.0293699999999999E-5</c:v>
                </c:pt>
                <c:pt idx="3354">
                  <c:v>2.02432E-5</c:v>
                </c:pt>
                <c:pt idx="3355">
                  <c:v>2.0188599999999998E-5</c:v>
                </c:pt>
                <c:pt idx="3356">
                  <c:v>2.0129400000000001E-5</c:v>
                </c:pt>
                <c:pt idx="3357">
                  <c:v>2.0067900000000001E-5</c:v>
                </c:pt>
                <c:pt idx="3358">
                  <c:v>2.00056E-5</c:v>
                </c:pt>
                <c:pt idx="3359">
                  <c:v>1.9941799999999999E-5</c:v>
                </c:pt>
                <c:pt idx="3360">
                  <c:v>1.98755E-5</c:v>
                </c:pt>
                <c:pt idx="3361">
                  <c:v>1.9806899999999998E-5</c:v>
                </c:pt>
                <c:pt idx="3362">
                  <c:v>1.9737300000000002E-5</c:v>
                </c:pt>
                <c:pt idx="3363">
                  <c:v>1.96669E-5</c:v>
                </c:pt>
                <c:pt idx="3364">
                  <c:v>1.9595299999999999E-5</c:v>
                </c:pt>
                <c:pt idx="3365">
                  <c:v>1.9523600000000001E-5</c:v>
                </c:pt>
                <c:pt idx="3366">
                  <c:v>1.9451999999999999E-5</c:v>
                </c:pt>
                <c:pt idx="3367">
                  <c:v>1.9380100000000001E-5</c:v>
                </c:pt>
                <c:pt idx="3368">
                  <c:v>1.9307400000000001E-5</c:v>
                </c:pt>
                <c:pt idx="3369">
                  <c:v>1.9235000000000001E-5</c:v>
                </c:pt>
                <c:pt idx="3370">
                  <c:v>1.9162999999999999E-5</c:v>
                </c:pt>
                <c:pt idx="3371">
                  <c:v>1.9089800000000001E-5</c:v>
                </c:pt>
                <c:pt idx="3372">
                  <c:v>1.9016099999999999E-5</c:v>
                </c:pt>
                <c:pt idx="3373">
                  <c:v>1.8943299999999999E-5</c:v>
                </c:pt>
                <c:pt idx="3374">
                  <c:v>1.8870500000000002E-5</c:v>
                </c:pt>
                <c:pt idx="3375">
                  <c:v>1.87973E-5</c:v>
                </c:pt>
                <c:pt idx="3376">
                  <c:v>1.8724099999999999E-5</c:v>
                </c:pt>
                <c:pt idx="3377">
                  <c:v>1.8651000000000002E-5</c:v>
                </c:pt>
                <c:pt idx="3378">
                  <c:v>1.85777E-5</c:v>
                </c:pt>
                <c:pt idx="3379">
                  <c:v>1.8504399999999999E-5</c:v>
                </c:pt>
                <c:pt idx="3380">
                  <c:v>1.8431400000000001E-5</c:v>
                </c:pt>
                <c:pt idx="3381">
                  <c:v>1.8357599999999999E-5</c:v>
                </c:pt>
                <c:pt idx="3382">
                  <c:v>1.8283200000000001E-5</c:v>
                </c:pt>
                <c:pt idx="3383">
                  <c:v>1.8209100000000002E-5</c:v>
                </c:pt>
                <c:pt idx="3384">
                  <c:v>1.8135499999999999E-5</c:v>
                </c:pt>
                <c:pt idx="3385">
                  <c:v>1.8062399999999998E-5</c:v>
                </c:pt>
                <c:pt idx="3386">
                  <c:v>1.7989E-5</c:v>
                </c:pt>
                <c:pt idx="3387">
                  <c:v>1.7915599999999998E-5</c:v>
                </c:pt>
                <c:pt idx="3388">
                  <c:v>1.78422E-5</c:v>
                </c:pt>
                <c:pt idx="3389">
                  <c:v>1.77679E-5</c:v>
                </c:pt>
                <c:pt idx="3390">
                  <c:v>1.7692800000000001E-5</c:v>
                </c:pt>
                <c:pt idx="3391">
                  <c:v>1.7617699999999999E-5</c:v>
                </c:pt>
                <c:pt idx="3392">
                  <c:v>1.7543199999999998E-5</c:v>
                </c:pt>
                <c:pt idx="3393">
                  <c:v>1.7468600000000001E-5</c:v>
                </c:pt>
                <c:pt idx="3394">
                  <c:v>1.7393699999999999E-5</c:v>
                </c:pt>
                <c:pt idx="3395">
                  <c:v>1.7318600000000001E-5</c:v>
                </c:pt>
                <c:pt idx="3396">
                  <c:v>1.7243699999999999E-5</c:v>
                </c:pt>
                <c:pt idx="3397">
                  <c:v>1.7169299999999998E-5</c:v>
                </c:pt>
                <c:pt idx="3398">
                  <c:v>1.7094800000000001E-5</c:v>
                </c:pt>
                <c:pt idx="3399">
                  <c:v>1.702E-5</c:v>
                </c:pt>
                <c:pt idx="3400">
                  <c:v>1.69445E-5</c:v>
                </c:pt>
                <c:pt idx="3401">
                  <c:v>1.68688E-5</c:v>
                </c:pt>
                <c:pt idx="3402">
                  <c:v>1.6793400000000001E-5</c:v>
                </c:pt>
                <c:pt idx="3403">
                  <c:v>1.6718499999999999E-5</c:v>
                </c:pt>
                <c:pt idx="3404">
                  <c:v>1.6644099999999999E-5</c:v>
                </c:pt>
                <c:pt idx="3405">
                  <c:v>1.6569500000000001E-5</c:v>
                </c:pt>
                <c:pt idx="3406">
                  <c:v>1.6494499999999999E-5</c:v>
                </c:pt>
                <c:pt idx="3407">
                  <c:v>1.6420099999999999E-5</c:v>
                </c:pt>
                <c:pt idx="3408">
                  <c:v>1.63464E-5</c:v>
                </c:pt>
                <c:pt idx="3409">
                  <c:v>1.62721E-5</c:v>
                </c:pt>
                <c:pt idx="3410">
                  <c:v>1.6197699999999999E-5</c:v>
                </c:pt>
                <c:pt idx="3411">
                  <c:v>1.6124300000000001E-5</c:v>
                </c:pt>
                <c:pt idx="3412">
                  <c:v>1.6050899999999999E-5</c:v>
                </c:pt>
                <c:pt idx="3413">
                  <c:v>1.5977400000000001E-5</c:v>
                </c:pt>
                <c:pt idx="3414">
                  <c:v>1.59047E-5</c:v>
                </c:pt>
                <c:pt idx="3415">
                  <c:v>1.5831499999999999E-5</c:v>
                </c:pt>
                <c:pt idx="3416">
                  <c:v>1.5758300000000001E-5</c:v>
                </c:pt>
                <c:pt idx="3417">
                  <c:v>1.5686099999999999E-5</c:v>
                </c:pt>
                <c:pt idx="3418">
                  <c:v>1.5614300000000001E-5</c:v>
                </c:pt>
                <c:pt idx="3419">
                  <c:v>1.5542199999999998E-5</c:v>
                </c:pt>
                <c:pt idx="3420">
                  <c:v>1.5469899999999999E-5</c:v>
                </c:pt>
                <c:pt idx="3421">
                  <c:v>1.5397299999999999E-5</c:v>
                </c:pt>
                <c:pt idx="3422">
                  <c:v>1.53249E-5</c:v>
                </c:pt>
                <c:pt idx="3423">
                  <c:v>1.52534E-5</c:v>
                </c:pt>
                <c:pt idx="3424">
                  <c:v>1.5181799999999999E-5</c:v>
                </c:pt>
                <c:pt idx="3425">
                  <c:v>1.5110600000000001E-5</c:v>
                </c:pt>
                <c:pt idx="3426">
                  <c:v>1.5040399999999999E-5</c:v>
                </c:pt>
                <c:pt idx="3427">
                  <c:v>1.49696E-5</c:v>
                </c:pt>
                <c:pt idx="3428">
                  <c:v>1.4899099999999999E-5</c:v>
                </c:pt>
                <c:pt idx="3429">
                  <c:v>1.48291E-5</c:v>
                </c:pt>
                <c:pt idx="3430">
                  <c:v>1.4759100000000001E-5</c:v>
                </c:pt>
                <c:pt idx="3431">
                  <c:v>1.4690300000000001E-5</c:v>
                </c:pt>
                <c:pt idx="3432">
                  <c:v>1.46221E-5</c:v>
                </c:pt>
                <c:pt idx="3433">
                  <c:v>1.4553600000000001E-5</c:v>
                </c:pt>
                <c:pt idx="3434">
                  <c:v>1.4484999999999999E-5</c:v>
                </c:pt>
                <c:pt idx="3435">
                  <c:v>1.44165E-5</c:v>
                </c:pt>
                <c:pt idx="3436">
                  <c:v>1.4348299999999999E-5</c:v>
                </c:pt>
                <c:pt idx="3437">
                  <c:v>1.42805E-5</c:v>
                </c:pt>
                <c:pt idx="3438">
                  <c:v>1.42132E-5</c:v>
                </c:pt>
                <c:pt idx="3439">
                  <c:v>1.4145799999999999E-5</c:v>
                </c:pt>
                <c:pt idx="3440">
                  <c:v>1.4078500000000001E-5</c:v>
                </c:pt>
                <c:pt idx="3441">
                  <c:v>1.40123E-5</c:v>
                </c:pt>
                <c:pt idx="3442">
                  <c:v>1.3946400000000001E-5</c:v>
                </c:pt>
                <c:pt idx="3443">
                  <c:v>1.38804E-5</c:v>
                </c:pt>
                <c:pt idx="3444">
                  <c:v>1.38146E-5</c:v>
                </c:pt>
                <c:pt idx="3445">
                  <c:v>1.37488E-5</c:v>
                </c:pt>
                <c:pt idx="3446">
                  <c:v>1.36839E-5</c:v>
                </c:pt>
                <c:pt idx="3447">
                  <c:v>1.3619699999999999E-5</c:v>
                </c:pt>
                <c:pt idx="3448">
                  <c:v>1.35553E-5</c:v>
                </c:pt>
                <c:pt idx="3449">
                  <c:v>1.34909E-5</c:v>
                </c:pt>
                <c:pt idx="3450">
                  <c:v>1.34269E-5</c:v>
                </c:pt>
                <c:pt idx="3451">
                  <c:v>1.3363800000000001E-5</c:v>
                </c:pt>
                <c:pt idx="3452">
                  <c:v>1.3301200000000001E-5</c:v>
                </c:pt>
                <c:pt idx="3453">
                  <c:v>1.3239E-5</c:v>
                </c:pt>
                <c:pt idx="3454">
                  <c:v>1.3176900000000001E-5</c:v>
                </c:pt>
                <c:pt idx="3455">
                  <c:v>1.31156E-5</c:v>
                </c:pt>
                <c:pt idx="3456">
                  <c:v>1.30554E-5</c:v>
                </c:pt>
                <c:pt idx="3457">
                  <c:v>1.2995200000000001E-5</c:v>
                </c:pt>
                <c:pt idx="3458">
                  <c:v>1.2934E-5</c:v>
                </c:pt>
                <c:pt idx="3459">
                  <c:v>1.28731E-5</c:v>
                </c:pt>
                <c:pt idx="3460">
                  <c:v>1.28133E-5</c:v>
                </c:pt>
                <c:pt idx="3461">
                  <c:v>1.27539E-5</c:v>
                </c:pt>
                <c:pt idx="3462">
                  <c:v>1.2694700000000001E-5</c:v>
                </c:pt>
                <c:pt idx="3463">
                  <c:v>1.26356E-5</c:v>
                </c:pt>
                <c:pt idx="3464">
                  <c:v>1.2576599999999999E-5</c:v>
                </c:pt>
                <c:pt idx="3465">
                  <c:v>1.25191E-5</c:v>
                </c:pt>
                <c:pt idx="3466">
                  <c:v>1.2462E-5</c:v>
                </c:pt>
                <c:pt idx="3467">
                  <c:v>1.24048E-5</c:v>
                </c:pt>
                <c:pt idx="3468">
                  <c:v>1.23483E-5</c:v>
                </c:pt>
                <c:pt idx="3469">
                  <c:v>1.2292200000000001E-5</c:v>
                </c:pt>
                <c:pt idx="3470">
                  <c:v>1.22365E-5</c:v>
                </c:pt>
                <c:pt idx="3471">
                  <c:v>1.21812E-5</c:v>
                </c:pt>
                <c:pt idx="3472">
                  <c:v>1.2126100000000001E-5</c:v>
                </c:pt>
                <c:pt idx="3473">
                  <c:v>1.20708E-5</c:v>
                </c:pt>
                <c:pt idx="3474">
                  <c:v>1.20154E-5</c:v>
                </c:pt>
                <c:pt idx="3475">
                  <c:v>1.1960800000000001E-5</c:v>
                </c:pt>
                <c:pt idx="3476">
                  <c:v>1.19071E-5</c:v>
                </c:pt>
                <c:pt idx="3477">
                  <c:v>1.1854100000000001E-5</c:v>
                </c:pt>
                <c:pt idx="3478">
                  <c:v>1.18011E-5</c:v>
                </c:pt>
                <c:pt idx="3479">
                  <c:v>1.1748499999999999E-5</c:v>
                </c:pt>
                <c:pt idx="3480">
                  <c:v>1.1696699999999999E-5</c:v>
                </c:pt>
                <c:pt idx="3481">
                  <c:v>1.16452E-5</c:v>
                </c:pt>
                <c:pt idx="3482">
                  <c:v>1.1593800000000001E-5</c:v>
                </c:pt>
                <c:pt idx="3483">
                  <c:v>1.15419E-5</c:v>
                </c:pt>
                <c:pt idx="3484">
                  <c:v>1.14908E-5</c:v>
                </c:pt>
                <c:pt idx="3485">
                  <c:v>1.14411E-5</c:v>
                </c:pt>
                <c:pt idx="3486">
                  <c:v>1.13919E-5</c:v>
                </c:pt>
                <c:pt idx="3487">
                  <c:v>1.1343E-5</c:v>
                </c:pt>
                <c:pt idx="3488">
                  <c:v>1.12946E-5</c:v>
                </c:pt>
                <c:pt idx="3489">
                  <c:v>1.1246999999999999E-5</c:v>
                </c:pt>
                <c:pt idx="3490">
                  <c:v>1.1199700000000001E-5</c:v>
                </c:pt>
                <c:pt idx="3491">
                  <c:v>1.11517E-5</c:v>
                </c:pt>
                <c:pt idx="3492">
                  <c:v>1.1103299999999999E-5</c:v>
                </c:pt>
                <c:pt idx="3493">
                  <c:v>1.10558E-5</c:v>
                </c:pt>
                <c:pt idx="3494">
                  <c:v>1.10094E-5</c:v>
                </c:pt>
                <c:pt idx="3495">
                  <c:v>1.09636E-5</c:v>
                </c:pt>
                <c:pt idx="3496">
                  <c:v>1.0917999999999999E-5</c:v>
                </c:pt>
                <c:pt idx="3497">
                  <c:v>1.08718E-5</c:v>
                </c:pt>
                <c:pt idx="3498">
                  <c:v>1.08255E-5</c:v>
                </c:pt>
                <c:pt idx="3499">
                  <c:v>1.07806E-5</c:v>
                </c:pt>
                <c:pt idx="3500">
                  <c:v>1.0736200000000001E-5</c:v>
                </c:pt>
                <c:pt idx="3501">
                  <c:v>1.06918E-5</c:v>
                </c:pt>
                <c:pt idx="3502">
                  <c:v>1.0648E-5</c:v>
                </c:pt>
                <c:pt idx="3503">
                  <c:v>1.0604299999999999E-5</c:v>
                </c:pt>
                <c:pt idx="3504">
                  <c:v>1.05614E-5</c:v>
                </c:pt>
                <c:pt idx="3505">
                  <c:v>1.05194E-5</c:v>
                </c:pt>
                <c:pt idx="3506">
                  <c:v>1.04772E-5</c:v>
                </c:pt>
                <c:pt idx="3507">
                  <c:v>1.04348E-5</c:v>
                </c:pt>
                <c:pt idx="3508">
                  <c:v>1.0392400000000001E-5</c:v>
                </c:pt>
                <c:pt idx="3509">
                  <c:v>1.03505E-5</c:v>
                </c:pt>
                <c:pt idx="3510">
                  <c:v>1.03095E-5</c:v>
                </c:pt>
                <c:pt idx="3511">
                  <c:v>1.02694E-5</c:v>
                </c:pt>
                <c:pt idx="3512">
                  <c:v>1.02298E-5</c:v>
                </c:pt>
                <c:pt idx="3513">
                  <c:v>1.01896E-5</c:v>
                </c:pt>
                <c:pt idx="3514">
                  <c:v>1.0149899999999999E-5</c:v>
                </c:pt>
                <c:pt idx="3515">
                  <c:v>1.01109E-5</c:v>
                </c:pt>
                <c:pt idx="3516">
                  <c:v>1.0071999999999999E-5</c:v>
                </c:pt>
                <c:pt idx="3517">
                  <c:v>1.00336E-5</c:v>
                </c:pt>
                <c:pt idx="3518">
                  <c:v>9.9955999999999996E-6</c:v>
                </c:pt>
                <c:pt idx="3519">
                  <c:v>9.9577699999999994E-6</c:v>
                </c:pt>
                <c:pt idx="3520">
                  <c:v>9.9188900000000002E-6</c:v>
                </c:pt>
                <c:pt idx="3521">
                  <c:v>9.8804600000000003E-6</c:v>
                </c:pt>
                <c:pt idx="3522">
                  <c:v>9.8433799999999999E-6</c:v>
                </c:pt>
                <c:pt idx="3523">
                  <c:v>9.8068400000000001E-6</c:v>
                </c:pt>
                <c:pt idx="3524">
                  <c:v>9.77078E-6</c:v>
                </c:pt>
                <c:pt idx="3525">
                  <c:v>9.7348799999999992E-6</c:v>
                </c:pt>
                <c:pt idx="3526">
                  <c:v>9.6987400000000002E-6</c:v>
                </c:pt>
                <c:pt idx="3527">
                  <c:v>9.6635100000000006E-6</c:v>
                </c:pt>
                <c:pt idx="3528">
                  <c:v>9.62938E-6</c:v>
                </c:pt>
                <c:pt idx="3529">
                  <c:v>9.59463E-6</c:v>
                </c:pt>
                <c:pt idx="3530">
                  <c:v>9.5600600000000008E-6</c:v>
                </c:pt>
                <c:pt idx="3531">
                  <c:v>9.5262500000000005E-6</c:v>
                </c:pt>
                <c:pt idx="3532">
                  <c:v>9.4925999999999995E-6</c:v>
                </c:pt>
                <c:pt idx="3533">
                  <c:v>9.4594900000000008E-6</c:v>
                </c:pt>
                <c:pt idx="3534">
                  <c:v>9.4266599999999996E-6</c:v>
                </c:pt>
                <c:pt idx="3535">
                  <c:v>9.3937400000000006E-6</c:v>
                </c:pt>
                <c:pt idx="3536">
                  <c:v>9.3611700000000007E-6</c:v>
                </c:pt>
                <c:pt idx="3537">
                  <c:v>9.3281300000000001E-6</c:v>
                </c:pt>
                <c:pt idx="3538">
                  <c:v>9.2953299999999993E-6</c:v>
                </c:pt>
                <c:pt idx="3539">
                  <c:v>9.2637000000000008E-6</c:v>
                </c:pt>
                <c:pt idx="3540">
                  <c:v>9.2324600000000007E-6</c:v>
                </c:pt>
                <c:pt idx="3541">
                  <c:v>9.2017500000000005E-6</c:v>
                </c:pt>
                <c:pt idx="3542">
                  <c:v>9.1708200000000001E-6</c:v>
                </c:pt>
                <c:pt idx="3543">
                  <c:v>9.1397199999999996E-6</c:v>
                </c:pt>
                <c:pt idx="3544">
                  <c:v>9.1097500000000003E-6</c:v>
                </c:pt>
                <c:pt idx="3545">
                  <c:v>9.0802600000000007E-6</c:v>
                </c:pt>
                <c:pt idx="3546">
                  <c:v>9.0494399999999995E-6</c:v>
                </c:pt>
                <c:pt idx="3547">
                  <c:v>9.0188700000000006E-6</c:v>
                </c:pt>
                <c:pt idx="3548">
                  <c:v>8.9906699999999998E-6</c:v>
                </c:pt>
                <c:pt idx="3549">
                  <c:v>8.9634600000000004E-6</c:v>
                </c:pt>
                <c:pt idx="3550">
                  <c:v>8.9357899999999994E-6</c:v>
                </c:pt>
                <c:pt idx="3551">
                  <c:v>8.9070600000000004E-6</c:v>
                </c:pt>
                <c:pt idx="3552">
                  <c:v>8.8783799999999999E-6</c:v>
                </c:pt>
                <c:pt idx="3553">
                  <c:v>8.8508199999999997E-6</c:v>
                </c:pt>
                <c:pt idx="3554">
                  <c:v>8.8241200000000005E-6</c:v>
                </c:pt>
                <c:pt idx="3555">
                  <c:v>8.7980999999999997E-6</c:v>
                </c:pt>
                <c:pt idx="3556">
                  <c:v>8.7714300000000008E-6</c:v>
                </c:pt>
                <c:pt idx="3557">
                  <c:v>8.7439299999999998E-6</c:v>
                </c:pt>
                <c:pt idx="3558">
                  <c:v>8.7169499999999996E-6</c:v>
                </c:pt>
                <c:pt idx="3559">
                  <c:v>8.6907499999999998E-6</c:v>
                </c:pt>
                <c:pt idx="3560">
                  <c:v>8.6649000000000007E-6</c:v>
                </c:pt>
                <c:pt idx="3561">
                  <c:v>8.6388799999999999E-6</c:v>
                </c:pt>
                <c:pt idx="3562">
                  <c:v>8.6126900000000007E-6</c:v>
                </c:pt>
                <c:pt idx="3563">
                  <c:v>8.5871499999999996E-6</c:v>
                </c:pt>
                <c:pt idx="3564">
                  <c:v>8.5623200000000007E-6</c:v>
                </c:pt>
                <c:pt idx="3565">
                  <c:v>8.5378199999999995E-6</c:v>
                </c:pt>
                <c:pt idx="3566">
                  <c:v>8.5140399999999995E-6</c:v>
                </c:pt>
                <c:pt idx="3567">
                  <c:v>8.4905900000000006E-6</c:v>
                </c:pt>
                <c:pt idx="3568">
                  <c:v>8.4668500000000001E-6</c:v>
                </c:pt>
                <c:pt idx="3569">
                  <c:v>8.44302E-6</c:v>
                </c:pt>
                <c:pt idx="3570">
                  <c:v>8.4192599999999998E-6</c:v>
                </c:pt>
                <c:pt idx="3571">
                  <c:v>8.3953200000000005E-6</c:v>
                </c:pt>
                <c:pt idx="3572">
                  <c:v>8.3725199999999996E-6</c:v>
                </c:pt>
                <c:pt idx="3573">
                  <c:v>8.3509899999999995E-6</c:v>
                </c:pt>
                <c:pt idx="3574">
                  <c:v>8.3290900000000006E-6</c:v>
                </c:pt>
                <c:pt idx="3575">
                  <c:v>8.3066600000000002E-6</c:v>
                </c:pt>
                <c:pt idx="3576">
                  <c:v>8.2836699999999996E-6</c:v>
                </c:pt>
                <c:pt idx="3577">
                  <c:v>8.2612800000000003E-6</c:v>
                </c:pt>
                <c:pt idx="3578">
                  <c:v>8.2398800000000008E-6</c:v>
                </c:pt>
                <c:pt idx="3579">
                  <c:v>8.2181300000000005E-6</c:v>
                </c:pt>
                <c:pt idx="3580">
                  <c:v>8.1965500000000003E-6</c:v>
                </c:pt>
                <c:pt idx="3581">
                  <c:v>8.1757300000000007E-6</c:v>
                </c:pt>
                <c:pt idx="3582">
                  <c:v>8.1549599999999996E-6</c:v>
                </c:pt>
                <c:pt idx="3583">
                  <c:v>8.1341000000000006E-6</c:v>
                </c:pt>
                <c:pt idx="3584">
                  <c:v>8.1135199999999992E-6</c:v>
                </c:pt>
                <c:pt idx="3585">
                  <c:v>8.09273E-6</c:v>
                </c:pt>
                <c:pt idx="3586">
                  <c:v>8.0719800000000003E-6</c:v>
                </c:pt>
                <c:pt idx="3587">
                  <c:v>8.0519199999999996E-6</c:v>
                </c:pt>
                <c:pt idx="3588">
                  <c:v>8.0321099999999996E-6</c:v>
                </c:pt>
                <c:pt idx="3589">
                  <c:v>8.0124699999999995E-6</c:v>
                </c:pt>
                <c:pt idx="3590">
                  <c:v>7.9930900000000007E-6</c:v>
                </c:pt>
                <c:pt idx="3591">
                  <c:v>7.9738899999999993E-6</c:v>
                </c:pt>
                <c:pt idx="3592">
                  <c:v>7.9544600000000004E-6</c:v>
                </c:pt>
                <c:pt idx="3593">
                  <c:v>7.93525E-6</c:v>
                </c:pt>
                <c:pt idx="3594">
                  <c:v>7.9171999999999993E-6</c:v>
                </c:pt>
                <c:pt idx="3595">
                  <c:v>7.8988499999999998E-6</c:v>
                </c:pt>
                <c:pt idx="3596">
                  <c:v>7.8804E-6</c:v>
                </c:pt>
                <c:pt idx="3597">
                  <c:v>7.8625999999999999E-6</c:v>
                </c:pt>
                <c:pt idx="3598">
                  <c:v>7.84473E-6</c:v>
                </c:pt>
                <c:pt idx="3599">
                  <c:v>7.8273399999999998E-6</c:v>
                </c:pt>
                <c:pt idx="3600">
                  <c:v>7.8097000000000008E-6</c:v>
                </c:pt>
                <c:pt idx="3601">
                  <c:v>7.7918799999999993E-6</c:v>
                </c:pt>
                <c:pt idx="3602">
                  <c:v>7.7747000000000003E-6</c:v>
                </c:pt>
                <c:pt idx="3603">
                  <c:v>7.7577300000000007E-6</c:v>
                </c:pt>
                <c:pt idx="3604">
                  <c:v>7.7409299999999994E-6</c:v>
                </c:pt>
                <c:pt idx="3605">
                  <c:v>7.7237899999999998E-6</c:v>
                </c:pt>
                <c:pt idx="3606">
                  <c:v>7.7066300000000004E-6</c:v>
                </c:pt>
                <c:pt idx="3607">
                  <c:v>7.6901699999999993E-6</c:v>
                </c:pt>
                <c:pt idx="3608">
                  <c:v>7.6739299999999999E-6</c:v>
                </c:pt>
                <c:pt idx="3609">
                  <c:v>7.6577800000000001E-6</c:v>
                </c:pt>
                <c:pt idx="3610">
                  <c:v>7.6419500000000006E-6</c:v>
                </c:pt>
                <c:pt idx="3611">
                  <c:v>7.62602E-6</c:v>
                </c:pt>
                <c:pt idx="3612">
                  <c:v>7.6100699999999998E-6</c:v>
                </c:pt>
                <c:pt idx="3613">
                  <c:v>7.5947000000000003E-6</c:v>
                </c:pt>
                <c:pt idx="3614">
                  <c:v>7.5796299999999998E-6</c:v>
                </c:pt>
                <c:pt idx="3615">
                  <c:v>7.5642600000000003E-6</c:v>
                </c:pt>
                <c:pt idx="3616">
                  <c:v>7.5487899999999998E-6</c:v>
                </c:pt>
                <c:pt idx="3617">
                  <c:v>7.5333899999999999E-6</c:v>
                </c:pt>
                <c:pt idx="3618">
                  <c:v>7.5182999999999997E-6</c:v>
                </c:pt>
                <c:pt idx="3619">
                  <c:v>7.5033300000000002E-6</c:v>
                </c:pt>
                <c:pt idx="3620">
                  <c:v>7.4882800000000002E-6</c:v>
                </c:pt>
                <c:pt idx="3621">
                  <c:v>7.4740199999999996E-6</c:v>
                </c:pt>
                <c:pt idx="3622">
                  <c:v>7.46021E-6</c:v>
                </c:pt>
                <c:pt idx="3623">
                  <c:v>7.4465499999999999E-6</c:v>
                </c:pt>
                <c:pt idx="3624">
                  <c:v>7.4324500000000003E-6</c:v>
                </c:pt>
                <c:pt idx="3625">
                  <c:v>7.4177000000000001E-6</c:v>
                </c:pt>
                <c:pt idx="3626">
                  <c:v>7.4032300000000001E-6</c:v>
                </c:pt>
                <c:pt idx="3627">
                  <c:v>7.3892600000000003E-6</c:v>
                </c:pt>
                <c:pt idx="3628">
                  <c:v>7.3757399999999998E-6</c:v>
                </c:pt>
                <c:pt idx="3629">
                  <c:v>7.3625799999999999E-6</c:v>
                </c:pt>
                <c:pt idx="3630">
                  <c:v>7.3495399999999999E-6</c:v>
                </c:pt>
                <c:pt idx="3631">
                  <c:v>7.3367399999999998E-6</c:v>
                </c:pt>
                <c:pt idx="3632">
                  <c:v>7.3236100000000003E-6</c:v>
                </c:pt>
                <c:pt idx="3633">
                  <c:v>7.30979E-6</c:v>
                </c:pt>
                <c:pt idx="3634">
                  <c:v>7.2953299999999998E-6</c:v>
                </c:pt>
                <c:pt idx="3635">
                  <c:v>7.28205E-6</c:v>
                </c:pt>
                <c:pt idx="3636">
                  <c:v>7.2700699999999997E-6</c:v>
                </c:pt>
                <c:pt idx="3637">
                  <c:v>7.2573099999999998E-6</c:v>
                </c:pt>
                <c:pt idx="3638">
                  <c:v>7.2447100000000001E-6</c:v>
                </c:pt>
                <c:pt idx="3639">
                  <c:v>7.2321499999999999E-6</c:v>
                </c:pt>
                <c:pt idx="3640">
                  <c:v>7.2195000000000001E-6</c:v>
                </c:pt>
                <c:pt idx="3641">
                  <c:v>7.20733E-6</c:v>
                </c:pt>
                <c:pt idx="3642">
                  <c:v>7.1953100000000002E-6</c:v>
                </c:pt>
                <c:pt idx="3643">
                  <c:v>7.1833499999999996E-6</c:v>
                </c:pt>
                <c:pt idx="3644">
                  <c:v>7.1710999999999998E-6</c:v>
                </c:pt>
                <c:pt idx="3645">
                  <c:v>7.1586600000000003E-6</c:v>
                </c:pt>
                <c:pt idx="3646">
                  <c:v>7.14616E-6</c:v>
                </c:pt>
                <c:pt idx="3647">
                  <c:v>7.1340300000000002E-6</c:v>
                </c:pt>
                <c:pt idx="3648">
                  <c:v>7.1231200000000002E-6</c:v>
                </c:pt>
                <c:pt idx="3649">
                  <c:v>7.1124200000000004E-6</c:v>
                </c:pt>
                <c:pt idx="3650">
                  <c:v>7.1010000000000003E-6</c:v>
                </c:pt>
                <c:pt idx="3651">
                  <c:v>7.0879399999999998E-6</c:v>
                </c:pt>
                <c:pt idx="3652">
                  <c:v>7.0747299999999998E-6</c:v>
                </c:pt>
                <c:pt idx="3653">
                  <c:v>7.0627600000000001E-6</c:v>
                </c:pt>
                <c:pt idx="3654">
                  <c:v>7.0509200000000002E-6</c:v>
                </c:pt>
                <c:pt idx="3655">
                  <c:v>7.0399000000000001E-6</c:v>
                </c:pt>
                <c:pt idx="3656">
                  <c:v>7.0293699999999996E-6</c:v>
                </c:pt>
                <c:pt idx="3657">
                  <c:v>7.0182900000000004E-6</c:v>
                </c:pt>
                <c:pt idx="3658">
                  <c:v>7.0071399999999996E-6</c:v>
                </c:pt>
                <c:pt idx="3659">
                  <c:v>6.99626E-6</c:v>
                </c:pt>
                <c:pt idx="3660">
                  <c:v>6.9854699999999999E-6</c:v>
                </c:pt>
                <c:pt idx="3661">
                  <c:v>6.97501E-6</c:v>
                </c:pt>
                <c:pt idx="3662">
                  <c:v>6.9651499999999997E-6</c:v>
                </c:pt>
                <c:pt idx="3663">
                  <c:v>6.9555999999999999E-6</c:v>
                </c:pt>
                <c:pt idx="3664">
                  <c:v>6.94595E-6</c:v>
                </c:pt>
                <c:pt idx="3665">
                  <c:v>6.9362599999999997E-6</c:v>
                </c:pt>
                <c:pt idx="3666">
                  <c:v>6.9262699999999997E-6</c:v>
                </c:pt>
                <c:pt idx="3667">
                  <c:v>6.9158799999999996E-6</c:v>
                </c:pt>
                <c:pt idx="3668">
                  <c:v>6.9060399999999999E-6</c:v>
                </c:pt>
                <c:pt idx="3669">
                  <c:v>6.8967000000000004E-6</c:v>
                </c:pt>
                <c:pt idx="3670">
                  <c:v>6.8869199999999998E-6</c:v>
                </c:pt>
                <c:pt idx="3671">
                  <c:v>6.8769899999999997E-6</c:v>
                </c:pt>
                <c:pt idx="3672">
                  <c:v>6.86801E-6</c:v>
                </c:pt>
                <c:pt idx="3673">
                  <c:v>6.85905E-6</c:v>
                </c:pt>
                <c:pt idx="3674">
                  <c:v>6.8493900000000002E-6</c:v>
                </c:pt>
                <c:pt idx="3675">
                  <c:v>6.8405E-6</c:v>
                </c:pt>
                <c:pt idx="3676">
                  <c:v>6.8318700000000002E-6</c:v>
                </c:pt>
                <c:pt idx="3677">
                  <c:v>6.8223300000000003E-6</c:v>
                </c:pt>
                <c:pt idx="3678">
                  <c:v>6.8123799999999996E-6</c:v>
                </c:pt>
                <c:pt idx="3679">
                  <c:v>6.8029900000000001E-6</c:v>
                </c:pt>
                <c:pt idx="3680">
                  <c:v>6.7939999999999997E-6</c:v>
                </c:pt>
                <c:pt idx="3681">
                  <c:v>6.78473E-6</c:v>
                </c:pt>
                <c:pt idx="3682">
                  <c:v>6.7756699999999998E-6</c:v>
                </c:pt>
                <c:pt idx="3683">
                  <c:v>6.76698E-6</c:v>
                </c:pt>
                <c:pt idx="3684">
                  <c:v>6.7588100000000003E-6</c:v>
                </c:pt>
                <c:pt idx="3685">
                  <c:v>6.7506100000000001E-6</c:v>
                </c:pt>
                <c:pt idx="3686">
                  <c:v>6.7415200000000003E-6</c:v>
                </c:pt>
                <c:pt idx="3687">
                  <c:v>6.7321100000000002E-6</c:v>
                </c:pt>
                <c:pt idx="3688">
                  <c:v>6.7234099999999997E-6</c:v>
                </c:pt>
                <c:pt idx="3689">
                  <c:v>6.7152300000000001E-6</c:v>
                </c:pt>
                <c:pt idx="3690">
                  <c:v>6.7065400000000003E-6</c:v>
                </c:pt>
                <c:pt idx="3691">
                  <c:v>6.6977700000000001E-6</c:v>
                </c:pt>
                <c:pt idx="3692">
                  <c:v>6.6889800000000001E-6</c:v>
                </c:pt>
                <c:pt idx="3693">
                  <c:v>6.6804800000000001E-6</c:v>
                </c:pt>
                <c:pt idx="3694">
                  <c:v>6.6727700000000003E-6</c:v>
                </c:pt>
                <c:pt idx="3695">
                  <c:v>6.6646300000000001E-6</c:v>
                </c:pt>
                <c:pt idx="3696">
                  <c:v>6.6560399999999997E-6</c:v>
                </c:pt>
                <c:pt idx="3697">
                  <c:v>6.6479100000000002E-6</c:v>
                </c:pt>
                <c:pt idx="3698">
                  <c:v>6.6403200000000003E-6</c:v>
                </c:pt>
                <c:pt idx="3699">
                  <c:v>6.6322200000000003E-6</c:v>
                </c:pt>
                <c:pt idx="3700">
                  <c:v>6.6235500000000003E-6</c:v>
                </c:pt>
                <c:pt idx="3701">
                  <c:v>6.6151899999999999E-6</c:v>
                </c:pt>
                <c:pt idx="3702">
                  <c:v>6.6072299999999996E-6</c:v>
                </c:pt>
                <c:pt idx="3703">
                  <c:v>6.5992999999999996E-6</c:v>
                </c:pt>
                <c:pt idx="3704">
                  <c:v>6.5914899999999996E-6</c:v>
                </c:pt>
                <c:pt idx="3705">
                  <c:v>6.5842100000000003E-6</c:v>
                </c:pt>
                <c:pt idx="3706">
                  <c:v>6.5765999999999998E-6</c:v>
                </c:pt>
                <c:pt idx="3707">
                  <c:v>6.5688999999999999E-6</c:v>
                </c:pt>
                <c:pt idx="3708">
                  <c:v>6.5615499999999999E-6</c:v>
                </c:pt>
                <c:pt idx="3709">
                  <c:v>6.5538300000000002E-6</c:v>
                </c:pt>
                <c:pt idx="3710">
                  <c:v>6.54569E-6</c:v>
                </c:pt>
                <c:pt idx="3711">
                  <c:v>6.5378999999999997E-6</c:v>
                </c:pt>
                <c:pt idx="3712">
                  <c:v>6.53053E-6</c:v>
                </c:pt>
                <c:pt idx="3713">
                  <c:v>6.5235899999999998E-6</c:v>
                </c:pt>
                <c:pt idx="3714">
                  <c:v>6.5165999999999996E-6</c:v>
                </c:pt>
                <c:pt idx="3715">
                  <c:v>6.5092000000000003E-6</c:v>
                </c:pt>
                <c:pt idx="3716">
                  <c:v>6.5022600000000002E-6</c:v>
                </c:pt>
                <c:pt idx="3717">
                  <c:v>6.4955599999999999E-6</c:v>
                </c:pt>
                <c:pt idx="3718">
                  <c:v>6.48866E-6</c:v>
                </c:pt>
                <c:pt idx="3719">
                  <c:v>6.48148E-6</c:v>
                </c:pt>
                <c:pt idx="3720">
                  <c:v>6.4739099999999998E-6</c:v>
                </c:pt>
                <c:pt idx="3721">
                  <c:v>6.4662199999999997E-6</c:v>
                </c:pt>
                <c:pt idx="3722">
                  <c:v>6.4584800000000004E-6</c:v>
                </c:pt>
                <c:pt idx="3723">
                  <c:v>6.4511199999999997E-6</c:v>
                </c:pt>
                <c:pt idx="3724">
                  <c:v>6.4441900000000002E-6</c:v>
                </c:pt>
                <c:pt idx="3725">
                  <c:v>6.4371099999999996E-6</c:v>
                </c:pt>
                <c:pt idx="3726">
                  <c:v>6.4303699999999999E-6</c:v>
                </c:pt>
                <c:pt idx="3727">
                  <c:v>6.4238399999999996E-6</c:v>
                </c:pt>
                <c:pt idx="3728">
                  <c:v>6.4169899999999999E-6</c:v>
                </c:pt>
                <c:pt idx="3729">
                  <c:v>6.4099299999999998E-6</c:v>
                </c:pt>
                <c:pt idx="3730">
                  <c:v>6.4028099999999998E-6</c:v>
                </c:pt>
                <c:pt idx="3731">
                  <c:v>6.3960500000000004E-6</c:v>
                </c:pt>
                <c:pt idx="3732">
                  <c:v>6.3897199999999997E-6</c:v>
                </c:pt>
                <c:pt idx="3733">
                  <c:v>6.3831300000000003E-6</c:v>
                </c:pt>
                <c:pt idx="3734">
                  <c:v>6.37586E-6</c:v>
                </c:pt>
                <c:pt idx="3735">
                  <c:v>6.3687700000000003E-6</c:v>
                </c:pt>
                <c:pt idx="3736">
                  <c:v>6.3623199999999998E-6</c:v>
                </c:pt>
                <c:pt idx="3737">
                  <c:v>6.3560900000000002E-6</c:v>
                </c:pt>
                <c:pt idx="3738">
                  <c:v>6.3496400000000004E-6</c:v>
                </c:pt>
                <c:pt idx="3739">
                  <c:v>6.3431100000000002E-6</c:v>
                </c:pt>
                <c:pt idx="3740">
                  <c:v>6.3361600000000002E-6</c:v>
                </c:pt>
                <c:pt idx="3741">
                  <c:v>6.3286699999999997E-6</c:v>
                </c:pt>
                <c:pt idx="3742">
                  <c:v>6.3217900000000003E-6</c:v>
                </c:pt>
                <c:pt idx="3743">
                  <c:v>6.3159199999999997E-6</c:v>
                </c:pt>
                <c:pt idx="3744">
                  <c:v>6.3103800000000001E-6</c:v>
                </c:pt>
                <c:pt idx="3745">
                  <c:v>6.3042599999999997E-6</c:v>
                </c:pt>
                <c:pt idx="3746">
                  <c:v>6.2979399999999997E-6</c:v>
                </c:pt>
                <c:pt idx="3747">
                  <c:v>6.2918499999999997E-6</c:v>
                </c:pt>
                <c:pt idx="3748">
                  <c:v>6.2858400000000003E-6</c:v>
                </c:pt>
                <c:pt idx="3749">
                  <c:v>6.2801600000000002E-6</c:v>
                </c:pt>
                <c:pt idx="3750">
                  <c:v>6.2745800000000003E-6</c:v>
                </c:pt>
                <c:pt idx="3751">
                  <c:v>6.2679499999999998E-6</c:v>
                </c:pt>
                <c:pt idx="3752">
                  <c:v>6.2605600000000004E-6</c:v>
                </c:pt>
                <c:pt idx="3753">
                  <c:v>6.2537199999999996E-6</c:v>
                </c:pt>
                <c:pt idx="3754">
                  <c:v>6.2474599999999996E-6</c:v>
                </c:pt>
                <c:pt idx="3755">
                  <c:v>6.2411000000000003E-6</c:v>
                </c:pt>
                <c:pt idx="3756">
                  <c:v>6.2346999999999998E-6</c:v>
                </c:pt>
                <c:pt idx="3757">
                  <c:v>6.2289800000000003E-6</c:v>
                </c:pt>
                <c:pt idx="3758">
                  <c:v>6.2237999999999996E-6</c:v>
                </c:pt>
                <c:pt idx="3759">
                  <c:v>6.2179899999999997E-6</c:v>
                </c:pt>
                <c:pt idx="3760">
                  <c:v>6.2109799999999998E-6</c:v>
                </c:pt>
                <c:pt idx="3761">
                  <c:v>6.20396E-6</c:v>
                </c:pt>
                <c:pt idx="3762">
                  <c:v>6.1979499999999997E-6</c:v>
                </c:pt>
                <c:pt idx="3763">
                  <c:v>6.1922599999999997E-6</c:v>
                </c:pt>
                <c:pt idx="3764">
                  <c:v>6.1867800000000001E-6</c:v>
                </c:pt>
                <c:pt idx="3765">
                  <c:v>6.1817700000000003E-6</c:v>
                </c:pt>
                <c:pt idx="3766">
                  <c:v>6.1761199999999997E-6</c:v>
                </c:pt>
                <c:pt idx="3767">
                  <c:v>6.1702599999999998E-6</c:v>
                </c:pt>
                <c:pt idx="3768">
                  <c:v>6.1647200000000002E-6</c:v>
                </c:pt>
                <c:pt idx="3769">
                  <c:v>6.1581999999999998E-6</c:v>
                </c:pt>
                <c:pt idx="3770">
                  <c:v>6.1516499999999998E-6</c:v>
                </c:pt>
                <c:pt idx="3771">
                  <c:v>6.14549E-6</c:v>
                </c:pt>
                <c:pt idx="3772">
                  <c:v>6.1390500000000001E-6</c:v>
                </c:pt>
                <c:pt idx="3773">
                  <c:v>6.1325299999999997E-6</c:v>
                </c:pt>
                <c:pt idx="3774">
                  <c:v>6.1263799999999998E-6</c:v>
                </c:pt>
                <c:pt idx="3775">
                  <c:v>6.1210399999999998E-6</c:v>
                </c:pt>
                <c:pt idx="3776">
                  <c:v>6.1152899999999999E-6</c:v>
                </c:pt>
                <c:pt idx="3777">
                  <c:v>6.1093899999999996E-6</c:v>
                </c:pt>
                <c:pt idx="3778">
                  <c:v>6.1038400000000002E-6</c:v>
                </c:pt>
                <c:pt idx="3779">
                  <c:v>6.0980099999999997E-6</c:v>
                </c:pt>
                <c:pt idx="3780">
                  <c:v>6.09288E-6</c:v>
                </c:pt>
                <c:pt idx="3781">
                  <c:v>6.0884900000000004E-6</c:v>
                </c:pt>
                <c:pt idx="3782">
                  <c:v>6.0838400000000004E-6</c:v>
                </c:pt>
                <c:pt idx="3783">
                  <c:v>6.0782100000000004E-6</c:v>
                </c:pt>
                <c:pt idx="3784">
                  <c:v>6.0719600000000002E-6</c:v>
                </c:pt>
                <c:pt idx="3785">
                  <c:v>6.06629E-6</c:v>
                </c:pt>
                <c:pt idx="3786">
                  <c:v>6.0608200000000002E-6</c:v>
                </c:pt>
                <c:pt idx="3787">
                  <c:v>6.0551200000000004E-6</c:v>
                </c:pt>
                <c:pt idx="3788">
                  <c:v>6.0492399999999999E-6</c:v>
                </c:pt>
                <c:pt idx="3789">
                  <c:v>6.0433000000000002E-6</c:v>
                </c:pt>
                <c:pt idx="3790">
                  <c:v>6.0374400000000003E-6</c:v>
                </c:pt>
                <c:pt idx="3791">
                  <c:v>6.0321999999999996E-6</c:v>
                </c:pt>
                <c:pt idx="3792">
                  <c:v>6.0271700000000001E-6</c:v>
                </c:pt>
                <c:pt idx="3793">
                  <c:v>6.0216099999999999E-6</c:v>
                </c:pt>
                <c:pt idx="3794">
                  <c:v>6.0161800000000004E-6</c:v>
                </c:pt>
                <c:pt idx="3795">
                  <c:v>6.0103900000000002E-6</c:v>
                </c:pt>
                <c:pt idx="3796">
                  <c:v>6.0048800000000002E-6</c:v>
                </c:pt>
                <c:pt idx="3797">
                  <c:v>6.0005499999999997E-6</c:v>
                </c:pt>
                <c:pt idx="3798">
                  <c:v>5.99553E-6</c:v>
                </c:pt>
                <c:pt idx="3799">
                  <c:v>5.9898800000000003E-6</c:v>
                </c:pt>
                <c:pt idx="3800">
                  <c:v>5.9853000000000001E-6</c:v>
                </c:pt>
                <c:pt idx="3801">
                  <c:v>5.9803000000000002E-6</c:v>
                </c:pt>
                <c:pt idx="3802">
                  <c:v>5.9746499999999996E-6</c:v>
                </c:pt>
                <c:pt idx="3803">
                  <c:v>5.9690900000000003E-6</c:v>
                </c:pt>
                <c:pt idx="3804">
                  <c:v>5.9631499999999998E-6</c:v>
                </c:pt>
                <c:pt idx="3805">
                  <c:v>5.9572899999999998E-6</c:v>
                </c:pt>
                <c:pt idx="3806">
                  <c:v>5.9521600000000001E-6</c:v>
                </c:pt>
                <c:pt idx="3807">
                  <c:v>5.9471600000000002E-6</c:v>
                </c:pt>
                <c:pt idx="3808">
                  <c:v>5.9416199999999997E-6</c:v>
                </c:pt>
                <c:pt idx="3809">
                  <c:v>5.9358900000000004E-6</c:v>
                </c:pt>
                <c:pt idx="3810">
                  <c:v>5.9304E-6</c:v>
                </c:pt>
                <c:pt idx="3811">
                  <c:v>5.9252800000000001E-6</c:v>
                </c:pt>
                <c:pt idx="3812">
                  <c:v>5.9198999999999999E-6</c:v>
                </c:pt>
                <c:pt idx="3813">
                  <c:v>5.9146199999999998E-6</c:v>
                </c:pt>
                <c:pt idx="3814">
                  <c:v>5.90978E-6</c:v>
                </c:pt>
                <c:pt idx="3815">
                  <c:v>5.9049799999999997E-6</c:v>
                </c:pt>
                <c:pt idx="3816">
                  <c:v>5.9000999999999996E-6</c:v>
                </c:pt>
                <c:pt idx="3817">
                  <c:v>5.8944900000000002E-6</c:v>
                </c:pt>
                <c:pt idx="3818">
                  <c:v>5.8886400000000001E-6</c:v>
                </c:pt>
                <c:pt idx="3819">
                  <c:v>5.8831100000000003E-6</c:v>
                </c:pt>
                <c:pt idx="3820">
                  <c:v>5.8777800000000002E-6</c:v>
                </c:pt>
                <c:pt idx="3821">
                  <c:v>5.8727200000000002E-6</c:v>
                </c:pt>
                <c:pt idx="3822">
                  <c:v>5.8674599999999999E-6</c:v>
                </c:pt>
                <c:pt idx="3823">
                  <c:v>5.8625199999999999E-6</c:v>
                </c:pt>
                <c:pt idx="3824">
                  <c:v>5.8575899999999998E-6</c:v>
                </c:pt>
                <c:pt idx="3825">
                  <c:v>5.8528600000000001E-6</c:v>
                </c:pt>
                <c:pt idx="3826">
                  <c:v>5.8485E-6</c:v>
                </c:pt>
                <c:pt idx="3827">
                  <c:v>5.8434599999999998E-6</c:v>
                </c:pt>
                <c:pt idx="3828">
                  <c:v>5.8382000000000003E-6</c:v>
                </c:pt>
                <c:pt idx="3829">
                  <c:v>5.8327699999999999E-6</c:v>
                </c:pt>
                <c:pt idx="3830">
                  <c:v>5.8273699999999999E-6</c:v>
                </c:pt>
                <c:pt idx="3831">
                  <c:v>5.8220899999999999E-6</c:v>
                </c:pt>
                <c:pt idx="3832">
                  <c:v>5.8172500000000001E-6</c:v>
                </c:pt>
                <c:pt idx="3833">
                  <c:v>5.8128499999999998E-6</c:v>
                </c:pt>
                <c:pt idx="3834">
                  <c:v>5.8081999999999997E-6</c:v>
                </c:pt>
                <c:pt idx="3835">
                  <c:v>5.80307E-6</c:v>
                </c:pt>
                <c:pt idx="3836">
                  <c:v>5.79807E-6</c:v>
                </c:pt>
                <c:pt idx="3837">
                  <c:v>5.79313E-6</c:v>
                </c:pt>
                <c:pt idx="3838">
                  <c:v>5.7879899999999996E-6</c:v>
                </c:pt>
                <c:pt idx="3839">
                  <c:v>5.7826999999999997E-6</c:v>
                </c:pt>
                <c:pt idx="3840">
                  <c:v>5.7769599999999997E-6</c:v>
                </c:pt>
                <c:pt idx="3841">
                  <c:v>5.7722600000000004E-6</c:v>
                </c:pt>
                <c:pt idx="3842">
                  <c:v>5.7679100000000001E-6</c:v>
                </c:pt>
                <c:pt idx="3843">
                  <c:v>5.7629700000000002E-6</c:v>
                </c:pt>
                <c:pt idx="3844">
                  <c:v>5.75844E-6</c:v>
                </c:pt>
                <c:pt idx="3845">
                  <c:v>5.7541499999999998E-6</c:v>
                </c:pt>
                <c:pt idx="3846">
                  <c:v>5.7492300000000003E-6</c:v>
                </c:pt>
                <c:pt idx="3847">
                  <c:v>5.7435199999999999E-6</c:v>
                </c:pt>
                <c:pt idx="3848">
                  <c:v>5.7380300000000004E-6</c:v>
                </c:pt>
                <c:pt idx="3849">
                  <c:v>5.7331199999999999E-6</c:v>
                </c:pt>
                <c:pt idx="3850">
                  <c:v>5.7278999999999998E-6</c:v>
                </c:pt>
                <c:pt idx="3851">
                  <c:v>5.7221800000000003E-6</c:v>
                </c:pt>
                <c:pt idx="3852">
                  <c:v>5.71669E-6</c:v>
                </c:pt>
                <c:pt idx="3853">
                  <c:v>5.7112800000000001E-6</c:v>
                </c:pt>
                <c:pt idx="3854">
                  <c:v>5.7061899999999998E-6</c:v>
                </c:pt>
                <c:pt idx="3855">
                  <c:v>5.7020099999999996E-6</c:v>
                </c:pt>
                <c:pt idx="3856">
                  <c:v>5.6979299999999997E-6</c:v>
                </c:pt>
                <c:pt idx="3857">
                  <c:v>5.6934800000000001E-6</c:v>
                </c:pt>
                <c:pt idx="3858">
                  <c:v>5.6884200000000002E-6</c:v>
                </c:pt>
                <c:pt idx="3859">
                  <c:v>5.6834499999999998E-6</c:v>
                </c:pt>
                <c:pt idx="3860">
                  <c:v>5.67861E-6</c:v>
                </c:pt>
                <c:pt idx="3861">
                  <c:v>5.6730099999999996E-6</c:v>
                </c:pt>
                <c:pt idx="3862">
                  <c:v>5.66787E-6</c:v>
                </c:pt>
                <c:pt idx="3863">
                  <c:v>5.6630699999999996E-6</c:v>
                </c:pt>
                <c:pt idx="3864">
                  <c:v>5.65868E-6</c:v>
                </c:pt>
                <c:pt idx="3865">
                  <c:v>5.6551299999999998E-6</c:v>
                </c:pt>
                <c:pt idx="3866">
                  <c:v>5.6511599999999999E-6</c:v>
                </c:pt>
                <c:pt idx="3867">
                  <c:v>5.6463499999999997E-6</c:v>
                </c:pt>
                <c:pt idx="3868">
                  <c:v>5.6399799999999997E-6</c:v>
                </c:pt>
                <c:pt idx="3869">
                  <c:v>5.6330799999999998E-6</c:v>
                </c:pt>
                <c:pt idx="3870">
                  <c:v>5.6272899999999996E-6</c:v>
                </c:pt>
                <c:pt idx="3871">
                  <c:v>5.6217800000000004E-6</c:v>
                </c:pt>
                <c:pt idx="3872">
                  <c:v>5.6167599999999999E-6</c:v>
                </c:pt>
                <c:pt idx="3873">
                  <c:v>5.6122000000000002E-6</c:v>
                </c:pt>
                <c:pt idx="3874">
                  <c:v>5.6069999999999998E-6</c:v>
                </c:pt>
                <c:pt idx="3875">
                  <c:v>5.6013900000000004E-6</c:v>
                </c:pt>
                <c:pt idx="3876">
                  <c:v>5.5963400000000004E-6</c:v>
                </c:pt>
                <c:pt idx="3877">
                  <c:v>5.5921600000000002E-6</c:v>
                </c:pt>
                <c:pt idx="3878">
                  <c:v>5.5880900000000001E-6</c:v>
                </c:pt>
                <c:pt idx="3879">
                  <c:v>5.5836399999999996E-6</c:v>
                </c:pt>
                <c:pt idx="3880">
                  <c:v>5.5796699999999997E-6</c:v>
                </c:pt>
                <c:pt idx="3881">
                  <c:v>5.57586E-6</c:v>
                </c:pt>
                <c:pt idx="3882">
                  <c:v>5.5710100000000004E-6</c:v>
                </c:pt>
                <c:pt idx="3883">
                  <c:v>5.56552E-6</c:v>
                </c:pt>
                <c:pt idx="3884">
                  <c:v>5.5612999999999996E-6</c:v>
                </c:pt>
                <c:pt idx="3885">
                  <c:v>5.5578999999999998E-6</c:v>
                </c:pt>
                <c:pt idx="3886">
                  <c:v>5.5532800000000001E-6</c:v>
                </c:pt>
                <c:pt idx="3887">
                  <c:v>5.5488600000000001E-6</c:v>
                </c:pt>
                <c:pt idx="3888">
                  <c:v>5.5449000000000001E-6</c:v>
                </c:pt>
                <c:pt idx="3889">
                  <c:v>5.5400000000000003E-6</c:v>
                </c:pt>
                <c:pt idx="3890">
                  <c:v>5.5348799999999996E-6</c:v>
                </c:pt>
                <c:pt idx="3891">
                  <c:v>5.5300899999999999E-6</c:v>
                </c:pt>
                <c:pt idx="3892">
                  <c:v>5.5257100000000002E-6</c:v>
                </c:pt>
                <c:pt idx="3893">
                  <c:v>5.5214600000000002E-6</c:v>
                </c:pt>
                <c:pt idx="3894">
                  <c:v>5.51716E-6</c:v>
                </c:pt>
                <c:pt idx="3895">
                  <c:v>5.5125400000000004E-6</c:v>
                </c:pt>
                <c:pt idx="3896">
                  <c:v>5.5078199999999997E-6</c:v>
                </c:pt>
                <c:pt idx="3897">
                  <c:v>5.5030599999999996E-6</c:v>
                </c:pt>
                <c:pt idx="3898">
                  <c:v>5.4979000000000003E-6</c:v>
                </c:pt>
                <c:pt idx="3899">
                  <c:v>5.4933899999999999E-6</c:v>
                </c:pt>
                <c:pt idx="3900">
                  <c:v>5.4891999999999999E-6</c:v>
                </c:pt>
                <c:pt idx="3901">
                  <c:v>5.4850199999999997E-6</c:v>
                </c:pt>
                <c:pt idx="3902">
                  <c:v>5.4804400000000003E-6</c:v>
                </c:pt>
                <c:pt idx="3903">
                  <c:v>5.4753300000000003E-6</c:v>
                </c:pt>
                <c:pt idx="3904">
                  <c:v>5.4704399999999996E-6</c:v>
                </c:pt>
                <c:pt idx="3905">
                  <c:v>5.46513E-6</c:v>
                </c:pt>
                <c:pt idx="3906">
                  <c:v>5.4593800000000001E-6</c:v>
                </c:pt>
                <c:pt idx="3907">
                  <c:v>5.4546799999999999E-6</c:v>
                </c:pt>
                <c:pt idx="3908">
                  <c:v>5.4510300000000004E-6</c:v>
                </c:pt>
                <c:pt idx="3909">
                  <c:v>5.4470200000000002E-6</c:v>
                </c:pt>
                <c:pt idx="3910">
                  <c:v>5.4425E-6</c:v>
                </c:pt>
                <c:pt idx="3911">
                  <c:v>5.4375099999999999E-6</c:v>
                </c:pt>
                <c:pt idx="3912">
                  <c:v>5.4327700000000003E-6</c:v>
                </c:pt>
                <c:pt idx="3913">
                  <c:v>5.4287000000000002E-6</c:v>
                </c:pt>
                <c:pt idx="3914">
                  <c:v>5.4249499999999996E-6</c:v>
                </c:pt>
                <c:pt idx="3915">
                  <c:v>5.4213199999999998E-6</c:v>
                </c:pt>
                <c:pt idx="3916">
                  <c:v>5.4169200000000003E-6</c:v>
                </c:pt>
                <c:pt idx="3917">
                  <c:v>5.4118700000000002E-6</c:v>
                </c:pt>
                <c:pt idx="3918">
                  <c:v>5.4070099999999999E-6</c:v>
                </c:pt>
                <c:pt idx="3919">
                  <c:v>5.4021999999999997E-6</c:v>
                </c:pt>
                <c:pt idx="3920">
                  <c:v>5.3974199999999999E-6</c:v>
                </c:pt>
                <c:pt idx="3921">
                  <c:v>5.3926400000000001E-6</c:v>
                </c:pt>
                <c:pt idx="3922">
                  <c:v>5.3874600000000003E-6</c:v>
                </c:pt>
                <c:pt idx="3923">
                  <c:v>5.3829499999999999E-6</c:v>
                </c:pt>
                <c:pt idx="3924">
                  <c:v>5.3789600000000003E-6</c:v>
                </c:pt>
                <c:pt idx="3925">
                  <c:v>5.3744499999999998E-6</c:v>
                </c:pt>
                <c:pt idx="3926">
                  <c:v>5.3698599999999998E-6</c:v>
                </c:pt>
                <c:pt idx="3927">
                  <c:v>5.3651499999999998E-6</c:v>
                </c:pt>
                <c:pt idx="3928">
                  <c:v>5.3598900000000003E-6</c:v>
                </c:pt>
                <c:pt idx="3929">
                  <c:v>5.3549600000000001E-6</c:v>
                </c:pt>
                <c:pt idx="3930">
                  <c:v>5.3505300000000003E-6</c:v>
                </c:pt>
                <c:pt idx="3931">
                  <c:v>5.3462700000000004E-6</c:v>
                </c:pt>
                <c:pt idx="3932">
                  <c:v>5.34176E-6</c:v>
                </c:pt>
                <c:pt idx="3933">
                  <c:v>5.3370699999999997E-6</c:v>
                </c:pt>
                <c:pt idx="3934">
                  <c:v>5.3322299999999999E-6</c:v>
                </c:pt>
                <c:pt idx="3935">
                  <c:v>5.3270300000000004E-6</c:v>
                </c:pt>
                <c:pt idx="3936">
                  <c:v>5.3226100000000004E-6</c:v>
                </c:pt>
                <c:pt idx="3937">
                  <c:v>5.3187499999999997E-6</c:v>
                </c:pt>
                <c:pt idx="3938">
                  <c:v>5.3149800000000002E-6</c:v>
                </c:pt>
                <c:pt idx="3939">
                  <c:v>5.3110399999999999E-6</c:v>
                </c:pt>
                <c:pt idx="3940">
                  <c:v>5.3065400000000002E-6</c:v>
                </c:pt>
                <c:pt idx="3941">
                  <c:v>5.3013600000000003E-6</c:v>
                </c:pt>
                <c:pt idx="3942">
                  <c:v>5.2960499999999999E-6</c:v>
                </c:pt>
                <c:pt idx="3943">
                  <c:v>5.2914900000000002E-6</c:v>
                </c:pt>
                <c:pt idx="3944">
                  <c:v>5.2860900000000002E-6</c:v>
                </c:pt>
                <c:pt idx="3945">
                  <c:v>5.2803099999999999E-6</c:v>
                </c:pt>
                <c:pt idx="3946">
                  <c:v>5.2754999999999997E-6</c:v>
                </c:pt>
                <c:pt idx="3947">
                  <c:v>5.2707199999999999E-6</c:v>
                </c:pt>
                <c:pt idx="3948">
                  <c:v>5.2664299999999997E-6</c:v>
                </c:pt>
                <c:pt idx="3949">
                  <c:v>5.2623200000000001E-6</c:v>
                </c:pt>
                <c:pt idx="3950">
                  <c:v>5.2577599999999996E-6</c:v>
                </c:pt>
                <c:pt idx="3951">
                  <c:v>5.2530600000000003E-6</c:v>
                </c:pt>
                <c:pt idx="3952">
                  <c:v>5.2482099999999999E-6</c:v>
                </c:pt>
                <c:pt idx="3953">
                  <c:v>5.2438100000000004E-6</c:v>
                </c:pt>
                <c:pt idx="3954">
                  <c:v>5.2399499999999997E-6</c:v>
                </c:pt>
                <c:pt idx="3955">
                  <c:v>5.2358799999999996E-6</c:v>
                </c:pt>
                <c:pt idx="3956">
                  <c:v>5.2309399999999996E-6</c:v>
                </c:pt>
                <c:pt idx="3957">
                  <c:v>5.2257200000000003E-6</c:v>
                </c:pt>
                <c:pt idx="3958">
                  <c:v>5.2208900000000004E-6</c:v>
                </c:pt>
                <c:pt idx="3959">
                  <c:v>5.2156999999999999E-6</c:v>
                </c:pt>
                <c:pt idx="3960">
                  <c:v>5.2107900000000003E-6</c:v>
                </c:pt>
                <c:pt idx="3961">
                  <c:v>5.2066600000000002E-6</c:v>
                </c:pt>
                <c:pt idx="3962">
                  <c:v>5.2028999999999998E-6</c:v>
                </c:pt>
                <c:pt idx="3963">
                  <c:v>5.1992500000000002E-6</c:v>
                </c:pt>
                <c:pt idx="3964">
                  <c:v>5.1948599999999998E-6</c:v>
                </c:pt>
                <c:pt idx="3965">
                  <c:v>5.1902099999999997E-6</c:v>
                </c:pt>
                <c:pt idx="3966">
                  <c:v>5.1858700000000002E-6</c:v>
                </c:pt>
                <c:pt idx="3967">
                  <c:v>5.1812399999999999E-6</c:v>
                </c:pt>
                <c:pt idx="3968">
                  <c:v>5.17652E-6</c:v>
                </c:pt>
                <c:pt idx="3969">
                  <c:v>5.1722500000000003E-6</c:v>
                </c:pt>
                <c:pt idx="3970">
                  <c:v>5.1676500000000004E-6</c:v>
                </c:pt>
                <c:pt idx="3971">
                  <c:v>5.1624300000000003E-6</c:v>
                </c:pt>
                <c:pt idx="3972">
                  <c:v>5.1579100000000001E-6</c:v>
                </c:pt>
                <c:pt idx="3973">
                  <c:v>5.1545100000000002E-6</c:v>
                </c:pt>
                <c:pt idx="3974">
                  <c:v>5.1508900000000002E-6</c:v>
                </c:pt>
                <c:pt idx="3975">
                  <c:v>5.1460999999999997E-6</c:v>
                </c:pt>
                <c:pt idx="3976">
                  <c:v>5.1409199999999999E-6</c:v>
                </c:pt>
                <c:pt idx="3977">
                  <c:v>5.1360200000000002E-6</c:v>
                </c:pt>
                <c:pt idx="3978">
                  <c:v>5.1315900000000003E-6</c:v>
                </c:pt>
                <c:pt idx="3979">
                  <c:v>5.1273299999999996E-6</c:v>
                </c:pt>
                <c:pt idx="3980">
                  <c:v>5.1228299999999999E-6</c:v>
                </c:pt>
                <c:pt idx="3981">
                  <c:v>5.1181399999999996E-6</c:v>
                </c:pt>
                <c:pt idx="3982">
                  <c:v>5.1136999999999998E-6</c:v>
                </c:pt>
                <c:pt idx="3983">
                  <c:v>5.1090300000000001E-6</c:v>
                </c:pt>
                <c:pt idx="3984">
                  <c:v>5.1039899999999999E-6</c:v>
                </c:pt>
                <c:pt idx="3985">
                  <c:v>5.0987300000000004E-6</c:v>
                </c:pt>
                <c:pt idx="3986">
                  <c:v>5.0937E-6</c:v>
                </c:pt>
                <c:pt idx="3987">
                  <c:v>5.0899299999999997E-6</c:v>
                </c:pt>
                <c:pt idx="3988">
                  <c:v>5.0862800000000002E-6</c:v>
                </c:pt>
                <c:pt idx="3989">
                  <c:v>5.0818799999999999E-6</c:v>
                </c:pt>
                <c:pt idx="3990">
                  <c:v>5.0772399999999997E-6</c:v>
                </c:pt>
                <c:pt idx="3991">
                  <c:v>5.0722000000000003E-6</c:v>
                </c:pt>
                <c:pt idx="3992">
                  <c:v>5.0678400000000003E-6</c:v>
                </c:pt>
                <c:pt idx="3993">
                  <c:v>5.0642999999999999E-6</c:v>
                </c:pt>
                <c:pt idx="3994">
                  <c:v>5.0606299999999999E-6</c:v>
                </c:pt>
                <c:pt idx="3995">
                  <c:v>5.0558199999999996E-6</c:v>
                </c:pt>
                <c:pt idx="3996">
                  <c:v>5.04994E-6</c:v>
                </c:pt>
                <c:pt idx="3997">
                  <c:v>5.0448000000000004E-6</c:v>
                </c:pt>
                <c:pt idx="3998">
                  <c:v>5.0398999999999998E-6</c:v>
                </c:pt>
                <c:pt idx="3999">
                  <c:v>5.0346199999999997E-6</c:v>
                </c:pt>
                <c:pt idx="4000">
                  <c:v>5.0319299999999996E-6</c:v>
                </c:pt>
              </c:numCache>
            </c:numRef>
          </c:xVal>
          <c:yVal>
            <c:numRef>
              <c:f>'0.6M 10% NS'!$O$26:$O$4026</c:f>
              <c:numCache>
                <c:formatCode>0.0</c:formatCode>
                <c:ptCount val="4001"/>
                <c:pt idx="0">
                  <c:v>0.50023399999999996</c:v>
                </c:pt>
                <c:pt idx="1">
                  <c:v>0.50005599999999994</c:v>
                </c:pt>
                <c:pt idx="2">
                  <c:v>0.50015699999999996</c:v>
                </c:pt>
                <c:pt idx="3">
                  <c:v>0.50033899999999998</c:v>
                </c:pt>
                <c:pt idx="4">
                  <c:v>0.50073199999999995</c:v>
                </c:pt>
                <c:pt idx="5">
                  <c:v>0.50119499999999995</c:v>
                </c:pt>
                <c:pt idx="6">
                  <c:v>0.50168299999999999</c:v>
                </c:pt>
                <c:pt idx="7">
                  <c:v>0.50217900000000004</c:v>
                </c:pt>
                <c:pt idx="8">
                  <c:v>0.50267700000000004</c:v>
                </c:pt>
                <c:pt idx="9">
                  <c:v>0.50317500000000004</c:v>
                </c:pt>
                <c:pt idx="10">
                  <c:v>0.50367300000000004</c:v>
                </c:pt>
                <c:pt idx="11">
                  <c:v>0.50417299999999998</c:v>
                </c:pt>
                <c:pt idx="12">
                  <c:v>0.50467300000000004</c:v>
                </c:pt>
                <c:pt idx="13">
                  <c:v>0.50517299999999998</c:v>
                </c:pt>
                <c:pt idx="14">
                  <c:v>0.50567200000000001</c:v>
                </c:pt>
                <c:pt idx="15">
                  <c:v>0.50617199999999996</c:v>
                </c:pt>
                <c:pt idx="16">
                  <c:v>0.50667300000000004</c:v>
                </c:pt>
                <c:pt idx="17">
                  <c:v>0.50717500000000004</c:v>
                </c:pt>
                <c:pt idx="18">
                  <c:v>0.50767600000000002</c:v>
                </c:pt>
                <c:pt idx="19">
                  <c:v>0.50817500000000004</c:v>
                </c:pt>
                <c:pt idx="20">
                  <c:v>0.50867399999999996</c:v>
                </c:pt>
                <c:pt idx="21">
                  <c:v>0.50917299999999999</c:v>
                </c:pt>
                <c:pt idx="22">
                  <c:v>0.50967300000000004</c:v>
                </c:pt>
                <c:pt idx="23">
                  <c:v>0.51017199999999996</c:v>
                </c:pt>
                <c:pt idx="24">
                  <c:v>0.51067099999999999</c:v>
                </c:pt>
                <c:pt idx="25">
                  <c:v>0.51117100000000004</c:v>
                </c:pt>
                <c:pt idx="26">
                  <c:v>0.51167099999999999</c:v>
                </c:pt>
                <c:pt idx="27">
                  <c:v>0.51217100000000004</c:v>
                </c:pt>
                <c:pt idx="28">
                  <c:v>0.51266999999999996</c:v>
                </c:pt>
                <c:pt idx="29">
                  <c:v>0.51317000000000002</c:v>
                </c:pt>
                <c:pt idx="30">
                  <c:v>0.51366800000000001</c:v>
                </c:pt>
                <c:pt idx="31">
                  <c:v>0.51416700000000004</c:v>
                </c:pt>
                <c:pt idx="32">
                  <c:v>0.51466599999999996</c:v>
                </c:pt>
                <c:pt idx="33">
                  <c:v>0.51516499999999998</c:v>
                </c:pt>
                <c:pt idx="34">
                  <c:v>0.51566400000000001</c:v>
                </c:pt>
                <c:pt idx="35">
                  <c:v>0.51616399999999996</c:v>
                </c:pt>
                <c:pt idx="36">
                  <c:v>0.51666500000000004</c:v>
                </c:pt>
                <c:pt idx="37">
                  <c:v>0.51716499999999999</c:v>
                </c:pt>
                <c:pt idx="38">
                  <c:v>0.51766500000000004</c:v>
                </c:pt>
                <c:pt idx="39">
                  <c:v>0.51816399999999996</c:v>
                </c:pt>
                <c:pt idx="40">
                  <c:v>0.51866299999999999</c:v>
                </c:pt>
                <c:pt idx="41">
                  <c:v>0.51916399999999996</c:v>
                </c:pt>
                <c:pt idx="42">
                  <c:v>0.51966400000000001</c:v>
                </c:pt>
                <c:pt idx="43">
                  <c:v>0.52016399999999996</c:v>
                </c:pt>
                <c:pt idx="44">
                  <c:v>0.52066299999999999</c:v>
                </c:pt>
                <c:pt idx="45">
                  <c:v>0.52116300000000004</c:v>
                </c:pt>
                <c:pt idx="46">
                  <c:v>0.52166400000000002</c:v>
                </c:pt>
                <c:pt idx="47">
                  <c:v>0.52216300000000004</c:v>
                </c:pt>
                <c:pt idx="48">
                  <c:v>0.52266199999999996</c:v>
                </c:pt>
                <c:pt idx="49">
                  <c:v>0.52315999999999996</c:v>
                </c:pt>
                <c:pt idx="50">
                  <c:v>0.52365899999999999</c:v>
                </c:pt>
                <c:pt idx="51">
                  <c:v>0.52415999999999996</c:v>
                </c:pt>
                <c:pt idx="52">
                  <c:v>0.52466100000000004</c:v>
                </c:pt>
                <c:pt idx="53">
                  <c:v>0.52516200000000002</c:v>
                </c:pt>
                <c:pt idx="54">
                  <c:v>0.52566199999999996</c:v>
                </c:pt>
                <c:pt idx="55">
                  <c:v>0.52616300000000005</c:v>
                </c:pt>
                <c:pt idx="56">
                  <c:v>0.52666400000000002</c:v>
                </c:pt>
                <c:pt idx="57">
                  <c:v>0.52716399999999997</c:v>
                </c:pt>
                <c:pt idx="58">
                  <c:v>0.52766299999999999</c:v>
                </c:pt>
                <c:pt idx="59">
                  <c:v>0.52816200000000002</c:v>
                </c:pt>
                <c:pt idx="60">
                  <c:v>0.52866100000000005</c:v>
                </c:pt>
                <c:pt idx="61">
                  <c:v>0.52915999999999996</c:v>
                </c:pt>
                <c:pt idx="62">
                  <c:v>0.52965899999999999</c:v>
                </c:pt>
                <c:pt idx="63">
                  <c:v>0.53015699999999999</c:v>
                </c:pt>
                <c:pt idx="64">
                  <c:v>0.53065499999999999</c:v>
                </c:pt>
                <c:pt idx="65">
                  <c:v>0.53115699999999999</c:v>
                </c:pt>
                <c:pt idx="66">
                  <c:v>0.53165799999999996</c:v>
                </c:pt>
                <c:pt idx="67">
                  <c:v>0.53215900000000005</c:v>
                </c:pt>
                <c:pt idx="68">
                  <c:v>0.53265799999999996</c:v>
                </c:pt>
                <c:pt idx="69">
                  <c:v>0.53315800000000002</c:v>
                </c:pt>
                <c:pt idx="70">
                  <c:v>0.53365700000000005</c:v>
                </c:pt>
                <c:pt idx="71">
                  <c:v>0.53415699999999999</c:v>
                </c:pt>
                <c:pt idx="72">
                  <c:v>0.53465700000000005</c:v>
                </c:pt>
                <c:pt idx="73">
                  <c:v>0.53515699999999999</c:v>
                </c:pt>
                <c:pt idx="74">
                  <c:v>0.53565700000000005</c:v>
                </c:pt>
                <c:pt idx="75">
                  <c:v>0.53615900000000005</c:v>
                </c:pt>
                <c:pt idx="76">
                  <c:v>0.536659</c:v>
                </c:pt>
                <c:pt idx="77">
                  <c:v>0.537157</c:v>
                </c:pt>
                <c:pt idx="78">
                  <c:v>0.53765600000000002</c:v>
                </c:pt>
                <c:pt idx="79">
                  <c:v>0.53815500000000005</c:v>
                </c:pt>
                <c:pt idx="80">
                  <c:v>0.53865499999999999</c:v>
                </c:pt>
                <c:pt idx="81">
                  <c:v>0.53915500000000005</c:v>
                </c:pt>
                <c:pt idx="82">
                  <c:v>0.539655</c:v>
                </c:pt>
                <c:pt idx="83">
                  <c:v>0.54015500000000005</c:v>
                </c:pt>
                <c:pt idx="84">
                  <c:v>0.54065399999999997</c:v>
                </c:pt>
                <c:pt idx="85">
                  <c:v>0.54115400000000002</c:v>
                </c:pt>
                <c:pt idx="86">
                  <c:v>0.54165399999999997</c:v>
                </c:pt>
                <c:pt idx="87">
                  <c:v>0.54215400000000002</c:v>
                </c:pt>
                <c:pt idx="88">
                  <c:v>0.54265300000000005</c:v>
                </c:pt>
                <c:pt idx="89">
                  <c:v>0.543153</c:v>
                </c:pt>
                <c:pt idx="90">
                  <c:v>0.54365399999999997</c:v>
                </c:pt>
                <c:pt idx="91">
                  <c:v>0.54415400000000003</c:v>
                </c:pt>
                <c:pt idx="92">
                  <c:v>0.54465399999999997</c:v>
                </c:pt>
                <c:pt idx="93">
                  <c:v>0.54515400000000003</c:v>
                </c:pt>
                <c:pt idx="94">
                  <c:v>0.545655</c:v>
                </c:pt>
                <c:pt idx="95">
                  <c:v>0.54615599999999997</c:v>
                </c:pt>
                <c:pt idx="96">
                  <c:v>0.54665600000000003</c:v>
                </c:pt>
                <c:pt idx="97">
                  <c:v>0.54715499999999995</c:v>
                </c:pt>
                <c:pt idx="98">
                  <c:v>0.54765299999999995</c:v>
                </c:pt>
                <c:pt idx="99">
                  <c:v>0.54815100000000005</c:v>
                </c:pt>
                <c:pt idx="100">
                  <c:v>0.54865200000000003</c:v>
                </c:pt>
                <c:pt idx="101">
                  <c:v>0.54915099999999994</c:v>
                </c:pt>
                <c:pt idx="102">
                  <c:v>0.549651</c:v>
                </c:pt>
                <c:pt idx="103">
                  <c:v>0.55015000000000003</c:v>
                </c:pt>
                <c:pt idx="104">
                  <c:v>0.55064999999999997</c:v>
                </c:pt>
                <c:pt idx="105">
                  <c:v>0.55115099999999995</c:v>
                </c:pt>
                <c:pt idx="106">
                  <c:v>0.551651</c:v>
                </c:pt>
                <c:pt idx="107">
                  <c:v>0.552149</c:v>
                </c:pt>
                <c:pt idx="108">
                  <c:v>0.55264800000000003</c:v>
                </c:pt>
                <c:pt idx="109">
                  <c:v>0.553149</c:v>
                </c:pt>
                <c:pt idx="110">
                  <c:v>0.553651</c:v>
                </c:pt>
                <c:pt idx="111">
                  <c:v>0.55415000000000003</c:v>
                </c:pt>
                <c:pt idx="112">
                  <c:v>0.55464599999999997</c:v>
                </c:pt>
                <c:pt idx="113">
                  <c:v>0.55514300000000005</c:v>
                </c:pt>
                <c:pt idx="114">
                  <c:v>0.555643</c:v>
                </c:pt>
                <c:pt idx="115">
                  <c:v>0.55614200000000003</c:v>
                </c:pt>
                <c:pt idx="116">
                  <c:v>0.55664100000000005</c:v>
                </c:pt>
                <c:pt idx="117">
                  <c:v>0.557141</c:v>
                </c:pt>
                <c:pt idx="118">
                  <c:v>0.55764100000000005</c:v>
                </c:pt>
                <c:pt idx="119">
                  <c:v>0.55814299999999994</c:v>
                </c:pt>
                <c:pt idx="120">
                  <c:v>0.55864499999999995</c:v>
                </c:pt>
                <c:pt idx="121">
                  <c:v>0.559145</c:v>
                </c:pt>
                <c:pt idx="122">
                  <c:v>0.55964599999999998</c:v>
                </c:pt>
                <c:pt idx="123">
                  <c:v>0.56014600000000003</c:v>
                </c:pt>
                <c:pt idx="124">
                  <c:v>0.56064499999999995</c:v>
                </c:pt>
                <c:pt idx="125">
                  <c:v>0.561145</c:v>
                </c:pt>
                <c:pt idx="126">
                  <c:v>0.56164499999999995</c:v>
                </c:pt>
                <c:pt idx="127">
                  <c:v>0.56214500000000001</c:v>
                </c:pt>
                <c:pt idx="128">
                  <c:v>0.56264400000000003</c:v>
                </c:pt>
                <c:pt idx="129">
                  <c:v>0.56314399999999998</c:v>
                </c:pt>
                <c:pt idx="130">
                  <c:v>0.56364499999999995</c:v>
                </c:pt>
                <c:pt idx="131">
                  <c:v>0.56414399999999998</c:v>
                </c:pt>
                <c:pt idx="132">
                  <c:v>0.56464199999999998</c:v>
                </c:pt>
                <c:pt idx="133">
                  <c:v>0.56514200000000003</c:v>
                </c:pt>
                <c:pt idx="134">
                  <c:v>0.56564300000000001</c:v>
                </c:pt>
                <c:pt idx="135">
                  <c:v>0.56614200000000003</c:v>
                </c:pt>
                <c:pt idx="136">
                  <c:v>0.56664199999999998</c:v>
                </c:pt>
                <c:pt idx="137">
                  <c:v>0.56714200000000003</c:v>
                </c:pt>
                <c:pt idx="138">
                  <c:v>0.56764300000000001</c:v>
                </c:pt>
                <c:pt idx="139">
                  <c:v>0.56814399999999998</c:v>
                </c:pt>
                <c:pt idx="140">
                  <c:v>0.56864300000000001</c:v>
                </c:pt>
                <c:pt idx="141">
                  <c:v>0.56914200000000004</c:v>
                </c:pt>
                <c:pt idx="142">
                  <c:v>0.56964199999999998</c:v>
                </c:pt>
                <c:pt idx="143">
                  <c:v>0.57014200000000004</c:v>
                </c:pt>
                <c:pt idx="144">
                  <c:v>0.57064300000000001</c:v>
                </c:pt>
                <c:pt idx="145">
                  <c:v>0.57114299999999996</c:v>
                </c:pt>
                <c:pt idx="146">
                  <c:v>0.57164099999999995</c:v>
                </c:pt>
                <c:pt idx="147">
                  <c:v>0.57213999999999998</c:v>
                </c:pt>
                <c:pt idx="148">
                  <c:v>0.57264000000000004</c:v>
                </c:pt>
                <c:pt idx="149">
                  <c:v>0.57314100000000001</c:v>
                </c:pt>
                <c:pt idx="150">
                  <c:v>0.57364099999999996</c:v>
                </c:pt>
                <c:pt idx="151">
                  <c:v>0.57413999999999998</c:v>
                </c:pt>
                <c:pt idx="152">
                  <c:v>0.57463900000000001</c:v>
                </c:pt>
                <c:pt idx="153">
                  <c:v>0.57513899999999996</c:v>
                </c:pt>
                <c:pt idx="154">
                  <c:v>0.57563900000000001</c:v>
                </c:pt>
                <c:pt idx="155">
                  <c:v>0.57613800000000004</c:v>
                </c:pt>
                <c:pt idx="156">
                  <c:v>0.57663600000000004</c:v>
                </c:pt>
                <c:pt idx="157">
                  <c:v>0.57713499999999995</c:v>
                </c:pt>
                <c:pt idx="158">
                  <c:v>0.57763500000000001</c:v>
                </c:pt>
                <c:pt idx="159">
                  <c:v>0.57813499999999995</c:v>
                </c:pt>
                <c:pt idx="160">
                  <c:v>0.57863500000000001</c:v>
                </c:pt>
                <c:pt idx="161">
                  <c:v>0.57913499999999996</c:v>
                </c:pt>
                <c:pt idx="162">
                  <c:v>0.57963500000000001</c:v>
                </c:pt>
                <c:pt idx="163">
                  <c:v>0.58013499999999996</c:v>
                </c:pt>
                <c:pt idx="164">
                  <c:v>0.58063500000000001</c:v>
                </c:pt>
                <c:pt idx="165">
                  <c:v>0.58113300000000001</c:v>
                </c:pt>
                <c:pt idx="166">
                  <c:v>0.58163200000000004</c:v>
                </c:pt>
                <c:pt idx="167">
                  <c:v>0.58213099999999995</c:v>
                </c:pt>
                <c:pt idx="168">
                  <c:v>0.58263200000000004</c:v>
                </c:pt>
                <c:pt idx="169">
                  <c:v>0.58313300000000001</c:v>
                </c:pt>
                <c:pt idx="170">
                  <c:v>0.58363399999999999</c:v>
                </c:pt>
                <c:pt idx="171">
                  <c:v>0.58413499999999996</c:v>
                </c:pt>
                <c:pt idx="172">
                  <c:v>0.58463600000000004</c:v>
                </c:pt>
                <c:pt idx="173">
                  <c:v>0.58513700000000002</c:v>
                </c:pt>
                <c:pt idx="174">
                  <c:v>0.58563799999999999</c:v>
                </c:pt>
                <c:pt idx="175">
                  <c:v>0.58613599999999999</c:v>
                </c:pt>
                <c:pt idx="176">
                  <c:v>0.58663500000000002</c:v>
                </c:pt>
                <c:pt idx="177">
                  <c:v>0.58713499999999996</c:v>
                </c:pt>
                <c:pt idx="178">
                  <c:v>0.58763500000000002</c:v>
                </c:pt>
                <c:pt idx="179">
                  <c:v>0.58813499999999996</c:v>
                </c:pt>
                <c:pt idx="180">
                  <c:v>0.58863399999999999</c:v>
                </c:pt>
                <c:pt idx="181">
                  <c:v>0.58913199999999999</c:v>
                </c:pt>
                <c:pt idx="182">
                  <c:v>0.58963100000000002</c:v>
                </c:pt>
                <c:pt idx="183">
                  <c:v>0.59013099999999996</c:v>
                </c:pt>
                <c:pt idx="184">
                  <c:v>0.59063100000000002</c:v>
                </c:pt>
                <c:pt idx="185">
                  <c:v>0.59112900000000002</c:v>
                </c:pt>
                <c:pt idx="186">
                  <c:v>0.59162800000000004</c:v>
                </c:pt>
                <c:pt idx="187">
                  <c:v>0.59212699999999996</c:v>
                </c:pt>
                <c:pt idx="188">
                  <c:v>0.59262800000000004</c:v>
                </c:pt>
                <c:pt idx="189">
                  <c:v>0.59312799999999999</c:v>
                </c:pt>
                <c:pt idx="190">
                  <c:v>0.59362999999999999</c:v>
                </c:pt>
                <c:pt idx="191">
                  <c:v>0.59413099999999996</c:v>
                </c:pt>
                <c:pt idx="192">
                  <c:v>0.59463299999999997</c:v>
                </c:pt>
                <c:pt idx="193">
                  <c:v>0.59513300000000002</c:v>
                </c:pt>
                <c:pt idx="194">
                  <c:v>0.59563200000000005</c:v>
                </c:pt>
                <c:pt idx="195">
                  <c:v>0.59612900000000002</c:v>
                </c:pt>
                <c:pt idx="196">
                  <c:v>0.59662700000000002</c:v>
                </c:pt>
                <c:pt idx="197">
                  <c:v>0.59712799999999999</c:v>
                </c:pt>
                <c:pt idx="198">
                  <c:v>0.59762800000000005</c:v>
                </c:pt>
                <c:pt idx="199">
                  <c:v>0.59812799999999999</c:v>
                </c:pt>
                <c:pt idx="200">
                  <c:v>0.59862700000000002</c:v>
                </c:pt>
                <c:pt idx="201">
                  <c:v>0.59912600000000005</c:v>
                </c:pt>
                <c:pt idx="202">
                  <c:v>0.59962700000000002</c:v>
                </c:pt>
                <c:pt idx="203">
                  <c:v>0.60012600000000005</c:v>
                </c:pt>
                <c:pt idx="204">
                  <c:v>0.60062300000000002</c:v>
                </c:pt>
                <c:pt idx="205">
                  <c:v>0.60112100000000002</c:v>
                </c:pt>
                <c:pt idx="206">
                  <c:v>0.60162099999999996</c:v>
                </c:pt>
                <c:pt idx="207">
                  <c:v>0.60212200000000005</c:v>
                </c:pt>
                <c:pt idx="208">
                  <c:v>0.60262199999999999</c:v>
                </c:pt>
                <c:pt idx="209">
                  <c:v>0.60312299999999996</c:v>
                </c:pt>
                <c:pt idx="210">
                  <c:v>0.60362499999999997</c:v>
                </c:pt>
                <c:pt idx="211">
                  <c:v>0.60412699999999997</c:v>
                </c:pt>
                <c:pt idx="212">
                  <c:v>0.60462899999999997</c:v>
                </c:pt>
                <c:pt idx="213">
                  <c:v>0.60512900000000003</c:v>
                </c:pt>
                <c:pt idx="214">
                  <c:v>0.60562700000000003</c:v>
                </c:pt>
                <c:pt idx="215">
                  <c:v>0.60612500000000002</c:v>
                </c:pt>
                <c:pt idx="216">
                  <c:v>0.60662400000000005</c:v>
                </c:pt>
                <c:pt idx="217">
                  <c:v>0.607124</c:v>
                </c:pt>
                <c:pt idx="218">
                  <c:v>0.60762400000000005</c:v>
                </c:pt>
                <c:pt idx="219">
                  <c:v>0.608124</c:v>
                </c:pt>
                <c:pt idx="220">
                  <c:v>0.60862400000000005</c:v>
                </c:pt>
                <c:pt idx="221">
                  <c:v>0.609124</c:v>
                </c:pt>
                <c:pt idx="222">
                  <c:v>0.60962499999999997</c:v>
                </c:pt>
                <c:pt idx="223">
                  <c:v>0.610124</c:v>
                </c:pt>
                <c:pt idx="224">
                  <c:v>0.61062300000000003</c:v>
                </c:pt>
                <c:pt idx="225">
                  <c:v>0.61112200000000005</c:v>
                </c:pt>
                <c:pt idx="226">
                  <c:v>0.611622</c:v>
                </c:pt>
                <c:pt idx="227">
                  <c:v>0.61212200000000005</c:v>
                </c:pt>
                <c:pt idx="228">
                  <c:v>0.61262099999999997</c:v>
                </c:pt>
                <c:pt idx="229">
                  <c:v>0.61311899999999997</c:v>
                </c:pt>
                <c:pt idx="230">
                  <c:v>0.613618</c:v>
                </c:pt>
                <c:pt idx="231">
                  <c:v>0.61411899999999997</c:v>
                </c:pt>
                <c:pt idx="232">
                  <c:v>0.61462000000000006</c:v>
                </c:pt>
                <c:pt idx="233">
                  <c:v>0.61512</c:v>
                </c:pt>
                <c:pt idx="234">
                  <c:v>0.61561900000000003</c:v>
                </c:pt>
                <c:pt idx="235">
                  <c:v>0.61611800000000005</c:v>
                </c:pt>
                <c:pt idx="236">
                  <c:v>0.61661900000000003</c:v>
                </c:pt>
                <c:pt idx="237">
                  <c:v>0.61712100000000003</c:v>
                </c:pt>
                <c:pt idx="238">
                  <c:v>0.61762099999999998</c:v>
                </c:pt>
                <c:pt idx="239">
                  <c:v>0.61812100000000003</c:v>
                </c:pt>
                <c:pt idx="240">
                  <c:v>0.61862099999999998</c:v>
                </c:pt>
                <c:pt idx="241">
                  <c:v>0.61912199999999995</c:v>
                </c:pt>
                <c:pt idx="242">
                  <c:v>0.61962200000000001</c:v>
                </c:pt>
                <c:pt idx="243">
                  <c:v>0.62012</c:v>
                </c:pt>
                <c:pt idx="244">
                  <c:v>0.62061699999999997</c:v>
                </c:pt>
                <c:pt idx="245">
                  <c:v>0.621116</c:v>
                </c:pt>
                <c:pt idx="246">
                  <c:v>0.62161699999999998</c:v>
                </c:pt>
                <c:pt idx="247">
                  <c:v>0.62211799999999995</c:v>
                </c:pt>
                <c:pt idx="248">
                  <c:v>0.62261999999999995</c:v>
                </c:pt>
                <c:pt idx="249">
                  <c:v>0.62312100000000004</c:v>
                </c:pt>
                <c:pt idx="250">
                  <c:v>0.62362200000000001</c:v>
                </c:pt>
                <c:pt idx="251">
                  <c:v>0.62412500000000004</c:v>
                </c:pt>
                <c:pt idx="252">
                  <c:v>0.62462700000000004</c:v>
                </c:pt>
                <c:pt idx="253">
                  <c:v>0.62512699999999999</c:v>
                </c:pt>
                <c:pt idx="254">
                  <c:v>0.62562600000000002</c:v>
                </c:pt>
                <c:pt idx="255">
                  <c:v>0.62612599999999996</c:v>
                </c:pt>
                <c:pt idx="256">
                  <c:v>0.62662600000000002</c:v>
                </c:pt>
                <c:pt idx="257">
                  <c:v>0.62712599999999996</c:v>
                </c:pt>
                <c:pt idx="258">
                  <c:v>0.62762399999999996</c:v>
                </c:pt>
                <c:pt idx="259">
                  <c:v>0.62812199999999996</c:v>
                </c:pt>
                <c:pt idx="260">
                  <c:v>0.62862200000000001</c:v>
                </c:pt>
                <c:pt idx="261">
                  <c:v>0.62912199999999996</c:v>
                </c:pt>
                <c:pt idx="262">
                  <c:v>0.62962200000000001</c:v>
                </c:pt>
                <c:pt idx="263">
                  <c:v>0.63012100000000004</c:v>
                </c:pt>
                <c:pt idx="264">
                  <c:v>0.63061999999999996</c:v>
                </c:pt>
                <c:pt idx="265">
                  <c:v>0.63112100000000004</c:v>
                </c:pt>
                <c:pt idx="266">
                  <c:v>0.63162099999999999</c:v>
                </c:pt>
                <c:pt idx="267">
                  <c:v>0.63212100000000004</c:v>
                </c:pt>
                <c:pt idx="268">
                  <c:v>0.63261999999999996</c:v>
                </c:pt>
                <c:pt idx="269">
                  <c:v>0.63311899999999999</c:v>
                </c:pt>
                <c:pt idx="270">
                  <c:v>0.63361900000000004</c:v>
                </c:pt>
                <c:pt idx="271">
                  <c:v>0.63411799999999996</c:v>
                </c:pt>
                <c:pt idx="272">
                  <c:v>0.63461599999999996</c:v>
                </c:pt>
                <c:pt idx="273">
                  <c:v>0.63511499999999999</c:v>
                </c:pt>
                <c:pt idx="274">
                  <c:v>0.63561500000000004</c:v>
                </c:pt>
                <c:pt idx="275">
                  <c:v>0.63611600000000001</c:v>
                </c:pt>
                <c:pt idx="276">
                  <c:v>0.63661599999999996</c:v>
                </c:pt>
                <c:pt idx="277">
                  <c:v>0.63711600000000002</c:v>
                </c:pt>
                <c:pt idx="278">
                  <c:v>0.63761500000000004</c:v>
                </c:pt>
                <c:pt idx="279">
                  <c:v>0.63811399999999996</c:v>
                </c:pt>
                <c:pt idx="280">
                  <c:v>0.63861299999999999</c:v>
                </c:pt>
                <c:pt idx="281">
                  <c:v>0.63911300000000004</c:v>
                </c:pt>
                <c:pt idx="282">
                  <c:v>0.63961299999999999</c:v>
                </c:pt>
                <c:pt idx="283">
                  <c:v>0.64011200000000001</c:v>
                </c:pt>
                <c:pt idx="284">
                  <c:v>0.64061299999999999</c:v>
                </c:pt>
                <c:pt idx="285">
                  <c:v>0.64111300000000004</c:v>
                </c:pt>
                <c:pt idx="286">
                  <c:v>0.64161299999999999</c:v>
                </c:pt>
                <c:pt idx="287">
                  <c:v>0.64211300000000004</c:v>
                </c:pt>
                <c:pt idx="288">
                  <c:v>0.64261199999999996</c:v>
                </c:pt>
                <c:pt idx="289">
                  <c:v>0.64311200000000002</c:v>
                </c:pt>
                <c:pt idx="290">
                  <c:v>0.64361299999999999</c:v>
                </c:pt>
                <c:pt idx="291">
                  <c:v>0.64411200000000002</c:v>
                </c:pt>
                <c:pt idx="292">
                  <c:v>0.64461000000000002</c:v>
                </c:pt>
                <c:pt idx="293">
                  <c:v>0.64510699999999999</c:v>
                </c:pt>
                <c:pt idx="294">
                  <c:v>0.64560600000000001</c:v>
                </c:pt>
                <c:pt idx="295">
                  <c:v>0.64610599999999996</c:v>
                </c:pt>
                <c:pt idx="296">
                  <c:v>0.64660700000000004</c:v>
                </c:pt>
                <c:pt idx="297">
                  <c:v>0.64710800000000002</c:v>
                </c:pt>
                <c:pt idx="298">
                  <c:v>0.64760899999999999</c:v>
                </c:pt>
                <c:pt idx="299">
                  <c:v>0.64810999999999996</c:v>
                </c:pt>
                <c:pt idx="300">
                  <c:v>0.64861199999999997</c:v>
                </c:pt>
                <c:pt idx="301">
                  <c:v>0.64911300000000005</c:v>
                </c:pt>
                <c:pt idx="302">
                  <c:v>0.64961199999999997</c:v>
                </c:pt>
                <c:pt idx="303">
                  <c:v>0.65010999999999997</c:v>
                </c:pt>
                <c:pt idx="304">
                  <c:v>0.65061000000000002</c:v>
                </c:pt>
                <c:pt idx="305">
                  <c:v>0.65110999999999997</c:v>
                </c:pt>
                <c:pt idx="306">
                  <c:v>0.65160799999999997</c:v>
                </c:pt>
                <c:pt idx="307">
                  <c:v>0.65210800000000002</c:v>
                </c:pt>
                <c:pt idx="308">
                  <c:v>0.65260799999999997</c:v>
                </c:pt>
                <c:pt idx="309">
                  <c:v>0.65310900000000005</c:v>
                </c:pt>
                <c:pt idx="310">
                  <c:v>0.653609</c:v>
                </c:pt>
                <c:pt idx="311">
                  <c:v>0.65410599999999997</c:v>
                </c:pt>
                <c:pt idx="312">
                  <c:v>0.65460399999999996</c:v>
                </c:pt>
                <c:pt idx="313">
                  <c:v>0.65510199999999996</c:v>
                </c:pt>
                <c:pt idx="314">
                  <c:v>0.65560099999999999</c:v>
                </c:pt>
                <c:pt idx="315">
                  <c:v>0.65610199999999996</c:v>
                </c:pt>
                <c:pt idx="316">
                  <c:v>0.65660200000000002</c:v>
                </c:pt>
                <c:pt idx="317">
                  <c:v>0.65710299999999999</c:v>
                </c:pt>
                <c:pt idx="318">
                  <c:v>0.65760300000000005</c:v>
                </c:pt>
                <c:pt idx="319">
                  <c:v>0.65810299999999999</c:v>
                </c:pt>
                <c:pt idx="320">
                  <c:v>0.65860300000000005</c:v>
                </c:pt>
                <c:pt idx="321">
                  <c:v>0.65910199999999997</c:v>
                </c:pt>
                <c:pt idx="322">
                  <c:v>0.65959999999999996</c:v>
                </c:pt>
                <c:pt idx="323">
                  <c:v>0.66009899999999999</c:v>
                </c:pt>
                <c:pt idx="324">
                  <c:v>0.66060099999999999</c:v>
                </c:pt>
                <c:pt idx="325">
                  <c:v>0.66110199999999997</c:v>
                </c:pt>
                <c:pt idx="326">
                  <c:v>0.66160300000000005</c:v>
                </c:pt>
                <c:pt idx="327">
                  <c:v>0.66210400000000003</c:v>
                </c:pt>
                <c:pt idx="328">
                  <c:v>0.66260399999999997</c:v>
                </c:pt>
                <c:pt idx="329">
                  <c:v>0.66310400000000003</c:v>
                </c:pt>
                <c:pt idx="330">
                  <c:v>0.66360399999999997</c:v>
                </c:pt>
                <c:pt idx="331">
                  <c:v>0.664103</c:v>
                </c:pt>
                <c:pt idx="332">
                  <c:v>0.664601</c:v>
                </c:pt>
                <c:pt idx="333">
                  <c:v>0.665099</c:v>
                </c:pt>
                <c:pt idx="334">
                  <c:v>0.66559999999999997</c:v>
                </c:pt>
                <c:pt idx="335">
                  <c:v>0.66610100000000005</c:v>
                </c:pt>
                <c:pt idx="336">
                  <c:v>0.66660200000000003</c:v>
                </c:pt>
                <c:pt idx="337">
                  <c:v>0.66710199999999997</c:v>
                </c:pt>
                <c:pt idx="338">
                  <c:v>0.667601</c:v>
                </c:pt>
                <c:pt idx="339">
                  <c:v>0.66810199999999997</c:v>
                </c:pt>
                <c:pt idx="340">
                  <c:v>0.66860200000000003</c:v>
                </c:pt>
                <c:pt idx="341">
                  <c:v>0.66910000000000003</c:v>
                </c:pt>
                <c:pt idx="342">
                  <c:v>0.66959900000000006</c:v>
                </c:pt>
                <c:pt idx="343">
                  <c:v>0.670099</c:v>
                </c:pt>
                <c:pt idx="344">
                  <c:v>0.67059999999999997</c:v>
                </c:pt>
                <c:pt idx="345">
                  <c:v>0.67110099999999995</c:v>
                </c:pt>
                <c:pt idx="346">
                  <c:v>0.671601</c:v>
                </c:pt>
                <c:pt idx="347">
                  <c:v>0.67210000000000003</c:v>
                </c:pt>
                <c:pt idx="348">
                  <c:v>0.672601</c:v>
                </c:pt>
                <c:pt idx="349">
                  <c:v>0.67310000000000003</c:v>
                </c:pt>
                <c:pt idx="350">
                  <c:v>0.67359800000000003</c:v>
                </c:pt>
                <c:pt idx="351">
                  <c:v>0.67409600000000003</c:v>
                </c:pt>
                <c:pt idx="352">
                  <c:v>0.67459499999999994</c:v>
                </c:pt>
                <c:pt idx="353">
                  <c:v>0.67509399999999997</c:v>
                </c:pt>
                <c:pt idx="354">
                  <c:v>0.67559499999999995</c:v>
                </c:pt>
                <c:pt idx="355">
                  <c:v>0.676095</c:v>
                </c:pt>
                <c:pt idx="356">
                  <c:v>0.67659400000000003</c:v>
                </c:pt>
                <c:pt idx="357">
                  <c:v>0.67709399999999997</c:v>
                </c:pt>
                <c:pt idx="358">
                  <c:v>0.67759499999999995</c:v>
                </c:pt>
                <c:pt idx="359">
                  <c:v>0.678095</c:v>
                </c:pt>
                <c:pt idx="360">
                  <c:v>0.67859400000000003</c:v>
                </c:pt>
                <c:pt idx="361">
                  <c:v>0.67909299999999995</c:v>
                </c:pt>
                <c:pt idx="362">
                  <c:v>0.67959199999999997</c:v>
                </c:pt>
                <c:pt idx="363">
                  <c:v>0.68009200000000003</c:v>
                </c:pt>
                <c:pt idx="364">
                  <c:v>0.680593</c:v>
                </c:pt>
                <c:pt idx="365">
                  <c:v>0.68109399999999998</c:v>
                </c:pt>
                <c:pt idx="366">
                  <c:v>0.681593</c:v>
                </c:pt>
                <c:pt idx="367">
                  <c:v>0.68209200000000003</c:v>
                </c:pt>
                <c:pt idx="368">
                  <c:v>0.68259400000000003</c:v>
                </c:pt>
                <c:pt idx="369">
                  <c:v>0.68309500000000001</c:v>
                </c:pt>
                <c:pt idx="370">
                  <c:v>0.68359400000000003</c:v>
                </c:pt>
                <c:pt idx="371">
                  <c:v>0.68409200000000003</c:v>
                </c:pt>
                <c:pt idx="372">
                  <c:v>0.68459099999999995</c:v>
                </c:pt>
                <c:pt idx="373">
                  <c:v>0.68509100000000001</c:v>
                </c:pt>
                <c:pt idx="374">
                  <c:v>0.68559000000000003</c:v>
                </c:pt>
                <c:pt idx="375">
                  <c:v>0.68608899999999995</c:v>
                </c:pt>
                <c:pt idx="376">
                  <c:v>0.68658799999999998</c:v>
                </c:pt>
                <c:pt idx="377">
                  <c:v>0.68708599999999997</c:v>
                </c:pt>
                <c:pt idx="378">
                  <c:v>0.68758600000000003</c:v>
                </c:pt>
                <c:pt idx="379">
                  <c:v>0.688087</c:v>
                </c:pt>
                <c:pt idx="380">
                  <c:v>0.68858699999999995</c:v>
                </c:pt>
                <c:pt idx="381">
                  <c:v>0.68908700000000001</c:v>
                </c:pt>
                <c:pt idx="382">
                  <c:v>0.68958600000000003</c:v>
                </c:pt>
                <c:pt idx="383">
                  <c:v>0.69008700000000001</c:v>
                </c:pt>
                <c:pt idx="384">
                  <c:v>0.69058799999999998</c:v>
                </c:pt>
                <c:pt idx="385">
                  <c:v>0.69108899999999995</c:v>
                </c:pt>
                <c:pt idx="386">
                  <c:v>0.69158799999999998</c:v>
                </c:pt>
                <c:pt idx="387">
                  <c:v>0.69208999999999998</c:v>
                </c:pt>
                <c:pt idx="388">
                  <c:v>0.69259099999999996</c:v>
                </c:pt>
                <c:pt idx="389">
                  <c:v>0.69308999999999998</c:v>
                </c:pt>
                <c:pt idx="390">
                  <c:v>0.69358900000000001</c:v>
                </c:pt>
                <c:pt idx="391">
                  <c:v>0.69408700000000001</c:v>
                </c:pt>
                <c:pt idx="392">
                  <c:v>0.69458699999999995</c:v>
                </c:pt>
                <c:pt idx="393">
                  <c:v>0.69508800000000004</c:v>
                </c:pt>
                <c:pt idx="394">
                  <c:v>0.69558799999999998</c:v>
                </c:pt>
                <c:pt idx="395">
                  <c:v>0.69608700000000001</c:v>
                </c:pt>
                <c:pt idx="396">
                  <c:v>0.69658600000000004</c:v>
                </c:pt>
                <c:pt idx="397">
                  <c:v>0.69708700000000001</c:v>
                </c:pt>
                <c:pt idx="398">
                  <c:v>0.69758799999999999</c:v>
                </c:pt>
                <c:pt idx="399">
                  <c:v>0.69808700000000001</c:v>
                </c:pt>
                <c:pt idx="400">
                  <c:v>0.69858500000000001</c:v>
                </c:pt>
                <c:pt idx="401">
                  <c:v>0.69908400000000004</c:v>
                </c:pt>
                <c:pt idx="402">
                  <c:v>0.69958399999999998</c:v>
                </c:pt>
                <c:pt idx="403">
                  <c:v>0.70008599999999999</c:v>
                </c:pt>
                <c:pt idx="404">
                  <c:v>0.70058600000000004</c:v>
                </c:pt>
                <c:pt idx="405">
                  <c:v>0.70108599999999999</c:v>
                </c:pt>
                <c:pt idx="406">
                  <c:v>0.70158600000000004</c:v>
                </c:pt>
                <c:pt idx="407">
                  <c:v>0.70208700000000002</c:v>
                </c:pt>
                <c:pt idx="408">
                  <c:v>0.70258699999999996</c:v>
                </c:pt>
                <c:pt idx="409">
                  <c:v>0.70308599999999999</c:v>
                </c:pt>
                <c:pt idx="410">
                  <c:v>0.70358399999999999</c:v>
                </c:pt>
                <c:pt idx="411">
                  <c:v>0.70408300000000001</c:v>
                </c:pt>
                <c:pt idx="412">
                  <c:v>0.70458299999999996</c:v>
                </c:pt>
                <c:pt idx="413">
                  <c:v>0.70508199999999999</c:v>
                </c:pt>
                <c:pt idx="414">
                  <c:v>0.70558100000000001</c:v>
                </c:pt>
                <c:pt idx="415">
                  <c:v>0.70608000000000004</c:v>
                </c:pt>
                <c:pt idx="416">
                  <c:v>0.70657999999999999</c:v>
                </c:pt>
                <c:pt idx="417">
                  <c:v>0.70708000000000004</c:v>
                </c:pt>
                <c:pt idx="418">
                  <c:v>0.70758100000000002</c:v>
                </c:pt>
                <c:pt idx="419">
                  <c:v>0.70808199999999999</c:v>
                </c:pt>
                <c:pt idx="420">
                  <c:v>0.70858100000000002</c:v>
                </c:pt>
                <c:pt idx="421">
                  <c:v>0.70908000000000004</c:v>
                </c:pt>
                <c:pt idx="422">
                  <c:v>0.70957999999999999</c:v>
                </c:pt>
                <c:pt idx="423">
                  <c:v>0.71007900000000002</c:v>
                </c:pt>
                <c:pt idx="424">
                  <c:v>0.71057899999999996</c:v>
                </c:pt>
                <c:pt idx="425">
                  <c:v>0.71107799999999999</c:v>
                </c:pt>
                <c:pt idx="426">
                  <c:v>0.71157800000000004</c:v>
                </c:pt>
                <c:pt idx="427">
                  <c:v>0.71207900000000002</c:v>
                </c:pt>
                <c:pt idx="428">
                  <c:v>0.71257899999999996</c:v>
                </c:pt>
                <c:pt idx="429">
                  <c:v>0.71307900000000002</c:v>
                </c:pt>
                <c:pt idx="430">
                  <c:v>0.71357700000000002</c:v>
                </c:pt>
                <c:pt idx="431">
                  <c:v>0.71407699999999996</c:v>
                </c:pt>
                <c:pt idx="432">
                  <c:v>0.71457899999999996</c:v>
                </c:pt>
                <c:pt idx="433">
                  <c:v>0.71507900000000002</c:v>
                </c:pt>
                <c:pt idx="434">
                  <c:v>0.71557800000000005</c:v>
                </c:pt>
                <c:pt idx="435">
                  <c:v>0.71607600000000005</c:v>
                </c:pt>
                <c:pt idx="436">
                  <c:v>0.71657599999999999</c:v>
                </c:pt>
                <c:pt idx="437">
                  <c:v>0.71707799999999999</c:v>
                </c:pt>
                <c:pt idx="438">
                  <c:v>0.71757800000000005</c:v>
                </c:pt>
                <c:pt idx="439">
                  <c:v>0.71807600000000005</c:v>
                </c:pt>
                <c:pt idx="440">
                  <c:v>0.71857499999999996</c:v>
                </c:pt>
                <c:pt idx="441">
                  <c:v>0.71907600000000005</c:v>
                </c:pt>
                <c:pt idx="442">
                  <c:v>0.71957700000000002</c:v>
                </c:pt>
                <c:pt idx="443">
                  <c:v>0.72007699999999997</c:v>
                </c:pt>
                <c:pt idx="444">
                  <c:v>0.72057599999999999</c:v>
                </c:pt>
                <c:pt idx="445">
                  <c:v>0.72107500000000002</c:v>
                </c:pt>
                <c:pt idx="446">
                  <c:v>0.72157499999999997</c:v>
                </c:pt>
                <c:pt idx="447">
                  <c:v>0.72207500000000002</c:v>
                </c:pt>
                <c:pt idx="448">
                  <c:v>0.72257400000000005</c:v>
                </c:pt>
                <c:pt idx="449">
                  <c:v>0.72307299999999997</c:v>
                </c:pt>
                <c:pt idx="450">
                  <c:v>0.72357199999999999</c:v>
                </c:pt>
                <c:pt idx="451">
                  <c:v>0.72407200000000005</c:v>
                </c:pt>
                <c:pt idx="452">
                  <c:v>0.72457199999999999</c:v>
                </c:pt>
                <c:pt idx="453">
                  <c:v>0.72507200000000005</c:v>
                </c:pt>
                <c:pt idx="454">
                  <c:v>0.72557300000000002</c:v>
                </c:pt>
                <c:pt idx="455">
                  <c:v>0.726074</c:v>
                </c:pt>
                <c:pt idx="456">
                  <c:v>0.72657499999999997</c:v>
                </c:pt>
                <c:pt idx="457">
                  <c:v>0.72707500000000003</c:v>
                </c:pt>
                <c:pt idx="458">
                  <c:v>0.72757300000000003</c:v>
                </c:pt>
                <c:pt idx="459">
                  <c:v>0.72807100000000002</c:v>
                </c:pt>
                <c:pt idx="460">
                  <c:v>0.72856900000000002</c:v>
                </c:pt>
                <c:pt idx="461">
                  <c:v>0.72906800000000005</c:v>
                </c:pt>
                <c:pt idx="462">
                  <c:v>0.72956699999999997</c:v>
                </c:pt>
                <c:pt idx="463">
                  <c:v>0.73006700000000002</c:v>
                </c:pt>
                <c:pt idx="464">
                  <c:v>0.73056699999999997</c:v>
                </c:pt>
                <c:pt idx="465">
                  <c:v>0.73106899999999997</c:v>
                </c:pt>
                <c:pt idx="466">
                  <c:v>0.73157099999999997</c:v>
                </c:pt>
                <c:pt idx="467">
                  <c:v>0.73207100000000003</c:v>
                </c:pt>
                <c:pt idx="468">
                  <c:v>0.73257000000000005</c:v>
                </c:pt>
                <c:pt idx="469">
                  <c:v>0.73306800000000005</c:v>
                </c:pt>
                <c:pt idx="470">
                  <c:v>0.733568</c:v>
                </c:pt>
                <c:pt idx="471">
                  <c:v>0.73406899999999997</c:v>
                </c:pt>
                <c:pt idx="472">
                  <c:v>0.73456900000000003</c:v>
                </c:pt>
                <c:pt idx="473">
                  <c:v>0.73506899999999997</c:v>
                </c:pt>
                <c:pt idx="474">
                  <c:v>0.735568</c:v>
                </c:pt>
                <c:pt idx="475">
                  <c:v>0.73606799999999994</c:v>
                </c:pt>
                <c:pt idx="476">
                  <c:v>0.736568</c:v>
                </c:pt>
                <c:pt idx="477">
                  <c:v>0.73706700000000003</c:v>
                </c:pt>
                <c:pt idx="478">
                  <c:v>0.73756600000000005</c:v>
                </c:pt>
                <c:pt idx="479">
                  <c:v>0.73806400000000005</c:v>
                </c:pt>
                <c:pt idx="480">
                  <c:v>0.738564</c:v>
                </c:pt>
                <c:pt idx="481">
                  <c:v>0.739066</c:v>
                </c:pt>
                <c:pt idx="482">
                  <c:v>0.73956599999999995</c:v>
                </c:pt>
                <c:pt idx="483">
                  <c:v>0.740066</c:v>
                </c:pt>
                <c:pt idx="484">
                  <c:v>0.74056599999999995</c:v>
                </c:pt>
                <c:pt idx="485">
                  <c:v>0.74106799999999995</c:v>
                </c:pt>
                <c:pt idx="486">
                  <c:v>0.74156900000000003</c:v>
                </c:pt>
                <c:pt idx="487">
                  <c:v>0.74206899999999998</c:v>
                </c:pt>
                <c:pt idx="488">
                  <c:v>0.74256599999999995</c:v>
                </c:pt>
                <c:pt idx="489">
                  <c:v>0.74306399999999995</c:v>
                </c:pt>
                <c:pt idx="490">
                  <c:v>0.74356299999999997</c:v>
                </c:pt>
                <c:pt idx="491">
                  <c:v>0.74406300000000003</c:v>
                </c:pt>
                <c:pt idx="492">
                  <c:v>0.74456299999999997</c:v>
                </c:pt>
                <c:pt idx="493">
                  <c:v>0.745062</c:v>
                </c:pt>
                <c:pt idx="494">
                  <c:v>0.74556199999999995</c:v>
                </c:pt>
                <c:pt idx="495">
                  <c:v>0.74606300000000003</c:v>
                </c:pt>
                <c:pt idx="496">
                  <c:v>0.74656400000000001</c:v>
                </c:pt>
                <c:pt idx="497">
                  <c:v>0.74706399999999995</c:v>
                </c:pt>
                <c:pt idx="498">
                  <c:v>0.74756199999999995</c:v>
                </c:pt>
                <c:pt idx="499">
                  <c:v>0.74806099999999998</c:v>
                </c:pt>
                <c:pt idx="500">
                  <c:v>0.74856199999999995</c:v>
                </c:pt>
                <c:pt idx="501">
                  <c:v>0.74906300000000003</c:v>
                </c:pt>
                <c:pt idx="502">
                  <c:v>0.74956199999999995</c:v>
                </c:pt>
                <c:pt idx="503">
                  <c:v>0.75006200000000001</c:v>
                </c:pt>
                <c:pt idx="504">
                  <c:v>0.75056199999999995</c:v>
                </c:pt>
                <c:pt idx="505">
                  <c:v>0.75106300000000004</c:v>
                </c:pt>
                <c:pt idx="506">
                  <c:v>0.75156299999999998</c:v>
                </c:pt>
                <c:pt idx="507">
                  <c:v>0.75206099999999998</c:v>
                </c:pt>
                <c:pt idx="508">
                  <c:v>0.75255899999999998</c:v>
                </c:pt>
                <c:pt idx="509">
                  <c:v>0.75305900000000003</c:v>
                </c:pt>
                <c:pt idx="510">
                  <c:v>0.75355799999999995</c:v>
                </c:pt>
                <c:pt idx="511">
                  <c:v>0.75405800000000001</c:v>
                </c:pt>
                <c:pt idx="512">
                  <c:v>0.75455700000000003</c:v>
                </c:pt>
                <c:pt idx="513">
                  <c:v>0.75505699999999998</c:v>
                </c:pt>
                <c:pt idx="514">
                  <c:v>0.75555700000000003</c:v>
                </c:pt>
                <c:pt idx="515">
                  <c:v>0.75605800000000001</c:v>
                </c:pt>
                <c:pt idx="516">
                  <c:v>0.75655799999999995</c:v>
                </c:pt>
                <c:pt idx="517">
                  <c:v>0.75705599999999995</c:v>
                </c:pt>
                <c:pt idx="518">
                  <c:v>0.75755499999999998</c:v>
                </c:pt>
                <c:pt idx="519">
                  <c:v>0.75805400000000001</c:v>
                </c:pt>
                <c:pt idx="520">
                  <c:v>0.75855499999999998</c:v>
                </c:pt>
                <c:pt idx="521">
                  <c:v>0.75905599999999995</c:v>
                </c:pt>
                <c:pt idx="522">
                  <c:v>0.75955600000000001</c:v>
                </c:pt>
                <c:pt idx="523">
                  <c:v>0.76005599999999995</c:v>
                </c:pt>
                <c:pt idx="524">
                  <c:v>0.76055799999999996</c:v>
                </c:pt>
                <c:pt idx="525">
                  <c:v>0.76105999999999996</c:v>
                </c:pt>
                <c:pt idx="526">
                  <c:v>0.76155899999999999</c:v>
                </c:pt>
                <c:pt idx="527">
                  <c:v>0.76205800000000001</c:v>
                </c:pt>
                <c:pt idx="528">
                  <c:v>0.76255600000000001</c:v>
                </c:pt>
                <c:pt idx="529">
                  <c:v>0.76305599999999996</c:v>
                </c:pt>
                <c:pt idx="530">
                  <c:v>0.76355600000000001</c:v>
                </c:pt>
                <c:pt idx="531">
                  <c:v>0.76405500000000004</c:v>
                </c:pt>
                <c:pt idx="532">
                  <c:v>0.76455300000000004</c:v>
                </c:pt>
                <c:pt idx="533">
                  <c:v>0.76505299999999998</c:v>
                </c:pt>
                <c:pt idx="534">
                  <c:v>0.76555399999999996</c:v>
                </c:pt>
                <c:pt idx="535">
                  <c:v>0.76605500000000004</c:v>
                </c:pt>
                <c:pt idx="536">
                  <c:v>0.76655499999999999</c:v>
                </c:pt>
                <c:pt idx="537">
                  <c:v>0.76705299999999998</c:v>
                </c:pt>
                <c:pt idx="538">
                  <c:v>0.76755200000000001</c:v>
                </c:pt>
                <c:pt idx="539">
                  <c:v>0.76805199999999996</c:v>
                </c:pt>
                <c:pt idx="540">
                  <c:v>0.76855300000000004</c:v>
                </c:pt>
                <c:pt idx="541">
                  <c:v>0.76905199999999996</c:v>
                </c:pt>
                <c:pt idx="542">
                  <c:v>0.76955099999999999</c:v>
                </c:pt>
                <c:pt idx="543">
                  <c:v>0.77005000000000001</c:v>
                </c:pt>
                <c:pt idx="544">
                  <c:v>0.77055099999999999</c:v>
                </c:pt>
                <c:pt idx="545">
                  <c:v>0.77105000000000001</c:v>
                </c:pt>
                <c:pt idx="546">
                  <c:v>0.77154800000000001</c:v>
                </c:pt>
                <c:pt idx="547">
                  <c:v>0.77204700000000004</c:v>
                </c:pt>
                <c:pt idx="548">
                  <c:v>0.77254699999999998</c:v>
                </c:pt>
                <c:pt idx="549">
                  <c:v>0.77304899999999999</c:v>
                </c:pt>
                <c:pt idx="550">
                  <c:v>0.77354999999999996</c:v>
                </c:pt>
                <c:pt idx="551">
                  <c:v>0.77405000000000002</c:v>
                </c:pt>
                <c:pt idx="552">
                  <c:v>0.77454999999999996</c:v>
                </c:pt>
                <c:pt idx="553">
                  <c:v>0.77505100000000005</c:v>
                </c:pt>
                <c:pt idx="554">
                  <c:v>0.77555200000000002</c:v>
                </c:pt>
                <c:pt idx="555">
                  <c:v>0.77605299999999999</c:v>
                </c:pt>
                <c:pt idx="556">
                  <c:v>0.77655200000000002</c:v>
                </c:pt>
                <c:pt idx="557">
                  <c:v>0.77705100000000005</c:v>
                </c:pt>
                <c:pt idx="558">
                  <c:v>0.77754999999999996</c:v>
                </c:pt>
                <c:pt idx="559">
                  <c:v>0.77805100000000005</c:v>
                </c:pt>
                <c:pt idx="560">
                  <c:v>0.77855099999999999</c:v>
                </c:pt>
                <c:pt idx="561">
                  <c:v>0.77905199999999997</c:v>
                </c:pt>
                <c:pt idx="562">
                  <c:v>0.77955300000000005</c:v>
                </c:pt>
                <c:pt idx="563">
                  <c:v>0.78005400000000003</c:v>
                </c:pt>
                <c:pt idx="564">
                  <c:v>0.78055600000000003</c:v>
                </c:pt>
                <c:pt idx="565">
                  <c:v>0.78105500000000005</c:v>
                </c:pt>
                <c:pt idx="566">
                  <c:v>0.781555</c:v>
                </c:pt>
                <c:pt idx="567">
                  <c:v>0.78205400000000003</c:v>
                </c:pt>
                <c:pt idx="568">
                  <c:v>0.78255300000000005</c:v>
                </c:pt>
                <c:pt idx="569">
                  <c:v>0.78305199999999997</c:v>
                </c:pt>
                <c:pt idx="570">
                  <c:v>0.783551</c:v>
                </c:pt>
                <c:pt idx="571">
                  <c:v>0.78405000000000002</c:v>
                </c:pt>
                <c:pt idx="572">
                  <c:v>0.78454999999999997</c:v>
                </c:pt>
                <c:pt idx="573">
                  <c:v>0.78505000000000003</c:v>
                </c:pt>
                <c:pt idx="574">
                  <c:v>0.78554999999999997</c:v>
                </c:pt>
                <c:pt idx="575">
                  <c:v>0.786049</c:v>
                </c:pt>
                <c:pt idx="576">
                  <c:v>0.786547</c:v>
                </c:pt>
                <c:pt idx="577">
                  <c:v>0.78704600000000002</c:v>
                </c:pt>
                <c:pt idx="578">
                  <c:v>0.787547</c:v>
                </c:pt>
                <c:pt idx="579">
                  <c:v>0.78804700000000005</c:v>
                </c:pt>
                <c:pt idx="580">
                  <c:v>0.788547</c:v>
                </c:pt>
                <c:pt idx="581">
                  <c:v>0.789045</c:v>
                </c:pt>
                <c:pt idx="582">
                  <c:v>0.78954500000000005</c:v>
                </c:pt>
                <c:pt idx="583">
                  <c:v>0.790045</c:v>
                </c:pt>
                <c:pt idx="584">
                  <c:v>0.790543</c:v>
                </c:pt>
                <c:pt idx="585">
                  <c:v>0.79104099999999999</c:v>
                </c:pt>
                <c:pt idx="586">
                  <c:v>0.79153899999999999</c:v>
                </c:pt>
                <c:pt idx="587">
                  <c:v>0.79203900000000005</c:v>
                </c:pt>
                <c:pt idx="588">
                  <c:v>0.79254000000000002</c:v>
                </c:pt>
                <c:pt idx="589">
                  <c:v>0.793041</c:v>
                </c:pt>
                <c:pt idx="590">
                  <c:v>0.79354100000000005</c:v>
                </c:pt>
                <c:pt idx="591">
                  <c:v>0.794041</c:v>
                </c:pt>
                <c:pt idx="592">
                  <c:v>0.79454100000000005</c:v>
                </c:pt>
                <c:pt idx="593">
                  <c:v>0.79504200000000003</c:v>
                </c:pt>
                <c:pt idx="594">
                  <c:v>0.79554100000000005</c:v>
                </c:pt>
                <c:pt idx="595">
                  <c:v>0.79603999999999997</c:v>
                </c:pt>
                <c:pt idx="596">
                  <c:v>0.79654000000000003</c:v>
                </c:pt>
                <c:pt idx="597">
                  <c:v>0.79703999999999997</c:v>
                </c:pt>
                <c:pt idx="598">
                  <c:v>0.79754100000000006</c:v>
                </c:pt>
                <c:pt idx="599">
                  <c:v>0.79804200000000003</c:v>
                </c:pt>
                <c:pt idx="600">
                  <c:v>0.79854099999999995</c:v>
                </c:pt>
                <c:pt idx="601">
                  <c:v>0.79903999999999997</c:v>
                </c:pt>
                <c:pt idx="602">
                  <c:v>0.79954000000000003</c:v>
                </c:pt>
                <c:pt idx="603">
                  <c:v>0.80003999999999997</c:v>
                </c:pt>
                <c:pt idx="604">
                  <c:v>0.80054000000000003</c:v>
                </c:pt>
                <c:pt idx="605">
                  <c:v>0.80103899999999995</c:v>
                </c:pt>
                <c:pt idx="606">
                  <c:v>0.80153799999999997</c:v>
                </c:pt>
                <c:pt idx="607">
                  <c:v>0.80203800000000003</c:v>
                </c:pt>
                <c:pt idx="608">
                  <c:v>0.802539</c:v>
                </c:pt>
                <c:pt idx="609">
                  <c:v>0.80303899999999995</c:v>
                </c:pt>
                <c:pt idx="610">
                  <c:v>0.80353799999999997</c:v>
                </c:pt>
                <c:pt idx="611">
                  <c:v>0.80403800000000003</c:v>
                </c:pt>
                <c:pt idx="612">
                  <c:v>0.804539</c:v>
                </c:pt>
                <c:pt idx="613">
                  <c:v>0.80503999999999998</c:v>
                </c:pt>
                <c:pt idx="614">
                  <c:v>0.80554000000000003</c:v>
                </c:pt>
                <c:pt idx="615">
                  <c:v>0.80603899999999995</c:v>
                </c:pt>
                <c:pt idx="616">
                  <c:v>0.80653699999999995</c:v>
                </c:pt>
                <c:pt idx="617">
                  <c:v>0.807037</c:v>
                </c:pt>
                <c:pt idx="618">
                  <c:v>0.80753600000000003</c:v>
                </c:pt>
                <c:pt idx="619">
                  <c:v>0.80803599999999998</c:v>
                </c:pt>
                <c:pt idx="620">
                  <c:v>0.80853699999999995</c:v>
                </c:pt>
                <c:pt idx="621">
                  <c:v>0.80903700000000001</c:v>
                </c:pt>
                <c:pt idx="622">
                  <c:v>0.80953799999999998</c:v>
                </c:pt>
                <c:pt idx="623">
                  <c:v>0.81003700000000001</c:v>
                </c:pt>
                <c:pt idx="624">
                  <c:v>0.81053500000000001</c:v>
                </c:pt>
                <c:pt idx="625">
                  <c:v>0.81103400000000003</c:v>
                </c:pt>
                <c:pt idx="626">
                  <c:v>0.81153399999999998</c:v>
                </c:pt>
                <c:pt idx="627">
                  <c:v>0.812033</c:v>
                </c:pt>
                <c:pt idx="628">
                  <c:v>0.81253200000000003</c:v>
                </c:pt>
                <c:pt idx="629">
                  <c:v>0.81303199999999998</c:v>
                </c:pt>
                <c:pt idx="630">
                  <c:v>0.81353200000000003</c:v>
                </c:pt>
                <c:pt idx="631">
                  <c:v>0.81403099999999995</c:v>
                </c:pt>
                <c:pt idx="632">
                  <c:v>0.81453200000000003</c:v>
                </c:pt>
                <c:pt idx="633">
                  <c:v>0.81503199999999998</c:v>
                </c:pt>
                <c:pt idx="634">
                  <c:v>0.81553200000000003</c:v>
                </c:pt>
                <c:pt idx="635">
                  <c:v>0.81603199999999998</c:v>
                </c:pt>
                <c:pt idx="636">
                  <c:v>0.81653299999999995</c:v>
                </c:pt>
                <c:pt idx="637">
                  <c:v>0.81703300000000001</c:v>
                </c:pt>
                <c:pt idx="638">
                  <c:v>0.81753399999999998</c:v>
                </c:pt>
                <c:pt idx="639">
                  <c:v>0.81803400000000004</c:v>
                </c:pt>
                <c:pt idx="640">
                  <c:v>0.81853399999999998</c:v>
                </c:pt>
                <c:pt idx="641">
                  <c:v>0.81903499999999996</c:v>
                </c:pt>
                <c:pt idx="642">
                  <c:v>0.81953699999999996</c:v>
                </c:pt>
                <c:pt idx="643">
                  <c:v>0.82003700000000002</c:v>
                </c:pt>
                <c:pt idx="644">
                  <c:v>0.82053600000000004</c:v>
                </c:pt>
                <c:pt idx="645">
                  <c:v>0.82103400000000004</c:v>
                </c:pt>
                <c:pt idx="646">
                  <c:v>0.82153299999999996</c:v>
                </c:pt>
                <c:pt idx="647">
                  <c:v>0.82203300000000001</c:v>
                </c:pt>
                <c:pt idx="648">
                  <c:v>0.82253299999999996</c:v>
                </c:pt>
                <c:pt idx="649">
                  <c:v>0.82303199999999999</c:v>
                </c:pt>
                <c:pt idx="650">
                  <c:v>0.82353100000000001</c:v>
                </c:pt>
                <c:pt idx="651">
                  <c:v>0.82403199999999999</c:v>
                </c:pt>
                <c:pt idx="652">
                  <c:v>0.82453200000000004</c:v>
                </c:pt>
                <c:pt idx="653">
                  <c:v>0.82503099999999996</c:v>
                </c:pt>
                <c:pt idx="654">
                  <c:v>0.82552999999999999</c:v>
                </c:pt>
                <c:pt idx="655">
                  <c:v>0.82602900000000001</c:v>
                </c:pt>
                <c:pt idx="656">
                  <c:v>0.82652999999999999</c:v>
                </c:pt>
                <c:pt idx="657">
                  <c:v>0.82703000000000004</c:v>
                </c:pt>
                <c:pt idx="658">
                  <c:v>0.82752999999999999</c:v>
                </c:pt>
                <c:pt idx="659">
                  <c:v>0.82802900000000002</c:v>
                </c:pt>
                <c:pt idx="660">
                  <c:v>0.82852800000000004</c:v>
                </c:pt>
                <c:pt idx="661">
                  <c:v>0.82902900000000002</c:v>
                </c:pt>
                <c:pt idx="662">
                  <c:v>0.82952800000000004</c:v>
                </c:pt>
                <c:pt idx="663">
                  <c:v>0.83002600000000004</c:v>
                </c:pt>
                <c:pt idx="664">
                  <c:v>0.83052300000000001</c:v>
                </c:pt>
                <c:pt idx="665">
                  <c:v>0.83101999999999998</c:v>
                </c:pt>
                <c:pt idx="666">
                  <c:v>0.83151900000000001</c:v>
                </c:pt>
                <c:pt idx="667">
                  <c:v>0.83201899999999995</c:v>
                </c:pt>
                <c:pt idx="668">
                  <c:v>0.83251900000000001</c:v>
                </c:pt>
                <c:pt idx="669">
                  <c:v>0.83301999999999998</c:v>
                </c:pt>
                <c:pt idx="670">
                  <c:v>0.83352199999999999</c:v>
                </c:pt>
                <c:pt idx="671">
                  <c:v>0.83402500000000002</c:v>
                </c:pt>
                <c:pt idx="672">
                  <c:v>0.83452599999999999</c:v>
                </c:pt>
                <c:pt idx="673">
                  <c:v>0.83502600000000005</c:v>
                </c:pt>
                <c:pt idx="674">
                  <c:v>0.83552499999999996</c:v>
                </c:pt>
                <c:pt idx="675">
                  <c:v>0.83602500000000002</c:v>
                </c:pt>
                <c:pt idx="676">
                  <c:v>0.83652599999999999</c:v>
                </c:pt>
                <c:pt idx="677">
                  <c:v>0.83702699999999997</c:v>
                </c:pt>
                <c:pt idx="678">
                  <c:v>0.83752700000000002</c:v>
                </c:pt>
                <c:pt idx="679">
                  <c:v>0.83802699999999997</c:v>
                </c:pt>
                <c:pt idx="680">
                  <c:v>0.83852800000000005</c:v>
                </c:pt>
                <c:pt idx="681">
                  <c:v>0.839028</c:v>
                </c:pt>
                <c:pt idx="682">
                  <c:v>0.83952599999999999</c:v>
                </c:pt>
                <c:pt idx="683">
                  <c:v>0.84002399999999999</c:v>
                </c:pt>
                <c:pt idx="684">
                  <c:v>0.84052099999999996</c:v>
                </c:pt>
                <c:pt idx="685">
                  <c:v>0.84102100000000002</c:v>
                </c:pt>
                <c:pt idx="686">
                  <c:v>0.84152300000000002</c:v>
                </c:pt>
                <c:pt idx="687">
                  <c:v>0.84202299999999997</c:v>
                </c:pt>
                <c:pt idx="688">
                  <c:v>0.84252199999999999</c:v>
                </c:pt>
                <c:pt idx="689">
                  <c:v>0.84302200000000005</c:v>
                </c:pt>
                <c:pt idx="690">
                  <c:v>0.84352300000000002</c:v>
                </c:pt>
                <c:pt idx="691">
                  <c:v>0.844024</c:v>
                </c:pt>
                <c:pt idx="692">
                  <c:v>0.84452300000000002</c:v>
                </c:pt>
                <c:pt idx="693">
                  <c:v>0.84502200000000005</c:v>
                </c:pt>
                <c:pt idx="694">
                  <c:v>0.84552099999999997</c:v>
                </c:pt>
                <c:pt idx="695">
                  <c:v>0.84602200000000005</c:v>
                </c:pt>
                <c:pt idx="696">
                  <c:v>0.846522</c:v>
                </c:pt>
                <c:pt idx="697">
                  <c:v>0.84702200000000005</c:v>
                </c:pt>
                <c:pt idx="698">
                  <c:v>0.84752099999999997</c:v>
                </c:pt>
                <c:pt idx="699">
                  <c:v>0.84802200000000005</c:v>
                </c:pt>
                <c:pt idx="700">
                  <c:v>0.84852300000000003</c:v>
                </c:pt>
                <c:pt idx="701">
                  <c:v>0.84902299999999997</c:v>
                </c:pt>
                <c:pt idx="702">
                  <c:v>0.849522</c:v>
                </c:pt>
                <c:pt idx="703">
                  <c:v>0.85002</c:v>
                </c:pt>
                <c:pt idx="704">
                  <c:v>0.85051900000000002</c:v>
                </c:pt>
                <c:pt idx="705">
                  <c:v>0.85101899999999997</c:v>
                </c:pt>
                <c:pt idx="706">
                  <c:v>0.85151900000000003</c:v>
                </c:pt>
                <c:pt idx="707">
                  <c:v>0.85201800000000005</c:v>
                </c:pt>
                <c:pt idx="708">
                  <c:v>0.85251699999999997</c:v>
                </c:pt>
                <c:pt idx="709">
                  <c:v>0.85301700000000003</c:v>
                </c:pt>
                <c:pt idx="710">
                  <c:v>0.853518</c:v>
                </c:pt>
                <c:pt idx="711">
                  <c:v>0.85401800000000005</c:v>
                </c:pt>
                <c:pt idx="712">
                  <c:v>0.85451699999999997</c:v>
                </c:pt>
                <c:pt idx="713">
                  <c:v>0.855016</c:v>
                </c:pt>
                <c:pt idx="714">
                  <c:v>0.85551500000000003</c:v>
                </c:pt>
                <c:pt idx="715">
                  <c:v>0.85601700000000003</c:v>
                </c:pt>
                <c:pt idx="716">
                  <c:v>0.856518</c:v>
                </c:pt>
                <c:pt idx="717">
                  <c:v>0.85701899999999998</c:v>
                </c:pt>
                <c:pt idx="718">
                  <c:v>0.85751999999999995</c:v>
                </c:pt>
                <c:pt idx="719">
                  <c:v>0.85802100000000003</c:v>
                </c:pt>
                <c:pt idx="720">
                  <c:v>0.85852200000000001</c:v>
                </c:pt>
                <c:pt idx="721">
                  <c:v>0.85902199999999995</c:v>
                </c:pt>
                <c:pt idx="722">
                  <c:v>0.85952099999999998</c:v>
                </c:pt>
                <c:pt idx="723">
                  <c:v>0.86001899999999998</c:v>
                </c:pt>
                <c:pt idx="724">
                  <c:v>0.86051800000000001</c:v>
                </c:pt>
                <c:pt idx="725">
                  <c:v>0.86101799999999995</c:v>
                </c:pt>
                <c:pt idx="726">
                  <c:v>0.86151800000000001</c:v>
                </c:pt>
                <c:pt idx="727">
                  <c:v>0.86201700000000003</c:v>
                </c:pt>
                <c:pt idx="728">
                  <c:v>0.86251599999999995</c:v>
                </c:pt>
                <c:pt idx="729">
                  <c:v>0.86301499999999998</c:v>
                </c:pt>
                <c:pt idx="730">
                  <c:v>0.86351500000000003</c:v>
                </c:pt>
                <c:pt idx="731">
                  <c:v>0.86401499999999998</c:v>
                </c:pt>
                <c:pt idx="732">
                  <c:v>0.86451299999999998</c:v>
                </c:pt>
                <c:pt idx="733">
                  <c:v>0.865012</c:v>
                </c:pt>
                <c:pt idx="734">
                  <c:v>0.86551299999999998</c:v>
                </c:pt>
                <c:pt idx="735">
                  <c:v>0.86601399999999995</c:v>
                </c:pt>
                <c:pt idx="736">
                  <c:v>0.86651299999999998</c:v>
                </c:pt>
                <c:pt idx="737">
                  <c:v>0.86701300000000003</c:v>
                </c:pt>
                <c:pt idx="738">
                  <c:v>0.86751299999999998</c:v>
                </c:pt>
                <c:pt idx="739">
                  <c:v>0.86801399999999995</c:v>
                </c:pt>
                <c:pt idx="740">
                  <c:v>0.86851299999999998</c:v>
                </c:pt>
                <c:pt idx="741">
                  <c:v>0.86901200000000001</c:v>
                </c:pt>
                <c:pt idx="742">
                  <c:v>0.86951000000000001</c:v>
                </c:pt>
                <c:pt idx="743">
                  <c:v>0.870008</c:v>
                </c:pt>
                <c:pt idx="744">
                  <c:v>0.87050799999999995</c:v>
                </c:pt>
                <c:pt idx="745">
                  <c:v>0.871008</c:v>
                </c:pt>
                <c:pt idx="746">
                  <c:v>0.87150899999999998</c:v>
                </c:pt>
                <c:pt idx="747">
                  <c:v>0.87200900000000003</c:v>
                </c:pt>
                <c:pt idx="748">
                  <c:v>0.87250899999999998</c:v>
                </c:pt>
                <c:pt idx="749">
                  <c:v>0.87301099999999998</c:v>
                </c:pt>
                <c:pt idx="750">
                  <c:v>0.87351100000000004</c:v>
                </c:pt>
                <c:pt idx="751">
                  <c:v>0.87401099999999998</c:v>
                </c:pt>
                <c:pt idx="752">
                  <c:v>0.87450899999999998</c:v>
                </c:pt>
                <c:pt idx="753">
                  <c:v>0.87500800000000001</c:v>
                </c:pt>
                <c:pt idx="754">
                  <c:v>0.87550799999999995</c:v>
                </c:pt>
                <c:pt idx="755">
                  <c:v>0.87600800000000001</c:v>
                </c:pt>
                <c:pt idx="756">
                  <c:v>0.87650700000000004</c:v>
                </c:pt>
                <c:pt idx="757">
                  <c:v>0.87700699999999998</c:v>
                </c:pt>
                <c:pt idx="758">
                  <c:v>0.87750799999999995</c:v>
                </c:pt>
                <c:pt idx="759">
                  <c:v>0.87800999999999996</c:v>
                </c:pt>
                <c:pt idx="760">
                  <c:v>0.87851100000000004</c:v>
                </c:pt>
                <c:pt idx="761">
                  <c:v>0.87900999999999996</c:v>
                </c:pt>
                <c:pt idx="762">
                  <c:v>0.87950799999999996</c:v>
                </c:pt>
                <c:pt idx="763">
                  <c:v>0.88000699999999998</c:v>
                </c:pt>
                <c:pt idx="764">
                  <c:v>0.88050799999999996</c:v>
                </c:pt>
                <c:pt idx="765">
                  <c:v>0.88100800000000001</c:v>
                </c:pt>
                <c:pt idx="766">
                  <c:v>0.88150700000000004</c:v>
                </c:pt>
                <c:pt idx="767">
                  <c:v>0.88200599999999996</c:v>
                </c:pt>
                <c:pt idx="768">
                  <c:v>0.88250700000000004</c:v>
                </c:pt>
                <c:pt idx="769">
                  <c:v>0.88300699999999999</c:v>
                </c:pt>
                <c:pt idx="770">
                  <c:v>0.88350700000000004</c:v>
                </c:pt>
                <c:pt idx="771">
                  <c:v>0.88400699999999999</c:v>
                </c:pt>
                <c:pt idx="772">
                  <c:v>0.88450499999999999</c:v>
                </c:pt>
                <c:pt idx="773">
                  <c:v>0.88500500000000004</c:v>
                </c:pt>
                <c:pt idx="774">
                  <c:v>0.88550499999999999</c:v>
                </c:pt>
                <c:pt idx="775">
                  <c:v>0.88600500000000004</c:v>
                </c:pt>
                <c:pt idx="776">
                  <c:v>0.88650499999999999</c:v>
                </c:pt>
                <c:pt idx="777">
                  <c:v>0.88700599999999996</c:v>
                </c:pt>
                <c:pt idx="778">
                  <c:v>0.88750700000000005</c:v>
                </c:pt>
                <c:pt idx="779">
                  <c:v>0.88800699999999999</c:v>
                </c:pt>
                <c:pt idx="780">
                  <c:v>0.88850600000000002</c:v>
                </c:pt>
                <c:pt idx="781">
                  <c:v>0.88900400000000002</c:v>
                </c:pt>
                <c:pt idx="782">
                  <c:v>0.88950300000000004</c:v>
                </c:pt>
                <c:pt idx="783">
                  <c:v>0.89000299999999999</c:v>
                </c:pt>
                <c:pt idx="784">
                  <c:v>0.89050300000000004</c:v>
                </c:pt>
                <c:pt idx="785">
                  <c:v>0.89100199999999996</c:v>
                </c:pt>
                <c:pt idx="786">
                  <c:v>0.89150200000000002</c:v>
                </c:pt>
                <c:pt idx="787">
                  <c:v>0.89200199999999996</c:v>
                </c:pt>
                <c:pt idx="788">
                  <c:v>0.89250300000000005</c:v>
                </c:pt>
                <c:pt idx="789">
                  <c:v>0.89300299999999999</c:v>
                </c:pt>
                <c:pt idx="790">
                  <c:v>0.89350300000000005</c:v>
                </c:pt>
                <c:pt idx="791">
                  <c:v>0.89400100000000005</c:v>
                </c:pt>
                <c:pt idx="792">
                  <c:v>0.89449900000000004</c:v>
                </c:pt>
                <c:pt idx="793">
                  <c:v>0.89499799999999996</c:v>
                </c:pt>
                <c:pt idx="794">
                  <c:v>0.89549699999999999</c:v>
                </c:pt>
                <c:pt idx="795">
                  <c:v>0.89599799999999996</c:v>
                </c:pt>
                <c:pt idx="796">
                  <c:v>0.89649900000000005</c:v>
                </c:pt>
                <c:pt idx="797">
                  <c:v>0.89700100000000005</c:v>
                </c:pt>
                <c:pt idx="798">
                  <c:v>0.89750300000000005</c:v>
                </c:pt>
                <c:pt idx="799">
                  <c:v>0.89800400000000002</c:v>
                </c:pt>
                <c:pt idx="800">
                  <c:v>0.89850300000000005</c:v>
                </c:pt>
                <c:pt idx="801">
                  <c:v>0.89900199999999997</c:v>
                </c:pt>
                <c:pt idx="802">
                  <c:v>0.89950200000000002</c:v>
                </c:pt>
                <c:pt idx="803">
                  <c:v>0.90000199999999997</c:v>
                </c:pt>
                <c:pt idx="804">
                  <c:v>0.90050300000000005</c:v>
                </c:pt>
                <c:pt idx="805">
                  <c:v>0.901003</c:v>
                </c:pt>
                <c:pt idx="806">
                  <c:v>0.901501</c:v>
                </c:pt>
                <c:pt idx="807">
                  <c:v>0.90200100000000005</c:v>
                </c:pt>
                <c:pt idx="808">
                  <c:v>0.90250200000000003</c:v>
                </c:pt>
                <c:pt idx="809">
                  <c:v>0.90300100000000005</c:v>
                </c:pt>
                <c:pt idx="810">
                  <c:v>0.90349999999999997</c:v>
                </c:pt>
                <c:pt idx="811">
                  <c:v>0.90399700000000005</c:v>
                </c:pt>
                <c:pt idx="812">
                  <c:v>0.90449500000000005</c:v>
                </c:pt>
                <c:pt idx="813">
                  <c:v>0.90499499999999999</c:v>
                </c:pt>
                <c:pt idx="814">
                  <c:v>0.90549400000000002</c:v>
                </c:pt>
                <c:pt idx="815">
                  <c:v>0.90599300000000005</c:v>
                </c:pt>
                <c:pt idx="816">
                  <c:v>0.90649299999999999</c:v>
                </c:pt>
                <c:pt idx="817">
                  <c:v>0.906995</c:v>
                </c:pt>
                <c:pt idx="818">
                  <c:v>0.90749599999999997</c:v>
                </c:pt>
                <c:pt idx="819">
                  <c:v>0.90799600000000003</c:v>
                </c:pt>
                <c:pt idx="820">
                  <c:v>0.90849599999999997</c:v>
                </c:pt>
                <c:pt idx="821">
                  <c:v>0.908995</c:v>
                </c:pt>
                <c:pt idx="822">
                  <c:v>0.90949500000000005</c:v>
                </c:pt>
                <c:pt idx="823">
                  <c:v>0.909995</c:v>
                </c:pt>
                <c:pt idx="824">
                  <c:v>0.91049500000000005</c:v>
                </c:pt>
                <c:pt idx="825">
                  <c:v>0.910995</c:v>
                </c:pt>
                <c:pt idx="826">
                  <c:v>0.91149400000000003</c:v>
                </c:pt>
                <c:pt idx="827">
                  <c:v>0.91199399999999997</c:v>
                </c:pt>
                <c:pt idx="828">
                  <c:v>0.91249400000000003</c:v>
                </c:pt>
                <c:pt idx="829">
                  <c:v>0.91299300000000005</c:v>
                </c:pt>
                <c:pt idx="830">
                  <c:v>0.91349199999999997</c:v>
                </c:pt>
                <c:pt idx="831">
                  <c:v>0.91399200000000003</c:v>
                </c:pt>
                <c:pt idx="832">
                  <c:v>0.914493</c:v>
                </c:pt>
                <c:pt idx="833">
                  <c:v>0.91499299999999995</c:v>
                </c:pt>
                <c:pt idx="834">
                  <c:v>0.91549199999999997</c:v>
                </c:pt>
                <c:pt idx="835">
                  <c:v>0.91598999999999997</c:v>
                </c:pt>
                <c:pt idx="836">
                  <c:v>0.91648799999999997</c:v>
                </c:pt>
                <c:pt idx="837">
                  <c:v>0.91698900000000005</c:v>
                </c:pt>
                <c:pt idx="838">
                  <c:v>0.91749000000000003</c:v>
                </c:pt>
                <c:pt idx="839">
                  <c:v>0.91798999999999997</c:v>
                </c:pt>
                <c:pt idx="840">
                  <c:v>0.91849000000000003</c:v>
                </c:pt>
                <c:pt idx="841">
                  <c:v>0.918991</c:v>
                </c:pt>
                <c:pt idx="842">
                  <c:v>0.919493</c:v>
                </c:pt>
                <c:pt idx="843">
                  <c:v>0.91999399999999998</c:v>
                </c:pt>
                <c:pt idx="844">
                  <c:v>0.92049300000000001</c:v>
                </c:pt>
                <c:pt idx="845">
                  <c:v>0.92099200000000003</c:v>
                </c:pt>
                <c:pt idx="846">
                  <c:v>0.92149099999999995</c:v>
                </c:pt>
                <c:pt idx="847">
                  <c:v>0.92199200000000003</c:v>
                </c:pt>
                <c:pt idx="848">
                  <c:v>0.92249199999999998</c:v>
                </c:pt>
                <c:pt idx="849">
                  <c:v>0.92299100000000001</c:v>
                </c:pt>
                <c:pt idx="850">
                  <c:v>0.92348799999999998</c:v>
                </c:pt>
                <c:pt idx="851">
                  <c:v>0.923987</c:v>
                </c:pt>
                <c:pt idx="852">
                  <c:v>0.92448699999999995</c:v>
                </c:pt>
                <c:pt idx="853">
                  <c:v>0.924987</c:v>
                </c:pt>
                <c:pt idx="854">
                  <c:v>0.92548600000000003</c:v>
                </c:pt>
                <c:pt idx="855">
                  <c:v>0.925987</c:v>
                </c:pt>
                <c:pt idx="856">
                  <c:v>0.92648900000000001</c:v>
                </c:pt>
                <c:pt idx="857">
                  <c:v>0.92699100000000001</c:v>
                </c:pt>
                <c:pt idx="858">
                  <c:v>0.92749099999999995</c:v>
                </c:pt>
                <c:pt idx="859">
                  <c:v>0.92799100000000001</c:v>
                </c:pt>
                <c:pt idx="860">
                  <c:v>0.92849099999999996</c:v>
                </c:pt>
                <c:pt idx="861">
                  <c:v>0.92899100000000001</c:v>
                </c:pt>
                <c:pt idx="862">
                  <c:v>0.92949199999999998</c:v>
                </c:pt>
                <c:pt idx="863">
                  <c:v>0.92999100000000001</c:v>
                </c:pt>
                <c:pt idx="864">
                  <c:v>0.93049000000000004</c:v>
                </c:pt>
                <c:pt idx="865">
                  <c:v>0.93098899999999996</c:v>
                </c:pt>
                <c:pt idx="866">
                  <c:v>0.93148900000000001</c:v>
                </c:pt>
                <c:pt idx="867">
                  <c:v>0.93198899999999996</c:v>
                </c:pt>
                <c:pt idx="868">
                  <c:v>0.93248900000000001</c:v>
                </c:pt>
                <c:pt idx="869">
                  <c:v>0.93298800000000004</c:v>
                </c:pt>
                <c:pt idx="870">
                  <c:v>0.93348699999999996</c:v>
                </c:pt>
                <c:pt idx="871">
                  <c:v>0.93398800000000004</c:v>
                </c:pt>
                <c:pt idx="872">
                  <c:v>0.93448900000000001</c:v>
                </c:pt>
                <c:pt idx="873">
                  <c:v>0.93498899999999996</c:v>
                </c:pt>
                <c:pt idx="874">
                  <c:v>0.93549000000000004</c:v>
                </c:pt>
                <c:pt idx="875">
                  <c:v>0.93598999999999999</c:v>
                </c:pt>
                <c:pt idx="876">
                  <c:v>0.93649099999999996</c:v>
                </c:pt>
                <c:pt idx="877">
                  <c:v>0.93698999999999999</c:v>
                </c:pt>
                <c:pt idx="878">
                  <c:v>0.93748699999999996</c:v>
                </c:pt>
                <c:pt idx="879">
                  <c:v>0.93798400000000004</c:v>
                </c:pt>
                <c:pt idx="880">
                  <c:v>0.93848200000000004</c:v>
                </c:pt>
                <c:pt idx="881">
                  <c:v>0.93898199999999998</c:v>
                </c:pt>
                <c:pt idx="882">
                  <c:v>0.93948200000000004</c:v>
                </c:pt>
                <c:pt idx="883">
                  <c:v>0.93998199999999998</c:v>
                </c:pt>
                <c:pt idx="884">
                  <c:v>0.94047999999999998</c:v>
                </c:pt>
                <c:pt idx="885">
                  <c:v>0.94098000000000004</c:v>
                </c:pt>
                <c:pt idx="886">
                  <c:v>0.94147999999999998</c:v>
                </c:pt>
                <c:pt idx="887">
                  <c:v>0.94198000000000004</c:v>
                </c:pt>
                <c:pt idx="888">
                  <c:v>0.94248100000000001</c:v>
                </c:pt>
                <c:pt idx="889">
                  <c:v>0.94298000000000004</c:v>
                </c:pt>
                <c:pt idx="890">
                  <c:v>0.94347899999999996</c:v>
                </c:pt>
                <c:pt idx="891">
                  <c:v>0.94397799999999998</c:v>
                </c:pt>
                <c:pt idx="892">
                  <c:v>0.94447700000000001</c:v>
                </c:pt>
                <c:pt idx="893">
                  <c:v>0.94497600000000004</c:v>
                </c:pt>
                <c:pt idx="894">
                  <c:v>0.94547599999999998</c:v>
                </c:pt>
                <c:pt idx="895">
                  <c:v>0.94597699999999996</c:v>
                </c:pt>
                <c:pt idx="896">
                  <c:v>0.94647800000000004</c:v>
                </c:pt>
                <c:pt idx="897">
                  <c:v>0.94697900000000002</c:v>
                </c:pt>
                <c:pt idx="898">
                  <c:v>0.94747800000000004</c:v>
                </c:pt>
                <c:pt idx="899">
                  <c:v>0.94797500000000001</c:v>
                </c:pt>
                <c:pt idx="900">
                  <c:v>0.94847499999999996</c:v>
                </c:pt>
                <c:pt idx="901">
                  <c:v>0.94897699999999996</c:v>
                </c:pt>
                <c:pt idx="902">
                  <c:v>0.94947700000000002</c:v>
                </c:pt>
                <c:pt idx="903">
                  <c:v>0.94997600000000004</c:v>
                </c:pt>
                <c:pt idx="904">
                  <c:v>0.95047599999999999</c:v>
                </c:pt>
                <c:pt idx="905">
                  <c:v>0.95097600000000004</c:v>
                </c:pt>
                <c:pt idx="906">
                  <c:v>0.95147700000000002</c:v>
                </c:pt>
                <c:pt idx="907">
                  <c:v>0.95197600000000004</c:v>
                </c:pt>
                <c:pt idx="908">
                  <c:v>0.95247400000000004</c:v>
                </c:pt>
                <c:pt idx="909">
                  <c:v>0.95297200000000004</c:v>
                </c:pt>
                <c:pt idx="910">
                  <c:v>0.95347199999999999</c:v>
                </c:pt>
                <c:pt idx="911">
                  <c:v>0.95397299999999996</c:v>
                </c:pt>
                <c:pt idx="912">
                  <c:v>0.95447199999999999</c:v>
                </c:pt>
                <c:pt idx="913">
                  <c:v>0.95497299999999996</c:v>
                </c:pt>
                <c:pt idx="914">
                  <c:v>0.95547400000000005</c:v>
                </c:pt>
                <c:pt idx="915">
                  <c:v>0.95597500000000002</c:v>
                </c:pt>
                <c:pt idx="916">
                  <c:v>0.95647599999999999</c:v>
                </c:pt>
                <c:pt idx="917">
                  <c:v>0.95697600000000005</c:v>
                </c:pt>
                <c:pt idx="918">
                  <c:v>0.95747499999999997</c:v>
                </c:pt>
                <c:pt idx="919">
                  <c:v>0.95797299999999996</c:v>
                </c:pt>
                <c:pt idx="920">
                  <c:v>0.95847300000000002</c:v>
                </c:pt>
                <c:pt idx="921">
                  <c:v>0.95897299999999996</c:v>
                </c:pt>
                <c:pt idx="922">
                  <c:v>0.95947199999999999</c:v>
                </c:pt>
                <c:pt idx="923">
                  <c:v>0.95997100000000002</c:v>
                </c:pt>
                <c:pt idx="924">
                  <c:v>0.96047099999999996</c:v>
                </c:pt>
                <c:pt idx="925">
                  <c:v>0.96097100000000002</c:v>
                </c:pt>
                <c:pt idx="926">
                  <c:v>0.96147000000000005</c:v>
                </c:pt>
                <c:pt idx="927">
                  <c:v>0.96196800000000005</c:v>
                </c:pt>
                <c:pt idx="928">
                  <c:v>0.96246399999999999</c:v>
                </c:pt>
                <c:pt idx="929">
                  <c:v>0.96296199999999998</c:v>
                </c:pt>
                <c:pt idx="930">
                  <c:v>0.96346100000000001</c:v>
                </c:pt>
                <c:pt idx="931">
                  <c:v>0.96396099999999996</c:v>
                </c:pt>
                <c:pt idx="932">
                  <c:v>0.96446200000000004</c:v>
                </c:pt>
                <c:pt idx="933">
                  <c:v>0.96496300000000002</c:v>
                </c:pt>
                <c:pt idx="934">
                  <c:v>0.96546600000000005</c:v>
                </c:pt>
                <c:pt idx="935">
                  <c:v>0.96596899999999997</c:v>
                </c:pt>
                <c:pt idx="936">
                  <c:v>0.96646900000000002</c:v>
                </c:pt>
                <c:pt idx="937">
                  <c:v>0.96696800000000005</c:v>
                </c:pt>
                <c:pt idx="938">
                  <c:v>0.96746699999999997</c:v>
                </c:pt>
                <c:pt idx="939">
                  <c:v>0.96796700000000002</c:v>
                </c:pt>
                <c:pt idx="940">
                  <c:v>0.968468</c:v>
                </c:pt>
                <c:pt idx="941">
                  <c:v>0.96896700000000002</c:v>
                </c:pt>
                <c:pt idx="942">
                  <c:v>0.96946699999999997</c:v>
                </c:pt>
                <c:pt idx="943">
                  <c:v>0.96996700000000002</c:v>
                </c:pt>
                <c:pt idx="944">
                  <c:v>0.97046900000000003</c:v>
                </c:pt>
                <c:pt idx="945">
                  <c:v>0.97097</c:v>
                </c:pt>
                <c:pt idx="946">
                  <c:v>0.97146900000000003</c:v>
                </c:pt>
                <c:pt idx="947">
                  <c:v>0.97196700000000003</c:v>
                </c:pt>
                <c:pt idx="948">
                  <c:v>0.97246500000000002</c:v>
                </c:pt>
                <c:pt idx="949">
                  <c:v>0.97296499999999997</c:v>
                </c:pt>
                <c:pt idx="950">
                  <c:v>0.97346500000000002</c:v>
                </c:pt>
                <c:pt idx="951">
                  <c:v>0.973966</c:v>
                </c:pt>
                <c:pt idx="952">
                  <c:v>0.97446699999999997</c:v>
                </c:pt>
                <c:pt idx="953">
                  <c:v>0.97496700000000003</c:v>
                </c:pt>
                <c:pt idx="954">
                  <c:v>0.975468</c:v>
                </c:pt>
                <c:pt idx="955">
                  <c:v>0.97596899999999998</c:v>
                </c:pt>
                <c:pt idx="956">
                  <c:v>0.976468</c:v>
                </c:pt>
                <c:pt idx="957">
                  <c:v>0.976966</c:v>
                </c:pt>
                <c:pt idx="958">
                  <c:v>0.977464</c:v>
                </c:pt>
                <c:pt idx="959">
                  <c:v>0.97796499999999997</c:v>
                </c:pt>
                <c:pt idx="960">
                  <c:v>0.97846599999999995</c:v>
                </c:pt>
                <c:pt idx="961">
                  <c:v>0.978966</c:v>
                </c:pt>
                <c:pt idx="962">
                  <c:v>0.979464</c:v>
                </c:pt>
                <c:pt idx="963">
                  <c:v>0.97996300000000003</c:v>
                </c:pt>
                <c:pt idx="964">
                  <c:v>0.98046299999999997</c:v>
                </c:pt>
                <c:pt idx="965">
                  <c:v>0.98096300000000003</c:v>
                </c:pt>
                <c:pt idx="966">
                  <c:v>0.98146199999999995</c:v>
                </c:pt>
                <c:pt idx="967">
                  <c:v>0.98196099999999997</c:v>
                </c:pt>
                <c:pt idx="968">
                  <c:v>0.98246100000000003</c:v>
                </c:pt>
                <c:pt idx="969">
                  <c:v>0.98296099999999997</c:v>
                </c:pt>
                <c:pt idx="970">
                  <c:v>0.98346199999999995</c:v>
                </c:pt>
                <c:pt idx="971">
                  <c:v>0.983962</c:v>
                </c:pt>
                <c:pt idx="972">
                  <c:v>0.98446199999999995</c:v>
                </c:pt>
                <c:pt idx="973">
                  <c:v>0.984962</c:v>
                </c:pt>
                <c:pt idx="974">
                  <c:v>0.98546199999999995</c:v>
                </c:pt>
                <c:pt idx="975">
                  <c:v>0.98596099999999998</c:v>
                </c:pt>
                <c:pt idx="976">
                  <c:v>0.98645899999999997</c:v>
                </c:pt>
                <c:pt idx="977">
                  <c:v>0.986958</c:v>
                </c:pt>
                <c:pt idx="978">
                  <c:v>0.98745700000000003</c:v>
                </c:pt>
                <c:pt idx="979">
                  <c:v>0.98795599999999995</c:v>
                </c:pt>
                <c:pt idx="980">
                  <c:v>0.98845499999999997</c:v>
                </c:pt>
                <c:pt idx="981">
                  <c:v>0.98895500000000003</c:v>
                </c:pt>
                <c:pt idx="982">
                  <c:v>0.98945499999999997</c:v>
                </c:pt>
                <c:pt idx="983">
                  <c:v>0.98995500000000003</c:v>
                </c:pt>
                <c:pt idx="984">
                  <c:v>0.99045499999999997</c:v>
                </c:pt>
                <c:pt idx="985">
                  <c:v>0.990954</c:v>
                </c:pt>
                <c:pt idx="986">
                  <c:v>0.99145399999999995</c:v>
                </c:pt>
                <c:pt idx="987">
                  <c:v>0.991954</c:v>
                </c:pt>
                <c:pt idx="988">
                  <c:v>0.99245499999999998</c:v>
                </c:pt>
                <c:pt idx="989">
                  <c:v>0.99295599999999995</c:v>
                </c:pt>
                <c:pt idx="990">
                  <c:v>0.99345700000000003</c:v>
                </c:pt>
                <c:pt idx="991">
                  <c:v>0.99395599999999995</c:v>
                </c:pt>
                <c:pt idx="992">
                  <c:v>0.99445499999999998</c:v>
                </c:pt>
                <c:pt idx="993">
                  <c:v>0.99495699999999998</c:v>
                </c:pt>
                <c:pt idx="994">
                  <c:v>0.99545700000000004</c:v>
                </c:pt>
                <c:pt idx="995">
                  <c:v>0.99595599999999995</c:v>
                </c:pt>
                <c:pt idx="996">
                  <c:v>0.99645600000000001</c:v>
                </c:pt>
                <c:pt idx="997">
                  <c:v>0.99695500000000004</c:v>
                </c:pt>
                <c:pt idx="998">
                  <c:v>0.99745499999999998</c:v>
                </c:pt>
                <c:pt idx="999">
                  <c:v>0.99795400000000001</c:v>
                </c:pt>
                <c:pt idx="1000">
                  <c:v>0.99845300000000003</c:v>
                </c:pt>
                <c:pt idx="1001">
                  <c:v>0.99895299999999998</c:v>
                </c:pt>
                <c:pt idx="1002">
                  <c:v>0.99945300000000004</c:v>
                </c:pt>
                <c:pt idx="1003">
                  <c:v>0.99995400000000001</c:v>
                </c:pt>
                <c:pt idx="1004">
                  <c:v>1.0004500000000001</c:v>
                </c:pt>
                <c:pt idx="1005">
                  <c:v>1.00095</c:v>
                </c:pt>
                <c:pt idx="1006">
                  <c:v>1.00145</c:v>
                </c:pt>
                <c:pt idx="1007">
                  <c:v>1.0019499999999999</c:v>
                </c:pt>
                <c:pt idx="1008">
                  <c:v>1.0024500000000001</c:v>
                </c:pt>
                <c:pt idx="1009">
                  <c:v>1.00295</c:v>
                </c:pt>
                <c:pt idx="1010">
                  <c:v>1.00345</c:v>
                </c:pt>
                <c:pt idx="1011">
                  <c:v>1.0039499999999999</c:v>
                </c:pt>
                <c:pt idx="1012">
                  <c:v>1.0044500000000001</c:v>
                </c:pt>
                <c:pt idx="1013">
                  <c:v>1.00495</c:v>
                </c:pt>
                <c:pt idx="1014">
                  <c:v>1.00545</c:v>
                </c:pt>
                <c:pt idx="1015">
                  <c:v>1.0059499999999999</c:v>
                </c:pt>
                <c:pt idx="1016">
                  <c:v>1.0064500000000001</c:v>
                </c:pt>
                <c:pt idx="1017">
                  <c:v>1.00695</c:v>
                </c:pt>
                <c:pt idx="1018">
                  <c:v>1.00745</c:v>
                </c:pt>
                <c:pt idx="1019">
                  <c:v>1.0079499999999999</c:v>
                </c:pt>
                <c:pt idx="1020">
                  <c:v>1.0084500000000001</c:v>
                </c:pt>
                <c:pt idx="1021">
                  <c:v>1.00895</c:v>
                </c:pt>
                <c:pt idx="1022">
                  <c:v>1.00945</c:v>
                </c:pt>
                <c:pt idx="1023">
                  <c:v>1.0099499999999999</c:v>
                </c:pt>
                <c:pt idx="1024">
                  <c:v>1.0104500000000001</c:v>
                </c:pt>
                <c:pt idx="1025">
                  <c:v>1.01095</c:v>
                </c:pt>
                <c:pt idx="1026">
                  <c:v>1.01145</c:v>
                </c:pt>
                <c:pt idx="1027">
                  <c:v>1.0119499999999999</c:v>
                </c:pt>
                <c:pt idx="1028">
                  <c:v>1.0124500000000001</c:v>
                </c:pt>
                <c:pt idx="1029">
                  <c:v>1.01295</c:v>
                </c:pt>
                <c:pt idx="1030">
                  <c:v>1.01345</c:v>
                </c:pt>
                <c:pt idx="1031">
                  <c:v>1.0139499999999999</c:v>
                </c:pt>
                <c:pt idx="1032">
                  <c:v>1.0144500000000001</c:v>
                </c:pt>
                <c:pt idx="1033">
                  <c:v>1.01495</c:v>
                </c:pt>
                <c:pt idx="1034">
                  <c:v>1.01545</c:v>
                </c:pt>
                <c:pt idx="1035">
                  <c:v>1.0159499999999999</c:v>
                </c:pt>
                <c:pt idx="1036">
                  <c:v>1.0164500000000001</c:v>
                </c:pt>
                <c:pt idx="1037">
                  <c:v>1.01695</c:v>
                </c:pt>
                <c:pt idx="1038">
                  <c:v>1.01745</c:v>
                </c:pt>
                <c:pt idx="1039">
                  <c:v>1.0179499999999999</c:v>
                </c:pt>
                <c:pt idx="1040">
                  <c:v>1.01844</c:v>
                </c:pt>
                <c:pt idx="1041">
                  <c:v>1.01894</c:v>
                </c:pt>
                <c:pt idx="1042">
                  <c:v>1.0194399999999999</c:v>
                </c:pt>
                <c:pt idx="1043">
                  <c:v>1.0199400000000001</c:v>
                </c:pt>
                <c:pt idx="1044">
                  <c:v>1.02044</c:v>
                </c:pt>
                <c:pt idx="1045">
                  <c:v>1.02094</c:v>
                </c:pt>
                <c:pt idx="1046">
                  <c:v>1.0214399999999999</c:v>
                </c:pt>
                <c:pt idx="1047">
                  <c:v>1.0219400000000001</c:v>
                </c:pt>
                <c:pt idx="1048">
                  <c:v>1.02244</c:v>
                </c:pt>
                <c:pt idx="1049">
                  <c:v>1.02294</c:v>
                </c:pt>
                <c:pt idx="1050">
                  <c:v>1.0234399999999999</c:v>
                </c:pt>
                <c:pt idx="1051">
                  <c:v>1.0239400000000001</c:v>
                </c:pt>
                <c:pt idx="1052">
                  <c:v>1.02444</c:v>
                </c:pt>
                <c:pt idx="1053">
                  <c:v>1.02494</c:v>
                </c:pt>
                <c:pt idx="1054">
                  <c:v>1.0254399999999999</c:v>
                </c:pt>
                <c:pt idx="1055">
                  <c:v>1.0259400000000001</c:v>
                </c:pt>
                <c:pt idx="1056">
                  <c:v>1.02644</c:v>
                </c:pt>
                <c:pt idx="1057">
                  <c:v>1.02694</c:v>
                </c:pt>
                <c:pt idx="1058">
                  <c:v>1.0274399999999999</c:v>
                </c:pt>
                <c:pt idx="1059">
                  <c:v>1.0279400000000001</c:v>
                </c:pt>
                <c:pt idx="1060">
                  <c:v>1.02844</c:v>
                </c:pt>
                <c:pt idx="1061">
                  <c:v>1.02894</c:v>
                </c:pt>
                <c:pt idx="1062">
                  <c:v>1.0294399999999999</c:v>
                </c:pt>
                <c:pt idx="1063">
                  <c:v>1.02993</c:v>
                </c:pt>
                <c:pt idx="1064">
                  <c:v>1.03043</c:v>
                </c:pt>
                <c:pt idx="1065">
                  <c:v>1.0309299999999999</c:v>
                </c:pt>
                <c:pt idx="1066">
                  <c:v>1.0314300000000001</c:v>
                </c:pt>
                <c:pt idx="1067">
                  <c:v>1.03193</c:v>
                </c:pt>
                <c:pt idx="1068">
                  <c:v>1.03243</c:v>
                </c:pt>
                <c:pt idx="1069">
                  <c:v>1.0329299999999999</c:v>
                </c:pt>
                <c:pt idx="1070">
                  <c:v>1.0334300000000001</c:v>
                </c:pt>
                <c:pt idx="1071">
                  <c:v>1.0339400000000001</c:v>
                </c:pt>
                <c:pt idx="1072">
                  <c:v>1.03444</c:v>
                </c:pt>
                <c:pt idx="1073">
                  <c:v>1.03494</c:v>
                </c:pt>
                <c:pt idx="1074">
                  <c:v>1.0354399999999999</c:v>
                </c:pt>
                <c:pt idx="1075">
                  <c:v>1.0359400000000001</c:v>
                </c:pt>
                <c:pt idx="1076">
                  <c:v>1.03644</c:v>
                </c:pt>
                <c:pt idx="1077">
                  <c:v>1.03694</c:v>
                </c:pt>
                <c:pt idx="1078">
                  <c:v>1.0374300000000001</c:v>
                </c:pt>
                <c:pt idx="1079">
                  <c:v>1.03793</c:v>
                </c:pt>
                <c:pt idx="1080">
                  <c:v>1.03843</c:v>
                </c:pt>
                <c:pt idx="1081">
                  <c:v>1.0389299999999999</c:v>
                </c:pt>
                <c:pt idx="1082">
                  <c:v>1.0394300000000001</c:v>
                </c:pt>
                <c:pt idx="1083">
                  <c:v>1.03993</c:v>
                </c:pt>
                <c:pt idx="1084">
                  <c:v>1.04043</c:v>
                </c:pt>
                <c:pt idx="1085">
                  <c:v>1.0409299999999999</c:v>
                </c:pt>
                <c:pt idx="1086">
                  <c:v>1.0414300000000001</c:v>
                </c:pt>
                <c:pt idx="1087">
                  <c:v>1.04193</c:v>
                </c:pt>
                <c:pt idx="1088">
                  <c:v>1.04243</c:v>
                </c:pt>
                <c:pt idx="1089">
                  <c:v>1.0429299999999999</c:v>
                </c:pt>
                <c:pt idx="1090">
                  <c:v>1.0434300000000001</c:v>
                </c:pt>
                <c:pt idx="1091">
                  <c:v>1.04393</c:v>
                </c:pt>
                <c:pt idx="1092">
                  <c:v>1.04443</c:v>
                </c:pt>
                <c:pt idx="1093">
                  <c:v>1.0449299999999999</c:v>
                </c:pt>
                <c:pt idx="1094">
                  <c:v>1.0454300000000001</c:v>
                </c:pt>
                <c:pt idx="1095">
                  <c:v>1.04593</c:v>
                </c:pt>
                <c:pt idx="1096">
                  <c:v>1.04643</c:v>
                </c:pt>
                <c:pt idx="1097">
                  <c:v>1.0469299999999999</c:v>
                </c:pt>
                <c:pt idx="1098">
                  <c:v>1.0474300000000001</c:v>
                </c:pt>
                <c:pt idx="1099">
                  <c:v>1.04793</c:v>
                </c:pt>
                <c:pt idx="1100">
                  <c:v>1.04843</c:v>
                </c:pt>
                <c:pt idx="1101">
                  <c:v>1.0489299999999999</c:v>
                </c:pt>
                <c:pt idx="1102">
                  <c:v>1.0494300000000001</c:v>
                </c:pt>
                <c:pt idx="1103">
                  <c:v>1.04993</c:v>
                </c:pt>
                <c:pt idx="1104">
                  <c:v>1.05043</c:v>
                </c:pt>
                <c:pt idx="1105">
                  <c:v>1.0509299999999999</c:v>
                </c:pt>
                <c:pt idx="1106">
                  <c:v>1.0514300000000001</c:v>
                </c:pt>
                <c:pt idx="1107">
                  <c:v>1.05193</c:v>
                </c:pt>
                <c:pt idx="1108">
                  <c:v>1.05243</c:v>
                </c:pt>
                <c:pt idx="1109">
                  <c:v>1.0529299999999999</c:v>
                </c:pt>
                <c:pt idx="1110">
                  <c:v>1.0534300000000001</c:v>
                </c:pt>
                <c:pt idx="1111">
                  <c:v>1.05393</c:v>
                </c:pt>
                <c:pt idx="1112">
                  <c:v>1.05443</c:v>
                </c:pt>
                <c:pt idx="1113">
                  <c:v>1.0549299999999999</c:v>
                </c:pt>
                <c:pt idx="1114">
                  <c:v>1.0554300000000001</c:v>
                </c:pt>
                <c:pt idx="1115">
                  <c:v>1.05593</c:v>
                </c:pt>
                <c:pt idx="1116">
                  <c:v>1.05643</c:v>
                </c:pt>
                <c:pt idx="1117">
                  <c:v>1.0569299999999999</c:v>
                </c:pt>
                <c:pt idx="1118">
                  <c:v>1.05742</c:v>
                </c:pt>
                <c:pt idx="1119">
                  <c:v>1.05792</c:v>
                </c:pt>
                <c:pt idx="1120">
                  <c:v>1.0584199999999999</c:v>
                </c:pt>
                <c:pt idx="1121">
                  <c:v>1.0589200000000001</c:v>
                </c:pt>
                <c:pt idx="1122">
                  <c:v>1.05942</c:v>
                </c:pt>
                <c:pt idx="1123">
                  <c:v>1.05992</c:v>
                </c:pt>
                <c:pt idx="1124">
                  <c:v>1.0604199999999999</c:v>
                </c:pt>
                <c:pt idx="1125">
                  <c:v>1.0609200000000001</c:v>
                </c:pt>
                <c:pt idx="1126">
                  <c:v>1.06142</c:v>
                </c:pt>
                <c:pt idx="1127">
                  <c:v>1.06193</c:v>
                </c:pt>
                <c:pt idx="1128">
                  <c:v>1.06243</c:v>
                </c:pt>
                <c:pt idx="1129">
                  <c:v>1.0629200000000001</c:v>
                </c:pt>
                <c:pt idx="1130">
                  <c:v>1.06342</c:v>
                </c:pt>
                <c:pt idx="1131">
                  <c:v>1.06392</c:v>
                </c:pt>
                <c:pt idx="1132">
                  <c:v>1.0644199999999999</c:v>
                </c:pt>
                <c:pt idx="1133">
                  <c:v>1.0649200000000001</c:v>
                </c:pt>
                <c:pt idx="1134">
                  <c:v>1.06542</c:v>
                </c:pt>
                <c:pt idx="1135">
                  <c:v>1.06592</c:v>
                </c:pt>
                <c:pt idx="1136">
                  <c:v>1.0664199999999999</c:v>
                </c:pt>
                <c:pt idx="1137">
                  <c:v>1.0669200000000001</c:v>
                </c:pt>
                <c:pt idx="1138">
                  <c:v>1.06742</c:v>
                </c:pt>
                <c:pt idx="1139">
                  <c:v>1.06792</c:v>
                </c:pt>
                <c:pt idx="1140">
                  <c:v>1.0684199999999999</c:v>
                </c:pt>
                <c:pt idx="1141">
                  <c:v>1.0689200000000001</c:v>
                </c:pt>
                <c:pt idx="1142">
                  <c:v>1.06942</c:v>
                </c:pt>
                <c:pt idx="1143">
                  <c:v>1.06992</c:v>
                </c:pt>
                <c:pt idx="1144">
                  <c:v>1.0704199999999999</c:v>
                </c:pt>
                <c:pt idx="1145">
                  <c:v>1.0709200000000001</c:v>
                </c:pt>
                <c:pt idx="1146">
                  <c:v>1.07142</c:v>
                </c:pt>
                <c:pt idx="1147">
                  <c:v>1.07192</c:v>
                </c:pt>
                <c:pt idx="1148">
                  <c:v>1.0724199999999999</c:v>
                </c:pt>
                <c:pt idx="1149">
                  <c:v>1.0729200000000001</c:v>
                </c:pt>
                <c:pt idx="1150">
                  <c:v>1.07342</c:v>
                </c:pt>
                <c:pt idx="1151">
                  <c:v>1.07392</c:v>
                </c:pt>
                <c:pt idx="1152">
                  <c:v>1.0744199999999999</c:v>
                </c:pt>
                <c:pt idx="1153">
                  <c:v>1.0749200000000001</c:v>
                </c:pt>
                <c:pt idx="1154">
                  <c:v>1.07542</c:v>
                </c:pt>
                <c:pt idx="1155">
                  <c:v>1.07592</c:v>
                </c:pt>
                <c:pt idx="1156">
                  <c:v>1.0764199999999999</c:v>
                </c:pt>
                <c:pt idx="1157">
                  <c:v>1.07691</c:v>
                </c:pt>
                <c:pt idx="1158">
                  <c:v>1.07741</c:v>
                </c:pt>
                <c:pt idx="1159">
                  <c:v>1.07792</c:v>
                </c:pt>
                <c:pt idx="1160">
                  <c:v>1.0784199999999999</c:v>
                </c:pt>
                <c:pt idx="1161">
                  <c:v>1.0789200000000001</c:v>
                </c:pt>
                <c:pt idx="1162">
                  <c:v>1.07941</c:v>
                </c:pt>
                <c:pt idx="1163">
                  <c:v>1.0799099999999999</c:v>
                </c:pt>
                <c:pt idx="1164">
                  <c:v>1.0804100000000001</c:v>
                </c:pt>
                <c:pt idx="1165">
                  <c:v>1.0809200000000001</c:v>
                </c:pt>
                <c:pt idx="1166">
                  <c:v>1.08142</c:v>
                </c:pt>
                <c:pt idx="1167">
                  <c:v>1.08192</c:v>
                </c:pt>
                <c:pt idx="1168">
                  <c:v>1.0824199999999999</c:v>
                </c:pt>
                <c:pt idx="1169">
                  <c:v>1.0829200000000001</c:v>
                </c:pt>
                <c:pt idx="1170">
                  <c:v>1.08341</c:v>
                </c:pt>
                <c:pt idx="1171">
                  <c:v>1.0839099999999999</c:v>
                </c:pt>
                <c:pt idx="1172">
                  <c:v>1.0844100000000001</c:v>
                </c:pt>
                <c:pt idx="1173">
                  <c:v>1.08491</c:v>
                </c:pt>
                <c:pt idx="1174">
                  <c:v>1.08541</c:v>
                </c:pt>
                <c:pt idx="1175">
                  <c:v>1.0859099999999999</c:v>
                </c:pt>
                <c:pt idx="1176">
                  <c:v>1.0864100000000001</c:v>
                </c:pt>
                <c:pt idx="1177">
                  <c:v>1.08691</c:v>
                </c:pt>
                <c:pt idx="1178">
                  <c:v>1.08741</c:v>
                </c:pt>
                <c:pt idx="1179">
                  <c:v>1.0879099999999999</c:v>
                </c:pt>
                <c:pt idx="1180">
                  <c:v>1.0884100000000001</c:v>
                </c:pt>
                <c:pt idx="1181">
                  <c:v>1.08891</c:v>
                </c:pt>
                <c:pt idx="1182">
                  <c:v>1.08941</c:v>
                </c:pt>
                <c:pt idx="1183">
                  <c:v>1.0899099999999999</c:v>
                </c:pt>
                <c:pt idx="1184">
                  <c:v>1.0904100000000001</c:v>
                </c:pt>
                <c:pt idx="1185">
                  <c:v>1.09091</c:v>
                </c:pt>
                <c:pt idx="1186">
                  <c:v>1.09141</c:v>
                </c:pt>
                <c:pt idx="1187">
                  <c:v>1.09192</c:v>
                </c:pt>
                <c:pt idx="1188">
                  <c:v>1.0924199999999999</c:v>
                </c:pt>
                <c:pt idx="1189">
                  <c:v>1.0929199999999999</c:v>
                </c:pt>
                <c:pt idx="1190">
                  <c:v>1.09341</c:v>
                </c:pt>
                <c:pt idx="1191">
                  <c:v>1.0939099999999999</c:v>
                </c:pt>
                <c:pt idx="1192">
                  <c:v>1.0944100000000001</c:v>
                </c:pt>
                <c:pt idx="1193">
                  <c:v>1.09491</c:v>
                </c:pt>
                <c:pt idx="1194">
                  <c:v>1.09541</c:v>
                </c:pt>
                <c:pt idx="1195">
                  <c:v>1.0959099999999999</c:v>
                </c:pt>
                <c:pt idx="1196">
                  <c:v>1.0964100000000001</c:v>
                </c:pt>
                <c:pt idx="1197">
                  <c:v>1.0969100000000001</c:v>
                </c:pt>
                <c:pt idx="1198">
                  <c:v>1.09741</c:v>
                </c:pt>
                <c:pt idx="1199">
                  <c:v>1.0979099999999999</c:v>
                </c:pt>
                <c:pt idx="1200">
                  <c:v>1.0984100000000001</c:v>
                </c:pt>
                <c:pt idx="1201">
                  <c:v>1.0989100000000001</c:v>
                </c:pt>
                <c:pt idx="1202">
                  <c:v>1.09941</c:v>
                </c:pt>
                <c:pt idx="1203">
                  <c:v>1.0999099999999999</c:v>
                </c:pt>
                <c:pt idx="1204">
                  <c:v>1.1004100000000001</c:v>
                </c:pt>
                <c:pt idx="1205">
                  <c:v>1.1009100000000001</c:v>
                </c:pt>
                <c:pt idx="1206">
                  <c:v>1.10141</c:v>
                </c:pt>
                <c:pt idx="1207">
                  <c:v>1.1019099999999999</c:v>
                </c:pt>
                <c:pt idx="1208">
                  <c:v>1.1024099999999999</c:v>
                </c:pt>
                <c:pt idx="1209">
                  <c:v>1.1029100000000001</c:v>
                </c:pt>
                <c:pt idx="1210">
                  <c:v>1.10341</c:v>
                </c:pt>
                <c:pt idx="1211">
                  <c:v>1.1039099999999999</c:v>
                </c:pt>
                <c:pt idx="1212">
                  <c:v>1.1044</c:v>
                </c:pt>
                <c:pt idx="1213">
                  <c:v>1.1049</c:v>
                </c:pt>
                <c:pt idx="1214">
                  <c:v>1.10541</c:v>
                </c:pt>
                <c:pt idx="1215">
                  <c:v>1.1059000000000001</c:v>
                </c:pt>
                <c:pt idx="1216">
                  <c:v>1.1064000000000001</c:v>
                </c:pt>
                <c:pt idx="1217">
                  <c:v>1.1069</c:v>
                </c:pt>
                <c:pt idx="1218">
                  <c:v>1.1073999999999999</c:v>
                </c:pt>
                <c:pt idx="1219">
                  <c:v>1.1079000000000001</c:v>
                </c:pt>
                <c:pt idx="1220">
                  <c:v>1.1084000000000001</c:v>
                </c:pt>
                <c:pt idx="1221">
                  <c:v>1.1089</c:v>
                </c:pt>
                <c:pt idx="1222">
                  <c:v>1.1093999999999999</c:v>
                </c:pt>
                <c:pt idx="1223">
                  <c:v>1.1099000000000001</c:v>
                </c:pt>
                <c:pt idx="1224">
                  <c:v>1.1104000000000001</c:v>
                </c:pt>
                <c:pt idx="1225">
                  <c:v>1.1109</c:v>
                </c:pt>
                <c:pt idx="1226">
                  <c:v>1.1113999999999999</c:v>
                </c:pt>
                <c:pt idx="1227">
                  <c:v>1.1119000000000001</c:v>
                </c:pt>
                <c:pt idx="1228">
                  <c:v>1.1124000000000001</c:v>
                </c:pt>
                <c:pt idx="1229">
                  <c:v>1.1129</c:v>
                </c:pt>
                <c:pt idx="1230">
                  <c:v>1.1133999999999999</c:v>
                </c:pt>
                <c:pt idx="1231">
                  <c:v>1.1138999999999999</c:v>
                </c:pt>
                <c:pt idx="1232">
                  <c:v>1.1144000000000001</c:v>
                </c:pt>
                <c:pt idx="1233">
                  <c:v>1.1149</c:v>
                </c:pt>
                <c:pt idx="1234">
                  <c:v>1.1153999999999999</c:v>
                </c:pt>
                <c:pt idx="1235">
                  <c:v>1.1158999999999999</c:v>
                </c:pt>
                <c:pt idx="1236">
                  <c:v>1.1164000000000001</c:v>
                </c:pt>
                <c:pt idx="1237">
                  <c:v>1.1169</c:v>
                </c:pt>
                <c:pt idx="1238">
                  <c:v>1.1173999999999999</c:v>
                </c:pt>
                <c:pt idx="1239">
                  <c:v>1.1178999999999999</c:v>
                </c:pt>
                <c:pt idx="1240">
                  <c:v>1.1184000000000001</c:v>
                </c:pt>
                <c:pt idx="1241">
                  <c:v>1.1189</c:v>
                </c:pt>
                <c:pt idx="1242">
                  <c:v>1.1194</c:v>
                </c:pt>
                <c:pt idx="1243">
                  <c:v>1.1198999999999999</c:v>
                </c:pt>
                <c:pt idx="1244">
                  <c:v>1.1204000000000001</c:v>
                </c:pt>
                <c:pt idx="1245">
                  <c:v>1.1209</c:v>
                </c:pt>
                <c:pt idx="1246">
                  <c:v>1.1214</c:v>
                </c:pt>
                <c:pt idx="1247">
                  <c:v>1.1218999999999999</c:v>
                </c:pt>
                <c:pt idx="1248">
                  <c:v>1.1224000000000001</c:v>
                </c:pt>
                <c:pt idx="1249">
                  <c:v>1.1228899999999999</c:v>
                </c:pt>
                <c:pt idx="1250">
                  <c:v>1.1233900000000001</c:v>
                </c:pt>
                <c:pt idx="1251">
                  <c:v>1.1238900000000001</c:v>
                </c:pt>
                <c:pt idx="1252">
                  <c:v>1.12439</c:v>
                </c:pt>
                <c:pt idx="1253">
                  <c:v>1.1248899999999999</c:v>
                </c:pt>
                <c:pt idx="1254">
                  <c:v>1.1253899999999999</c:v>
                </c:pt>
                <c:pt idx="1255">
                  <c:v>1.1258900000000001</c:v>
                </c:pt>
                <c:pt idx="1256">
                  <c:v>1.12639</c:v>
                </c:pt>
                <c:pt idx="1257">
                  <c:v>1.1268899999999999</c:v>
                </c:pt>
                <c:pt idx="1258">
                  <c:v>1.1273899999999999</c:v>
                </c:pt>
                <c:pt idx="1259">
                  <c:v>1.1278900000000001</c:v>
                </c:pt>
                <c:pt idx="1260">
                  <c:v>1.12839</c:v>
                </c:pt>
                <c:pt idx="1261">
                  <c:v>1.1288899999999999</c:v>
                </c:pt>
                <c:pt idx="1262">
                  <c:v>1.1293899999999999</c:v>
                </c:pt>
                <c:pt idx="1263">
                  <c:v>1.1298900000000001</c:v>
                </c:pt>
                <c:pt idx="1264">
                  <c:v>1.13039</c:v>
                </c:pt>
                <c:pt idx="1265">
                  <c:v>1.13089</c:v>
                </c:pt>
                <c:pt idx="1266">
                  <c:v>1.1313899999999999</c:v>
                </c:pt>
                <c:pt idx="1267">
                  <c:v>1.1318900000000001</c:v>
                </c:pt>
                <c:pt idx="1268">
                  <c:v>1.13239</c:v>
                </c:pt>
                <c:pt idx="1269">
                  <c:v>1.13289</c:v>
                </c:pt>
                <c:pt idx="1270">
                  <c:v>1.1333899999999999</c:v>
                </c:pt>
                <c:pt idx="1271">
                  <c:v>1.1338900000000001</c:v>
                </c:pt>
                <c:pt idx="1272">
                  <c:v>1.13439</c:v>
                </c:pt>
                <c:pt idx="1273">
                  <c:v>1.13489</c:v>
                </c:pt>
                <c:pt idx="1274">
                  <c:v>1.1353899999999999</c:v>
                </c:pt>
                <c:pt idx="1275">
                  <c:v>1.1358900000000001</c:v>
                </c:pt>
                <c:pt idx="1276">
                  <c:v>1.13639</c:v>
                </c:pt>
                <c:pt idx="1277">
                  <c:v>1.13689</c:v>
                </c:pt>
                <c:pt idx="1278">
                  <c:v>1.1373899999999999</c:v>
                </c:pt>
                <c:pt idx="1279">
                  <c:v>1.1378900000000001</c:v>
                </c:pt>
                <c:pt idx="1280">
                  <c:v>1.13839</c:v>
                </c:pt>
                <c:pt idx="1281">
                  <c:v>1.13889</c:v>
                </c:pt>
                <c:pt idx="1282">
                  <c:v>1.1393800000000001</c:v>
                </c:pt>
                <c:pt idx="1283">
                  <c:v>1.13988</c:v>
                </c:pt>
                <c:pt idx="1284">
                  <c:v>1.1403799999999999</c:v>
                </c:pt>
                <c:pt idx="1285">
                  <c:v>1.1408799999999999</c:v>
                </c:pt>
                <c:pt idx="1286">
                  <c:v>1.1413800000000001</c:v>
                </c:pt>
                <c:pt idx="1287">
                  <c:v>1.14188</c:v>
                </c:pt>
                <c:pt idx="1288">
                  <c:v>1.14238</c:v>
                </c:pt>
                <c:pt idx="1289">
                  <c:v>1.1428799999999999</c:v>
                </c:pt>
                <c:pt idx="1290">
                  <c:v>1.1433800000000001</c:v>
                </c:pt>
                <c:pt idx="1291">
                  <c:v>1.14388</c:v>
                </c:pt>
                <c:pt idx="1292">
                  <c:v>1.14438</c:v>
                </c:pt>
                <c:pt idx="1293">
                  <c:v>1.1448799999999999</c:v>
                </c:pt>
                <c:pt idx="1294">
                  <c:v>1.1453800000000001</c:v>
                </c:pt>
                <c:pt idx="1295">
                  <c:v>1.14588</c:v>
                </c:pt>
                <c:pt idx="1296">
                  <c:v>1.14638</c:v>
                </c:pt>
                <c:pt idx="1297">
                  <c:v>1.1468799999999999</c:v>
                </c:pt>
                <c:pt idx="1298">
                  <c:v>1.1473800000000001</c:v>
                </c:pt>
                <c:pt idx="1299">
                  <c:v>1.14788</c:v>
                </c:pt>
                <c:pt idx="1300">
                  <c:v>1.14838</c:v>
                </c:pt>
                <c:pt idx="1301">
                  <c:v>1.1488799999999999</c:v>
                </c:pt>
                <c:pt idx="1302">
                  <c:v>1.1493800000000001</c:v>
                </c:pt>
                <c:pt idx="1303">
                  <c:v>1.14988</c:v>
                </c:pt>
                <c:pt idx="1304">
                  <c:v>1.15038</c:v>
                </c:pt>
                <c:pt idx="1305">
                  <c:v>1.1508799999999999</c:v>
                </c:pt>
                <c:pt idx="1306">
                  <c:v>1.1513800000000001</c:v>
                </c:pt>
                <c:pt idx="1307">
                  <c:v>1.15188</c:v>
                </c:pt>
                <c:pt idx="1308">
                  <c:v>1.15238</c:v>
                </c:pt>
                <c:pt idx="1309">
                  <c:v>1.1528799999999999</c:v>
                </c:pt>
                <c:pt idx="1310">
                  <c:v>1.1533800000000001</c:v>
                </c:pt>
                <c:pt idx="1311">
                  <c:v>1.15388</c:v>
                </c:pt>
                <c:pt idx="1312">
                  <c:v>1.15438</c:v>
                </c:pt>
                <c:pt idx="1313">
                  <c:v>1.1548799999999999</c:v>
                </c:pt>
                <c:pt idx="1314">
                  <c:v>1.1553800000000001</c:v>
                </c:pt>
                <c:pt idx="1315">
                  <c:v>1.15588</c:v>
                </c:pt>
                <c:pt idx="1316">
                  <c:v>1.15638</c:v>
                </c:pt>
                <c:pt idx="1317">
                  <c:v>1.1568799999999999</c:v>
                </c:pt>
                <c:pt idx="1318">
                  <c:v>1.1573800000000001</c:v>
                </c:pt>
                <c:pt idx="1319">
                  <c:v>1.15788</c:v>
                </c:pt>
                <c:pt idx="1320">
                  <c:v>1.15838</c:v>
                </c:pt>
                <c:pt idx="1321">
                  <c:v>1.1588799999999999</c:v>
                </c:pt>
                <c:pt idx="1322">
                  <c:v>1.1593800000000001</c:v>
                </c:pt>
                <c:pt idx="1323">
                  <c:v>1.15988</c:v>
                </c:pt>
                <c:pt idx="1324">
                  <c:v>1.16038</c:v>
                </c:pt>
                <c:pt idx="1325">
                  <c:v>1.1608799999999999</c:v>
                </c:pt>
                <c:pt idx="1326">
                  <c:v>1.1613800000000001</c:v>
                </c:pt>
                <c:pt idx="1327">
                  <c:v>1.16188</c:v>
                </c:pt>
                <c:pt idx="1328">
                  <c:v>1.16238</c:v>
                </c:pt>
                <c:pt idx="1329">
                  <c:v>1.1628799999999999</c:v>
                </c:pt>
                <c:pt idx="1330">
                  <c:v>1.1633800000000001</c:v>
                </c:pt>
                <c:pt idx="1331">
                  <c:v>1.16388</c:v>
                </c:pt>
                <c:pt idx="1332">
                  <c:v>1.16438</c:v>
                </c:pt>
                <c:pt idx="1333">
                  <c:v>1.1648799999999999</c:v>
                </c:pt>
                <c:pt idx="1334">
                  <c:v>1.1653800000000001</c:v>
                </c:pt>
                <c:pt idx="1335">
                  <c:v>1.16588</c:v>
                </c:pt>
                <c:pt idx="1336">
                  <c:v>1.16638</c:v>
                </c:pt>
                <c:pt idx="1337">
                  <c:v>1.1668799999999999</c:v>
                </c:pt>
                <c:pt idx="1338">
                  <c:v>1.1673800000000001</c:v>
                </c:pt>
                <c:pt idx="1339">
                  <c:v>1.16788</c:v>
                </c:pt>
                <c:pt idx="1340">
                  <c:v>1.16838</c:v>
                </c:pt>
                <c:pt idx="1341">
                  <c:v>1.1688799999999999</c:v>
                </c:pt>
                <c:pt idx="1342">
                  <c:v>1.1693800000000001</c:v>
                </c:pt>
                <c:pt idx="1343">
                  <c:v>1.16988</c:v>
                </c:pt>
                <c:pt idx="1344">
                  <c:v>1.17038</c:v>
                </c:pt>
                <c:pt idx="1345">
                  <c:v>1.1708799999999999</c:v>
                </c:pt>
                <c:pt idx="1346">
                  <c:v>1.17137</c:v>
                </c:pt>
                <c:pt idx="1347">
                  <c:v>1.17187</c:v>
                </c:pt>
                <c:pt idx="1348">
                  <c:v>1.1723699999999999</c:v>
                </c:pt>
                <c:pt idx="1349">
                  <c:v>1.1728700000000001</c:v>
                </c:pt>
                <c:pt idx="1350">
                  <c:v>1.17337</c:v>
                </c:pt>
                <c:pt idx="1351">
                  <c:v>1.17387</c:v>
                </c:pt>
                <c:pt idx="1352">
                  <c:v>1.1743699999999999</c:v>
                </c:pt>
                <c:pt idx="1353">
                  <c:v>1.1748700000000001</c:v>
                </c:pt>
                <c:pt idx="1354">
                  <c:v>1.17537</c:v>
                </c:pt>
                <c:pt idx="1355">
                  <c:v>1.17587</c:v>
                </c:pt>
                <c:pt idx="1356">
                  <c:v>1.1763699999999999</c:v>
                </c:pt>
                <c:pt idx="1357">
                  <c:v>1.1768700000000001</c:v>
                </c:pt>
                <c:pt idx="1358">
                  <c:v>1.17737</c:v>
                </c:pt>
                <c:pt idx="1359">
                  <c:v>1.17787</c:v>
                </c:pt>
                <c:pt idx="1360">
                  <c:v>1.1783699999999999</c:v>
                </c:pt>
                <c:pt idx="1361">
                  <c:v>1.1788700000000001</c:v>
                </c:pt>
                <c:pt idx="1362">
                  <c:v>1.17937</c:v>
                </c:pt>
                <c:pt idx="1363">
                  <c:v>1.17987</c:v>
                </c:pt>
                <c:pt idx="1364">
                  <c:v>1.1803699999999999</c:v>
                </c:pt>
                <c:pt idx="1365">
                  <c:v>1.1808700000000001</c:v>
                </c:pt>
                <c:pt idx="1366">
                  <c:v>1.18137</c:v>
                </c:pt>
                <c:pt idx="1367">
                  <c:v>1.18187</c:v>
                </c:pt>
                <c:pt idx="1368">
                  <c:v>1.1823699999999999</c:v>
                </c:pt>
                <c:pt idx="1369">
                  <c:v>1.1828700000000001</c:v>
                </c:pt>
                <c:pt idx="1370">
                  <c:v>1.18337</c:v>
                </c:pt>
                <c:pt idx="1371">
                  <c:v>1.1838599999999999</c:v>
                </c:pt>
                <c:pt idx="1372">
                  <c:v>1.1843600000000001</c:v>
                </c:pt>
                <c:pt idx="1373">
                  <c:v>1.18486</c:v>
                </c:pt>
                <c:pt idx="1374">
                  <c:v>1.18536</c:v>
                </c:pt>
                <c:pt idx="1375">
                  <c:v>1.1858599999999999</c:v>
                </c:pt>
                <c:pt idx="1376">
                  <c:v>1.1863600000000001</c:v>
                </c:pt>
                <c:pt idx="1377">
                  <c:v>1.18686</c:v>
                </c:pt>
                <c:pt idx="1378">
                  <c:v>1.18736</c:v>
                </c:pt>
                <c:pt idx="1379">
                  <c:v>1.18787</c:v>
                </c:pt>
                <c:pt idx="1380">
                  <c:v>1.1883699999999999</c:v>
                </c:pt>
                <c:pt idx="1381">
                  <c:v>1.1888700000000001</c:v>
                </c:pt>
                <c:pt idx="1382">
                  <c:v>1.18937</c:v>
                </c:pt>
                <c:pt idx="1383">
                  <c:v>1.18987</c:v>
                </c:pt>
                <c:pt idx="1384">
                  <c:v>1.1903699999999999</c:v>
                </c:pt>
                <c:pt idx="1385">
                  <c:v>1.1908700000000001</c:v>
                </c:pt>
                <c:pt idx="1386">
                  <c:v>1.19137</c:v>
                </c:pt>
                <c:pt idx="1387">
                  <c:v>1.1918599999999999</c:v>
                </c:pt>
                <c:pt idx="1388">
                  <c:v>1.1923600000000001</c:v>
                </c:pt>
                <c:pt idx="1389">
                  <c:v>1.19286</c:v>
                </c:pt>
                <c:pt idx="1390">
                  <c:v>1.19336</c:v>
                </c:pt>
                <c:pt idx="1391">
                  <c:v>1.1938599999999999</c:v>
                </c:pt>
                <c:pt idx="1392">
                  <c:v>1.19435</c:v>
                </c:pt>
                <c:pt idx="1393">
                  <c:v>1.19485</c:v>
                </c:pt>
                <c:pt idx="1394">
                  <c:v>1.19536</c:v>
                </c:pt>
                <c:pt idx="1395">
                  <c:v>1.1958599999999999</c:v>
                </c:pt>
                <c:pt idx="1396">
                  <c:v>1.1963600000000001</c:v>
                </c:pt>
                <c:pt idx="1397">
                  <c:v>1.19686</c:v>
                </c:pt>
                <c:pt idx="1398">
                  <c:v>1.19736</c:v>
                </c:pt>
                <c:pt idx="1399">
                  <c:v>1.1978599999999999</c:v>
                </c:pt>
                <c:pt idx="1400">
                  <c:v>1.1983600000000001</c:v>
                </c:pt>
                <c:pt idx="1401">
                  <c:v>1.19886</c:v>
                </c:pt>
                <c:pt idx="1402">
                  <c:v>1.19936</c:v>
                </c:pt>
                <c:pt idx="1403">
                  <c:v>1.1998599999999999</c:v>
                </c:pt>
                <c:pt idx="1404">
                  <c:v>1.2003600000000001</c:v>
                </c:pt>
                <c:pt idx="1405">
                  <c:v>1.20086</c:v>
                </c:pt>
                <c:pt idx="1406">
                  <c:v>1.20136</c:v>
                </c:pt>
                <c:pt idx="1407">
                  <c:v>1.2018599999999999</c:v>
                </c:pt>
                <c:pt idx="1408">
                  <c:v>1.2023600000000001</c:v>
                </c:pt>
                <c:pt idx="1409">
                  <c:v>1.20286</c:v>
                </c:pt>
                <c:pt idx="1410">
                  <c:v>1.20336</c:v>
                </c:pt>
                <c:pt idx="1411">
                  <c:v>1.2038599999999999</c:v>
                </c:pt>
                <c:pt idx="1412">
                  <c:v>1.2043600000000001</c:v>
                </c:pt>
                <c:pt idx="1413">
                  <c:v>1.20486</c:v>
                </c:pt>
                <c:pt idx="1414">
                  <c:v>1.20536</c:v>
                </c:pt>
                <c:pt idx="1415">
                  <c:v>1.2058599999999999</c:v>
                </c:pt>
                <c:pt idx="1416">
                  <c:v>1.20635</c:v>
                </c:pt>
                <c:pt idx="1417">
                  <c:v>1.20685</c:v>
                </c:pt>
                <c:pt idx="1418">
                  <c:v>1.2073499999999999</c:v>
                </c:pt>
                <c:pt idx="1419">
                  <c:v>1.2078599999999999</c:v>
                </c:pt>
                <c:pt idx="1420">
                  <c:v>1.2083600000000001</c:v>
                </c:pt>
                <c:pt idx="1421">
                  <c:v>1.20886</c:v>
                </c:pt>
                <c:pt idx="1422">
                  <c:v>1.20936</c:v>
                </c:pt>
                <c:pt idx="1423">
                  <c:v>1.2098599999999999</c:v>
                </c:pt>
                <c:pt idx="1424">
                  <c:v>1.2103600000000001</c:v>
                </c:pt>
                <c:pt idx="1425">
                  <c:v>1.21086</c:v>
                </c:pt>
                <c:pt idx="1426">
                  <c:v>1.21136</c:v>
                </c:pt>
                <c:pt idx="1427">
                  <c:v>1.2118599999999999</c:v>
                </c:pt>
                <c:pt idx="1428">
                  <c:v>1.2123600000000001</c:v>
                </c:pt>
                <c:pt idx="1429">
                  <c:v>1.21286</c:v>
                </c:pt>
                <c:pt idx="1430">
                  <c:v>1.21336</c:v>
                </c:pt>
                <c:pt idx="1431">
                  <c:v>1.2138599999999999</c:v>
                </c:pt>
                <c:pt idx="1432">
                  <c:v>1.2143600000000001</c:v>
                </c:pt>
                <c:pt idx="1433">
                  <c:v>1.2148600000000001</c:v>
                </c:pt>
                <c:pt idx="1434">
                  <c:v>1.21536</c:v>
                </c:pt>
                <c:pt idx="1435">
                  <c:v>1.2158599999999999</c:v>
                </c:pt>
                <c:pt idx="1436">
                  <c:v>1.2163600000000001</c:v>
                </c:pt>
                <c:pt idx="1437">
                  <c:v>1.2168600000000001</c:v>
                </c:pt>
                <c:pt idx="1438">
                  <c:v>1.21736</c:v>
                </c:pt>
                <c:pt idx="1439">
                  <c:v>1.2178500000000001</c:v>
                </c:pt>
                <c:pt idx="1440">
                  <c:v>1.21835</c:v>
                </c:pt>
                <c:pt idx="1441">
                  <c:v>1.21885</c:v>
                </c:pt>
                <c:pt idx="1442">
                  <c:v>1.2193499999999999</c:v>
                </c:pt>
                <c:pt idx="1443">
                  <c:v>1.2198500000000001</c:v>
                </c:pt>
                <c:pt idx="1444">
                  <c:v>1.22035</c:v>
                </c:pt>
                <c:pt idx="1445">
                  <c:v>1.22085</c:v>
                </c:pt>
                <c:pt idx="1446">
                  <c:v>1.2213499999999999</c:v>
                </c:pt>
                <c:pt idx="1447">
                  <c:v>1.2218500000000001</c:v>
                </c:pt>
                <c:pt idx="1448">
                  <c:v>1.2223599999999999</c:v>
                </c:pt>
                <c:pt idx="1449">
                  <c:v>1.2228600000000001</c:v>
                </c:pt>
                <c:pt idx="1450">
                  <c:v>1.2233499999999999</c:v>
                </c:pt>
                <c:pt idx="1451">
                  <c:v>1.2238500000000001</c:v>
                </c:pt>
                <c:pt idx="1452">
                  <c:v>1.22435</c:v>
                </c:pt>
                <c:pt idx="1453">
                  <c:v>1.22485</c:v>
                </c:pt>
                <c:pt idx="1454">
                  <c:v>1.2253499999999999</c:v>
                </c:pt>
                <c:pt idx="1455">
                  <c:v>1.2258500000000001</c:v>
                </c:pt>
                <c:pt idx="1456">
                  <c:v>1.2263500000000001</c:v>
                </c:pt>
                <c:pt idx="1457">
                  <c:v>1.22685</c:v>
                </c:pt>
                <c:pt idx="1458">
                  <c:v>1.2273499999999999</c:v>
                </c:pt>
                <c:pt idx="1459">
                  <c:v>1.2278500000000001</c:v>
                </c:pt>
                <c:pt idx="1460">
                  <c:v>1.2283500000000001</c:v>
                </c:pt>
                <c:pt idx="1461">
                  <c:v>1.22885</c:v>
                </c:pt>
                <c:pt idx="1462">
                  <c:v>1.2293499999999999</c:v>
                </c:pt>
                <c:pt idx="1463">
                  <c:v>1.2298500000000001</c:v>
                </c:pt>
                <c:pt idx="1464">
                  <c:v>1.2303500000000001</c:v>
                </c:pt>
                <c:pt idx="1465">
                  <c:v>1.23085</c:v>
                </c:pt>
                <c:pt idx="1466">
                  <c:v>1.2313499999999999</c:v>
                </c:pt>
                <c:pt idx="1467">
                  <c:v>1.2318499999999999</c:v>
                </c:pt>
                <c:pt idx="1468">
                  <c:v>1.2323500000000001</c:v>
                </c:pt>
                <c:pt idx="1469">
                  <c:v>1.23285</c:v>
                </c:pt>
                <c:pt idx="1470">
                  <c:v>1.2333499999999999</c:v>
                </c:pt>
                <c:pt idx="1471">
                  <c:v>1.2338499999999999</c:v>
                </c:pt>
                <c:pt idx="1472">
                  <c:v>1.2343500000000001</c:v>
                </c:pt>
                <c:pt idx="1473">
                  <c:v>1.23485</c:v>
                </c:pt>
                <c:pt idx="1474">
                  <c:v>1.2353499999999999</c:v>
                </c:pt>
                <c:pt idx="1475">
                  <c:v>1.2358499999999999</c:v>
                </c:pt>
                <c:pt idx="1476">
                  <c:v>1.2363500000000001</c:v>
                </c:pt>
                <c:pt idx="1477">
                  <c:v>1.23685</c:v>
                </c:pt>
                <c:pt idx="1478">
                  <c:v>1.2373499999999999</c:v>
                </c:pt>
                <c:pt idx="1479">
                  <c:v>1.2378499999999999</c:v>
                </c:pt>
                <c:pt idx="1480">
                  <c:v>1.2383500000000001</c:v>
                </c:pt>
                <c:pt idx="1481">
                  <c:v>1.23885</c:v>
                </c:pt>
                <c:pt idx="1482">
                  <c:v>1.23935</c:v>
                </c:pt>
                <c:pt idx="1483">
                  <c:v>1.2398499999999999</c:v>
                </c:pt>
                <c:pt idx="1484">
                  <c:v>1.2403500000000001</c:v>
                </c:pt>
                <c:pt idx="1485">
                  <c:v>1.24085</c:v>
                </c:pt>
                <c:pt idx="1486">
                  <c:v>1.24135</c:v>
                </c:pt>
                <c:pt idx="1487">
                  <c:v>1.2418499999999999</c:v>
                </c:pt>
                <c:pt idx="1488">
                  <c:v>1.2423500000000001</c:v>
                </c:pt>
                <c:pt idx="1489">
                  <c:v>1.24285</c:v>
                </c:pt>
                <c:pt idx="1490">
                  <c:v>1.24335</c:v>
                </c:pt>
                <c:pt idx="1491">
                  <c:v>1.2438499999999999</c:v>
                </c:pt>
                <c:pt idx="1492">
                  <c:v>1.2443500000000001</c:v>
                </c:pt>
                <c:pt idx="1493">
                  <c:v>1.24485</c:v>
                </c:pt>
                <c:pt idx="1494">
                  <c:v>1.24535</c:v>
                </c:pt>
                <c:pt idx="1495">
                  <c:v>1.2458499999999999</c:v>
                </c:pt>
                <c:pt idx="1496">
                  <c:v>1.2463500000000001</c:v>
                </c:pt>
                <c:pt idx="1497">
                  <c:v>1.24685</c:v>
                </c:pt>
                <c:pt idx="1498">
                  <c:v>1.24735</c:v>
                </c:pt>
                <c:pt idx="1499">
                  <c:v>1.2478499999999999</c:v>
                </c:pt>
                <c:pt idx="1500">
                  <c:v>1.2483500000000001</c:v>
                </c:pt>
                <c:pt idx="1501">
                  <c:v>1.24884</c:v>
                </c:pt>
                <c:pt idx="1502">
                  <c:v>1.2493399999999999</c:v>
                </c:pt>
                <c:pt idx="1503">
                  <c:v>1.24983</c:v>
                </c:pt>
                <c:pt idx="1504">
                  <c:v>1.2503299999999999</c:v>
                </c:pt>
                <c:pt idx="1505">
                  <c:v>1.2508300000000001</c:v>
                </c:pt>
                <c:pt idx="1506">
                  <c:v>1.2513300000000001</c:v>
                </c:pt>
                <c:pt idx="1507">
                  <c:v>1.25183</c:v>
                </c:pt>
                <c:pt idx="1508">
                  <c:v>1.2523299999999999</c:v>
                </c:pt>
                <c:pt idx="1509">
                  <c:v>1.2528300000000001</c:v>
                </c:pt>
                <c:pt idx="1510">
                  <c:v>1.2533300000000001</c:v>
                </c:pt>
                <c:pt idx="1511">
                  <c:v>1.25383</c:v>
                </c:pt>
                <c:pt idx="1512">
                  <c:v>1.2543299999999999</c:v>
                </c:pt>
                <c:pt idx="1513">
                  <c:v>1.2548299999999999</c:v>
                </c:pt>
                <c:pt idx="1514">
                  <c:v>1.25532</c:v>
                </c:pt>
                <c:pt idx="1515">
                  <c:v>1.2558199999999999</c:v>
                </c:pt>
                <c:pt idx="1516">
                  <c:v>1.2563299999999999</c:v>
                </c:pt>
                <c:pt idx="1517">
                  <c:v>1.2568299999999999</c:v>
                </c:pt>
                <c:pt idx="1518">
                  <c:v>1.25732</c:v>
                </c:pt>
                <c:pt idx="1519">
                  <c:v>1.2578199999999999</c:v>
                </c:pt>
                <c:pt idx="1520">
                  <c:v>1.2583200000000001</c:v>
                </c:pt>
                <c:pt idx="1521">
                  <c:v>1.2588200000000001</c:v>
                </c:pt>
                <c:pt idx="1522">
                  <c:v>1.25932</c:v>
                </c:pt>
                <c:pt idx="1523">
                  <c:v>1.2598199999999999</c:v>
                </c:pt>
                <c:pt idx="1524">
                  <c:v>1.2603200000000001</c:v>
                </c:pt>
                <c:pt idx="1525">
                  <c:v>1.2608200000000001</c:v>
                </c:pt>
                <c:pt idx="1526">
                  <c:v>1.26132</c:v>
                </c:pt>
                <c:pt idx="1527">
                  <c:v>1.2618199999999999</c:v>
                </c:pt>
                <c:pt idx="1528">
                  <c:v>1.2623200000000001</c:v>
                </c:pt>
                <c:pt idx="1529">
                  <c:v>1.2628200000000001</c:v>
                </c:pt>
                <c:pt idx="1530">
                  <c:v>1.26332</c:v>
                </c:pt>
                <c:pt idx="1531">
                  <c:v>1.2638199999999999</c:v>
                </c:pt>
                <c:pt idx="1532">
                  <c:v>1.2643200000000001</c:v>
                </c:pt>
                <c:pt idx="1533">
                  <c:v>1.2648200000000001</c:v>
                </c:pt>
                <c:pt idx="1534">
                  <c:v>1.26532</c:v>
                </c:pt>
                <c:pt idx="1535">
                  <c:v>1.2658199999999999</c:v>
                </c:pt>
                <c:pt idx="1536">
                  <c:v>1.2663199999999999</c:v>
                </c:pt>
                <c:pt idx="1537">
                  <c:v>1.2668200000000001</c:v>
                </c:pt>
                <c:pt idx="1538">
                  <c:v>1.26732</c:v>
                </c:pt>
                <c:pt idx="1539">
                  <c:v>1.2678199999999999</c:v>
                </c:pt>
                <c:pt idx="1540">
                  <c:v>1.2683199999999999</c:v>
                </c:pt>
                <c:pt idx="1541">
                  <c:v>1.2688200000000001</c:v>
                </c:pt>
                <c:pt idx="1542">
                  <c:v>1.26932</c:v>
                </c:pt>
                <c:pt idx="1543">
                  <c:v>1.2698199999999999</c:v>
                </c:pt>
                <c:pt idx="1544">
                  <c:v>1.2703199999999999</c:v>
                </c:pt>
                <c:pt idx="1545">
                  <c:v>1.2708200000000001</c:v>
                </c:pt>
                <c:pt idx="1546">
                  <c:v>1.27132</c:v>
                </c:pt>
                <c:pt idx="1547">
                  <c:v>1.27182</c:v>
                </c:pt>
                <c:pt idx="1548">
                  <c:v>1.2723199999999999</c:v>
                </c:pt>
                <c:pt idx="1549">
                  <c:v>1.2728200000000001</c:v>
                </c:pt>
                <c:pt idx="1550">
                  <c:v>1.27332</c:v>
                </c:pt>
                <c:pt idx="1551">
                  <c:v>1.27382</c:v>
                </c:pt>
                <c:pt idx="1552">
                  <c:v>1.2743100000000001</c:v>
                </c:pt>
                <c:pt idx="1553">
                  <c:v>1.27481</c:v>
                </c:pt>
                <c:pt idx="1554">
                  <c:v>1.2753099999999999</c:v>
                </c:pt>
                <c:pt idx="1555">
                  <c:v>1.2758100000000001</c:v>
                </c:pt>
                <c:pt idx="1556">
                  <c:v>1.2763100000000001</c:v>
                </c:pt>
                <c:pt idx="1557">
                  <c:v>1.27681</c:v>
                </c:pt>
                <c:pt idx="1558">
                  <c:v>1.2773099999999999</c:v>
                </c:pt>
                <c:pt idx="1559">
                  <c:v>1.2778099999999999</c:v>
                </c:pt>
                <c:pt idx="1560">
                  <c:v>1.2783100000000001</c:v>
                </c:pt>
                <c:pt idx="1561">
                  <c:v>1.27881</c:v>
                </c:pt>
                <c:pt idx="1562">
                  <c:v>1.2793099999999999</c:v>
                </c:pt>
                <c:pt idx="1563">
                  <c:v>1.2798099999999999</c:v>
                </c:pt>
                <c:pt idx="1564">
                  <c:v>1.2803100000000001</c:v>
                </c:pt>
                <c:pt idx="1565">
                  <c:v>1.28081</c:v>
                </c:pt>
                <c:pt idx="1566">
                  <c:v>1.2813099999999999</c:v>
                </c:pt>
                <c:pt idx="1567">
                  <c:v>1.2818099999999999</c:v>
                </c:pt>
                <c:pt idx="1568">
                  <c:v>1.2823100000000001</c:v>
                </c:pt>
                <c:pt idx="1569">
                  <c:v>1.28281</c:v>
                </c:pt>
                <c:pt idx="1570">
                  <c:v>1.28331</c:v>
                </c:pt>
                <c:pt idx="1571">
                  <c:v>1.2838099999999999</c:v>
                </c:pt>
                <c:pt idx="1572">
                  <c:v>1.2843100000000001</c:v>
                </c:pt>
                <c:pt idx="1573">
                  <c:v>1.28481</c:v>
                </c:pt>
                <c:pt idx="1574">
                  <c:v>1.28531</c:v>
                </c:pt>
                <c:pt idx="1575">
                  <c:v>1.2858099999999999</c:v>
                </c:pt>
                <c:pt idx="1576">
                  <c:v>1.2863100000000001</c:v>
                </c:pt>
                <c:pt idx="1577">
                  <c:v>1.28681</c:v>
                </c:pt>
                <c:pt idx="1578">
                  <c:v>1.28731</c:v>
                </c:pt>
                <c:pt idx="1579">
                  <c:v>1.2878099999999999</c:v>
                </c:pt>
                <c:pt idx="1580">
                  <c:v>1.2883100000000001</c:v>
                </c:pt>
                <c:pt idx="1581">
                  <c:v>1.28881</c:v>
                </c:pt>
                <c:pt idx="1582">
                  <c:v>1.28931</c:v>
                </c:pt>
                <c:pt idx="1583">
                  <c:v>1.2898099999999999</c:v>
                </c:pt>
                <c:pt idx="1584">
                  <c:v>1.2903100000000001</c:v>
                </c:pt>
                <c:pt idx="1585">
                  <c:v>1.29081</c:v>
                </c:pt>
                <c:pt idx="1586">
                  <c:v>1.29131</c:v>
                </c:pt>
                <c:pt idx="1587">
                  <c:v>1.2918099999999999</c:v>
                </c:pt>
                <c:pt idx="1588">
                  <c:v>1.2923100000000001</c:v>
                </c:pt>
                <c:pt idx="1589">
                  <c:v>1.29281</c:v>
                </c:pt>
                <c:pt idx="1590">
                  <c:v>1.29331</c:v>
                </c:pt>
                <c:pt idx="1591">
                  <c:v>1.2938000000000001</c:v>
                </c:pt>
                <c:pt idx="1592">
                  <c:v>1.2943</c:v>
                </c:pt>
                <c:pt idx="1593">
                  <c:v>1.2948</c:v>
                </c:pt>
                <c:pt idx="1594">
                  <c:v>1.2952999999999999</c:v>
                </c:pt>
                <c:pt idx="1595">
                  <c:v>1.2958000000000001</c:v>
                </c:pt>
                <c:pt idx="1596">
                  <c:v>1.2963</c:v>
                </c:pt>
                <c:pt idx="1597">
                  <c:v>1.2968</c:v>
                </c:pt>
                <c:pt idx="1598">
                  <c:v>1.2972999999999999</c:v>
                </c:pt>
                <c:pt idx="1599">
                  <c:v>1.2978000000000001</c:v>
                </c:pt>
                <c:pt idx="1600">
                  <c:v>1.2983</c:v>
                </c:pt>
                <c:pt idx="1601">
                  <c:v>1.2988</c:v>
                </c:pt>
                <c:pt idx="1602">
                  <c:v>1.2992999999999999</c:v>
                </c:pt>
                <c:pt idx="1603">
                  <c:v>1.2998000000000001</c:v>
                </c:pt>
                <c:pt idx="1604">
                  <c:v>1.3003</c:v>
                </c:pt>
                <c:pt idx="1605">
                  <c:v>1.3008</c:v>
                </c:pt>
                <c:pt idx="1606">
                  <c:v>1.3012999999999999</c:v>
                </c:pt>
                <c:pt idx="1607">
                  <c:v>1.3018000000000001</c:v>
                </c:pt>
                <c:pt idx="1608">
                  <c:v>1.3023</c:v>
                </c:pt>
                <c:pt idx="1609">
                  <c:v>1.3028</c:v>
                </c:pt>
                <c:pt idx="1610">
                  <c:v>1.3032999999999999</c:v>
                </c:pt>
                <c:pt idx="1611">
                  <c:v>1.3038000000000001</c:v>
                </c:pt>
                <c:pt idx="1612">
                  <c:v>1.3043</c:v>
                </c:pt>
                <c:pt idx="1613">
                  <c:v>1.3048</c:v>
                </c:pt>
                <c:pt idx="1614">
                  <c:v>1.3052999999999999</c:v>
                </c:pt>
                <c:pt idx="1615">
                  <c:v>1.3058000000000001</c:v>
                </c:pt>
                <c:pt idx="1616">
                  <c:v>1.3063</c:v>
                </c:pt>
                <c:pt idx="1617">
                  <c:v>1.3068</c:v>
                </c:pt>
                <c:pt idx="1618">
                  <c:v>1.3072999999999999</c:v>
                </c:pt>
                <c:pt idx="1619">
                  <c:v>1.3078000000000001</c:v>
                </c:pt>
                <c:pt idx="1620">
                  <c:v>1.3083</c:v>
                </c:pt>
                <c:pt idx="1621">
                  <c:v>1.3088</c:v>
                </c:pt>
                <c:pt idx="1622">
                  <c:v>1.3092999999999999</c:v>
                </c:pt>
                <c:pt idx="1623">
                  <c:v>1.3098000000000001</c:v>
                </c:pt>
                <c:pt idx="1624">
                  <c:v>1.3103</c:v>
                </c:pt>
                <c:pt idx="1625">
                  <c:v>1.3108</c:v>
                </c:pt>
                <c:pt idx="1626">
                  <c:v>1.3112999999999999</c:v>
                </c:pt>
                <c:pt idx="1627">
                  <c:v>1.3118000000000001</c:v>
                </c:pt>
                <c:pt idx="1628">
                  <c:v>1.3123</c:v>
                </c:pt>
                <c:pt idx="1629">
                  <c:v>1.3128</c:v>
                </c:pt>
                <c:pt idx="1630">
                  <c:v>1.3132900000000001</c:v>
                </c:pt>
                <c:pt idx="1631">
                  <c:v>1.31379</c:v>
                </c:pt>
                <c:pt idx="1632">
                  <c:v>1.31429</c:v>
                </c:pt>
                <c:pt idx="1633">
                  <c:v>1.3147899999999999</c:v>
                </c:pt>
                <c:pt idx="1634">
                  <c:v>1.3152900000000001</c:v>
                </c:pt>
                <c:pt idx="1635">
                  <c:v>1.31579</c:v>
                </c:pt>
                <c:pt idx="1636">
                  <c:v>1.31629</c:v>
                </c:pt>
                <c:pt idx="1637">
                  <c:v>1.3168</c:v>
                </c:pt>
                <c:pt idx="1638">
                  <c:v>1.3172999999999999</c:v>
                </c:pt>
                <c:pt idx="1639">
                  <c:v>1.31779</c:v>
                </c:pt>
                <c:pt idx="1640">
                  <c:v>1.31829</c:v>
                </c:pt>
                <c:pt idx="1641">
                  <c:v>1.3187800000000001</c:v>
                </c:pt>
                <c:pt idx="1642">
                  <c:v>1.31928</c:v>
                </c:pt>
                <c:pt idx="1643">
                  <c:v>1.31978</c:v>
                </c:pt>
                <c:pt idx="1644">
                  <c:v>1.32029</c:v>
                </c:pt>
                <c:pt idx="1645">
                  <c:v>1.3207899999999999</c:v>
                </c:pt>
                <c:pt idx="1646">
                  <c:v>1.3212900000000001</c:v>
                </c:pt>
                <c:pt idx="1647">
                  <c:v>1.32179</c:v>
                </c:pt>
                <c:pt idx="1648">
                  <c:v>1.32229</c:v>
                </c:pt>
                <c:pt idx="1649">
                  <c:v>1.3227899999999999</c:v>
                </c:pt>
                <c:pt idx="1650">
                  <c:v>1.3232900000000001</c:v>
                </c:pt>
                <c:pt idx="1651">
                  <c:v>1.32379</c:v>
                </c:pt>
                <c:pt idx="1652">
                  <c:v>1.32429</c:v>
                </c:pt>
                <c:pt idx="1653">
                  <c:v>1.3247899999999999</c:v>
                </c:pt>
                <c:pt idx="1654">
                  <c:v>1.3252900000000001</c:v>
                </c:pt>
                <c:pt idx="1655">
                  <c:v>1.32579</c:v>
                </c:pt>
                <c:pt idx="1656">
                  <c:v>1.32629</c:v>
                </c:pt>
                <c:pt idx="1657">
                  <c:v>1.3267899999999999</c:v>
                </c:pt>
                <c:pt idx="1658">
                  <c:v>1.3272999999999999</c:v>
                </c:pt>
                <c:pt idx="1659">
                  <c:v>1.32779</c:v>
                </c:pt>
                <c:pt idx="1660">
                  <c:v>1.32829</c:v>
                </c:pt>
                <c:pt idx="1661">
                  <c:v>1.3287899999999999</c:v>
                </c:pt>
                <c:pt idx="1662">
                  <c:v>1.3292900000000001</c:v>
                </c:pt>
                <c:pt idx="1663">
                  <c:v>1.32979</c:v>
                </c:pt>
                <c:pt idx="1664">
                  <c:v>1.33029</c:v>
                </c:pt>
                <c:pt idx="1665">
                  <c:v>1.3307899999999999</c:v>
                </c:pt>
                <c:pt idx="1666">
                  <c:v>1.3312900000000001</c:v>
                </c:pt>
                <c:pt idx="1667">
                  <c:v>1.33179</c:v>
                </c:pt>
                <c:pt idx="1668">
                  <c:v>1.33229</c:v>
                </c:pt>
                <c:pt idx="1669">
                  <c:v>1.3327899999999999</c:v>
                </c:pt>
                <c:pt idx="1670">
                  <c:v>1.3332900000000001</c:v>
                </c:pt>
                <c:pt idx="1671">
                  <c:v>1.33379</c:v>
                </c:pt>
                <c:pt idx="1672">
                  <c:v>1.33429</c:v>
                </c:pt>
                <c:pt idx="1673">
                  <c:v>1.3347899999999999</c:v>
                </c:pt>
                <c:pt idx="1674">
                  <c:v>1.3352900000000001</c:v>
                </c:pt>
                <c:pt idx="1675">
                  <c:v>1.33579</c:v>
                </c:pt>
                <c:pt idx="1676">
                  <c:v>1.33629</c:v>
                </c:pt>
                <c:pt idx="1677">
                  <c:v>1.3367899999999999</c:v>
                </c:pt>
                <c:pt idx="1678">
                  <c:v>1.3372900000000001</c:v>
                </c:pt>
                <c:pt idx="1679">
                  <c:v>1.33779</c:v>
                </c:pt>
                <c:pt idx="1680">
                  <c:v>1.3382799999999999</c:v>
                </c:pt>
                <c:pt idx="1681">
                  <c:v>1.3387800000000001</c:v>
                </c:pt>
                <c:pt idx="1682">
                  <c:v>1.33928</c:v>
                </c:pt>
                <c:pt idx="1683">
                  <c:v>1.33978</c:v>
                </c:pt>
                <c:pt idx="1684">
                  <c:v>1.3402799999999999</c:v>
                </c:pt>
                <c:pt idx="1685">
                  <c:v>1.3407800000000001</c:v>
                </c:pt>
                <c:pt idx="1686">
                  <c:v>1.34128</c:v>
                </c:pt>
                <c:pt idx="1687">
                  <c:v>1.34178</c:v>
                </c:pt>
                <c:pt idx="1688">
                  <c:v>1.3422799999999999</c:v>
                </c:pt>
                <c:pt idx="1689">
                  <c:v>1.3427800000000001</c:v>
                </c:pt>
                <c:pt idx="1690">
                  <c:v>1.34328</c:v>
                </c:pt>
                <c:pt idx="1691">
                  <c:v>1.34378</c:v>
                </c:pt>
                <c:pt idx="1692">
                  <c:v>1.3442799999999999</c:v>
                </c:pt>
                <c:pt idx="1693">
                  <c:v>1.3447800000000001</c:v>
                </c:pt>
                <c:pt idx="1694">
                  <c:v>1.34528</c:v>
                </c:pt>
                <c:pt idx="1695">
                  <c:v>1.34578</c:v>
                </c:pt>
                <c:pt idx="1696">
                  <c:v>1.3462799999999999</c:v>
                </c:pt>
                <c:pt idx="1697">
                  <c:v>1.3467800000000001</c:v>
                </c:pt>
                <c:pt idx="1698">
                  <c:v>1.34728</c:v>
                </c:pt>
                <c:pt idx="1699">
                  <c:v>1.34778</c:v>
                </c:pt>
                <c:pt idx="1700">
                  <c:v>1.3482799999999999</c:v>
                </c:pt>
                <c:pt idx="1701">
                  <c:v>1.3487800000000001</c:v>
                </c:pt>
                <c:pt idx="1702">
                  <c:v>1.34928</c:v>
                </c:pt>
                <c:pt idx="1703">
                  <c:v>1.34978</c:v>
                </c:pt>
                <c:pt idx="1704">
                  <c:v>1.3502799999999999</c:v>
                </c:pt>
                <c:pt idx="1705">
                  <c:v>1.3507800000000001</c:v>
                </c:pt>
                <c:pt idx="1706">
                  <c:v>1.35128</c:v>
                </c:pt>
                <c:pt idx="1707">
                  <c:v>1.35178</c:v>
                </c:pt>
                <c:pt idx="1708">
                  <c:v>1.3522799999999999</c:v>
                </c:pt>
                <c:pt idx="1709">
                  <c:v>1.3527800000000001</c:v>
                </c:pt>
                <c:pt idx="1710">
                  <c:v>1.35328</c:v>
                </c:pt>
                <c:pt idx="1711">
                  <c:v>1.35378</c:v>
                </c:pt>
                <c:pt idx="1712">
                  <c:v>1.3542799999999999</c:v>
                </c:pt>
                <c:pt idx="1713">
                  <c:v>1.3547800000000001</c:v>
                </c:pt>
                <c:pt idx="1714">
                  <c:v>1.35528</c:v>
                </c:pt>
                <c:pt idx="1715">
                  <c:v>1.35578</c:v>
                </c:pt>
                <c:pt idx="1716">
                  <c:v>1.3562799999999999</c:v>
                </c:pt>
                <c:pt idx="1717">
                  <c:v>1.3567800000000001</c:v>
                </c:pt>
                <c:pt idx="1718">
                  <c:v>1.35728</c:v>
                </c:pt>
                <c:pt idx="1719">
                  <c:v>1.35778</c:v>
                </c:pt>
                <c:pt idx="1720">
                  <c:v>1.3582799999999999</c:v>
                </c:pt>
                <c:pt idx="1721">
                  <c:v>1.3587800000000001</c:v>
                </c:pt>
                <c:pt idx="1722">
                  <c:v>1.35928</c:v>
                </c:pt>
                <c:pt idx="1723">
                  <c:v>1.35978</c:v>
                </c:pt>
                <c:pt idx="1724">
                  <c:v>1.3602700000000001</c:v>
                </c:pt>
                <c:pt idx="1725">
                  <c:v>1.36077</c:v>
                </c:pt>
                <c:pt idx="1726">
                  <c:v>1.36127</c:v>
                </c:pt>
                <c:pt idx="1727">
                  <c:v>1.3617699999999999</c:v>
                </c:pt>
                <c:pt idx="1728">
                  <c:v>1.3622700000000001</c:v>
                </c:pt>
                <c:pt idx="1729">
                  <c:v>1.36277</c:v>
                </c:pt>
                <c:pt idx="1730">
                  <c:v>1.36327</c:v>
                </c:pt>
                <c:pt idx="1731">
                  <c:v>1.3637699999999999</c:v>
                </c:pt>
                <c:pt idx="1732">
                  <c:v>1.3642700000000001</c:v>
                </c:pt>
                <c:pt idx="1733">
                  <c:v>1.36477</c:v>
                </c:pt>
                <c:pt idx="1734">
                  <c:v>1.36527</c:v>
                </c:pt>
                <c:pt idx="1735">
                  <c:v>1.36578</c:v>
                </c:pt>
                <c:pt idx="1736">
                  <c:v>1.3662799999999999</c:v>
                </c:pt>
                <c:pt idx="1737">
                  <c:v>1.36677</c:v>
                </c:pt>
                <c:pt idx="1738">
                  <c:v>1.36727</c:v>
                </c:pt>
                <c:pt idx="1739">
                  <c:v>1.3677699999999999</c:v>
                </c:pt>
                <c:pt idx="1740">
                  <c:v>1.3682700000000001</c:v>
                </c:pt>
                <c:pt idx="1741">
                  <c:v>1.36877</c:v>
                </c:pt>
                <c:pt idx="1742">
                  <c:v>1.36927</c:v>
                </c:pt>
                <c:pt idx="1743">
                  <c:v>1.3697699999999999</c:v>
                </c:pt>
                <c:pt idx="1744">
                  <c:v>1.3702700000000001</c:v>
                </c:pt>
                <c:pt idx="1745">
                  <c:v>1.37077</c:v>
                </c:pt>
                <c:pt idx="1746">
                  <c:v>1.37127</c:v>
                </c:pt>
                <c:pt idx="1747">
                  <c:v>1.3717699999999999</c:v>
                </c:pt>
                <c:pt idx="1748">
                  <c:v>1.3722700000000001</c:v>
                </c:pt>
                <c:pt idx="1749">
                  <c:v>1.37277</c:v>
                </c:pt>
                <c:pt idx="1750">
                  <c:v>1.37327</c:v>
                </c:pt>
                <c:pt idx="1751">
                  <c:v>1.3737699999999999</c:v>
                </c:pt>
                <c:pt idx="1752">
                  <c:v>1.3742700000000001</c:v>
                </c:pt>
                <c:pt idx="1753">
                  <c:v>1.37477</c:v>
                </c:pt>
                <c:pt idx="1754">
                  <c:v>1.37527</c:v>
                </c:pt>
                <c:pt idx="1755">
                  <c:v>1.3757699999999999</c:v>
                </c:pt>
                <c:pt idx="1756">
                  <c:v>1.3762700000000001</c:v>
                </c:pt>
                <c:pt idx="1757">
                  <c:v>1.37677</c:v>
                </c:pt>
                <c:pt idx="1758">
                  <c:v>1.37727</c:v>
                </c:pt>
                <c:pt idx="1759">
                  <c:v>1.3777600000000001</c:v>
                </c:pt>
                <c:pt idx="1760">
                  <c:v>1.37826</c:v>
                </c:pt>
                <c:pt idx="1761">
                  <c:v>1.37876</c:v>
                </c:pt>
                <c:pt idx="1762">
                  <c:v>1.37927</c:v>
                </c:pt>
                <c:pt idx="1763">
                  <c:v>1.3797600000000001</c:v>
                </c:pt>
                <c:pt idx="1764">
                  <c:v>1.38026</c:v>
                </c:pt>
                <c:pt idx="1765">
                  <c:v>1.38076</c:v>
                </c:pt>
                <c:pt idx="1766">
                  <c:v>1.3812599999999999</c:v>
                </c:pt>
                <c:pt idx="1767">
                  <c:v>1.3817600000000001</c:v>
                </c:pt>
                <c:pt idx="1768">
                  <c:v>1.38226</c:v>
                </c:pt>
                <c:pt idx="1769">
                  <c:v>1.38276</c:v>
                </c:pt>
                <c:pt idx="1770">
                  <c:v>1.3832599999999999</c:v>
                </c:pt>
                <c:pt idx="1771">
                  <c:v>1.3837600000000001</c:v>
                </c:pt>
                <c:pt idx="1772">
                  <c:v>1.38426</c:v>
                </c:pt>
                <c:pt idx="1773">
                  <c:v>1.38476</c:v>
                </c:pt>
                <c:pt idx="1774">
                  <c:v>1.3852599999999999</c:v>
                </c:pt>
                <c:pt idx="1775">
                  <c:v>1.3857699999999999</c:v>
                </c:pt>
                <c:pt idx="1776">
                  <c:v>1.38626</c:v>
                </c:pt>
                <c:pt idx="1777">
                  <c:v>1.38676</c:v>
                </c:pt>
                <c:pt idx="1778">
                  <c:v>1.3872599999999999</c:v>
                </c:pt>
                <c:pt idx="1779">
                  <c:v>1.3877600000000001</c:v>
                </c:pt>
                <c:pt idx="1780">
                  <c:v>1.38826</c:v>
                </c:pt>
                <c:pt idx="1781">
                  <c:v>1.38876</c:v>
                </c:pt>
                <c:pt idx="1782">
                  <c:v>1.3892599999999999</c:v>
                </c:pt>
                <c:pt idx="1783">
                  <c:v>1.3897600000000001</c:v>
                </c:pt>
                <c:pt idx="1784">
                  <c:v>1.3902600000000001</c:v>
                </c:pt>
                <c:pt idx="1785">
                  <c:v>1.39076</c:v>
                </c:pt>
                <c:pt idx="1786">
                  <c:v>1.3912599999999999</c:v>
                </c:pt>
                <c:pt idx="1787">
                  <c:v>1.3917600000000001</c:v>
                </c:pt>
                <c:pt idx="1788">
                  <c:v>1.3922600000000001</c:v>
                </c:pt>
                <c:pt idx="1789">
                  <c:v>1.39276</c:v>
                </c:pt>
                <c:pt idx="1790">
                  <c:v>1.3932599999999999</c:v>
                </c:pt>
                <c:pt idx="1791">
                  <c:v>1.3937600000000001</c:v>
                </c:pt>
                <c:pt idx="1792">
                  <c:v>1.3942600000000001</c:v>
                </c:pt>
                <c:pt idx="1793">
                  <c:v>1.39476</c:v>
                </c:pt>
                <c:pt idx="1794">
                  <c:v>1.3952599999999999</c:v>
                </c:pt>
                <c:pt idx="1795">
                  <c:v>1.3957599999999999</c:v>
                </c:pt>
                <c:pt idx="1796">
                  <c:v>1.3962600000000001</c:v>
                </c:pt>
                <c:pt idx="1797">
                  <c:v>1.3967499999999999</c:v>
                </c:pt>
                <c:pt idx="1798">
                  <c:v>1.3972500000000001</c:v>
                </c:pt>
                <c:pt idx="1799">
                  <c:v>1.39775</c:v>
                </c:pt>
                <c:pt idx="1800">
                  <c:v>1.39825</c:v>
                </c:pt>
                <c:pt idx="1801">
                  <c:v>1.3987499999999999</c:v>
                </c:pt>
                <c:pt idx="1802">
                  <c:v>1.3992500000000001</c:v>
                </c:pt>
                <c:pt idx="1803">
                  <c:v>1.39975</c:v>
                </c:pt>
                <c:pt idx="1804">
                  <c:v>1.4002600000000001</c:v>
                </c:pt>
                <c:pt idx="1805">
                  <c:v>1.40076</c:v>
                </c:pt>
                <c:pt idx="1806">
                  <c:v>1.4012500000000001</c:v>
                </c:pt>
                <c:pt idx="1807">
                  <c:v>1.4017500000000001</c:v>
                </c:pt>
                <c:pt idx="1808">
                  <c:v>1.40225</c:v>
                </c:pt>
                <c:pt idx="1809">
                  <c:v>1.40276</c:v>
                </c:pt>
                <c:pt idx="1810">
                  <c:v>1.40326</c:v>
                </c:pt>
                <c:pt idx="1811">
                  <c:v>1.4037599999999999</c:v>
                </c:pt>
                <c:pt idx="1812">
                  <c:v>1.4042600000000001</c:v>
                </c:pt>
                <c:pt idx="1813">
                  <c:v>1.40476</c:v>
                </c:pt>
                <c:pt idx="1814">
                  <c:v>1.40526</c:v>
                </c:pt>
                <c:pt idx="1815">
                  <c:v>1.4057599999999999</c:v>
                </c:pt>
                <c:pt idx="1816">
                  <c:v>1.4062600000000001</c:v>
                </c:pt>
                <c:pt idx="1817">
                  <c:v>1.40676</c:v>
                </c:pt>
                <c:pt idx="1818">
                  <c:v>1.40726</c:v>
                </c:pt>
                <c:pt idx="1819">
                  <c:v>1.4077599999999999</c:v>
                </c:pt>
                <c:pt idx="1820">
                  <c:v>1.4082600000000001</c:v>
                </c:pt>
                <c:pt idx="1821">
                  <c:v>1.40876</c:v>
                </c:pt>
                <c:pt idx="1822">
                  <c:v>1.40926</c:v>
                </c:pt>
                <c:pt idx="1823">
                  <c:v>1.4097599999999999</c:v>
                </c:pt>
                <c:pt idx="1824">
                  <c:v>1.4102600000000001</c:v>
                </c:pt>
                <c:pt idx="1825">
                  <c:v>1.4107499999999999</c:v>
                </c:pt>
                <c:pt idx="1826">
                  <c:v>1.4112499999999999</c:v>
                </c:pt>
                <c:pt idx="1827">
                  <c:v>1.4117500000000001</c:v>
                </c:pt>
                <c:pt idx="1828">
                  <c:v>1.41225</c:v>
                </c:pt>
                <c:pt idx="1829">
                  <c:v>1.41275</c:v>
                </c:pt>
                <c:pt idx="1830">
                  <c:v>1.4132499999999999</c:v>
                </c:pt>
                <c:pt idx="1831">
                  <c:v>1.4137500000000001</c:v>
                </c:pt>
                <c:pt idx="1832">
                  <c:v>1.41425</c:v>
                </c:pt>
                <c:pt idx="1833">
                  <c:v>1.41475</c:v>
                </c:pt>
                <c:pt idx="1834">
                  <c:v>1.4152499999999999</c:v>
                </c:pt>
                <c:pt idx="1835">
                  <c:v>1.4157500000000001</c:v>
                </c:pt>
                <c:pt idx="1836">
                  <c:v>1.4162399999999999</c:v>
                </c:pt>
                <c:pt idx="1837">
                  <c:v>1.4167400000000001</c:v>
                </c:pt>
                <c:pt idx="1838">
                  <c:v>1.4172400000000001</c:v>
                </c:pt>
                <c:pt idx="1839">
                  <c:v>1.4177500000000001</c:v>
                </c:pt>
                <c:pt idx="1840">
                  <c:v>1.41825</c:v>
                </c:pt>
                <c:pt idx="1841">
                  <c:v>1.41875</c:v>
                </c:pt>
                <c:pt idx="1842">
                  <c:v>1.4192499999999999</c:v>
                </c:pt>
                <c:pt idx="1843">
                  <c:v>1.4197500000000001</c:v>
                </c:pt>
                <c:pt idx="1844">
                  <c:v>1.42025</c:v>
                </c:pt>
                <c:pt idx="1845">
                  <c:v>1.42075</c:v>
                </c:pt>
                <c:pt idx="1846">
                  <c:v>1.4212499999999999</c:v>
                </c:pt>
                <c:pt idx="1847">
                  <c:v>1.42174</c:v>
                </c:pt>
                <c:pt idx="1848">
                  <c:v>1.42225</c:v>
                </c:pt>
                <c:pt idx="1849">
                  <c:v>1.42275</c:v>
                </c:pt>
                <c:pt idx="1850">
                  <c:v>1.4232400000000001</c:v>
                </c:pt>
                <c:pt idx="1851">
                  <c:v>1.42374</c:v>
                </c:pt>
                <c:pt idx="1852">
                  <c:v>1.42424</c:v>
                </c:pt>
                <c:pt idx="1853">
                  <c:v>1.42475</c:v>
                </c:pt>
                <c:pt idx="1854">
                  <c:v>1.4252499999999999</c:v>
                </c:pt>
                <c:pt idx="1855">
                  <c:v>1.42574</c:v>
                </c:pt>
                <c:pt idx="1856">
                  <c:v>1.42624</c:v>
                </c:pt>
                <c:pt idx="1857">
                  <c:v>1.4267399999999999</c:v>
                </c:pt>
                <c:pt idx="1858">
                  <c:v>1.4272499999999999</c:v>
                </c:pt>
                <c:pt idx="1859">
                  <c:v>1.4277500000000001</c:v>
                </c:pt>
                <c:pt idx="1860">
                  <c:v>1.42824</c:v>
                </c:pt>
                <c:pt idx="1861">
                  <c:v>1.4287399999999999</c:v>
                </c:pt>
                <c:pt idx="1862">
                  <c:v>1.4292400000000001</c:v>
                </c:pt>
                <c:pt idx="1863">
                  <c:v>1.42974</c:v>
                </c:pt>
                <c:pt idx="1864">
                  <c:v>1.43024</c:v>
                </c:pt>
                <c:pt idx="1865">
                  <c:v>1.4307399999999999</c:v>
                </c:pt>
                <c:pt idx="1866">
                  <c:v>1.4312400000000001</c:v>
                </c:pt>
                <c:pt idx="1867">
                  <c:v>1.43174</c:v>
                </c:pt>
                <c:pt idx="1868">
                  <c:v>1.43224</c:v>
                </c:pt>
                <c:pt idx="1869">
                  <c:v>1.4327399999999999</c:v>
                </c:pt>
                <c:pt idx="1870">
                  <c:v>1.4332400000000001</c:v>
                </c:pt>
                <c:pt idx="1871">
                  <c:v>1.43374</c:v>
                </c:pt>
                <c:pt idx="1872">
                  <c:v>1.43424</c:v>
                </c:pt>
                <c:pt idx="1873">
                  <c:v>1.4347399999999999</c:v>
                </c:pt>
                <c:pt idx="1874">
                  <c:v>1.4352400000000001</c:v>
                </c:pt>
                <c:pt idx="1875">
                  <c:v>1.43574</c:v>
                </c:pt>
                <c:pt idx="1876">
                  <c:v>1.43624</c:v>
                </c:pt>
                <c:pt idx="1877">
                  <c:v>1.4367399999999999</c:v>
                </c:pt>
                <c:pt idx="1878">
                  <c:v>1.4372400000000001</c:v>
                </c:pt>
                <c:pt idx="1879">
                  <c:v>1.43774</c:v>
                </c:pt>
                <c:pt idx="1880">
                  <c:v>1.43824</c:v>
                </c:pt>
                <c:pt idx="1881">
                  <c:v>1.4387399999999999</c:v>
                </c:pt>
                <c:pt idx="1882">
                  <c:v>1.4392400000000001</c:v>
                </c:pt>
                <c:pt idx="1883">
                  <c:v>1.43974</c:v>
                </c:pt>
                <c:pt idx="1884">
                  <c:v>1.44024</c:v>
                </c:pt>
                <c:pt idx="1885">
                  <c:v>1.4407399999999999</c:v>
                </c:pt>
                <c:pt idx="1886">
                  <c:v>1.4412400000000001</c:v>
                </c:pt>
                <c:pt idx="1887">
                  <c:v>1.44174</c:v>
                </c:pt>
                <c:pt idx="1888">
                  <c:v>1.44224</c:v>
                </c:pt>
                <c:pt idx="1889">
                  <c:v>1.4427399999999999</c:v>
                </c:pt>
                <c:pt idx="1890">
                  <c:v>1.4432400000000001</c:v>
                </c:pt>
                <c:pt idx="1891">
                  <c:v>1.44374</c:v>
                </c:pt>
                <c:pt idx="1892">
                  <c:v>1.44424</c:v>
                </c:pt>
                <c:pt idx="1893">
                  <c:v>1.4447399999999999</c:v>
                </c:pt>
                <c:pt idx="1894">
                  <c:v>1.4452400000000001</c:v>
                </c:pt>
                <c:pt idx="1895">
                  <c:v>1.44574</c:v>
                </c:pt>
                <c:pt idx="1896">
                  <c:v>1.4462299999999999</c:v>
                </c:pt>
                <c:pt idx="1897">
                  <c:v>1.4467399999999999</c:v>
                </c:pt>
                <c:pt idx="1898">
                  <c:v>1.44723</c:v>
                </c:pt>
                <c:pt idx="1899">
                  <c:v>1.44773</c:v>
                </c:pt>
                <c:pt idx="1900">
                  <c:v>1.4482299999999999</c:v>
                </c:pt>
                <c:pt idx="1901">
                  <c:v>1.4487300000000001</c:v>
                </c:pt>
                <c:pt idx="1902">
                  <c:v>1.44923</c:v>
                </c:pt>
                <c:pt idx="1903">
                  <c:v>1.44973</c:v>
                </c:pt>
                <c:pt idx="1904">
                  <c:v>1.4502299999999999</c:v>
                </c:pt>
                <c:pt idx="1905">
                  <c:v>1.4507300000000001</c:v>
                </c:pt>
                <c:pt idx="1906">
                  <c:v>1.45123</c:v>
                </c:pt>
                <c:pt idx="1907">
                  <c:v>1.45173</c:v>
                </c:pt>
                <c:pt idx="1908">
                  <c:v>1.4522299999999999</c:v>
                </c:pt>
                <c:pt idx="1909">
                  <c:v>1.4527300000000001</c:v>
                </c:pt>
                <c:pt idx="1910">
                  <c:v>1.45323</c:v>
                </c:pt>
                <c:pt idx="1911">
                  <c:v>1.45373</c:v>
                </c:pt>
                <c:pt idx="1912">
                  <c:v>1.4542299999999999</c:v>
                </c:pt>
                <c:pt idx="1913">
                  <c:v>1.4547300000000001</c:v>
                </c:pt>
                <c:pt idx="1914">
                  <c:v>1.45523</c:v>
                </c:pt>
                <c:pt idx="1915">
                  <c:v>1.45573</c:v>
                </c:pt>
                <c:pt idx="1916">
                  <c:v>1.4562299999999999</c:v>
                </c:pt>
                <c:pt idx="1917">
                  <c:v>1.4567300000000001</c:v>
                </c:pt>
                <c:pt idx="1918">
                  <c:v>1.45723</c:v>
                </c:pt>
                <c:pt idx="1919">
                  <c:v>1.45773</c:v>
                </c:pt>
                <c:pt idx="1920">
                  <c:v>1.4582299999999999</c:v>
                </c:pt>
                <c:pt idx="1921">
                  <c:v>1.4587300000000001</c:v>
                </c:pt>
                <c:pt idx="1922">
                  <c:v>1.45923</c:v>
                </c:pt>
                <c:pt idx="1923">
                  <c:v>1.45973</c:v>
                </c:pt>
                <c:pt idx="1924">
                  <c:v>1.4602299999999999</c:v>
                </c:pt>
                <c:pt idx="1925">
                  <c:v>1.4607300000000001</c:v>
                </c:pt>
                <c:pt idx="1926">
                  <c:v>1.46123</c:v>
                </c:pt>
                <c:pt idx="1927">
                  <c:v>1.46173</c:v>
                </c:pt>
                <c:pt idx="1928">
                  <c:v>1.4622299999999999</c:v>
                </c:pt>
                <c:pt idx="1929">
                  <c:v>1.4627300000000001</c:v>
                </c:pt>
                <c:pt idx="1930">
                  <c:v>1.46323</c:v>
                </c:pt>
                <c:pt idx="1931">
                  <c:v>1.46373</c:v>
                </c:pt>
                <c:pt idx="1932">
                  <c:v>1.4642299999999999</c:v>
                </c:pt>
                <c:pt idx="1933">
                  <c:v>1.4647300000000001</c:v>
                </c:pt>
                <c:pt idx="1934">
                  <c:v>1.46523</c:v>
                </c:pt>
                <c:pt idx="1935">
                  <c:v>1.46573</c:v>
                </c:pt>
                <c:pt idx="1936">
                  <c:v>1.4662299999999999</c:v>
                </c:pt>
                <c:pt idx="1937">
                  <c:v>1.4667300000000001</c:v>
                </c:pt>
                <c:pt idx="1938">
                  <c:v>1.46722</c:v>
                </c:pt>
                <c:pt idx="1939">
                  <c:v>1.4677199999999999</c:v>
                </c:pt>
                <c:pt idx="1940">
                  <c:v>1.4682299999999999</c:v>
                </c:pt>
                <c:pt idx="1941">
                  <c:v>1.4687300000000001</c:v>
                </c:pt>
                <c:pt idx="1942">
                  <c:v>1.46922</c:v>
                </c:pt>
                <c:pt idx="1943">
                  <c:v>1.4697199999999999</c:v>
                </c:pt>
                <c:pt idx="1944">
                  <c:v>1.4702200000000001</c:v>
                </c:pt>
                <c:pt idx="1945">
                  <c:v>1.47072</c:v>
                </c:pt>
                <c:pt idx="1946">
                  <c:v>1.47122</c:v>
                </c:pt>
                <c:pt idx="1947">
                  <c:v>1.4717199999999999</c:v>
                </c:pt>
                <c:pt idx="1948">
                  <c:v>1.4722200000000001</c:v>
                </c:pt>
                <c:pt idx="1949">
                  <c:v>1.47272</c:v>
                </c:pt>
                <c:pt idx="1950">
                  <c:v>1.47322</c:v>
                </c:pt>
                <c:pt idx="1951">
                  <c:v>1.4737199999999999</c:v>
                </c:pt>
                <c:pt idx="1952">
                  <c:v>1.4742200000000001</c:v>
                </c:pt>
                <c:pt idx="1953">
                  <c:v>1.47472</c:v>
                </c:pt>
                <c:pt idx="1954">
                  <c:v>1.47522</c:v>
                </c:pt>
                <c:pt idx="1955">
                  <c:v>1.4757199999999999</c:v>
                </c:pt>
                <c:pt idx="1956">
                  <c:v>1.4762200000000001</c:v>
                </c:pt>
                <c:pt idx="1957">
                  <c:v>1.47672</c:v>
                </c:pt>
                <c:pt idx="1958">
                  <c:v>1.47722</c:v>
                </c:pt>
                <c:pt idx="1959">
                  <c:v>1.4777199999999999</c:v>
                </c:pt>
                <c:pt idx="1960">
                  <c:v>1.4782200000000001</c:v>
                </c:pt>
                <c:pt idx="1961">
                  <c:v>1.47872</c:v>
                </c:pt>
                <c:pt idx="1962">
                  <c:v>1.47922</c:v>
                </c:pt>
                <c:pt idx="1963">
                  <c:v>1.4797199999999999</c:v>
                </c:pt>
                <c:pt idx="1964">
                  <c:v>1.4802200000000001</c:v>
                </c:pt>
                <c:pt idx="1965">
                  <c:v>1.48072</c:v>
                </c:pt>
                <c:pt idx="1966">
                  <c:v>1.48122</c:v>
                </c:pt>
                <c:pt idx="1967">
                  <c:v>1.4817199999999999</c:v>
                </c:pt>
                <c:pt idx="1968">
                  <c:v>1.4822200000000001</c:v>
                </c:pt>
                <c:pt idx="1969">
                  <c:v>1.48272</c:v>
                </c:pt>
                <c:pt idx="1970">
                  <c:v>1.48322</c:v>
                </c:pt>
                <c:pt idx="1971">
                  <c:v>1.4837199999999999</c:v>
                </c:pt>
                <c:pt idx="1972">
                  <c:v>1.4842200000000001</c:v>
                </c:pt>
                <c:pt idx="1973">
                  <c:v>1.48472</c:v>
                </c:pt>
                <c:pt idx="1974">
                  <c:v>1.48522</c:v>
                </c:pt>
                <c:pt idx="1975">
                  <c:v>1.4857199999999999</c:v>
                </c:pt>
                <c:pt idx="1976">
                  <c:v>1.48621</c:v>
                </c:pt>
                <c:pt idx="1977">
                  <c:v>1.48671</c:v>
                </c:pt>
                <c:pt idx="1978">
                  <c:v>1.4872099999999999</c:v>
                </c:pt>
                <c:pt idx="1979">
                  <c:v>1.4877100000000001</c:v>
                </c:pt>
                <c:pt idx="1980">
                  <c:v>1.48821</c:v>
                </c:pt>
                <c:pt idx="1981">
                  <c:v>1.48871</c:v>
                </c:pt>
                <c:pt idx="1982">
                  <c:v>1.4892099999999999</c:v>
                </c:pt>
                <c:pt idx="1983">
                  <c:v>1.4897100000000001</c:v>
                </c:pt>
                <c:pt idx="1984">
                  <c:v>1.49021</c:v>
                </c:pt>
                <c:pt idx="1985">
                  <c:v>1.49071</c:v>
                </c:pt>
                <c:pt idx="1986">
                  <c:v>1.4912099999999999</c:v>
                </c:pt>
                <c:pt idx="1987">
                  <c:v>1.4917100000000001</c:v>
                </c:pt>
                <c:pt idx="1988">
                  <c:v>1.49221</c:v>
                </c:pt>
                <c:pt idx="1989">
                  <c:v>1.49271</c:v>
                </c:pt>
                <c:pt idx="1990">
                  <c:v>1.4932099999999999</c:v>
                </c:pt>
                <c:pt idx="1991">
                  <c:v>1.4937100000000001</c:v>
                </c:pt>
                <c:pt idx="1992">
                  <c:v>1.49421</c:v>
                </c:pt>
                <c:pt idx="1993">
                  <c:v>1.49471</c:v>
                </c:pt>
                <c:pt idx="1994">
                  <c:v>1.4952099999999999</c:v>
                </c:pt>
                <c:pt idx="1995">
                  <c:v>1.4957100000000001</c:v>
                </c:pt>
                <c:pt idx="1996">
                  <c:v>1.49621</c:v>
                </c:pt>
                <c:pt idx="1997">
                  <c:v>1.49671</c:v>
                </c:pt>
                <c:pt idx="1998">
                  <c:v>1.4972099999999999</c:v>
                </c:pt>
                <c:pt idx="1999">
                  <c:v>1.4977100000000001</c:v>
                </c:pt>
                <c:pt idx="2000">
                  <c:v>1.4982</c:v>
                </c:pt>
                <c:pt idx="2001">
                  <c:v>1.49838</c:v>
                </c:pt>
                <c:pt idx="2002">
                  <c:v>1.4982800000000001</c:v>
                </c:pt>
                <c:pt idx="2003">
                  <c:v>1.4981100000000001</c:v>
                </c:pt>
                <c:pt idx="2004">
                  <c:v>1.4977100000000001</c:v>
                </c:pt>
                <c:pt idx="2005">
                  <c:v>1.49725</c:v>
                </c:pt>
                <c:pt idx="2006">
                  <c:v>1.4967699999999999</c:v>
                </c:pt>
                <c:pt idx="2007">
                  <c:v>1.49627</c:v>
                </c:pt>
                <c:pt idx="2008">
                  <c:v>1.49577</c:v>
                </c:pt>
                <c:pt idx="2009">
                  <c:v>1.4952700000000001</c:v>
                </c:pt>
                <c:pt idx="2010">
                  <c:v>1.49478</c:v>
                </c:pt>
                <c:pt idx="2011">
                  <c:v>1.4942800000000001</c:v>
                </c:pt>
                <c:pt idx="2012">
                  <c:v>1.4937800000000001</c:v>
                </c:pt>
                <c:pt idx="2013">
                  <c:v>1.4932799999999999</c:v>
                </c:pt>
                <c:pt idx="2014">
                  <c:v>1.49278</c:v>
                </c:pt>
                <c:pt idx="2015">
                  <c:v>1.4922800000000001</c:v>
                </c:pt>
                <c:pt idx="2016">
                  <c:v>1.4917800000000001</c:v>
                </c:pt>
                <c:pt idx="2017">
                  <c:v>1.4912799999999999</c:v>
                </c:pt>
                <c:pt idx="2018">
                  <c:v>1.49078</c:v>
                </c:pt>
                <c:pt idx="2019">
                  <c:v>1.49028</c:v>
                </c:pt>
                <c:pt idx="2020">
                  <c:v>1.4897800000000001</c:v>
                </c:pt>
                <c:pt idx="2021">
                  <c:v>1.4892799999999999</c:v>
                </c:pt>
                <c:pt idx="2022">
                  <c:v>1.48878</c:v>
                </c:pt>
                <c:pt idx="2023">
                  <c:v>1.48828</c:v>
                </c:pt>
                <c:pt idx="2024">
                  <c:v>1.4877800000000001</c:v>
                </c:pt>
                <c:pt idx="2025">
                  <c:v>1.4872799999999999</c:v>
                </c:pt>
                <c:pt idx="2026">
                  <c:v>1.4867900000000001</c:v>
                </c:pt>
                <c:pt idx="2027">
                  <c:v>1.4862899999999999</c:v>
                </c:pt>
                <c:pt idx="2028">
                  <c:v>1.4857899999999999</c:v>
                </c:pt>
                <c:pt idx="2029">
                  <c:v>1.48529</c:v>
                </c:pt>
                <c:pt idx="2030">
                  <c:v>1.4847900000000001</c:v>
                </c:pt>
                <c:pt idx="2031">
                  <c:v>1.4842900000000001</c:v>
                </c:pt>
                <c:pt idx="2032">
                  <c:v>1.4837899999999999</c:v>
                </c:pt>
                <c:pt idx="2033">
                  <c:v>1.48329</c:v>
                </c:pt>
                <c:pt idx="2034">
                  <c:v>1.4827900000000001</c:v>
                </c:pt>
                <c:pt idx="2035">
                  <c:v>1.4822900000000001</c:v>
                </c:pt>
                <c:pt idx="2036">
                  <c:v>1.4817899999999999</c:v>
                </c:pt>
                <c:pt idx="2037">
                  <c:v>1.48129</c:v>
                </c:pt>
                <c:pt idx="2038">
                  <c:v>1.4807900000000001</c:v>
                </c:pt>
                <c:pt idx="2039">
                  <c:v>1.4802900000000001</c:v>
                </c:pt>
                <c:pt idx="2040">
                  <c:v>1.4797899999999999</c:v>
                </c:pt>
                <c:pt idx="2041">
                  <c:v>1.47929</c:v>
                </c:pt>
                <c:pt idx="2042">
                  <c:v>1.47879</c:v>
                </c:pt>
                <c:pt idx="2043">
                  <c:v>1.4782900000000001</c:v>
                </c:pt>
                <c:pt idx="2044">
                  <c:v>1.4777899999999999</c:v>
                </c:pt>
                <c:pt idx="2045">
                  <c:v>1.47729</c:v>
                </c:pt>
                <c:pt idx="2046">
                  <c:v>1.47679</c:v>
                </c:pt>
                <c:pt idx="2047">
                  <c:v>1.4762900000000001</c:v>
                </c:pt>
                <c:pt idx="2048">
                  <c:v>1.4757899999999999</c:v>
                </c:pt>
                <c:pt idx="2049">
                  <c:v>1.47529</c:v>
                </c:pt>
                <c:pt idx="2050">
                  <c:v>1.47479</c:v>
                </c:pt>
                <c:pt idx="2051">
                  <c:v>1.4742900000000001</c:v>
                </c:pt>
                <c:pt idx="2052">
                  <c:v>1.4738</c:v>
                </c:pt>
                <c:pt idx="2053">
                  <c:v>1.47329</c:v>
                </c:pt>
                <c:pt idx="2054">
                  <c:v>1.47279</c:v>
                </c:pt>
                <c:pt idx="2055">
                  <c:v>1.4722900000000001</c:v>
                </c:pt>
                <c:pt idx="2056">
                  <c:v>1.4717899999999999</c:v>
                </c:pt>
                <c:pt idx="2057">
                  <c:v>1.47129</c:v>
                </c:pt>
                <c:pt idx="2058">
                  <c:v>1.47079</c:v>
                </c:pt>
                <c:pt idx="2059">
                  <c:v>1.4702900000000001</c:v>
                </c:pt>
                <c:pt idx="2060">
                  <c:v>1.4697899999999999</c:v>
                </c:pt>
                <c:pt idx="2061">
                  <c:v>1.46929</c:v>
                </c:pt>
                <c:pt idx="2062">
                  <c:v>1.46879</c:v>
                </c:pt>
                <c:pt idx="2063">
                  <c:v>1.4682900000000001</c:v>
                </c:pt>
                <c:pt idx="2064">
                  <c:v>1.4677899999999999</c:v>
                </c:pt>
                <c:pt idx="2065">
                  <c:v>1.46729</c:v>
                </c:pt>
                <c:pt idx="2066">
                  <c:v>1.4668000000000001</c:v>
                </c:pt>
                <c:pt idx="2067">
                  <c:v>1.4662999999999999</c:v>
                </c:pt>
                <c:pt idx="2068">
                  <c:v>1.4658</c:v>
                </c:pt>
                <c:pt idx="2069">
                  <c:v>1.4653</c:v>
                </c:pt>
                <c:pt idx="2070">
                  <c:v>1.4648000000000001</c:v>
                </c:pt>
                <c:pt idx="2071">
                  <c:v>1.4642999999999999</c:v>
                </c:pt>
                <c:pt idx="2072">
                  <c:v>1.4638</c:v>
                </c:pt>
                <c:pt idx="2073">
                  <c:v>1.4633</c:v>
                </c:pt>
                <c:pt idx="2074">
                  <c:v>1.4628000000000001</c:v>
                </c:pt>
                <c:pt idx="2075">
                  <c:v>1.4622999999999999</c:v>
                </c:pt>
                <c:pt idx="2076">
                  <c:v>1.4618</c:v>
                </c:pt>
                <c:pt idx="2077">
                  <c:v>1.4613</c:v>
                </c:pt>
                <c:pt idx="2078">
                  <c:v>1.4608000000000001</c:v>
                </c:pt>
                <c:pt idx="2079">
                  <c:v>1.4602999999999999</c:v>
                </c:pt>
                <c:pt idx="2080">
                  <c:v>1.4598</c:v>
                </c:pt>
                <c:pt idx="2081">
                  <c:v>1.4593</c:v>
                </c:pt>
                <c:pt idx="2082">
                  <c:v>1.4588000000000001</c:v>
                </c:pt>
                <c:pt idx="2083">
                  <c:v>1.4582999999999999</c:v>
                </c:pt>
                <c:pt idx="2084">
                  <c:v>1.4578</c:v>
                </c:pt>
                <c:pt idx="2085">
                  <c:v>1.4573</c:v>
                </c:pt>
                <c:pt idx="2086">
                  <c:v>1.4568000000000001</c:v>
                </c:pt>
                <c:pt idx="2087">
                  <c:v>1.4562999999999999</c:v>
                </c:pt>
                <c:pt idx="2088">
                  <c:v>1.4558</c:v>
                </c:pt>
                <c:pt idx="2089">
                  <c:v>1.4553</c:v>
                </c:pt>
                <c:pt idx="2090">
                  <c:v>1.4548000000000001</c:v>
                </c:pt>
                <c:pt idx="2091">
                  <c:v>1.4542999999999999</c:v>
                </c:pt>
                <c:pt idx="2092">
                  <c:v>1.4538</c:v>
                </c:pt>
                <c:pt idx="2093">
                  <c:v>1.4533</c:v>
                </c:pt>
                <c:pt idx="2094">
                  <c:v>1.4528000000000001</c:v>
                </c:pt>
                <c:pt idx="2095">
                  <c:v>1.4522999999999999</c:v>
                </c:pt>
                <c:pt idx="2096">
                  <c:v>1.4518</c:v>
                </c:pt>
                <c:pt idx="2097">
                  <c:v>1.4513</c:v>
                </c:pt>
                <c:pt idx="2098">
                  <c:v>1.4508000000000001</c:v>
                </c:pt>
                <c:pt idx="2099">
                  <c:v>1.4502999999999999</c:v>
                </c:pt>
                <c:pt idx="2100">
                  <c:v>1.4498</c:v>
                </c:pt>
                <c:pt idx="2101">
                  <c:v>1.4493</c:v>
                </c:pt>
                <c:pt idx="2102">
                  <c:v>1.4488000000000001</c:v>
                </c:pt>
                <c:pt idx="2103">
                  <c:v>1.4482999999999999</c:v>
                </c:pt>
                <c:pt idx="2104">
                  <c:v>1.44781</c:v>
                </c:pt>
                <c:pt idx="2105">
                  <c:v>1.4473100000000001</c:v>
                </c:pt>
                <c:pt idx="2106">
                  <c:v>1.4468099999999999</c:v>
                </c:pt>
                <c:pt idx="2107">
                  <c:v>1.44631</c:v>
                </c:pt>
                <c:pt idx="2108">
                  <c:v>1.44581</c:v>
                </c:pt>
                <c:pt idx="2109">
                  <c:v>1.4453100000000001</c:v>
                </c:pt>
                <c:pt idx="2110">
                  <c:v>1.4448099999999999</c:v>
                </c:pt>
                <c:pt idx="2111">
                  <c:v>1.44431</c:v>
                </c:pt>
                <c:pt idx="2112">
                  <c:v>1.44381</c:v>
                </c:pt>
                <c:pt idx="2113">
                  <c:v>1.4433100000000001</c:v>
                </c:pt>
                <c:pt idx="2114">
                  <c:v>1.4428099999999999</c:v>
                </c:pt>
                <c:pt idx="2115">
                  <c:v>1.44231</c:v>
                </c:pt>
                <c:pt idx="2116">
                  <c:v>1.44181</c:v>
                </c:pt>
                <c:pt idx="2117">
                  <c:v>1.4413100000000001</c:v>
                </c:pt>
                <c:pt idx="2118">
                  <c:v>1.4408099999999999</c:v>
                </c:pt>
                <c:pt idx="2119">
                  <c:v>1.44031</c:v>
                </c:pt>
                <c:pt idx="2120">
                  <c:v>1.43981</c:v>
                </c:pt>
                <c:pt idx="2121">
                  <c:v>1.4393100000000001</c:v>
                </c:pt>
                <c:pt idx="2122">
                  <c:v>1.4388099999999999</c:v>
                </c:pt>
                <c:pt idx="2123">
                  <c:v>1.43831</c:v>
                </c:pt>
                <c:pt idx="2124">
                  <c:v>1.43781</c:v>
                </c:pt>
                <c:pt idx="2125">
                  <c:v>1.4373100000000001</c:v>
                </c:pt>
                <c:pt idx="2126">
                  <c:v>1.4368099999999999</c:v>
                </c:pt>
                <c:pt idx="2127">
                  <c:v>1.43631</c:v>
                </c:pt>
                <c:pt idx="2128">
                  <c:v>1.43581</c:v>
                </c:pt>
                <c:pt idx="2129">
                  <c:v>1.4353100000000001</c:v>
                </c:pt>
                <c:pt idx="2130">
                  <c:v>1.4348099999999999</c:v>
                </c:pt>
                <c:pt idx="2131">
                  <c:v>1.43431</c:v>
                </c:pt>
                <c:pt idx="2132">
                  <c:v>1.43381</c:v>
                </c:pt>
                <c:pt idx="2133">
                  <c:v>1.4333100000000001</c:v>
                </c:pt>
                <c:pt idx="2134">
                  <c:v>1.4328099999999999</c:v>
                </c:pt>
                <c:pt idx="2135">
                  <c:v>1.43231</c:v>
                </c:pt>
                <c:pt idx="2136">
                  <c:v>1.43181</c:v>
                </c:pt>
                <c:pt idx="2137">
                  <c:v>1.4313100000000001</c:v>
                </c:pt>
                <c:pt idx="2138">
                  <c:v>1.4308099999999999</c:v>
                </c:pt>
                <c:pt idx="2139">
                  <c:v>1.43031</c:v>
                </c:pt>
                <c:pt idx="2140">
                  <c:v>1.42981</c:v>
                </c:pt>
                <c:pt idx="2141">
                  <c:v>1.4293100000000001</c:v>
                </c:pt>
                <c:pt idx="2142">
                  <c:v>1.4288099999999999</c:v>
                </c:pt>
                <c:pt idx="2143">
                  <c:v>1.42832</c:v>
                </c:pt>
                <c:pt idx="2144">
                  <c:v>1.4278200000000001</c:v>
                </c:pt>
                <c:pt idx="2145">
                  <c:v>1.4273199999999999</c:v>
                </c:pt>
                <c:pt idx="2146">
                  <c:v>1.42682</c:v>
                </c:pt>
                <c:pt idx="2147">
                  <c:v>1.42632</c:v>
                </c:pt>
                <c:pt idx="2148">
                  <c:v>1.4258200000000001</c:v>
                </c:pt>
                <c:pt idx="2149">
                  <c:v>1.4253199999999999</c:v>
                </c:pt>
                <c:pt idx="2150">
                  <c:v>1.42482</c:v>
                </c:pt>
                <c:pt idx="2151">
                  <c:v>1.42432</c:v>
                </c:pt>
                <c:pt idx="2152">
                  <c:v>1.4238200000000001</c:v>
                </c:pt>
                <c:pt idx="2153">
                  <c:v>1.4233199999999999</c:v>
                </c:pt>
                <c:pt idx="2154">
                  <c:v>1.42282</c:v>
                </c:pt>
                <c:pt idx="2155">
                  <c:v>1.42232</c:v>
                </c:pt>
                <c:pt idx="2156">
                  <c:v>1.4218200000000001</c:v>
                </c:pt>
                <c:pt idx="2157">
                  <c:v>1.4213199999999999</c:v>
                </c:pt>
                <c:pt idx="2158">
                  <c:v>1.42082</c:v>
                </c:pt>
                <c:pt idx="2159">
                  <c:v>1.42032</c:v>
                </c:pt>
                <c:pt idx="2160">
                  <c:v>1.4198200000000001</c:v>
                </c:pt>
                <c:pt idx="2161">
                  <c:v>1.4193199999999999</c:v>
                </c:pt>
                <c:pt idx="2162">
                  <c:v>1.41882</c:v>
                </c:pt>
                <c:pt idx="2163">
                  <c:v>1.41832</c:v>
                </c:pt>
                <c:pt idx="2164">
                  <c:v>1.4178200000000001</c:v>
                </c:pt>
                <c:pt idx="2165">
                  <c:v>1.4173199999999999</c:v>
                </c:pt>
                <c:pt idx="2166">
                  <c:v>1.4168099999999999</c:v>
                </c:pt>
                <c:pt idx="2167">
                  <c:v>1.41631</c:v>
                </c:pt>
                <c:pt idx="2168">
                  <c:v>1.4158200000000001</c:v>
                </c:pt>
                <c:pt idx="2169">
                  <c:v>1.4153199999999999</c:v>
                </c:pt>
                <c:pt idx="2170">
                  <c:v>1.41482</c:v>
                </c:pt>
                <c:pt idx="2171">
                  <c:v>1.41432</c:v>
                </c:pt>
                <c:pt idx="2172">
                  <c:v>1.4138299999999999</c:v>
                </c:pt>
                <c:pt idx="2173">
                  <c:v>1.41333</c:v>
                </c:pt>
                <c:pt idx="2174">
                  <c:v>1.41283</c:v>
                </c:pt>
                <c:pt idx="2175">
                  <c:v>1.4123300000000001</c:v>
                </c:pt>
                <c:pt idx="2176">
                  <c:v>1.4118299999999999</c:v>
                </c:pt>
                <c:pt idx="2177">
                  <c:v>1.41133</c:v>
                </c:pt>
                <c:pt idx="2178">
                  <c:v>1.41083</c:v>
                </c:pt>
                <c:pt idx="2179">
                  <c:v>1.4103300000000001</c:v>
                </c:pt>
                <c:pt idx="2180">
                  <c:v>1.4098299999999999</c:v>
                </c:pt>
                <c:pt idx="2181">
                  <c:v>1.40933</c:v>
                </c:pt>
                <c:pt idx="2182">
                  <c:v>1.40883</c:v>
                </c:pt>
                <c:pt idx="2183">
                  <c:v>1.4083300000000001</c:v>
                </c:pt>
                <c:pt idx="2184">
                  <c:v>1.4078299999999999</c:v>
                </c:pt>
                <c:pt idx="2185">
                  <c:v>1.40733</c:v>
                </c:pt>
                <c:pt idx="2186">
                  <c:v>1.40683</c:v>
                </c:pt>
                <c:pt idx="2187">
                  <c:v>1.4063300000000001</c:v>
                </c:pt>
                <c:pt idx="2188">
                  <c:v>1.4058299999999999</c:v>
                </c:pt>
                <c:pt idx="2189">
                  <c:v>1.40533</c:v>
                </c:pt>
                <c:pt idx="2190">
                  <c:v>1.40483</c:v>
                </c:pt>
                <c:pt idx="2191">
                  <c:v>1.4043300000000001</c:v>
                </c:pt>
                <c:pt idx="2192">
                  <c:v>1.4038299999999999</c:v>
                </c:pt>
                <c:pt idx="2193">
                  <c:v>1.40333</c:v>
                </c:pt>
                <c:pt idx="2194">
                  <c:v>1.40283</c:v>
                </c:pt>
                <c:pt idx="2195">
                  <c:v>1.4023300000000001</c:v>
                </c:pt>
                <c:pt idx="2196">
                  <c:v>1.4018299999999999</c:v>
                </c:pt>
                <c:pt idx="2197">
                  <c:v>1.40133</c:v>
                </c:pt>
                <c:pt idx="2198">
                  <c:v>1.40083</c:v>
                </c:pt>
                <c:pt idx="2199">
                  <c:v>1.4003300000000001</c:v>
                </c:pt>
                <c:pt idx="2200">
                  <c:v>1.3998299999999999</c:v>
                </c:pt>
                <c:pt idx="2201">
                  <c:v>1.39933</c:v>
                </c:pt>
                <c:pt idx="2202">
                  <c:v>1.39883</c:v>
                </c:pt>
                <c:pt idx="2203">
                  <c:v>1.3983300000000001</c:v>
                </c:pt>
                <c:pt idx="2204">
                  <c:v>1.3978299999999999</c:v>
                </c:pt>
                <c:pt idx="2205">
                  <c:v>1.39733</c:v>
                </c:pt>
                <c:pt idx="2206">
                  <c:v>1.39683</c:v>
                </c:pt>
                <c:pt idx="2207">
                  <c:v>1.3963300000000001</c:v>
                </c:pt>
                <c:pt idx="2208">
                  <c:v>1.3958299999999999</c:v>
                </c:pt>
                <c:pt idx="2209">
                  <c:v>1.39533</c:v>
                </c:pt>
                <c:pt idx="2210">
                  <c:v>1.39483</c:v>
                </c:pt>
                <c:pt idx="2211">
                  <c:v>1.3943300000000001</c:v>
                </c:pt>
                <c:pt idx="2212">
                  <c:v>1.3938299999999999</c:v>
                </c:pt>
                <c:pt idx="2213">
                  <c:v>1.39333</c:v>
                </c:pt>
                <c:pt idx="2214">
                  <c:v>1.39283</c:v>
                </c:pt>
                <c:pt idx="2215">
                  <c:v>1.3923300000000001</c:v>
                </c:pt>
                <c:pt idx="2216">
                  <c:v>1.3918299999999999</c:v>
                </c:pt>
                <c:pt idx="2217">
                  <c:v>1.39133</c:v>
                </c:pt>
                <c:pt idx="2218">
                  <c:v>1.39083</c:v>
                </c:pt>
                <c:pt idx="2219">
                  <c:v>1.3903300000000001</c:v>
                </c:pt>
                <c:pt idx="2220">
                  <c:v>1.3898299999999999</c:v>
                </c:pt>
                <c:pt idx="2221">
                  <c:v>1.38933</c:v>
                </c:pt>
                <c:pt idx="2222">
                  <c:v>1.38883</c:v>
                </c:pt>
                <c:pt idx="2223">
                  <c:v>1.3883300000000001</c:v>
                </c:pt>
                <c:pt idx="2224">
                  <c:v>1.3878299999999999</c:v>
                </c:pt>
                <c:pt idx="2225">
                  <c:v>1.38733</c:v>
                </c:pt>
                <c:pt idx="2226">
                  <c:v>1.3868400000000001</c:v>
                </c:pt>
                <c:pt idx="2227">
                  <c:v>1.3863399999999999</c:v>
                </c:pt>
                <c:pt idx="2228">
                  <c:v>1.38584</c:v>
                </c:pt>
                <c:pt idx="2229">
                  <c:v>1.38534</c:v>
                </c:pt>
                <c:pt idx="2230">
                  <c:v>1.3848400000000001</c:v>
                </c:pt>
                <c:pt idx="2231">
                  <c:v>1.3843399999999999</c:v>
                </c:pt>
                <c:pt idx="2232">
                  <c:v>1.38384</c:v>
                </c:pt>
                <c:pt idx="2233">
                  <c:v>1.38334</c:v>
                </c:pt>
                <c:pt idx="2234">
                  <c:v>1.38283</c:v>
                </c:pt>
                <c:pt idx="2235">
                  <c:v>1.3823300000000001</c:v>
                </c:pt>
                <c:pt idx="2236">
                  <c:v>1.3818299999999999</c:v>
                </c:pt>
                <c:pt idx="2237">
                  <c:v>1.3813299999999999</c:v>
                </c:pt>
                <c:pt idx="2238">
                  <c:v>1.38083</c:v>
                </c:pt>
                <c:pt idx="2239">
                  <c:v>1.3803300000000001</c:v>
                </c:pt>
                <c:pt idx="2240">
                  <c:v>1.3798299999999999</c:v>
                </c:pt>
                <c:pt idx="2241">
                  <c:v>1.3793299999999999</c:v>
                </c:pt>
                <c:pt idx="2242">
                  <c:v>1.37883</c:v>
                </c:pt>
                <c:pt idx="2243">
                  <c:v>1.3783300000000001</c:v>
                </c:pt>
                <c:pt idx="2244">
                  <c:v>1.3778300000000001</c:v>
                </c:pt>
                <c:pt idx="2245">
                  <c:v>1.37734</c:v>
                </c:pt>
                <c:pt idx="2246">
                  <c:v>1.3768400000000001</c:v>
                </c:pt>
                <c:pt idx="2247">
                  <c:v>1.3763399999999999</c:v>
                </c:pt>
                <c:pt idx="2248">
                  <c:v>1.37584</c:v>
                </c:pt>
                <c:pt idx="2249">
                  <c:v>1.37534</c:v>
                </c:pt>
                <c:pt idx="2250">
                  <c:v>1.3748400000000001</c:v>
                </c:pt>
                <c:pt idx="2251">
                  <c:v>1.3743399999999999</c:v>
                </c:pt>
                <c:pt idx="2252">
                  <c:v>1.37384</c:v>
                </c:pt>
                <c:pt idx="2253">
                  <c:v>1.37334</c:v>
                </c:pt>
                <c:pt idx="2254">
                  <c:v>1.3728400000000001</c:v>
                </c:pt>
                <c:pt idx="2255">
                  <c:v>1.3723399999999999</c:v>
                </c:pt>
                <c:pt idx="2256">
                  <c:v>1.3718399999999999</c:v>
                </c:pt>
                <c:pt idx="2257">
                  <c:v>1.37134</c:v>
                </c:pt>
                <c:pt idx="2258">
                  <c:v>1.3708400000000001</c:v>
                </c:pt>
                <c:pt idx="2259">
                  <c:v>1.3703399999999999</c:v>
                </c:pt>
                <c:pt idx="2260">
                  <c:v>1.3698399999999999</c:v>
                </c:pt>
                <c:pt idx="2261">
                  <c:v>1.36934</c:v>
                </c:pt>
                <c:pt idx="2262">
                  <c:v>1.3688400000000001</c:v>
                </c:pt>
                <c:pt idx="2263">
                  <c:v>1.3683399999999999</c:v>
                </c:pt>
                <c:pt idx="2264">
                  <c:v>1.3678399999999999</c:v>
                </c:pt>
                <c:pt idx="2265">
                  <c:v>1.36734</c:v>
                </c:pt>
                <c:pt idx="2266">
                  <c:v>1.3668499999999999</c:v>
                </c:pt>
                <c:pt idx="2267">
                  <c:v>1.36635</c:v>
                </c:pt>
                <c:pt idx="2268">
                  <c:v>1.36585</c:v>
                </c:pt>
                <c:pt idx="2269">
                  <c:v>1.3653500000000001</c:v>
                </c:pt>
                <c:pt idx="2270">
                  <c:v>1.3648499999999999</c:v>
                </c:pt>
                <c:pt idx="2271">
                  <c:v>1.3643400000000001</c:v>
                </c:pt>
                <c:pt idx="2272">
                  <c:v>1.3638399999999999</c:v>
                </c:pt>
                <c:pt idx="2273">
                  <c:v>1.36334</c:v>
                </c:pt>
                <c:pt idx="2274">
                  <c:v>1.3628400000000001</c:v>
                </c:pt>
                <c:pt idx="2275">
                  <c:v>1.3623400000000001</c:v>
                </c:pt>
                <c:pt idx="2276">
                  <c:v>1.3618399999999999</c:v>
                </c:pt>
                <c:pt idx="2277">
                  <c:v>1.36134</c:v>
                </c:pt>
                <c:pt idx="2278">
                  <c:v>1.36084</c:v>
                </c:pt>
                <c:pt idx="2279">
                  <c:v>1.3603400000000001</c:v>
                </c:pt>
                <c:pt idx="2280">
                  <c:v>1.3598399999999999</c:v>
                </c:pt>
                <c:pt idx="2281">
                  <c:v>1.35934</c:v>
                </c:pt>
                <c:pt idx="2282">
                  <c:v>1.35884</c:v>
                </c:pt>
                <c:pt idx="2283">
                  <c:v>1.3583400000000001</c:v>
                </c:pt>
                <c:pt idx="2284">
                  <c:v>1.3578399999999999</c:v>
                </c:pt>
                <c:pt idx="2285">
                  <c:v>1.3573500000000001</c:v>
                </c:pt>
                <c:pt idx="2286">
                  <c:v>1.3568499999999999</c:v>
                </c:pt>
                <c:pt idx="2287">
                  <c:v>1.3563499999999999</c:v>
                </c:pt>
                <c:pt idx="2288">
                  <c:v>1.35585</c:v>
                </c:pt>
                <c:pt idx="2289">
                  <c:v>1.3553500000000001</c:v>
                </c:pt>
                <c:pt idx="2290">
                  <c:v>1.3548500000000001</c:v>
                </c:pt>
                <c:pt idx="2291">
                  <c:v>1.3543499999999999</c:v>
                </c:pt>
                <c:pt idx="2292">
                  <c:v>1.3538399999999999</c:v>
                </c:pt>
                <c:pt idx="2293">
                  <c:v>1.35334</c:v>
                </c:pt>
                <c:pt idx="2294">
                  <c:v>1.35284</c:v>
                </c:pt>
                <c:pt idx="2295">
                  <c:v>1.3523499999999999</c:v>
                </c:pt>
                <c:pt idx="2296">
                  <c:v>1.35185</c:v>
                </c:pt>
                <c:pt idx="2297">
                  <c:v>1.3513500000000001</c:v>
                </c:pt>
                <c:pt idx="2298">
                  <c:v>1.3508500000000001</c:v>
                </c:pt>
                <c:pt idx="2299">
                  <c:v>1.3503499999999999</c:v>
                </c:pt>
                <c:pt idx="2300">
                  <c:v>1.34985</c:v>
                </c:pt>
                <c:pt idx="2301">
                  <c:v>1.34935</c:v>
                </c:pt>
                <c:pt idx="2302">
                  <c:v>1.3488500000000001</c:v>
                </c:pt>
                <c:pt idx="2303">
                  <c:v>1.3483499999999999</c:v>
                </c:pt>
                <c:pt idx="2304">
                  <c:v>1.34785</c:v>
                </c:pt>
                <c:pt idx="2305">
                  <c:v>1.34735</c:v>
                </c:pt>
                <c:pt idx="2306">
                  <c:v>1.3468500000000001</c:v>
                </c:pt>
                <c:pt idx="2307">
                  <c:v>1.3463499999999999</c:v>
                </c:pt>
                <c:pt idx="2308">
                  <c:v>1.34585</c:v>
                </c:pt>
                <c:pt idx="2309">
                  <c:v>1.34535</c:v>
                </c:pt>
                <c:pt idx="2310">
                  <c:v>1.3448500000000001</c:v>
                </c:pt>
                <c:pt idx="2311">
                  <c:v>1.3443499999999999</c:v>
                </c:pt>
                <c:pt idx="2312">
                  <c:v>1.34385</c:v>
                </c:pt>
                <c:pt idx="2313">
                  <c:v>1.34335</c:v>
                </c:pt>
                <c:pt idx="2314">
                  <c:v>1.3428500000000001</c:v>
                </c:pt>
                <c:pt idx="2315">
                  <c:v>1.3423499999999999</c:v>
                </c:pt>
                <c:pt idx="2316">
                  <c:v>1.34185</c:v>
                </c:pt>
                <c:pt idx="2317">
                  <c:v>1.34135</c:v>
                </c:pt>
                <c:pt idx="2318">
                  <c:v>1.3408500000000001</c:v>
                </c:pt>
                <c:pt idx="2319">
                  <c:v>1.3403499999999999</c:v>
                </c:pt>
                <c:pt idx="2320">
                  <c:v>1.33985</c:v>
                </c:pt>
                <c:pt idx="2321">
                  <c:v>1.33935</c:v>
                </c:pt>
                <c:pt idx="2322">
                  <c:v>1.3388500000000001</c:v>
                </c:pt>
                <c:pt idx="2323">
                  <c:v>1.3383499999999999</c:v>
                </c:pt>
                <c:pt idx="2324">
                  <c:v>1.33785</c:v>
                </c:pt>
                <c:pt idx="2325">
                  <c:v>1.3373600000000001</c:v>
                </c:pt>
                <c:pt idx="2326">
                  <c:v>1.3368500000000001</c:v>
                </c:pt>
                <c:pt idx="2327">
                  <c:v>1.3363499999999999</c:v>
                </c:pt>
                <c:pt idx="2328">
                  <c:v>1.33585</c:v>
                </c:pt>
                <c:pt idx="2329">
                  <c:v>1.3353600000000001</c:v>
                </c:pt>
                <c:pt idx="2330">
                  <c:v>1.3348599999999999</c:v>
                </c:pt>
                <c:pt idx="2331">
                  <c:v>1.33436</c:v>
                </c:pt>
                <c:pt idx="2332">
                  <c:v>1.33386</c:v>
                </c:pt>
                <c:pt idx="2333">
                  <c:v>1.3333600000000001</c:v>
                </c:pt>
                <c:pt idx="2334">
                  <c:v>1.3328599999999999</c:v>
                </c:pt>
                <c:pt idx="2335">
                  <c:v>1.33236</c:v>
                </c:pt>
                <c:pt idx="2336">
                  <c:v>1.33186</c:v>
                </c:pt>
                <c:pt idx="2337">
                  <c:v>1.3313600000000001</c:v>
                </c:pt>
                <c:pt idx="2338">
                  <c:v>1.3308599999999999</c:v>
                </c:pt>
                <c:pt idx="2339">
                  <c:v>1.33036</c:v>
                </c:pt>
                <c:pt idx="2340">
                  <c:v>1.32986</c:v>
                </c:pt>
                <c:pt idx="2341">
                  <c:v>1.3293600000000001</c:v>
                </c:pt>
                <c:pt idx="2342">
                  <c:v>1.3288599999999999</c:v>
                </c:pt>
                <c:pt idx="2343">
                  <c:v>1.32836</c:v>
                </c:pt>
                <c:pt idx="2344">
                  <c:v>1.32786</c:v>
                </c:pt>
                <c:pt idx="2345">
                  <c:v>1.3273699999999999</c:v>
                </c:pt>
                <c:pt idx="2346">
                  <c:v>1.32687</c:v>
                </c:pt>
                <c:pt idx="2347">
                  <c:v>1.32637</c:v>
                </c:pt>
                <c:pt idx="2348">
                  <c:v>1.3258700000000001</c:v>
                </c:pt>
                <c:pt idx="2349">
                  <c:v>1.3253699999999999</c:v>
                </c:pt>
                <c:pt idx="2350">
                  <c:v>1.3248599999999999</c:v>
                </c:pt>
                <c:pt idx="2351">
                  <c:v>1.32436</c:v>
                </c:pt>
                <c:pt idx="2352">
                  <c:v>1.32386</c:v>
                </c:pt>
                <c:pt idx="2353">
                  <c:v>1.3233699999999999</c:v>
                </c:pt>
                <c:pt idx="2354">
                  <c:v>1.32287</c:v>
                </c:pt>
                <c:pt idx="2355">
                  <c:v>1.32237</c:v>
                </c:pt>
                <c:pt idx="2356">
                  <c:v>1.32186</c:v>
                </c:pt>
                <c:pt idx="2357">
                  <c:v>1.3213600000000001</c:v>
                </c:pt>
                <c:pt idx="2358">
                  <c:v>1.3208599999999999</c:v>
                </c:pt>
                <c:pt idx="2359">
                  <c:v>1.32037</c:v>
                </c:pt>
                <c:pt idx="2360">
                  <c:v>1.31986</c:v>
                </c:pt>
                <c:pt idx="2361">
                  <c:v>1.3193600000000001</c:v>
                </c:pt>
                <c:pt idx="2362">
                  <c:v>1.31887</c:v>
                </c:pt>
                <c:pt idx="2363">
                  <c:v>1.31837</c:v>
                </c:pt>
                <c:pt idx="2364">
                  <c:v>1.3178700000000001</c:v>
                </c:pt>
                <c:pt idx="2365">
                  <c:v>1.3173699999999999</c:v>
                </c:pt>
                <c:pt idx="2366">
                  <c:v>1.31687</c:v>
                </c:pt>
                <c:pt idx="2367">
                  <c:v>1.31637</c:v>
                </c:pt>
                <c:pt idx="2368">
                  <c:v>1.3158700000000001</c:v>
                </c:pt>
                <c:pt idx="2369">
                  <c:v>1.3153699999999999</c:v>
                </c:pt>
                <c:pt idx="2370">
                  <c:v>1.3148599999999999</c:v>
                </c:pt>
                <c:pt idx="2371">
                  <c:v>1.31436</c:v>
                </c:pt>
                <c:pt idx="2372">
                  <c:v>1.3138700000000001</c:v>
                </c:pt>
                <c:pt idx="2373">
                  <c:v>1.3133699999999999</c:v>
                </c:pt>
                <c:pt idx="2374">
                  <c:v>1.31287</c:v>
                </c:pt>
                <c:pt idx="2375">
                  <c:v>1.31237</c:v>
                </c:pt>
                <c:pt idx="2376">
                  <c:v>1.3118700000000001</c:v>
                </c:pt>
                <c:pt idx="2377">
                  <c:v>1.3113699999999999</c:v>
                </c:pt>
                <c:pt idx="2378">
                  <c:v>1.31087</c:v>
                </c:pt>
                <c:pt idx="2379">
                  <c:v>1.31037</c:v>
                </c:pt>
                <c:pt idx="2380">
                  <c:v>1.3098700000000001</c:v>
                </c:pt>
                <c:pt idx="2381">
                  <c:v>1.3093699999999999</c:v>
                </c:pt>
                <c:pt idx="2382">
                  <c:v>1.30887</c:v>
                </c:pt>
                <c:pt idx="2383">
                  <c:v>1.30837</c:v>
                </c:pt>
                <c:pt idx="2384">
                  <c:v>1.3078700000000001</c:v>
                </c:pt>
                <c:pt idx="2385">
                  <c:v>1.3073699999999999</c:v>
                </c:pt>
                <c:pt idx="2386">
                  <c:v>1.30687</c:v>
                </c:pt>
                <c:pt idx="2387">
                  <c:v>1.30637</c:v>
                </c:pt>
                <c:pt idx="2388">
                  <c:v>1.3058700000000001</c:v>
                </c:pt>
                <c:pt idx="2389">
                  <c:v>1.3053699999999999</c:v>
                </c:pt>
                <c:pt idx="2390">
                  <c:v>1.30487</c:v>
                </c:pt>
                <c:pt idx="2391">
                  <c:v>1.30437</c:v>
                </c:pt>
                <c:pt idx="2392">
                  <c:v>1.3038700000000001</c:v>
                </c:pt>
                <c:pt idx="2393">
                  <c:v>1.3033699999999999</c:v>
                </c:pt>
                <c:pt idx="2394">
                  <c:v>1.30287</c:v>
                </c:pt>
                <c:pt idx="2395">
                  <c:v>1.30237</c:v>
                </c:pt>
                <c:pt idx="2396">
                  <c:v>1.3018700000000001</c:v>
                </c:pt>
                <c:pt idx="2397">
                  <c:v>1.3013699999999999</c:v>
                </c:pt>
                <c:pt idx="2398">
                  <c:v>1.30087</c:v>
                </c:pt>
                <c:pt idx="2399">
                  <c:v>1.30037</c:v>
                </c:pt>
                <c:pt idx="2400">
                  <c:v>1.2998700000000001</c:v>
                </c:pt>
                <c:pt idx="2401">
                  <c:v>1.2993699999999999</c:v>
                </c:pt>
                <c:pt idx="2402">
                  <c:v>1.29888</c:v>
                </c:pt>
                <c:pt idx="2403">
                  <c:v>1.2983800000000001</c:v>
                </c:pt>
                <c:pt idx="2404">
                  <c:v>1.2978799999999999</c:v>
                </c:pt>
                <c:pt idx="2405">
                  <c:v>1.29738</c:v>
                </c:pt>
                <c:pt idx="2406">
                  <c:v>1.29688</c:v>
                </c:pt>
                <c:pt idx="2407">
                  <c:v>1.2963800000000001</c:v>
                </c:pt>
                <c:pt idx="2408">
                  <c:v>1.2958799999999999</c:v>
                </c:pt>
                <c:pt idx="2409">
                  <c:v>1.29538</c:v>
                </c:pt>
                <c:pt idx="2410">
                  <c:v>1.29488</c:v>
                </c:pt>
                <c:pt idx="2411">
                  <c:v>1.2943800000000001</c:v>
                </c:pt>
                <c:pt idx="2412">
                  <c:v>1.2938799999999999</c:v>
                </c:pt>
                <c:pt idx="2413">
                  <c:v>1.29338</c:v>
                </c:pt>
                <c:pt idx="2414">
                  <c:v>1.29287</c:v>
                </c:pt>
                <c:pt idx="2415">
                  <c:v>1.29237</c:v>
                </c:pt>
                <c:pt idx="2416">
                  <c:v>1.2918700000000001</c:v>
                </c:pt>
                <c:pt idx="2417">
                  <c:v>1.29138</c:v>
                </c:pt>
                <c:pt idx="2418">
                  <c:v>1.29088</c:v>
                </c:pt>
                <c:pt idx="2419">
                  <c:v>1.2903800000000001</c:v>
                </c:pt>
                <c:pt idx="2420">
                  <c:v>1.2898799999999999</c:v>
                </c:pt>
                <c:pt idx="2421">
                  <c:v>1.28938</c:v>
                </c:pt>
                <c:pt idx="2422">
                  <c:v>1.2888900000000001</c:v>
                </c:pt>
                <c:pt idx="2423">
                  <c:v>1.2883899999999999</c:v>
                </c:pt>
                <c:pt idx="2424">
                  <c:v>1.28789</c:v>
                </c:pt>
                <c:pt idx="2425">
                  <c:v>1.28739</c:v>
                </c:pt>
                <c:pt idx="2426">
                  <c:v>1.28688</c:v>
                </c:pt>
                <c:pt idx="2427">
                  <c:v>1.2863800000000001</c:v>
                </c:pt>
                <c:pt idx="2428">
                  <c:v>1.2858799999999999</c:v>
                </c:pt>
                <c:pt idx="2429">
                  <c:v>1.28538</c:v>
                </c:pt>
                <c:pt idx="2430">
                  <c:v>1.28488</c:v>
                </c:pt>
                <c:pt idx="2431">
                  <c:v>1.2843800000000001</c:v>
                </c:pt>
                <c:pt idx="2432">
                  <c:v>1.2838799999999999</c:v>
                </c:pt>
                <c:pt idx="2433">
                  <c:v>1.2833699999999999</c:v>
                </c:pt>
                <c:pt idx="2434">
                  <c:v>1.28287</c:v>
                </c:pt>
                <c:pt idx="2435">
                  <c:v>1.28237</c:v>
                </c:pt>
                <c:pt idx="2436">
                  <c:v>1.2818799999999999</c:v>
                </c:pt>
                <c:pt idx="2437">
                  <c:v>1.28138</c:v>
                </c:pt>
                <c:pt idx="2438">
                  <c:v>1.28088</c:v>
                </c:pt>
                <c:pt idx="2439">
                  <c:v>1.2803800000000001</c:v>
                </c:pt>
                <c:pt idx="2440">
                  <c:v>1.2798799999999999</c:v>
                </c:pt>
                <c:pt idx="2441">
                  <c:v>1.27938</c:v>
                </c:pt>
                <c:pt idx="2442">
                  <c:v>1.2788900000000001</c:v>
                </c:pt>
                <c:pt idx="2443">
                  <c:v>1.2783899999999999</c:v>
                </c:pt>
                <c:pt idx="2444">
                  <c:v>1.27789</c:v>
                </c:pt>
                <c:pt idx="2445">
                  <c:v>1.27739</c:v>
                </c:pt>
                <c:pt idx="2446">
                  <c:v>1.2768900000000001</c:v>
                </c:pt>
                <c:pt idx="2447">
                  <c:v>1.2763899999999999</c:v>
                </c:pt>
                <c:pt idx="2448">
                  <c:v>1.27589</c:v>
                </c:pt>
                <c:pt idx="2449">
                  <c:v>1.27539</c:v>
                </c:pt>
                <c:pt idx="2450">
                  <c:v>1.2748900000000001</c:v>
                </c:pt>
                <c:pt idx="2451">
                  <c:v>1.2743899999999999</c:v>
                </c:pt>
                <c:pt idx="2452">
                  <c:v>1.27389</c:v>
                </c:pt>
                <c:pt idx="2453">
                  <c:v>1.27339</c:v>
                </c:pt>
                <c:pt idx="2454">
                  <c:v>1.2728900000000001</c:v>
                </c:pt>
                <c:pt idx="2455">
                  <c:v>1.2723899999999999</c:v>
                </c:pt>
                <c:pt idx="2456">
                  <c:v>1.27189</c:v>
                </c:pt>
                <c:pt idx="2457">
                  <c:v>1.27139</c:v>
                </c:pt>
                <c:pt idx="2458">
                  <c:v>1.27088</c:v>
                </c:pt>
                <c:pt idx="2459">
                  <c:v>1.2703800000000001</c:v>
                </c:pt>
                <c:pt idx="2460">
                  <c:v>1.26989</c:v>
                </c:pt>
                <c:pt idx="2461">
                  <c:v>1.26939</c:v>
                </c:pt>
                <c:pt idx="2462">
                  <c:v>1.2688900000000001</c:v>
                </c:pt>
                <c:pt idx="2463">
                  <c:v>1.2683899999999999</c:v>
                </c:pt>
                <c:pt idx="2464">
                  <c:v>1.26789</c:v>
                </c:pt>
                <c:pt idx="2465">
                  <c:v>1.26739</c:v>
                </c:pt>
                <c:pt idx="2466">
                  <c:v>1.2668900000000001</c:v>
                </c:pt>
                <c:pt idx="2467">
                  <c:v>1.2663899999999999</c:v>
                </c:pt>
                <c:pt idx="2468">
                  <c:v>1.26589</c:v>
                </c:pt>
                <c:pt idx="2469">
                  <c:v>1.26539</c:v>
                </c:pt>
                <c:pt idx="2470">
                  <c:v>1.2648900000000001</c:v>
                </c:pt>
                <c:pt idx="2471">
                  <c:v>1.2643899999999999</c:v>
                </c:pt>
                <c:pt idx="2472">
                  <c:v>1.26389</c:v>
                </c:pt>
                <c:pt idx="2473">
                  <c:v>1.26339</c:v>
                </c:pt>
                <c:pt idx="2474">
                  <c:v>1.2628900000000001</c:v>
                </c:pt>
                <c:pt idx="2475">
                  <c:v>1.2623899999999999</c:v>
                </c:pt>
                <c:pt idx="2476">
                  <c:v>1.26189</c:v>
                </c:pt>
                <c:pt idx="2477">
                  <c:v>1.26139</c:v>
                </c:pt>
                <c:pt idx="2478">
                  <c:v>1.2608900000000001</c:v>
                </c:pt>
                <c:pt idx="2479">
                  <c:v>1.2603899999999999</c:v>
                </c:pt>
                <c:pt idx="2480">
                  <c:v>1.25989</c:v>
                </c:pt>
                <c:pt idx="2481">
                  <c:v>1.25939</c:v>
                </c:pt>
                <c:pt idx="2482">
                  <c:v>1.2588999999999999</c:v>
                </c:pt>
                <c:pt idx="2483">
                  <c:v>1.2584</c:v>
                </c:pt>
                <c:pt idx="2484">
                  <c:v>1.2579</c:v>
                </c:pt>
                <c:pt idx="2485">
                  <c:v>1.2574000000000001</c:v>
                </c:pt>
                <c:pt idx="2486">
                  <c:v>1.2568999999999999</c:v>
                </c:pt>
                <c:pt idx="2487">
                  <c:v>1.2564</c:v>
                </c:pt>
                <c:pt idx="2488">
                  <c:v>1.2559</c:v>
                </c:pt>
                <c:pt idx="2489">
                  <c:v>1.2554000000000001</c:v>
                </c:pt>
                <c:pt idx="2490">
                  <c:v>1.2548999999999999</c:v>
                </c:pt>
                <c:pt idx="2491">
                  <c:v>1.2544</c:v>
                </c:pt>
                <c:pt idx="2492">
                  <c:v>1.2539</c:v>
                </c:pt>
                <c:pt idx="2493">
                  <c:v>1.2534000000000001</c:v>
                </c:pt>
                <c:pt idx="2494">
                  <c:v>1.2528999999999999</c:v>
                </c:pt>
                <c:pt idx="2495">
                  <c:v>1.2524</c:v>
                </c:pt>
                <c:pt idx="2496">
                  <c:v>1.2519</c:v>
                </c:pt>
                <c:pt idx="2497">
                  <c:v>1.2514000000000001</c:v>
                </c:pt>
                <c:pt idx="2498">
                  <c:v>1.2508999999999999</c:v>
                </c:pt>
                <c:pt idx="2499">
                  <c:v>1.2504</c:v>
                </c:pt>
                <c:pt idx="2500">
                  <c:v>1.2499</c:v>
                </c:pt>
                <c:pt idx="2501">
                  <c:v>1.2494099999999999</c:v>
                </c:pt>
                <c:pt idx="2502">
                  <c:v>1.24891</c:v>
                </c:pt>
                <c:pt idx="2503">
                  <c:v>1.2484200000000001</c:v>
                </c:pt>
                <c:pt idx="2504">
                  <c:v>1.2479199999999999</c:v>
                </c:pt>
                <c:pt idx="2505">
                  <c:v>1.24742</c:v>
                </c:pt>
                <c:pt idx="2506">
                  <c:v>1.24692</c:v>
                </c:pt>
                <c:pt idx="2507">
                  <c:v>1.2464200000000001</c:v>
                </c:pt>
                <c:pt idx="2508">
                  <c:v>1.2459199999999999</c:v>
                </c:pt>
                <c:pt idx="2509">
                  <c:v>1.24542</c:v>
                </c:pt>
                <c:pt idx="2510">
                  <c:v>1.24492</c:v>
                </c:pt>
                <c:pt idx="2511">
                  <c:v>1.2444200000000001</c:v>
                </c:pt>
                <c:pt idx="2512">
                  <c:v>1.2439199999999999</c:v>
                </c:pt>
                <c:pt idx="2513">
                  <c:v>1.24342</c:v>
                </c:pt>
                <c:pt idx="2514">
                  <c:v>1.24292</c:v>
                </c:pt>
                <c:pt idx="2515">
                  <c:v>1.2424200000000001</c:v>
                </c:pt>
                <c:pt idx="2516">
                  <c:v>1.2419199999999999</c:v>
                </c:pt>
                <c:pt idx="2517">
                  <c:v>1.24142</c:v>
                </c:pt>
                <c:pt idx="2518">
                  <c:v>1.24092</c:v>
                </c:pt>
                <c:pt idx="2519">
                  <c:v>1.2404200000000001</c:v>
                </c:pt>
                <c:pt idx="2520">
                  <c:v>1.2399199999999999</c:v>
                </c:pt>
                <c:pt idx="2521">
                  <c:v>1.23942</c:v>
                </c:pt>
                <c:pt idx="2522">
                  <c:v>1.23892</c:v>
                </c:pt>
                <c:pt idx="2523">
                  <c:v>1.2384200000000001</c:v>
                </c:pt>
                <c:pt idx="2524">
                  <c:v>1.2379199999999999</c:v>
                </c:pt>
                <c:pt idx="2525">
                  <c:v>1.23742</c:v>
                </c:pt>
                <c:pt idx="2526">
                  <c:v>1.23692</c:v>
                </c:pt>
                <c:pt idx="2527">
                  <c:v>1.2364200000000001</c:v>
                </c:pt>
                <c:pt idx="2528">
                  <c:v>1.2359199999999999</c:v>
                </c:pt>
                <c:pt idx="2529">
                  <c:v>1.23542</c:v>
                </c:pt>
                <c:pt idx="2530">
                  <c:v>1.2349300000000001</c:v>
                </c:pt>
                <c:pt idx="2531">
                  <c:v>1.2344299999999999</c:v>
                </c:pt>
                <c:pt idx="2532">
                  <c:v>1.23393</c:v>
                </c:pt>
                <c:pt idx="2533">
                  <c:v>1.23343</c:v>
                </c:pt>
                <c:pt idx="2534">
                  <c:v>1.2329300000000001</c:v>
                </c:pt>
                <c:pt idx="2535">
                  <c:v>1.2324299999999999</c:v>
                </c:pt>
                <c:pt idx="2536">
                  <c:v>1.2319199999999999</c:v>
                </c:pt>
                <c:pt idx="2537">
                  <c:v>1.23142</c:v>
                </c:pt>
                <c:pt idx="2538">
                  <c:v>1.2309300000000001</c:v>
                </c:pt>
                <c:pt idx="2539">
                  <c:v>1.2304299999999999</c:v>
                </c:pt>
                <c:pt idx="2540">
                  <c:v>1.22993</c:v>
                </c:pt>
                <c:pt idx="2541">
                  <c:v>1.22943</c:v>
                </c:pt>
                <c:pt idx="2542">
                  <c:v>1.2289300000000001</c:v>
                </c:pt>
                <c:pt idx="2543">
                  <c:v>1.2284299999999999</c:v>
                </c:pt>
                <c:pt idx="2544">
                  <c:v>1.2279199999999999</c:v>
                </c:pt>
                <c:pt idx="2545">
                  <c:v>1.22742</c:v>
                </c:pt>
                <c:pt idx="2546">
                  <c:v>1.22692</c:v>
                </c:pt>
                <c:pt idx="2547">
                  <c:v>1.2264200000000001</c:v>
                </c:pt>
                <c:pt idx="2548">
                  <c:v>1.2259199999999999</c:v>
                </c:pt>
                <c:pt idx="2549">
                  <c:v>1.22543</c:v>
                </c:pt>
                <c:pt idx="2550">
                  <c:v>1.2249300000000001</c:v>
                </c:pt>
                <c:pt idx="2551">
                  <c:v>1.2244200000000001</c:v>
                </c:pt>
                <c:pt idx="2552">
                  <c:v>1.2239199999999999</c:v>
                </c:pt>
                <c:pt idx="2553">
                  <c:v>1.22342</c:v>
                </c:pt>
                <c:pt idx="2554">
                  <c:v>1.22292</c:v>
                </c:pt>
                <c:pt idx="2555">
                  <c:v>1.2224200000000001</c:v>
                </c:pt>
                <c:pt idx="2556">
                  <c:v>1.2219199999999999</c:v>
                </c:pt>
                <c:pt idx="2557">
                  <c:v>1.22142</c:v>
                </c:pt>
                <c:pt idx="2558">
                  <c:v>1.2209300000000001</c:v>
                </c:pt>
                <c:pt idx="2559">
                  <c:v>1.2204299999999999</c:v>
                </c:pt>
                <c:pt idx="2560">
                  <c:v>1.21993</c:v>
                </c:pt>
                <c:pt idx="2561">
                  <c:v>1.21943</c:v>
                </c:pt>
                <c:pt idx="2562">
                  <c:v>1.2189300000000001</c:v>
                </c:pt>
                <c:pt idx="2563">
                  <c:v>1.2184299999999999</c:v>
                </c:pt>
                <c:pt idx="2564">
                  <c:v>1.21793</c:v>
                </c:pt>
                <c:pt idx="2565">
                  <c:v>1.21743</c:v>
                </c:pt>
                <c:pt idx="2566">
                  <c:v>1.2169300000000001</c:v>
                </c:pt>
                <c:pt idx="2567">
                  <c:v>1.2164299999999999</c:v>
                </c:pt>
                <c:pt idx="2568">
                  <c:v>1.21593</c:v>
                </c:pt>
                <c:pt idx="2569">
                  <c:v>1.21543</c:v>
                </c:pt>
                <c:pt idx="2570">
                  <c:v>1.2149300000000001</c:v>
                </c:pt>
                <c:pt idx="2571">
                  <c:v>1.2144299999999999</c:v>
                </c:pt>
                <c:pt idx="2572">
                  <c:v>1.21393</c:v>
                </c:pt>
                <c:pt idx="2573">
                  <c:v>1.21343</c:v>
                </c:pt>
                <c:pt idx="2574">
                  <c:v>1.2129300000000001</c:v>
                </c:pt>
                <c:pt idx="2575">
                  <c:v>1.2124299999999999</c:v>
                </c:pt>
                <c:pt idx="2576">
                  <c:v>1.21193</c:v>
                </c:pt>
                <c:pt idx="2577">
                  <c:v>1.21143</c:v>
                </c:pt>
                <c:pt idx="2578">
                  <c:v>1.2109399999999999</c:v>
                </c:pt>
                <c:pt idx="2579">
                  <c:v>1.21044</c:v>
                </c:pt>
                <c:pt idx="2580">
                  <c:v>1.2099299999999999</c:v>
                </c:pt>
                <c:pt idx="2581">
                  <c:v>1.20943</c:v>
                </c:pt>
                <c:pt idx="2582">
                  <c:v>1.2089300000000001</c:v>
                </c:pt>
                <c:pt idx="2583">
                  <c:v>1.2084299999999999</c:v>
                </c:pt>
                <c:pt idx="2584">
                  <c:v>1.2079299999999999</c:v>
                </c:pt>
                <c:pt idx="2585">
                  <c:v>1.20743</c:v>
                </c:pt>
                <c:pt idx="2586">
                  <c:v>1.2069300000000001</c:v>
                </c:pt>
                <c:pt idx="2587">
                  <c:v>1.2064299999999999</c:v>
                </c:pt>
                <c:pt idx="2588">
                  <c:v>1.2059299999999999</c:v>
                </c:pt>
                <c:pt idx="2589">
                  <c:v>1.20543</c:v>
                </c:pt>
                <c:pt idx="2590">
                  <c:v>1.2049300000000001</c:v>
                </c:pt>
                <c:pt idx="2591">
                  <c:v>1.2044299999999999</c:v>
                </c:pt>
                <c:pt idx="2592">
                  <c:v>1.2039299999999999</c:v>
                </c:pt>
                <c:pt idx="2593">
                  <c:v>1.20343</c:v>
                </c:pt>
                <c:pt idx="2594">
                  <c:v>1.2029399999999999</c:v>
                </c:pt>
                <c:pt idx="2595">
                  <c:v>1.2024300000000001</c:v>
                </c:pt>
                <c:pt idx="2596">
                  <c:v>1.20194</c:v>
                </c:pt>
                <c:pt idx="2597">
                  <c:v>1.2014400000000001</c:v>
                </c:pt>
                <c:pt idx="2598">
                  <c:v>1.2009399999999999</c:v>
                </c:pt>
                <c:pt idx="2599">
                  <c:v>1.20044</c:v>
                </c:pt>
                <c:pt idx="2600">
                  <c:v>1.19994</c:v>
                </c:pt>
                <c:pt idx="2601">
                  <c:v>1.1994400000000001</c:v>
                </c:pt>
                <c:pt idx="2602">
                  <c:v>1.1989399999999999</c:v>
                </c:pt>
                <c:pt idx="2603">
                  <c:v>1.1984399999999999</c:v>
                </c:pt>
                <c:pt idx="2604">
                  <c:v>1.19794</c:v>
                </c:pt>
                <c:pt idx="2605">
                  <c:v>1.1974400000000001</c:v>
                </c:pt>
                <c:pt idx="2606">
                  <c:v>1.1969399999999999</c:v>
                </c:pt>
                <c:pt idx="2607">
                  <c:v>1.1964399999999999</c:v>
                </c:pt>
                <c:pt idx="2608">
                  <c:v>1.19594</c:v>
                </c:pt>
                <c:pt idx="2609">
                  <c:v>1.1954400000000001</c:v>
                </c:pt>
                <c:pt idx="2610">
                  <c:v>1.1949399999999999</c:v>
                </c:pt>
                <c:pt idx="2611">
                  <c:v>1.1944399999999999</c:v>
                </c:pt>
                <c:pt idx="2612">
                  <c:v>1.19394</c:v>
                </c:pt>
                <c:pt idx="2613">
                  <c:v>1.1934400000000001</c:v>
                </c:pt>
                <c:pt idx="2614">
                  <c:v>1.1929399999999999</c:v>
                </c:pt>
                <c:pt idx="2615">
                  <c:v>1.1924399999999999</c:v>
                </c:pt>
                <c:pt idx="2616">
                  <c:v>1.19194</c:v>
                </c:pt>
                <c:pt idx="2617">
                  <c:v>1.1914400000000001</c:v>
                </c:pt>
                <c:pt idx="2618">
                  <c:v>1.1909400000000001</c:v>
                </c:pt>
                <c:pt idx="2619">
                  <c:v>1.1904399999999999</c:v>
                </c:pt>
                <c:pt idx="2620">
                  <c:v>1.18994</c:v>
                </c:pt>
                <c:pt idx="2621">
                  <c:v>1.1894400000000001</c:v>
                </c:pt>
                <c:pt idx="2622">
                  <c:v>1.1889400000000001</c:v>
                </c:pt>
                <c:pt idx="2623">
                  <c:v>1.1884399999999999</c:v>
                </c:pt>
                <c:pt idx="2624">
                  <c:v>1.18794</c:v>
                </c:pt>
                <c:pt idx="2625">
                  <c:v>1.1874400000000001</c:v>
                </c:pt>
                <c:pt idx="2626">
                  <c:v>1.1869400000000001</c:v>
                </c:pt>
                <c:pt idx="2627">
                  <c:v>1.1864399999999999</c:v>
                </c:pt>
                <c:pt idx="2628">
                  <c:v>1.18594</c:v>
                </c:pt>
                <c:pt idx="2629">
                  <c:v>1.18544</c:v>
                </c:pt>
                <c:pt idx="2630">
                  <c:v>1.1849400000000001</c:v>
                </c:pt>
                <c:pt idx="2631">
                  <c:v>1.1844399999999999</c:v>
                </c:pt>
                <c:pt idx="2632">
                  <c:v>1.18394</c:v>
                </c:pt>
                <c:pt idx="2633">
                  <c:v>1.18344</c:v>
                </c:pt>
                <c:pt idx="2634">
                  <c:v>1.1829400000000001</c:v>
                </c:pt>
                <c:pt idx="2635">
                  <c:v>1.1824399999999999</c:v>
                </c:pt>
                <c:pt idx="2636">
                  <c:v>1.18194</c:v>
                </c:pt>
                <c:pt idx="2637">
                  <c:v>1.1814499999999999</c:v>
                </c:pt>
                <c:pt idx="2638">
                  <c:v>1.1809499999999999</c:v>
                </c:pt>
                <c:pt idx="2639">
                  <c:v>1.18045</c:v>
                </c:pt>
                <c:pt idx="2640">
                  <c:v>1.1799500000000001</c:v>
                </c:pt>
                <c:pt idx="2641">
                  <c:v>1.1794500000000001</c:v>
                </c:pt>
                <c:pt idx="2642">
                  <c:v>1.1789499999999999</c:v>
                </c:pt>
                <c:pt idx="2643">
                  <c:v>1.17845</c:v>
                </c:pt>
                <c:pt idx="2644">
                  <c:v>1.1779500000000001</c:v>
                </c:pt>
                <c:pt idx="2645">
                  <c:v>1.1774500000000001</c:v>
                </c:pt>
                <c:pt idx="2646">
                  <c:v>1.1769499999999999</c:v>
                </c:pt>
                <c:pt idx="2647">
                  <c:v>1.17645</c:v>
                </c:pt>
                <c:pt idx="2648">
                  <c:v>1.1759500000000001</c:v>
                </c:pt>
                <c:pt idx="2649">
                  <c:v>1.1754500000000001</c:v>
                </c:pt>
                <c:pt idx="2650">
                  <c:v>1.1749499999999999</c:v>
                </c:pt>
                <c:pt idx="2651">
                  <c:v>1.17445</c:v>
                </c:pt>
                <c:pt idx="2652">
                  <c:v>1.17395</c:v>
                </c:pt>
                <c:pt idx="2653">
                  <c:v>1.1734500000000001</c:v>
                </c:pt>
                <c:pt idx="2654">
                  <c:v>1.1729499999999999</c:v>
                </c:pt>
                <c:pt idx="2655">
                  <c:v>1.17245</c:v>
                </c:pt>
                <c:pt idx="2656">
                  <c:v>1.17195</c:v>
                </c:pt>
                <c:pt idx="2657">
                  <c:v>1.1714500000000001</c:v>
                </c:pt>
                <c:pt idx="2658">
                  <c:v>1.17096</c:v>
                </c:pt>
                <c:pt idx="2659">
                  <c:v>1.17045</c:v>
                </c:pt>
                <c:pt idx="2660">
                  <c:v>1.16995</c:v>
                </c:pt>
                <c:pt idx="2661">
                  <c:v>1.1694500000000001</c:v>
                </c:pt>
                <c:pt idx="2662">
                  <c:v>1.1689499999999999</c:v>
                </c:pt>
                <c:pt idx="2663">
                  <c:v>1.16845</c:v>
                </c:pt>
                <c:pt idx="2664">
                  <c:v>1.16795</c:v>
                </c:pt>
                <c:pt idx="2665">
                  <c:v>1.1674500000000001</c:v>
                </c:pt>
                <c:pt idx="2666">
                  <c:v>1.1669499999999999</c:v>
                </c:pt>
                <c:pt idx="2667">
                  <c:v>1.16645</c:v>
                </c:pt>
                <c:pt idx="2668">
                  <c:v>1.16595</c:v>
                </c:pt>
                <c:pt idx="2669">
                  <c:v>1.1654500000000001</c:v>
                </c:pt>
                <c:pt idx="2670">
                  <c:v>1.1649499999999999</c:v>
                </c:pt>
                <c:pt idx="2671">
                  <c:v>1.16445</c:v>
                </c:pt>
                <c:pt idx="2672">
                  <c:v>1.16395</c:v>
                </c:pt>
                <c:pt idx="2673">
                  <c:v>1.1634500000000001</c:v>
                </c:pt>
                <c:pt idx="2674">
                  <c:v>1.1629499999999999</c:v>
                </c:pt>
                <c:pt idx="2675">
                  <c:v>1.16245</c:v>
                </c:pt>
                <c:pt idx="2676">
                  <c:v>1.16195</c:v>
                </c:pt>
                <c:pt idx="2677">
                  <c:v>1.1614599999999999</c:v>
                </c:pt>
                <c:pt idx="2678">
                  <c:v>1.16096</c:v>
                </c:pt>
                <c:pt idx="2679">
                  <c:v>1.16046</c:v>
                </c:pt>
                <c:pt idx="2680">
                  <c:v>1.1599600000000001</c:v>
                </c:pt>
                <c:pt idx="2681">
                  <c:v>1.1594599999999999</c:v>
                </c:pt>
                <c:pt idx="2682">
                  <c:v>1.15896</c:v>
                </c:pt>
                <c:pt idx="2683">
                  <c:v>1.15845</c:v>
                </c:pt>
                <c:pt idx="2684">
                  <c:v>1.15795</c:v>
                </c:pt>
                <c:pt idx="2685">
                  <c:v>1.1574599999999999</c:v>
                </c:pt>
                <c:pt idx="2686">
                  <c:v>1.15696</c:v>
                </c:pt>
                <c:pt idx="2687">
                  <c:v>1.15646</c:v>
                </c:pt>
                <c:pt idx="2688">
                  <c:v>1.1559600000000001</c:v>
                </c:pt>
                <c:pt idx="2689">
                  <c:v>1.1554599999999999</c:v>
                </c:pt>
                <c:pt idx="2690">
                  <c:v>1.15496</c:v>
                </c:pt>
                <c:pt idx="2691">
                  <c:v>1.15446</c:v>
                </c:pt>
                <c:pt idx="2692">
                  <c:v>1.1539600000000001</c:v>
                </c:pt>
                <c:pt idx="2693">
                  <c:v>1.1534599999999999</c:v>
                </c:pt>
                <c:pt idx="2694">
                  <c:v>1.15296</c:v>
                </c:pt>
                <c:pt idx="2695">
                  <c:v>1.15246</c:v>
                </c:pt>
                <c:pt idx="2696">
                  <c:v>1.1519600000000001</c:v>
                </c:pt>
                <c:pt idx="2697">
                  <c:v>1.1514599999999999</c:v>
                </c:pt>
                <c:pt idx="2698">
                  <c:v>1.15096</c:v>
                </c:pt>
                <c:pt idx="2699">
                  <c:v>1.15046</c:v>
                </c:pt>
                <c:pt idx="2700">
                  <c:v>1.1499600000000001</c:v>
                </c:pt>
                <c:pt idx="2701">
                  <c:v>1.1494599999999999</c:v>
                </c:pt>
                <c:pt idx="2702">
                  <c:v>1.14896</c:v>
                </c:pt>
                <c:pt idx="2703">
                  <c:v>1.14846</c:v>
                </c:pt>
                <c:pt idx="2704">
                  <c:v>1.1479600000000001</c:v>
                </c:pt>
                <c:pt idx="2705">
                  <c:v>1.1474599999999999</c:v>
                </c:pt>
                <c:pt idx="2706">
                  <c:v>1.14696</c:v>
                </c:pt>
                <c:pt idx="2707">
                  <c:v>1.14646</c:v>
                </c:pt>
                <c:pt idx="2708">
                  <c:v>1.1459600000000001</c:v>
                </c:pt>
                <c:pt idx="2709">
                  <c:v>1.1454599999999999</c:v>
                </c:pt>
                <c:pt idx="2710">
                  <c:v>1.14496</c:v>
                </c:pt>
                <c:pt idx="2711">
                  <c:v>1.14446</c:v>
                </c:pt>
                <c:pt idx="2712">
                  <c:v>1.1439600000000001</c:v>
                </c:pt>
                <c:pt idx="2713">
                  <c:v>1.1434599999999999</c:v>
                </c:pt>
                <c:pt idx="2714">
                  <c:v>1.14296</c:v>
                </c:pt>
                <c:pt idx="2715">
                  <c:v>1.1424700000000001</c:v>
                </c:pt>
                <c:pt idx="2716">
                  <c:v>1.1419699999999999</c:v>
                </c:pt>
                <c:pt idx="2717">
                  <c:v>1.14147</c:v>
                </c:pt>
                <c:pt idx="2718">
                  <c:v>1.14097</c:v>
                </c:pt>
                <c:pt idx="2719">
                  <c:v>1.1404700000000001</c:v>
                </c:pt>
                <c:pt idx="2720">
                  <c:v>1.1399699999999999</c:v>
                </c:pt>
                <c:pt idx="2721">
                  <c:v>1.13947</c:v>
                </c:pt>
                <c:pt idx="2722">
                  <c:v>1.13897</c:v>
                </c:pt>
                <c:pt idx="2723">
                  <c:v>1.1384700000000001</c:v>
                </c:pt>
                <c:pt idx="2724">
                  <c:v>1.1379699999999999</c:v>
                </c:pt>
                <c:pt idx="2725">
                  <c:v>1.13747</c:v>
                </c:pt>
                <c:pt idx="2726">
                  <c:v>1.13697</c:v>
                </c:pt>
                <c:pt idx="2727">
                  <c:v>1.1364700000000001</c:v>
                </c:pt>
                <c:pt idx="2728">
                  <c:v>1.1359699999999999</c:v>
                </c:pt>
                <c:pt idx="2729">
                  <c:v>1.13547</c:v>
                </c:pt>
                <c:pt idx="2730">
                  <c:v>1.13497</c:v>
                </c:pt>
                <c:pt idx="2731">
                  <c:v>1.1344700000000001</c:v>
                </c:pt>
                <c:pt idx="2732">
                  <c:v>1.1339699999999999</c:v>
                </c:pt>
                <c:pt idx="2733">
                  <c:v>1.13347</c:v>
                </c:pt>
                <c:pt idx="2734">
                  <c:v>1.13297</c:v>
                </c:pt>
                <c:pt idx="2735">
                  <c:v>1.1324700000000001</c:v>
                </c:pt>
                <c:pt idx="2736">
                  <c:v>1.1319699999999999</c:v>
                </c:pt>
                <c:pt idx="2737">
                  <c:v>1.13147</c:v>
                </c:pt>
                <c:pt idx="2738">
                  <c:v>1.13097</c:v>
                </c:pt>
                <c:pt idx="2739">
                  <c:v>1.1304700000000001</c:v>
                </c:pt>
                <c:pt idx="2740">
                  <c:v>1.1299699999999999</c:v>
                </c:pt>
                <c:pt idx="2741">
                  <c:v>1.12947</c:v>
                </c:pt>
                <c:pt idx="2742">
                  <c:v>1.12897</c:v>
                </c:pt>
                <c:pt idx="2743">
                  <c:v>1.1284700000000001</c:v>
                </c:pt>
                <c:pt idx="2744">
                  <c:v>1.1279699999999999</c:v>
                </c:pt>
                <c:pt idx="2745">
                  <c:v>1.12747</c:v>
                </c:pt>
                <c:pt idx="2746">
                  <c:v>1.12697</c:v>
                </c:pt>
                <c:pt idx="2747">
                  <c:v>1.1264700000000001</c:v>
                </c:pt>
                <c:pt idx="2748">
                  <c:v>1.1259699999999999</c:v>
                </c:pt>
                <c:pt idx="2749">
                  <c:v>1.12547</c:v>
                </c:pt>
                <c:pt idx="2750">
                  <c:v>1.12497</c:v>
                </c:pt>
                <c:pt idx="2751">
                  <c:v>1.1244700000000001</c:v>
                </c:pt>
                <c:pt idx="2752">
                  <c:v>1.1239699999999999</c:v>
                </c:pt>
                <c:pt idx="2753">
                  <c:v>1.12347</c:v>
                </c:pt>
                <c:pt idx="2754">
                  <c:v>1.12297</c:v>
                </c:pt>
                <c:pt idx="2755">
                  <c:v>1.1224700000000001</c:v>
                </c:pt>
                <c:pt idx="2756">
                  <c:v>1.1219699999999999</c:v>
                </c:pt>
                <c:pt idx="2757">
                  <c:v>1.12147</c:v>
                </c:pt>
                <c:pt idx="2758">
                  <c:v>1.12097</c:v>
                </c:pt>
                <c:pt idx="2759">
                  <c:v>1.1204799999999999</c:v>
                </c:pt>
                <c:pt idx="2760">
                  <c:v>1.1199699999999999</c:v>
                </c:pt>
                <c:pt idx="2761">
                  <c:v>1.11947</c:v>
                </c:pt>
                <c:pt idx="2762">
                  <c:v>1.11897</c:v>
                </c:pt>
                <c:pt idx="2763">
                  <c:v>1.1184799999999999</c:v>
                </c:pt>
                <c:pt idx="2764">
                  <c:v>1.11798</c:v>
                </c:pt>
                <c:pt idx="2765">
                  <c:v>1.11748</c:v>
                </c:pt>
                <c:pt idx="2766">
                  <c:v>1.1169800000000001</c:v>
                </c:pt>
                <c:pt idx="2767">
                  <c:v>1.1164799999999999</c:v>
                </c:pt>
                <c:pt idx="2768">
                  <c:v>1.11598</c:v>
                </c:pt>
                <c:pt idx="2769">
                  <c:v>1.11548</c:v>
                </c:pt>
                <c:pt idx="2770">
                  <c:v>1.1149800000000001</c:v>
                </c:pt>
                <c:pt idx="2771">
                  <c:v>1.1144799999999999</c:v>
                </c:pt>
                <c:pt idx="2772">
                  <c:v>1.11398</c:v>
                </c:pt>
                <c:pt idx="2773">
                  <c:v>1.11348</c:v>
                </c:pt>
                <c:pt idx="2774">
                  <c:v>1.1129800000000001</c:v>
                </c:pt>
                <c:pt idx="2775">
                  <c:v>1.1124799999999999</c:v>
                </c:pt>
                <c:pt idx="2776">
                  <c:v>1.11198</c:v>
                </c:pt>
                <c:pt idx="2777">
                  <c:v>1.11148</c:v>
                </c:pt>
                <c:pt idx="2778">
                  <c:v>1.1109800000000001</c:v>
                </c:pt>
                <c:pt idx="2779">
                  <c:v>1.1104799999999999</c:v>
                </c:pt>
                <c:pt idx="2780">
                  <c:v>1.10998</c:v>
                </c:pt>
                <c:pt idx="2781">
                  <c:v>1.10948</c:v>
                </c:pt>
                <c:pt idx="2782">
                  <c:v>1.1089800000000001</c:v>
                </c:pt>
                <c:pt idx="2783">
                  <c:v>1.1084799999999999</c:v>
                </c:pt>
                <c:pt idx="2784">
                  <c:v>1.10798</c:v>
                </c:pt>
                <c:pt idx="2785">
                  <c:v>1.10748</c:v>
                </c:pt>
                <c:pt idx="2786">
                  <c:v>1.1069800000000001</c:v>
                </c:pt>
                <c:pt idx="2787">
                  <c:v>1.1064799999999999</c:v>
                </c:pt>
                <c:pt idx="2788">
                  <c:v>1.10598</c:v>
                </c:pt>
                <c:pt idx="2789">
                  <c:v>1.10548</c:v>
                </c:pt>
                <c:pt idx="2790">
                  <c:v>1.1049800000000001</c:v>
                </c:pt>
                <c:pt idx="2791">
                  <c:v>1.1044799999999999</c:v>
                </c:pt>
                <c:pt idx="2792">
                  <c:v>1.10398</c:v>
                </c:pt>
                <c:pt idx="2793">
                  <c:v>1.10348</c:v>
                </c:pt>
                <c:pt idx="2794">
                  <c:v>1.1029800000000001</c:v>
                </c:pt>
                <c:pt idx="2795">
                  <c:v>1.10249</c:v>
                </c:pt>
                <c:pt idx="2796">
                  <c:v>1.10199</c:v>
                </c:pt>
                <c:pt idx="2797">
                  <c:v>1.1014900000000001</c:v>
                </c:pt>
                <c:pt idx="2798">
                  <c:v>1.1009899999999999</c:v>
                </c:pt>
                <c:pt idx="2799">
                  <c:v>1.10049</c:v>
                </c:pt>
                <c:pt idx="2800">
                  <c:v>1.09998</c:v>
                </c:pt>
                <c:pt idx="2801">
                  <c:v>1.09948</c:v>
                </c:pt>
                <c:pt idx="2802">
                  <c:v>1.0989800000000001</c:v>
                </c:pt>
                <c:pt idx="2803">
                  <c:v>1.09849</c:v>
                </c:pt>
                <c:pt idx="2804">
                  <c:v>1.09799</c:v>
                </c:pt>
                <c:pt idx="2805">
                  <c:v>1.0974900000000001</c:v>
                </c:pt>
                <c:pt idx="2806">
                  <c:v>1.0969899999999999</c:v>
                </c:pt>
                <c:pt idx="2807">
                  <c:v>1.09649</c:v>
                </c:pt>
                <c:pt idx="2808">
                  <c:v>1.09599</c:v>
                </c:pt>
                <c:pt idx="2809">
                  <c:v>1.0954900000000001</c:v>
                </c:pt>
                <c:pt idx="2810">
                  <c:v>1.0949899999999999</c:v>
                </c:pt>
                <c:pt idx="2811">
                  <c:v>1.09449</c:v>
                </c:pt>
                <c:pt idx="2812">
                  <c:v>1.09399</c:v>
                </c:pt>
                <c:pt idx="2813">
                  <c:v>1.0934999999999999</c:v>
                </c:pt>
                <c:pt idx="2814">
                  <c:v>1.0929899999999999</c:v>
                </c:pt>
                <c:pt idx="2815">
                  <c:v>1.09249</c:v>
                </c:pt>
                <c:pt idx="2816">
                  <c:v>1.09199</c:v>
                </c:pt>
                <c:pt idx="2817">
                  <c:v>1.0914900000000001</c:v>
                </c:pt>
                <c:pt idx="2818">
                  <c:v>1.0909899999999999</c:v>
                </c:pt>
                <c:pt idx="2819">
                  <c:v>1.09049</c:v>
                </c:pt>
                <c:pt idx="2820">
                  <c:v>1.08999</c:v>
                </c:pt>
                <c:pt idx="2821">
                  <c:v>1.0894900000000001</c:v>
                </c:pt>
                <c:pt idx="2822">
                  <c:v>1.0889899999999999</c:v>
                </c:pt>
                <c:pt idx="2823">
                  <c:v>1.08849</c:v>
                </c:pt>
                <c:pt idx="2824">
                  <c:v>1.08799</c:v>
                </c:pt>
                <c:pt idx="2825">
                  <c:v>1.0874900000000001</c:v>
                </c:pt>
                <c:pt idx="2826">
                  <c:v>1.0869899999999999</c:v>
                </c:pt>
                <c:pt idx="2827">
                  <c:v>1.08649</c:v>
                </c:pt>
                <c:pt idx="2828">
                  <c:v>1.08599</c:v>
                </c:pt>
                <c:pt idx="2829">
                  <c:v>1.0854900000000001</c:v>
                </c:pt>
                <c:pt idx="2830">
                  <c:v>1.0849899999999999</c:v>
                </c:pt>
                <c:pt idx="2831">
                  <c:v>1.08449</c:v>
                </c:pt>
                <c:pt idx="2832">
                  <c:v>1.08399</c:v>
                </c:pt>
                <c:pt idx="2833">
                  <c:v>1.0834900000000001</c:v>
                </c:pt>
                <c:pt idx="2834">
                  <c:v>1.0829899999999999</c:v>
                </c:pt>
                <c:pt idx="2835">
                  <c:v>1.08249</c:v>
                </c:pt>
                <c:pt idx="2836">
                  <c:v>1.08199</c:v>
                </c:pt>
                <c:pt idx="2837">
                  <c:v>1.0814900000000001</c:v>
                </c:pt>
                <c:pt idx="2838">
                  <c:v>1.0809899999999999</c:v>
                </c:pt>
                <c:pt idx="2839">
                  <c:v>1.08049</c:v>
                </c:pt>
                <c:pt idx="2840">
                  <c:v>1.07999</c:v>
                </c:pt>
                <c:pt idx="2841">
                  <c:v>1.0794900000000001</c:v>
                </c:pt>
                <c:pt idx="2842">
                  <c:v>1.079</c:v>
                </c:pt>
                <c:pt idx="2843">
                  <c:v>1.0785</c:v>
                </c:pt>
                <c:pt idx="2844">
                  <c:v>1.0780000000000001</c:v>
                </c:pt>
                <c:pt idx="2845">
                  <c:v>1.0774900000000001</c:v>
                </c:pt>
                <c:pt idx="2846">
                  <c:v>1.0769899999999999</c:v>
                </c:pt>
                <c:pt idx="2847">
                  <c:v>1.0765</c:v>
                </c:pt>
                <c:pt idx="2848">
                  <c:v>1.0760000000000001</c:v>
                </c:pt>
                <c:pt idx="2849">
                  <c:v>1.0754999999999999</c:v>
                </c:pt>
                <c:pt idx="2850">
                  <c:v>1.075</c:v>
                </c:pt>
                <c:pt idx="2851">
                  <c:v>1.0745</c:v>
                </c:pt>
                <c:pt idx="2852">
                  <c:v>1.0740000000000001</c:v>
                </c:pt>
                <c:pt idx="2853">
                  <c:v>1.0734999999999999</c:v>
                </c:pt>
                <c:pt idx="2854">
                  <c:v>1.073</c:v>
                </c:pt>
                <c:pt idx="2855">
                  <c:v>1.0725</c:v>
                </c:pt>
                <c:pt idx="2856">
                  <c:v>1.0720000000000001</c:v>
                </c:pt>
                <c:pt idx="2857">
                  <c:v>1.0714999999999999</c:v>
                </c:pt>
                <c:pt idx="2858">
                  <c:v>1.071</c:v>
                </c:pt>
                <c:pt idx="2859">
                  <c:v>1.0705</c:v>
                </c:pt>
                <c:pt idx="2860">
                  <c:v>1.07</c:v>
                </c:pt>
                <c:pt idx="2861">
                  <c:v>1.0694999999999999</c:v>
                </c:pt>
                <c:pt idx="2862">
                  <c:v>1.069</c:v>
                </c:pt>
                <c:pt idx="2863">
                  <c:v>1.0685</c:v>
                </c:pt>
                <c:pt idx="2864">
                  <c:v>1.06799</c:v>
                </c:pt>
                <c:pt idx="2865">
                  <c:v>1.06749</c:v>
                </c:pt>
                <c:pt idx="2866">
                  <c:v>1.0669900000000001</c:v>
                </c:pt>
                <c:pt idx="2867">
                  <c:v>1.0664899999999999</c:v>
                </c:pt>
                <c:pt idx="2868">
                  <c:v>1.06599</c:v>
                </c:pt>
                <c:pt idx="2869">
                  <c:v>1.06549</c:v>
                </c:pt>
                <c:pt idx="2870">
                  <c:v>1.0649999999999999</c:v>
                </c:pt>
                <c:pt idx="2871">
                  <c:v>1.0645</c:v>
                </c:pt>
                <c:pt idx="2872">
                  <c:v>1.0640000000000001</c:v>
                </c:pt>
                <c:pt idx="2873">
                  <c:v>1.0634999999999999</c:v>
                </c:pt>
                <c:pt idx="2874">
                  <c:v>1.0629999999999999</c:v>
                </c:pt>
                <c:pt idx="2875">
                  <c:v>1.0625</c:v>
                </c:pt>
                <c:pt idx="2876">
                  <c:v>1.0620000000000001</c:v>
                </c:pt>
                <c:pt idx="2877">
                  <c:v>1.0615000000000001</c:v>
                </c:pt>
                <c:pt idx="2878">
                  <c:v>1.0609999999999999</c:v>
                </c:pt>
                <c:pt idx="2879">
                  <c:v>1.0605</c:v>
                </c:pt>
                <c:pt idx="2880">
                  <c:v>1.06</c:v>
                </c:pt>
                <c:pt idx="2881">
                  <c:v>1.0595000000000001</c:v>
                </c:pt>
                <c:pt idx="2882">
                  <c:v>1.0589999999999999</c:v>
                </c:pt>
                <c:pt idx="2883">
                  <c:v>1.0585</c:v>
                </c:pt>
                <c:pt idx="2884">
                  <c:v>1.0580000000000001</c:v>
                </c:pt>
                <c:pt idx="2885">
                  <c:v>1.0575000000000001</c:v>
                </c:pt>
                <c:pt idx="2886">
                  <c:v>1.05701</c:v>
                </c:pt>
                <c:pt idx="2887">
                  <c:v>1.0565</c:v>
                </c:pt>
                <c:pt idx="2888">
                  <c:v>1.056</c:v>
                </c:pt>
                <c:pt idx="2889">
                  <c:v>1.0555000000000001</c:v>
                </c:pt>
                <c:pt idx="2890">
                  <c:v>1.0549999999999999</c:v>
                </c:pt>
                <c:pt idx="2891">
                  <c:v>1.0545</c:v>
                </c:pt>
                <c:pt idx="2892">
                  <c:v>1.054</c:v>
                </c:pt>
                <c:pt idx="2893">
                  <c:v>1.0535000000000001</c:v>
                </c:pt>
                <c:pt idx="2894">
                  <c:v>1.0529999999999999</c:v>
                </c:pt>
                <c:pt idx="2895">
                  <c:v>1.0525100000000001</c:v>
                </c:pt>
                <c:pt idx="2896">
                  <c:v>1.0520099999999999</c:v>
                </c:pt>
                <c:pt idx="2897">
                  <c:v>1.0515099999999999</c:v>
                </c:pt>
                <c:pt idx="2898">
                  <c:v>1.0509999999999999</c:v>
                </c:pt>
                <c:pt idx="2899">
                  <c:v>1.0505</c:v>
                </c:pt>
                <c:pt idx="2900">
                  <c:v>1.0500100000000001</c:v>
                </c:pt>
                <c:pt idx="2901">
                  <c:v>1.0495099999999999</c:v>
                </c:pt>
                <c:pt idx="2902">
                  <c:v>1.04901</c:v>
                </c:pt>
                <c:pt idx="2903">
                  <c:v>1.0485100000000001</c:v>
                </c:pt>
                <c:pt idx="2904">
                  <c:v>1.0480100000000001</c:v>
                </c:pt>
                <c:pt idx="2905">
                  <c:v>1.0475099999999999</c:v>
                </c:pt>
                <c:pt idx="2906">
                  <c:v>1.04701</c:v>
                </c:pt>
                <c:pt idx="2907">
                  <c:v>1.0465100000000001</c:v>
                </c:pt>
                <c:pt idx="2908">
                  <c:v>1.0460100000000001</c:v>
                </c:pt>
                <c:pt idx="2909">
                  <c:v>1.0455099999999999</c:v>
                </c:pt>
                <c:pt idx="2910">
                  <c:v>1.04501</c:v>
                </c:pt>
                <c:pt idx="2911">
                  <c:v>1.04451</c:v>
                </c:pt>
                <c:pt idx="2912">
                  <c:v>1.0440100000000001</c:v>
                </c:pt>
                <c:pt idx="2913">
                  <c:v>1.0435099999999999</c:v>
                </c:pt>
                <c:pt idx="2914">
                  <c:v>1.04301</c:v>
                </c:pt>
                <c:pt idx="2915">
                  <c:v>1.04251</c:v>
                </c:pt>
                <c:pt idx="2916">
                  <c:v>1.0420100000000001</c:v>
                </c:pt>
                <c:pt idx="2917">
                  <c:v>1.0415099999999999</c:v>
                </c:pt>
                <c:pt idx="2918">
                  <c:v>1.04101</c:v>
                </c:pt>
                <c:pt idx="2919">
                  <c:v>1.04051</c:v>
                </c:pt>
                <c:pt idx="2920">
                  <c:v>1.0400100000000001</c:v>
                </c:pt>
                <c:pt idx="2921">
                  <c:v>1.0395099999999999</c:v>
                </c:pt>
                <c:pt idx="2922">
                  <c:v>1.03901</c:v>
                </c:pt>
                <c:pt idx="2923">
                  <c:v>1.03851</c:v>
                </c:pt>
                <c:pt idx="2924">
                  <c:v>1.0380100000000001</c:v>
                </c:pt>
                <c:pt idx="2925">
                  <c:v>1.0375099999999999</c:v>
                </c:pt>
                <c:pt idx="2926">
                  <c:v>1.03701</c:v>
                </c:pt>
                <c:pt idx="2927">
                  <c:v>1.03651</c:v>
                </c:pt>
                <c:pt idx="2928">
                  <c:v>1.0360100000000001</c:v>
                </c:pt>
                <c:pt idx="2929">
                  <c:v>1.0355099999999999</c:v>
                </c:pt>
                <c:pt idx="2930">
                  <c:v>1.0350200000000001</c:v>
                </c:pt>
                <c:pt idx="2931">
                  <c:v>1.0345200000000001</c:v>
                </c:pt>
                <c:pt idx="2932">
                  <c:v>1.0340100000000001</c:v>
                </c:pt>
                <c:pt idx="2933">
                  <c:v>1.0335099999999999</c:v>
                </c:pt>
                <c:pt idx="2934">
                  <c:v>1.03301</c:v>
                </c:pt>
                <c:pt idx="2935">
                  <c:v>1.03251</c:v>
                </c:pt>
                <c:pt idx="2936">
                  <c:v>1.0320100000000001</c:v>
                </c:pt>
                <c:pt idx="2937">
                  <c:v>1.0315099999999999</c:v>
                </c:pt>
                <c:pt idx="2938">
                  <c:v>1.03101</c:v>
                </c:pt>
                <c:pt idx="2939">
                  <c:v>1.03051</c:v>
                </c:pt>
                <c:pt idx="2940">
                  <c:v>1.0300100000000001</c:v>
                </c:pt>
                <c:pt idx="2941">
                  <c:v>1.0295099999999999</c:v>
                </c:pt>
                <c:pt idx="2942">
                  <c:v>1.02901</c:v>
                </c:pt>
                <c:pt idx="2943">
                  <c:v>1.02851</c:v>
                </c:pt>
                <c:pt idx="2944">
                  <c:v>1.0280100000000001</c:v>
                </c:pt>
                <c:pt idx="2945">
                  <c:v>1.02752</c:v>
                </c:pt>
                <c:pt idx="2946">
                  <c:v>1.02702</c:v>
                </c:pt>
                <c:pt idx="2947">
                  <c:v>1.0265200000000001</c:v>
                </c:pt>
                <c:pt idx="2948">
                  <c:v>1.0260199999999999</c:v>
                </c:pt>
                <c:pt idx="2949">
                  <c:v>1.02552</c:v>
                </c:pt>
                <c:pt idx="2950">
                  <c:v>1.02502</c:v>
                </c:pt>
                <c:pt idx="2951">
                  <c:v>1.0245200000000001</c:v>
                </c:pt>
                <c:pt idx="2952">
                  <c:v>1.0240199999999999</c:v>
                </c:pt>
                <c:pt idx="2953">
                  <c:v>1.02352</c:v>
                </c:pt>
                <c:pt idx="2954">
                  <c:v>1.02302</c:v>
                </c:pt>
                <c:pt idx="2955">
                  <c:v>1.0225200000000001</c:v>
                </c:pt>
                <c:pt idx="2956">
                  <c:v>1.0220199999999999</c:v>
                </c:pt>
                <c:pt idx="2957">
                  <c:v>1.02152</c:v>
                </c:pt>
                <c:pt idx="2958">
                  <c:v>1.02102</c:v>
                </c:pt>
                <c:pt idx="2959">
                  <c:v>1.0205200000000001</c:v>
                </c:pt>
                <c:pt idx="2960">
                  <c:v>1.0200199999999999</c:v>
                </c:pt>
                <c:pt idx="2961">
                  <c:v>1.01952</c:v>
                </c:pt>
                <c:pt idx="2962">
                  <c:v>1.01902</c:v>
                </c:pt>
                <c:pt idx="2963">
                  <c:v>1.0185200000000001</c:v>
                </c:pt>
                <c:pt idx="2964">
                  <c:v>1.0180199999999999</c:v>
                </c:pt>
                <c:pt idx="2965">
                  <c:v>1.01752</c:v>
                </c:pt>
                <c:pt idx="2966">
                  <c:v>1.01702</c:v>
                </c:pt>
                <c:pt idx="2967">
                  <c:v>1.0165299999999999</c:v>
                </c:pt>
                <c:pt idx="2968">
                  <c:v>1.01603</c:v>
                </c:pt>
                <c:pt idx="2969">
                  <c:v>1.01553</c:v>
                </c:pt>
                <c:pt idx="2970">
                  <c:v>1.0150300000000001</c:v>
                </c:pt>
                <c:pt idx="2971">
                  <c:v>1.0145299999999999</c:v>
                </c:pt>
                <c:pt idx="2972">
                  <c:v>1.01403</c:v>
                </c:pt>
                <c:pt idx="2973">
                  <c:v>1.01353</c:v>
                </c:pt>
                <c:pt idx="2974">
                  <c:v>1.01302</c:v>
                </c:pt>
                <c:pt idx="2975">
                  <c:v>1.0125200000000001</c:v>
                </c:pt>
                <c:pt idx="2976">
                  <c:v>1.0120199999999999</c:v>
                </c:pt>
                <c:pt idx="2977">
                  <c:v>1.01152</c:v>
                </c:pt>
                <c:pt idx="2978">
                  <c:v>1.01102</c:v>
                </c:pt>
                <c:pt idx="2979">
                  <c:v>1.0105200000000001</c:v>
                </c:pt>
                <c:pt idx="2980">
                  <c:v>1.0100199999999999</c:v>
                </c:pt>
                <c:pt idx="2981">
                  <c:v>1.00952</c:v>
                </c:pt>
                <c:pt idx="2982">
                  <c:v>1.00902</c:v>
                </c:pt>
                <c:pt idx="2983">
                  <c:v>1.0085200000000001</c:v>
                </c:pt>
                <c:pt idx="2984">
                  <c:v>1.00803</c:v>
                </c:pt>
                <c:pt idx="2985">
                  <c:v>1.00753</c:v>
                </c:pt>
                <c:pt idx="2986">
                  <c:v>1.0070300000000001</c:v>
                </c:pt>
                <c:pt idx="2987">
                  <c:v>1.0065299999999999</c:v>
                </c:pt>
                <c:pt idx="2988">
                  <c:v>1.00603</c:v>
                </c:pt>
                <c:pt idx="2989">
                  <c:v>1.00553</c:v>
                </c:pt>
                <c:pt idx="2990">
                  <c:v>1.0050300000000001</c:v>
                </c:pt>
                <c:pt idx="2991">
                  <c:v>1.0045299999999999</c:v>
                </c:pt>
                <c:pt idx="2992">
                  <c:v>1.00403</c:v>
                </c:pt>
                <c:pt idx="2993">
                  <c:v>1.00353</c:v>
                </c:pt>
                <c:pt idx="2994">
                  <c:v>1.0030300000000001</c:v>
                </c:pt>
                <c:pt idx="2995">
                  <c:v>1.0025299999999999</c:v>
                </c:pt>
                <c:pt idx="2996">
                  <c:v>1.00203</c:v>
                </c:pt>
                <c:pt idx="2997">
                  <c:v>1.00153</c:v>
                </c:pt>
                <c:pt idx="2998">
                  <c:v>1.0010300000000001</c:v>
                </c:pt>
                <c:pt idx="2999">
                  <c:v>1.0005299999999999</c:v>
                </c:pt>
                <c:pt idx="3000">
                  <c:v>1.00003</c:v>
                </c:pt>
                <c:pt idx="3001">
                  <c:v>0.99953000000000003</c:v>
                </c:pt>
                <c:pt idx="3002">
                  <c:v>0.99902999999999997</c:v>
                </c:pt>
                <c:pt idx="3003">
                  <c:v>0.99853099999999995</c:v>
                </c:pt>
                <c:pt idx="3004">
                  <c:v>0.998031</c:v>
                </c:pt>
                <c:pt idx="3005">
                  <c:v>0.99753099999999995</c:v>
                </c:pt>
                <c:pt idx="3006">
                  <c:v>0.997031</c:v>
                </c:pt>
                <c:pt idx="3007">
                  <c:v>0.99653199999999997</c:v>
                </c:pt>
                <c:pt idx="3008">
                  <c:v>0.99603399999999997</c:v>
                </c:pt>
                <c:pt idx="3009">
                  <c:v>0.99553400000000003</c:v>
                </c:pt>
                <c:pt idx="3010">
                  <c:v>0.99503299999999995</c:v>
                </c:pt>
                <c:pt idx="3011">
                  <c:v>0.99453199999999997</c:v>
                </c:pt>
                <c:pt idx="3012">
                  <c:v>0.99403200000000003</c:v>
                </c:pt>
                <c:pt idx="3013">
                  <c:v>0.99353199999999997</c:v>
                </c:pt>
                <c:pt idx="3014">
                  <c:v>0.993031</c:v>
                </c:pt>
                <c:pt idx="3015">
                  <c:v>0.99253000000000002</c:v>
                </c:pt>
                <c:pt idx="3016">
                  <c:v>0.992031</c:v>
                </c:pt>
                <c:pt idx="3017">
                  <c:v>0.99153199999999997</c:v>
                </c:pt>
                <c:pt idx="3018">
                  <c:v>0.99103200000000002</c:v>
                </c:pt>
                <c:pt idx="3019">
                  <c:v>0.990533</c:v>
                </c:pt>
                <c:pt idx="3020">
                  <c:v>0.99003200000000002</c:v>
                </c:pt>
                <c:pt idx="3021">
                  <c:v>0.98953199999999997</c:v>
                </c:pt>
                <c:pt idx="3022">
                  <c:v>0.98903200000000002</c:v>
                </c:pt>
                <c:pt idx="3023">
                  <c:v>0.98853199999999997</c:v>
                </c:pt>
                <c:pt idx="3024">
                  <c:v>0.98803200000000002</c:v>
                </c:pt>
                <c:pt idx="3025">
                  <c:v>0.98753100000000005</c:v>
                </c:pt>
                <c:pt idx="3026">
                  <c:v>0.98703099999999999</c:v>
                </c:pt>
                <c:pt idx="3027">
                  <c:v>0.98653299999999999</c:v>
                </c:pt>
                <c:pt idx="3028">
                  <c:v>0.98603399999999997</c:v>
                </c:pt>
                <c:pt idx="3029">
                  <c:v>0.98553400000000002</c:v>
                </c:pt>
                <c:pt idx="3030">
                  <c:v>0.98503399999999997</c:v>
                </c:pt>
                <c:pt idx="3031">
                  <c:v>0.98453400000000002</c:v>
                </c:pt>
                <c:pt idx="3032">
                  <c:v>0.98403499999999999</c:v>
                </c:pt>
                <c:pt idx="3033">
                  <c:v>0.98353500000000005</c:v>
                </c:pt>
                <c:pt idx="3034">
                  <c:v>0.98303399999999996</c:v>
                </c:pt>
                <c:pt idx="3035">
                  <c:v>0.98253299999999999</c:v>
                </c:pt>
                <c:pt idx="3036">
                  <c:v>0.98203200000000002</c:v>
                </c:pt>
                <c:pt idx="3037">
                  <c:v>0.98153400000000002</c:v>
                </c:pt>
                <c:pt idx="3038">
                  <c:v>0.98103700000000005</c:v>
                </c:pt>
                <c:pt idx="3039">
                  <c:v>0.98053800000000002</c:v>
                </c:pt>
                <c:pt idx="3040">
                  <c:v>0.98003899999999999</c:v>
                </c:pt>
                <c:pt idx="3041">
                  <c:v>0.97953999999999997</c:v>
                </c:pt>
                <c:pt idx="3042">
                  <c:v>0.97904000000000002</c:v>
                </c:pt>
                <c:pt idx="3043">
                  <c:v>0.97854200000000002</c:v>
                </c:pt>
                <c:pt idx="3044">
                  <c:v>0.97804199999999997</c:v>
                </c:pt>
                <c:pt idx="3045">
                  <c:v>0.97754200000000002</c:v>
                </c:pt>
                <c:pt idx="3046">
                  <c:v>0.97704299999999999</c:v>
                </c:pt>
                <c:pt idx="3047">
                  <c:v>0.97654399999999997</c:v>
                </c:pt>
                <c:pt idx="3048">
                  <c:v>0.97604400000000002</c:v>
                </c:pt>
                <c:pt idx="3049">
                  <c:v>0.97554300000000005</c:v>
                </c:pt>
                <c:pt idx="3050">
                  <c:v>0.97504199999999996</c:v>
                </c:pt>
                <c:pt idx="3051">
                  <c:v>0.97454099999999999</c:v>
                </c:pt>
                <c:pt idx="3052">
                  <c:v>0.97404100000000005</c:v>
                </c:pt>
                <c:pt idx="3053">
                  <c:v>0.97353999999999996</c:v>
                </c:pt>
                <c:pt idx="3054">
                  <c:v>0.97303799999999996</c:v>
                </c:pt>
                <c:pt idx="3055">
                  <c:v>0.97253800000000001</c:v>
                </c:pt>
                <c:pt idx="3056">
                  <c:v>0.97203899999999999</c:v>
                </c:pt>
                <c:pt idx="3057">
                  <c:v>0.97153999999999996</c:v>
                </c:pt>
                <c:pt idx="3058">
                  <c:v>0.97104100000000004</c:v>
                </c:pt>
                <c:pt idx="3059">
                  <c:v>0.97054099999999999</c:v>
                </c:pt>
                <c:pt idx="3060">
                  <c:v>0.97004100000000004</c:v>
                </c:pt>
                <c:pt idx="3061">
                  <c:v>0.96954099999999999</c:v>
                </c:pt>
                <c:pt idx="3062">
                  <c:v>0.96904000000000001</c:v>
                </c:pt>
                <c:pt idx="3063">
                  <c:v>0.96853900000000004</c:v>
                </c:pt>
                <c:pt idx="3064">
                  <c:v>0.96803899999999998</c:v>
                </c:pt>
                <c:pt idx="3065">
                  <c:v>0.96754099999999998</c:v>
                </c:pt>
                <c:pt idx="3066">
                  <c:v>0.96704299999999999</c:v>
                </c:pt>
                <c:pt idx="3067">
                  <c:v>0.96654399999999996</c:v>
                </c:pt>
                <c:pt idx="3068">
                  <c:v>0.96604400000000001</c:v>
                </c:pt>
                <c:pt idx="3069">
                  <c:v>0.96554399999999996</c:v>
                </c:pt>
                <c:pt idx="3070">
                  <c:v>0.96504500000000004</c:v>
                </c:pt>
                <c:pt idx="3071">
                  <c:v>0.96454600000000001</c:v>
                </c:pt>
                <c:pt idx="3072">
                  <c:v>0.96404699999999999</c:v>
                </c:pt>
                <c:pt idx="3073">
                  <c:v>0.96354700000000004</c:v>
                </c:pt>
                <c:pt idx="3074">
                  <c:v>0.96304500000000004</c:v>
                </c:pt>
                <c:pt idx="3075">
                  <c:v>0.96254399999999996</c:v>
                </c:pt>
                <c:pt idx="3076">
                  <c:v>0.96204400000000001</c:v>
                </c:pt>
                <c:pt idx="3077">
                  <c:v>0.96154499999999998</c:v>
                </c:pt>
                <c:pt idx="3078">
                  <c:v>0.96104500000000004</c:v>
                </c:pt>
                <c:pt idx="3079">
                  <c:v>0.96054499999999998</c:v>
                </c:pt>
                <c:pt idx="3080">
                  <c:v>0.96004699999999998</c:v>
                </c:pt>
                <c:pt idx="3081">
                  <c:v>0.95954899999999999</c:v>
                </c:pt>
                <c:pt idx="3082">
                  <c:v>0.95904999999999996</c:v>
                </c:pt>
                <c:pt idx="3083">
                  <c:v>0.95854899999999998</c:v>
                </c:pt>
                <c:pt idx="3084">
                  <c:v>0.95804999999999996</c:v>
                </c:pt>
                <c:pt idx="3085">
                  <c:v>0.95755199999999996</c:v>
                </c:pt>
                <c:pt idx="3086">
                  <c:v>0.95705399999999996</c:v>
                </c:pt>
                <c:pt idx="3087">
                  <c:v>0.95655400000000002</c:v>
                </c:pt>
                <c:pt idx="3088">
                  <c:v>0.95605300000000004</c:v>
                </c:pt>
                <c:pt idx="3089">
                  <c:v>0.95555199999999996</c:v>
                </c:pt>
                <c:pt idx="3090">
                  <c:v>0.95505099999999998</c:v>
                </c:pt>
                <c:pt idx="3091">
                  <c:v>0.95455100000000004</c:v>
                </c:pt>
                <c:pt idx="3092">
                  <c:v>0.95405099999999998</c:v>
                </c:pt>
                <c:pt idx="3093">
                  <c:v>0.95355000000000001</c:v>
                </c:pt>
                <c:pt idx="3094">
                  <c:v>0.95305099999999998</c:v>
                </c:pt>
                <c:pt idx="3095">
                  <c:v>0.95255199999999995</c:v>
                </c:pt>
                <c:pt idx="3096">
                  <c:v>0.95205200000000001</c:v>
                </c:pt>
                <c:pt idx="3097">
                  <c:v>0.95155199999999995</c:v>
                </c:pt>
                <c:pt idx="3098">
                  <c:v>0.95105099999999998</c:v>
                </c:pt>
                <c:pt idx="3099">
                  <c:v>0.95055100000000003</c:v>
                </c:pt>
                <c:pt idx="3100">
                  <c:v>0.95005200000000001</c:v>
                </c:pt>
                <c:pt idx="3101">
                  <c:v>0.94955199999999995</c:v>
                </c:pt>
                <c:pt idx="3102">
                  <c:v>0.94905099999999998</c:v>
                </c:pt>
                <c:pt idx="3103">
                  <c:v>0.94854799999999995</c:v>
                </c:pt>
                <c:pt idx="3104">
                  <c:v>0.94804600000000006</c:v>
                </c:pt>
                <c:pt idx="3105">
                  <c:v>0.947546</c:v>
                </c:pt>
                <c:pt idx="3106">
                  <c:v>0.94704699999999997</c:v>
                </c:pt>
                <c:pt idx="3107">
                  <c:v>0.94654799999999994</c:v>
                </c:pt>
                <c:pt idx="3108">
                  <c:v>0.94604900000000003</c:v>
                </c:pt>
                <c:pt idx="3109">
                  <c:v>0.94555100000000003</c:v>
                </c:pt>
                <c:pt idx="3110">
                  <c:v>0.94505300000000003</c:v>
                </c:pt>
                <c:pt idx="3111">
                  <c:v>0.94455500000000003</c:v>
                </c:pt>
                <c:pt idx="3112">
                  <c:v>0.94405499999999998</c:v>
                </c:pt>
                <c:pt idx="3113">
                  <c:v>0.94355500000000003</c:v>
                </c:pt>
                <c:pt idx="3114">
                  <c:v>0.94305600000000001</c:v>
                </c:pt>
                <c:pt idx="3115">
                  <c:v>0.94255800000000001</c:v>
                </c:pt>
                <c:pt idx="3116">
                  <c:v>0.94205899999999998</c:v>
                </c:pt>
                <c:pt idx="3117">
                  <c:v>0.94155999999999995</c:v>
                </c:pt>
                <c:pt idx="3118">
                  <c:v>0.94106000000000001</c:v>
                </c:pt>
                <c:pt idx="3119">
                  <c:v>0.94056200000000001</c:v>
                </c:pt>
                <c:pt idx="3120">
                  <c:v>0.94006299999999998</c:v>
                </c:pt>
                <c:pt idx="3121">
                  <c:v>0.93956399999999995</c:v>
                </c:pt>
                <c:pt idx="3122">
                  <c:v>0.93906299999999998</c:v>
                </c:pt>
                <c:pt idx="3123">
                  <c:v>0.93856099999999998</c:v>
                </c:pt>
                <c:pt idx="3124">
                  <c:v>0.93806100000000003</c:v>
                </c:pt>
                <c:pt idx="3125">
                  <c:v>0.93756099999999998</c:v>
                </c:pt>
                <c:pt idx="3126">
                  <c:v>0.93706</c:v>
                </c:pt>
                <c:pt idx="3127">
                  <c:v>0.93655999999999995</c:v>
                </c:pt>
                <c:pt idx="3128">
                  <c:v>0.93606</c:v>
                </c:pt>
                <c:pt idx="3129">
                  <c:v>0.93555999999999995</c:v>
                </c:pt>
                <c:pt idx="3130">
                  <c:v>0.93506100000000003</c:v>
                </c:pt>
                <c:pt idx="3131">
                  <c:v>0.93456099999999998</c:v>
                </c:pt>
                <c:pt idx="3132">
                  <c:v>0.93406100000000003</c:v>
                </c:pt>
                <c:pt idx="3133">
                  <c:v>0.933562</c:v>
                </c:pt>
                <c:pt idx="3134">
                  <c:v>0.93306500000000003</c:v>
                </c:pt>
                <c:pt idx="3135">
                  <c:v>0.93256799999999995</c:v>
                </c:pt>
                <c:pt idx="3136">
                  <c:v>0.93206800000000001</c:v>
                </c:pt>
                <c:pt idx="3137">
                  <c:v>0.93156700000000003</c:v>
                </c:pt>
                <c:pt idx="3138">
                  <c:v>0.93106699999999998</c:v>
                </c:pt>
                <c:pt idx="3139">
                  <c:v>0.93056700000000003</c:v>
                </c:pt>
                <c:pt idx="3140">
                  <c:v>0.93006699999999998</c:v>
                </c:pt>
                <c:pt idx="3141">
                  <c:v>0.929566</c:v>
                </c:pt>
                <c:pt idx="3142">
                  <c:v>0.92906500000000003</c:v>
                </c:pt>
                <c:pt idx="3143">
                  <c:v>0.92856499999999997</c:v>
                </c:pt>
                <c:pt idx="3144">
                  <c:v>0.92806699999999998</c:v>
                </c:pt>
                <c:pt idx="3145">
                  <c:v>0.92756899999999998</c:v>
                </c:pt>
                <c:pt idx="3146">
                  <c:v>0.92706900000000003</c:v>
                </c:pt>
                <c:pt idx="3147">
                  <c:v>0.92656799999999995</c:v>
                </c:pt>
                <c:pt idx="3148">
                  <c:v>0.92606900000000003</c:v>
                </c:pt>
                <c:pt idx="3149">
                  <c:v>0.92557</c:v>
                </c:pt>
                <c:pt idx="3150">
                  <c:v>0.92506999999999995</c:v>
                </c:pt>
                <c:pt idx="3151">
                  <c:v>0.92456799999999995</c:v>
                </c:pt>
                <c:pt idx="3152">
                  <c:v>0.92406600000000005</c:v>
                </c:pt>
                <c:pt idx="3153">
                  <c:v>0.92356499999999997</c:v>
                </c:pt>
                <c:pt idx="3154">
                  <c:v>0.92306500000000002</c:v>
                </c:pt>
                <c:pt idx="3155">
                  <c:v>0.922566</c:v>
                </c:pt>
                <c:pt idx="3156">
                  <c:v>0.92206500000000002</c:v>
                </c:pt>
                <c:pt idx="3157">
                  <c:v>0.92156499999999997</c:v>
                </c:pt>
                <c:pt idx="3158">
                  <c:v>0.92106600000000005</c:v>
                </c:pt>
                <c:pt idx="3159">
                  <c:v>0.92056800000000005</c:v>
                </c:pt>
                <c:pt idx="3160">
                  <c:v>0.92006900000000003</c:v>
                </c:pt>
                <c:pt idx="3161">
                  <c:v>0.91956899999999997</c:v>
                </c:pt>
                <c:pt idx="3162">
                  <c:v>0.91907000000000005</c:v>
                </c:pt>
                <c:pt idx="3163">
                  <c:v>0.91857200000000006</c:v>
                </c:pt>
                <c:pt idx="3164">
                  <c:v>0.91807399999999995</c:v>
                </c:pt>
                <c:pt idx="3165">
                  <c:v>0.917574</c:v>
                </c:pt>
                <c:pt idx="3166">
                  <c:v>0.91707300000000003</c:v>
                </c:pt>
                <c:pt idx="3167">
                  <c:v>0.91657200000000005</c:v>
                </c:pt>
                <c:pt idx="3168">
                  <c:v>0.91607099999999997</c:v>
                </c:pt>
                <c:pt idx="3169">
                  <c:v>0.91556999999999999</c:v>
                </c:pt>
                <c:pt idx="3170">
                  <c:v>0.91506799999999999</c:v>
                </c:pt>
                <c:pt idx="3171">
                  <c:v>0.91456599999999999</c:v>
                </c:pt>
                <c:pt idx="3172">
                  <c:v>0.91406500000000002</c:v>
                </c:pt>
                <c:pt idx="3173">
                  <c:v>0.91356499999999996</c:v>
                </c:pt>
                <c:pt idx="3174">
                  <c:v>0.91306600000000004</c:v>
                </c:pt>
                <c:pt idx="3175">
                  <c:v>0.91256700000000002</c:v>
                </c:pt>
                <c:pt idx="3176">
                  <c:v>0.91206799999999999</c:v>
                </c:pt>
                <c:pt idx="3177">
                  <c:v>0.91156800000000004</c:v>
                </c:pt>
                <c:pt idx="3178">
                  <c:v>0.91106900000000002</c:v>
                </c:pt>
                <c:pt idx="3179">
                  <c:v>0.91056999999999999</c:v>
                </c:pt>
                <c:pt idx="3180">
                  <c:v>0.91007099999999996</c:v>
                </c:pt>
                <c:pt idx="3181">
                  <c:v>0.90956999999999999</c:v>
                </c:pt>
                <c:pt idx="3182">
                  <c:v>0.90907000000000004</c:v>
                </c:pt>
                <c:pt idx="3183">
                  <c:v>0.90857100000000002</c:v>
                </c:pt>
                <c:pt idx="3184">
                  <c:v>0.90807300000000002</c:v>
                </c:pt>
                <c:pt idx="3185">
                  <c:v>0.90757299999999996</c:v>
                </c:pt>
                <c:pt idx="3186">
                  <c:v>0.90707199999999999</c:v>
                </c:pt>
                <c:pt idx="3187">
                  <c:v>0.90657200000000004</c:v>
                </c:pt>
                <c:pt idx="3188">
                  <c:v>0.90607300000000002</c:v>
                </c:pt>
                <c:pt idx="3189">
                  <c:v>0.90557500000000002</c:v>
                </c:pt>
                <c:pt idx="3190">
                  <c:v>0.90507499999999996</c:v>
                </c:pt>
                <c:pt idx="3191">
                  <c:v>0.90457399999999999</c:v>
                </c:pt>
                <c:pt idx="3192">
                  <c:v>0.90407400000000004</c:v>
                </c:pt>
                <c:pt idx="3193">
                  <c:v>0.90357500000000002</c:v>
                </c:pt>
                <c:pt idx="3194">
                  <c:v>0.90307599999999999</c:v>
                </c:pt>
                <c:pt idx="3195">
                  <c:v>0.90257500000000002</c:v>
                </c:pt>
                <c:pt idx="3196">
                  <c:v>0.90207499999999996</c:v>
                </c:pt>
                <c:pt idx="3197">
                  <c:v>0.90157399999999999</c:v>
                </c:pt>
                <c:pt idx="3198">
                  <c:v>0.90107400000000004</c:v>
                </c:pt>
                <c:pt idx="3199">
                  <c:v>0.90057399999999999</c:v>
                </c:pt>
                <c:pt idx="3200">
                  <c:v>0.90007400000000004</c:v>
                </c:pt>
                <c:pt idx="3201">
                  <c:v>0.89957399999999998</c:v>
                </c:pt>
                <c:pt idx="3202">
                  <c:v>0.89907599999999999</c:v>
                </c:pt>
                <c:pt idx="3203">
                  <c:v>0.89857900000000002</c:v>
                </c:pt>
                <c:pt idx="3204">
                  <c:v>0.89808200000000005</c:v>
                </c:pt>
                <c:pt idx="3205">
                  <c:v>0.89758099999999996</c:v>
                </c:pt>
                <c:pt idx="3206">
                  <c:v>0.89707700000000001</c:v>
                </c:pt>
                <c:pt idx="3207">
                  <c:v>0.89657399999999998</c:v>
                </c:pt>
                <c:pt idx="3208">
                  <c:v>0.89607300000000001</c:v>
                </c:pt>
                <c:pt idx="3209">
                  <c:v>0.89557299999999995</c:v>
                </c:pt>
                <c:pt idx="3210">
                  <c:v>0.89507099999999995</c:v>
                </c:pt>
                <c:pt idx="3211">
                  <c:v>0.89457200000000003</c:v>
                </c:pt>
                <c:pt idx="3212">
                  <c:v>0.89407400000000004</c:v>
                </c:pt>
                <c:pt idx="3213">
                  <c:v>0.89357799999999998</c:v>
                </c:pt>
                <c:pt idx="3214">
                  <c:v>0.89307999999999998</c:v>
                </c:pt>
                <c:pt idx="3215">
                  <c:v>0.89258000000000004</c:v>
                </c:pt>
                <c:pt idx="3216">
                  <c:v>0.89207999999999998</c:v>
                </c:pt>
                <c:pt idx="3217">
                  <c:v>0.89158199999999999</c:v>
                </c:pt>
                <c:pt idx="3218">
                  <c:v>0.89108200000000004</c:v>
                </c:pt>
                <c:pt idx="3219">
                  <c:v>0.89058199999999998</c:v>
                </c:pt>
                <c:pt idx="3220">
                  <c:v>0.89008100000000001</c:v>
                </c:pt>
                <c:pt idx="3221">
                  <c:v>0.88958099999999996</c:v>
                </c:pt>
                <c:pt idx="3222">
                  <c:v>0.88908299999999996</c:v>
                </c:pt>
                <c:pt idx="3223">
                  <c:v>0.88858499999999996</c:v>
                </c:pt>
                <c:pt idx="3224">
                  <c:v>0.88808600000000004</c:v>
                </c:pt>
                <c:pt idx="3225">
                  <c:v>0.88758499999999996</c:v>
                </c:pt>
                <c:pt idx="3226">
                  <c:v>0.88708399999999998</c:v>
                </c:pt>
                <c:pt idx="3227">
                  <c:v>0.88658400000000004</c:v>
                </c:pt>
                <c:pt idx="3228">
                  <c:v>0.88608399999999998</c:v>
                </c:pt>
                <c:pt idx="3229">
                  <c:v>0.88558300000000001</c:v>
                </c:pt>
                <c:pt idx="3230">
                  <c:v>0.88508100000000001</c:v>
                </c:pt>
                <c:pt idx="3231">
                  <c:v>0.88458199999999998</c:v>
                </c:pt>
                <c:pt idx="3232">
                  <c:v>0.88408299999999995</c:v>
                </c:pt>
                <c:pt idx="3233">
                  <c:v>0.88358400000000004</c:v>
                </c:pt>
                <c:pt idx="3234">
                  <c:v>0.88308399999999998</c:v>
                </c:pt>
                <c:pt idx="3235">
                  <c:v>0.88258400000000004</c:v>
                </c:pt>
                <c:pt idx="3236">
                  <c:v>0.88208500000000001</c:v>
                </c:pt>
                <c:pt idx="3237">
                  <c:v>0.88158599999999998</c:v>
                </c:pt>
                <c:pt idx="3238">
                  <c:v>0.88108699999999995</c:v>
                </c:pt>
                <c:pt idx="3239">
                  <c:v>0.88058599999999998</c:v>
                </c:pt>
                <c:pt idx="3240">
                  <c:v>0.88008600000000003</c:v>
                </c:pt>
                <c:pt idx="3241">
                  <c:v>0.87958499999999995</c:v>
                </c:pt>
                <c:pt idx="3242">
                  <c:v>0.87908399999999998</c:v>
                </c:pt>
                <c:pt idx="3243">
                  <c:v>0.87858199999999997</c:v>
                </c:pt>
                <c:pt idx="3244">
                  <c:v>0.878081</c:v>
                </c:pt>
                <c:pt idx="3245">
                  <c:v>0.87758000000000003</c:v>
                </c:pt>
                <c:pt idx="3246">
                  <c:v>0.87708200000000003</c:v>
                </c:pt>
                <c:pt idx="3247">
                  <c:v>0.87658400000000003</c:v>
                </c:pt>
                <c:pt idx="3248">
                  <c:v>0.876085</c:v>
                </c:pt>
                <c:pt idx="3249">
                  <c:v>0.87558499999999995</c:v>
                </c:pt>
                <c:pt idx="3250">
                  <c:v>0.875085</c:v>
                </c:pt>
                <c:pt idx="3251">
                  <c:v>0.87458599999999997</c:v>
                </c:pt>
                <c:pt idx="3252">
                  <c:v>0.87408699999999995</c:v>
                </c:pt>
                <c:pt idx="3253">
                  <c:v>0.87358899999999995</c:v>
                </c:pt>
                <c:pt idx="3254">
                  <c:v>0.87308799999999998</c:v>
                </c:pt>
                <c:pt idx="3255">
                  <c:v>0.87258800000000003</c:v>
                </c:pt>
                <c:pt idx="3256">
                  <c:v>0.87209000000000003</c:v>
                </c:pt>
                <c:pt idx="3257">
                  <c:v>0.87159200000000003</c:v>
                </c:pt>
                <c:pt idx="3258">
                  <c:v>0.87109199999999998</c:v>
                </c:pt>
                <c:pt idx="3259">
                  <c:v>0.87058999999999997</c:v>
                </c:pt>
                <c:pt idx="3260">
                  <c:v>0.87009000000000003</c:v>
                </c:pt>
                <c:pt idx="3261">
                  <c:v>0.869591</c:v>
                </c:pt>
                <c:pt idx="3262">
                  <c:v>0.86909199999999998</c:v>
                </c:pt>
                <c:pt idx="3263">
                  <c:v>0.86859299999999995</c:v>
                </c:pt>
                <c:pt idx="3264">
                  <c:v>0.868093</c:v>
                </c:pt>
                <c:pt idx="3265">
                  <c:v>0.86759200000000003</c:v>
                </c:pt>
                <c:pt idx="3266">
                  <c:v>0.867093</c:v>
                </c:pt>
                <c:pt idx="3267">
                  <c:v>0.86659399999999998</c:v>
                </c:pt>
                <c:pt idx="3268">
                  <c:v>0.86609199999999997</c:v>
                </c:pt>
                <c:pt idx="3269">
                  <c:v>0.865591</c:v>
                </c:pt>
                <c:pt idx="3270">
                  <c:v>0.86509199999999997</c:v>
                </c:pt>
                <c:pt idx="3271">
                  <c:v>0.86459299999999994</c:v>
                </c:pt>
                <c:pt idx="3272">
                  <c:v>0.86409400000000003</c:v>
                </c:pt>
                <c:pt idx="3273">
                  <c:v>0.863595</c:v>
                </c:pt>
                <c:pt idx="3274">
                  <c:v>0.86309499999999995</c:v>
                </c:pt>
                <c:pt idx="3275">
                  <c:v>0.86259600000000003</c:v>
                </c:pt>
                <c:pt idx="3276">
                  <c:v>0.86209599999999997</c:v>
                </c:pt>
                <c:pt idx="3277">
                  <c:v>0.86159699999999995</c:v>
                </c:pt>
                <c:pt idx="3278">
                  <c:v>0.861097</c:v>
                </c:pt>
                <c:pt idx="3279">
                  <c:v>0.86059600000000003</c:v>
                </c:pt>
                <c:pt idx="3280">
                  <c:v>0.86009800000000003</c:v>
                </c:pt>
                <c:pt idx="3281">
                  <c:v>0.85960000000000003</c:v>
                </c:pt>
                <c:pt idx="3282">
                  <c:v>0.85910200000000003</c:v>
                </c:pt>
                <c:pt idx="3283">
                  <c:v>0.85860199999999998</c:v>
                </c:pt>
                <c:pt idx="3284">
                  <c:v>0.85810200000000003</c:v>
                </c:pt>
                <c:pt idx="3285">
                  <c:v>0.85760099999999995</c:v>
                </c:pt>
                <c:pt idx="3286">
                  <c:v>0.85709999999999997</c:v>
                </c:pt>
                <c:pt idx="3287">
                  <c:v>0.856599</c:v>
                </c:pt>
                <c:pt idx="3288">
                  <c:v>0.85609800000000003</c:v>
                </c:pt>
                <c:pt idx="3289">
                  <c:v>0.85559700000000005</c:v>
                </c:pt>
                <c:pt idx="3290">
                  <c:v>0.855097</c:v>
                </c:pt>
                <c:pt idx="3291">
                  <c:v>0.85459799999999997</c:v>
                </c:pt>
                <c:pt idx="3292">
                  <c:v>0.85409900000000005</c:v>
                </c:pt>
                <c:pt idx="3293">
                  <c:v>0.85359799999999997</c:v>
                </c:pt>
                <c:pt idx="3294">
                  <c:v>0.85309599999999997</c:v>
                </c:pt>
                <c:pt idx="3295">
                  <c:v>0.85259499999999999</c:v>
                </c:pt>
                <c:pt idx="3296">
                  <c:v>0.85209400000000002</c:v>
                </c:pt>
                <c:pt idx="3297">
                  <c:v>0.85159499999999999</c:v>
                </c:pt>
                <c:pt idx="3298">
                  <c:v>0.85109500000000005</c:v>
                </c:pt>
                <c:pt idx="3299">
                  <c:v>0.85059600000000002</c:v>
                </c:pt>
                <c:pt idx="3300">
                  <c:v>0.85009800000000002</c:v>
                </c:pt>
                <c:pt idx="3301">
                  <c:v>0.84960000000000002</c:v>
                </c:pt>
                <c:pt idx="3302">
                  <c:v>0.84910200000000002</c:v>
                </c:pt>
                <c:pt idx="3303">
                  <c:v>0.84860199999999997</c:v>
                </c:pt>
                <c:pt idx="3304">
                  <c:v>0.84810200000000002</c:v>
                </c:pt>
                <c:pt idx="3305">
                  <c:v>0.84760199999999997</c:v>
                </c:pt>
                <c:pt idx="3306">
                  <c:v>0.84710200000000002</c:v>
                </c:pt>
                <c:pt idx="3307">
                  <c:v>0.84660299999999999</c:v>
                </c:pt>
                <c:pt idx="3308">
                  <c:v>0.84610300000000005</c:v>
                </c:pt>
                <c:pt idx="3309">
                  <c:v>0.84560299999999999</c:v>
                </c:pt>
                <c:pt idx="3310">
                  <c:v>0.84510300000000005</c:v>
                </c:pt>
                <c:pt idx="3311">
                  <c:v>0.84460400000000002</c:v>
                </c:pt>
                <c:pt idx="3312">
                  <c:v>0.84410499999999999</c:v>
                </c:pt>
                <c:pt idx="3313">
                  <c:v>0.84360500000000005</c:v>
                </c:pt>
                <c:pt idx="3314">
                  <c:v>0.84310399999999996</c:v>
                </c:pt>
                <c:pt idx="3315">
                  <c:v>0.84260500000000005</c:v>
                </c:pt>
                <c:pt idx="3316">
                  <c:v>0.84210499999999999</c:v>
                </c:pt>
                <c:pt idx="3317">
                  <c:v>0.84160500000000005</c:v>
                </c:pt>
                <c:pt idx="3318">
                  <c:v>0.84110499999999999</c:v>
                </c:pt>
                <c:pt idx="3319">
                  <c:v>0.84060500000000005</c:v>
                </c:pt>
                <c:pt idx="3320">
                  <c:v>0.84010600000000002</c:v>
                </c:pt>
                <c:pt idx="3321">
                  <c:v>0.83960699999999999</c:v>
                </c:pt>
                <c:pt idx="3322">
                  <c:v>0.83910600000000002</c:v>
                </c:pt>
                <c:pt idx="3323">
                  <c:v>0.83860400000000002</c:v>
                </c:pt>
                <c:pt idx="3324">
                  <c:v>0.83810399999999996</c:v>
                </c:pt>
                <c:pt idx="3325">
                  <c:v>0.83760500000000004</c:v>
                </c:pt>
                <c:pt idx="3326">
                  <c:v>0.83710499999999999</c:v>
                </c:pt>
                <c:pt idx="3327">
                  <c:v>0.83660400000000001</c:v>
                </c:pt>
                <c:pt idx="3328">
                  <c:v>0.83610300000000004</c:v>
                </c:pt>
                <c:pt idx="3329">
                  <c:v>0.83560400000000001</c:v>
                </c:pt>
                <c:pt idx="3330">
                  <c:v>0.83510499999999999</c:v>
                </c:pt>
                <c:pt idx="3331">
                  <c:v>0.83460599999999996</c:v>
                </c:pt>
                <c:pt idx="3332">
                  <c:v>0.83410600000000001</c:v>
                </c:pt>
                <c:pt idx="3333">
                  <c:v>0.83360599999999996</c:v>
                </c:pt>
                <c:pt idx="3334">
                  <c:v>0.83310600000000001</c:v>
                </c:pt>
                <c:pt idx="3335">
                  <c:v>0.83260599999999996</c:v>
                </c:pt>
                <c:pt idx="3336">
                  <c:v>0.83210600000000001</c:v>
                </c:pt>
                <c:pt idx="3337">
                  <c:v>0.83160599999999996</c:v>
                </c:pt>
                <c:pt idx="3338">
                  <c:v>0.83110700000000004</c:v>
                </c:pt>
                <c:pt idx="3339">
                  <c:v>0.83060800000000001</c:v>
                </c:pt>
                <c:pt idx="3340">
                  <c:v>0.83010899999999999</c:v>
                </c:pt>
                <c:pt idx="3341">
                  <c:v>0.82960999999999996</c:v>
                </c:pt>
                <c:pt idx="3342">
                  <c:v>0.82911000000000001</c:v>
                </c:pt>
                <c:pt idx="3343">
                  <c:v>0.82860999999999996</c:v>
                </c:pt>
                <c:pt idx="3344">
                  <c:v>0.82811000000000001</c:v>
                </c:pt>
                <c:pt idx="3345">
                  <c:v>0.82760999999999996</c:v>
                </c:pt>
                <c:pt idx="3346">
                  <c:v>0.82711000000000001</c:v>
                </c:pt>
                <c:pt idx="3347">
                  <c:v>0.82660900000000004</c:v>
                </c:pt>
                <c:pt idx="3348">
                  <c:v>0.82610899999999998</c:v>
                </c:pt>
                <c:pt idx="3349">
                  <c:v>0.82560999999999996</c:v>
                </c:pt>
                <c:pt idx="3350">
                  <c:v>0.82511100000000004</c:v>
                </c:pt>
                <c:pt idx="3351">
                  <c:v>0.82461300000000004</c:v>
                </c:pt>
                <c:pt idx="3352">
                  <c:v>0.82411199999999996</c:v>
                </c:pt>
                <c:pt idx="3353">
                  <c:v>0.82361200000000001</c:v>
                </c:pt>
                <c:pt idx="3354">
                  <c:v>0.82311199999999995</c:v>
                </c:pt>
                <c:pt idx="3355">
                  <c:v>0.82261399999999996</c:v>
                </c:pt>
                <c:pt idx="3356">
                  <c:v>0.82211400000000001</c:v>
                </c:pt>
                <c:pt idx="3357">
                  <c:v>0.82161399999999996</c:v>
                </c:pt>
                <c:pt idx="3358">
                  <c:v>0.82111400000000001</c:v>
                </c:pt>
                <c:pt idx="3359">
                  <c:v>0.82061399999999995</c:v>
                </c:pt>
                <c:pt idx="3360">
                  <c:v>0.82011199999999995</c:v>
                </c:pt>
                <c:pt idx="3361">
                  <c:v>0.81960999999999995</c:v>
                </c:pt>
                <c:pt idx="3362">
                  <c:v>0.81910799999999995</c:v>
                </c:pt>
                <c:pt idx="3363">
                  <c:v>0.818608</c:v>
                </c:pt>
                <c:pt idx="3364">
                  <c:v>0.81810899999999998</c:v>
                </c:pt>
                <c:pt idx="3365">
                  <c:v>0.81760999999999995</c:v>
                </c:pt>
                <c:pt idx="3366">
                  <c:v>0.81711</c:v>
                </c:pt>
                <c:pt idx="3367">
                  <c:v>0.81661099999999998</c:v>
                </c:pt>
                <c:pt idx="3368">
                  <c:v>0.81611199999999995</c:v>
                </c:pt>
                <c:pt idx="3369">
                  <c:v>0.81561399999999995</c:v>
                </c:pt>
                <c:pt idx="3370">
                  <c:v>0.81511599999999995</c:v>
                </c:pt>
                <c:pt idx="3371">
                  <c:v>0.81461600000000001</c:v>
                </c:pt>
                <c:pt idx="3372">
                  <c:v>0.81411599999999995</c:v>
                </c:pt>
                <c:pt idx="3373">
                  <c:v>0.81361700000000003</c:v>
                </c:pt>
                <c:pt idx="3374">
                  <c:v>0.81311699999999998</c:v>
                </c:pt>
                <c:pt idx="3375">
                  <c:v>0.81261700000000003</c:v>
                </c:pt>
                <c:pt idx="3376">
                  <c:v>0.81211500000000003</c:v>
                </c:pt>
                <c:pt idx="3377">
                  <c:v>0.81161300000000003</c:v>
                </c:pt>
                <c:pt idx="3378">
                  <c:v>0.81111200000000006</c:v>
                </c:pt>
                <c:pt idx="3379">
                  <c:v>0.810612</c:v>
                </c:pt>
                <c:pt idx="3380">
                  <c:v>0.810114</c:v>
                </c:pt>
                <c:pt idx="3381">
                  <c:v>0.80961399999999994</c:v>
                </c:pt>
                <c:pt idx="3382">
                  <c:v>0.80911500000000003</c:v>
                </c:pt>
                <c:pt idx="3383">
                  <c:v>0.808616</c:v>
                </c:pt>
                <c:pt idx="3384">
                  <c:v>0.80811699999999997</c:v>
                </c:pt>
                <c:pt idx="3385">
                  <c:v>0.80761799999999995</c:v>
                </c:pt>
                <c:pt idx="3386">
                  <c:v>0.807118</c:v>
                </c:pt>
                <c:pt idx="3387">
                  <c:v>0.80661899999999997</c:v>
                </c:pt>
                <c:pt idx="3388">
                  <c:v>0.80611999999999995</c:v>
                </c:pt>
                <c:pt idx="3389">
                  <c:v>0.80562100000000003</c:v>
                </c:pt>
                <c:pt idx="3390">
                  <c:v>0.80512099999999998</c:v>
                </c:pt>
                <c:pt idx="3391">
                  <c:v>0.80462</c:v>
                </c:pt>
                <c:pt idx="3392">
                  <c:v>0.80411999999999995</c:v>
                </c:pt>
                <c:pt idx="3393">
                  <c:v>0.80362100000000003</c:v>
                </c:pt>
                <c:pt idx="3394">
                  <c:v>0.80311999999999995</c:v>
                </c:pt>
                <c:pt idx="3395">
                  <c:v>0.80262</c:v>
                </c:pt>
                <c:pt idx="3396">
                  <c:v>0.80212000000000006</c:v>
                </c:pt>
                <c:pt idx="3397">
                  <c:v>0.80162</c:v>
                </c:pt>
                <c:pt idx="3398">
                  <c:v>0.801122</c:v>
                </c:pt>
                <c:pt idx="3399">
                  <c:v>0.80062299999999997</c:v>
                </c:pt>
                <c:pt idx="3400">
                  <c:v>0.80012300000000003</c:v>
                </c:pt>
                <c:pt idx="3401">
                  <c:v>0.79962200000000005</c:v>
                </c:pt>
                <c:pt idx="3402">
                  <c:v>0.799122</c:v>
                </c:pt>
                <c:pt idx="3403">
                  <c:v>0.79862200000000005</c:v>
                </c:pt>
                <c:pt idx="3404">
                  <c:v>0.79812300000000003</c:v>
                </c:pt>
                <c:pt idx="3405">
                  <c:v>0.79762299999999997</c:v>
                </c:pt>
                <c:pt idx="3406">
                  <c:v>0.797122</c:v>
                </c:pt>
                <c:pt idx="3407">
                  <c:v>0.79662200000000005</c:v>
                </c:pt>
                <c:pt idx="3408">
                  <c:v>0.79612400000000005</c:v>
                </c:pt>
                <c:pt idx="3409">
                  <c:v>0.795624</c:v>
                </c:pt>
                <c:pt idx="3410">
                  <c:v>0.79512300000000002</c:v>
                </c:pt>
                <c:pt idx="3411">
                  <c:v>0.79462200000000005</c:v>
                </c:pt>
                <c:pt idx="3412">
                  <c:v>0.79412300000000002</c:v>
                </c:pt>
                <c:pt idx="3413">
                  <c:v>0.793624</c:v>
                </c:pt>
                <c:pt idx="3414">
                  <c:v>0.79312400000000005</c:v>
                </c:pt>
                <c:pt idx="3415">
                  <c:v>0.792624</c:v>
                </c:pt>
                <c:pt idx="3416">
                  <c:v>0.79212400000000005</c:v>
                </c:pt>
                <c:pt idx="3417">
                  <c:v>0.79162500000000002</c:v>
                </c:pt>
                <c:pt idx="3418">
                  <c:v>0.791126</c:v>
                </c:pt>
                <c:pt idx="3419">
                  <c:v>0.79062699999999997</c:v>
                </c:pt>
                <c:pt idx="3420">
                  <c:v>0.79012700000000002</c:v>
                </c:pt>
                <c:pt idx="3421">
                  <c:v>0.789628</c:v>
                </c:pt>
                <c:pt idx="3422">
                  <c:v>0.78912800000000005</c:v>
                </c:pt>
                <c:pt idx="3423">
                  <c:v>0.78862900000000002</c:v>
                </c:pt>
                <c:pt idx="3424">
                  <c:v>0.78812899999999997</c:v>
                </c:pt>
                <c:pt idx="3425">
                  <c:v>0.78762799999999999</c:v>
                </c:pt>
                <c:pt idx="3426">
                  <c:v>0.78712800000000005</c:v>
                </c:pt>
                <c:pt idx="3427">
                  <c:v>0.78662900000000002</c:v>
                </c:pt>
                <c:pt idx="3428">
                  <c:v>0.78613</c:v>
                </c:pt>
                <c:pt idx="3429">
                  <c:v>0.78563099999999997</c:v>
                </c:pt>
                <c:pt idx="3430">
                  <c:v>0.78512999999999999</c:v>
                </c:pt>
                <c:pt idx="3431">
                  <c:v>0.78463099999999997</c:v>
                </c:pt>
                <c:pt idx="3432">
                  <c:v>0.78413100000000002</c:v>
                </c:pt>
                <c:pt idx="3433">
                  <c:v>0.78363099999999997</c:v>
                </c:pt>
                <c:pt idx="3434">
                  <c:v>0.78312999999999999</c:v>
                </c:pt>
                <c:pt idx="3435">
                  <c:v>0.78262900000000002</c:v>
                </c:pt>
                <c:pt idx="3436">
                  <c:v>0.78212899999999996</c:v>
                </c:pt>
                <c:pt idx="3437">
                  <c:v>0.78163199999999999</c:v>
                </c:pt>
                <c:pt idx="3438">
                  <c:v>0.78113500000000002</c:v>
                </c:pt>
                <c:pt idx="3439">
                  <c:v>0.780636</c:v>
                </c:pt>
                <c:pt idx="3440">
                  <c:v>0.78013500000000002</c:v>
                </c:pt>
                <c:pt idx="3441">
                  <c:v>0.77963400000000005</c:v>
                </c:pt>
                <c:pt idx="3442">
                  <c:v>0.77913299999999996</c:v>
                </c:pt>
                <c:pt idx="3443">
                  <c:v>0.77863300000000002</c:v>
                </c:pt>
                <c:pt idx="3444">
                  <c:v>0.77813200000000005</c:v>
                </c:pt>
                <c:pt idx="3445">
                  <c:v>0.77763099999999996</c:v>
                </c:pt>
                <c:pt idx="3446">
                  <c:v>0.77713100000000002</c:v>
                </c:pt>
                <c:pt idx="3447">
                  <c:v>0.77663199999999999</c:v>
                </c:pt>
                <c:pt idx="3448">
                  <c:v>0.77613399999999999</c:v>
                </c:pt>
                <c:pt idx="3449">
                  <c:v>0.77563300000000002</c:v>
                </c:pt>
                <c:pt idx="3450">
                  <c:v>0.77513200000000004</c:v>
                </c:pt>
                <c:pt idx="3451">
                  <c:v>0.77463099999999996</c:v>
                </c:pt>
                <c:pt idx="3452">
                  <c:v>0.77413200000000004</c:v>
                </c:pt>
                <c:pt idx="3453">
                  <c:v>0.77363099999999996</c:v>
                </c:pt>
                <c:pt idx="3454">
                  <c:v>0.77312999999999998</c:v>
                </c:pt>
                <c:pt idx="3455">
                  <c:v>0.77263000000000004</c:v>
                </c:pt>
                <c:pt idx="3456">
                  <c:v>0.77213200000000004</c:v>
                </c:pt>
                <c:pt idx="3457">
                  <c:v>0.77163400000000004</c:v>
                </c:pt>
                <c:pt idx="3458">
                  <c:v>0.77113600000000004</c:v>
                </c:pt>
                <c:pt idx="3459">
                  <c:v>0.77063599999999999</c:v>
                </c:pt>
                <c:pt idx="3460">
                  <c:v>0.77013600000000004</c:v>
                </c:pt>
                <c:pt idx="3461">
                  <c:v>0.76963700000000002</c:v>
                </c:pt>
                <c:pt idx="3462">
                  <c:v>0.76913600000000004</c:v>
                </c:pt>
                <c:pt idx="3463">
                  <c:v>0.76863400000000004</c:v>
                </c:pt>
                <c:pt idx="3464">
                  <c:v>0.76812999999999998</c:v>
                </c:pt>
                <c:pt idx="3465">
                  <c:v>0.76763000000000003</c:v>
                </c:pt>
                <c:pt idx="3466">
                  <c:v>0.76713200000000004</c:v>
                </c:pt>
                <c:pt idx="3467">
                  <c:v>0.76663499999999996</c:v>
                </c:pt>
                <c:pt idx="3468">
                  <c:v>0.76613600000000004</c:v>
                </c:pt>
                <c:pt idx="3469">
                  <c:v>0.76563499999999995</c:v>
                </c:pt>
                <c:pt idx="3470">
                  <c:v>0.76513600000000004</c:v>
                </c:pt>
                <c:pt idx="3471">
                  <c:v>0.76463700000000001</c:v>
                </c:pt>
                <c:pt idx="3472">
                  <c:v>0.76413799999999998</c:v>
                </c:pt>
                <c:pt idx="3473">
                  <c:v>0.76363899999999996</c:v>
                </c:pt>
                <c:pt idx="3474">
                  <c:v>0.76313900000000001</c:v>
                </c:pt>
                <c:pt idx="3475">
                  <c:v>0.76263899999999996</c:v>
                </c:pt>
                <c:pt idx="3476">
                  <c:v>0.76214000000000004</c:v>
                </c:pt>
                <c:pt idx="3477">
                  <c:v>0.76164200000000004</c:v>
                </c:pt>
                <c:pt idx="3478">
                  <c:v>0.76114300000000001</c:v>
                </c:pt>
                <c:pt idx="3479">
                  <c:v>0.76064100000000001</c:v>
                </c:pt>
                <c:pt idx="3480">
                  <c:v>0.76013900000000001</c:v>
                </c:pt>
                <c:pt idx="3481">
                  <c:v>0.75963800000000004</c:v>
                </c:pt>
                <c:pt idx="3482">
                  <c:v>0.75913699999999995</c:v>
                </c:pt>
                <c:pt idx="3483">
                  <c:v>0.75863599999999998</c:v>
                </c:pt>
                <c:pt idx="3484">
                  <c:v>0.758135</c:v>
                </c:pt>
                <c:pt idx="3485">
                  <c:v>0.75763599999999998</c:v>
                </c:pt>
                <c:pt idx="3486">
                  <c:v>0.75713699999999995</c:v>
                </c:pt>
                <c:pt idx="3487">
                  <c:v>0.75663800000000003</c:v>
                </c:pt>
                <c:pt idx="3488">
                  <c:v>0.75614000000000003</c:v>
                </c:pt>
                <c:pt idx="3489">
                  <c:v>0.75563999999999998</c:v>
                </c:pt>
                <c:pt idx="3490">
                  <c:v>0.75514000000000003</c:v>
                </c:pt>
                <c:pt idx="3491">
                  <c:v>0.75464100000000001</c:v>
                </c:pt>
                <c:pt idx="3492">
                  <c:v>0.75414199999999998</c:v>
                </c:pt>
                <c:pt idx="3493">
                  <c:v>0.75364100000000001</c:v>
                </c:pt>
                <c:pt idx="3494">
                  <c:v>0.75314099999999995</c:v>
                </c:pt>
                <c:pt idx="3495">
                  <c:v>0.75264200000000003</c:v>
                </c:pt>
                <c:pt idx="3496">
                  <c:v>0.75214300000000001</c:v>
                </c:pt>
                <c:pt idx="3497">
                  <c:v>0.75164500000000001</c:v>
                </c:pt>
                <c:pt idx="3498">
                  <c:v>0.75114499999999995</c:v>
                </c:pt>
                <c:pt idx="3499">
                  <c:v>0.75064500000000001</c:v>
                </c:pt>
                <c:pt idx="3500">
                  <c:v>0.75014400000000003</c:v>
                </c:pt>
                <c:pt idx="3501">
                  <c:v>0.74964299999999995</c:v>
                </c:pt>
                <c:pt idx="3502">
                  <c:v>0.74914199999999997</c:v>
                </c:pt>
                <c:pt idx="3503">
                  <c:v>0.748641</c:v>
                </c:pt>
                <c:pt idx="3504">
                  <c:v>0.74814099999999994</c:v>
                </c:pt>
                <c:pt idx="3505">
                  <c:v>0.74764200000000003</c:v>
                </c:pt>
                <c:pt idx="3506">
                  <c:v>0.74714400000000003</c:v>
                </c:pt>
                <c:pt idx="3507">
                  <c:v>0.746645</c:v>
                </c:pt>
                <c:pt idx="3508">
                  <c:v>0.74614400000000003</c:v>
                </c:pt>
                <c:pt idx="3509">
                  <c:v>0.74564399999999997</c:v>
                </c:pt>
                <c:pt idx="3510">
                  <c:v>0.74514499999999995</c:v>
                </c:pt>
                <c:pt idx="3511">
                  <c:v>0.74464600000000003</c:v>
                </c:pt>
                <c:pt idx="3512">
                  <c:v>0.74414599999999997</c:v>
                </c:pt>
                <c:pt idx="3513">
                  <c:v>0.74364600000000003</c:v>
                </c:pt>
                <c:pt idx="3514">
                  <c:v>0.743147</c:v>
                </c:pt>
                <c:pt idx="3515">
                  <c:v>0.742649</c:v>
                </c:pt>
                <c:pt idx="3516">
                  <c:v>0.74214999999999998</c:v>
                </c:pt>
                <c:pt idx="3517">
                  <c:v>0.741649</c:v>
                </c:pt>
                <c:pt idx="3518">
                  <c:v>0.74114800000000003</c:v>
                </c:pt>
                <c:pt idx="3519">
                  <c:v>0.74064600000000003</c:v>
                </c:pt>
                <c:pt idx="3520">
                  <c:v>0.74014599999999997</c:v>
                </c:pt>
                <c:pt idx="3521">
                  <c:v>0.73964600000000003</c:v>
                </c:pt>
                <c:pt idx="3522">
                  <c:v>0.73914500000000005</c:v>
                </c:pt>
                <c:pt idx="3523">
                  <c:v>0.738645</c:v>
                </c:pt>
                <c:pt idx="3524">
                  <c:v>0.73814599999999997</c:v>
                </c:pt>
                <c:pt idx="3525">
                  <c:v>0.73764600000000002</c:v>
                </c:pt>
                <c:pt idx="3526">
                  <c:v>0.73714599999999997</c:v>
                </c:pt>
                <c:pt idx="3527">
                  <c:v>0.73664700000000005</c:v>
                </c:pt>
                <c:pt idx="3528">
                  <c:v>0.736147</c:v>
                </c:pt>
                <c:pt idx="3529">
                  <c:v>0.73564700000000005</c:v>
                </c:pt>
                <c:pt idx="3530">
                  <c:v>0.73514800000000002</c:v>
                </c:pt>
                <c:pt idx="3531">
                  <c:v>0.73464799999999997</c:v>
                </c:pt>
                <c:pt idx="3532">
                  <c:v>0.73414699999999999</c:v>
                </c:pt>
                <c:pt idx="3533">
                  <c:v>0.73364700000000005</c:v>
                </c:pt>
                <c:pt idx="3534">
                  <c:v>0.73314800000000002</c:v>
                </c:pt>
                <c:pt idx="3535">
                  <c:v>0.73265000000000002</c:v>
                </c:pt>
                <c:pt idx="3536">
                  <c:v>0.732151</c:v>
                </c:pt>
                <c:pt idx="3537">
                  <c:v>0.73165100000000005</c:v>
                </c:pt>
                <c:pt idx="3538">
                  <c:v>0.731151</c:v>
                </c:pt>
                <c:pt idx="3539">
                  <c:v>0.73065100000000005</c:v>
                </c:pt>
                <c:pt idx="3540">
                  <c:v>0.73015099999999999</c:v>
                </c:pt>
                <c:pt idx="3541">
                  <c:v>0.72965000000000002</c:v>
                </c:pt>
                <c:pt idx="3542">
                  <c:v>0.72914800000000002</c:v>
                </c:pt>
                <c:pt idx="3543">
                  <c:v>0.72864700000000004</c:v>
                </c:pt>
                <c:pt idx="3544">
                  <c:v>0.72814800000000002</c:v>
                </c:pt>
                <c:pt idx="3545">
                  <c:v>0.72764899999999999</c:v>
                </c:pt>
                <c:pt idx="3546">
                  <c:v>0.72714999999999996</c:v>
                </c:pt>
                <c:pt idx="3547">
                  <c:v>0.72665000000000002</c:v>
                </c:pt>
                <c:pt idx="3548">
                  <c:v>0.72614900000000004</c:v>
                </c:pt>
                <c:pt idx="3549">
                  <c:v>0.72565000000000002</c:v>
                </c:pt>
                <c:pt idx="3550">
                  <c:v>0.72515200000000002</c:v>
                </c:pt>
                <c:pt idx="3551">
                  <c:v>0.72465199999999996</c:v>
                </c:pt>
                <c:pt idx="3552">
                  <c:v>0.72415200000000002</c:v>
                </c:pt>
                <c:pt idx="3553">
                  <c:v>0.72365199999999996</c:v>
                </c:pt>
                <c:pt idx="3554">
                  <c:v>0.72315499999999999</c:v>
                </c:pt>
                <c:pt idx="3555">
                  <c:v>0.72265800000000002</c:v>
                </c:pt>
                <c:pt idx="3556">
                  <c:v>0.72215799999999997</c:v>
                </c:pt>
                <c:pt idx="3557">
                  <c:v>0.72165699999999999</c:v>
                </c:pt>
                <c:pt idx="3558">
                  <c:v>0.72115499999999999</c:v>
                </c:pt>
                <c:pt idx="3559">
                  <c:v>0.72065299999999999</c:v>
                </c:pt>
                <c:pt idx="3560">
                  <c:v>0.72015200000000001</c:v>
                </c:pt>
                <c:pt idx="3561">
                  <c:v>0.71965199999999996</c:v>
                </c:pt>
                <c:pt idx="3562">
                  <c:v>0.71915200000000001</c:v>
                </c:pt>
                <c:pt idx="3563">
                  <c:v>0.71865299999999999</c:v>
                </c:pt>
                <c:pt idx="3564">
                  <c:v>0.71815499999999999</c:v>
                </c:pt>
                <c:pt idx="3565">
                  <c:v>0.71765699999999999</c:v>
                </c:pt>
                <c:pt idx="3566">
                  <c:v>0.71715799999999996</c:v>
                </c:pt>
                <c:pt idx="3567">
                  <c:v>0.71665699999999999</c:v>
                </c:pt>
                <c:pt idx="3568">
                  <c:v>0.71615600000000001</c:v>
                </c:pt>
                <c:pt idx="3569">
                  <c:v>0.71565699999999999</c:v>
                </c:pt>
                <c:pt idx="3570">
                  <c:v>0.71515700000000004</c:v>
                </c:pt>
                <c:pt idx="3571">
                  <c:v>0.71465500000000004</c:v>
                </c:pt>
                <c:pt idx="3572">
                  <c:v>0.71415399999999996</c:v>
                </c:pt>
                <c:pt idx="3573">
                  <c:v>0.71365400000000001</c:v>
                </c:pt>
                <c:pt idx="3574">
                  <c:v>0.71315499999999998</c:v>
                </c:pt>
                <c:pt idx="3575">
                  <c:v>0.71265699999999998</c:v>
                </c:pt>
                <c:pt idx="3576">
                  <c:v>0.71215799999999996</c:v>
                </c:pt>
                <c:pt idx="3577">
                  <c:v>0.71165900000000004</c:v>
                </c:pt>
                <c:pt idx="3578">
                  <c:v>0.71116000000000001</c:v>
                </c:pt>
                <c:pt idx="3579">
                  <c:v>0.71066099999999999</c:v>
                </c:pt>
                <c:pt idx="3580">
                  <c:v>0.71016100000000004</c:v>
                </c:pt>
                <c:pt idx="3581">
                  <c:v>0.70965999999999996</c:v>
                </c:pt>
                <c:pt idx="3582">
                  <c:v>0.70916000000000001</c:v>
                </c:pt>
                <c:pt idx="3583">
                  <c:v>0.70865999999999996</c:v>
                </c:pt>
                <c:pt idx="3584">
                  <c:v>0.70816000000000001</c:v>
                </c:pt>
                <c:pt idx="3585">
                  <c:v>0.70765900000000004</c:v>
                </c:pt>
                <c:pt idx="3586">
                  <c:v>0.70715799999999995</c:v>
                </c:pt>
                <c:pt idx="3587">
                  <c:v>0.70665800000000001</c:v>
                </c:pt>
                <c:pt idx="3588">
                  <c:v>0.70615899999999998</c:v>
                </c:pt>
                <c:pt idx="3589">
                  <c:v>0.70566200000000001</c:v>
                </c:pt>
                <c:pt idx="3590">
                  <c:v>0.70516400000000001</c:v>
                </c:pt>
                <c:pt idx="3591">
                  <c:v>0.70466499999999999</c:v>
                </c:pt>
                <c:pt idx="3592">
                  <c:v>0.70416599999999996</c:v>
                </c:pt>
                <c:pt idx="3593">
                  <c:v>0.70366700000000004</c:v>
                </c:pt>
                <c:pt idx="3594">
                  <c:v>0.70316800000000002</c:v>
                </c:pt>
                <c:pt idx="3595">
                  <c:v>0.70266799999999996</c:v>
                </c:pt>
                <c:pt idx="3596">
                  <c:v>0.70216599999999996</c:v>
                </c:pt>
                <c:pt idx="3597">
                  <c:v>0.70166399999999995</c:v>
                </c:pt>
                <c:pt idx="3598">
                  <c:v>0.70116400000000001</c:v>
                </c:pt>
                <c:pt idx="3599">
                  <c:v>0.70066399999999995</c:v>
                </c:pt>
                <c:pt idx="3600">
                  <c:v>0.70016400000000001</c:v>
                </c:pt>
                <c:pt idx="3601">
                  <c:v>0.69966399999999995</c:v>
                </c:pt>
                <c:pt idx="3602">
                  <c:v>0.69916500000000004</c:v>
                </c:pt>
                <c:pt idx="3603">
                  <c:v>0.69866600000000001</c:v>
                </c:pt>
                <c:pt idx="3604">
                  <c:v>0.69816699999999998</c:v>
                </c:pt>
                <c:pt idx="3605">
                  <c:v>0.69766799999999995</c:v>
                </c:pt>
                <c:pt idx="3606">
                  <c:v>0.69716800000000001</c:v>
                </c:pt>
                <c:pt idx="3607">
                  <c:v>0.69666799999999995</c:v>
                </c:pt>
                <c:pt idx="3608">
                  <c:v>0.69616900000000004</c:v>
                </c:pt>
                <c:pt idx="3609">
                  <c:v>0.69566799999999995</c:v>
                </c:pt>
                <c:pt idx="3610">
                  <c:v>0.69516699999999998</c:v>
                </c:pt>
                <c:pt idx="3611">
                  <c:v>0.69466600000000001</c:v>
                </c:pt>
                <c:pt idx="3612">
                  <c:v>0.69416599999999995</c:v>
                </c:pt>
                <c:pt idx="3613">
                  <c:v>0.69366700000000003</c:v>
                </c:pt>
                <c:pt idx="3614">
                  <c:v>0.69316900000000004</c:v>
                </c:pt>
                <c:pt idx="3615">
                  <c:v>0.69266899999999998</c:v>
                </c:pt>
                <c:pt idx="3616">
                  <c:v>0.69216800000000001</c:v>
                </c:pt>
                <c:pt idx="3617">
                  <c:v>0.69166799999999995</c:v>
                </c:pt>
                <c:pt idx="3618">
                  <c:v>0.69116900000000003</c:v>
                </c:pt>
                <c:pt idx="3619">
                  <c:v>0.69066899999999998</c:v>
                </c:pt>
                <c:pt idx="3620">
                  <c:v>0.690168</c:v>
                </c:pt>
                <c:pt idx="3621">
                  <c:v>0.68966700000000003</c:v>
                </c:pt>
                <c:pt idx="3622">
                  <c:v>0.68916699999999997</c:v>
                </c:pt>
                <c:pt idx="3623">
                  <c:v>0.68866799999999995</c:v>
                </c:pt>
                <c:pt idx="3624">
                  <c:v>0.68816900000000003</c:v>
                </c:pt>
                <c:pt idx="3625">
                  <c:v>0.68766799999999995</c:v>
                </c:pt>
                <c:pt idx="3626">
                  <c:v>0.68716699999999997</c:v>
                </c:pt>
                <c:pt idx="3627">
                  <c:v>0.686666</c:v>
                </c:pt>
                <c:pt idx="3628">
                  <c:v>0.68616600000000005</c:v>
                </c:pt>
                <c:pt idx="3629">
                  <c:v>0.68566700000000003</c:v>
                </c:pt>
                <c:pt idx="3630">
                  <c:v>0.68516699999999997</c:v>
                </c:pt>
                <c:pt idx="3631">
                  <c:v>0.68466899999999997</c:v>
                </c:pt>
                <c:pt idx="3632">
                  <c:v>0.68417099999999997</c:v>
                </c:pt>
                <c:pt idx="3633">
                  <c:v>0.683674</c:v>
                </c:pt>
                <c:pt idx="3634">
                  <c:v>0.68317499999999998</c:v>
                </c:pt>
                <c:pt idx="3635">
                  <c:v>0.68267299999999997</c:v>
                </c:pt>
                <c:pt idx="3636">
                  <c:v>0.68217000000000005</c:v>
                </c:pt>
                <c:pt idx="3637">
                  <c:v>0.68166800000000005</c:v>
                </c:pt>
                <c:pt idx="3638">
                  <c:v>0.681168</c:v>
                </c:pt>
                <c:pt idx="3639">
                  <c:v>0.68066800000000005</c:v>
                </c:pt>
                <c:pt idx="3640">
                  <c:v>0.68016799999999999</c:v>
                </c:pt>
                <c:pt idx="3641">
                  <c:v>0.67966899999999997</c:v>
                </c:pt>
                <c:pt idx="3642">
                  <c:v>0.67917000000000005</c:v>
                </c:pt>
                <c:pt idx="3643">
                  <c:v>0.67867200000000005</c:v>
                </c:pt>
                <c:pt idx="3644">
                  <c:v>0.67817300000000003</c:v>
                </c:pt>
                <c:pt idx="3645">
                  <c:v>0.67767299999999997</c:v>
                </c:pt>
                <c:pt idx="3646">
                  <c:v>0.67717400000000005</c:v>
                </c:pt>
                <c:pt idx="3647">
                  <c:v>0.67667500000000003</c:v>
                </c:pt>
                <c:pt idx="3648">
                  <c:v>0.676176</c:v>
                </c:pt>
                <c:pt idx="3649">
                  <c:v>0.67567600000000005</c:v>
                </c:pt>
                <c:pt idx="3650">
                  <c:v>0.67517700000000003</c:v>
                </c:pt>
                <c:pt idx="3651">
                  <c:v>0.67467699999999997</c:v>
                </c:pt>
                <c:pt idx="3652">
                  <c:v>0.67417800000000006</c:v>
                </c:pt>
                <c:pt idx="3653">
                  <c:v>0.67367999999999995</c:v>
                </c:pt>
                <c:pt idx="3654">
                  <c:v>0.67317899999999997</c:v>
                </c:pt>
                <c:pt idx="3655">
                  <c:v>0.672678</c:v>
                </c:pt>
                <c:pt idx="3656">
                  <c:v>0.67217800000000005</c:v>
                </c:pt>
                <c:pt idx="3657">
                  <c:v>0.671678</c:v>
                </c:pt>
                <c:pt idx="3658">
                  <c:v>0.67117800000000005</c:v>
                </c:pt>
                <c:pt idx="3659">
                  <c:v>0.67067600000000005</c:v>
                </c:pt>
                <c:pt idx="3660">
                  <c:v>0.67017499999999997</c:v>
                </c:pt>
                <c:pt idx="3661">
                  <c:v>0.66967500000000002</c:v>
                </c:pt>
                <c:pt idx="3662">
                  <c:v>0.66917599999999999</c:v>
                </c:pt>
                <c:pt idx="3663">
                  <c:v>0.66867799999999999</c:v>
                </c:pt>
                <c:pt idx="3664">
                  <c:v>0.66817800000000005</c:v>
                </c:pt>
                <c:pt idx="3665">
                  <c:v>0.66767799999999999</c:v>
                </c:pt>
                <c:pt idx="3666">
                  <c:v>0.66717800000000005</c:v>
                </c:pt>
                <c:pt idx="3667">
                  <c:v>0.66667900000000002</c:v>
                </c:pt>
                <c:pt idx="3668">
                  <c:v>0.66617999999999999</c:v>
                </c:pt>
                <c:pt idx="3669">
                  <c:v>0.66567900000000002</c:v>
                </c:pt>
                <c:pt idx="3670">
                  <c:v>0.66517899999999996</c:v>
                </c:pt>
                <c:pt idx="3671">
                  <c:v>0.66467900000000002</c:v>
                </c:pt>
                <c:pt idx="3672">
                  <c:v>0.66417999999999999</c:v>
                </c:pt>
                <c:pt idx="3673">
                  <c:v>0.66368300000000002</c:v>
                </c:pt>
                <c:pt idx="3674">
                  <c:v>0.663184</c:v>
                </c:pt>
                <c:pt idx="3675">
                  <c:v>0.66268300000000002</c:v>
                </c:pt>
                <c:pt idx="3676">
                  <c:v>0.66218299999999997</c:v>
                </c:pt>
                <c:pt idx="3677">
                  <c:v>0.66168300000000002</c:v>
                </c:pt>
                <c:pt idx="3678">
                  <c:v>0.66118299999999997</c:v>
                </c:pt>
                <c:pt idx="3679">
                  <c:v>0.66068300000000002</c:v>
                </c:pt>
                <c:pt idx="3680">
                  <c:v>0.66018299999999996</c:v>
                </c:pt>
                <c:pt idx="3681">
                  <c:v>0.65968300000000002</c:v>
                </c:pt>
                <c:pt idx="3682">
                  <c:v>0.65918500000000002</c:v>
                </c:pt>
                <c:pt idx="3683">
                  <c:v>0.65868599999999999</c:v>
                </c:pt>
                <c:pt idx="3684">
                  <c:v>0.65818399999999999</c:v>
                </c:pt>
                <c:pt idx="3685">
                  <c:v>0.65768199999999999</c:v>
                </c:pt>
                <c:pt idx="3686">
                  <c:v>0.65718200000000004</c:v>
                </c:pt>
                <c:pt idx="3687">
                  <c:v>0.65668199999999999</c:v>
                </c:pt>
                <c:pt idx="3688">
                  <c:v>0.65618299999999996</c:v>
                </c:pt>
                <c:pt idx="3689">
                  <c:v>0.65568400000000004</c:v>
                </c:pt>
                <c:pt idx="3690">
                  <c:v>0.65518500000000002</c:v>
                </c:pt>
                <c:pt idx="3691">
                  <c:v>0.65468700000000002</c:v>
                </c:pt>
                <c:pt idx="3692">
                  <c:v>0.65418900000000002</c:v>
                </c:pt>
                <c:pt idx="3693">
                  <c:v>0.65368999999999999</c:v>
                </c:pt>
                <c:pt idx="3694">
                  <c:v>0.65318900000000002</c:v>
                </c:pt>
                <c:pt idx="3695">
                  <c:v>0.65268700000000002</c:v>
                </c:pt>
                <c:pt idx="3696">
                  <c:v>0.65218600000000004</c:v>
                </c:pt>
                <c:pt idx="3697">
                  <c:v>0.65168599999999999</c:v>
                </c:pt>
                <c:pt idx="3698">
                  <c:v>0.65118600000000004</c:v>
                </c:pt>
                <c:pt idx="3699">
                  <c:v>0.65068599999999999</c:v>
                </c:pt>
                <c:pt idx="3700">
                  <c:v>0.65018699999999996</c:v>
                </c:pt>
                <c:pt idx="3701">
                  <c:v>0.64968899999999996</c:v>
                </c:pt>
                <c:pt idx="3702">
                  <c:v>0.64919000000000004</c:v>
                </c:pt>
                <c:pt idx="3703">
                  <c:v>0.64868899999999996</c:v>
                </c:pt>
                <c:pt idx="3704">
                  <c:v>0.64818799999999999</c:v>
                </c:pt>
                <c:pt idx="3705">
                  <c:v>0.64768700000000001</c:v>
                </c:pt>
                <c:pt idx="3706">
                  <c:v>0.64718799999999999</c:v>
                </c:pt>
                <c:pt idx="3707">
                  <c:v>0.64668800000000004</c:v>
                </c:pt>
                <c:pt idx="3708">
                  <c:v>0.64618699999999996</c:v>
                </c:pt>
                <c:pt idx="3709">
                  <c:v>0.64568400000000004</c:v>
                </c:pt>
                <c:pt idx="3710">
                  <c:v>0.64518399999999998</c:v>
                </c:pt>
                <c:pt idx="3711">
                  <c:v>0.64468499999999995</c:v>
                </c:pt>
                <c:pt idx="3712">
                  <c:v>0.64418699999999995</c:v>
                </c:pt>
                <c:pt idx="3713">
                  <c:v>0.64368700000000001</c:v>
                </c:pt>
                <c:pt idx="3714">
                  <c:v>0.64318600000000004</c:v>
                </c:pt>
                <c:pt idx="3715">
                  <c:v>0.64268599999999998</c:v>
                </c:pt>
                <c:pt idx="3716">
                  <c:v>0.64218799999999998</c:v>
                </c:pt>
                <c:pt idx="3717">
                  <c:v>0.64168899999999995</c:v>
                </c:pt>
                <c:pt idx="3718">
                  <c:v>0.64118900000000001</c:v>
                </c:pt>
                <c:pt idx="3719">
                  <c:v>0.64068899999999995</c:v>
                </c:pt>
                <c:pt idx="3720">
                  <c:v>0.64019000000000004</c:v>
                </c:pt>
                <c:pt idx="3721">
                  <c:v>0.63969200000000004</c:v>
                </c:pt>
                <c:pt idx="3722">
                  <c:v>0.63919300000000001</c:v>
                </c:pt>
                <c:pt idx="3723">
                  <c:v>0.63869299999999996</c:v>
                </c:pt>
                <c:pt idx="3724">
                  <c:v>0.63819300000000001</c:v>
                </c:pt>
                <c:pt idx="3725">
                  <c:v>0.63769399999999998</c:v>
                </c:pt>
                <c:pt idx="3726">
                  <c:v>0.63719499999999996</c:v>
                </c:pt>
                <c:pt idx="3727">
                  <c:v>0.63669500000000001</c:v>
                </c:pt>
                <c:pt idx="3728">
                  <c:v>0.63619300000000001</c:v>
                </c:pt>
                <c:pt idx="3729">
                  <c:v>0.63569200000000003</c:v>
                </c:pt>
                <c:pt idx="3730">
                  <c:v>0.63519300000000001</c:v>
                </c:pt>
                <c:pt idx="3731">
                  <c:v>0.63469399999999998</c:v>
                </c:pt>
                <c:pt idx="3732">
                  <c:v>0.63419300000000001</c:v>
                </c:pt>
                <c:pt idx="3733">
                  <c:v>0.63369200000000003</c:v>
                </c:pt>
                <c:pt idx="3734">
                  <c:v>0.63319300000000001</c:v>
                </c:pt>
                <c:pt idx="3735">
                  <c:v>0.63269399999999998</c:v>
                </c:pt>
                <c:pt idx="3736">
                  <c:v>0.63219499999999995</c:v>
                </c:pt>
                <c:pt idx="3737">
                  <c:v>0.63169500000000001</c:v>
                </c:pt>
                <c:pt idx="3738">
                  <c:v>0.63119599999999998</c:v>
                </c:pt>
                <c:pt idx="3739">
                  <c:v>0.63069799999999998</c:v>
                </c:pt>
                <c:pt idx="3740">
                  <c:v>0.63019999999999998</c:v>
                </c:pt>
                <c:pt idx="3741">
                  <c:v>0.62970300000000001</c:v>
                </c:pt>
                <c:pt idx="3742">
                  <c:v>0.62920299999999996</c:v>
                </c:pt>
                <c:pt idx="3743">
                  <c:v>0.62870300000000001</c:v>
                </c:pt>
                <c:pt idx="3744">
                  <c:v>0.62820200000000004</c:v>
                </c:pt>
                <c:pt idx="3745">
                  <c:v>0.62770099999999995</c:v>
                </c:pt>
                <c:pt idx="3746">
                  <c:v>0.62719999999999998</c:v>
                </c:pt>
                <c:pt idx="3747">
                  <c:v>0.62669799999999998</c:v>
                </c:pt>
                <c:pt idx="3748">
                  <c:v>0.62619800000000003</c:v>
                </c:pt>
                <c:pt idx="3749">
                  <c:v>0.62570000000000003</c:v>
                </c:pt>
                <c:pt idx="3750">
                  <c:v>0.62520299999999995</c:v>
                </c:pt>
                <c:pt idx="3751">
                  <c:v>0.62470300000000001</c:v>
                </c:pt>
                <c:pt idx="3752">
                  <c:v>0.62419999999999998</c:v>
                </c:pt>
                <c:pt idx="3753">
                  <c:v>0.62369799999999997</c:v>
                </c:pt>
                <c:pt idx="3754">
                  <c:v>0.62319800000000003</c:v>
                </c:pt>
                <c:pt idx="3755">
                  <c:v>0.622699</c:v>
                </c:pt>
                <c:pt idx="3756">
                  <c:v>0.62219899999999995</c:v>
                </c:pt>
                <c:pt idx="3757">
                  <c:v>0.62169700000000006</c:v>
                </c:pt>
                <c:pt idx="3758">
                  <c:v>0.62119599999999997</c:v>
                </c:pt>
                <c:pt idx="3759">
                  <c:v>0.62069700000000005</c:v>
                </c:pt>
                <c:pt idx="3760">
                  <c:v>0.62019800000000003</c:v>
                </c:pt>
                <c:pt idx="3761">
                  <c:v>0.61969799999999997</c:v>
                </c:pt>
                <c:pt idx="3762">
                  <c:v>0.61919599999999997</c:v>
                </c:pt>
                <c:pt idx="3763">
                  <c:v>0.61869499999999999</c:v>
                </c:pt>
                <c:pt idx="3764">
                  <c:v>0.61819500000000005</c:v>
                </c:pt>
                <c:pt idx="3765">
                  <c:v>0.61769399999999997</c:v>
                </c:pt>
                <c:pt idx="3766">
                  <c:v>0.61719199999999996</c:v>
                </c:pt>
                <c:pt idx="3767">
                  <c:v>0.61669099999999999</c:v>
                </c:pt>
                <c:pt idx="3768">
                  <c:v>0.61619299999999999</c:v>
                </c:pt>
                <c:pt idx="3769">
                  <c:v>0.61569399999999996</c:v>
                </c:pt>
                <c:pt idx="3770">
                  <c:v>0.61519699999999999</c:v>
                </c:pt>
                <c:pt idx="3771">
                  <c:v>0.614699</c:v>
                </c:pt>
                <c:pt idx="3772">
                  <c:v>0.61419900000000005</c:v>
                </c:pt>
                <c:pt idx="3773">
                  <c:v>0.61369899999999999</c:v>
                </c:pt>
                <c:pt idx="3774">
                  <c:v>0.61319999999999997</c:v>
                </c:pt>
                <c:pt idx="3775">
                  <c:v>0.61270000000000002</c:v>
                </c:pt>
                <c:pt idx="3776">
                  <c:v>0.61219900000000005</c:v>
                </c:pt>
                <c:pt idx="3777">
                  <c:v>0.61169899999999999</c:v>
                </c:pt>
                <c:pt idx="3778">
                  <c:v>0.61119900000000005</c:v>
                </c:pt>
                <c:pt idx="3779">
                  <c:v>0.61070000000000002</c:v>
                </c:pt>
                <c:pt idx="3780">
                  <c:v>0.61020099999999999</c:v>
                </c:pt>
                <c:pt idx="3781">
                  <c:v>0.60970100000000005</c:v>
                </c:pt>
                <c:pt idx="3782">
                  <c:v>0.60919999999999996</c:v>
                </c:pt>
                <c:pt idx="3783">
                  <c:v>0.60870000000000002</c:v>
                </c:pt>
                <c:pt idx="3784">
                  <c:v>0.60820099999999999</c:v>
                </c:pt>
                <c:pt idx="3785">
                  <c:v>0.60770199999999996</c:v>
                </c:pt>
                <c:pt idx="3786">
                  <c:v>0.60720099999999999</c:v>
                </c:pt>
                <c:pt idx="3787">
                  <c:v>0.60670100000000005</c:v>
                </c:pt>
                <c:pt idx="3788">
                  <c:v>0.60620200000000002</c:v>
                </c:pt>
                <c:pt idx="3789">
                  <c:v>0.60570299999999999</c:v>
                </c:pt>
                <c:pt idx="3790">
                  <c:v>0.60520300000000005</c:v>
                </c:pt>
                <c:pt idx="3791">
                  <c:v>0.60470000000000002</c:v>
                </c:pt>
                <c:pt idx="3792">
                  <c:v>0.60419699999999998</c:v>
                </c:pt>
                <c:pt idx="3793">
                  <c:v>0.60369600000000001</c:v>
                </c:pt>
                <c:pt idx="3794">
                  <c:v>0.60319599999999995</c:v>
                </c:pt>
                <c:pt idx="3795">
                  <c:v>0.60269600000000001</c:v>
                </c:pt>
                <c:pt idx="3796">
                  <c:v>0.60219599999999995</c:v>
                </c:pt>
                <c:pt idx="3797">
                  <c:v>0.60169700000000004</c:v>
                </c:pt>
                <c:pt idx="3798">
                  <c:v>0.60119900000000004</c:v>
                </c:pt>
                <c:pt idx="3799">
                  <c:v>0.60070100000000004</c:v>
                </c:pt>
                <c:pt idx="3800">
                  <c:v>0.60020200000000001</c:v>
                </c:pt>
                <c:pt idx="3801">
                  <c:v>0.59970199999999996</c:v>
                </c:pt>
                <c:pt idx="3802">
                  <c:v>0.59920200000000001</c:v>
                </c:pt>
                <c:pt idx="3803">
                  <c:v>0.59870299999999999</c:v>
                </c:pt>
                <c:pt idx="3804">
                  <c:v>0.59820399999999996</c:v>
                </c:pt>
                <c:pt idx="3805">
                  <c:v>0.59770400000000001</c:v>
                </c:pt>
                <c:pt idx="3806">
                  <c:v>0.59720300000000004</c:v>
                </c:pt>
                <c:pt idx="3807">
                  <c:v>0.59670299999999998</c:v>
                </c:pt>
                <c:pt idx="3808">
                  <c:v>0.59620399999999996</c:v>
                </c:pt>
                <c:pt idx="3809">
                  <c:v>0.59570699999999999</c:v>
                </c:pt>
                <c:pt idx="3810">
                  <c:v>0.59520899999999999</c:v>
                </c:pt>
                <c:pt idx="3811">
                  <c:v>0.59470900000000004</c:v>
                </c:pt>
                <c:pt idx="3812">
                  <c:v>0.59420799999999996</c:v>
                </c:pt>
                <c:pt idx="3813">
                  <c:v>0.59370699999999998</c:v>
                </c:pt>
                <c:pt idx="3814">
                  <c:v>0.59320600000000001</c:v>
                </c:pt>
                <c:pt idx="3815">
                  <c:v>0.59270400000000001</c:v>
                </c:pt>
                <c:pt idx="3816">
                  <c:v>0.59220300000000003</c:v>
                </c:pt>
                <c:pt idx="3817">
                  <c:v>0.59170400000000001</c:v>
                </c:pt>
                <c:pt idx="3818">
                  <c:v>0.59120799999999996</c:v>
                </c:pt>
                <c:pt idx="3819">
                  <c:v>0.59070999999999996</c:v>
                </c:pt>
                <c:pt idx="3820">
                  <c:v>0.59021100000000004</c:v>
                </c:pt>
                <c:pt idx="3821">
                  <c:v>0.58970999999999996</c:v>
                </c:pt>
                <c:pt idx="3822">
                  <c:v>0.58921000000000001</c:v>
                </c:pt>
                <c:pt idx="3823">
                  <c:v>0.58871099999999998</c:v>
                </c:pt>
                <c:pt idx="3824">
                  <c:v>0.58821199999999996</c:v>
                </c:pt>
                <c:pt idx="3825">
                  <c:v>0.58771099999999998</c:v>
                </c:pt>
                <c:pt idx="3826">
                  <c:v>0.58721100000000004</c:v>
                </c:pt>
                <c:pt idx="3827">
                  <c:v>0.58671200000000001</c:v>
                </c:pt>
                <c:pt idx="3828">
                  <c:v>0.58621299999999998</c:v>
                </c:pt>
                <c:pt idx="3829">
                  <c:v>0.58571399999999996</c:v>
                </c:pt>
                <c:pt idx="3830">
                  <c:v>0.58521199999999995</c:v>
                </c:pt>
                <c:pt idx="3831">
                  <c:v>0.58471099999999998</c:v>
                </c:pt>
                <c:pt idx="3832">
                  <c:v>0.58421100000000004</c:v>
                </c:pt>
                <c:pt idx="3833">
                  <c:v>0.58371099999999998</c:v>
                </c:pt>
                <c:pt idx="3834">
                  <c:v>0.58321000000000001</c:v>
                </c:pt>
                <c:pt idx="3835">
                  <c:v>0.582708</c:v>
                </c:pt>
                <c:pt idx="3836">
                  <c:v>0.58220799999999995</c:v>
                </c:pt>
                <c:pt idx="3837">
                  <c:v>0.58170900000000003</c:v>
                </c:pt>
                <c:pt idx="3838">
                  <c:v>0.58121199999999995</c:v>
                </c:pt>
                <c:pt idx="3839">
                  <c:v>0.58071200000000001</c:v>
                </c:pt>
                <c:pt idx="3840">
                  <c:v>0.58021199999999995</c:v>
                </c:pt>
                <c:pt idx="3841">
                  <c:v>0.57971099999999998</c:v>
                </c:pt>
                <c:pt idx="3842">
                  <c:v>0.57921100000000003</c:v>
                </c:pt>
                <c:pt idx="3843">
                  <c:v>0.578712</c:v>
                </c:pt>
                <c:pt idx="3844">
                  <c:v>0.57821199999999995</c:v>
                </c:pt>
                <c:pt idx="3845">
                  <c:v>0.57771099999999997</c:v>
                </c:pt>
                <c:pt idx="3846">
                  <c:v>0.57721100000000003</c:v>
                </c:pt>
                <c:pt idx="3847">
                  <c:v>0.576712</c:v>
                </c:pt>
                <c:pt idx="3848">
                  <c:v>0.57621299999999998</c:v>
                </c:pt>
                <c:pt idx="3849">
                  <c:v>0.57571399999999995</c:v>
                </c:pt>
                <c:pt idx="3850">
                  <c:v>0.575214</c:v>
                </c:pt>
                <c:pt idx="3851">
                  <c:v>0.57471399999999995</c:v>
                </c:pt>
                <c:pt idx="3852">
                  <c:v>0.574214</c:v>
                </c:pt>
                <c:pt idx="3853">
                  <c:v>0.57371399999999995</c:v>
                </c:pt>
                <c:pt idx="3854">
                  <c:v>0.57321299999999997</c:v>
                </c:pt>
                <c:pt idx="3855">
                  <c:v>0.572712</c:v>
                </c:pt>
                <c:pt idx="3856">
                  <c:v>0.57221299999999997</c:v>
                </c:pt>
                <c:pt idx="3857">
                  <c:v>0.57171400000000006</c:v>
                </c:pt>
                <c:pt idx="3858">
                  <c:v>0.57121500000000003</c:v>
                </c:pt>
                <c:pt idx="3859">
                  <c:v>0.570716</c:v>
                </c:pt>
                <c:pt idx="3860">
                  <c:v>0.57021500000000003</c:v>
                </c:pt>
                <c:pt idx="3861">
                  <c:v>0.56971400000000005</c:v>
                </c:pt>
                <c:pt idx="3862">
                  <c:v>0.56921299999999997</c:v>
                </c:pt>
                <c:pt idx="3863">
                  <c:v>0.56871300000000002</c:v>
                </c:pt>
                <c:pt idx="3864">
                  <c:v>0.56821299999999997</c:v>
                </c:pt>
                <c:pt idx="3865">
                  <c:v>0.56771400000000005</c:v>
                </c:pt>
                <c:pt idx="3866">
                  <c:v>0.56721600000000005</c:v>
                </c:pt>
                <c:pt idx="3867">
                  <c:v>0.56671899999999997</c:v>
                </c:pt>
                <c:pt idx="3868">
                  <c:v>0.56622099999999997</c:v>
                </c:pt>
                <c:pt idx="3869">
                  <c:v>0.56572100000000003</c:v>
                </c:pt>
                <c:pt idx="3870">
                  <c:v>0.56521999999999994</c:v>
                </c:pt>
                <c:pt idx="3871">
                  <c:v>0.56472</c:v>
                </c:pt>
                <c:pt idx="3872">
                  <c:v>0.56422099999999997</c:v>
                </c:pt>
                <c:pt idx="3873">
                  <c:v>0.56372100000000003</c:v>
                </c:pt>
                <c:pt idx="3874">
                  <c:v>0.56322000000000005</c:v>
                </c:pt>
                <c:pt idx="3875">
                  <c:v>0.56272</c:v>
                </c:pt>
                <c:pt idx="3876">
                  <c:v>0.56222000000000005</c:v>
                </c:pt>
                <c:pt idx="3877">
                  <c:v>0.56172100000000003</c:v>
                </c:pt>
                <c:pt idx="3878">
                  <c:v>0.56122000000000005</c:v>
                </c:pt>
                <c:pt idx="3879">
                  <c:v>0.56071899999999997</c:v>
                </c:pt>
                <c:pt idx="3880">
                  <c:v>0.56021799999999999</c:v>
                </c:pt>
                <c:pt idx="3881">
                  <c:v>0.55971800000000005</c:v>
                </c:pt>
                <c:pt idx="3882">
                  <c:v>0.55922000000000005</c:v>
                </c:pt>
                <c:pt idx="3883">
                  <c:v>0.55871999999999999</c:v>
                </c:pt>
                <c:pt idx="3884">
                  <c:v>0.55822000000000005</c:v>
                </c:pt>
                <c:pt idx="3885">
                  <c:v>0.55771999999999999</c:v>
                </c:pt>
                <c:pt idx="3886">
                  <c:v>0.55722099999999997</c:v>
                </c:pt>
                <c:pt idx="3887">
                  <c:v>0.55672299999999997</c:v>
                </c:pt>
                <c:pt idx="3888">
                  <c:v>0.55622400000000005</c:v>
                </c:pt>
                <c:pt idx="3889">
                  <c:v>0.55572500000000002</c:v>
                </c:pt>
                <c:pt idx="3890">
                  <c:v>0.55522499999999997</c:v>
                </c:pt>
                <c:pt idx="3891">
                  <c:v>0.55472399999999999</c:v>
                </c:pt>
                <c:pt idx="3892">
                  <c:v>0.55422400000000005</c:v>
                </c:pt>
                <c:pt idx="3893">
                  <c:v>0.55372399999999999</c:v>
                </c:pt>
                <c:pt idx="3894">
                  <c:v>0.55322300000000002</c:v>
                </c:pt>
                <c:pt idx="3895">
                  <c:v>0.55272299999999996</c:v>
                </c:pt>
                <c:pt idx="3896">
                  <c:v>0.55222400000000005</c:v>
                </c:pt>
                <c:pt idx="3897">
                  <c:v>0.55172500000000002</c:v>
                </c:pt>
                <c:pt idx="3898">
                  <c:v>0.55122599999999999</c:v>
                </c:pt>
                <c:pt idx="3899">
                  <c:v>0.55072600000000005</c:v>
                </c:pt>
                <c:pt idx="3900">
                  <c:v>0.55022700000000002</c:v>
                </c:pt>
                <c:pt idx="3901">
                  <c:v>0.54972799999999999</c:v>
                </c:pt>
                <c:pt idx="3902">
                  <c:v>0.54922899999999997</c:v>
                </c:pt>
                <c:pt idx="3903">
                  <c:v>0.54872900000000002</c:v>
                </c:pt>
                <c:pt idx="3904">
                  <c:v>0.54822800000000005</c:v>
                </c:pt>
                <c:pt idx="3905">
                  <c:v>0.54772900000000002</c:v>
                </c:pt>
                <c:pt idx="3906">
                  <c:v>0.54722999999999999</c:v>
                </c:pt>
                <c:pt idx="3907">
                  <c:v>0.54673099999999997</c:v>
                </c:pt>
                <c:pt idx="3908">
                  <c:v>0.54623100000000002</c:v>
                </c:pt>
                <c:pt idx="3909">
                  <c:v>0.54573000000000005</c:v>
                </c:pt>
                <c:pt idx="3910">
                  <c:v>0.54522999999999999</c:v>
                </c:pt>
                <c:pt idx="3911">
                  <c:v>0.54473099999999997</c:v>
                </c:pt>
                <c:pt idx="3912">
                  <c:v>0.54423100000000002</c:v>
                </c:pt>
                <c:pt idx="3913">
                  <c:v>0.54373000000000005</c:v>
                </c:pt>
                <c:pt idx="3914">
                  <c:v>0.54322899999999996</c:v>
                </c:pt>
                <c:pt idx="3915">
                  <c:v>0.54272900000000002</c:v>
                </c:pt>
                <c:pt idx="3916">
                  <c:v>0.54222899999999996</c:v>
                </c:pt>
                <c:pt idx="3917">
                  <c:v>0.54172900000000002</c:v>
                </c:pt>
                <c:pt idx="3918">
                  <c:v>0.54122800000000004</c:v>
                </c:pt>
                <c:pt idx="3919">
                  <c:v>0.54072799999999999</c:v>
                </c:pt>
                <c:pt idx="3920">
                  <c:v>0.54022899999999996</c:v>
                </c:pt>
                <c:pt idx="3921">
                  <c:v>0.53973000000000004</c:v>
                </c:pt>
                <c:pt idx="3922">
                  <c:v>0.53923100000000002</c:v>
                </c:pt>
                <c:pt idx="3923">
                  <c:v>0.53873099999999996</c:v>
                </c:pt>
                <c:pt idx="3924">
                  <c:v>0.53823100000000001</c:v>
                </c:pt>
                <c:pt idx="3925">
                  <c:v>0.53773199999999999</c:v>
                </c:pt>
                <c:pt idx="3926">
                  <c:v>0.53723399999999999</c:v>
                </c:pt>
                <c:pt idx="3927">
                  <c:v>0.53673599999999999</c:v>
                </c:pt>
                <c:pt idx="3928">
                  <c:v>0.53623600000000005</c:v>
                </c:pt>
                <c:pt idx="3929">
                  <c:v>0.53573599999999999</c:v>
                </c:pt>
                <c:pt idx="3930">
                  <c:v>0.53523600000000005</c:v>
                </c:pt>
                <c:pt idx="3931">
                  <c:v>0.53473599999999999</c:v>
                </c:pt>
                <c:pt idx="3932">
                  <c:v>0.53423600000000004</c:v>
                </c:pt>
                <c:pt idx="3933">
                  <c:v>0.53373499999999996</c:v>
                </c:pt>
                <c:pt idx="3934">
                  <c:v>0.53323500000000001</c:v>
                </c:pt>
                <c:pt idx="3935">
                  <c:v>0.53273499999999996</c:v>
                </c:pt>
                <c:pt idx="3936">
                  <c:v>0.53223699999999996</c:v>
                </c:pt>
                <c:pt idx="3937">
                  <c:v>0.53173700000000002</c:v>
                </c:pt>
                <c:pt idx="3938">
                  <c:v>0.53123600000000004</c:v>
                </c:pt>
                <c:pt idx="3939">
                  <c:v>0.53073700000000001</c:v>
                </c:pt>
                <c:pt idx="3940">
                  <c:v>0.53023799999999999</c:v>
                </c:pt>
                <c:pt idx="3941">
                  <c:v>0.52973899999999996</c:v>
                </c:pt>
                <c:pt idx="3942">
                  <c:v>0.52923799999999999</c:v>
                </c:pt>
                <c:pt idx="3943">
                  <c:v>0.52873800000000004</c:v>
                </c:pt>
                <c:pt idx="3944">
                  <c:v>0.52823900000000001</c:v>
                </c:pt>
                <c:pt idx="3945">
                  <c:v>0.52774100000000002</c:v>
                </c:pt>
                <c:pt idx="3946">
                  <c:v>0.52724199999999999</c:v>
                </c:pt>
                <c:pt idx="3947">
                  <c:v>0.52674200000000004</c:v>
                </c:pt>
                <c:pt idx="3948">
                  <c:v>0.52624099999999996</c:v>
                </c:pt>
                <c:pt idx="3949">
                  <c:v>0.52573999999999999</c:v>
                </c:pt>
                <c:pt idx="3950">
                  <c:v>0.52524000000000004</c:v>
                </c:pt>
                <c:pt idx="3951">
                  <c:v>0.52473999999999998</c:v>
                </c:pt>
                <c:pt idx="3952">
                  <c:v>0.52423900000000001</c:v>
                </c:pt>
                <c:pt idx="3953">
                  <c:v>0.52373800000000004</c:v>
                </c:pt>
                <c:pt idx="3954">
                  <c:v>0.52323699999999995</c:v>
                </c:pt>
                <c:pt idx="3955">
                  <c:v>0.52273700000000001</c:v>
                </c:pt>
                <c:pt idx="3956">
                  <c:v>0.52223799999999998</c:v>
                </c:pt>
                <c:pt idx="3957">
                  <c:v>0.52173800000000004</c:v>
                </c:pt>
                <c:pt idx="3958">
                  <c:v>0.52123699999999995</c:v>
                </c:pt>
                <c:pt idx="3959">
                  <c:v>0.52073800000000003</c:v>
                </c:pt>
                <c:pt idx="3960">
                  <c:v>0.52023799999999998</c:v>
                </c:pt>
                <c:pt idx="3961">
                  <c:v>0.51973899999999995</c:v>
                </c:pt>
                <c:pt idx="3962">
                  <c:v>0.51923699999999995</c:v>
                </c:pt>
                <c:pt idx="3963">
                  <c:v>0.518737</c:v>
                </c:pt>
                <c:pt idx="3964">
                  <c:v>0.51823900000000001</c:v>
                </c:pt>
                <c:pt idx="3965">
                  <c:v>0.51774100000000001</c:v>
                </c:pt>
                <c:pt idx="3966">
                  <c:v>0.51724199999999998</c:v>
                </c:pt>
                <c:pt idx="3967">
                  <c:v>0.51674200000000003</c:v>
                </c:pt>
                <c:pt idx="3968">
                  <c:v>0.51624199999999998</c:v>
                </c:pt>
                <c:pt idx="3969">
                  <c:v>0.51574299999999995</c:v>
                </c:pt>
                <c:pt idx="3970">
                  <c:v>0.51524300000000001</c:v>
                </c:pt>
                <c:pt idx="3971">
                  <c:v>0.51474299999999995</c:v>
                </c:pt>
                <c:pt idx="3972">
                  <c:v>0.51424300000000001</c:v>
                </c:pt>
                <c:pt idx="3973">
                  <c:v>0.51374299999999995</c:v>
                </c:pt>
                <c:pt idx="3974">
                  <c:v>0.513243</c:v>
                </c:pt>
                <c:pt idx="3975">
                  <c:v>0.51274399999999998</c:v>
                </c:pt>
                <c:pt idx="3976">
                  <c:v>0.51224499999999995</c:v>
                </c:pt>
                <c:pt idx="3977">
                  <c:v>0.51174600000000003</c:v>
                </c:pt>
                <c:pt idx="3978">
                  <c:v>0.51124599999999998</c:v>
                </c:pt>
                <c:pt idx="3979">
                  <c:v>0.51074600000000003</c:v>
                </c:pt>
                <c:pt idx="3980">
                  <c:v>0.51024599999999998</c:v>
                </c:pt>
                <c:pt idx="3981">
                  <c:v>0.50974600000000003</c:v>
                </c:pt>
                <c:pt idx="3982">
                  <c:v>0.50924700000000001</c:v>
                </c:pt>
                <c:pt idx="3983">
                  <c:v>0.50874699999999995</c:v>
                </c:pt>
                <c:pt idx="3984">
                  <c:v>0.50824800000000003</c:v>
                </c:pt>
                <c:pt idx="3985">
                  <c:v>0.50775000000000003</c:v>
                </c:pt>
                <c:pt idx="3986">
                  <c:v>0.50724899999999995</c:v>
                </c:pt>
                <c:pt idx="3987">
                  <c:v>0.50674799999999998</c:v>
                </c:pt>
                <c:pt idx="3988">
                  <c:v>0.506247</c:v>
                </c:pt>
                <c:pt idx="3989">
                  <c:v>0.50574600000000003</c:v>
                </c:pt>
                <c:pt idx="3990">
                  <c:v>0.50524599999999997</c:v>
                </c:pt>
                <c:pt idx="3991">
                  <c:v>0.50474600000000003</c:v>
                </c:pt>
                <c:pt idx="3992">
                  <c:v>0.50424500000000005</c:v>
                </c:pt>
                <c:pt idx="3993">
                  <c:v>0.503745</c:v>
                </c:pt>
                <c:pt idx="3994">
                  <c:v>0.50324599999999997</c:v>
                </c:pt>
                <c:pt idx="3995">
                  <c:v>0.50274700000000005</c:v>
                </c:pt>
                <c:pt idx="3996">
                  <c:v>0.50224800000000003</c:v>
                </c:pt>
                <c:pt idx="3997">
                  <c:v>0.50174799999999997</c:v>
                </c:pt>
                <c:pt idx="3998">
                  <c:v>0.50124800000000003</c:v>
                </c:pt>
                <c:pt idx="3999">
                  <c:v>0.500749</c:v>
                </c:pt>
                <c:pt idx="4000">
                  <c:v>0.50024900000000005</c:v>
                </c:pt>
              </c:numCache>
            </c:numRef>
          </c:yVal>
          <c:smooth val="0"/>
          <c:extLst>
            <c:ext xmlns:c16="http://schemas.microsoft.com/office/drawing/2014/chart" uri="{C3380CC4-5D6E-409C-BE32-E72D297353CC}">
              <c16:uniqueId val="{00000002-EC23-4984-996E-D9384254B97F}"/>
            </c:ext>
          </c:extLst>
        </c:ser>
        <c:dLbls>
          <c:showLegendKey val="0"/>
          <c:showVal val="0"/>
          <c:showCatName val="0"/>
          <c:showSerName val="0"/>
          <c:showPercent val="0"/>
          <c:showBubbleSize val="0"/>
        </c:dLbls>
        <c:axId val="51804127"/>
        <c:axId val="51802687"/>
      </c:scatterChart>
      <c:valAx>
        <c:axId val="51804127"/>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Potential</a:t>
                </a:r>
                <a:r>
                  <a:rPr lang="en-ID" b="1" baseline="0"/>
                  <a:t> (V)</a:t>
                </a:r>
                <a:endParaRPr lang="en-ID" b="1"/>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ID"/>
            </a:p>
          </c:txPr>
        </c:title>
        <c:numFmt formatCode="#,##0.000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802687"/>
        <c:crosses val="autoZero"/>
        <c:crossBetween val="midCat"/>
      </c:valAx>
      <c:valAx>
        <c:axId val="51802687"/>
        <c:scaling>
          <c:orientation val="minMax"/>
          <c:max val="1.5"/>
          <c:min val="0.5"/>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Current Density</a:t>
                </a:r>
                <a:r>
                  <a:rPr lang="en-ID" b="1" baseline="0"/>
                  <a:t> (mA)</a:t>
                </a:r>
                <a:endParaRPr lang="en-ID" b="1"/>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ID"/>
            </a:p>
          </c:txPr>
        </c:title>
        <c:numFmt formatCode="0.0"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804127"/>
        <c:crosses val="autoZero"/>
        <c:crossBetween val="midCat"/>
      </c:valAx>
      <c:spPr>
        <a:solidFill>
          <a:schemeClr val="bg1"/>
        </a:solidFill>
        <a:ln w="12700">
          <a:solidFill>
            <a:schemeClr val="tx1"/>
          </a:solidFill>
        </a:ln>
        <a:effectLst/>
      </c:spPr>
    </c:plotArea>
    <c:legend>
      <c:legendPos val="r"/>
      <c:layout>
        <c:manualLayout>
          <c:xMode val="edge"/>
          <c:yMode val="edge"/>
          <c:x val="0.57169922461982325"/>
          <c:y val="0.38770126020621554"/>
          <c:w val="0.25064636871813645"/>
          <c:h val="0.2338353548762524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563774773948858"/>
          <c:y val="3.6146231760872644E-2"/>
          <c:w val="0.77392865510181219"/>
          <c:h val="0.67147115442364169"/>
        </c:manualLayout>
      </c:layout>
      <c:scatterChart>
        <c:scatterStyle val="lineMarker"/>
        <c:varyColors val="0"/>
        <c:ser>
          <c:idx val="0"/>
          <c:order val="0"/>
          <c:spPr>
            <a:ln w="38100" cap="rnd">
              <a:noFill/>
              <a:round/>
            </a:ln>
            <a:effectLst/>
          </c:spPr>
          <c:marker>
            <c:symbol val="x"/>
            <c:size val="7"/>
            <c:spPr>
              <a:solidFill>
                <a:schemeClr val="tx1"/>
              </a:solidFill>
              <a:ln w="9525">
                <a:noFill/>
              </a:ln>
              <a:effectLst/>
            </c:spPr>
          </c:marker>
          <c:dLbls>
            <c:dLbl>
              <c:idx val="0"/>
              <c:layout>
                <c:manualLayout>
                  <c:x val="-8.926080892608089E-2"/>
                  <c:y val="6.5592978231099774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42F-41D2-841A-BA867E95CB49}"/>
                </c:ext>
              </c:extLst>
            </c:dLbl>
            <c:dLbl>
              <c:idx val="13"/>
              <c:layout>
                <c:manualLayout>
                  <c:x val="-1.1157601115760214E-2"/>
                  <c:y val="-4.6852127307928496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42F-41D2-841A-BA867E95CB4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6.4439758837676678E-2"/>
                  <c:y val="-0.37649262761486518"/>
                </c:manualLayout>
              </c:layout>
              <c:numFmt formatCode="General" sourceLinked="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trendlineLbl>
          </c:trendline>
          <c:xVal>
            <c:numRef>
              <c:f>Sheet4!$I$8:$I$21</c:f>
              <c:numCache>
                <c:formatCode>0.00</c:formatCode>
                <c:ptCount val="14"/>
                <c:pt idx="0">
                  <c:v>23.580000000000041</c:v>
                </c:pt>
                <c:pt idx="1">
                  <c:v>44.023333333333426</c:v>
                </c:pt>
                <c:pt idx="2">
                  <c:v>60.146666666666761</c:v>
                </c:pt>
                <c:pt idx="3">
                  <c:v>70.566666666666606</c:v>
                </c:pt>
                <c:pt idx="4">
                  <c:v>79.556666666666615</c:v>
                </c:pt>
                <c:pt idx="5">
                  <c:v>84.579999999999927</c:v>
                </c:pt>
                <c:pt idx="6">
                  <c:v>91.700000000000045</c:v>
                </c:pt>
                <c:pt idx="7">
                  <c:v>99.923333333333403</c:v>
                </c:pt>
                <c:pt idx="8">
                  <c:v>106</c:v>
                </c:pt>
                <c:pt idx="9">
                  <c:v>111.49000000000001</c:v>
                </c:pt>
                <c:pt idx="10">
                  <c:v>116.12333333333322</c:v>
                </c:pt>
                <c:pt idx="11">
                  <c:v>120.4233333333334</c:v>
                </c:pt>
                <c:pt idx="12">
                  <c:v>124.24666666666667</c:v>
                </c:pt>
                <c:pt idx="13">
                  <c:v>128.14666666666676</c:v>
                </c:pt>
              </c:numCache>
            </c:numRef>
          </c:xVal>
          <c:yVal>
            <c:numRef>
              <c:f>Sheet4!$J$8:$J$21</c:f>
              <c:numCache>
                <c:formatCode>0.00</c:formatCode>
                <c:ptCount val="14"/>
                <c:pt idx="0">
                  <c:v>4.5703033333333343</c:v>
                </c:pt>
                <c:pt idx="1">
                  <c:v>3.9626733333333335</c:v>
                </c:pt>
                <c:pt idx="2">
                  <c:v>3.1119800000000004</c:v>
                </c:pt>
                <c:pt idx="3">
                  <c:v>2.0160633333333333</c:v>
                </c:pt>
                <c:pt idx="4">
                  <c:v>1.7187546666666667</c:v>
                </c:pt>
                <c:pt idx="5">
                  <c:v>0.95920300000000003</c:v>
                </c:pt>
                <c:pt idx="6">
                  <c:v>1.3476586666666668</c:v>
                </c:pt>
                <c:pt idx="7">
                  <c:v>1.5755243333333333</c:v>
                </c:pt>
                <c:pt idx="8">
                  <c:v>1.1480080000000001</c:v>
                </c:pt>
                <c:pt idx="9">
                  <c:v>1.0351643333333334</c:v>
                </c:pt>
                <c:pt idx="10">
                  <c:v>0.87673500000000004</c:v>
                </c:pt>
                <c:pt idx="11">
                  <c:v>0.80078466666666659</c:v>
                </c:pt>
                <c:pt idx="12">
                  <c:v>0.71614833333333339</c:v>
                </c:pt>
                <c:pt idx="13">
                  <c:v>0.73784833333333333</c:v>
                </c:pt>
              </c:numCache>
            </c:numRef>
          </c:yVal>
          <c:smooth val="0"/>
          <c:extLst>
            <c:ext xmlns:c16="http://schemas.microsoft.com/office/drawing/2014/chart" uri="{C3380CC4-5D6E-409C-BE32-E72D297353CC}">
              <c16:uniqueId val="{00000003-742F-41D2-841A-BA867E95CB49}"/>
            </c:ext>
          </c:extLst>
        </c:ser>
        <c:dLbls>
          <c:showLegendKey val="0"/>
          <c:showVal val="0"/>
          <c:showCatName val="0"/>
          <c:showSerName val="0"/>
          <c:showPercent val="0"/>
          <c:showBubbleSize val="0"/>
        </c:dLbls>
        <c:axId val="1768954128"/>
        <c:axId val="1768956048"/>
      </c:scatterChart>
      <c:valAx>
        <c:axId val="176895412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Cycle Number</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crossAx val="1768956048"/>
        <c:crosses val="autoZero"/>
        <c:crossBetween val="midCat"/>
      </c:valAx>
      <c:valAx>
        <c:axId val="1768956048"/>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0">
                    <a:latin typeface="Times New Roman" panose="02020603050405020304" pitchFamily="18" charset="0"/>
                    <a:cs typeface="Times New Roman" panose="02020603050405020304" pitchFamily="18" charset="0"/>
                  </a:rPr>
                  <a:t>Specficic</a:t>
                </a:r>
                <a:r>
                  <a:rPr lang="en-ID" b="0" baseline="0">
                    <a:latin typeface="Times New Roman" panose="02020603050405020304" pitchFamily="18" charset="0"/>
                    <a:cs typeface="Times New Roman" panose="02020603050405020304" pitchFamily="18" charset="0"/>
                  </a:rPr>
                  <a:t> Capacity (mAh/g)</a:t>
                </a:r>
                <a:endParaRPr lang="en-ID" b="0">
                  <a:latin typeface="Times New Roman" panose="02020603050405020304" pitchFamily="18" charset="0"/>
                  <a:cs typeface="Times New Roman" panose="02020603050405020304" pitchFamily="18" charset="0"/>
                </a:endParaRPr>
              </a:p>
            </c:rich>
          </c:tx>
          <c:layout>
            <c:manualLayout>
              <c:xMode val="edge"/>
              <c:yMode val="edge"/>
              <c:x val="1.0756910560824142E-2"/>
              <c:y val="5.3914406825200642E-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crossAx val="1768954128"/>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86237659982057"/>
          <c:y val="9.90990990990991E-2"/>
          <c:w val="0.77807667595501195"/>
          <c:h val="0.69190749804923035"/>
        </c:manualLayout>
      </c:layout>
      <c:lineChart>
        <c:grouping val="standard"/>
        <c:varyColors val="0"/>
        <c:ser>
          <c:idx val="0"/>
          <c:order val="0"/>
          <c:spPr>
            <a:ln w="28575" cap="rnd">
              <a:noFill/>
              <a:round/>
            </a:ln>
            <a:effectLst/>
          </c:spPr>
          <c:marker>
            <c:symbol val="triangle"/>
            <c:size val="8"/>
            <c:spPr>
              <a:solidFill>
                <a:sysClr val="windowText" lastClr="000000"/>
              </a:solidFill>
              <a:ln w="9525">
                <a:noFill/>
              </a:ln>
              <a:effectLst/>
            </c:spPr>
          </c:marker>
          <c:dLbls>
            <c:dLbl>
              <c:idx val="5"/>
              <c:layout>
                <c:manualLayout>
                  <c:x val="-0.10857694275564038"/>
                  <c:y val="1.37130813077744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39B-4B42-9667-9E9F8124E0B2}"/>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Sheet3!$S$7:$X$7</c:f>
              <c:strCache>
                <c:ptCount val="6"/>
                <c:pt idx="0">
                  <c:v>SR</c:v>
                </c:pt>
                <c:pt idx="1">
                  <c:v>SR-PC5</c:v>
                </c:pt>
                <c:pt idx="2">
                  <c:v>SR-PC10</c:v>
                </c:pt>
                <c:pt idx="3">
                  <c:v>SR-PC15</c:v>
                </c:pt>
                <c:pt idx="4">
                  <c:v>SRPC20</c:v>
                </c:pt>
                <c:pt idx="5">
                  <c:v>SR-PC25</c:v>
                </c:pt>
              </c:strCache>
            </c:strRef>
          </c:cat>
          <c:val>
            <c:numRef>
              <c:f>Sheet3!$S$8:$X$8</c:f>
              <c:numCache>
                <c:formatCode>0.00</c:formatCode>
                <c:ptCount val="6"/>
                <c:pt idx="0">
                  <c:v>188.708666666667</c:v>
                </c:pt>
                <c:pt idx="1">
                  <c:v>281.11799999999999</c:v>
                </c:pt>
                <c:pt idx="2">
                  <c:v>309.09500000000003</c:v>
                </c:pt>
                <c:pt idx="3">
                  <c:v>341.7643333333333</c:v>
                </c:pt>
                <c:pt idx="4">
                  <c:v>313.64999999999998</c:v>
                </c:pt>
                <c:pt idx="5">
                  <c:v>275.33999999999997</c:v>
                </c:pt>
              </c:numCache>
            </c:numRef>
          </c:val>
          <c:smooth val="0"/>
          <c:extLst>
            <c:ext xmlns:c16="http://schemas.microsoft.com/office/drawing/2014/chart" uri="{C3380CC4-5D6E-409C-BE32-E72D297353CC}">
              <c16:uniqueId val="{00000001-739B-4B42-9667-9E9F8124E0B2}"/>
            </c:ext>
          </c:extLst>
        </c:ser>
        <c:dLbls>
          <c:showLegendKey val="0"/>
          <c:showVal val="0"/>
          <c:showCatName val="0"/>
          <c:showSerName val="0"/>
          <c:showPercent val="0"/>
          <c:showBubbleSize val="0"/>
        </c:dLbls>
        <c:marker val="1"/>
        <c:smooth val="0"/>
        <c:axId val="618813168"/>
        <c:axId val="618814128"/>
      </c:lineChart>
      <c:catAx>
        <c:axId val="618813168"/>
        <c:scaling>
          <c:orientation val="minMax"/>
        </c:scaling>
        <c:delete val="0"/>
        <c:axPos val="b"/>
        <c:numFmt formatCode="General"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18814128"/>
        <c:crosses val="autoZero"/>
        <c:auto val="1"/>
        <c:lblAlgn val="ctr"/>
        <c:lblOffset val="100"/>
        <c:noMultiLvlLbl val="0"/>
      </c:catAx>
      <c:valAx>
        <c:axId val="618814128"/>
        <c:scaling>
          <c:orientation val="minMax"/>
          <c:min val="150"/>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Specific Capacity</a:t>
                </a:r>
                <a:r>
                  <a:rPr lang="en-ID" b="1" baseline="0"/>
                  <a:t> (mAh/g)</a:t>
                </a:r>
                <a:endParaRPr lang="en-ID" b="1"/>
              </a:p>
            </c:rich>
          </c:tx>
          <c:layout>
            <c:manualLayout>
              <c:xMode val="edge"/>
              <c:yMode val="edge"/>
              <c:x val="2.8026301606122669E-2"/>
              <c:y val="9.9099042264183659E-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ID"/>
            </a:p>
          </c:txPr>
        </c:title>
        <c:numFmt formatCode="0" sourceLinked="0"/>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18813168"/>
        <c:crosses val="autoZero"/>
        <c:crossBetween val="between"/>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218370692169228"/>
          <c:y val="5.0925925925925923E-2"/>
          <c:w val="0.76840840297261692"/>
          <c:h val="0.71737015812147176"/>
        </c:manualLayout>
      </c:layout>
      <c:scatterChart>
        <c:scatterStyle val="lineMarker"/>
        <c:varyColors val="0"/>
        <c:ser>
          <c:idx val="0"/>
          <c:order val="0"/>
          <c:spPr>
            <a:ln w="12700" cap="rnd">
              <a:solidFill>
                <a:schemeClr val="tx1"/>
              </a:solidFill>
              <a:round/>
            </a:ln>
            <a:effectLst/>
          </c:spPr>
          <c:marker>
            <c:symbol val="triangle"/>
            <c:size val="5"/>
            <c:spPr>
              <a:solidFill>
                <a:schemeClr val="tx1"/>
              </a:solidFill>
              <a:ln w="9525">
                <a:solidFill>
                  <a:schemeClr val="tx1"/>
                </a:solidFill>
              </a:ln>
              <a:effectLst/>
            </c:spPr>
          </c:marker>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427-465C-B71F-8BC3B097CFDF}"/>
                </c:ext>
              </c:extLst>
            </c:dLbl>
            <c:dLbl>
              <c:idx val="1"/>
              <c:layout>
                <c:manualLayout>
                  <c:x val="8.3333333333333332E-3"/>
                  <c:y val="-0.1342592592592592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427-465C-B71F-8BC3B097CFDF}"/>
                </c:ext>
              </c:extLst>
            </c:dLbl>
            <c:dLbl>
              <c:idx val="2"/>
              <c:layout>
                <c:manualLayout>
                  <c:x val="5.5555555555555552E-2"/>
                  <c:y val="-7.87037037037037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427-465C-B71F-8BC3B097CFDF}"/>
                </c:ext>
              </c:extLst>
            </c:dLbl>
            <c:dLbl>
              <c:idx val="49"/>
              <c:layout>
                <c:manualLayout>
                  <c:x val="-9.5817452895016475E-2"/>
                  <c:y val="-0.160766090745054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427-465C-B71F-8BC3B097CFDF}"/>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Sheet3!$A$2:$A$51</c:f>
              <c:numCache>
                <c:formatCode>General</c:formatCode>
                <c:ptCount val="5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numCache>
            </c:numRef>
          </c:xVal>
          <c:yVal>
            <c:numRef>
              <c:f>Sheet3!$E$2:$E$51</c:f>
              <c:numCache>
                <c:formatCode>0.00</c:formatCode>
                <c:ptCount val="50"/>
                <c:pt idx="0">
                  <c:v>341.7643333333333</c:v>
                </c:pt>
                <c:pt idx="1">
                  <c:v>7.1484466666666675</c:v>
                </c:pt>
                <c:pt idx="2">
                  <c:v>4.4726600000000003</c:v>
                </c:pt>
                <c:pt idx="3">
                  <c:v>3.227001</c:v>
                </c:pt>
                <c:pt idx="4">
                  <c:v>2.6519266666666668</c:v>
                </c:pt>
                <c:pt idx="5">
                  <c:v>2.0421080000000003</c:v>
                </c:pt>
                <c:pt idx="6">
                  <c:v>1.9617953333333336</c:v>
                </c:pt>
                <c:pt idx="7">
                  <c:v>2.0507866666666668</c:v>
                </c:pt>
                <c:pt idx="8">
                  <c:v>1.4518166666666668</c:v>
                </c:pt>
                <c:pt idx="9">
                  <c:v>1.269531</c:v>
                </c:pt>
                <c:pt idx="10">
                  <c:v>1.2261440000000001</c:v>
                </c:pt>
                <c:pt idx="11">
                  <c:v>1.1653709999999999</c:v>
                </c:pt>
                <c:pt idx="12">
                  <c:v>1.004783</c:v>
                </c:pt>
                <c:pt idx="13">
                  <c:v>0.90278800000000003</c:v>
                </c:pt>
                <c:pt idx="14">
                  <c:v>0.90277099999999999</c:v>
                </c:pt>
                <c:pt idx="15">
                  <c:v>0.79209633333333329</c:v>
                </c:pt>
                <c:pt idx="16">
                  <c:v>0.76388466666666666</c:v>
                </c:pt>
                <c:pt idx="17">
                  <c:v>0.67707566666666663</c:v>
                </c:pt>
                <c:pt idx="18">
                  <c:v>0.71181266666666676</c:v>
                </c:pt>
                <c:pt idx="19">
                  <c:v>0.68358333333333332</c:v>
                </c:pt>
                <c:pt idx="20">
                  <c:v>0.72916933333333345</c:v>
                </c:pt>
                <c:pt idx="21">
                  <c:v>0.59894466666666657</c:v>
                </c:pt>
                <c:pt idx="22">
                  <c:v>0.69445566666666669</c:v>
                </c:pt>
                <c:pt idx="23">
                  <c:v>0.58161399999999996</c:v>
                </c:pt>
                <c:pt idx="24">
                  <c:v>0.63368233333333335</c:v>
                </c:pt>
                <c:pt idx="25">
                  <c:v>0.58810499999999999</c:v>
                </c:pt>
                <c:pt idx="26">
                  <c:v>0.62499666666666664</c:v>
                </c:pt>
                <c:pt idx="27">
                  <c:v>0.52951833333333331</c:v>
                </c:pt>
                <c:pt idx="28">
                  <c:v>0.59027499999999999</c:v>
                </c:pt>
                <c:pt idx="29">
                  <c:v>0.53818833333333327</c:v>
                </c:pt>
                <c:pt idx="30">
                  <c:v>0.56207799999999997</c:v>
                </c:pt>
                <c:pt idx="31">
                  <c:v>0.48611799999999999</c:v>
                </c:pt>
                <c:pt idx="32">
                  <c:v>0.46006666666666662</c:v>
                </c:pt>
                <c:pt idx="33">
                  <c:v>0.54469766666666664</c:v>
                </c:pt>
                <c:pt idx="34">
                  <c:v>0.50345899999999999</c:v>
                </c:pt>
                <c:pt idx="35">
                  <c:v>0.51866233333333334</c:v>
                </c:pt>
                <c:pt idx="36">
                  <c:v>0.44269399999999998</c:v>
                </c:pt>
                <c:pt idx="37">
                  <c:v>0.42101366666666662</c:v>
                </c:pt>
                <c:pt idx="38">
                  <c:v>0.51866233333333334</c:v>
                </c:pt>
                <c:pt idx="39">
                  <c:v>0.46007466666666669</c:v>
                </c:pt>
                <c:pt idx="40">
                  <c:v>0.44053199999999998</c:v>
                </c:pt>
                <c:pt idx="41">
                  <c:v>0.46440600000000004</c:v>
                </c:pt>
                <c:pt idx="42">
                  <c:v>0.40364899999999998</c:v>
                </c:pt>
                <c:pt idx="43">
                  <c:v>0.41232766666666665</c:v>
                </c:pt>
                <c:pt idx="44">
                  <c:v>0.40364899999999998</c:v>
                </c:pt>
                <c:pt idx="45">
                  <c:v>0.44705700000000004</c:v>
                </c:pt>
                <c:pt idx="46">
                  <c:v>0.40147933333333335</c:v>
                </c:pt>
                <c:pt idx="47">
                  <c:v>0.37759766666666666</c:v>
                </c:pt>
                <c:pt idx="48">
                  <c:v>0.41015766666666664</c:v>
                </c:pt>
                <c:pt idx="49">
                  <c:v>0.42968433333333333</c:v>
                </c:pt>
              </c:numCache>
            </c:numRef>
          </c:yVal>
          <c:smooth val="0"/>
          <c:extLst>
            <c:ext xmlns:c16="http://schemas.microsoft.com/office/drawing/2014/chart" uri="{C3380CC4-5D6E-409C-BE32-E72D297353CC}">
              <c16:uniqueId val="{00000004-D427-465C-B71F-8BC3B097CFDF}"/>
            </c:ext>
          </c:extLst>
        </c:ser>
        <c:dLbls>
          <c:showLegendKey val="0"/>
          <c:showVal val="0"/>
          <c:showCatName val="0"/>
          <c:showSerName val="0"/>
          <c:showPercent val="0"/>
          <c:showBubbleSize val="0"/>
        </c:dLbls>
        <c:axId val="1074373807"/>
        <c:axId val="1074382447"/>
      </c:scatterChart>
      <c:valAx>
        <c:axId val="1074373807"/>
        <c:scaling>
          <c:orientation val="minMax"/>
          <c:max val="50"/>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Cycle Number</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74382447"/>
        <c:crosses val="autoZero"/>
        <c:crossBetween val="midCat"/>
      </c:valAx>
      <c:valAx>
        <c:axId val="1074382447"/>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Specific Capacity</a:t>
                </a:r>
                <a:r>
                  <a:rPr lang="en-ID" b="1" baseline="0">
                    <a:latin typeface="Times New Roman" panose="02020603050405020304" pitchFamily="18" charset="0"/>
                    <a:cs typeface="Times New Roman" panose="02020603050405020304" pitchFamily="18" charset="0"/>
                  </a:rPr>
                  <a:t> (mAh/g)</a:t>
                </a:r>
                <a:endParaRPr lang="en-ID" b="1">
                  <a:latin typeface="Times New Roman" panose="02020603050405020304" pitchFamily="18" charset="0"/>
                  <a:cs typeface="Times New Roman" panose="02020603050405020304" pitchFamily="18" charset="0"/>
                </a:endParaRPr>
              </a:p>
            </c:rich>
          </c:tx>
          <c:layout>
            <c:manualLayout>
              <c:xMode val="edge"/>
              <c:yMode val="edge"/>
              <c:x val="4.4359469434136822E-2"/>
              <c:y val="9.2968434255452578E-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74373807"/>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00" b="1">
                <a:latin typeface="Times New Roman" panose="02020603050405020304" pitchFamily="18" charset="0"/>
                <a:cs typeface="Times New Roman" panose="02020603050405020304" pitchFamily="18" charset="0"/>
              </a:rPr>
              <a:t>SR-PC5</a:t>
            </a:r>
          </a:p>
        </c:rich>
      </c:tx>
      <c:layout>
        <c:manualLayout>
          <c:xMode val="edge"/>
          <c:yMode val="edge"/>
          <c:x val="0.45490724705731511"/>
          <c:y val="0.11992299296912694"/>
        </c:manualLayout>
      </c:layout>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2688557510463025"/>
          <c:y val="3.2185779106534813E-2"/>
          <c:w val="0.79349494889989891"/>
          <c:h val="0.66988763123359574"/>
        </c:manualLayout>
      </c:layout>
      <c:scatterChart>
        <c:scatterStyle val="lineMarker"/>
        <c:varyColors val="0"/>
        <c:ser>
          <c:idx val="0"/>
          <c:order val="0"/>
          <c:spPr>
            <a:ln w="38100" cap="rnd">
              <a:noFill/>
              <a:round/>
            </a:ln>
            <a:effectLst/>
          </c:spPr>
          <c:marker>
            <c:symbol val="triangle"/>
            <c:size val="7"/>
            <c:spPr>
              <a:solidFill>
                <a:schemeClr val="tx1"/>
              </a:solidFill>
              <a:ln w="9525">
                <a:noFill/>
              </a:ln>
              <a:effectLst/>
            </c:spPr>
          </c:marker>
          <c:dLbls>
            <c:dLbl>
              <c:idx val="0"/>
              <c:layout>
                <c:manualLayout>
                  <c:x val="-7.2377703254691353E-2"/>
                  <c:y val="0.10797004033032451"/>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7B5-4D11-BE1A-1BF8D4879A5B}"/>
                </c:ext>
              </c:extLst>
            </c:dLbl>
            <c:dLbl>
              <c:idx val="13"/>
              <c:layout>
                <c:manualLayout>
                  <c:x val="0"/>
                  <c:y val="-7.2916666666666671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7B5-4D11-BE1A-1BF8D4879A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1.9822005140764602E-2"/>
                  <c:y val="-0.35552328713223758"/>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KCl!$H$3:$H$16</c:f>
              <c:numCache>
                <c:formatCode>0.00</c:formatCode>
                <c:ptCount val="14"/>
                <c:pt idx="0">
                  <c:v>33.03333333333353</c:v>
                </c:pt>
                <c:pt idx="1">
                  <c:v>53.53333333333353</c:v>
                </c:pt>
                <c:pt idx="2">
                  <c:v>70.066666666667061</c:v>
                </c:pt>
                <c:pt idx="3">
                  <c:v>81.766666666666879</c:v>
                </c:pt>
                <c:pt idx="4">
                  <c:v>92.966666666666697</c:v>
                </c:pt>
                <c:pt idx="5">
                  <c:v>100.16666666666674</c:v>
                </c:pt>
                <c:pt idx="6">
                  <c:v>106.43333333333317</c:v>
                </c:pt>
                <c:pt idx="7">
                  <c:v>113.70000000000027</c:v>
                </c:pt>
                <c:pt idx="8">
                  <c:v>119.86666666666679</c:v>
                </c:pt>
                <c:pt idx="9">
                  <c:v>124.83333333333348</c:v>
                </c:pt>
                <c:pt idx="10">
                  <c:v>129.4666666666667</c:v>
                </c:pt>
                <c:pt idx="11">
                  <c:v>134.40000000000009</c:v>
                </c:pt>
                <c:pt idx="12">
                  <c:v>139.06666666666706</c:v>
                </c:pt>
                <c:pt idx="13">
                  <c:v>143.23333333333358</c:v>
                </c:pt>
              </c:numCache>
            </c:numRef>
          </c:xVal>
          <c:yVal>
            <c:numRef>
              <c:f>KCl!$I$3:$I$16</c:f>
              <c:numCache>
                <c:formatCode>0.00</c:formatCode>
                <c:ptCount val="14"/>
                <c:pt idx="0">
                  <c:v>6.3954033333333342</c:v>
                </c:pt>
                <c:pt idx="1">
                  <c:v>3.9453166666666668</c:v>
                </c:pt>
                <c:pt idx="2">
                  <c:v>3.1705733333333335</c:v>
                </c:pt>
                <c:pt idx="3">
                  <c:v>2.2352533333333331</c:v>
                </c:pt>
                <c:pt idx="4">
                  <c:v>2.1289099999999999</c:v>
                </c:pt>
                <c:pt idx="5">
                  <c:v>1.3520000000000001</c:v>
                </c:pt>
                <c:pt idx="6">
                  <c:v>1.1631966666666667</c:v>
                </c:pt>
                <c:pt idx="7">
                  <c:v>1.3606766666666665</c:v>
                </c:pt>
                <c:pt idx="8">
                  <c:v>1.1610273333333332</c:v>
                </c:pt>
                <c:pt idx="9">
                  <c:v>0.91145799999999999</c:v>
                </c:pt>
                <c:pt idx="10">
                  <c:v>0.85721799999999992</c:v>
                </c:pt>
                <c:pt idx="11">
                  <c:v>0.90928699999999996</c:v>
                </c:pt>
                <c:pt idx="12">
                  <c:v>0.8571926666666666</c:v>
                </c:pt>
                <c:pt idx="13">
                  <c:v>0.75303566666666677</c:v>
                </c:pt>
              </c:numCache>
            </c:numRef>
          </c:yVal>
          <c:smooth val="0"/>
          <c:extLst>
            <c:ext xmlns:c16="http://schemas.microsoft.com/office/drawing/2014/chart" uri="{C3380CC4-5D6E-409C-BE32-E72D297353CC}">
              <c16:uniqueId val="{00000003-C7B5-4D11-BE1A-1BF8D4879A5B}"/>
            </c:ext>
          </c:extLst>
        </c:ser>
        <c:dLbls>
          <c:showLegendKey val="0"/>
          <c:showVal val="0"/>
          <c:showCatName val="0"/>
          <c:showSerName val="0"/>
          <c:showPercent val="0"/>
          <c:showBubbleSize val="0"/>
        </c:dLbls>
        <c:axId val="965638304"/>
        <c:axId val="965640224"/>
      </c:scatterChart>
      <c:valAx>
        <c:axId val="965638304"/>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Charging</a:t>
                </a:r>
                <a:r>
                  <a:rPr lang="en-ID" b="1" baseline="0"/>
                  <a:t> time (s)</a:t>
                </a:r>
                <a:endParaRPr lang="en-ID" b="1"/>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ID"/>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65640224"/>
        <c:crosses val="autoZero"/>
        <c:crossBetween val="midCat"/>
      </c:valAx>
      <c:valAx>
        <c:axId val="965640224"/>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900" b="1">
                    <a:latin typeface="Times New Roman" panose="02020603050405020304" pitchFamily="18" charset="0"/>
                    <a:cs typeface="Times New Roman" panose="02020603050405020304" pitchFamily="18" charset="0"/>
                  </a:rPr>
                  <a:t>Specific</a:t>
                </a:r>
                <a:r>
                  <a:rPr lang="en-ID" sz="900" b="1" baseline="0">
                    <a:latin typeface="Times New Roman" panose="02020603050405020304" pitchFamily="18" charset="0"/>
                    <a:cs typeface="Times New Roman" panose="02020603050405020304" pitchFamily="18" charset="0"/>
                  </a:rPr>
                  <a:t> Capacity (mAh/g)</a:t>
                </a:r>
                <a:endParaRPr lang="en-ID" sz="900" b="1">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65638304"/>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00" b="1">
                <a:latin typeface="Times New Roman" panose="02020603050405020304" pitchFamily="18" charset="0"/>
                <a:cs typeface="Times New Roman" panose="02020603050405020304" pitchFamily="18" charset="0"/>
              </a:rPr>
              <a:t>SR-PC10</a:t>
            </a:r>
          </a:p>
        </c:rich>
      </c:tx>
      <c:layout>
        <c:manualLayout>
          <c:xMode val="edge"/>
          <c:yMode val="edge"/>
          <c:x val="0.45392464570363072"/>
          <c:y val="8.8702269617019908E-2"/>
        </c:manualLayout>
      </c:layout>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2685458310297346"/>
          <c:y val="4.3424699375278354E-2"/>
          <c:w val="0.78331639258132424"/>
          <c:h val="0.65249316759592779"/>
        </c:manualLayout>
      </c:layout>
      <c:scatterChart>
        <c:scatterStyle val="lineMarker"/>
        <c:varyColors val="0"/>
        <c:ser>
          <c:idx val="0"/>
          <c:order val="0"/>
          <c:spPr>
            <a:ln w="25400" cap="rnd">
              <a:noFill/>
              <a:round/>
            </a:ln>
            <a:effectLst/>
          </c:spPr>
          <c:marker>
            <c:symbol val="triangle"/>
            <c:size val="7"/>
            <c:spPr>
              <a:solidFill>
                <a:schemeClr val="tx1"/>
              </a:solidFill>
              <a:ln w="9525">
                <a:noFill/>
              </a:ln>
              <a:effectLst/>
            </c:spPr>
          </c:marker>
          <c:dLbls>
            <c:dLbl>
              <c:idx val="0"/>
              <c:layout>
                <c:manualLayout>
                  <c:x val="-9.8789931378594903E-2"/>
                  <c:y val="-3.73088426730904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03-45B1-ACC6-04A32154E8C9}"/>
                </c:ext>
              </c:extLst>
            </c:dLbl>
            <c:dLbl>
              <c:idx val="13"/>
              <c:layout>
                <c:manualLayout>
                  <c:x val="-1.5990511598385338E-16"/>
                  <c:y val="-7.22021660649820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03-45B1-ACC6-04A32154E8C9}"/>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1.4966124219208673E-2"/>
                  <c:y val="-0.30718651143336323"/>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KCl!$AB$3:$AB$16</c:f>
              <c:numCache>
                <c:formatCode>0.00</c:formatCode>
                <c:ptCount val="14"/>
                <c:pt idx="0">
                  <c:v>59.600000000000136</c:v>
                </c:pt>
                <c:pt idx="1">
                  <c:v>99.050000000000182</c:v>
                </c:pt>
                <c:pt idx="2">
                  <c:v>125.90000000000009</c:v>
                </c:pt>
                <c:pt idx="3">
                  <c:v>149.25</c:v>
                </c:pt>
                <c:pt idx="4">
                  <c:v>163.45000000000005</c:v>
                </c:pt>
                <c:pt idx="5">
                  <c:v>180.30000000000018</c:v>
                </c:pt>
                <c:pt idx="6">
                  <c:v>191.70000000000005</c:v>
                </c:pt>
                <c:pt idx="7">
                  <c:v>209.30000000000018</c:v>
                </c:pt>
                <c:pt idx="8">
                  <c:v>222.5</c:v>
                </c:pt>
                <c:pt idx="9">
                  <c:v>232.30000000000018</c:v>
                </c:pt>
                <c:pt idx="10">
                  <c:v>240.45000000000005</c:v>
                </c:pt>
                <c:pt idx="11">
                  <c:v>249.25</c:v>
                </c:pt>
                <c:pt idx="12">
                  <c:v>255.45000000000005</c:v>
                </c:pt>
                <c:pt idx="13">
                  <c:v>262.40000000000009</c:v>
                </c:pt>
              </c:numCache>
            </c:numRef>
          </c:xVal>
          <c:yVal>
            <c:numRef>
              <c:f>KCl!$AC$3:$AC$16</c:f>
              <c:numCache>
                <c:formatCode>0.00</c:formatCode>
                <c:ptCount val="14"/>
                <c:pt idx="0">
                  <c:v>11.52993</c:v>
                </c:pt>
                <c:pt idx="1">
                  <c:v>7.5944349999999998</c:v>
                </c:pt>
                <c:pt idx="2">
                  <c:v>5.1432250000000002</c:v>
                </c:pt>
                <c:pt idx="3">
                  <c:v>4.4498700000000007</c:v>
                </c:pt>
                <c:pt idx="4">
                  <c:v>2.67578</c:v>
                </c:pt>
                <c:pt idx="5">
                  <c:v>3.160825</c:v>
                </c:pt>
                <c:pt idx="6">
                  <c:v>2.1321500000000002</c:v>
                </c:pt>
                <c:pt idx="7">
                  <c:v>3.3365799999999997</c:v>
                </c:pt>
                <c:pt idx="8">
                  <c:v>2.47071</c:v>
                </c:pt>
                <c:pt idx="9">
                  <c:v>1.8033950000000001</c:v>
                </c:pt>
                <c:pt idx="10">
                  <c:v>1.47462</c:v>
                </c:pt>
                <c:pt idx="11">
                  <c:v>1.61782</c:v>
                </c:pt>
                <c:pt idx="12">
                  <c:v>1.097011</c:v>
                </c:pt>
                <c:pt idx="13">
                  <c:v>1.2532450000000002</c:v>
                </c:pt>
              </c:numCache>
            </c:numRef>
          </c:yVal>
          <c:smooth val="0"/>
          <c:extLst>
            <c:ext xmlns:c16="http://schemas.microsoft.com/office/drawing/2014/chart" uri="{C3380CC4-5D6E-409C-BE32-E72D297353CC}">
              <c16:uniqueId val="{00000003-9F03-45B1-ACC6-04A32154E8C9}"/>
            </c:ext>
          </c:extLst>
        </c:ser>
        <c:dLbls>
          <c:showLegendKey val="0"/>
          <c:showVal val="0"/>
          <c:showCatName val="0"/>
          <c:showSerName val="0"/>
          <c:showPercent val="0"/>
          <c:showBubbleSize val="0"/>
        </c:dLbls>
        <c:axId val="913663215"/>
        <c:axId val="913642575"/>
      </c:scatterChart>
      <c:valAx>
        <c:axId val="913663215"/>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Charging Time (s)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13642575"/>
        <c:crosses val="autoZero"/>
        <c:crossBetween val="midCat"/>
      </c:valAx>
      <c:valAx>
        <c:axId val="913642575"/>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sz="900" b="1">
                    <a:latin typeface="Times New Roman" panose="02020603050405020304" pitchFamily="18" charset="0"/>
                    <a:cs typeface="Times New Roman" panose="02020603050405020304" pitchFamily="18" charset="0"/>
                  </a:rPr>
                  <a:t>Specific Capacity (mAh/g)</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13663215"/>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00" b="1">
                <a:latin typeface="Times New Roman" panose="02020603050405020304" pitchFamily="18" charset="0"/>
                <a:cs typeface="Times New Roman" panose="02020603050405020304" pitchFamily="18" charset="0"/>
              </a:rPr>
              <a:t>SR-PC15</a:t>
            </a:r>
          </a:p>
        </c:rich>
      </c:tx>
      <c:layout>
        <c:manualLayout>
          <c:xMode val="edge"/>
          <c:yMode val="edge"/>
          <c:x val="0.45175031036887126"/>
          <c:y val="9.3374036801549556E-2"/>
        </c:manualLayout>
      </c:layout>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2480808149521266"/>
          <c:y val="3.917104980228233E-2"/>
          <c:w val="0.77929848131834489"/>
          <c:h val="0.62897553581203414"/>
        </c:manualLayout>
      </c:layout>
      <c:scatterChart>
        <c:scatterStyle val="lineMarker"/>
        <c:varyColors val="0"/>
        <c:ser>
          <c:idx val="0"/>
          <c:order val="0"/>
          <c:spPr>
            <a:ln w="25400" cap="rnd">
              <a:noFill/>
              <a:round/>
            </a:ln>
            <a:effectLst/>
          </c:spPr>
          <c:marker>
            <c:symbol val="triangle"/>
            <c:size val="7"/>
            <c:spPr>
              <a:solidFill>
                <a:schemeClr val="tx1"/>
              </a:solidFill>
              <a:ln w="9525">
                <a:noFill/>
              </a:ln>
              <a:effectLst/>
            </c:spPr>
          </c:marker>
          <c:dLbls>
            <c:dLbl>
              <c:idx val="0"/>
              <c:layout>
                <c:manualLayout>
                  <c:x val="-9.0849635940298115E-2"/>
                  <c:y val="-3.1660085357584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F72-4C52-8F06-516B7D203F64}"/>
                </c:ext>
              </c:extLst>
            </c:dLbl>
            <c:dLbl>
              <c:idx val="13"/>
              <c:layout>
                <c:manualLayout>
                  <c:x val="-7.4985119300692163E-3"/>
                  <c:y val="-0.1073771527222198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F72-4C52-8F06-516B7D203F6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1.1214094998384381E-3"/>
                  <c:y val="-0.29531264474293656"/>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KCl!$AF$3:$AF$16</c:f>
              <c:numCache>
                <c:formatCode>0.00</c:formatCode>
                <c:ptCount val="14"/>
                <c:pt idx="0">
                  <c:v>37.133333333333212</c:v>
                </c:pt>
                <c:pt idx="1">
                  <c:v>60.400000000000318</c:v>
                </c:pt>
                <c:pt idx="2">
                  <c:v>77.333333333333485</c:v>
                </c:pt>
                <c:pt idx="3">
                  <c:v>91.233333333333576</c:v>
                </c:pt>
                <c:pt idx="4">
                  <c:v>101.9666666666667</c:v>
                </c:pt>
                <c:pt idx="5">
                  <c:v>112.40000000000032</c:v>
                </c:pt>
                <c:pt idx="6">
                  <c:v>123.19999999999982</c:v>
                </c:pt>
                <c:pt idx="7">
                  <c:v>130.9666666666667</c:v>
                </c:pt>
                <c:pt idx="8">
                  <c:v>137.73333333333358</c:v>
                </c:pt>
                <c:pt idx="9">
                  <c:v>144.36666666666679</c:v>
                </c:pt>
                <c:pt idx="10">
                  <c:v>150.66666666666674</c:v>
                </c:pt>
                <c:pt idx="11">
                  <c:v>156.03333333333353</c:v>
                </c:pt>
                <c:pt idx="12">
                  <c:v>161</c:v>
                </c:pt>
                <c:pt idx="13">
                  <c:v>165.90000000000009</c:v>
                </c:pt>
              </c:numCache>
            </c:numRef>
          </c:xVal>
          <c:yVal>
            <c:numRef>
              <c:f>KCl!$AG$3:$AG$16</c:f>
              <c:numCache>
                <c:formatCode>0.00</c:formatCode>
                <c:ptCount val="14"/>
                <c:pt idx="0">
                  <c:v>7.1484466666666675</c:v>
                </c:pt>
                <c:pt idx="1">
                  <c:v>4.4726600000000003</c:v>
                </c:pt>
                <c:pt idx="2">
                  <c:v>3.227001</c:v>
                </c:pt>
                <c:pt idx="3">
                  <c:v>2.6519266666666668</c:v>
                </c:pt>
                <c:pt idx="4">
                  <c:v>2.0421080000000003</c:v>
                </c:pt>
                <c:pt idx="5">
                  <c:v>1.9617953333333336</c:v>
                </c:pt>
                <c:pt idx="6">
                  <c:v>2.0507866666666668</c:v>
                </c:pt>
                <c:pt idx="7">
                  <c:v>1.4518166666666668</c:v>
                </c:pt>
                <c:pt idx="8">
                  <c:v>1.269531</c:v>
                </c:pt>
                <c:pt idx="9">
                  <c:v>1.2261440000000001</c:v>
                </c:pt>
                <c:pt idx="10">
                  <c:v>1.1653709999999999</c:v>
                </c:pt>
                <c:pt idx="11">
                  <c:v>1.004783</c:v>
                </c:pt>
                <c:pt idx="12">
                  <c:v>0.90278800000000003</c:v>
                </c:pt>
                <c:pt idx="13">
                  <c:v>0.90277099999999999</c:v>
                </c:pt>
              </c:numCache>
            </c:numRef>
          </c:yVal>
          <c:smooth val="0"/>
          <c:extLst>
            <c:ext xmlns:c16="http://schemas.microsoft.com/office/drawing/2014/chart" uri="{C3380CC4-5D6E-409C-BE32-E72D297353CC}">
              <c16:uniqueId val="{00000003-5F72-4C52-8F06-516B7D203F64}"/>
            </c:ext>
          </c:extLst>
        </c:ser>
        <c:dLbls>
          <c:showLegendKey val="0"/>
          <c:showVal val="0"/>
          <c:showCatName val="0"/>
          <c:showSerName val="0"/>
          <c:showPercent val="0"/>
          <c:showBubbleSize val="0"/>
        </c:dLbls>
        <c:axId val="919639696"/>
        <c:axId val="919638736"/>
      </c:scatterChart>
      <c:valAx>
        <c:axId val="91963969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b="1"/>
                  <a:t>Charging Time (s)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19638736"/>
        <c:crosses val="autoZero"/>
        <c:crossBetween val="midCat"/>
      </c:valAx>
      <c:valAx>
        <c:axId val="919638736"/>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ID" sz="900" b="1">
                    <a:latin typeface="Times New Roman" panose="02020603050405020304" pitchFamily="18" charset="0"/>
                    <a:cs typeface="Times New Roman" panose="02020603050405020304" pitchFamily="18" charset="0"/>
                  </a:rPr>
                  <a:t>Specific Capacity</a:t>
                </a:r>
                <a:r>
                  <a:rPr lang="en-ID" sz="900" b="1" baseline="0">
                    <a:latin typeface="Times New Roman" panose="02020603050405020304" pitchFamily="18" charset="0"/>
                    <a:cs typeface="Times New Roman" panose="02020603050405020304" pitchFamily="18" charset="0"/>
                  </a:rPr>
                  <a:t> (mAh/g)</a:t>
                </a:r>
                <a:endParaRPr lang="en-ID" sz="900" b="1">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ID"/>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19639696"/>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00">
                <a:latin typeface="Times New Roman" panose="02020603050405020304" pitchFamily="18" charset="0"/>
                <a:cs typeface="Times New Roman" panose="02020603050405020304" pitchFamily="18" charset="0"/>
              </a:rPr>
              <a:t>SR-PC20</a:t>
            </a:r>
          </a:p>
        </c:rich>
      </c:tx>
      <c:layout>
        <c:manualLayout>
          <c:xMode val="edge"/>
          <c:yMode val="edge"/>
          <c:x val="0.45129730145812652"/>
          <c:y val="0.1084484611691241"/>
        </c:manualLayout>
      </c:layout>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2274741754425988"/>
          <c:y val="3.002050584181664E-2"/>
          <c:w val="0.76641113299269636"/>
          <c:h val="0.73036584712625208"/>
        </c:manualLayout>
      </c:layout>
      <c:scatterChart>
        <c:scatterStyle val="lineMarker"/>
        <c:varyColors val="0"/>
        <c:ser>
          <c:idx val="0"/>
          <c:order val="0"/>
          <c:spPr>
            <a:ln w="38100" cap="rnd">
              <a:noFill/>
              <a:round/>
            </a:ln>
            <a:effectLst/>
          </c:spPr>
          <c:marker>
            <c:symbol val="triangle"/>
            <c:size val="7"/>
            <c:spPr>
              <a:solidFill>
                <a:schemeClr val="tx1"/>
              </a:solidFill>
              <a:ln w="9525">
                <a:noFill/>
              </a:ln>
              <a:effectLst/>
            </c:spPr>
          </c:marker>
          <c:dLbls>
            <c:dLbl>
              <c:idx val="0"/>
              <c:layout>
                <c:manualLayout>
                  <c:x val="-8.1630264769747468E-2"/>
                  <c:y val="-4.510835417374814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337-47CE-9EBE-DC4F72A40A33}"/>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337-47CE-9EBE-DC4F72A40A3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5.3842693549599925E-2"/>
                  <c:y val="-0.42673499100855905"/>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KCl!$T$3:$T$16</c:f>
              <c:numCache>
                <c:formatCode>0.00</c:formatCode>
                <c:ptCount val="14"/>
                <c:pt idx="0">
                  <c:v>39.866666666666561</c:v>
                </c:pt>
                <c:pt idx="1">
                  <c:v>61.833333333333485</c:v>
                </c:pt>
                <c:pt idx="2">
                  <c:v>77.666666666666742</c:v>
                </c:pt>
                <c:pt idx="3">
                  <c:v>89.466666666666924</c:v>
                </c:pt>
                <c:pt idx="4">
                  <c:v>103.06666666666661</c:v>
                </c:pt>
                <c:pt idx="5">
                  <c:v>112.03333333333353</c:v>
                </c:pt>
                <c:pt idx="6">
                  <c:v>120.86666666666679</c:v>
                </c:pt>
                <c:pt idx="7">
                  <c:v>127.86666666666656</c:v>
                </c:pt>
                <c:pt idx="8">
                  <c:v>134.10000000000014</c:v>
                </c:pt>
                <c:pt idx="9">
                  <c:v>140.06666666666661</c:v>
                </c:pt>
                <c:pt idx="10">
                  <c:v>145.5</c:v>
                </c:pt>
                <c:pt idx="11">
                  <c:v>150.63333333333367</c:v>
                </c:pt>
                <c:pt idx="12">
                  <c:v>155.5333333333333</c:v>
                </c:pt>
                <c:pt idx="13">
                  <c:v>160.46666666666692</c:v>
                </c:pt>
              </c:numCache>
            </c:numRef>
          </c:xVal>
          <c:yVal>
            <c:numRef>
              <c:f>KCl!$U$3:$U$16</c:f>
              <c:numCache>
                <c:formatCode>0.00</c:formatCode>
                <c:ptCount val="14"/>
                <c:pt idx="0">
                  <c:v>7.6974866666666664</c:v>
                </c:pt>
                <c:pt idx="1">
                  <c:v>4.2122333333333328</c:v>
                </c:pt>
                <c:pt idx="2">
                  <c:v>3.009983333333333</c:v>
                </c:pt>
                <c:pt idx="3">
                  <c:v>2.2352433333333335</c:v>
                </c:pt>
                <c:pt idx="4">
                  <c:v>2.5846366666666669</c:v>
                </c:pt>
                <c:pt idx="5">
                  <c:v>1.6796833333333332</c:v>
                </c:pt>
                <c:pt idx="6">
                  <c:v>1.64496</c:v>
                </c:pt>
                <c:pt idx="7">
                  <c:v>1.3042499999999999</c:v>
                </c:pt>
                <c:pt idx="8">
                  <c:v>1.1393199999999999</c:v>
                </c:pt>
                <c:pt idx="9">
                  <c:v>1.0959213333333333</c:v>
                </c:pt>
                <c:pt idx="10">
                  <c:v>0.98306966666666662</c:v>
                </c:pt>
                <c:pt idx="11">
                  <c:v>0.93099266666666669</c:v>
                </c:pt>
                <c:pt idx="12">
                  <c:v>0.89626933333333325</c:v>
                </c:pt>
                <c:pt idx="13">
                  <c:v>0.88541499999999995</c:v>
                </c:pt>
              </c:numCache>
            </c:numRef>
          </c:yVal>
          <c:smooth val="0"/>
          <c:extLst>
            <c:ext xmlns:c16="http://schemas.microsoft.com/office/drawing/2014/chart" uri="{C3380CC4-5D6E-409C-BE32-E72D297353CC}">
              <c16:uniqueId val="{00000003-C337-47CE-9EBE-DC4F72A40A33}"/>
            </c:ext>
          </c:extLst>
        </c:ser>
        <c:dLbls>
          <c:showLegendKey val="0"/>
          <c:showVal val="0"/>
          <c:showCatName val="0"/>
          <c:showSerName val="0"/>
          <c:showPercent val="0"/>
          <c:showBubbleSize val="0"/>
        </c:dLbls>
        <c:axId val="991558272"/>
        <c:axId val="991562592"/>
      </c:scatterChart>
      <c:valAx>
        <c:axId val="99155827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a:latin typeface="Times New Roman" panose="02020603050405020304" pitchFamily="18" charset="0"/>
                    <a:cs typeface="Times New Roman" panose="02020603050405020304" pitchFamily="18" charset="0"/>
                  </a:rPr>
                  <a:t>Charging Time (s)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91562592"/>
        <c:crosses val="autoZero"/>
        <c:crossBetween val="midCat"/>
      </c:valAx>
      <c:valAx>
        <c:axId val="991562592"/>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900">
                    <a:latin typeface="Times New Roman" panose="02020603050405020304" pitchFamily="18" charset="0"/>
                    <a:cs typeface="Times New Roman" panose="02020603050405020304" pitchFamily="18" charset="0"/>
                  </a:rPr>
                  <a:t>Specific Capacity (mAh/g)</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91558272"/>
        <c:crosses val="autoZero"/>
        <c:crossBetween val="midCat"/>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b="1"/>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00" b="1">
                <a:latin typeface="Times New Roman" panose="02020603050405020304" pitchFamily="18" charset="0"/>
                <a:cs typeface="Times New Roman" panose="02020603050405020304" pitchFamily="18" charset="0"/>
              </a:rPr>
              <a:t>SR-PC25</a:t>
            </a:r>
          </a:p>
        </c:rich>
      </c:tx>
      <c:layout>
        <c:manualLayout>
          <c:xMode val="edge"/>
          <c:yMode val="edge"/>
          <c:x val="0.42142109329499083"/>
          <c:y val="0.2327918683136688"/>
        </c:manualLayout>
      </c:layout>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236493267682857"/>
          <c:y val="4.7358628811972593E-2"/>
          <c:w val="0.77011848069889466"/>
          <c:h val="0.69205043011242073"/>
        </c:manualLayout>
      </c:layout>
      <c:scatterChart>
        <c:scatterStyle val="lineMarker"/>
        <c:varyColors val="0"/>
        <c:ser>
          <c:idx val="0"/>
          <c:order val="0"/>
          <c:spPr>
            <a:ln w="38100" cap="rnd">
              <a:noFill/>
              <a:round/>
            </a:ln>
            <a:effectLst/>
          </c:spPr>
          <c:marker>
            <c:symbol val="triangle"/>
            <c:size val="7"/>
            <c:spPr>
              <a:solidFill>
                <a:schemeClr val="tx1"/>
              </a:solidFill>
              <a:ln w="9525">
                <a:noFill/>
              </a:ln>
              <a:effectLst/>
            </c:spPr>
          </c:marker>
          <c:dLbls>
            <c:dLbl>
              <c:idx val="0"/>
              <c:layout>
                <c:manualLayout>
                  <c:x val="-0.10275577473677443"/>
                  <c:y val="-1.93558686955782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8D3-4051-AFA6-B80B71D429B6}"/>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8D3-4051-AFA6-B80B71D429B6}"/>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tx1"/>
                </a:solidFill>
                <a:prstDash val="sysDot"/>
              </a:ln>
              <a:effectLst/>
            </c:spPr>
            <c:trendlineType val="power"/>
            <c:dispRSqr val="1"/>
            <c:dispEq val="1"/>
            <c:trendlineLbl>
              <c:layout>
                <c:manualLayout>
                  <c:x val="-8.1449586765726147E-3"/>
                  <c:y val="-0.40268475111131341"/>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KCl!$X$3:$X$16</c:f>
              <c:numCache>
                <c:formatCode>0.00</c:formatCode>
                <c:ptCount val="14"/>
                <c:pt idx="0">
                  <c:v>19.866666666666561</c:v>
                </c:pt>
                <c:pt idx="1">
                  <c:v>32.866666666666788</c:v>
                </c:pt>
                <c:pt idx="2">
                  <c:v>42.599999999999909</c:v>
                </c:pt>
                <c:pt idx="3">
                  <c:v>50.866666666666561</c:v>
                </c:pt>
                <c:pt idx="4">
                  <c:v>55.400000000000091</c:v>
                </c:pt>
                <c:pt idx="5">
                  <c:v>61.799999999999955</c:v>
                </c:pt>
                <c:pt idx="6">
                  <c:v>65.533333333333303</c:v>
                </c:pt>
                <c:pt idx="7">
                  <c:v>69.199999999999818</c:v>
                </c:pt>
                <c:pt idx="8">
                  <c:v>72.699999999999818</c:v>
                </c:pt>
                <c:pt idx="9">
                  <c:v>75.966666666666697</c:v>
                </c:pt>
                <c:pt idx="10">
                  <c:v>79.733333333333348</c:v>
                </c:pt>
                <c:pt idx="11">
                  <c:v>83.266666666666424</c:v>
                </c:pt>
                <c:pt idx="12">
                  <c:v>86.833333333333485</c:v>
                </c:pt>
                <c:pt idx="13">
                  <c:v>90.166666666666742</c:v>
                </c:pt>
              </c:numCache>
            </c:numRef>
          </c:xVal>
          <c:yVal>
            <c:numRef>
              <c:f>KCl!$Y$3:$Y$16</c:f>
              <c:numCache>
                <c:formatCode>0.00</c:formatCode>
                <c:ptCount val="14"/>
                <c:pt idx="0">
                  <c:v>3.8151100000000002</c:v>
                </c:pt>
                <c:pt idx="1">
                  <c:v>2.4869733333333333</c:v>
                </c:pt>
                <c:pt idx="2">
                  <c:v>1.8554733333333333</c:v>
                </c:pt>
                <c:pt idx="3">
                  <c:v>1.5559976666666666</c:v>
                </c:pt>
                <c:pt idx="4">
                  <c:v>0.84200533333333338</c:v>
                </c:pt>
                <c:pt idx="5">
                  <c:v>1.200086</c:v>
                </c:pt>
                <c:pt idx="6">
                  <c:v>0.68576166666666671</c:v>
                </c:pt>
                <c:pt idx="7">
                  <c:v>0.67708333333333337</c:v>
                </c:pt>
                <c:pt idx="8">
                  <c:v>0.65103199999999994</c:v>
                </c:pt>
                <c:pt idx="9">
                  <c:v>0.59246066666666664</c:v>
                </c:pt>
                <c:pt idx="10">
                  <c:v>0.69661766666666658</c:v>
                </c:pt>
                <c:pt idx="11">
                  <c:v>0.65104000000000006</c:v>
                </c:pt>
                <c:pt idx="12">
                  <c:v>0.65104033333333333</c:v>
                </c:pt>
                <c:pt idx="13">
                  <c:v>0.61414899999999994</c:v>
                </c:pt>
              </c:numCache>
            </c:numRef>
          </c:yVal>
          <c:smooth val="0"/>
          <c:extLst>
            <c:ext xmlns:c16="http://schemas.microsoft.com/office/drawing/2014/chart" uri="{C3380CC4-5D6E-409C-BE32-E72D297353CC}">
              <c16:uniqueId val="{00000003-E8D3-4051-AFA6-B80B71D429B6}"/>
            </c:ext>
          </c:extLst>
        </c:ser>
        <c:dLbls>
          <c:showLegendKey val="0"/>
          <c:showVal val="0"/>
          <c:showCatName val="0"/>
          <c:showSerName val="0"/>
          <c:showPercent val="0"/>
          <c:showBubbleSize val="0"/>
        </c:dLbls>
        <c:axId val="919467792"/>
        <c:axId val="919468272"/>
      </c:scatterChart>
      <c:valAx>
        <c:axId val="91946779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b="1">
                    <a:latin typeface="Times New Roman" panose="02020603050405020304" pitchFamily="18" charset="0"/>
                    <a:cs typeface="Times New Roman" panose="02020603050405020304" pitchFamily="18" charset="0"/>
                  </a:rPr>
                  <a:t>Charging</a:t>
                </a:r>
                <a:r>
                  <a:rPr lang="en-ID" b="1" baseline="0">
                    <a:latin typeface="Times New Roman" panose="02020603050405020304" pitchFamily="18" charset="0"/>
                    <a:cs typeface="Times New Roman" panose="02020603050405020304" pitchFamily="18" charset="0"/>
                  </a:rPr>
                  <a:t> Time (s)</a:t>
                </a:r>
                <a:endParaRPr lang="en-ID"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19468272"/>
        <c:crosses val="autoZero"/>
        <c:crossBetween val="midCat"/>
      </c:valAx>
      <c:valAx>
        <c:axId val="919468272"/>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900" b="1">
                    <a:latin typeface="Times New Roman" panose="02020603050405020304" pitchFamily="18" charset="0"/>
                    <a:cs typeface="Times New Roman" panose="02020603050405020304" pitchFamily="18" charset="0"/>
                  </a:rPr>
                  <a:t>Specific</a:t>
                </a:r>
                <a:r>
                  <a:rPr lang="en-ID" sz="900" b="1" baseline="0">
                    <a:latin typeface="Times New Roman" panose="02020603050405020304" pitchFamily="18" charset="0"/>
                    <a:cs typeface="Times New Roman" panose="02020603050405020304" pitchFamily="18" charset="0"/>
                  </a:rPr>
                  <a:t> Capacity (mAh/g)</a:t>
                </a:r>
                <a:endParaRPr lang="en-ID" sz="900" b="1">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ID"/>
            </a:p>
          </c:txPr>
        </c:title>
        <c:numFmt formatCode="0" sourceLinked="0"/>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919467792"/>
        <c:crosses val="autoZero"/>
        <c:crossBetween val="midCat"/>
        <c:majorUnit val="1"/>
      </c:valAx>
      <c:spPr>
        <a:solidFill>
          <a:schemeClr val="bg1"/>
        </a:solid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03F9159A-F81E-4541-B8B7-A221E0FE7F29}"/>
      </w:docPartPr>
      <w:docPartBody>
        <w:p w:rsidR="00647FE4" w:rsidRDefault="009E0008">
          <w:r w:rsidRPr="0047432C">
            <w:rPr>
              <w:rStyle w:val="PlaceholderText"/>
            </w:rPr>
            <w:t>Click or tap here to enter text.</w:t>
          </w:r>
        </w:p>
      </w:docPartBody>
    </w:docPart>
    <w:docPart>
      <w:docPartPr>
        <w:name w:val="5FC52ADA285C48549D5A6428AC9A56C2"/>
        <w:category>
          <w:name w:val="General"/>
          <w:gallery w:val="placeholder"/>
        </w:category>
        <w:types>
          <w:type w:val="bbPlcHdr"/>
        </w:types>
        <w:behaviors>
          <w:behavior w:val="content"/>
        </w:behaviors>
        <w:guid w:val="{F42457F9-E995-4C3C-B4E2-D5E1AF851511}"/>
      </w:docPartPr>
      <w:docPartBody>
        <w:p w:rsidR="006D663E" w:rsidRDefault="00E047D6" w:rsidP="00E047D6">
          <w:pPr>
            <w:pStyle w:val="5FC52ADA285C48549D5A6428AC9A56C2"/>
          </w:pPr>
          <w:r w:rsidRPr="0047432C">
            <w:rPr>
              <w:rStyle w:val="PlaceholderText"/>
            </w:rPr>
            <w:t>Click or tap here to enter text.</w:t>
          </w:r>
        </w:p>
      </w:docPartBody>
    </w:docPart>
    <w:docPart>
      <w:docPartPr>
        <w:name w:val="9B12F203580E4C8A94F6F80D570EC061"/>
        <w:category>
          <w:name w:val="General"/>
          <w:gallery w:val="placeholder"/>
        </w:category>
        <w:types>
          <w:type w:val="bbPlcHdr"/>
        </w:types>
        <w:behaviors>
          <w:behavior w:val="content"/>
        </w:behaviors>
        <w:guid w:val="{D3FBAE39-D7A1-4F42-9192-1AD2316D77E8}"/>
      </w:docPartPr>
      <w:docPartBody>
        <w:p w:rsidR="003072F2" w:rsidRDefault="00405A87" w:rsidP="00405A87">
          <w:pPr>
            <w:pStyle w:val="9B12F203580E4C8A94F6F80D570EC061"/>
          </w:pPr>
          <w:r w:rsidRPr="00E20BB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08"/>
    <w:rsid w:val="000E3926"/>
    <w:rsid w:val="002202D3"/>
    <w:rsid w:val="002D7A7A"/>
    <w:rsid w:val="003072F2"/>
    <w:rsid w:val="00396BB9"/>
    <w:rsid w:val="00405A87"/>
    <w:rsid w:val="00484F2D"/>
    <w:rsid w:val="00501233"/>
    <w:rsid w:val="005A08C0"/>
    <w:rsid w:val="005D67A1"/>
    <w:rsid w:val="00647FE4"/>
    <w:rsid w:val="00684527"/>
    <w:rsid w:val="006D663E"/>
    <w:rsid w:val="00704ED0"/>
    <w:rsid w:val="00747993"/>
    <w:rsid w:val="00913DA8"/>
    <w:rsid w:val="0091707C"/>
    <w:rsid w:val="009368D0"/>
    <w:rsid w:val="00997DEC"/>
    <w:rsid w:val="009B230D"/>
    <w:rsid w:val="009E0008"/>
    <w:rsid w:val="00AB7A52"/>
    <w:rsid w:val="00B56050"/>
    <w:rsid w:val="00C32365"/>
    <w:rsid w:val="00CE3D53"/>
    <w:rsid w:val="00DF7803"/>
    <w:rsid w:val="00E047D6"/>
    <w:rsid w:val="00F5612C"/>
    <w:rsid w:val="00F5723F"/>
    <w:rsid w:val="00F83DD0"/>
    <w:rsid w:val="00FB0C0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5A87"/>
    <w:rPr>
      <w:color w:val="808080"/>
    </w:rPr>
  </w:style>
  <w:style w:type="paragraph" w:customStyle="1" w:styleId="5FC52ADA285C48549D5A6428AC9A56C2">
    <w:name w:val="5FC52ADA285C48549D5A6428AC9A56C2"/>
    <w:rsid w:val="00E047D6"/>
    <w:rPr>
      <w:lang w:eastAsia="en-ID"/>
    </w:rPr>
  </w:style>
  <w:style w:type="paragraph" w:customStyle="1" w:styleId="9B12F203580E4C8A94F6F80D570EC061">
    <w:name w:val="9B12F203580E4C8A94F6F80D570EC061"/>
    <w:rsid w:val="00405A87"/>
    <w:rPr>
      <w:lang w:eastAsia="en-ID"/>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4B034ED-0C9B-4748-B1D5-4F5265B15A56}">
  <we:reference id="wa104382081" version="1.55.1.0" store="en-US" storeType="OMEX"/>
  <we:alternateReferences>
    <we:reference id="wa104382081" version="1.55.1.0" store="" storeType="OMEX"/>
  </we:alternateReferences>
  <we:properties>
    <we:property name="MENDELEY_CITATIONS" value="[{&quot;citationID&quot;:&quot;MENDELEY_CITATION_6fab003e-f1f6-4b7e-bcce-60bdf917f140&quot;,&quot;properties&quot;:{&quot;noteIndex&quot;:0},&quot;isEdited&quot;:false,&quot;manualOverride&quot;:{&quot;isManuallyOverridden&quot;:false,&quot;citeprocText&quot;:&quot;[1]&quot;,&quot;manualOverrideText&quot;:&quot;&quot;},&quot;citationTag&quot;:&quot;MENDELEY_CITATION_v3_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&quot;,&quot;citationItems&quot;:[{&quot;id&quot;:&quot;88b7a91f-1def-3c21-b3c1-7bc7db818b1b&quot;,&quot;itemData&quot;:{&quot;type&quot;:&quot;article-journal&quot;,&quot;id&quot;:&quot;88b7a91f-1def-3c21-b3c1-7bc7db818b1b&quot;,&quot;title&quot;:&quot;Relative outcomes of climate change mitigation related to global temperature versus sea-level rise&quot;,&quot;author&quot;:[{&quot;family&quot;:&quot;Meehl&quot;,&quot;given&quot;:&quot;Gerald A.&quot;,&quot;parse-names&quot;:false,&quot;dropping-particle&quot;:&quot;&quot;,&quot;non-dropping-particle&quot;:&quot;&quot;},{&quot;family&quot;:&quot;Hu&quot;,&quot;given&quot;:&quot;Aixue&quot;,&quot;parse-names&quot;:false,&quot;dropping-particle&quot;:&quot;&quot;,&quot;non-dropping-particle&quot;:&quot;&quot;},{&quot;family&quot;:&quot;Tebaldi&quot;,&quot;given&quot;:&quot;Claudia&quot;,&quot;parse-names&quot;:false,&quot;dropping-particle&quot;:&quot;&quot;,&quot;non-dropping-particle&quot;:&quot;&quot;},{&quot;family&quot;:&quot;Arblaster&quot;,&quot;given&quot;:&quot;Julie M.&quot;,&quot;parse-names&quot;:false,&quot;dropping-particle&quot;:&quot;&quot;,&quot;non-dropping-particle&quot;:&quot;&quot;},{&quot;family&quot;:&quot;Washington&quot;,&quot;given&quot;:&quot;Warren M.&quot;,&quot;parse-names&quot;:false,&quot;dropping-particle&quot;:&quot;&quot;,&quot;non-dropping-particle&quot;:&quot;&quot;},{&quot;family&quot;:&quot;Teng&quot;,&quot;given&quot;:&quot;Haiyan&quot;,&quot;parse-names&quot;:false,&quot;dropping-particle&quot;:&quot;&quot;,&quot;non-dropping-particle&quot;:&quot;&quot;},{&quot;family&quot;:&quot;Sanderson&quot;,&quot;given&quot;:&quot;Benjamin M.&quot;,&quot;parse-names&quot;:false,&quot;dropping-particle&quot;:&quot;&quot;,&quot;non-dropping-particle&quot;:&quot;&quot;},{&quot;family&quot;:&quot;Ault&quot;,&quot;given&quot;:&quot;Toby&quot;,&quot;parse-names&quot;:false,&quot;dropping-particle&quot;:&quot;&quot;,&quot;non-dropping-particle&quot;:&quot;&quot;},{&quot;family&quot;:&quot;Strand&quot;,&quot;given&quot;:&quot;Warren G.&quot;,&quot;parse-names&quot;:false,&quot;dropping-particle&quot;:&quot;&quot;,&quot;non-dropping-particle&quot;:&quot;&quot;},{&quot;family&quot;:&quot;White&quot;,&quot;given&quot;:&quot;James B.&quot;,&quot;parse-names&quot;:false,&quot;dropping-particle&quot;:&quot;&quot;,&quot;non-dropping-particle&quot;:&quot;&quot;}],&quot;container-title&quot;:&quot;Nature Climate Change 2012 2:8&quot;,&quot;accessed&quot;:{&quot;date-parts&quot;:[[2024,5,4]]},&quot;DOI&quot;:&quot;10.1038/nclimate1529&quot;,&quot;ISSN&quot;:&quot;1758-6798&quot;,&quot;URL&quot;:&quot;https://www.nature.com/articles/nclimate1529&quot;,&quot;issued&quot;:{&quot;date-parts&quot;:[[2012,7,1]]},&quot;page&quot;:&quot;576-580&quot;,&quot;abstract&quot;:&quot;A modelling study shows that cutting greenhouse-gas emissions has the potential to stabilize global temperature increases, but predicts that sea level will continue to rise for centuries, and rapidly so, unless aggressive mitigation measures are set in place. There is a common perception that, if human societies make the significant adjustments necessary to substantively cut emissions of greenhouse gases, global temperature increases could be stabilized, and the most dangerous consequences of climate change could be avoided. Here we show results from global coupled climate model simulations with the new representative concentration pathway mitigation scenarios to 2300 to illustrate that, with aggressive mitigation in two of the scenarios, globally averaged temperature increase indeed could be stabilized either below 2 °C or near 3 °C above pre-industrial values. However, even as temperatures stabilize, sea level would continue to rise. With little mitigation, future sea-level rise would be large and continue unabated for centuries. Though sea-level rise cannot be stopped for at least the next several hundred years, with aggressive mitigation it can be slowed down, and this would buy time for adaptation measures to be adopted.&quot;,&quot;publisher&quot;:&quot;Nature Publishing Group&quot;,&quot;issue&quot;:&quot;8&quot;,&quot;volume&quot;:&quot;2&quot;,&quot;container-title-short&quot;:&quot;&quot;},&quot;isTemporary&quot;:false}]},{&quot;citationID&quot;:&quot;MENDELEY_CITATION_73576c08-0951-40ff-93f2-a5abf78b0926&quot;,&quot;properties&quot;:{&quot;noteIndex&quot;:0},&quot;isEdited&quot;:false,&quot;manualOverride&quot;:{&quot;isManuallyOverridden&quot;:false,&quot;citeprocText&quot;:&quot;[2]&quot;,&quot;manualOverrideText&quot;:&quot;&quot;},&quot;citationTag&quot;:&quot;MENDELEY_CITATION_v3_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&quot;,&quot;citationItems&quot;:[{&quot;id&quot;:&quot;9d3f289c-7af7-376f-b2f4-54101623dd69&quot;,&quot;itemData&quot;:{&quot;type&quot;:&quot;webpage&quot;,&quot;id&quot;:&quot;9d3f289c-7af7-376f-b2f4-54101623dd69&quot;,&quot;title&quot;:&quot;Net Zero Coalition | United Nations&quot;,&quot;accessed&quot;:{&quot;date-parts&quot;:[[2024,5,4]]},&quot;URL&quot;:&quot;https://www.un.org/en/climatechange/net-zero-coalition&quot;,&quot;container-title-short&quot;:&quot;&quot;},&quot;isTemporary&quot;:false}]},{&quot;citationID&quot;:&quot;MENDELEY_CITATION_4f46dbaf-170b-4554-a6ad-51b7f9478047&quot;,&quot;properties&quot;:{&quot;noteIndex&quot;:0},&quot;isEdited&quot;:false,&quot;manualOverride&quot;:{&quot;isManuallyOverridden&quot;:false,&quot;citeprocText&quot;:&quot;[3]&quot;,&quot;manualOverrideText&quot;:&quot;&quot;},&quot;citationTag&quot;:&quot;MENDELEY_CITATION_v3_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&quot;,&quot;citationItems&quot;:[{&quot;id&quot;:&quot;df4da38b-421c-302d-9e13-2ef0a88d8eab&quot;,&quot;itemData&quot;:{&quot;type&quot;:&quot;webpage&quot;,&quot;id&quot;:&quot;df4da38b-421c-302d-9e13-2ef0a88d8eab&quot;,&quot;title&quot;:&quot;Global primary energy consumption by fuel 2022 | Statista&quot;,&quot;accessed&quot;:{&quot;date-parts&quot;:[[2024,5,4]]},&quot;URL&quot;:&quot;https://remote-lib.ui.ac.id:6499/statistics/265619/primary-energy-consumption-worldwide-by-fuel/&quot;,&quot;container-title-short&quot;:&quot;&quot;},&quot;isTemporary&quot;:false}]},{&quot;citationID&quot;:&quot;MENDELEY_CITATION_292c71e2-6921-4d14-ae25-f702913e0c64&quot;,&quot;properties&quot;:{&quot;noteIndex&quot;:0},&quot;isEdited&quot;:false,&quot;manualOverride&quot;:{&quot;isManuallyOverridden&quot;:false,&quot;citeprocText&quot;:&quot;[4]&quot;,&quot;manualOverrideText&quot;:&quot;&quot;},&quot;citationTag&quot;:&quot;MENDELEY_CITATION_v3_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&quot;,&quot;citationItems&quot;:[{&quot;id&quot;:&quot;2bd4adba-9f22-3d1c-806b-5b23c27779cc&quot;,&quot;itemData&quot;:{&quot;type&quot;:&quot;webpage&quot;,&quot;id&quot;:&quot;2bd4adba-9f22-3d1c-806b-5b23c27779cc&quot;,&quot;title&quot;:&quot;Transport CO2 emissions shares by type | Statista&quot;,&quot;accessed&quot;:{&quot;date-parts&quot;:[[2024,5,4]]},&quot;URL&quot;:&quot;https://remote-lib.ui.ac.id:6499/statistics/1185535/transport-carbon-dioxide-emissions-breakdown/&quot;,&quot;container-title-short&quot;:&quot;&quot;},&quot;isTemporary&quot;:false}]},{&quot;citationID&quot;:&quot;MENDELEY_CITATION_816380bd-8804-41d6-a13b-e813b15df73c&quot;,&quot;properties&quot;:{&quot;noteIndex&quot;:0},&quot;isEdited&quot;:false,&quot;manualOverride&quot;:{&quot;isManuallyOverridden&quot;:false,&quot;citeprocText&quot;:&quot;[5]&quot;,&quot;manualOverrideText&quot;:&quot;&quot;},&quot;citationTag&quot;:&quot;MENDELEY_CITATION_v3_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&quot;,&quot;citationItems&quot;:[{&quot;id&quot;:&quot;c366ad16-d752-30f4-ba59-4ee1e470f6c5&quot;,&quot;itemData&quot;:{&quot;type&quot;:&quot;article-journal&quot;,&quot;id&quot;:&quot;c366ad16-d752-30f4-ba59-4ee1e470f6c5&quot;,&quot;title&quot;:&quot;Products of incomplete combustion (Ox, COx, HOx, NOx, SOx ROx, MOx and POx)&quot;,&quot;author&quot;:[{&quot;family&quot;:&quot;Daniels&quot;,&quot;given&quot;:&quot;Stacy L.&quot;,&quot;parse-names&quot;:false,&quot;dropping-particle&quot;:&quot;&quot;,&quot;non-dropping-particle&quot;:&quot;&quot;}],&quot;container-title&quot;:&quot;Journal of Hazardous Materials&quot;,&quot;accessed&quot;:{&quot;date-parts&quot;:[[2024,5,4]]},&quot;DOI&quot;:&quot;10.1016/0304-3894(89)85043-5&quot;,&quot;ISSN&quot;:&quot;0304-3894&quot;,&quot;issued&quot;:{&quot;date-parts&quot;:[[1989,1,1]]},&quot;page&quot;:&quot;161-173&quot;,&quot;abstract&quot;:&quot;Perceived needs to identify easily measured surrogates for products of incomplete combustion (PICs) from hazardous wastes incinerators have spawned a spirited scientific debate. Can any simple surrogates be correlated with PICs? What surrogates can be measured and at what levels? How should surrogates be normalized, averaged, and reported? Carbon monoxide (CO) and total hydrocarbons (THC) are two possible candidates. Interim guidelines of 100 ppm for CO and 20 ppm for THC have been suggested by the U.S. EPA for use by permit writers. Formal proposal, public comment, and promulgation as regulatory standards are being considered. Although CO, and possibly THC, have some utility as parameters of operation, both have recognized limitations as parameters of performance. There are also shortcomings in their measurement, normalization and statistical averaging. Correlations of CO or THC with PICs, or with each other, are not quantitative. Continuous emission monitoring (CEM) is difficult. Interpretation of results is equivocal. Alternatives to technology-forcing \&quot;guidelines\&quot; are needed. Flexible control strategies, further development of CEM monitoring technology, valid statistical analysis of emissions, and consideration of composite parameters are encouraged. © 1989.&quot;,&quot;publisher&quot;:&quot;Elsevier&quot;,&quot;issue&quot;:&quot;2&quot;,&quot;volume&quot;:&quot;22&quot;,&quot;container-title-short&quot;:&quot;J Hazard Mater&quot;},&quot;isTemporary&quot;:false}]},{&quot;citationID&quot;:&quot;MENDELEY_CITATION_8232df6b-3bbd-430a-acfb-846701294846&quot;,&quot;properties&quot;:{&quot;noteIndex&quot;:0},&quot;isEdited&quot;:false,&quot;manualOverride&quot;:{&quot;isManuallyOverridden&quot;:false,&quot;citeprocText&quot;:&quot;[6]&quot;,&quot;manualOverrideText&quot;:&quot;&quot;},&quot;citationTag&quot;:&quot;MENDELEY_CITATION_v3_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&quot;,&quot;citationItems&quot;:[{&quot;id&quot;:&quot;e26a04a6-bfcd-324c-9a42-0fc760751894&quot;,&quot;itemData&quot;:{&quot;type&quot;:&quot;webpage&quot;,&quot;id&quot;:&quot;e26a04a6-bfcd-324c-9a42-0fc760751894&quot;,&quot;title&quot;:&quot;Global CO2 emissions by sector 2022 | Statista&quot;,&quot;accessed&quot;:{&quot;date-parts&quot;:[[2024,5,4]]},&quot;URL&quot;:&quot;https://remote-lib.ui.ac.id:6499/statistics/276480/world-carbon-dioxide-emissions-by-sector/&quot;,&quot;container-title-short&quot;:&quot;&quot;},&quot;isTemporary&quot;:false}]},{&quot;citationID&quot;:&quot;MENDELEY_CITATION_2c4007f3-3717-4fd8-a6ab-c4db0845c03c&quot;,&quot;properties&quot;:{&quot;noteIndex&quot;:0},&quot;isEdited&quot;:false,&quot;manualOverride&quot;:{&quot;isManuallyOverridden&quot;:false,&quot;citeprocText&quot;:&quot;[7]&quot;,&quot;manualOverrideText&quot;:&quot;&quot;},&quot;citationTag&quot;:&quot;MENDELEY_CITATION_v3_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&quot;,&quot;citationItems&quot;:[{&quot;id&quot;:&quot;dff4526a-f3c0-3045-893e-1734c2fc7c33&quot;,&quot;itemData&quot;:{&quot;type&quot;:&quot;webpage&quot;,&quot;id&quot;:&quot;dff4526a-f3c0-3045-893e-1734c2fc7c33&quot;,&quot;title&quot;:&quot;OECD oil demand breakdown by sector 2022 | Statista&quot;,&quot;accessed&quot;:{&quot;date-parts&quot;:[[2024,5,4]]},&quot;URL&quot;:&quot;https://remote-lib.ui.ac.id:6499/statistics/307194/top-oil-consuming-sectors-worldwide/&quot;,&quot;container-title-short&quot;:&quot;&quot;},&quot;isTemporary&quot;:false}]},{&quot;citationID&quot;:&quot;MENDELEY_CITATION_c6f97ade-588d-43b6-8ef2-61ed938d29bb&quot;,&quot;properties&quot;:{&quot;noteIndex&quot;:0},&quot;isEdited&quot;:false,&quot;manualOverride&quot;:{&quot;isManuallyOverridden&quot;:false,&quot;citeprocText&quot;:&quot;[8]&quot;,&quot;manualOverrideText&quot;:&quot;&quot;},&quot;citationTag&quot;:&quot;MENDELEY_CITATION_v3_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&quot;,&quot;citationItems&quot;:[{&quot;id&quot;:&quot;1f0b9941-8df9-35c2-a1f2-825f34653b37&quot;,&quot;itemData&quot;:{&quot;type&quot;:&quot;article-journal&quot;,&quot;id&quot;:&quot;1f0b9941-8df9-35c2-a1f2-825f34653b37&quot;,&quot;title&quot;:&quot;The role of transport electrification in global climate change mitigation scenarios&quot;,&quot;author&quot;:[{&quot;family&quot;:&quot;Maqelepo&quot;,&quot;given&quot;:&quot;Lefu&quot;,&quot;parse-names&quot;:false,&quot;dropping-particle&quot;:&quot;&quot;,&quot;non-dropping-particle&quot;:&quot;&quot;},{&quot;family&quot;:&quot;Williams&quot;,&quot;given&quot;:&quot;Nathan&quot;,&quot;parse-names&quot;:false,&quot;dropping-particle&quot;:&quot;&quot;,&quot;non-dropping-particle&quot;:&quot;&quot;},{&quot;family&quot;:&quot;Taneja&quot;,&quot;given&quot;:&quot;Jay&quot;,&quot;parse-names&quot;:false,&quot;dropping-particle&quot;:&quot;&quot;,&quot;non-dropping-particle&quot;:&quot;&quot;},{&quot;family&quot;:&quot;Elmallah&quot;,&quot;given&quot;:&quot;Salma&quot;,&quot;parse-names&quot;:false,&quot;dropping-particle&quot;:&quot;&quot;,&quot;non-dropping-particle&quot;:&quot;&quot;},{&quot;family&quot;:&quot;Brockway&quot;,&quot;given&quot;:&quot;Anna M&quot;,&quot;parse-names&quot;:false,&quot;dropping-particle&quot;:&quot;&quot;,&quot;non-dropping-particle&quot;:&quot;&quot;},{&quot;family&quot;:&quot;Callaway&quot;,&quot;given&quot;:&quot;Duncan&quot;,&quot;parse-names&quot;:false,&quot;dropping-particle&quot;:&quot;&quot;,&quot;non-dropping-particle&quot;:&quot;&quot;},{&quot;family&quot;:&quot;Zhang&quot;,&quot;given&quot;:&quot;Runsen&quot;,&quot;parse-names&quot;:false,&quot;dropping-particle&quot;:&quot;&quot;,&quot;non-dropping-particle&quot;:&quot;&quot;},{&quot;family&quot;:&quot;Fujimori&quot;,&quot;given&quot;:&quot;Shinichiro&quot;,&quot;parse-names&quot;:false,&quot;dropping-particle&quot;:&quot;&quot;,&quot;non-dropping-particle&quot;:&quot;&quot;}],&quot;container-title&quot;:&quot;Environmental Research Letters&quot;,&quot;accessed&quot;:{&quot;date-parts&quot;:[[2024,5,4]]},&quot;DOI&quot;:&quot;10.1088/1748-9326/AB6658&quot;,&quot;ISSN&quot;:&quot;1748-9326&quot;,&quot;URL&quot;:&quot;https://iopscience.iop.org/article/10.1088/1748-9326/ab6658&quot;,&quot;issued&quot;:{&quot;date-parts&quot;:[[2020,2,19]]},&quot;page&quot;:&quot;034019&quot;,&quot;abstract&quot;:&quot;Electrification is widely considered an attractive solution for reducing the oil dependency and environmental impact of road transportation. Many countries have been establishing increasingly stringent and ambitious targets in support of transport electrification. We conducted scenario simulations to depict the role of transport electrification in climate change mitigation and how the transport sector would interact with the energy-supply sector. The results showed that transport electrification without the replacement of fossil-fuel power plants leads to the unfortunate result of increasing emissions instead of achieving a low-carbon transition. While transport electrification alone would not contribute to climate change mitigation, it is interesting to note that switching to electrified road transport under the sustainable shared socioeconomic pathways permitted an optimistic outlook for a low-carbon transition, even in the absence of a decarbonized power sector. Another interesting finding was that the stringent penetration of electric vehicles can reduce the mitigation cost generated by the 2 °C climate stabilization target, implying a positive impact for transport policies on the economic system. With technological innovations such as electrified road transport, climate change mitigation does not have to occur at the expense of economic growth. Because a transport electrification policy closely interacts with energy and economic systems, transport planners, economists, and energy policymakers need to work together to propose policy schemes that consider a cross-sectoral balance for a green sustainable future.&quot;,&quot;publisher&quot;:&quot;IOP Publishing&quot;,&quot;issue&quot;:&quot;3&quot;,&quot;volume&quot;:&quot;15&quot;,&quot;container-title-short&quot;:&quot;&quot;},&quot;isTemporary&quot;:false}]},{&quot;citationID&quot;:&quot;MENDELEY_CITATION_727e2f4d-788d-4c4f-a71d-2f14917d39d3&quot;,&quot;properties&quot;:{&quot;noteIndex&quot;:0},&quot;isEdited&quot;:false,&quot;manualOverride&quot;:{&quot;isManuallyOverridden&quot;:false,&quot;citeprocText&quot;:&quot;[9]&quot;,&quot;manualOverrideText&quot;:&quot;&quot;},&quot;citationTag&quot;:&quot;MENDELEY_CITATION_v3_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&quot;,&quot;citationItems&quot;:[{&quot;id&quot;:&quot;3fbe6030-c53a-3c73-b192-4b00da30dc6e&quot;,&quot;itemData&quot;:{&quot;type&quot;:&quot;article-journal&quot;,&quot;id&quot;:&quot;3fbe6030-c53a-3c73-b192-4b00da30dc6e&quot;,&quot;title&quot;:&quot;Development scheme and key technology of an electric vehicle: An overview&quot;,&quot;author&quot;:[{&quot;family&quot;:&quot;Kumar&quot;,&quot;given&quot;:&quot;M. Satyendra&quot;,&quot;parse-names&quot;:false,&quot;dropping-particle&quot;:&quot;&quot;,&quot;non-dropping-particle&quot;:&quot;&quot;},{&quot;family&quot;:&quot;Revankar&quot;,&quot;given&quot;:&quot;Shripad T.&quot;,&quot;parse-names&quot;:false,&quot;dropping-particle&quot;:&quot;&quot;,&quot;non-dropping-particle&quot;:&quot;&quot;}],&quot;container-title&quot;:&quot;Renewable and Sustainable Energy Reviews&quot;,&quot;accessed&quot;:{&quot;date-parts&quot;:[[2024,5,5]]},&quot;DOI&quot;:&quot;10.1016/J.RSER.2016.12.027&quot;,&quot;ISSN&quot;:&quot;1364-0321&quot;,&quot;issued&quot;:{&quot;date-parts&quot;:[[2017,4,1]]},&quot;page&quot;:&quot;1266-1285&quot;,&quot;abstract&quot;:&quot;Environmental protection and energy conservations are the main concern of 21st century which has now accelerated the pace to plan and develop electric vehicle technology. The electric vehicles (EVs) offer a zero emission, new automobile industry establishment, and economic development, efficient and smart transportation system. Also EVs equipped with artificial intelligence system will also improve the present traffic safety and road utilization. The EV system consist of energy storage devices such as various types of batteries, fuel cells, ultra-capacitors along with electric propulsion, body of the vehicle and energy management system with the diversified technology of electrical, electronics, mechanical, automotive and chemical engineering. The objective of electric vehicle is to produce commercial viable range, efficient performance, and comfort with safety and reliable operations at cheaper price than its counterpart the internal combustion EV. Currently the permanent magnet brushless direct current motors are the present choice of automobile industries and researchers because of its high power density, compact size, reliability, and noise free and minimum maintenance requirements. In this paper an overview of electric vehicle technology and key strategy is presented. The present state of art permanent magnet brushless DC motor drive for the electric vehicle application is also presented in this paper. In addition the energy storage devices, smart energy management system unit for EV and commercial aspects and benefits of EV are highlighted.&quot;,&quot;publisher&quot;:&quot;Pergamon&quot;,&quot;volume&quot;:&quot;70&quot;,&quot;container-title-short&quot;:&quot;&quot;},&quot;isTemporary&quot;:false}]},{&quot;citationID&quot;:&quot;MENDELEY_CITATION_d96fef18-9eb4-4f51-9e14-3fc9e9f12d55&quot;,&quot;properties&quot;:{&quot;noteIndex&quot;:0},&quot;isEdited&quot;:false,&quot;manualOverride&quot;:{&quot;isManuallyOverridden&quot;:false,&quot;citeprocText&quot;:&quot;[10]&quot;,&quot;manualOverrideText&quot;:&quot;&quot;},&quot;citationTag&quot;:&quot;MENDELEY_CITATION_v3_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&quot;,&quot;citationItems&quot;:[{&quot;id&quot;:&quot;26a8a4a4-d075-32ca-b738-c60896e8faa0&quot;,&quot;itemData&quot;:{&quot;type&quot;:&quot;webpage&quot;,&quot;id&quot;:&quot;26a8a4a4-d075-32ca-b738-c60896e8faa0&quot;,&quot;title&quot;:&quot;Does It Cost More To Run An EV Or An ICE? – Forbes Advisor UK&quot;,&quot;accessed&quot;:{&quot;date-parts&quot;:[[2024,5,5]]},&quot;URL&quot;:&quot;https://www.forbes.com/uk/advisor/car-insurance/does-it-cost-more-to-run-an-ev-or-an-ice/&quot;,&quot;container-title-short&quot;:&quot;&quot;},&quot;isTemporary&quot;:false}]},{&quot;citationID&quot;:&quot;MENDELEY_CITATION_9fa4b287-b557-4630-a7f1-33cc1be7b14f&quot;,&quot;properties&quot;:{&quot;noteIndex&quot;:0},&quot;isEdited&quot;:false,&quot;manualOverride&quot;:{&quot;isManuallyOverridden&quot;:false,&quot;citeprocText&quot;:&quot;[11]&quot;,&quot;manualOverrideText&quot;:&quot;&quot;},&quot;citationTag&quot;:&quot;MENDELEY_CITATION_v3_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&quot;,&quot;citationItems&quot;:[{&quot;id&quot;:&quot;d62d8ed6-fc03-380a-86c4-722475b26e2c&quot;,&quot;itemData&quot;:{&quot;type&quot;:&quot;article-journal&quot;,&quot;id&quot;:&quot;d62d8ed6-fc03-380a-86c4-722475b26e2c&quot;,&quot;title&quot;:&quot;Energy on demand: A brief history of the development of the battery&quot;,&quot;author&quot;:[{&quot;family&quot;:&quot;Heth&quot;,&quot;given&quot;:&quot;Christopher L&quot;,&quot;parse-names&quot;:false,&quot;dropping-particle&quot;:&quot;&quot;,&quot;non-dropping-particle&quot;:&quot;&quot;}],&quot;container-title&quot;:&quot;An International Journal of the History of Chemistry&quot;,&quot;DOI&quot;:&quot;10.13128/Substantia-280&quot;,&quot;ISSN&quot;:&quot;1827-9643&quot;,&quot;URL&quot;:&quot;www.fupress.com/substantia&quot;,&quot;issued&quot;:{&quot;date-parts&quot;:[[2019]]},&quot;page&quot;:&quot;73-82&quot;,&quot;abstract&quot;:&quot;Portable, readily available electrical energy provided by batteries is ubiquitous in modern society and can easily be taken for granted. From the early Voltaic piles to modern lithium ion cells, batteries have been powering scientific and technological advancement for over two centuries. A survey of select notable developments leading to modern batteries commercially available today are presented, with emphasis on early technologies and also including some of the advancements made within the last few decades. A brief discussion of the chemistry utilized by battery technology is also included.&quot;,&quot;publisher&quot;:&quot;Firenze University Press&quot;,&quot;issue&quot;:&quot;2&quot;,&quot;volume&quot;:&quot;3&quot;,&quot;container-title-short&quot;:&quot;&quot;},&quot;isTemporary&quot;:false}]},{&quot;citationID&quot;:&quot;MENDELEY_CITATION_76362902-b7eb-4f6c-be5f-4fff7e438b3b&quot;,&quot;properties&quot;:{&quot;noteIndex&quot;:0},&quot;isEdited&quot;:false,&quot;manualOverride&quot;:{&quot;isManuallyOverridden&quot;:false,&quot;citeprocText&quot;:&quot;[12]&quot;,&quot;manualOverrideText&quot;:&quot;&quot;},&quot;citationTag&quot;:&quot;MENDELEY_CITATION_v3_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&quot;,&quot;citationItems&quot;:[{&quot;id&quot;:&quot;11e49fd4-08c8-3db3-b638-d3819de24d24&quot;,&quot;itemData&quot;:{&quot;type&quot;:&quot;article-journal&quot;,&quot;id&quot;:&quot;11e49fd4-08c8-3db3-b638-d3819de24d24&quot;,&quot;title&quot;:&quot;Battery energy storage technology for power systems—An overview&quot;,&quot;author&quot;:[{&quot;family&quot;:&quot;Divya&quot;,&quot;given&quot;:&quot;K. C.&quot;,&quot;parse-names&quot;:false,&quot;dropping-particle&quot;:&quot;&quot;,&quot;non-dropping-particle&quot;:&quot;&quot;},{&quot;family&quot;:&quot;Østergaard&quot;,&quot;given&quot;:&quot;Jacob&quot;,&quot;parse-names&quot;:false,&quot;dropping-particle&quot;:&quot;&quot;,&quot;non-dropping-particle&quot;:&quot;&quot;}],&quot;container-title&quot;:&quot;Electric Power Systems Research&quot;,&quot;accessed&quot;:{&quot;date-parts&quot;:[[2023,2,21]]},&quot;DOI&quot;:&quot;10.1016/J.EPSR.2008.09.017&quot;,&quot;ISSN&quot;:&quot;0378-7796&quot;,&quot;issued&quot;:{&quot;date-parts&quot;:[[2009,4,1]]},&quot;page&quot;:&quot;511-520&quot;,&quot;abstract&quot;:&quot;The penetration of renewable sources (particularly wind power) in to the power system network has been increasing in the recent years. As a result of this, there have been serious concerns over reliable and satisfactory operation of the power systems. One of the solutions being proposed to improve the reliability and performance of these systems is to integrate energy storage devices into the power system network. Further, in the present deregulated markets these storage devices could also be used to increase the profit margins of wind farm owners and even provide arbitrage. This paper discusses the present status of battery energy storage technology and methods of assessing their economic viability and impact on power system operation. Further, a discussion on the role of battery storage systems of electric hybrid vehicles in power system storage technologies had been made. Finally, the paper suggests a likely future outlook for the battery technologies and the electric hybrid vehicles in the context of power system applications. © 2008 Elsevier B.V. All rights reserved.&quot;,&quot;publisher&quot;:&quot;Elsevier&quot;,&quot;issue&quot;:&quot;4&quot;,&quot;volume&quot;:&quot;79&quot;,&quot;container-title-short&quot;:&quot;&quot;},&quot;isTemporary&quot;:false}]},{&quot;citationID&quot;:&quot;MENDELEY_CITATION_c5da58b8-ba96-4fbc-8264-544f1ba2a660&quot;,&quot;properties&quot;:{&quot;noteIndex&quot;:0},&quot;isEdited&quot;:false,&quot;manualOverride&quot;:{&quot;isManuallyOverridden&quot;:false,&quot;citeprocText&quot;:&quot;[13]&quot;,&quot;manualOverrideText&quot;:&quot;&quot;},&quot;citationTag&quot;:&quot;MENDELEY_CITATION_v3_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&quot;,&quot;citationItems&quot;:[{&quot;id&quot;:&quot;99a68c7e-657c-321f-b9db-f21e0f751782&quot;,&quot;itemData&quot;:{&quot;type&quot;:&quot;paper-conference&quot;,&quot;id&quot;:&quot;99a68c7e-657c-321f-b9db-f21e0f751782&quot;,&quot;title&quot;:&quot;A review of lithium-ion battery for electric vehicle applications and beyond&quot;,&quot;author&quot;:[{&quot;family&quot;:&quot;Chen&quot;,&quot;given&quot;:&quot;Weidong&quot;,&quot;parse-names&quot;:false,&quot;dropping-particle&quot;:&quot;&quot;,&quot;non-dropping-particle&quot;:&quot;&quot;},{&quot;family&quot;:&quot;Liang&quot;,&quot;given&quot;:&quot;Jun&quot;,&quot;parse-names&quot;:false,&quot;dropping-particle&quot;:&quot;&quot;,&quot;non-dropping-particle&quot;:&quot;&quot;},{&quot;family&quot;:&quot;Yang&quot;,&quot;given&quot;:&quot;Zhaohua&quot;,&quot;parse-names&quot;:false,&quot;dropping-particle&quot;:&quot;&quot;,&quot;non-dropping-particle&quot;:&quot;&quot;},{&quot;family&quot;:&quot;Li&quot;,&quot;given&quot;:&quot;Gen&quot;,&quot;parse-names&quot;:false,&quot;dropping-particle&quot;:&quot;&quot;,&quot;non-dropping-particle&quot;:&quot;&quot;}],&quot;container-title&quot;:&quot;Energy Procedia&quot;,&quot;container-title-short&quot;:&quot;Energy Procedia&quot;,&quot;DOI&quot;:&quot;10.1016/j.egypro.2019.01.783&quot;,&quot;ISSN&quot;:&quot;18766102&quot;,&quot;issued&quot;:{&quot;date-parts&quot;:[[2019]]},&quot;page&quot;:&quot;4363-4368&quot;,&quot;abstract&quot;:&quot;Among many kinds of batteries, lithium-ion batteries have become the focus of research interest for electric vehicles (EVs), thanks to their numerous benefits. However, there are many limitations of these technologies. This paper reviews recent research and developments of lithium-ion battery used in EVs. Widely used methods of battery sorting are presented. The characteristics and challenges of estimating battery's remaining useful life (RUL) and state-of-charge (SOC) are critically reviewed, along with a discussion of the strategies to solve these issues. A new method of sorting retired lithium-ion batteries and estimating the RUL and SOC of the retired lithium-ion batteries is proposed.&quot;,&quot;publisher&quot;:&quot;Elsevier Ltd&quot;,&quot;volume&quot;:&quot;158&quot;},&quot;isTemporary&quot;:false}]},{&quot;citationID&quot;:&quot;MENDELEY_CITATION_89308448-47a3-4462-93ae-2df0a923cb4d&quot;,&quot;properties&quot;:{&quot;noteIndex&quot;:0},&quot;isEdited&quot;:false,&quot;manualOverride&quot;:{&quot;isManuallyOverridden&quot;:false,&quot;citeprocText&quot;:&quot;[14]&quot;,&quot;manualOverrideText&quot;:&quot;&quot;},&quot;citationTag&quot;:&quot;MENDELEY_CITATION_v3_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&quot;,&quot;citationItems&quot;:[{&quot;id&quot;:&quot;3d3a84c8-a996-3203-9ec3-1ea5ecb9be68&quot;,&quot;itemData&quot;:{&quot;type&quot;:&quot;webpage&quot;,&quot;id&quot;:&quot;3d3a84c8-a996-3203-9ec3-1ea5ecb9be68&quot;,&quot;title&quot;:&quot;Lithium consumption distribution by application | Statista&quot;,&quot;accessed&quot;:{&quot;date-parts&quot;:[[2024,5,5]]},&quot;URL&quot;:&quot;https://remote-lib.ui.ac.id:6499/statistics/658332/lithium-uses-worldwide/&quot;,&quot;container-title-short&quot;:&quot;&quot;},&quot;isTemporary&quot;:false}]},{&quot;citationID&quot;:&quot;MENDELEY_CITATION_9a30db3f-e257-413f-8b73-88f406da22b8&quot;,&quot;properties&quot;:{&quot;noteIndex&quot;:0},&quot;isEdited&quot;:false,&quot;manualOverride&quot;:{&quot;isManuallyOverridden&quot;:false,&quot;citeprocText&quot;:&quot;[15]&quot;,&quot;manualOverrideText&quot;:&quot;&quot;},&quot;citationTag&quot;:&quot;MENDELEY_CITATION_v3_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&quot;,&quot;citationItems&quot;:[{&quot;id&quot;:&quot;ea0922a6-0dff-3fd3-99a8-2aa0a327a8ca&quot;,&quot;itemData&quot;:{&quot;type&quot;:&quot;article-journal&quot;,&quot;id&quot;:&quot;ea0922a6-0dff-3fd3-99a8-2aa0a327a8ca&quot;,&quot;title&quot;:&quot;The future of lithium availability for electric vehicle batteries&quot;,&quot;author&quot;:[{&quot;family&quot;:&quot;Speirs&quot;,&quot;given&quot;:&quot;Jamie&quot;,&quot;parse-names&quot;:false,&quot;dropping-particle&quot;:&quot;&quot;,&quot;non-dropping-particle&quot;:&quot;&quot;},{&quot;family&quot;:&quot;Contestabile&quot;,&quot;given&quot;:&quot;Marcello&quot;,&quot;parse-names&quot;:false,&quot;dropping-particle&quot;:&quot;&quot;,&quot;non-dropping-particle&quot;:&quot;&quot;},{&quot;family&quot;:&quot;Houari&quot;,&quot;given&quot;:&quot;Yassine&quot;,&quot;parse-names&quot;:false,&quot;dropping-particle&quot;:&quot;&quot;,&quot;non-dropping-particle&quot;:&quot;&quot;},{&quot;family&quot;:&quot;Gross&quot;,&quot;given&quot;:&quot;Robert&quot;,&quot;parse-names&quot;:false,&quot;dropping-particle&quot;:&quot;&quot;,&quot;non-dropping-particle&quot;:&quot;&quot;}],&quot;container-title&quot;:&quot;Renewable and Sustainable Energy Reviews&quot;,&quot;accessed&quot;:{&quot;date-parts&quot;:[[2022,12,14]]},&quot;DOI&quot;:&quot;10.1016/J.RSER.2014.04.018&quot;,&quot;ISSN&quot;:&quot;1364-0321&quot;,&quot;issued&quot;:{&quot;date-parts&quot;:[[2014,7,1]]},&quot;page&quot;:&quot;183-193&quot;,&quot;abstract&quot;:&quot;Electric vehicles using lithium batteries could significantly reduce the emissions associated with road vehicle transport. However, the future availability of lithium is uncertain, and the feasibility of manufacturing lithium batteries at sufficient scale has been questioned. The levels of lithium demand growth implied by electric vehicle deployment scenarios is significant, particularly where scenarios are consistent with global GHG reduction targets. This paper examines the question of future lithium availability for the manufacturing of lithium batteries for electric vehicles. In this paper we first examine some of the existing literature in this area, highlighting the levels of future lithium demand previously considered and pointing to the variables that give rise to the range of outcomes in these assessments. We then investigate the ways in which lithium availability is calculated in the literature based on both lithium demand from electric vehicles and lithium supply from both brines and ore. This paper particularly focuses on the key variables needed to make an assessment of future lithium availability. On the demand side, these variables include future market size of electric vehicles, their average battery capacity and the material intensity of the batteries. The key supply variables include global reserve and resource estimates, forecast production and recyclability. We found that the literature informing assumptions regarding the key variables is characterised by significant uncertainty. This uncertainty gives rise to a wide range of estimates for the future demand for lithium based on scenarios consistent with as 50% reduction in global emissions by 2050 at between 184,000 and 989,000 t of lithium per year in 2050. However, lithium production is forecast to grow to between 75,000 and 110,000 t per year by 2020. Under this rate of production growth, it is plausible that lithium supply will meet increasing lithium demand over the coming decades to 2050. © 2014 Elsevier Ltd. All rights reserved.&quot;,&quot;publisher&quot;:&quot;Pergamon&quot;,&quot;volume&quot;:&quot;35&quot;,&quot;container-title-short&quot;:&quot;&quot;},&quot;isTemporary&quot;:false}]},{&quot;citationID&quot;:&quot;MENDELEY_CITATION_95d48b73-5029-4ebf-b716-6dd0db31cb9c&quot;,&quot;properties&quot;:{&quot;noteIndex&quot;:0},&quot;isEdited&quot;:false,&quot;manualOverride&quot;:{&quot;isManuallyOverridden&quot;:false,&quot;citeprocText&quot;:&quot;[16]&quot;,&quot;manualOverrideText&quot;:&quot;&quot;},&quot;citationTag&quot;:&quot;MENDELEY_CITATION_v3_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&quot;,&quot;citationItems&quot;:[{&quot;id&quot;:&quot;6e73198e-5d2d-38cb-b1dd-31476fadd7eb&quot;,&quot;itemData&quot;:{&quot;type&quot;:&quot;article-journal&quot;,&quot;id&quot;:&quot;6e73198e-5d2d-38cb-b1dd-31476fadd7eb&quot;,&quot;title&quot;:&quot;Electrochemical Na Insertion and Solid Electrolyte Interphase for Hard-Carbon Electrodes and Application to Na-Ion Batteries&quot;,&quot;author&quot;:[{&quot;family&quot;:&quot;Komaba&quot;,&quot;given&quot;:&quot;Shinichi&quot;,&quot;parse-names&quot;:false,&quot;dropping-particle&quot;:&quot;&quot;,&quot;non-dropping-particle&quot;:&quot;&quot;},{&quot;family&quot;:&quot;Murata&quot;,&quot;given&quot;:&quot;Wataru&quot;,&quot;parse-names&quot;:false,&quot;dropping-particle&quot;:&quot;&quot;,&quot;non-dropping-particle&quot;:&quot;&quot;},{&quot;family&quot;:&quot;Ishikawa&quot;,&quot;given&quot;:&quot;Toru&quot;,&quot;parse-names&quot;:false,&quot;dropping-particle&quot;:&quot;&quot;,&quot;non-dropping-particle&quot;:&quot;&quot;},{&quot;family&quot;:&quot;Yabuuchi&quot;,&quot;given&quot;:&quot;Naoaki&quot;,&quot;parse-names&quot;:false,&quot;dropping-particle&quot;:&quot;&quot;,&quot;non-dropping-particle&quot;:&quot;&quot;},{&quot;family&quot;:&quot;Ozeki&quot;,&quot;given&quot;:&quot;Tomoaki&quot;,&quot;parse-names&quot;:false,&quot;dropping-particle&quot;:&quot;&quot;,&quot;non-dropping-particle&quot;:&quot;&quot;},{&quot;family&quot;:&quot;Nakayama&quot;,&quot;given&quot;:&quot;Tetsuri&quot;,&quot;parse-names&quot;:false,&quot;dropping-particle&quot;:&quot;&quot;,&quot;non-dropping-particle&quot;:&quot;&quot;},{&quot;family&quot;:&quot;Ogata&quot;,&quot;given&quot;:&quot;Atsushi&quot;,&quot;parse-names&quot;:false,&quot;dropping-particle&quot;:&quot;&quot;,&quot;non-dropping-particle&quot;:&quot;&quot;},{&quot;family&quot;:&quot;Gotoh&quot;,&quot;given&quot;:&quot;Kazuma&quot;,&quot;parse-names&quot;:false,&quot;dropping-particle&quot;:&quot;&quot;,&quot;non-dropping-particle&quot;:&quot;&quot;},{&quot;family&quot;:&quot;Fujiwara&quot;,&quot;given&quot;:&quot;Kazuya&quot;,&quot;parse-names&quot;:false,&quot;dropping-particle&quot;:&quot;&quot;,&quot;non-dropping-particle&quot;:&quot;&quot;}],&quot;container-title&quot;:&quot;Advanced Functional Materials&quot;,&quot;container-title-short&quot;:&quot;Adv Funct Mater&quot;,&quot;accessed&quot;:{&quot;date-parts&quot;:[[2022,6,14]]},&quot;DOI&quot;:&quot;10.1002/ADFM.201100854&quot;,&quot;ISSN&quot;:&quot;1616-3028&quot;,&quot;URL&quot;:&quot;https://onlinelibrary.wiley.com/doi/full/10.1002/adfm.201100854&quot;,&quot;issued&quot;:{&quot;date-parts&quot;:[[2011,10,21]]},&quot;page&quot;:&quot;3859-3867&quot;,&quot;abstract&quot;:&quot;Recently, lithium-ion batteries have been attracting more interest for use in automotive applications. Lithium resources are confirmed to be unevenly distributed in South America, and the cost of the lithium raw materials has roughly doubled from the first practical application in 1991 to the present and is increasing due to global demand for lithium-ion accumulators. Since the electrochemical equivalent and standard potential of sodium are the most advantageous after lithium, sodium based energy storage is of great interest to realize lithium-free high energy and high voltage batteries. However, to the best of our knowledge, there have been no successful reports on electrochemical sodium insertion materials for battery applications; the major challenge is the negative electrode and its passivation. In this study, we achieve high capacity and excellent reversibility sodium-insertion performance of hard-carbon and layered NaNi0.5Mn0.5O2 electrodes in propylene carbonate electrolyte solutions. The structural change and passivation for hard-carbon are investigated to study the reversible sodium insertion. The 3-volt secondary Na-ion battery possessing environmental and cost friendliness, Na+-shuttlecock hard-carbon/NaNi0.5Mn0.5O 2 cell, demonstrates steady cycling performance as next generation secondary batteries and an alternative to Li-ion batteries. Based upon high capacity and reversibility Na insertion of hard-carbon and layered Na xNi0.5Mn0.5O2 electrodes, the novel Na-ion battery of hard-carbon/NaNi0.5Mn0.5O2 is fabricated and electrochemically tested in organic electrolyte solutions. The 3-volt Na-ion battery with environmentally and cost friendly materials demonstrates steady cycling performance and is expected to be an alternative to secondary Li-ion batteries. Copyright © 2011 WILEY-VCH Verlag GmbH &amp; Co. KGaA, Weinheim.&quot;,&quot;publisher&quot;:&quot;John Wiley &amp; Sons, Ltd&quot;,&quot;issue&quot;:&quot;20&quot;,&quot;volume&quot;:&quot;21&quot;},&quot;isTemporary&quot;:false}]},{&quot;citationID&quot;:&quot;MENDELEY_CITATION_c62ff396-be44-45d6-a6e7-824c893057b1&quot;,&quot;properties&quot;:{&quot;noteIndex&quot;:0},&quot;isEdited&quot;:false,&quot;manualOverride&quot;:{&quot;isManuallyOverridden&quot;:false,&quot;citeprocText&quot;:&quot;[17]&quot;,&quot;manualOverrideText&quot;:&quot;&quot;},&quot;citationTag&quot;:&quot;MENDELEY_CITATION_v3_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&quot;,&quot;citationItems&quot;:[{&quot;id&quot;:&quot;68bc7cef-5107-3556-b5ea-05e59f8447f0&quot;,&quot;itemData&quot;:{&quot;type&quot;:&quot;article&quot;,&quot;id&quot;:&quot;68bc7cef-5107-3556-b5ea-05e59f8447f0&quot;,&quot;title&quot;:&quot;Sodium-ion batteries: Present and future&quot;,&quot;author&quot;:[{&quot;family&quot;:&quot;Hwang&quot;,&quot;given&quot;:&quot;Jang Yeon&quot;,&quot;parse-names&quot;:false,&quot;dropping-particle&quot;:&quot;&quot;,&quot;non-dropping-particle&quot;:&quot;&quot;},{&quot;family&quot;:&quot;Myung&quot;,&quot;given&quot;:&quot;Seung Taek&quot;,&quot;parse-names&quot;:false,&quot;dropping-particle&quot;:&quot;&quot;,&quot;non-dropping-particle&quot;:&quot;&quot;},{&quot;family&quot;:&quot;Sun&quot;,&quot;given&quot;:&quot;Yang Kook&quot;,&quot;parse-names&quot;:false,&quot;dropping-particle&quot;:&quot;&quot;,&quot;non-dropping-particle&quot;:&quot;&quot;}],&quot;container-title&quot;:&quot;Chemical Society Reviews&quot;,&quot;container-title-short&quot;:&quot;Chem Soc Rev&quot;,&quot;DOI&quot;:&quot;10.1039/c6cs00776g&quot;,&quot;ISSN&quot;:&quot;14604744&quot;,&quot;PMID&quot;:&quot;28349134&quot;,&quot;issued&quot;:{&quot;date-parts&quot;:[[2017,6,21]]},&quot;page&quot;:&quot;3529-3614&quot;,&quot;abstract&quot;:&quot;Energy production and storage technologies have attracted a great deal of attention for day-to-day applications. In recent decades, advances in lithium-ion battery (LIB) technology have improved living conditions around the globe. LIBs are used in most mobile electronic devices as well as in zero-emission electronic vehicles. However, there are increasing concerns regarding load leveling of renewable energy sources and the smart grid as well as the sustainability of lithium sources due to their limited availability and consequent expected price increase. Therefore, whether LIBs alone can satisfy the rising demand for small- and/or mid-to-large-format energy storage applications remains unclear. To mitigate these issues, recent research has focused on alternative energy storage systems. Sodium-ion batteries (SIBs) are considered as the best candidate power sources because sodium is widely available and exhibits similar chemistry to that of LIBs; therefore, SIBs are promising next-generation alternatives. Recently, sodiated layer transition metal oxides, phosphates and organic compounds have been introduced as cathode materials for SIBs. Simultaneously, recent developments have been facilitated by the use of select carbonaceous materials, transition metal oxides (or sulfides), and intermetallic and organic compounds as anodes for SIBs. Apart from electrode materials, suitable electrolytes, additives, and binders are equally important for the development of practical SIBs. Despite developments in electrode materials and other components, there remain several challenges, including cell design and electrode balancing, in the application of sodium ion cells. In this article, we summarize and discuss current research on materials and propose future directions for SIBs. This will provide important insights into scientific and practical issues in the development of SIBs.&quot;,&quot;publisher&quot;:&quot;Royal Society of Chemistry&quot;,&quot;issue&quot;:&quot;12&quot;,&quot;volume&quot;:&quot;46&quot;},&quot;isTemporary&quot;:false}]},{&quot;citationID&quot;:&quot;MENDELEY_CITATION_15df431b-6ea6-4fc1-b92e-699b4f5854b9&quot;,&quot;properties&quot;:{&quot;noteIndex&quot;:0},&quot;isEdited&quot;:false,&quot;manualOverride&quot;:{&quot;isManuallyOverridden&quot;:false,&quot;citeprocText&quot;:&quot;[18]&quot;,&quot;manualOverrideText&quot;:&quot;&quot;},&quot;citationTag&quot;:&quot;MENDELEY_CITATION_v3_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&quot;,&quot;citationItems&quot;:[{&quot;id&quot;:&quot;e0c6a230-effd-3450-9911-0fb4c7693d40&quot;,&quot;itemData&quot;:{&quot;type&quot;:&quot;article-journal&quot;,&quot;id&quot;:&quot;e0c6a230-effd-3450-9911-0fb4c7693d40&quot;,&quot;title&quot;:&quot;From lithium to sodium: Cell chemistry of room temperature sodium-air and sodium-sulfur batteries&quot;,&quot;author&quot;:[{&quot;family&quot;:&quot;Adelhelm&quot;,&quot;given&quot;:&quot;Philipp&quot;,&quot;parse-names&quot;:false,&quot;dropping-particle&quot;:&quot;&quot;,&quot;non-dropping-particle&quot;:&quot;&quot;},{&quot;family&quot;:&quot;Hartmann&quot;,&quot;given&quot;:&quot;Pascal&quot;,&quot;parse-names&quot;:false,&quot;dropping-particle&quot;:&quot;&quot;,&quot;non-dropping-particle&quot;:&quot;&quot;},{&quot;family&quot;:&quot;Bender&quot;,&quot;given&quot;:&quot;Conrad L.&quot;,&quot;parse-names&quot;:false,&quot;dropping-particle&quot;:&quot;&quot;,&quot;non-dropping-particle&quot;:&quot;&quot;},{&quot;family&quot;:&quot;Busche&quot;,&quot;given&quot;:&quot;Martin&quot;,&quot;parse-names&quot;:false,&quot;dropping-particle&quot;:&quot;&quot;,&quot;non-dropping-particle&quot;:&quot;&quot;},{&quot;family&quot;:&quot;Eufinger&quot;,&quot;given&quot;:&quot;Christine&quot;,&quot;parse-names&quot;:false,&quot;dropping-particle&quot;:&quot;&quot;,&quot;non-dropping-particle&quot;:&quot;&quot;},{&quot;family&quot;:&quot;Janek&quot;,&quot;given&quot;:&quot;Juergen&quot;,&quot;parse-names&quot;:false,&quot;dropping-particle&quot;:&quot;&quot;,&quot;non-dropping-particle&quot;:&quot;&quot;}],&quot;container-title&quot;:&quot;Beilstein Journal of Nanotechnology&quot;,&quot;DOI&quot;:&quot;10.3762/bjnano.6.105&quot;,&quot;ISSN&quot;:&quot;21904286&quot;,&quot;PMID&quot;:&quot;25977873&quot;,&quot;issued&quot;:{&quot;date-parts&quot;:[[2015]]},&quot;page&quot;:&quot;1016-1055&quot;,&quot;abstract&quot;:&quot;Research devoted to room temperature lithium-sulfur (Li/S8) and lithium-oxygen (Li/O2) batteries has significantly increased over the past ten years. The race to develop such cell systems is mainly motivated by the very high theoretical energy density and the abundance of sulfur and oxygen. The cell chemistry, however, is complex, and progress toward practical device development remains hampered by some fundamental key issues, which are currently being tackled by numerous approaches. Quite surprisingly, not much is known about the analogous sodium-based battery systems, although the already commercialized, high-temperature Na/S8 and Na/NiCl2 batteries suggest that a rechargeable battery based on sodium is feasible on a large scale. Moreover, the natural abundance of sodium is an attractive benefit for the development of batteries based on low cost components. This review provides a summary of the state-of-the-art knowledge on lithium-sulfur and lithium-oxygen batteries and a direct comparison with the analogous sodium systems. The general properties, major benefits and challenges, recent strategies for performance improvements and general guidelines for further development are summarized and critically discussed. In general, the substitution of lithium for sodium has a strong impact on the overall properties of the cell reaction and differences in ion transport, phase stability, electrode potential, energy density, etc. can be thus expected. Whether these differences will benefit a more reversible cell chemistry is still an open question, but some of the first reports on room temperature Na/S8 and Na/O2 cells already show some exciting differences as compared to the established Li/S8 and Li/O2 systems.&quot;,&quot;publisher&quot;:&quot;Beilstein-Institut Zur Forderung der Chemischen Wissenschaften&quot;,&quot;issue&quot;:&quot;1&quot;,&quot;volume&quot;:&quot;6&quot;,&quot;container-title-short&quot;:&quot;&quot;},&quot;isTemporary&quot;:false}]},{&quot;citationID&quot;:&quot;MENDELEY_CITATION_60aa55ad-b9be-40db-ac93-308e468ef8ff&quot;,&quot;properties&quot;:{&quot;noteIndex&quot;:0},&quot;isEdited&quot;:false,&quot;manualOverride&quot;:{&quot;isManuallyOverridden&quot;:false,&quot;citeprocText&quot;:&quot;[19]&quot;,&quot;manualOverrideText&quot;:&quot;&quot;},&quot;citationItems&quot;:[{&quot;id&quot;:&quot;cc69f46e-154f-3671-a1a2-7268ba52c8a0&quot;,&quot;itemData&quot;:{&quot;type&quot;:&quot;article-journal&quot;,&quot;id&quot;:&quot;cc69f46e-154f-3671-a1a2-7268ba52c8a0&quot;,&quot;title&quot;:&quot;Carbonyls: Powerful Organic Materials for Secondary Batteries&quot;,&quot;author&quot;:[{&quot;family&quot;:&quot;Häupler&quot;,&quot;given&quot;:&quot;Bernhard&quot;,&quot;parse-names&quot;:false,&quot;dropping-particle&quot;:&quot;&quot;,&quot;non-dropping-particle&quot;:&quot;&quot;},{&quot;family&quot;:&quot;Wild&quot;,&quot;given&quot;:&quot;Andreas&quot;,&quot;parse-names&quot;:false,&quot;dropping-particle&quot;:&quot;&quot;,&quot;non-dropping-particle&quot;:&quot;&quot;},{&quot;family&quot;:&quot;Schubert&quot;,&quot;given&quot;:&quot;Ulrich S.&quot;,&quot;parse-names&quot;:false,&quot;dropping-particle&quot;:&quot;&quot;,&quot;non-dropping-particle&quot;:&quot;&quot;}],&quot;container-title&quot;:&quot;Advanced Energy Materials&quot;,&quot;container-title-short&quot;:&quot;Adv Energy Mater&quot;,&quot;accessed&quot;:{&quot;date-parts&quot;:[[2023,4,1]]},&quot;DOI&quot;:&quot;10.1002/AENM.201402034&quot;,&quot;ISSN&quot;:&quot;1614-6840&quot;,&quot;URL&quot;:&quot;https://onlinelibrary.wiley.com/doi/full/10.1002/aenm.201402034&quot;,&quot;issued&quot;:{&quot;date-parts&quot;:[[2015,6,1]]},&quot;page&quot;:&quot;1402034&quot;,&quot;abstract&quot;:&quot;The application of organic carbonyl compounds as high performance electrode materials in secondary batteries enables access to metal-free, low-cost, environmental friendly, flexible, and functional rechargeable energy storage systems. Organic compounds have so far not received much attention as potential active materials in batteries, mainly because of the success of inorganic materials in both research and commercial applications. However, new requirements in secondary batteries such as flexibility accompanied with low production costs and environmental friendliness, in particular for portable devices, reach the limit of inorganic electrode materials. Organic carbonyl compounds represent the most promising materials to satisfy these needs. Here, recent efforts of the research in the field of organic carbonyl materials for secondary batteries are summarized, and the working principle and the structural design of different groups of carbonyl material is presented. Finally, the influence of conductive additives and binders on the cell performance is closely evaluated for each class of materials. Organic carbonyl materials are versatile redox-active structures offering new possibilities as active electrode materials in rechargeable batteries that conventional inorganic compounds cannot provide. Recent developments in the field of organic carbonyl compounds as active electrode materials in secondary batteries is critically reviewed and the cell performance of the particular compounds is evaluated and compared.&quot;,&quot;publisher&quot;:&quot;John Wiley &amp; Sons, Ltd&quot;,&quot;issue&quot;:&quot;11&quot;,&quot;volume&quot;:&quot;5&quot;},&quot;isTemporary&quot;:false}],&quot;citationTag&quot;:&quot;MENDELEY_CITATION_v3_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&quot;},{&quot;properties&quot;:{&quot;noteIndex&quot;:0},&quot;citationID&quot;:&quot;MENDELEY_CITATION_fab3feeb-7e0a-40c8-ac2b-4ae2b296cda9&quot;,&quot;isEdited&quot;:false,&quot;manualOverride&quot;:{&quot;isManuallyOverridden&quot;:false,&quot;manualOverrideText&quot;:&quot;&quot;,&quot;citeprocText&quot;:&quot;[20]&quot;},&quot;citationItems&quot;:[{&quot;id&quot;:&quot;a7c95145-6dc2-3063-8db9-7c4c4bb1f620&quot;,&quot;isTemporary&quot;:false,&quot;itemData&quot;:{&quot;type&quot;:&quot;article-journal&quot;,&quot;id&quot;:&quot;a7c95145-6dc2-3063-8db9-7c4c4bb1f620&quot;,&quot;title&quot;:&quot;High Energy Organic Cathode for Sodium Rechargeable Batteries&quot;,&quot;author&quot;:[{&quot;family&quot;:&quot;Kim&quot;,&quot;given&quot;:&quot;Haegyeom&quot;,&quot;parse-names&quot;:false,&quot;dropping-particle&quot;:&quot;&quot;,&quot;non-dropping-particle&quot;:&quot;&quot;},{&quot;family&quot;:&quot;Kwon&quot;,&quot;given&quot;:&quot;Ji Eon&quot;,&quot;parse-names&quot;:false,&quot;dropping-particle&quot;:&quot;&quot;,&quot;non-dropping-particle&quot;:&quot;&quot;},{&quot;family&quot;:&quot;Lee&quot;,&quot;given&quot;:&quot;Byungju&quot;,&quot;parse-names&quot;:false,&quot;dropping-particle&quot;:&quot;&quot;,&quot;non-dropping-particle&quot;:&quot;&quot;},{&quot;family&quot;:&quot;Hong&quot;,&quot;given&quot;:&quot;Jihyun&quot;,&quot;parse-names&quot;:false,&quot;dropping-particle&quot;:&quot;&quot;,&quot;non-dropping-particle&quot;:&quot;&quot;},{&quot;family&quot;:&quot;Lee&quot;,&quot;given&quot;:&quot;Minah&quot;,&quot;parse-names&quot;:false,&quot;dropping-particle&quot;:&quot;&quot;,&quot;non-dropping-particle&quot;:&quot;&quot;},{&quot;family&quot;:&quot;Park&quot;,&quot;given&quot;:&quot;Soo Young&quot;,&quot;parse-names&quot;:false,&quot;dropping-particle&quot;:&quot;&quot;,&quot;non-dropping-particle&quot;:&quot;&quot;},{&quot;family&quot;:&quot;Kang&quot;,&quot;given&quot;:&quot;Kisuk&quot;,&quot;parse-names&quot;:false,&quot;dropping-particle&quot;:&quot;&quot;,&quot;non-dropping-particle&quot;:&quot;&quot;}],&quot;container-title&quot;:&quot;Chemistry of Materials&quot;,&quot;accessed&quot;:{&quot;date-parts&quot;:[[2023,4,1]]},&quot;DOI&quot;:&quot;10.1021/ACS.CHEMMATER.5B02569/SUPPL_FILE/CM5B02569_SI_001.PDF&quot;,&quot;ISSN&quot;:&quot;15205002&quot;,&quot;URL&quot;:&quot;https://pubs.acs.org/doi/abs/10.1021/acs.chemmater.5b02569&quot;,&quot;issued&quot;:{&quot;date-parts&quot;:[[2015,11,10]]},&quot;page&quot;:&quot;7258-7264&quot;,&quot;abstract&quot;:&quot;Organic electrodes have attracted significant attention as alternatives to conventional inorganic electrodes in terms of sustainability and universal availability in natural systems. However, low working voltages and low energy densities are inherent limitations in cathode applications. Here, we propose a high-energy organic cathode using a quinone-derivative, C6Cl4O2, for use in sodium-ion batteries, which boasts one of the highest average voltages among organic electrodes in sodium batteries (∼2.72 V vs Na/Na+). It also utilizes a two-electron transfer to provide an energy of 580 Wh kg-1. Density functional theory (DFT) calculations reveal that the introduction of electronegative elements into the quinone structure significantly increased the sodium storage potential and thus enhanced the energy density of the electrode, the latter being substantially higher than previously known quinone-derived cathodes. The cycle stability of C6Cl4O2 was enhanced by incorporating the C6Cl4O2 into a nanocomposite with a porous carbon template. This prevented the dissolution of active molecules into the surrounding electrolyte.&quot;,&quot;publisher&quot;:&quot;American Chemical Society&quot;,&quot;issue&quot;:&quot;21&quot;,&quot;volume&quot;:&quot;27&quot;,&quot;container-title-short&quot;:&quot;&quot;}}],&quot;citationTag&quot;:&quot;MENDELEY_CITATION_v3_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&quot;},{&quot;citationID&quot;:&quot;MENDELEY_CITATION_6db8d9f6-deca-45f5-b82d-559bcee84007&quot;,&quot;properties&quot;:{&quot;noteIndex&quot;:0},&quot;isEdited&quot;:false,&quot;manualOverride&quot;:{&quot;isManuallyOverridden&quot;:false,&quot;citeprocText&quot;:&quot;[21]&quot;,&quot;manualOverrideText&quot;:&quot;&quot;},&quot;citationTag&quot;:&quot;MENDELEY_CITATION_v3_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&quot;,&quot;citationItems&quot;:[{&quot;id&quot;:&quot;4f224e93-53f6-325e-887e-16ae1b408166&quot;,&quot;itemData&quot;:{&quot;type&quot;:&quot;article&quot;,&quot;id&quot;:&quot;4f224e93-53f6-325e-887e-16ae1b408166&quot;,&quot;title&quot;:&quot;Recent advances and prospects of cathode materials for sodium-ion batteries&quot;,&quot;author&quot;:[{&quot;family&quot;:&quot;Xiang&quot;,&quot;given&quot;:&quot;Xingde&quot;,&quot;parse-names&quot;:false,&quot;dropping-particle&quot;:&quot;&quot;,&quot;non-dropping-particle&quot;:&quot;&quot;},{&quot;family&quot;:&quot;Zhang&quot;,&quot;given&quot;:&quot;Kai&quot;,&quot;parse-names&quot;:false,&quot;dropping-particle&quot;:&quot;&quot;,&quot;non-dropping-particle&quot;:&quot;&quot;},{&quot;family&quot;:&quot;Chen&quot;,&quot;given&quot;:&quot;Jun&quot;,&quot;parse-names&quot;:false,&quot;dropping-particle&quot;:&quot;&quot;,&quot;non-dropping-particle&quot;:&quot;&quot;}],&quot;container-title&quot;:&quot;Advanced Materials&quot;,&quot;DOI&quot;:&quot;10.1002/adma.201501527&quot;,&quot;ISSN&quot;:&quot;15214095&quot;,&quot;issued&quot;:{&quot;date-parts&quot;:[[2015,9,1]]},&quot;page&quot;:&quot;5343-5364&quot;,&quot;abstract&quot;:&quot;Sodium-ion batteries (SIBs) receive significant attention for electrochemical energy storage and conversion owing to their wide availability and the low cost of Na resources. However, SIBs face challenges of low specific energy, short cycling life, and insufficient specific power, owing to the heavy mass and large radius of Na&lt;sup&gt;+&lt;/sup&gt; ions. As an important component of SIBs, cathode materials have a significant effect on the SIB electrochemical performance. The most recent advances and prospects of inorganic and organic cathode materials are summarized here. Among current cathode materials, layered transition-metal oxides achieve high specific energies around 600 mW h g&lt;sup&gt;-1&lt;/sup&gt; owing to their high specific capacities of 180-220 mA h g&lt;sup&gt;-1&lt;/sup&gt; and their moderate operating potentials of 2.7-3.2 V (vs Na&lt;sup&gt;+&lt;/sup&gt;/Na). Porous Na&lt;inf&gt;3&lt;/inf&gt;V&lt;inf&gt;2&lt;/inf&gt;(PO&lt;inf&gt;4&lt;/inf&gt;)&lt;inf&gt;3&lt;/inf&gt;/C nanomaterials exhibit excellent cycling performance with almost 100% retention over 1000 cycles owing to their robust structural framework. Recent emerging cathode materials, such as amorphous NaFePO&lt;inf&gt;4&lt;/inf&gt; and pteridine derivatives show interesting electrochemical properties and attractive prospects for application in SIBs. Future work should focus on strategies to enhance the overall performance of cathode materials in terms of specific energy, cycling life, and rate capability with cationic doping, anionic substitution, morphology fabrication, and electrolyte matching. Various inorganic and organic compounds are being studied as cathode materials of sodium-ion batteries (SIBs), which mainly cover transition-metal oxides, polyanionic compounds, metal hexacyanometalates, aromatic carbonyl compounds, pteridine derivatives, and functional polymers. Currently, layered transition-metal oxides are most promising for application in SIBs owing to their high specific energies and the large space of promoting cycling life and rate capability.&quot;,&quot;publisher&quot;:&quot;Wiley-VCH Verlag&quot;,&quot;issue&quot;:&quot;36&quot;,&quot;volume&quot;:&quot;27&quot;,&quot;container-title-short&quot;:&quot;&quot;},&quot;isTemporary&quot;:false}]},{&quot;citationID&quot;:&quot;MENDELEY_CITATION_17eb2037-818b-4d2f-9e23-441b7bf3a22c&quot;,&quot;properties&quot;:{&quot;noteIndex&quot;:0},&quot;isEdited&quot;:false,&quot;manualOverride&quot;:{&quot;isManuallyOverridden&quot;:false,&quot;citeprocText&quot;:&quot;[22]&quot;,&quot;manualOverrideText&quot;:&quot;&quot;},&quot;citationTag&quot;:&quot;MENDELEY_CITATION_v3_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&quot;,&quot;citationItems&quot;:[{&quot;id&quot;:&quot;88695819-daa2-35c0-9f37-4df04ce4b9f6&quot;,&quot;itemData&quot;:{&quot;type&quot;:&quot;article-journal&quot;,&quot;id&quot;:&quot;88695819-daa2-35c0-9f37-4df04ce4b9f6&quot;,&quot;title&quot;:&quot;Manipulation of Disodium Rhodizonate: Factors for Fast-Charge and Fast-Discharge Sodium-Ion Batteries with Long-Term Cyclability&quot;,&quot;author&quot;:[{&quot;family&quot;:&quot;Wang&quot;,&quot;given&quot;:&quot;Chengliang&quot;,&quot;parse-names&quot;:false,&quot;dropping-particle&quot;:&quot;&quot;,&quot;non-dropping-particle&quot;:&quot;&quot;},{&quot;family&quot;:&quot;Fang&quot;,&quot;given&quot;:&quot;Yaoguo&quot;,&quot;parse-names&quot;:false,&quot;dropping-particle&quot;:&quot;&quot;,&quot;non-dropping-particle&quot;:&quot;&quot;},{&quot;family&quot;:&quot;Xu&quot;,&quot;given&quot;:&quot;Yang&quot;,&quot;parse-names&quot;:false,&quot;dropping-particle&quot;:&quot;&quot;,&quot;non-dropping-particle&quot;:&quot;&quot;},{&quot;family&quot;:&quot;Liang&quot;,&quot;given&quot;:&quot;Liying&quot;,&quot;parse-names&quot;:false,&quot;dropping-particle&quot;:&quot;&quot;,&quot;non-dropping-particle&quot;:&quot;&quot;},{&quot;family&quot;:&quot;Zhou&quot;,&quot;given&quot;:&quot;Min&quot;,&quot;parse-names&quot;:false,&quot;dropping-particle&quot;:&quot;&quot;,&quot;non-dropping-particle&quot;:&quot;&quot;},{&quot;family&quot;:&quot;Zhao&quot;,&quot;given&quot;:&quot;Huaping&quot;,&quot;parse-names&quot;:false,&quot;dropping-particle&quot;:&quot;&quot;,&quot;non-dropping-particle&quot;:&quot;&quot;},{&quot;family&quot;:&quot;Lei&quot;,&quot;given&quot;:&quot;Yong&quot;,&quot;parse-names&quot;:false,&quot;dropping-particle&quot;:&quot;&quot;,&quot;non-dropping-particle&quot;:&quot;&quot;}],&quot;container-title&quot;:&quot;Advanced Functional Materials&quot;,&quot;container-title-short&quot;:&quot;Adv Funct Mater&quot;,&quot;DOI&quot;:&quot;10.1002/adfm.201504537&quot;,&quot;issued&quot;:{&quot;date-parts&quot;:[[2016,3]]},&quot;page&quot;:&quot;1777-1786&quot;,&quot;abstract&quot;:&quot;Organic sodium-ion batteries (SIBs) are one of the most promising alternatives of current commercial inorganic lithium-ion batteries (LIBs) especially in the foreseeable large-scale flexible and wearable electronics. However, only a few reports are involving organic SIBs so far. To achieve fast-charge and fast-discharge performance and the long-term cycling suitable for practical applications, is still challenging. Here, important factors for high performance SIBs especially with high capacity and long-term cyclability under fast-charge and fast-discharge process are investigated. It is found that controlling the solubility through molecular design and determination of the electrochemical window is essential to eliminate dissolution of the electrode material, resulting in improved cyclability. The results show that poly(vinylidenedifluoride) will decompose during the charge/discharge process, indicating the significance of the binder for achieving high cyclability. Beside of these, it is also shown that decent charge transport and ionic diffusion are beneficial to the fast-charge and fast-discharge batteries. For instance, the flake morphology facilitates the ionic diffusion and thereby can lead to a capacitive effect that is favorable to fast charge and fast discharge.&quot;,&quot;publisher&quot;:&quot;Wiley&quot;,&quot;issue&quot;:&quot;11&quot;,&quot;volume&quot;:&quot;26&quot;},&quot;isTemporary&quot;:false}]},{&quot;citationID&quot;:&quot;MENDELEY_CITATION_5b6e94ce-b0ba-4174-891e-ed40cc16c46f&quot;,&quot;properties&quot;:{&quot;noteIndex&quot;:0},&quot;isEdited&quot;:false,&quot;manualOverride&quot;:{&quot;isManuallyOverridden&quot;:false,&quot;citeprocText&quot;:&quot;[22]&quot;,&quot;manualOverrideText&quot;:&quot;&quot;},&quot;citationTag&quot;:&quot;MENDELEY_CITATION_v3_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&quot;,&quot;citationItems&quot;:[{&quot;id&quot;:&quot;88695819-daa2-35c0-9f37-4df04ce4b9f6&quot;,&quot;itemData&quot;:{&quot;type&quot;:&quot;article-journal&quot;,&quot;id&quot;:&quot;88695819-daa2-35c0-9f37-4df04ce4b9f6&quot;,&quot;title&quot;:&quot;Manipulation of Disodium Rhodizonate: Factors for Fast-Charge and Fast-Discharge Sodium-Ion Batteries with Long-Term Cyclability&quot;,&quot;author&quot;:[{&quot;family&quot;:&quot;Wang&quot;,&quot;given&quot;:&quot;Chengliang&quot;,&quot;parse-names&quot;:false,&quot;dropping-particle&quot;:&quot;&quot;,&quot;non-dropping-particle&quot;:&quot;&quot;},{&quot;family&quot;:&quot;Fang&quot;,&quot;given&quot;:&quot;Yaoguo&quot;,&quot;parse-names&quot;:false,&quot;dropping-particle&quot;:&quot;&quot;,&quot;non-dropping-particle&quot;:&quot;&quot;},{&quot;family&quot;:&quot;Xu&quot;,&quot;given&quot;:&quot;Yang&quot;,&quot;parse-names&quot;:false,&quot;dropping-particle&quot;:&quot;&quot;,&quot;non-dropping-particle&quot;:&quot;&quot;},{&quot;family&quot;:&quot;Liang&quot;,&quot;given&quot;:&quot;Liying&quot;,&quot;parse-names&quot;:false,&quot;dropping-particle&quot;:&quot;&quot;,&quot;non-dropping-particle&quot;:&quot;&quot;},{&quot;family&quot;:&quot;Zhou&quot;,&quot;given&quot;:&quot;Min&quot;,&quot;parse-names&quot;:false,&quot;dropping-particle&quot;:&quot;&quot;,&quot;non-dropping-particle&quot;:&quot;&quot;},{&quot;family&quot;:&quot;Zhao&quot;,&quot;given&quot;:&quot;Huaping&quot;,&quot;parse-names&quot;:false,&quot;dropping-particle&quot;:&quot;&quot;,&quot;non-dropping-particle&quot;:&quot;&quot;},{&quot;family&quot;:&quot;Lei&quot;,&quot;given&quot;:&quot;Yong&quot;,&quot;parse-names&quot;:false,&quot;dropping-particle&quot;:&quot;&quot;,&quot;non-dropping-particle&quot;:&quot;&quot;}],&quot;container-title&quot;:&quot;Advanced Functional Materials&quot;,&quot;container-title-short&quot;:&quot;Adv Funct Mater&quot;,&quot;DOI&quot;:&quot;10.1002/adfm.201504537&quot;,&quot;issued&quot;:{&quot;date-parts&quot;:[[2016,3]]},&quot;page&quot;:&quot;1777-1786&quot;,&quot;abstract&quot;:&quot;Organic sodium-ion batteries (SIBs) are one of the most promising alternatives of current commercial inorganic lithium-ion batteries (LIBs) especially in the foreseeable large-scale flexible and wearable electronics. However, only a few reports are involving organic SIBs so far. To achieve fast-charge and fast-discharge performance and the long-term cycling suitable for practical applications, is still challenging. Here, important factors for high performance SIBs especially with high capacity and long-term cyclability under fast-charge and fast-discharge process are investigated. It is found that controlling the solubility through molecular design and determination of the electrochemical window is essential to eliminate dissolution of the electrode material, resulting in improved cyclability. The results show that poly(vinylidenedifluoride) will decompose during the charge/discharge process, indicating the significance of the binder for achieving high cyclability. Beside of these, it is also shown that decent charge transport and ionic diffusion are beneficial to the fast-charge and fast-discharge batteries. For instance, the flake morphology facilitates the ionic diffusion and thereby can lead to a capacitive effect that is favorable to fast charge and fast discharge.&quot;,&quot;publisher&quot;:&quot;Wiley&quot;,&quot;issue&quot;:&quot;11&quot;,&quot;volume&quot;:&quot;26&quot;},&quot;isTemporary&quot;:false}]},{&quot;citationID&quot;:&quot;MENDELEY_CITATION_709c9548-ab29-4a42-b917-5086345dbc10&quot;,&quot;properties&quot;:{&quot;noteIndex&quot;:0},&quot;isEdited&quot;:false,&quot;manualOverride&quot;:{&quot;isManuallyOverridden&quot;:false,&quot;citeprocText&quot;:&quot;[23]&quot;,&quot;manualOverrideText&quot;:&quot;&quot;},&quot;citationTag&quot;:&quot;MENDELEY_CITATION_v3_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&quot;,&quot;citationItems&quot;:[{&quot;id&quot;:&quot;687535ae-6437-3a72-a9f1-f7591e8617c9&quot;,&quot;itemData&quot;:{&quot;type&quot;:&quot;article-journal&quot;,&quot;id&quot;:&quot;687535ae-6437-3a72-a9f1-f7591e8617c9&quot;,&quot;title&quot;:&quot;High-performance sodium-organic battery by realizing four-sodium storage in disodium rhodizonate&quot;,&quot;author&quot;:[{&quot;family&quot;:&quot;Lee&quot;,&quot;given&quot;:&quot;Minah&quot;,&quot;parse-names&quot;:false,&quot;dropping-particle&quot;:&quot;&quot;,&quot;non-dropping-particle&quot;:&quot;&quot;},{&quot;family&quot;:&quot;Hong&quot;,&quot;given&quot;:&quot;Jihyun&quot;,&quot;parse-names&quot;:false,&quot;dropping-particle&quot;:&quot;&quot;,&quot;non-dropping-particle&quot;:&quot;&quot;},{&quot;family&quot;:&quot;Lopez&quot;,&quot;given&quot;:&quot;Jeffrey&quot;,&quot;parse-names&quot;:false,&quot;dropping-particle&quot;:&quot;&quot;,&quot;non-dropping-particle&quot;:&quot;&quot;},{&quot;family&quot;:&quot;Sun&quot;,&quot;given&quot;:&quot;Yongming&quot;,&quot;parse-names&quot;:false,&quot;dropping-particle&quot;:&quot;&quot;,&quot;non-dropping-particle&quot;:&quot;&quot;},{&quot;family&quot;:&quot;Feng&quot;,&quot;given&quot;:&quot;Dawei&quot;,&quot;parse-names&quot;:false,&quot;dropping-particle&quot;:&quot;&quot;,&quot;non-dropping-particle&quot;:&quot;&quot;},{&quot;family&quot;:&quot;Lim&quot;,&quot;given&quot;:&quot;Kipil&quot;,&quot;parse-names&quot;:false,&quot;dropping-particle&quot;:&quot;&quot;,&quot;non-dropping-particle&quot;:&quot;&quot;},{&quot;family&quot;:&quot;Chueh&quot;,&quot;given&quot;:&quot;William C.&quot;,&quot;parse-names&quot;:false,&quot;dropping-particle&quot;:&quot;&quot;,&quot;non-dropping-particle&quot;:&quot;&quot;},{&quot;family&quot;:&quot;Toney&quot;,&quot;given&quot;:&quot;Michael F.&quot;,&quot;parse-names&quot;:false,&quot;dropping-particle&quot;:&quot;&quot;,&quot;non-dropping-particle&quot;:&quot;&quot;},{&quot;family&quot;:&quot;Cui&quot;,&quot;given&quot;:&quot;Yi&quot;,&quot;parse-names&quot;:false,&quot;dropping-particle&quot;:&quot;&quot;,&quot;non-dropping-particle&quot;:&quot;&quot;},{&quot;family&quot;:&quot;Bao&quot;,&quot;given&quot;:&quot;Zhenan&quot;,&quot;parse-names&quot;:false,&quot;dropping-particle&quot;:&quot;&quot;,&quot;non-dropping-particle&quot;:&quot;&quot;}],&quot;container-title&quot;:&quot;Nature Energy&quot;,&quot;container-title-short&quot;:&quot;Nat Energy&quot;,&quot;DOI&quot;:&quot;10.1038/s41560-017-0014-y&quot;,&quot;ISSN&quot;:&quot;20587546&quot;,&quot;issued&quot;:{&quot;date-parts&quot;:[[2017,11,1]]},&quot;page&quot;:&quot;861-868&quot;,&quot;abstract&quot;:&quot;Sodium-ion batteries (SIBs) for grid-scale applications need active materials that combine a high energy density with sustainability. Given the high theoretical specific capacity 501 mAh g-1, and Earth abundance of disodium rhodizonate (Na2C6O6), it is one of the most promising cathodes for SIBs. However, substantially lower reversible capacities have been obtained compared with the theoretical value and the understanding of this discrepancy has been limited. Here, we reveal that irreversible phase transformation of Na2C6O6 during cycling is the origin of the deteriorating redox activity of Na2C6O6. The active-particle size and electrolyte conditions were identified as key factors to decrease the activation barrier of the phase transformation during desodiation. On the basis of this understanding, we achieved four-sodium storage in a Na2C6O6 electrode with a reversible capacity of 484 mAh g-1, an energy density of 726 Wh kg-1cathode, an energy efficiency above 87% and a good cycle retention.&quot;,&quot;publisher&quot;:&quot;Nature Publishing Group&quot;,&quot;issue&quot;:&quot;11&quot;,&quot;volume&quot;:&quot;2&quot;},&quot;isTemporary&quot;:false}]},{&quot;citationID&quot;:&quot;MENDELEY_CITATION_109f093b-3f9a-4a53-b432-15d3f2f7423a&quot;,&quot;properties&quot;:{&quot;noteIndex&quot;:0},&quot;isEdited&quot;:false,&quot;manualOverride&quot;:{&quot;isManuallyOverridden&quot;:false,&quot;citeprocText&quot;:&quot;[24]&quot;,&quot;manualOverrideText&quot;:&quot;&quot;},&quot;citationTag&quot;:&quot;MENDELEY_CITATION_v3_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&quot;,&quot;citationItems&quot;:[{&quot;id&quot;:&quot;86dde4c7-b4c7-308a-b195-3ccc263c100c&quot;,&quot;itemData&quot;:{&quot;type&quot;:&quot;article-journal&quot;,&quot;id&quot;:&quot;86dde4c7-b4c7-308a-b195-3ccc263c100c&quot;,&quot;title&quot;:&quot;Recrystallization synthesis of disodium rhodizonate-conductive polyaniline composite with high cyclic performance as cathode material of sodium-ion battery&quot;,&quot;author&quot;:[{&quot;family&quot;:&quot;Huang&quot;,&quot;given&quot;:&quot;Yue&quot;,&quot;parse-names&quot;:false,&quot;dropping-particle&quot;:&quot;&quot;,&quot;non-dropping-particle&quot;:&quot;&quot;},{&quot;family&quot;:&quot;Jiang&quot;,&quot;given&quot;:&quot;Guodong&quot;,&quot;parse-names&quot;:false,&quot;dropping-particle&quot;:&quot;&quot;,&quot;non-dropping-particle&quot;:&quot;&quot;},{&quot;family&quot;:&quot;Xiong&quot;,&quot;given&quot;:&quot;Jian&quot;,&quot;parse-names&quot;:false,&quot;dropping-particle&quot;:&quot;&quot;,&quot;non-dropping-particle&quot;:&quot;&quot;},{&quot;family&quot;:&quot;Yang&quot;,&quot;given&quot;:&quot;Canxing&quot;,&quot;parse-names&quot;:false,&quot;dropping-particle&quot;:&quot;&quot;,&quot;non-dropping-particle&quot;:&quot;&quot;},{&quot;family&quot;:&quot;Ai&quot;,&quot;given&quot;:&quot;Qing&quot;,&quot;parse-names&quot;:false,&quot;dropping-particle&quot;:&quot;&quot;,&quot;non-dropping-particle&quot;:&quot;&quot;},{&quot;family&quot;:&quot;Wu&quot;,&quot;given&quot;:&quot;Han&quot;,&quot;parse-names&quot;:false,&quot;dropping-particle&quot;:&quot;&quot;,&quot;non-dropping-particle&quot;:&quot;&quot;},{&quot;family&quot;:&quot;Yuan&quot;,&quot;given&quot;:&quot;Songdong&quot;,&quot;parse-names&quot;:false,&quot;dropping-particle&quot;:&quot;&quot;,&quot;non-dropping-particle&quot;:&quot;&quot;}],&quot;container-title&quot;:&quot;Applied Surface Science&quot;,&quot;container-title-short&quot;:&quot;Appl Surf Sci&quot;,&quot;accessed&quot;:{&quot;date-parts&quot;:[[2022,11,26]]},&quot;DOI&quot;:&quot;10.1016/J.APSUSC.2019.143849&quot;,&quot;ISSN&quot;:&quot;0169-4332&quot;,&quot;issued&quot;:{&quot;date-parts&quot;:[[2020,1,1]]},&quot;page&quot;:&quot;143849&quot;,&quot;abstract&quot;:&quot;Disodium rhodizonate (Na2C6O6) as an organic cathode material has broad application prospects in sodium-ion batteries (SIBs) due to its high theoretical specific capacity. However, Na2C6O6 may fall off the current collector in the electrochemical cycle, which causing the capacity to decay rapidly. In this paper, a Disodium rhodizonate-conductive polyaniline (Na2C6O6-PANI) composite was prepared by antisolvent precipitation method. The surface of Na2C6O6 produced by pulverization can still contact the surface of conductive polyaniline (PANI), which prevent the active material from separating from the conductive agent. The high conductivity of conductive polyaniline can reduce the higher impedance that caused by poor contact between the crushed Na2C6O6 and current collector in the electrochemical cycle. At a current density of 500 mA g−1 in the voltage range of 0.5–3.2 V, the discharge specific capacity of Na2C6O6-PANI (9:1) has 174 mAh g−1 after 50 cycles and the capacity retention rate is 63%. This modification method provides a strategy for improving electrode materials based on quinones.&quot;,&quot;publisher&quot;:&quot;North-Holland&quot;,&quot;volume&quot;:&quot;499&quot;},&quot;isTemporary&quot;:false}]},{&quot;citationID&quot;:&quot;MENDELEY_CITATION_9f117f9a-47a1-4cba-bfd2-45deb1687189&quot;,&quot;properties&quot;:{&quot;noteIndex&quot;:0},&quot;isEdited&quot;:false,&quot;manualOverride&quot;:{&quot;isManuallyOverridden&quot;:false,&quot;citeprocText&quot;:&quot;[25]&quot;,&quot;manualOverrideText&quot;:&quot;&quot;},&quot;citationTag&quot;:&quot;MENDELEY_CITATION_v3_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&quot;,&quot;citationItems&quot;:[{&quot;id&quot;:&quot;d433960c-c7c9-3ca7-aaab-efba6076a463&quot;,&quot;itemData&quot;:{&quot;type&quot;:&quot;article-journal&quot;,&quot;id&quot;:&quot;d433960c-c7c9-3ca7-aaab-efba6076a463&quot;,&quot;title&quot;:&quot;Potassium-doped copper oxide nanoparticles synthesized by a solvothermal method as an anode material for high-performance lithium ion secondary battery&quot;,&quot;author&quot;:[{&quot;family&quot;:&quot;Thi&quot;,&quot;given&quot;:&quot;Trang Vu&quot;,&quot;parse-names&quot;:false,&quot;dropping-particle&quot;:&quot;&quot;,&quot;non-dropping-particle&quot;:&quot;&quot;},{&quot;family&quot;:&quot;Rai&quot;,&quot;given&quot;:&quot;Alok Kumar&quot;,&quot;parse-names&quot;:false,&quot;dropping-particle&quot;:&quot;&quot;,&quot;non-dropping-particle&quot;:&quot;&quot;},{&quot;family&quot;:&quot;Gim&quot;,&quot;given&quot;:&quot;Jihyeon&quot;,&quot;parse-names&quot;:false,&quot;dropping-particle&quot;:&quot;&quot;,&quot;non-dropping-particle&quot;:&quot;&quot;},{&quot;family&quot;:&quot;Kim&quot;,&quot;given&quot;:&quot;Jaekook&quot;,&quot;parse-names&quot;:false,&quot;dropping-particle&quot;:&quot;&quot;,&quot;non-dropping-particle&quot;:&quot;&quot;}],&quot;container-title&quot;:&quot;Applied Surface Science&quot;,&quot;accessed&quot;:{&quot;date-parts&quot;:[[2024,7,2]]},&quot;DOI&quot;:&quot;10.1016/J.APSUSC.2014.03.144&quot;,&quot;ISSN&quot;:&quot;0169-4332&quot;,&quot;issued&quot;:{&quot;date-parts&quot;:[[2014,6,30]]},&quot;page&quot;:&quot;617-625&quot;,&quot;abstract&quot;:&quot;A simple and efficient approach was developed to synthesize CuO nanoparticles with improved electrochemical performance. Potassium (K + )-doped CuO nanoparticles were synthesized by a simple and cost-effective solvothermal method followed by annealing at 500 °C for 5 h under air atmosphere. For comparison, an undoped CuO sample was also synthesized under the same conditions. X-ray diffraction analysis demonstrates that the K + ion doping caused no change in the phase structure, and highly crystalline K x Cu 1-x O 1-δ (x = 0.10) powder without any impurity was obtained. As an anode material for a lithium ion battery, the K + -doped CuO nanoparticle electrode exhibited better capacity retention with a reversible capacity of over 354.6 mA h g -1 for up to 30 cycles at 0.1 C, as well as a high charge capacity of 162.3 mA h g -1 at a high current rate of 3.2 C, in comparison to an undoped CuO electrode (275.9 mA h g -1 at 0.1 C and 68.9 mA h g -1 at 3.2 C). The high rate capability and better cycleability of the doped electrode can be attributed to the influence of the K + ion nanostructure on the increased electronic conductivity, diffusion efficiency, and kinetic properties of CuO during the lithiation and delithiation process. © 2014 Elsevier B.V.&quot;,&quot;publisher&quot;:&quot;North-Holland&quot;,&quot;volume&quot;:&quot;305&quot;,&quot;container-title-short&quot;:&quot;Appl Surf Sci&quot;},&quot;isTemporary&quot;:false}]},{&quot;citationID&quot;:&quot;MENDELEY_CITATION_4de82a81-416e-4dbd-b71e-6dabcc98a5af&quot;,&quot;properties&quot;:{&quot;noteIndex&quot;:0},&quot;isEdited&quot;:false,&quot;manualOverride&quot;:{&quot;isManuallyOverridden&quot;:false,&quot;citeprocText&quot;:&quot;[26]&quot;,&quot;manualOverrideText&quot;:&quot;&quot;},&quot;citationTag&quot;:&quot;MENDELEY_CITATION_v3_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&quot;,&quot;citationItems&quot;:[{&quot;id&quot;:&quot;cc974791-e0ca-323b-a9ca-c6b8002ec501&quot;,&quot;itemData&quot;:{&quot;type&quot;:&quot;article-journal&quot;,&quot;id&quot;:&quot;cc974791-e0ca-323b-a9ca-c6b8002ec501&quot;,&quot;title&quot;:&quot; Study on Potassium Doped Modification of Li 1.2 Ni 0.13 Co 0.13 Mn 0.54 O 2 Materials Synthesized by Novel Method for Lithium Ion Battery &quot;,&quot;author&quot;:[{&quot;family&quot;:&quot;Sun&quot;,&quot;given&quot;:&quot;Yanxia&quot;,&quot;parse-names&quot;:false,&quot;dropping-particle&quot;:&quot;&quot;,&quot;non-dropping-particle&quot;:&quot;&quot;},{&quot;family&quot;:&quot;Zhang&quot;,&quot;given&quot;:&quot;Lijuan&quot;,&quot;parse-names&quot;:false,&quot;dropping-particle&quot;:&quot;&quot;,&quot;non-dropping-particle&quot;:&quot;&quot;},{&quot;family&quot;:&quot;Zhou&quot;,&quot;given&quot;:&quot;Yuan&quot;,&quot;parse-names&quot;:false,&quot;dropping-particle&quot;:&quot;&quot;,&quot;non-dropping-particle&quot;:&quot;&quot;},{&quot;family&quot;:&quot;Shen&quot;,&quot;given&quot;:&quot;Yue&quot;,&quot;parse-names&quot;:false,&quot;dropping-particle&quot;:&quot;&quot;,&quot;non-dropping-particle&quot;:&quot;&quot;},{&quot;family&quot;:&quot;Hai&quot;,&quot;given&quot;:&quot;Chunxi&quot;,&quot;parse-names&quot;:false,&quot;dropping-particle&quot;:&quot;&quot;,&quot;non-dropping-particle&quot;:&quot;&quot;},{&quot;family&quot;:&quot;Li&quot;,&quot;given&quot;:&quot;Xiang&quot;,&quot;parse-names&quot;:false,&quot;dropping-particle&quot;:&quot;&quot;,&quot;non-dropping-particle&quot;:&quot;&quot;},{&quot;family&quot;:&quot;Zeng&quot;,&quot;given&quot;:&quot;Jinbo&quot;,&quot;parse-names&quot;:false,&quot;dropping-particle&quot;:&quot;&quot;,&quot;non-dropping-particle&quot;:&quot;&quot;},{&quot;family&quot;:&quot;Ren&quot;,&quot;given&quot;:&quot;Xiufeng&quot;,&quot;parse-names&quot;:false,&quot;dropping-particle&quot;:&quot;&quot;,&quot;non-dropping-particle&quot;:&quot;&quot;},{&quot;family&quot;:&quot;Ma&quot;,&quot;given&quot;:&quot;Luxiang&quot;,&quot;parse-names&quot;:false,&quot;dropping-particle&quot;:&quot;&quot;,&quot;non-dropping-particle&quot;:&quot;&quot;},{&quot;family&quot;:&quot;Zhang&quot;,&quot;given&quot;:&quot;Xinxing&quot;,&quot;parse-names&quot;:false,&quot;dropping-particle&quot;:&quot;&quot;,&quot;non-dropping-particle&quot;:&quot;&quot;},{&quot;family&quot;:&quot;Dong&quot;,&quot;given&quot;:&quot;Shengde&quot;,&quot;parse-names&quot;:false,&quot;dropping-particle&quot;:&quot;&quot;,&quot;non-dropping-particle&quot;:&quot;&quot;},{&quot;family&quot;:&quot;Qi&quot;,&quot;given&quot;:&quot;Guicai&quot;,&quot;parse-names&quot;:false,&quot;dropping-particle&quot;:&quot;&quot;,&quot;non-dropping-particle&quot;:&quot;&quot;}],&quot;container-title&quot;:&quot;Journal of The Electrochemical Society&quot;,&quot;accessed&quot;:{&quot;date-parts&quot;:[[2024,7,2]]},&quot;DOI&quot;:&quot;10.1149/2.1001802JES/XML&quot;,&quot;ISSN&quot;:&quot;0013-4651&quot;,&quot;URL&quot;:&quot;https://iopscience.iop.org/article/10.1149/2.1001802jes&quot;,&quot;issued&quot;:{&quot;date-parts&quot;:[[2018,1,30]]},&quot;page&quot;:&quot;A333-A338&quot;,&quot;abstract&quot;:&quot;© 2018 The Electrochemical Society. Lithium-rich ternary cathode material Li1.2Ni0.13Co0.13Mn0.54O2 and K+–doped Li1.2Ni0.13Co0.13Mn0.54O2 materials have been successfully prepared via co–precipitation method, followed by a high-temperature solid state process. The chemical component, crystal structure and morphology, surface valence states are conducted by ICP, XRD refinement, FESEM and XPS analysis. Electrochemical properties and Li+ diffusion behavior have been extensively studied. The Rietveld refinement results reveal that the c/a ratio increases induced by K+ doping. Electrochemical studies indicate that the reasonable amount of K+–doped material exhibits the better cycling stability and rate performance. The study indicates that K+ doping hinders the lithium ions migration, thus excesses of K+ doping leads to the cycling stability and rate performance degradation.&quot;,&quot;publisher&quot;:&quot;The Electrochemical Society&quot;,&quot;issue&quot;:&quot;2&quot;,&quot;volume&quot;:&quot;165&quot;,&quot;container-title-short&quot;:&quot;J Electrochem Soc&quot;},&quot;isTemporary&quot;:false}]},{&quot;citationID&quot;:&quot;MENDELEY_CITATION_3f5f3eb4-e4a5-44b5-86be-f5279b28802d&quot;,&quot;properties&quot;:{&quot;noteIndex&quot;:0},&quot;isEdited&quot;:false,&quot;manualOverride&quot;:{&quot;isManuallyOverridden&quot;:false,&quot;citeprocText&quot;:&quot;[27]&quot;,&quot;manualOverrideText&quot;:&quot;&quot;},&quot;citationTag&quot;:&quot;MENDELEY_CITATION_v3_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&quot;,&quot;citationItems&quot;:[{&quot;id&quot;:&quot;160d2b47-a6cb-3dbd-9b4b-8b8f16c77d0f&quot;,&quot;itemData&quot;:{&quot;type&quot;:&quot;article-journal&quot;,&quot;id&quot;:&quot;160d2b47-a6cb-3dbd-9b4b-8b8f16c77d0f&quot;,&quot;title&quot;:&quot;Preparation and characterization of Na-doped LiFePO4/C composites as cathode materials for lithium-ion batteries&quot;,&quot;author&quot;:[{&quot;family&quot;:&quot;Yin&quot;,&quot;given&quot;:&quot;Xiongge&quot;,&quot;parse-names&quot;:false,&quot;dropping-particle&quot;:&quot;&quot;,&quot;non-dropping-particle&quot;:&quot;&quot;},{&quot;family&quot;:&quot;Huang&quot;,&quot;given&quot;:&quot;Kelong&quot;,&quot;parse-names&quot;:false,&quot;dropping-particle&quot;:&quot;&quot;,&quot;non-dropping-particle&quot;:&quot;&quot;},{&quot;family&quot;:&quot;Liu&quot;,&quot;given&quot;:&quot;Suqin&quot;,&quot;parse-names&quot;:false,&quot;dropping-particle&quot;:&quot;&quot;,&quot;non-dropping-particle&quot;:&quot;&quot;},{&quot;family&quot;:&quot;Wang&quot;,&quot;given&quot;:&quot;Haiyan&quot;,&quot;parse-names&quot;:false,&quot;dropping-particle&quot;:&quot;&quot;,&quot;non-dropping-particle&quot;:&quot;&quot;},{&quot;family&quot;:&quot;Wang&quot;,&quot;given&quot;:&quot;Hao&quot;,&quot;parse-names&quot;:false,&quot;dropping-particle&quot;:&quot;&quot;,&quot;non-dropping-particle&quot;:&quot;&quot;}],&quot;container-title&quot;:&quot;Journal of Power Sources&quot;,&quot;DOI&quot;:&quot;10.1016/j.jpowsour.2010.01.019&quot;,&quot;ISSN&quot;:&quot;03787753&quot;,&quot;issued&quot;:{&quot;date-parts&quot;:[[2010,7,1]]},&quot;page&quot;:&quot;4308-4312&quot;,&quot;abstract&quot;:&quot;To improve the performance of LiFePO4, single phase Li1-xNaxFePO4/C (x = 0, 0.01, 0.03, 0.05) samples are synthesized by in situ polymerization restriction-carbonthermal reduction method. The effects of Na doping are studied by X-ray diffraction (XRD), scanning electron microscopy (SEM), transmission electron microscope (TEM), cyclic voltammetry (CV) and electrochemical impedance spectroscopy (EIS). The results indicate that doped Na ion does not destroy the lattice structure of LiFePO4, while enlarges the lattice volume. Electrochemical test results show that the Li0.97Na0.03FePO4/C sample exhibits the best electrochemical performance with initial special discharge capacity of 158 mAh g-1 at 0.1 C. EIS results demonstrate that the charge transfer resistance of the sample decreases greatly by doping an appropriate amount of Na. © 2010 Elsevier B.V. All rights reserved.&quot;,&quot;issue&quot;:&quot;13&quot;,&quot;volume&quot;:&quot;195&quot;,&quot;container-title-short&quot;:&quot;J Power Sources&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4AF1B21A-2763-CC46-9372-0F0982A3EDFC}">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TotalTime>
  <Pages>15</Pages>
  <Words>4711</Words>
  <Characters>26854</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Immanuel Nathanael Lumban Gaol</cp:lastModifiedBy>
  <cp:revision>4</cp:revision>
  <cp:lastPrinted>2024-06-29T18:19:00Z</cp:lastPrinted>
  <dcterms:created xsi:type="dcterms:W3CDTF">2025-01-03T12:12:00Z</dcterms:created>
  <dcterms:modified xsi:type="dcterms:W3CDTF">2025-10-15T14:29:00Z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_documentId">
    <vt:lpwstr>documentId_9362</vt:lpwstr>
  </property>
  <property fmtid="{D5CDD505-2E9C-101B-9397-08002B2CF9AE}" pid="4" name="grammarly_documentContext">
    <vt:lpwstr>{"goals":[],"domain":"general","emotions":[],"dialect":"american"}</vt:lpwstr>
  </property>
  <property fmtid="{D5CDD505-2E9C-101B-9397-08002B2CF9AE}" pid="5" name="GrammarlyDocumentId">
    <vt:lpwstr>9c3d5921ec2ff90f61c1f1f685276845845a3a56f8c6aeb4856c6f9435a2bd80</vt:lpwstr>
  </property>
</Properties>
</file>