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4965A0" w14:textId="2E85F91B" w:rsidR="00C8391F" w:rsidRPr="00F54E4E" w:rsidRDefault="00F54E4E" w:rsidP="002C3F00">
      <w:pPr>
        <w:pStyle w:val="PaperTitle"/>
      </w:pPr>
      <w:r w:rsidRPr="00F54E4E">
        <w:t xml:space="preserve">Comparative Evaluation </w:t>
      </w:r>
      <w:r w:rsidR="003416C3">
        <w:t>o</w:t>
      </w:r>
      <w:r w:rsidRPr="00F54E4E">
        <w:t xml:space="preserve">f Anti-Inflammatory Activity </w:t>
      </w:r>
      <w:r w:rsidR="00FC6A27">
        <w:t>o</w:t>
      </w:r>
      <w:r w:rsidRPr="00F54E4E">
        <w:t xml:space="preserve">f Nanocomposites Derived </w:t>
      </w:r>
      <w:r w:rsidR="00FC6A27">
        <w:t>f</w:t>
      </w:r>
      <w:r w:rsidRPr="00F54E4E">
        <w:t xml:space="preserve">rom Nano-Hydroxyapatite (Ha), Chitosan </w:t>
      </w:r>
      <w:r w:rsidR="00FC6A27">
        <w:t>a</w:t>
      </w:r>
      <w:r w:rsidRPr="00F54E4E">
        <w:t>nd Vitamin K2</w:t>
      </w:r>
    </w:p>
    <w:p w14:paraId="607B12EA" w14:textId="5E15C6F5" w:rsidR="00C8391F" w:rsidRPr="009A4B45" w:rsidRDefault="00F54E4E" w:rsidP="009A4B45">
      <w:pPr>
        <w:pStyle w:val="AuthorName"/>
        <w:rPr>
          <w:rFonts w:ascii="Cambria" w:hAnsi="Cambria"/>
          <w:color w:val="000000"/>
          <w:szCs w:val="28"/>
          <w:vertAlign w:val="superscript"/>
          <w:lang w:val="en-IN" w:eastAsia="en-IN"/>
        </w:rPr>
      </w:pPr>
      <w:r>
        <w:t>Meghna Budati</w:t>
      </w:r>
      <w:r w:rsidR="009A4B45">
        <w:rPr>
          <w:vertAlign w:val="superscript"/>
        </w:rPr>
        <w:t>1</w:t>
      </w:r>
      <w:r w:rsidR="009A4B45">
        <w:t xml:space="preserve"> ,</w:t>
      </w:r>
      <w:r w:rsidR="009A4B45" w:rsidRPr="009A4B45">
        <w:rPr>
          <w:rFonts w:ascii="Cambria" w:hAnsi="Cambria"/>
          <w:color w:val="000000"/>
          <w:szCs w:val="28"/>
        </w:rPr>
        <w:t xml:space="preserve"> </w:t>
      </w:r>
      <w:r w:rsidR="009A4B45" w:rsidRPr="009A4B45">
        <w:rPr>
          <w:rFonts w:ascii="Cambria" w:hAnsi="Cambria"/>
          <w:color w:val="000000"/>
          <w:szCs w:val="28"/>
          <w:lang w:val="en-IN" w:eastAsia="en-IN"/>
        </w:rPr>
        <w:t>H.Shaik</w:t>
      </w:r>
      <w:r w:rsidR="009A4B45">
        <w:rPr>
          <w:rFonts w:ascii="Cambria" w:hAnsi="Cambria"/>
          <w:color w:val="000000"/>
          <w:szCs w:val="28"/>
          <w:vertAlign w:val="superscript"/>
          <w:lang w:val="en-IN" w:eastAsia="en-IN"/>
        </w:rPr>
        <w:t>1,a)</w:t>
      </w:r>
    </w:p>
    <w:p w14:paraId="6C9186FA" w14:textId="1FBC4F37" w:rsidR="00C8391F" w:rsidRDefault="009A4B45" w:rsidP="002C3F00">
      <w:pPr>
        <w:pStyle w:val="AuthorAffiliation"/>
        <w:rPr>
          <w:b/>
        </w:rPr>
      </w:pPr>
      <w:r>
        <w:rPr>
          <w:vertAlign w:val="superscript"/>
        </w:rPr>
        <w:t>1</w:t>
      </w:r>
      <w:r w:rsidR="00F54E4E">
        <w:t xml:space="preserve">Meghna Medical Services, Chandigarh, India. </w:t>
      </w:r>
    </w:p>
    <w:p w14:paraId="20C499CC" w14:textId="56B49381" w:rsidR="00C8391F" w:rsidRPr="009A4B45" w:rsidRDefault="002C3F00" w:rsidP="009A4B45">
      <w:pPr>
        <w:pStyle w:val="AuthorEmail"/>
        <w:rPr>
          <w:lang w:val="en-IN" w:eastAsia="en-IN"/>
        </w:rPr>
      </w:pPr>
      <w:r w:rsidRPr="002C3F00">
        <w:rPr>
          <w:b/>
          <w:bCs/>
        </w:rPr>
        <w:t>Corresponding Author:</w:t>
      </w:r>
      <w:r w:rsidR="003416C3">
        <w:rPr>
          <w:b/>
          <w:bCs/>
        </w:rPr>
        <w:t xml:space="preserve"> </w:t>
      </w:r>
      <w:r w:rsidR="009A4B45">
        <w:rPr>
          <w:vertAlign w:val="superscript"/>
        </w:rPr>
        <w:t>a)</w:t>
      </w:r>
      <w:hyperlink r:id="rId5" w:history="1">
        <w:r w:rsidR="009A4B45" w:rsidRPr="00FD1F83">
          <w:rPr>
            <w:rStyle w:val="Hyperlink"/>
            <w:rFonts w:ascii="Cambria" w:hAnsi="Cambria"/>
            <w:sz w:val="26"/>
            <w:szCs w:val="26"/>
            <w:lang w:val="en-IN" w:eastAsia="en-IN"/>
          </w:rPr>
          <w:t>hafsah.shaik987@gmail.com</w:t>
        </w:r>
      </w:hyperlink>
      <w:r w:rsidR="009A4B45">
        <w:rPr>
          <w:lang w:val="en-IN" w:eastAsia="en-IN"/>
        </w:rPr>
        <w:t xml:space="preserve"> </w:t>
      </w:r>
    </w:p>
    <w:p w14:paraId="432A65AD" w14:textId="5117FF0E" w:rsidR="002C3F00" w:rsidRDefault="00F54E4E" w:rsidP="002C3F00">
      <w:pPr>
        <w:pStyle w:val="Abstract"/>
      </w:pPr>
      <w:r w:rsidRPr="002C3F00">
        <w:rPr>
          <w:b/>
          <w:bCs/>
        </w:rPr>
        <w:t>Abstract</w:t>
      </w:r>
      <w:r w:rsidR="002C3F00" w:rsidRPr="002C3F00">
        <w:rPr>
          <w:b/>
          <w:bCs/>
        </w:rPr>
        <w:t>:</w:t>
      </w:r>
      <w:r w:rsidR="003416C3">
        <w:rPr>
          <w:b/>
          <w:bCs/>
        </w:rPr>
        <w:t xml:space="preserve"> </w:t>
      </w:r>
      <w:r>
        <w:t>Inflammation, orchestrated by the immune system, is a response to various stimuli in vascularized tissue. Nanotechnology has gained prominence in biomedicine, offering the potential to target and modulate inflammatory processes using nanoparticles. Nano-hydroxyapatite (nHAP), chitosan, and Vit K2 Possess unique properties that could make them effective anti-inflammatory agents when combined into a nanocomposite.We prepared a novel nanocomposite by combining nHAP, chitosan, and Vit K2and evaluated its anti-inflammatory activity. The nanocomposite was synthesized through a stepwise process, and its components were characterized. To assess anti-inflammatory activity, a Bovine Serum Albumin (BSA) assay was conducted, with various concentrations of the nanocomposite tested alongside individual components and controls. The results revealed concentration-dependent effects. Vit K2displayed moderate inhibitory activity at lower concentrations but decreased at higher concentrations. nHAP exhibited increased inhibitory activity up to a certain concentration, followed by a slight decline. The nanocomposite demonstrated enhanced anti-inflammatory activity compared to individual components, particularly at concentrations of 30 µL and 50 µL. A synergistic effect between chitosan, nHAP, and Vit K2 was evident in the nanocomposite's superior anti-inflammatory efficacy.The synthesized nanocomposite (K2+Chito+nHAP) exhibited potent anti-inflammatory properties, potentially attributed to a synergistic interaction among its components. This nanocomposite holds promise for diverse biomedical applications, including targeted drug delivery and tissue regeneration. Further investigations into the molecular mechanisms and in vivo applications are warranted to fully realize the clinical potential of this innovative nanocomposite.</w:t>
      </w:r>
    </w:p>
    <w:p w14:paraId="6D65456C" w14:textId="4C8B699A" w:rsidR="00C8391F" w:rsidRDefault="00F54E4E" w:rsidP="002C3F00">
      <w:pPr>
        <w:pStyle w:val="Abstract"/>
        <w:rPr>
          <w:b/>
        </w:rPr>
      </w:pPr>
      <w:r w:rsidRPr="002C3F00">
        <w:rPr>
          <w:b/>
          <w:bCs/>
        </w:rPr>
        <w:t>Keywords:</w:t>
      </w:r>
      <w:r>
        <w:t xml:space="preserve"> inflammation, nanocomposite, nano-hydroxyapatite, chitosan, vitamin K2, anti-inflammatory activity, targeted drug delivery, tissue regeneration,Dental, Health</w:t>
      </w:r>
    </w:p>
    <w:p w14:paraId="61252A1B" w14:textId="77777777" w:rsidR="00C8391F" w:rsidRDefault="00F54E4E" w:rsidP="002C3F00">
      <w:pPr>
        <w:pStyle w:val="Heading1"/>
      </w:pPr>
      <w:r>
        <w:t xml:space="preserve">Introduction </w:t>
      </w:r>
    </w:p>
    <w:p w14:paraId="23E1E8F2" w14:textId="72095830" w:rsidR="00C8391F" w:rsidRDefault="00F54E4E" w:rsidP="002C3F00">
      <w:pPr>
        <w:pStyle w:val="Paragraph"/>
      </w:pPr>
      <w:r>
        <w:t xml:space="preserve">Inflammation represents the immune system's response to stimuli of physical, chemical, or biological origin. This reaction is self-regulating and typically resolves promptly through counteractive mechanisms involving anti-inflammatory cytokines and lipid mediators that curb proinflammatory signaling </w:t>
      </w:r>
      <w:hyperlink r:id="rId6">
        <w:r>
          <w:rPr>
            <w:color w:val="000000"/>
          </w:rPr>
          <w:t>(Chen et al., 2018)</w:t>
        </w:r>
      </w:hyperlink>
      <w:r>
        <w:t xml:space="preserve">. In recent years, nanotechnology has emerged as a pioneer field in biomedicine. </w:t>
      </w:r>
      <w:hyperlink r:id="rId7">
        <w:r>
          <w:rPr>
            <w:color w:val="000000"/>
          </w:rPr>
          <w:t>(Ajay et al., 2023; Chokkattu et al., 2023; Padarthi et al., 2023)</w:t>
        </w:r>
      </w:hyperlink>
      <w:r>
        <w:t xml:space="preserve"> Nanoparticles, due to their unique properties, offer potential as anti-inflammatory agents by targeting and modulating inflammatory processes at the molecular level, opening avenues for innovative therapeutic strategies in targeted drug delivery, tissue engineering, and disease management </w:t>
      </w:r>
      <w:hyperlink r:id="rId8">
        <w:r>
          <w:rPr>
            <w:color w:val="000000"/>
          </w:rPr>
          <w:t xml:space="preserve">(Afzal et al., 2022; </w:t>
        </w:r>
      </w:hyperlink>
      <w:hyperlink r:id="rId9">
        <w:r>
          <w:rPr>
            <w:i/>
            <w:color w:val="000000"/>
          </w:rPr>
          <w:t>[No Title]</w:t>
        </w:r>
      </w:hyperlink>
      <w:hyperlink r:id="rId10">
        <w:r>
          <w:rPr>
            <w:color w:val="000000"/>
          </w:rPr>
          <w:t>, n.d.)</w:t>
        </w:r>
      </w:hyperlink>
      <w:r>
        <w:t xml:space="preserve">. Promoting the advancement of nanocomposites featuring anti-inflammatory characteristics holds promise for augmenting their functional attributes and efficacy, particularly within tissues vulnerable to infections </w:t>
      </w:r>
      <w:hyperlink r:id="rId11">
        <w:r>
          <w:rPr>
            <w:color w:val="000000"/>
          </w:rPr>
          <w:t>(Khan et al., 2021)</w:t>
        </w:r>
      </w:hyperlink>
      <w:r>
        <w:t>.Hydroxyapatite (HA), HA (Ca</w:t>
      </w:r>
      <w:r>
        <w:rPr>
          <w:vertAlign w:val="subscript"/>
        </w:rPr>
        <w:t>10</w:t>
      </w:r>
      <w:r>
        <w:t>(OH)</w:t>
      </w:r>
      <w:r>
        <w:rPr>
          <w:vertAlign w:val="subscript"/>
        </w:rPr>
        <w:t>2</w:t>
      </w:r>
      <w:r>
        <w:t>(PO</w:t>
      </w:r>
      <w:r>
        <w:rPr>
          <w:vertAlign w:val="subscript"/>
        </w:rPr>
        <w:t>4</w:t>
      </w:r>
      <w:r>
        <w:t>)</w:t>
      </w:r>
      <w:r>
        <w:rPr>
          <w:vertAlign w:val="subscript"/>
        </w:rPr>
        <w:t>6</w:t>
      </w:r>
      <w:r>
        <w:t xml:space="preserve">) exhibits chemical and structural resemblance to the inorganic constituent of the bone matrix, abundantly present in the structural framework of human bones and dental hard tissues </w:t>
      </w:r>
      <w:hyperlink r:id="rId12">
        <w:r>
          <w:rPr>
            <w:color w:val="000000"/>
          </w:rPr>
          <w:t>(Feng, 2009; Ramesh et al., 2008)</w:t>
        </w:r>
      </w:hyperlink>
      <w:r>
        <w:t xml:space="preserve">, making it an exceptional candidate for applications in orthopedic and dental implantology. When synthesized at the nanoscale as nano-hydroxyapatite (nHAP), they exhibit heightened bioactivity and biocompatibility, making it an enticing choice for devising innovative bone tissue regenerative </w:t>
      </w:r>
      <w:r>
        <w:lastRenderedPageBreak/>
        <w:t>strategies and highly proficient drug delivery systems in the realm of orthopedic and dental implant surgeries.</w:t>
      </w:r>
      <w:hyperlink r:id="rId13">
        <w:r>
          <w:rPr>
            <w:color w:val="000000"/>
          </w:rPr>
          <w:t>(Dharman et al., 2023; S. Sindhu et al., 2023; Sreenivasagan et al., 2023)</w:t>
        </w:r>
      </w:hyperlink>
      <w:r>
        <w:t xml:space="preserve">Chitosan, derived from chitin, is a biocompatible, biodegradable polysaccharide possessing antimicrobial qualities and remarkable film-forming characteristics. Its unique biological characteristics make it an ideal matrix for encapsulating therapeutic agents and facilitating targeted drug release. </w:t>
      </w:r>
      <w:hyperlink r:id="rId14">
        <w:r>
          <w:rPr>
            <w:color w:val="000000"/>
          </w:rPr>
          <w:t>(Ramakrishnan et al., 2023; Shenoy &amp; Maiti, 2023; J. S. Sindhu et al., 2023)</w:t>
        </w:r>
      </w:hyperlink>
      <w:r>
        <w:t xml:space="preserve"> Chitosan exhibits certain immunological functions, encompassing the suppression of pro-inflammatory cytokines, facilitation of tissue granulation through fibroblast mobilization [5], and synthesis of type III collagen [6]. Collectively, these findings imply the potential utilization of chitosan as a multifaceted agent, displaying antimicrobial, anti-inflammatory, and wound-healing acceleration attributes.</w:t>
      </w:r>
      <w:hyperlink r:id="rId15">
        <w:r>
          <w:rPr>
            <w:color w:val="000000"/>
          </w:rPr>
          <w:t>(Kasabwala et al., 2021; Rajeshkumar &amp; Lakshmi, 2021; Varghese et al., 2023)</w:t>
        </w:r>
      </w:hyperlink>
      <w:r>
        <w:t xml:space="preserve"> Nevertheless, despite its acquisition of a polycationic charge within a mildly acidic milieu, such as the epidermal environment, chitosan exhibits limited solubility in physiological solvents, thus constraining its clinical application to the present time [7].Vitamin K2 (Vit K2) plays a vital role in the regulation of calcium metabolism and bone health. Beyond its traditional role in coagulation, emerging research has highlighted its anti-inflammatory and immunomodulatory potential, making it a valuable component in the development of nanocomposite biomaterials with enhanced therapeutic capabilities, </w:t>
      </w:r>
      <w:r>
        <w:rPr>
          <w:color w:val="2E2E2E"/>
          <w:shd w:val="clear" w:color="auto" w:fill="F5F5F5"/>
        </w:rPr>
        <w:t>Vitamin K2 exerts an impact on the expression of proinflammatory cytokines in the context of inflammation</w:t>
      </w:r>
      <w:r>
        <w:t xml:space="preserve"> </w:t>
      </w:r>
      <w:hyperlink r:id="rId16">
        <w:r>
          <w:rPr>
            <w:color w:val="000000"/>
          </w:rPr>
          <w:t>(Li et al., 2018)</w:t>
        </w:r>
      </w:hyperlink>
      <w:r>
        <w:t>. However, the combined synergistic effect of these compounds in combating inflammation remains to be elucidated. Therefore, the aim  of the current study was to formulate a novel nanocomposite material by combining nHAP, chitosan, and Vit K2and evaluate its anti-inflammatory activity. This will enable us to further investigate the potential of the material as a therapeutic agent for inflammatory disorders and tissue regeneration.</w:t>
      </w:r>
    </w:p>
    <w:p w14:paraId="2CB2605C" w14:textId="77777777" w:rsidR="00C8391F" w:rsidRDefault="00F54E4E" w:rsidP="002C3F00">
      <w:pPr>
        <w:pStyle w:val="Heading1"/>
      </w:pPr>
      <w:r>
        <w:t>Materials and methods</w:t>
      </w:r>
    </w:p>
    <w:p w14:paraId="52277819" w14:textId="77777777" w:rsidR="00C8391F" w:rsidRDefault="00F54E4E" w:rsidP="002C3F00">
      <w:pPr>
        <w:pStyle w:val="Paragraph"/>
        <w:rPr>
          <w:b/>
        </w:rPr>
      </w:pPr>
      <w:r>
        <w:t>The experimental design encompassed the preparation of distinct solutions, each containing specific combinations of Vit K2, chitosan, and nHAP. The preparation of each test solutions were given as follows;</w:t>
      </w:r>
    </w:p>
    <w:p w14:paraId="4F372648" w14:textId="5825F1B5" w:rsidR="00C8391F" w:rsidRDefault="00F54E4E" w:rsidP="002C3F00">
      <w:pPr>
        <w:pStyle w:val="Heading2"/>
      </w:pPr>
      <w:r>
        <w:t>Preparation of Test Compounds</w:t>
      </w:r>
    </w:p>
    <w:p w14:paraId="075ABCFA" w14:textId="17B47537" w:rsidR="00C8391F" w:rsidRDefault="00F54E4E" w:rsidP="002C3F00">
      <w:pPr>
        <w:pStyle w:val="Paragraph"/>
        <w:rPr>
          <w:b/>
        </w:rPr>
      </w:pPr>
      <w:r>
        <w:t>Preparation of Vit K2 solution: 150 mg of Vit K2 was dispersed in 15 mL of distilled water, followed by mixing to achieve complete dissolution of Vit K2 in the water.Preparation of Vit K2+ Chitosan Solution: 5 mL of the prepared Vit K2 solution was combined with 5 mL of chitosan solution, and were mixed well to obtain a homogeneous mixture of Vit K2 and chitosan.Preparation of nHAP + Chitosan Solution: 0.5 g of nHAP was added to 5 mL of chitosan solution, and the solution was thoroughly mixed to ensure the uniform dispersion of nHAP in the chitosan matrix.Preparation of nHAP + Chito + Vit K2 Solution: The Vit K2+ Chitosan solution (5 mL) was combined with the nHAP + Chitosan solution, and the solutions were mixed well to create the final nHAP+Chito+K2 nanocomposite.</w:t>
      </w:r>
    </w:p>
    <w:p w14:paraId="3F1072C6" w14:textId="5F99AED9" w:rsidR="00C8391F" w:rsidRDefault="00F54E4E" w:rsidP="002C3F00">
      <w:pPr>
        <w:pStyle w:val="Heading2"/>
      </w:pPr>
      <w:r>
        <w:t>Anti-inflammatory Activity and Spectrophotometric Measurement</w:t>
      </w:r>
    </w:p>
    <w:p w14:paraId="750FF95B" w14:textId="77777777" w:rsidR="00C8391F" w:rsidRDefault="00F54E4E" w:rsidP="002C3F00">
      <w:pPr>
        <w:pStyle w:val="Paragraph"/>
        <w:rPr>
          <w:b/>
        </w:rPr>
      </w:pPr>
      <w:r>
        <w:t>0.45 mL of Bovine Serum Albumin was mixed with 0.05 mL of the prepared test solutions, Vit K2+ Chitosan, nHAP + Chitosan, and nHAP + Chito + Vit K2 at different concentrations (10, 20, 30, 40 and 50 µg/mL). The pH of the mixtures was adjusted to 6.3 to ensure uniformity. After cooling the samples in the test tube to room temperature, they were incubated in a water bath set at 55°C for 30 minutes to induce protein denaturation.</w:t>
      </w:r>
      <w:r>
        <w:rPr>
          <w:b/>
        </w:rPr>
        <w:t xml:space="preserve"> </w:t>
      </w:r>
      <w:r>
        <w:t>After incubation, the absorbance of each sample was measured at 660 nm using a spectrophotometer. The percentage of protein denaturation (% inhibition) was calculated to assess the anti-inflammatory activity of the prepared solutions.</w:t>
      </w:r>
    </w:p>
    <w:p w14:paraId="00DE19B0" w14:textId="77777777" w:rsidR="00C8391F" w:rsidRDefault="00F54E4E" w:rsidP="002C3F00">
      <w:pPr>
        <w:pStyle w:val="Equation"/>
      </w:pPr>
      <w:r>
        <w:t>% inhibition = Absorbance of control- Absorbance of sample×100</w:t>
      </w:r>
    </w:p>
    <w:p w14:paraId="638C31B4" w14:textId="77777777" w:rsidR="00C8391F" w:rsidRDefault="00F54E4E" w:rsidP="002C3F00">
      <w:pPr>
        <w:pStyle w:val="Equation"/>
      </w:pPr>
      <w:r>
        <w:t>Absorbance of control</w:t>
      </w:r>
    </w:p>
    <w:p w14:paraId="1BE7E002" w14:textId="77777777" w:rsidR="00C8391F" w:rsidRDefault="00F54E4E" w:rsidP="002C3F00">
      <w:pPr>
        <w:pStyle w:val="Paragraph"/>
      </w:pPr>
      <w:r>
        <w:t>The percentage of protein denaturation (% inhibition) was calculated using a well-established formula. To ensure the reliability of the findings, both positive and negative controls were integrated into the experimental setup. The positive control employed diclofenac sodium, a known anti-inflammatory agent, while the negative control utilized dimethyl sulfoxide (DMSO).</w:t>
      </w:r>
    </w:p>
    <w:p w14:paraId="29897B07" w14:textId="77777777" w:rsidR="00C8391F" w:rsidRDefault="00F54E4E" w:rsidP="002C3F00">
      <w:pPr>
        <w:pStyle w:val="Heading1"/>
      </w:pPr>
      <w:r>
        <w:lastRenderedPageBreak/>
        <w:t xml:space="preserve">Results </w:t>
      </w:r>
    </w:p>
    <w:p w14:paraId="1A418E44" w14:textId="77777777" w:rsidR="00C8391F" w:rsidRDefault="00F54E4E" w:rsidP="002C3F00">
      <w:pPr>
        <w:pStyle w:val="Paragraph"/>
      </w:pPr>
      <w:r>
        <w:t>The values obtained from the assay represent the degree of inhibition of Bovine Serum Albumin binding to the inflammatory markers. The results illustrated in figure 1 showed that both Vit K2 and nHAP exhibited a concentration-dependent effect on the BSA assay. At lower concentrations of 10 µL and 20µL, VIT K2 showed moderate inhibitory activity with values of 0.588 and 0.116, respectively. However, at higher concentrations (30 µL, 40 µL, and 50 µL), the inhibitory effect decreased, with values of 0.136, 0.152, and 0.123, respectively. For nHAP, the inhibitory activity increased with increasing concentrations, reaching a maximum value of 0.631 at a concentration of 30 µL, and then decreased slightly at 40 µL and 50 µL.</w:t>
      </w:r>
    </w:p>
    <w:p w14:paraId="5FFB8E8F" w14:textId="77777777" w:rsidR="00C8391F" w:rsidRDefault="00F54E4E">
      <w:pPr>
        <w:spacing w:before="240" w:after="240" w:line="360" w:lineRule="auto"/>
        <w:jc w:val="both"/>
      </w:pPr>
      <w:r>
        <w:t xml:space="preserve"> </w:t>
      </w:r>
      <w:r>
        <w:rPr>
          <w:noProof/>
        </w:rPr>
        <mc:AlternateContent>
          <mc:Choice Requires="wpg">
            <w:drawing>
              <wp:inline distT="114300" distB="114300" distL="114300" distR="114300" wp14:anchorId="3F6C6ABD" wp14:editId="3D47ACC7">
                <wp:extent cx="5419709" cy="3460480"/>
                <wp:effectExtent l="0" t="0" r="0" b="0"/>
                <wp:docPr id="1" name="Group 1"/>
                <wp:cNvGraphicFramePr/>
                <a:graphic xmlns:a="http://schemas.openxmlformats.org/drawingml/2006/main">
                  <a:graphicData uri="http://schemas.microsoft.com/office/word/2010/wordprocessingGroup">
                    <wpg:wgp>
                      <wpg:cNvGrpSpPr/>
                      <wpg:grpSpPr>
                        <a:xfrm>
                          <a:off x="0" y="0"/>
                          <a:ext cx="5419709" cy="3460480"/>
                          <a:chOff x="2636125" y="2049750"/>
                          <a:chExt cx="5419750" cy="3460500"/>
                        </a:xfrm>
                      </wpg:grpSpPr>
                      <wpg:grpSp>
                        <wpg:cNvPr id="2" name="Group 2"/>
                        <wpg:cNvGrpSpPr/>
                        <wpg:grpSpPr>
                          <a:xfrm>
                            <a:off x="2636146" y="2049760"/>
                            <a:ext cx="5419709" cy="3460480"/>
                            <a:chOff x="152400" y="284950"/>
                            <a:chExt cx="8187401" cy="5218523"/>
                          </a:xfrm>
                        </wpg:grpSpPr>
                        <wps:wsp>
                          <wps:cNvPr id="3" name="Rectangle 3"/>
                          <wps:cNvSpPr/>
                          <wps:spPr>
                            <a:xfrm>
                              <a:off x="152400" y="284950"/>
                              <a:ext cx="8187400" cy="5218500"/>
                            </a:xfrm>
                            <a:prstGeom prst="rect">
                              <a:avLst/>
                            </a:prstGeom>
                            <a:noFill/>
                            <a:ln>
                              <a:noFill/>
                            </a:ln>
                          </wps:spPr>
                          <wps:txbx>
                            <w:txbxContent>
                              <w:p w14:paraId="108C6F71" w14:textId="77777777" w:rsidR="00C8391F" w:rsidRDefault="00C8391F" w:rsidP="002C3F00">
                                <w:pPr>
                                  <w:pStyle w:val="Figure"/>
                                </w:pPr>
                              </w:p>
                            </w:txbxContent>
                          </wps:txbx>
                          <wps:bodyPr spcFirstLastPara="1" wrap="square" lIns="91425" tIns="91425" rIns="91425" bIns="91425" anchor="ctr" anchorCtr="0">
                            <a:noAutofit/>
                          </wps:bodyPr>
                        </wps:wsp>
                        <pic:pic xmlns:pic="http://schemas.openxmlformats.org/drawingml/2006/picture">
                          <pic:nvPicPr>
                            <pic:cNvPr id="4" name="Shape 4"/>
                            <pic:cNvPicPr preferRelativeResize="0"/>
                          </pic:nvPicPr>
                          <pic:blipFill rotWithShape="1">
                            <a:blip r:embed="rId17">
                              <a:alphaModFix/>
                            </a:blip>
                            <a:srcRect r="13140" b="5660"/>
                            <a:stretch/>
                          </pic:blipFill>
                          <pic:spPr>
                            <a:xfrm>
                              <a:off x="152400" y="284950"/>
                              <a:ext cx="4093700" cy="2517350"/>
                            </a:xfrm>
                            <a:prstGeom prst="rect">
                              <a:avLst/>
                            </a:prstGeom>
                            <a:noFill/>
                            <a:ln>
                              <a:noFill/>
                            </a:ln>
                          </pic:spPr>
                        </pic:pic>
                        <pic:pic xmlns:pic="http://schemas.openxmlformats.org/drawingml/2006/picture">
                          <pic:nvPicPr>
                            <pic:cNvPr id="5" name="Shape 5"/>
                            <pic:cNvPicPr preferRelativeResize="0"/>
                          </pic:nvPicPr>
                          <pic:blipFill rotWithShape="1">
                            <a:blip r:embed="rId18">
                              <a:alphaModFix/>
                            </a:blip>
                            <a:srcRect r="12479"/>
                            <a:stretch/>
                          </pic:blipFill>
                          <pic:spPr>
                            <a:xfrm>
                              <a:off x="4246100" y="284950"/>
                              <a:ext cx="4093701" cy="2517350"/>
                            </a:xfrm>
                            <a:prstGeom prst="rect">
                              <a:avLst/>
                            </a:prstGeom>
                            <a:noFill/>
                            <a:ln>
                              <a:noFill/>
                            </a:ln>
                          </pic:spPr>
                        </pic:pic>
                        <pic:pic xmlns:pic="http://schemas.openxmlformats.org/drawingml/2006/picture">
                          <pic:nvPicPr>
                            <pic:cNvPr id="6" name="Shape 6"/>
                            <pic:cNvPicPr preferRelativeResize="0"/>
                          </pic:nvPicPr>
                          <pic:blipFill rotWithShape="1">
                            <a:blip r:embed="rId19">
                              <a:alphaModFix/>
                            </a:blip>
                            <a:srcRect r="7270"/>
                            <a:stretch/>
                          </pic:blipFill>
                          <pic:spPr>
                            <a:xfrm>
                              <a:off x="152400" y="2802300"/>
                              <a:ext cx="4093700" cy="2517350"/>
                            </a:xfrm>
                            <a:prstGeom prst="rect">
                              <a:avLst/>
                            </a:prstGeom>
                            <a:noFill/>
                            <a:ln>
                              <a:noFill/>
                            </a:ln>
                          </pic:spPr>
                        </pic:pic>
                        <pic:pic xmlns:pic="http://schemas.openxmlformats.org/drawingml/2006/picture">
                          <pic:nvPicPr>
                            <pic:cNvPr id="7" name="Shape 7"/>
                            <pic:cNvPicPr preferRelativeResize="0"/>
                          </pic:nvPicPr>
                          <pic:blipFill rotWithShape="1">
                            <a:blip r:embed="rId20">
                              <a:alphaModFix/>
                            </a:blip>
                            <a:srcRect r="10873"/>
                            <a:stretch/>
                          </pic:blipFill>
                          <pic:spPr>
                            <a:xfrm>
                              <a:off x="4246100" y="2802300"/>
                              <a:ext cx="4093701" cy="2517350"/>
                            </a:xfrm>
                            <a:prstGeom prst="rect">
                              <a:avLst/>
                            </a:prstGeom>
                            <a:noFill/>
                            <a:ln>
                              <a:noFill/>
                            </a:ln>
                          </pic:spPr>
                        </pic:pic>
                        <wps:wsp>
                          <wps:cNvPr id="8" name="Rectangle 8"/>
                          <wps:cNvSpPr/>
                          <wps:spPr>
                            <a:xfrm>
                              <a:off x="198500" y="2461060"/>
                              <a:ext cx="436425" cy="584092"/>
                            </a:xfrm>
                            <a:prstGeom prst="rect">
                              <a:avLst/>
                            </a:prstGeom>
                            <a:noFill/>
                            <a:ln>
                              <a:noFill/>
                            </a:ln>
                          </wps:spPr>
                          <wps:txbx>
                            <w:txbxContent>
                              <w:p w14:paraId="5A20F6F4" w14:textId="77777777" w:rsidR="00C8391F" w:rsidRDefault="00F54E4E">
                                <w:pPr>
                                  <w:textDirection w:val="btLr"/>
                                </w:pPr>
                                <w:r>
                                  <w:rPr>
                                    <w:color w:val="000000"/>
                                    <w:sz w:val="28"/>
                                  </w:rPr>
                                  <w:t>A</w:t>
                                </w:r>
                              </w:p>
                            </w:txbxContent>
                          </wps:txbx>
                          <wps:bodyPr spcFirstLastPara="1" wrap="square" lIns="91425" tIns="91425" rIns="91425" bIns="91425" anchor="t" anchorCtr="0">
                            <a:noAutofit/>
                          </wps:bodyPr>
                        </wps:wsp>
                        <wps:wsp>
                          <wps:cNvPr id="9" name="Rectangle 9"/>
                          <wps:cNvSpPr/>
                          <wps:spPr>
                            <a:xfrm>
                              <a:off x="4245633" y="2461071"/>
                              <a:ext cx="436426" cy="584092"/>
                            </a:xfrm>
                            <a:prstGeom prst="rect">
                              <a:avLst/>
                            </a:prstGeom>
                            <a:noFill/>
                            <a:ln>
                              <a:noFill/>
                            </a:ln>
                          </wps:spPr>
                          <wps:txbx>
                            <w:txbxContent>
                              <w:p w14:paraId="75CC62AA" w14:textId="77777777" w:rsidR="00C8391F" w:rsidRDefault="00F54E4E">
                                <w:pPr>
                                  <w:textDirection w:val="btLr"/>
                                </w:pPr>
                                <w:r>
                                  <w:rPr>
                                    <w:color w:val="000000"/>
                                    <w:sz w:val="28"/>
                                  </w:rPr>
                                  <w:t>B</w:t>
                                </w:r>
                              </w:p>
                            </w:txbxContent>
                          </wps:txbx>
                          <wps:bodyPr spcFirstLastPara="1" wrap="square" lIns="91425" tIns="91425" rIns="91425" bIns="91425" anchor="t" anchorCtr="0">
                            <a:noAutofit/>
                          </wps:bodyPr>
                        </wps:wsp>
                        <wps:wsp>
                          <wps:cNvPr id="10" name="Rectangle 10"/>
                          <wps:cNvSpPr/>
                          <wps:spPr>
                            <a:xfrm>
                              <a:off x="152400" y="4918909"/>
                              <a:ext cx="436426" cy="584092"/>
                            </a:xfrm>
                            <a:prstGeom prst="rect">
                              <a:avLst/>
                            </a:prstGeom>
                            <a:noFill/>
                            <a:ln>
                              <a:noFill/>
                            </a:ln>
                          </wps:spPr>
                          <wps:txbx>
                            <w:txbxContent>
                              <w:p w14:paraId="29B60700" w14:textId="77777777" w:rsidR="00C8391F" w:rsidRDefault="00F54E4E">
                                <w:pPr>
                                  <w:textDirection w:val="btLr"/>
                                </w:pPr>
                                <w:r>
                                  <w:rPr>
                                    <w:color w:val="000000"/>
                                    <w:sz w:val="28"/>
                                  </w:rPr>
                                  <w:t>C</w:t>
                                </w:r>
                              </w:p>
                            </w:txbxContent>
                          </wps:txbx>
                          <wps:bodyPr spcFirstLastPara="1" wrap="square" lIns="91425" tIns="91425" rIns="91425" bIns="91425" anchor="t" anchorCtr="0">
                            <a:noAutofit/>
                          </wps:bodyPr>
                        </wps:wsp>
                        <wps:wsp>
                          <wps:cNvPr id="11" name="Rectangle 11"/>
                          <wps:cNvSpPr/>
                          <wps:spPr>
                            <a:xfrm>
                              <a:off x="4245633" y="4919381"/>
                              <a:ext cx="436426" cy="584092"/>
                            </a:xfrm>
                            <a:prstGeom prst="rect">
                              <a:avLst/>
                            </a:prstGeom>
                            <a:noFill/>
                            <a:ln>
                              <a:noFill/>
                            </a:ln>
                          </wps:spPr>
                          <wps:txbx>
                            <w:txbxContent>
                              <w:p w14:paraId="31D9CCA7" w14:textId="77777777" w:rsidR="00C8391F" w:rsidRDefault="00F54E4E">
                                <w:pPr>
                                  <w:textDirection w:val="btLr"/>
                                </w:pPr>
                                <w:r>
                                  <w:rPr>
                                    <w:color w:val="000000"/>
                                    <w:sz w:val="28"/>
                                  </w:rPr>
                                  <w:t>D</w:t>
                                </w:r>
                              </w:p>
                            </w:txbxContent>
                          </wps:txbx>
                          <wps:bodyPr spcFirstLastPara="1" wrap="square" lIns="91425" tIns="91425" rIns="91425" bIns="91425" anchor="t" anchorCtr="0">
                            <a:noAutofit/>
                          </wps:bodyPr>
                        </wps:wsp>
                      </wpg:grpSp>
                    </wpg:wgp>
                  </a:graphicData>
                </a:graphic>
              </wp:inline>
            </w:drawing>
          </mc:Choice>
          <mc:Fallback>
            <w:pict>
              <v:group w14:anchorId="3F6C6ABD" id="Group 1" o:spid="_x0000_s1026" style="width:426.75pt;height:272.5pt;mso-position-horizontal-relative:char;mso-position-vertical-relative:line" coordorigin="26361,20497" coordsize="54197,346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m3CIbwQAAKUXAAAOAAAAZHJzL2Uyb0RvYy54bWzsWNtu4zYQfS/QfxD0&#10;vrHuN8ReFE0TLLBtg2yLPtMyZRGVRJakY6df3xlSkm8J6rjNbgLkIY5IUcO5nDmc4eXHTds491Qq&#10;xrup6194rkO7ki9Yt5y6v/92/SFzHaVJtyAN7+jUfaDK/Tj7/rvLtShowGveLKh0QEinirWYurXW&#10;ophMVFnTlqgLLmgHLysuW6JhKJeThSRrkN42k8Dzksmay4WQvKRKweyVfenOjPyqoqX+taoU1U4z&#10;dUE3bX6l+Z3j72R2SYqlJKJmZa8GOUOLlrAONh1FXRFNnJVkR6JaVkqueKUvSt5OeFWxkhobwBrf&#10;O7DmRvKVMLYsi/VSjG4C1x746Wyx5S/3N1J8EbcSPLEWS/CFGaEtm0q2+B+0dDbGZQ+jy+hGOyVM&#10;xpGfp17uOiW8C6PEi7LeqWUNnsfvgiRM/CB2HVgReFGexuOKn3alwPQoJfbMmsmgxGRPtXFgVQYb&#10;bqXDFiDedTrSAsyM55wAw4uLn2Gl0TZKttomvbbPsNiPgwgMMAZnUX5sb+ZnaeT51t448LM4CFHX&#10;J+2F5FDb+Kv/Fv8vNRHUwEqhZ3rfhYPv7iBpSLdsqGN0WguzaoSIKhSg5RF8PGH14Ddrcx9jY/NB&#10;jEkhpNI3lLcOPkxdCYqYpCL3n5W27hmW4P4dv2ZNA/OkaLq9CfAjzgBqBm3xSW/mGwMIVcz54gHs&#10;VqK8ZrDXZ6L0LZGQ+RCTNbDB1FV/rYikrtN86sDduR8hgvXuQO4O5rsD0pU1B5IptXQdO/hRG9Kx&#10;Wv6w0rxixiLUyyrTqwtxnl0KVhbw1yc8PB0F/N+JEb7SK7TAkmt7koyWyD9X4gNwkyCazVnD9IPh&#10;WYgDKtXd37ISo4+DLXaiATsGWk6EWB5W4HoIKK2ovKMNSL2nd1SxvyFLbY4fyZ03TGBkHcn1H0zX&#10;RiiGBr2HL3uTwKMHNPiIVyzFXvFy1dJO2zNDGj14p2omlOvIgrZzCvQhPy3sJqQRNfmZL64ZAgbQ&#10;hLvi7kqWmB4ObO2HfgRongMHJgNHKC2pLmv8Bq0aDLHOOC9tIi8PUyQTJNgg9tPQ0slIFS+QNqi7&#10;1daYAUNrATy8GUhCttqjwEIyfruQDCwHngLJIEpzNBSAegYSoyBK/EfOrYHBLRT7U+sdiiezIxQT&#10;u1BM3i4Uw5OhmAZpXzedg8S9UsILQlspkGIfie+k+NxzOt1HYvp2kRidjETfy1JTyP4fpPgkFr89&#10;K2Il+eJNAnTzlsq2TUKGIMLNoRw8oUnIM+ztTGuEp81QOY2ZHSam0sZqJ87gxDE93EsWO6i6LXbw&#10;CXsE00r6g1lfp1XQ5zUKXyXo0N0fBt1UGScHHQqLOAmhwcQSFqOeGu/u8DlGHY7Jbx71/sZg6Mle&#10;ukF8zVH3IUsPww5zz0r27T1IlPtZDvdEpjjdS/bXEPbxouM92X04yY7CPpLhSRy/m+4Q9zzMXmu6&#10;m4sKpLFXHfft5ae5IzJ3weZWor+3xsvm3bFZtb1dn/0DAAD//wMAUEsDBAoAAAAAAAAAIQATw7Yj&#10;HpUAAB6VAAAUAAAAZHJzL21lZGlhL2ltYWdlMS5wbmeJUE5HDQoaCgAAAA1JSERSAAADzwAAAiYI&#10;BgAAAG23uD0AAAABc1JHQgCuzhzpAAAABGdBTUEAALGPC/xhBQAAAAlwSFlzAAAXEQAAFxEByibz&#10;PwAAlLNJREFUeF7t3QeYE+XaxvFj771iQ0T87FhRAbGiUhXFgoqC0gVFxYJ6FBVFRQRFLGBBEQv2&#10;ghUFCxaa2FE8SBFQVHqT9ny535lZstnZTDLsbrLs/3ddzwU7mUwmySY797xl/mMAAAAAACAtwjMA&#10;AAAAABEIzwAAAAAARCA8AwAAAAAQgfAMAAAAAEAEwjMAAAAAABEIzwAAAAAARCA8AwAAAAAQgfAM&#10;AAAAAEAEwjMAAAAAABEIzwAAAAAARCA8AwAAAAAQgfAMAAAAAEAEwjMAAAAAABEIzwAAAAAARCA8&#10;AwAAAAAQgfAMAAAAAEAEwjMAAAAAABEIzwAAAAAARCA8AwAAAAAQgfAMAAAAAEAEwjMAAAAAABEI&#10;zwAAAAAARCA8AwAAAAAQgfAMAAAAAEAEwjMAAAAAABEIzwAAAAAARCA8AwAAAAAQgfAMAAAAAEAE&#10;wjMAAAAAABEIzwCAErFixQobNmyYDRgwwJ544onIevLJJ+3ZZ5+1oUOH2uTJk/2tZGbVqlXuPu++&#10;+64988wzbnuPP/64DRw40IYMGWJfffWVzZ071187e6NGjXLbUwX7279/fxs+fLitXLnSX6v0fPLJ&#10;J/bYY48VPL7+1eN/+eWX/hoAAKCsEZ4BACVi+fLl9uijj1rbtm2tY8eOGdXll19uV155pf33v/+1&#10;wYMH299//+1vrXiTJk1yQfKmm26yq6++2jp16lRom1dccYVdd911dtttt9krr7xi8+bN8++ZmSVL&#10;lli/fv2KPI82bdrYHXfcYX/88Ye/ZulQ6L/nnnusXbt2RR7/vvvuW6OTAgAAID7CMwCgRCg8qzVZ&#10;Yfiaa67JqLp06eJK91GQVmidPXu2v8WixowZ44J2ELoVnnX/1G1qeefOnd16DzzwQFaB96effnKP&#10;kfo8gscZPXq0v2bpGDt2rF1//fXuOSQ/vn7u2rWr/fjjj/6aAACgLBGeAQAlIiw8X3XVVa5lOKwU&#10;bBVwg1Cqf7VMrcXaVqrff//dbr/9dteyHKwfhO7UbQbBM9imuj0vXrzY31Lx1B38jTfecNvVfVV6&#10;DsHz0bbUTXzZsmX+PUqWur6rK7ueQ7D/ySFay/X6lEXXcQAAUBjhGQBQIpLDcxD6NP55woQJofXd&#10;d9/Ziy++6FpTg4CoYHznnXfajBkz/K16FBZfeumlgrAdbL9379726aefutZibfP777+31157zbUc&#10;B6E32LZaraP8888/bpvaDz2GuoarC7VagvWztqnu4ArypWH69Onu+QfP85ZbbrG7777bdUPXz3pt&#10;tT/aTwAAULYIzwCAEpEanhU0X375Zf/WcGppfeedd1zA1X3077XXXmvjx4/31/AsWLDAjfdNDuZP&#10;P/106HhmtR5/++23LnhqH4LQqfX1eOl8/fXXLqhq+wrQDz74oH3++efWvXv3Qs/r448/9u9RsnQi&#10;IHh+eny1mGtZcDIgeH0yOREAAABKFuEZAFAiwsKzZr6Oolmz1Zqb3Kqscb/J/vzzT9ciG2xb9cUX&#10;X/i3hhs0aJCbZKt9+/bWunVrN9lXusm2FKyff/551zVb29f+vPrqq66798MPP1ywf9oH/ayJxUqS&#10;tqeZtYPH1+N8+OGHNn/+fLv33nsLnrv+1YmAbLpuz5w503744Qf75ptv3IkJ/aux02pB18mGTCxd&#10;utR+++0312NA21DpJIVa/DOZ6C2ZHjd1f9R7QPsZRuuPGzfOrad/f/nll7Rd5xcuXOh6IQT7qfvN&#10;mTPHvxUAgHgIzwCAEhE3PE+ZMsWNZdb9dJ8bbrihyKRYCj49e/Z066gLttZ75JFH0k4uNm3aNPvo&#10;o49cKYTq8lXpxj1rUjEFbG072A8FL0ltHb/55ptdkCxJmkVc29Vj63mq5fx///ufu03d24PXVf/q&#10;REImk6BNnDjRnnvuuYITD5q1+7LLLnP/6nH0uuskQ/A8w+h91WunS2dp/xTutQ2Vxpnr/VCvAI3F&#10;1muezs8//+zGdKslXycjkvdHr2uPHj1Ct6P3T7OPa13Ngq6u/npuxdH+aj87dOjgTqBov/V7BgDA&#10;miA8AwBKRFh41jjlKO+9915BMFXg0Zjj1DG9amVVa2ty67Tuo0CtMc4KRmqJXJOJtEaOHFmwH3oc&#10;7UfQLVxBTeOf9ZyCx3777bfdbSVFr0Pw/NRlW5f9Clq31Z1c3bX1uCoF1qiu42q9V2hU4NT2tG39&#10;G5R+1nulgKlth23v33//dWFWj6mAq/WTt6EKlmk7d911V7EnFbQ/6n6u/dFjq/R+B9vQY2iZtqOW&#10;9qlTp/r39FrOFax1e/D+6PUKo9/D5B4E2r5OIDDJGgBgTRGeAQAlIjU8Kww99dRTLviElVpV1S1a&#10;LbxaV/dTOP3kk0/8LRam7sKauEvrKTwGwUj3UShT66oe/8svv3QTb2mcdKYUEtWyGuy7tvn666/7&#10;t3pjrnXJq+CxFd70s7oHlwR1zQ62r9dC+6DW1sBff/3lJg7Tfunx9bw1Hlr7HUbPX627QYDUNrt1&#10;6+ZCaa9evdxJh+Rx1Aq0+lchPZlOKOj+weuix9brrG2oFJY1RlzbUal1WBOapXbj1gRwul/y/qhl&#10;PdjOrbfe6pYF76uCugJv0DVbwVe9GPS8dbv+Vdf5sNd/1qxZbr+0z9on/X6pqzcAAGuK8AwAKBHJ&#10;4VkhKCiFnbBSWArCm35WyFFrbnFjWYPJxXQfhdfk7QfLgsCkZQqjI0aMcGEqilpLgwnGtD/aF43l&#10;DWhcsPYteG76V+FT43ZLgsbnBrOOax8UJpNbXvXaBuExeHx1uS6ulVcnILRO8Nrcf//9hdZVGNW+&#10;K9Bqmwraer00jjwYA61groCurtlBsFX38eSu8osWLbJhw4YVvBcK+Bq3nfpYOkmi7tN6LL1PCthB&#10;l3TRuPc+ffoUvL5aR6E6uQeCxi3rfQneI/UE+PXXX/1bVxs1apTbhp67tpPcgwAAgDVBeAYAlIiw&#10;8KwAo6ATVrotKP2slkS1wKajYK1ArHCpVkw9VhCmtJ3kx1RwUgumAl1qi2qqd999t2BftE2FzdSW&#10;a43XDVrJtZ62r1CY6YRbxdH9NSt5EHb1r1rBU08iqPU06Lqt9fS8P/jgA//WwoJrVWtdVXFdzBVa&#10;NT5Y3d5TW7H1XvTt29e9znoshVWNy06l/Vew1WusExWpr4dOeui2F154wQVivYZq0U6lWcWD/dXj&#10;6eRA8gmEoPU/aH3W6//+++/7t3r0O5jcvV/befPNN/1bAQBYM4RnAECJCAvPCi8KX2EVtEIqLGld&#10;hTOFNc3gHEXdvjVGV2FMLbYKlXpcbTMIocE+6LFuvPHGIjN4B9T1V4+bHLjUmppKs01rkjI9hrar&#10;f9WqmW7SskyodVUtscn7ra7nqdR6qsfTfgbPS/sT1nVZXb6Tn4+6a2s2awXyTMO+xltr3LVanrUd&#10;lSYX00Rleq/j0HPVzNmp99c+KVAHJwe0z+oJkBrWdZIjCNh6vfS+JT//1Enf1Dsg3cRiAABkg/AM&#10;ACgRqeFZYUsBSDMxh5UCnYJOEJb0r4Ka7qNuzJnQ7Nm6jJXCplocFaY1tlfBMQi5QdDUY4YFXT2W&#10;wrX2W/ugcdWfffaZG6ebWpqIKgivWlfjfaNataNo34Nxw9qmAp9amVMfW6FTXaKD56X1dcJBl21K&#10;pRZlvY7ButquWnw1FlizXes60dpe1OWbNFN5EESDAK1JyBTi1aKrru0KrNmO/VaI17hoPS+NZdfE&#10;cvpd0PaD56b3MbVbup6Xlgevld635Oeva3IHAVzvk04ulPQlxQAAFRfhGQBQIpLDs0KQAo7GyBZH&#10;Y2EVfN966y0XAhV4FJwU+DT+Nd01mYujbSpwDR061HXXDrapfVGoSm3RVYunZpMOWmm1rkr/131T&#10;K7g9KIVydUdW1+Q4dD+Ffj3nbB9f62i/9fqFtSbruapVXl3X9fxVWl/vj/6v++s1UhdvjX8Om3xM&#10;Jyd0wkD7p+eqfdD9g22odLLhoYcecq3dxY3BFu2jgu7w4cNt4MCB7tre2p62qxm2g8teqbTdsPCs&#10;3zGNww5OdGg9PX/Re68J6pJ//9TFHwCAkkJ4BgCUiGzDczKNHdb6up9KQVctksk0BlddjxXS1Foc&#10;1f1YwSvowqttar/0OMnU+qnW6qCFNjmYFlfJ62mbuoSSTgLEoTG92segNTuosMcNKnk9Pb5ONBQ3&#10;Vlwtw2ppVmu2nmMQnpMruMaygqdaglNpUjBNJKYx6XpMbSf5/np9tV3N2K3HUdfq1NZenQhR67KC&#10;dhCUVbq/Xj+dgNDvjt53PUdtMyw8i/YleC30uOq6rZZsvQeaAE3LdH+Fc7WuAwBQUgjPAIASERae&#10;NUN0JhSU1QU3CLr6N5gMS8FIl41Sl2N1GVboUmBUqEtHLZFq4QxadfWvWlGTjR49uiCIKRjqcdUS&#10;GlVBK3BwX3UXjkOtsMFzDsJw2OMlV/B8tL72Q4E03ThxtW7r0lV6jXVNbHWXV0u/7hc8traj8Ktu&#10;4cW9ruqarYnFNJu1Wss1oZe6ggevm/4NwrmeV0BjxfW6B2FZj6WQqzHrCse6DJfeK70X6r6u27W9&#10;4sKzTngEY8RV+p3QzN1qaQ9eE71OzzzzTJFJ1wAAWBOEZwBAiViT8KxLKwXBJwhzQQBTC/PgwYNd&#10;i2XQqqiQldoFO5VaIpMn4tJ91foZULDSdhW09NhaR+OEFczTlcZOqzu01g8Co0Knnn821CW6f//+&#10;hR5fraVhj5lcCr8KvlpfpeenlttM6LXU42ryMbXea0xw8Nh6XfW8wsZQp9JzVcjW7Np673RiQ++Z&#10;tqXnkzyRl4JtcGJEpddYPQhSqUVZ948KzwraOgmgkwjB74veV7WcB8u0Hc0iDgBASSI8AwBKRFh4&#10;1njiKJoNWYFQ9wuCnMJx8qRhmuAqaCnVOvpXl6vSxF5hXZY1S/OAAQMKrZ865lmtsWo91W0KXKqw&#10;WbZTqSVXl5IK9lf3V+idNm2av0Zm9LyDsd5B4Is6ISAKvwqnwePrX50kUAtuMnWdVrdwtUqn3hZQ&#10;OFWYDd4zbU+TlSVTl2sFar0fYeOiRROL6SSC7q8Aq/0JrtGs907b1nPU46ibeur+KBDrRIu2Efzu&#10;FBeeReE7uaeCuour9H9tQ79PmVzfGwCAbBCeAQAlIjk8K0QpyPTs2dONMy6u1PKr4BkEL5X+r3HI&#10;yTNBq5VTk1Ild1nW4yiQ9evXz7U8BtvU5ZQUvJLX1f/VaqsW14BatnV/raNtKYxrNudMqMux7hfc&#10;X/8Wd83lMAqLmq06OXCq9TbTsdO6bnMQHPWvTjao5VbU4qtt6/XSyQE9N123WtepTqZQrOtLJ48z&#10;VgANLg+l10Lvj+6roKrnqICbuo/qyv3ggw8W7I9anjU+Wt21RZcIS36t9Hx1UkUnAUTviSb9Uqu3&#10;tqHb9a/ew+LeDz3H5MuGJW9br6meFwAAJY3wDAAoEanhWaX/q7t1caXJqpLXV/BRCAqCYDK1firg&#10;KpwFQUn/6ufitqnbFbDUwps8LljBTgFP62kdPa5akzMdI6tWa+1LEPZ0f10TOdPLIim46gRB8Pj6&#10;V+OCoyZBC6jVOgi0enw9R43xVSjXc9AkYW3btnXjjLWO9k8tzA888IA72aBS67Duq9tVWlf7ELQu&#10;61ramo27devWbv+0jp6vJvhSWNY21AIetN4Hr0NykBdN2qXXSrcFj6d/9fy1DZ1g0bLk91U/F3cZ&#10;roB6Cehxg+2ptJ+6n2YPBwCgpBGeAQAlIiw8R5XCUhAeNWGV/v/OO++4EBhGXYfVJVdhUWFP4SkI&#10;XMnb1HLdrlLLdmp36F9//dVNNJUcvtSanCkFVF0yKQiE2n+F09TW3eIoyKsbuh5bpVZXtdBmasGC&#10;BS7ABo+vf9UdOug6rtsVhPVa6GSCblcFr4lKr6H2W/9XcNXJA03GlUyt0Gp51u1aT+sHr33ydrRt&#10;vX8Kznr/Ui/dpUtGBe+J9kmlbWrf2rVr55arJVnXjw5u1/rpJmLTc+3evXvBaxC8DsnjrQEAKEmE&#10;ZwBAiVB4VmtumzZtCrUEpyuFJgUyBVlNnqUZl6NaX2fPnu0uh6RuybpfENyCbSqUqVVWoU/duFPH&#10;Imv7mmBLLbPt27d3/6q1Uq3J2dBEWbp/UGqhVffx4oJ/QK+TJhjT66T76V8FXz2vbOha1sFrHTwP&#10;vS4BPY5OGuixgtbh5NdJr71my1bYfP/994sNnNovBWK1Eut1UlgOtqHS66+WZZ1M0AmAsPdP+/Lp&#10;p5+61madLAjuq31Sy7P2W4+vkK19VKDW66kTBMXtl7ap1nZtQ8FZgVvb1nMBAKA0EJ4BACVCoVHX&#10;FVZrobrtZlK67NHXX3/tWoKzvayQxsyq+7ICm0JisE0FcO1H8vjmZAp3mnBq5MiRbn3tr1q0Fcay&#10;oa7XmtFZ99fja/IytTxnEp512ajgddK/2t9Mu2wH1EocPOfg8TWzdSrtj8Yljx8/vtDrpNdej6tW&#10;6kxo3Lm6UWsCsGAbKr3+mtgr6nmLgrj2I7iv3vvk1m5NMha8piq9l+kuSaau20FoVohW63+m49YB&#10;AMgW4RkAAJQ7Ogmhy1Op54ICtFrA1XshmKgMAICSRngGAADljlrR1e1cLc7BGGn1JgAAoLQQngEA&#10;QN6bMWNGQXdujffWpazU6qzxzhqHrbHTxV3PGgCAkkB4BgAAeU9jtDUZnCZG0yzdGuccdNdWq7Mm&#10;cAMAoDQRngEAQN7TZGzqpq2ZxTVTuIK0Wp41s/rbb7+d9YRzAABki/AMAADy3p9//mnPPfecu7SW&#10;LmGly6LpUmRTp0711wAAoHQRngEAAAAAiEB4BgAAAAAgAuEZAAAAAIAIhGcAAAAAACIQngEAAAAA&#10;iEB4BgAAAAAgAuEZAAAAAIAIhGcAAAAAACIQngEAAAAAiEB4BgAAAAAgAuEZAAAAAIAIhGcAAAAA&#10;ACIQngEAAAAAiEB4BgAAAAAgAuEZAAAAAIAIhGcAAAAAACIQngEAAAAAiEB4BgAAAAAgAuEZAAAA&#10;AIAIhGcAAAAAACIQngEAAAAAiEB4BgAAAAAgAuEZAAAAAIAIhGcAAAAAACIQngEAAAAAiEB4BgAA&#10;AAAgAuEZAAAAAIAIhOdS9tdff9nYsWNt8eLF/pLCtPyzzz6z559/3j7++GNbuHChf0tR2tZ7771n&#10;Q4YMcdtcuXKlfwsAAAAAoDQRnkuRgnCLFi3sxBNPtD/++MNfutrkyZPtwgsvtK222so22mgj22KL&#10;Laxp06b2008/+Wus9vnnn1vt2rXdeptssoltt9121rlzZxeoAQAAAACli/BcSqZNm2YXX3yx/ec/&#10;/7FTTjnFZs+e7d/imTt3rp177rlWuXJlGzRokI0bN86effZZq1atmp1++un2999/+2uaTZgwwY48&#10;8kirU6eOvfvuuzZmzBjr2bOn7bDDDta1a1dbvny5vyYAAAAAoDQQnkvYsmXL7JlnnrEDDjjAdtxx&#10;R9eqXK9ePfvnn3/8NTyvvPKK7bzzzvbUU0/5SzxvvPGGC8XaRuDWW2+1PfbYw3XVTnbHHXe4x/n6&#10;66/9JQAAAACA0kB4LmHqcn388cdbkyZNXFdrtS6ru3VyeF61apVdfvnltu+++7oW6mRqcT7iiCOs&#10;ffv27uf58+db/fr17YILLijSwjx69GirUqWKPfTQQ/4SAAAAAEBpIDyXMIXf7777zv/J7Oyzz7Za&#10;tWoVCs+aJOzMM8+0E044wRYsWOAv9fz777+uu7cC86JFi2zKlCkuZHfp0sVfYzUF74MOOsgFbQVy&#10;AAAAAEDpIDyXIs2GrQnAUsPznDlzClqTlyxZ4i/1KAS3a9fOBWut98MPP9iee+5pt99+u7/Gan/+&#10;+afVqFHDLrroooxm3lbLtR6vJIqZvgEAAABUJITnUlRceNb/TzvtNDcTt1qak+k+bdq0sZNOOslN&#10;KqZWbIXnu+66y19jNc3grYnEtJ1MwuyDDz5oG2+88RrXZptt5p7XrFmz/C0DAAAAwNqN8FyKigvP&#10;CsWNGze25s2b29KlS/2lnqDlWeFZLc+aaXuvvfay7t27+2usFrQ8q5t3JuH5zTffdGOx17Tq1q3r&#10;ZhG/+eab/S0DAAAAwNqN8FyKigvP6vZ83nnn2cknn1xkzLPCtEK1wrXWmz59uptR+9prr/XXWG3q&#10;1KnuNk0+Vpb0XBSeb7zxRn8JAAAAAKzdCM+lqLjwrNblq666yvbZZx+bPHmyv9Qzc+ZMO/jgg61j&#10;x47uZ4VrBelzzjmnSBfvkSNHui7d/fv395eUjf/9738uPP/3v//1lwAAAADA2o3wXIqKC88ydOhQ&#10;q1Spkj388MP+Es9zzz1n22+/vQ0ZMsRfYm6886677urCcrKuXbu6lufvv//eX1I2CM8AAAAAKhrC&#10;cylSeD7rrLOsZs2aRcLzwoUL3VjlnXfe2fr06WMffvih9evXz3bffXfXpVvjnQOTJk1y2zj00ENt&#10;8ODBNmzYMBect9xySzfuOJPxziWJ8AwAAACgoiE8lyKF2kaNGtnhhx/urv+cSuOZL7vsMttuu+1s&#10;/fXXt2222cYuvfRSd23nVGPGjLEGDRrYJptsYhtuuKHtsssuduutt9q8efP8NcoO4RkAAABARUN4&#10;LmU//vijjR8/3l1jOYyW63JUak3+5ptvbNmyZf4tRWn886hRo+yjjz6yiRMn+kvLHuEZAAAAQEVD&#10;eEbWCM8AAAAAKhrCM7JGeAYAAABQ0RCekTXCMwAAAICKhvCMrBGeAQAAAFQ0hGdkjfAMAAAAoKIh&#10;PCNrhGcAAAAAFQ3hGVkjPAMAAACoaAjPyBrhGQAAAEBFQ3hG1gjPAAAAACoawjOyRngGAAAAUNEQ&#10;npE1wjMAAACAiobwjKwRngEAAABUNIRnZI3wDAAAAKCiITwja4RnAAAAABUN4RlZIzwDAAAAqGgI&#10;z8ga4RkAAABARUN4RtYIzwAAAAAqGsIzskZ4BgAAAFDREJ6RNcIzAAAAgIqG8IysEZ4BAAAAVDSE&#10;Z2SN8AwAAACgoiE8I2uEZwAAAAAVDeEZWSM8AwAAAKhoCM/IGuEZAAAAQEVDeEbWCM8AAAAAKhrC&#10;M7JGeAYAAABQ0RCekTXCMwAAAICKhvCMrBGeAQAAAFQ0hGdkjfAMAAAAoKIhPCNrhGcAAAAAFQ3h&#10;GVkjPAMAAFk0Z47NmjjR/po0qdj6+7ff7O/Jk0NvC2rWr7/a/Fmz/K0CQH4iPCNrhGcAACBjX37Z&#10;+jZoYAPOOy+8mjWzxy64wB5PVPBzkXUS9WDDhja8Xz9/qwCQnwjPyBrhGQAAyJRx4+zDBx6wTwYM&#10;CK1PH3vMBeZ+jRuH3h7UR3372s/Dh/tbBYD8RHhG1gjPAAAgUy9fd509edFF/k8AUH4RnpE1wjMA&#10;AMjUS9dcY080b+7/BADlF+EZWSM8AwCATBGeAawtCM/IGuEZAABkivAMYG1BeEbWCM8AACBThGcA&#10;awvCM7JGeAYAAJkiPANYWxCekTXCMwAAyBThGcDagvCMrBGeAQBApgjPANYWhGdkjfAMAAAyRXgG&#10;sLYgPCNrhGcAAJApwjOAtQXhGVkjPAMAgEy92rWrPXnxxf5PAFB+EZ6RNcIzAAC5M3HqT/bBl0Nt&#10;xOj3i61Pxg5zFXZbUB98MdR+nfqzv9VoSxcutJ+GDbPRQ4bYmAxL6w5s2dIebdq04OfUdcJK6333&#10;zju28O+//UcHgNwjPCNrhGcAAHJnyPuD7OL/NrHL7rwotDomqt3t51u77hdYxx7h66guvqmJvTxs&#10;sL/V9P6ZOtUeOessa7fhhnZB4hjgwgyrWaJ61KhhvU44wf2c6X21XutE3XfyyTb9u+/8vQCA3CI8&#10;I2uEZwAAcuefuX/Zr9N+tt+m/1ps3frINXZ7/+tDbwtK2/hnXmYtuy9fd501T/ztvyRRbbKoVom6&#10;u2ZNu++kk9zPCsSp6xRXuu/5iXr8wgtt+b//+nsCALlDeEbWCM8AAOS3Ho/fZPcMvMX/ac3dWr26&#10;tfBDbTa1JuFZpbB+9U472cJ//vH3BAByh/CMrBGeAQDIb3c+dqPd/eTN/k9r7qZq1ezipFCbaZVE&#10;eL58iy0Y+wwgLxCekTXCMwAA+a2kw/N//+//chaer9hqK8IzgLxAeEbWCM8AgFK1alXJVAVGeAaA&#10;kkd4RtYIzwCA0rBq5Ur7tH9/e6dHD3v/3ntD64NevWx4v342rHdve69nz9B13k8s1zbm/P67v+WK&#10;h/AMACWP8IysEZ4BAKVh5fLl9krXrjawRQsb1KZNkRrcvr27ZrCC2IDzzrPBHTqErqfSNmb9+qu/&#10;5YqH8AwAJY/wjKwRngEApWLVKpv3xx82+/ffbc706UVq3syZ9tuoUXZP7do28sknbf6ff4aup9I2&#10;KvLljQjPAFDyCM/IGuEZAJAr6op99zHH2PjXX/eXIAzhGQBKHuEZWSM8AwBy5e/ffnNhbNwrr/hL&#10;EIbwDAAlj/CMrBGeAQC5QnjODOEZAEoe4RlZIzwDAHKF8JyZHo/fZPcMvMX/ac0VF54VhtPVpYlS&#10;N3uFZ/2sMJ26TlCp21YRngHkE8IzskZ4BgDkSkUMz4uXLLL5C+cmal7G1b1/Vxegw24rvua6xwoT&#10;Fp4VjK+vXNl6J4Jxzzp1iq2+DRrYg40ahd4WlML1zfvu68J18mMQngHkE8IzskZ4BgDkSkUKz0uW&#10;LrYnXn3QGnWqbTXOr2pHXbB3oqqlrRqJdY5sVtXa3n6+tbn1PDui2V6h6xWtvd1jNL78WBv4+sO2&#10;5N8l/l54igvPXRWeTz7Zeh53XLF1d+3adnetWqG3BXVfYhsKz9pm8mMQngHkE8IzskZ4BgDkSsUJ&#10;z6sSIfYhq3zaZlb51M2sSr0tMqo962n9Ta1Vt3Pskpub2h6nbhK6XnGl++5Zb3N75q0B/n544nbb&#10;zrZSt094BpBPCM/IGuEZANYey5cvs0/HfWgffvWODR/1Xki9a8NHv2efjB1mI0a/bx/p55D1tFy1&#10;aPECf8ulo6KE53+XLbUzrjjOhed9Gm1r/9d4u4xqn8bbWrWG21jrW8+1S2852/ZuuHXoesWVHksB&#10;uulVJ9mKFcv9vYk/YdiaFuEZQD4hPCNrhGcAWHtojOstD11tV/Zsbdfc175IXdu7vXXp1dauuPsS&#10;u7pXm8TPHULX0zpderWzP/+Z4W+5dFSU8Lx46SKr2Xxf2/O0zUNDbnG1puFZpcB+bIsDXIAPEJ4B&#10;gPCMGAjPALD2WLlyhf06ZYJNmPS9/fzbD0Xqf9N+cS3L6gL8xvAh9tvvv4auF1Ry4CoNFSk81754&#10;/5yF5+MuOYjwDAApCM/IGuEZACqW36b/ai3+28TG/PilvyR3Fs+ZY3cdfbT98N57/pK1E+HZK8Iz&#10;gHxCeEbWCM8AULH8Ou1nF55HfT/SX7LmVixfbuNffdWe69jRnmrd2p7OoLTewBYt7P569WxAs2Y2&#10;MOX2dDWoTRsb8dBDtuCvv/w9yG+EZ68IzwDyCeE5RxYuXGh/J/4QFFf//POPrVixwl/bbMmSJaHr&#10;zZkzx5YnDkDKEuEZACqWkg7Pq1autDdvucXabbmlXZj4e9IsUednUOclStcBfqRpU7t6p53snKTb&#10;MqlL113XHmzYsFwEaMKzV4RnAPmE8JwDy5Yts1atWrkAmlrrJv6wb7HFFrb//vvbpEmT/HuY3Xnn&#10;nbbhhhsWWX/PPfe0sWPH+muVDcIzAFQsJR2ep379tQu/zRN/S8ICU3Gl4Hx54m/kw2eeaTfstZcL&#10;VmHrFVctE6XrCH/8yCP+nuQvwrNXhGcA+YTwnANqUR40aJAL0MnVrl07q1evnq2zzjp2/vnnu1Zl&#10;WbRokft5n332KXKfG264waZMmeLWKyuEZwCoWEo6PI9/442sg7NqTcOzSi3Qgzt08PckfxGevSI8&#10;A8gnhOc8owBds2ZNF1ADCscnnnii9erVy1+SW4RnAKhYSjw8v/ZabsNz4m9tvksXnnUtZgXksFJY&#10;rlp/q4LwvFf9LUPXCyrsGtKEZwAIR3jOI3369LGddtrJXn/9dX+J54svvrD99tvPXnnlFVu6dKnN&#10;mDGjoFU6FwjPAFCxlHh4Tvydy2l4bt/e35P8VVx43rvB1m554yuOtYYdaxWpBh1rWv3LjrFOPS62&#10;y+68yP0/bD1V4yvqJLa1n9tm8mMQngEgHOE5T3z//feuW7ZanpMnCpPBgwdblSpVrGfPnta8eXPb&#10;euutbY899nDjoGfPnu2vVXYIzwDKiyXz59vMn36yP37+eY1K25g9daq/1YqH8Fz2igvPVepvYY06&#10;HWtX3N3SOtxxYbHV3q+w24K64u5LrGGn2m6byY9BeAaAcITnPLBq1Sq78sorbdddd7Xx48f7S1e7&#10;4447bP3113ddt7t162b333+/tWzZ0k0sljw2uqxoJnDCM4DyYMLw4XZnjRp2X+L7M6x6JeqB+vWt&#10;3+mnW++TTgpdR6XrCuuSShUV4bnsFReeqzXaxg47dw+rddF+dkzz/0tT+/gVdptX2sahiW1pm8mP&#10;QXgGgHCE5zzw9ddfu5bkq6++2gXpZGqFvuqqq+zwww933beTPfDAA7bZZptZ3759/SXpDR061M4+&#10;++w1rvqJA02F51tuucXfMgDkp9m//25jhgyxr199NbS+f/ddG5L4ju1zyik26rnn7Js33wxdb8yL&#10;L9rPH3/sb7XimTLzN7v4pjNs3IRR/pI1Q3iOlm7Ms8KuulprfPMaVWIbqcFZRXgGgHCE5zygluUd&#10;dtjBPv/8c3/JagrTGuM8c+ZMf8lqf/31lx1yyCF2+umnu+tAR1HY3mCDDda41Aqu8KxWcAAo70Y8&#10;/LALz8v//ddfsnb7d9m/9vecWTZr9h8Z15gfv7RLbmlqH371TujtxdVfc/60JUsX+4+8GuE5Wrrw&#10;XNpFeAaAcITnHPs78cfgpJNOssaNG9uCBQv8pZnR9aJPPfVUq1u3bkb31foLFy5c49L4bLptA1hb&#10;fNS3rwvPi+fP95esvb79Zax1vPNiq3F+VavedDc75OzdI+vAM3e24y892K7rc5md1v4o27/JTqHr&#10;pVb1s3ezw8/b0y65+Uwb+fVwfw886cKzrsNcXOk6zR032cSF5+srV3ZhLmy9oFonKnX7hOfoIjwD&#10;QDjCc46ptblSpUp27733+ksKU7ju16+fDRs2zF+y2vzEgV7t2rXtjDPOcLNwl5WpU6cSngGsNQrC&#10;87x5/pK1k1qCz+5S13Y8/j/u8kVVE6V/o2qPUzZJhO29rOv9nRKB6mDbre7GoeulVrD9nU9cz05q&#10;fagbNx1IF5677LSTXbvrrnbNLrsUqS6JurFqVXuoSRO7/ZBD7OqU25NL2+iw4YZFAjThOboIzwAQ&#10;jvCcYwMGDLC99trLRowY4S8pbNq0abb33nvb8ccf71p9k+k+O+64o91+++3+krLBbNsA1iYVJTy/&#10;O/INF2Y11jUsMBVXCsGaeOr6+zvaia0OtSr1Cs/MHFW6lvDup2xsT77Wz9+T8PCskNt23XXdJG79&#10;Gje2vg0ahFfDhvagX6G3+6VtdN5mG9cCnfw4hOfoIjwDQDjCc4516dLFatSoYb/99pu/pDCNeb7v&#10;vvts0003teuvv97++OMPd3mqjz/+2I13PvLII23ixIn+2mWD8AxgbVJRwvNLHzzjWp3DwlK6WtPw&#10;rNq+zn+s96Du/p5EtDzvuKNrNb5WrcchdU2lSnbNzju7f8NuL6jENtrT8hyrCM8AEI7wnEOa5KtW&#10;rVouAM9Lc9Cm7tldu3Z1l7LaJXFAoGs+b7vttnbccccVmYG7LBCeAaxNKkp4fnnYYNvphHVCw1K6&#10;KonwvMNx/7E+z9zp70n68KywW1IVtn3Cc3QRngEgHOE5hxYvXmwPP/ywPf3007Z8+XJ/afE+++wz&#10;u/XWW90lrXQfXW85FwjPANYmhOf0VdbhubSL8BxdhGcACEd4RtYIzwDSWbFyhS1NHHTrwLvYWv6v&#10;V2G3+aVtLF+xzN9q6SE8py/Cc24Qnr0iPAPIJ4RnZI3wDCCdL7/9zK6+t439t9+VxdZtj15n3Qd0&#10;Db0tqC692tmgN/v7Wy09hOf0RXjODcKzV4RnAPmE8IysEZ4BpPP9r9/Y/c/0sEdf7BNa/V+83132&#10;qOOdF9kjQ+4LXUf1wLN32Tufve5vtfR8OmCA9alb1/9p7UV49orwHF2EZwAIR3hG1gjPANbUk68/&#10;bNfc187/qWQsnjPHRj37rA3t3j3jeitRT11yiT1Qr5692a1b6Dphpft90Lu3Tfv6a//R81+68LxP&#10;o22sWjFVpd7mdvSF1Vx4PuHSQ1ywClsvqLDtE56zR3j2ivAMIJ8QnpE1wjOANfX4qw+68LxsecmM&#10;aZ47fbo92LixtV5vPWuW+H7KtM5O1E3Vqrn7XpT4/3lJt6Urraf1r9lrLxszZIi/F/mtuPC87+nb&#10;W/Wzd7dDiqkDz6xkx19ysAvPp7U/yg5osnPoekFpe/s03rbQYxCes0d49orwDCCfEJ6RNcIzgDVV&#10;0uH5nbvushaJ76WW/gF3pqUD81sPOsgebNTIOoRcEzhdad0LEtX90ENt3syZ/p7kr7DwXK3hNolw&#10;vLO1ue1c69jjYutwR/OQutDddnWvttbprhbu57D1LrvzIvfvYedWtr0bbFXocQjP2SM8e0V4BpBP&#10;CM/IGuEZwJoq6fDct2FDuzDpgDvTWpPwrGqVKN1n2vjx/p7kr7DwvE+jbW3/M3a0Jp1PsLO7nGJN&#10;rz45tM5KVJMrT0j8e1Lo7aqzu9R1/x7cdFcXypMfh/CcPcKzV4RnAPmE8IysEZ4BrKmSDs99Tj01&#10;J+FZ62sbU8vB2Od0Y56rNtiqxEqBPHX7hOfsEZ69IjwDyCeEZ2SN8AxgTZV0eL7/tNNyFp4vTVR5&#10;D8+lXYTn7BGevSI8A8gnhGdkjfAMYE0Rnsse4dkrwnN0EZ4BIBzhGVkjPANYU4Tnskd49orwHF2E&#10;ZwAIR3hG1gjPANbUE6/1c+F55apV/pI1Q3iORnj2ivAcXYRnAAhHeEbWCM8Akq1KBODlK5ZnVY+9&#10;0teF5yVLF4feXlytXLnCf9TC0oVnBdziSpe2uvXAA114br/++gWzZxdXYdsmPEcX4Tl7hGevCM8A&#10;8gnhGVkjPAMQheYPvhhql9zS1E5sdairk1pHV52WB9olNze1K+5uaSe3OTxxv0NC10utEy6tbmdd&#10;eaLr8r1w8QJ/LzzFhee266xj7RKhuLhqtd56dlv16i48d9x0U2sbsk5BJdZN3T7hObMiPGeP8OwV&#10;4RlAPiE8I2uEZwDy8Zj3rfrZu9vudTe2yqdumnHtctL6ds41p9rld7WwKvW2sD1Oye7+uyfWf2Dw&#10;XbZixXJ/T8LDs1qRr9puO7undm3rcfTRoXVnjRrW55RT7KHTT7e7a9a0HkcdFbre3bVqWbcDDyzS&#10;+kx4zqwIz9kjPHtFeAaQTwjPyBrhGYAo/CrI7tNom9AD8OJqr/pbWLPr6rv773fGjlnff896m9sJ&#10;lx5if83+w9+TNOF5++2t57HHumBcXN2lgJwIzXcfc0zo7ap7EtvQ2GhtM/kxCM+ZFeE5e4RnrwjP&#10;APIJ4RlZIzwDkKZXn2y7nrxh6MF3ulrT8Lx3g60S99vBpv4x2d+TNN22113XTQRWEtV+gw2KbJ/w&#10;nFkRnrNHePaK8AwgnxCekTXCMwA5p0vdnIXnA5rsaNP+mOLvSfwJw7KtsG0TnqOL8Jw9wrNXhGcA&#10;+YTwjKwRngHIOV1OyWF43inj8FyaRXjOrAjP2SM8e0V4BpBPCM/IGuEZgBCeCc+ZFuE5e4RnrwjP&#10;APIJ4RlZIzwDEMIz4TnTIjxnj/DsFeEZQD4hPCNrhGcAQngmPGdahOfsEZ69IjwDyCeEZ2SN8AxA&#10;igvP1RpubVXqbe6u4RxWu9Xd0M699jQXnqsm1t0zcaAetp62UTURlFO3T3iOh/DsFeE5ugjPABCO&#10;8IysEZ4BSFh43jsRho+6oJqd2fkEa3x5ndBq2LGWtb3tPLvynkvt9CuOs8adjg1dr0nn4+2k1ocm&#10;wnjhlmnCczyEZ68Iz9FFeAaAcIRnZI3wDEDCwrNajE9td6Rd3+cyu6pn6/C6t7VdcXdL63RXi/Db&#10;/bquTwe78IZGVrXBloUeg/AcD+HZK8JzdBGeASAc4RlZIzwDkLDwvE+jbe3AM3e2w86tbIemrT38&#10;CrvNK23j4Ka7Jba7baHHIDzHQ3j2ivAcXYRnAAhHeEbWCM8ApLgxzwrQGves7tZrVolthEwmRniO&#10;h/DsFeE5ugjPABCO8IysEZ4BSHHhubSL8BwP4dkrwnN0EZ4BIBzhGVkjPAMQwjPhOdMiPGeP8OwV&#10;4RlAPiE8I2uEZwBCeCY8Z1qE5+wRnr0iPAPIJ4RnZI3wDEAIz4TnTIvwnD3Cs1eEZwD5JG/C8/jx&#10;461///7Wr18/e+ihhwpV37597ZlnnrG5c+f6ayOXCM+oyGZ8/71N/PRT+98XXxRbk776yiZ9+aX9&#10;7/PPQ29XaRvzZ83yt1o+EZ4Jz5kW4Tl7hGevCM8A8klehOcnn3zS9txzT1tnnXVcKAurgw8+2CZP&#10;nuzfA7lEeEZF9tatt1q/Ro2s/7nnFqkB553n/n30nHOsf6KCn8Oqb4MG9suIEf5WyyfCM+E50yI8&#10;Z4/w7BXhGUA+yXl4/u233+ywww4rCMnbbLONVa5cuUg1adLEZsyY4d8LuUR4RkX268iRNu7ll+2b&#10;N94oUt++9ZaNffFF6123rr1wxRX2w7vvhq6nGpvYxuypU/2tlk+EZ8JzpkV4zh7h2SvCM4B8kvPw&#10;PHz4cNthhx1s4403tvaJP2YjRoywSZMmFSqFNbU6//vvv/69kEuEZ6B4y5cutQfq1bMP77/fX7L2&#10;IjwTnjMtwnP2CM9eEZ4B5JOch+dPPvnEtttuO9tvv/1oWS4nCM9A8ZYuXOjC87Devf0lay/CM+E5&#10;0yI8Z4/w7BXhGUA+yXl4njlzph177LFWqVIl+7ocHHyA8Ayks3TBAsJzKRfhOR7Cs1eE5+giPGdu&#10;8vT/2X1P324397vSuj3cJevS/e4YcIN988tYf4sA8lnOw7O6Yj/88MO2+eab2znnnGOfffaZTZw4&#10;0X799Vf3r+qXX35xY6Pptp0fCM9A8QjPpV+E53gIz14RnqOL8JyZf5f9a5fe0tQqnbS+7VV/i0Rt&#10;GaO2sF1O3sDOuvokmzoz3sS406ZNs59++smWL1/uL0lv6tSpNmrUKBszZoz98ccf/tLcWLRokf3w&#10;ww/2559/+kuKmj9/vrsqz99pfgemT59uY8eOtTlz5vhLilIP19GjR7vnnVy6n/LG4sWL/TWB4uU8&#10;POsX9uyzz7Ytt9zSBTLNuF2lShWrWrVqQWkm7gYNGrgvB+Qe4RllbfyE0fbJ2A9t5Ncjwmv8CPt8&#10;/MeuQm/365Oxw2z2vNI9ACM8l34RnuMhPHtFeI4uwnNm9B10avuj3PfgPo22sWoxSvfbs95mdti5&#10;e7i/ZXHcdNNNduqpp6YNlzJr1iy766677Mgjj3TH1jrePu644+ypp55yITYX1Ou0Zs2a9uijj/pL&#10;itIQz3322ccGDx7sLylsQeLvbosWLWyrxO/J/WnmG7n33nttiy22sHXXXdfljeAqP+utt57ttdde&#10;1qpVK/vqq6/8tYFwOQ/P7733npssTL+86erQQw91Z8qQe4RnlLWb+11t51/XwC65+axiqqm1ue08&#10;a9XtnJDbVleza+u5IF6aCM+lX4TneAjPXhGeo4vwnJnf/5xqDTrWst1P2Tj0dcy01Ppc4/yq9sU3&#10;n/hbzs4tt9xiDRs2tH/++cdfUtTChQvtqquusgMPPNDuuece+/DDD+3999+3Tp06uRCt8Lpy5Up/&#10;7bLzzTffuAA/YMAAf0lR6pWq/X7uuef8JYV98cUXdlrib8Dxxx9vjRs3LnYOpbvvvtuqVatm3bt3&#10;t0GDBhUqnVQ46KCDrFatWvbdd9/59wCKynl4VleNG264wbp06WLXXHNNaOnD3rNnz8gzaigbhGeU&#10;temzptmk3yfa5Bn/K1JTZkyybyd+be27X2iDhg5wP4etp9I2Fi1d6G+19Cg8D3/wQf+ntRfhmfCc&#10;aRGes0d49orwHK1bt27WqFGjIuFZx81BN+bPP//cBcf77rvP/RxYtmyZXXrppXbiiSe6rs+p1HCl&#10;4/B3333XXxJNIXzu3LkF3cjVHfqvv/5yAT6VwrNC72OPPeYvKUrhWcH2+eef95cUdtttt7lerEOG&#10;DLE6deq4f8Pceeeddvjhh7su2mHeeust18KtcL1q1Sp/KVBYzsOzfjkz+QXNdD2UPsIz8s3CxQut&#10;3e3n29BPX/WXlIwl8+bZ5NGjbeLIke76zpnUTx9+aA/Ur2+vdu2a1f1UM3/6yX/k8oHwTHjOtAjP&#10;2SM8e0V4jhYWnp988kmrUaNGQShVeL766qvtxx9/dD8n69u3rx1yyCH2/fff+0tWmzBhgp188sk2&#10;cOBAf0m0KVOmWP3E30G1Jg8dOtTOOuss23fffa127dr2xBNPFOoivqbhWYG/bt267phUgf2CCy6w&#10;5s2bh3ZD79Gjh+vJqiGjYXSyQdvSNpYsWeIvBQrLeXhOpjNV48aNc2e31JVEIQ35h/CMfDN73j8u&#10;PL8x4kV/yZqbNn68PdC4sbVbf313wNgig9J6rRLVt2FD63bAAS7Mha1XXHXZdVd77aab3OWuygPC&#10;M+E50yI8Z4/w7BXhOVoQnhUeRSHzgMTfILW0ZjKW+dprr3XdlSdPLjphmSbw1bafffZZf0k0TfKr&#10;FuCjjjrKmjVr5vbjkUcesQsvvNB2331369evX0GDWBCe021f61SvXj202/aLL77oThJ8/PHH7mcF&#10;dgVknSxIFYTn4q7uo9Cv10Fd2TOdfA0VT96EZw3QP/fcc2233Xaz9RMHqxtttJH74F9//fU5nwkQ&#10;hRGekW9KOjwvmT/f+p1+ujVL/J4rDCsgZVJaV2Fb4fm2gw+2lim3R5UOTHWgOPKJJ/w9yW+EZ+99&#10;IzxHF+E5e4RnrwjP0RSezzjjDDdxlroeK2iqK3MmV6n59NNP3fraRlhgnDRpkhtHXFyX6TAKzwrE&#10;2q5myQ4oyKt7tbYXBH2NL9Yla9W63aFDh9Bq2rSp7bHHHvbyyy+7+wTUHfySSy5xzz3onq4r9CgA&#10;33jjjUXGcCs8H3bYYS6Mp9KkxFdccYXr2v7KK6/4S4Gi8iI8q/uEumMokKkUnBWgg58VqtNNYY+y&#10;RXhGvinp8PzHhAl22SabuFAUdjBXXClItd9gAy88Jw4adNAXtl66uihR/RIHFuUB4ZnwnGkRnrNH&#10;ePaK8Bzt1ltvtdNPP91NfKUxvWHBMYwu03TCCSdYkyZNCq5os3TpUjcBmULmMcccY0cccYSbUEzH&#10;6fpZyxVmf/75Z7d+GIVnBeLOnTv7S1bTvqlrdNAwpq7iCrs77LCDa0ALq0qVKtmOO+5or75aeGiW&#10;grkmG9PzTqYTAWr5Vqt5Mo333nXXXV3rs55LUHp8vW66wo+eO5esQjo5D8+aPEBjExTG1JVDg/Q1&#10;Jb26brdP/HHT9Z91W58+fRjznCcIz8g3JR2ep3/3nWtFVoUdzBVXJRGeFSh6JQ5mygPCM+E50yI8&#10;Z4/w7BXhOZom1VXA3HvvvW2XXXZxE/FGUTfnmjVrui7ZukZ0QK3VaqFVKD3llFPcv9quLm8V/Hzx&#10;xRcXO+mWBOH5jjvu8JesplmtdVmtoFEs6LatrtxqOQ+rDz74wM22ndr63bt3bzeWWuOl1YKu/KDx&#10;0eomrkyROo66V69eLowrLOu5qNTirZZwTVCsGcjpro0oOQ/P+tDojNZmm20WOjte165dXVBLHsuB&#10;3CI8I9/MXTDHhec3P37JX7Jmpn//vQtFuQrP9510kr8n+Y3wTHjOtAjP2SM8e0V4jqZLMCk8K6wq&#10;SCtovvHGG/6thakhSuOL1ZKsibHULTsdzbatVm2NLc5UEJ7VIJZK+xoWnjXBWXG+/PJLO/jggwuF&#10;Z03upYnI1JKsFmNdtzoo/bzTTju58dbJ2SHotq0r/QBx5Tw86yzP1ltv7T7EYddx1sRhm266qes2&#10;EnQpQW4RnpFv5i2Y68LzWx8XHg8VF+E5M4RnwnOmRXjOHuHZK8JzNHXbViBVUNQs0RpXrK7Rv//+&#10;u7+GR62qDzzwgGtJ1szb6a4LHVALc5wJw7INz9nOtv3OO++4ZeqKrXCtCcKC0nWf1fimVunkS2wF&#10;E4ZpcmIgrpyHZ3Wz0DgGdaMImzpeZ6LWW289N709E4flB8IzSsv8hXPt8Vf6WrPr6lvDTrXt9Mvr&#10;RJbWO+uqE+2qnq2txX/PtPodjg5dL7UaX35s4t/j7Lo+Heybn8f4e+AhPGeG8Ex4zrQIz9kjPHtF&#10;eI6mMb5qHQ5aWdV9WcFS43dXrFjhlqnFWV2jdUkq/ZspXapK14DO5lJVpR2edRJA46mTx06n0iW5&#10;9Fw1CVjQFTsIz8VdqgrIRM7Ds67PdvTRR7swdt5557lZ99QVQx8qjXHQGAvdptn2Mpk1EKWP8IzS&#10;sGz5v3bHgK7uIGT3Uze23epuZLvXTfw/oiqdtL79X6Nt7Zpe7a1eh2Nsx+P/E7peagXb3y0R/k5q&#10;faj9NGn19S3XKDwHs20TnkutCM/xEJ69IjxHF+E5M/kUntU6HLQkKyirNVotrx999JFbpqvaqOuz&#10;JgfTeGe11iqUqhS21Robdlkr9frUJF/Dhg3zl0Qr7fCs1nBdnuq6664rdmI0tcC3atWq0PWrCc8o&#10;CTkPz/Lggw/aOuus4wKZBvhrAL8+SFtuuaVbppZpfbCRHwjPKA2/TPnJjrpg76wPFPduuLUdcvZu&#10;1qVXO2t8eR2rUi/L+yeC2B6nbGI9n7zF35P04VnLiyut32699bzwnOGlqlK3T3iOLsJzPIRnrwjP&#10;0UV4zky+hGeFSB03q/EpoC7bmgxLrbMa16xuzDrW3nDDDQuOuZNr//33dw1YJUHHibpMlUJ3KoV6&#10;TVQ2c+ZM97NCu8Yhp2sNHzFihLtU1TPPPON+Vldt9VhN7pIdRpe22n777d1lu4ITCnvttZc7kQDE&#10;lRfhWTPp3XTTTQUzayeXZg1U1+1MptxH2SA8ozSM/fEr2+PUTWyfRtuGHlwUV2sanlU7nbCuXX5X&#10;S39Pig/PWnbzvvvaXcccY3fWqFG0jjzSehx1lD3YuLH1Thy03HHEEeHrJequWrXsqsQf9dTHIDxH&#10;F+E5HsKzV4Tn6CI8ZyZfwrNCr1qTU3toamKs1xOfNQXpUaNG2QsvvOAu96TrGCeXJgNTb8958+b5&#10;91wzupKOthe0+CZTd+rhw4e7lmHR9ZnVqp16Walks2bNsrfffrtgbiRdYktzIoW1lCebP3++DR06&#10;1I2BVnjWrOIaKz179mx/DSB7eRGeRWMyNMhfIVpTxmuyg3vvvde+/fZbfw3kC8IzSsO4nxLh+bQc&#10;hue7o8Ozfr7jsMPs/lNPdQG3uOpZp47de/zx1jvktqAU9q6pVMkFr+THIDxHF+E5HsKzV4Tn6CI8&#10;Z6Zkw/Ne9vk3H/tbBpCv8iY8o/wgPKM0KDxXPm3TnIXnK+6+xN+T9N22266zjrVdd90SqTaJbaVu&#10;n/AcXYTneAjPXhGeo4vwnBmF51PaHunm0Ah7HTMt/d067NzKNnL8CH/LAPJVTsKzulloXIa6hyxe&#10;vNhNcKAuFOq6oWXqZqHSrIFapttUwYyByC3CM0pDeQnPWl5SlbptFeE5ugjP8RCevSI8RxfhOTOL&#10;Fi90fzt2On4d2+WkDVyIzrb0Hbp94vNxduL7dMaswpeWApB/chKeNd7imGOOcRMJaIxGw4YN3Yzb&#10;6erSSy/lUlV5gvCM0pAuPGtZcVU1EaSqN921IDzvmTjoC1svqNRtq7IJz6VdhOfoIjzHQ3j2ivAc&#10;XYTnzE2fNc36v9TH7h14m/UedEfWde9Tt1m/53vaxKkT/C0CyGc5Cc+6QLvCV4MGDdwkBZtsson7&#10;OV1pFsDJkyf7W0AuEZ5RGspLy3NpF+E5ugjP8RCevSI8RxfhGQDC5SQ8q7W5S5cu9sQTT7hrreki&#10;7ppmX9Pop9YNN9xg119/vfXu3bvg+nXILcIzSkO68Hxa+6OsyZUn2OlXHFekGl9Rx5pefbILz5fc&#10;0tQadjo2dD1VkytPtMPP29MF7uTtE57jITwTnjMtwnP2CM9eEZ4B5BMmDEPWCM8oDWHhOehq3fzG&#10;xtbprhbW4Y4LQ6t9otrc1szadT8/8XPzIrcHpctR1bp4P6taf8tCB4qE53gIz4TnTIvwnD3Cs1eE&#10;ZwD5JOfhWdd7a968uWuJDrvumq7NpktXdevWzU0uhtwjPKM0pGt5PvTcynZks73siGZV1qi0jQOa&#10;7FzkMQjP8RCeCc+ZFuE5e4RnrwjPAPJJTsKzLoyuC6jrYu5vvfWWC2JVqlSxn3/+2S0LaunSpTZo&#10;0CB3+yGHHGLTp0/3t4BcIjyjNKQLz+pmrcC0pqXJxcK2T3iOh/BMeM60CM/ZIzx7RXgGkE9yEp4V&#10;kq+66iq75JJLrF69erbRRhvZ9ttvb+ecc46bVbtly5buthYtWth+++3nglqtWrUIz3mC8IzSkC48&#10;l3YRnuMhPBOeMy3Cc/YIz14RngHkk5yEZ3W/7tSpkwtgmVbbtm1dSzRyj/CM0kB49orwHF2E53gI&#10;z14RnqOL8AwA4XI25lkBrHPnznZS4iBRQWzzzTe3pk2bFrQ4B6Xx0DfffLP9+uuv/j2Ra4RnlAbC&#10;s1eE5+giPMdDePaK8BxdhGcACJfTCcNWrFhhw4cPt4MOOsh13540aVLBWOegND4a+YXwjNJAePaK&#10;8BxdhOd4CM9eEZ6ji/AMAOFyGp5RPhGeURoIz14RnqOL8BwP4dkrwnN0EZ4BIFxOwvP3iQPTp59+&#10;2j788EMXxF5++WV7/vnn7bnnnrNnn322SD3zzDP2euIP7fz58/0tIJcIzygNhGevCM/RRXiOh/Ds&#10;FeE5ugjPABAuJ+G5X79+LnydeeaZ9tJLL9kOO+zgfk5Xhx12mE2ZsvpAaW0wevRoN8P4iSeeWKg0&#10;DnzYsGH+Wp6VK1e6EwgXXnih1a9f32666SY3a3kuEJ5RGgjPXhGeo4vwHA/h2SvCc3QRngEgXE7C&#10;s1qdFZhbt25t77zzjh1wwAG23Xbbpa3TEgdGa9ulqnr16uVC6NZbb+0u1RXUjjvu6E4qBDQ2vGfP&#10;nu410/WuFbB33XVXq169uo0cOdJfq+wQnlEaCM9eEZ6ji/AcD+HZK8JzdBGeASBcTsLzn3/+ad98&#10;842bIOyff/5x3bi//fZb++6770JLt02YMGGtulSVWpIvuugiq1Onjs2dO9dWrVpVqJINHTrUKlWq&#10;5GYdD16DH374wY455hg7/fTTbc6cOW5ZWSE8ozQQnr0iPEcX4TkewrNXhOfoIjwDQDgmDMsRBd66&#10;detahw4d/CXhli1bZu3atbMaNWrYH3/84S/1qHV67733tnfffddfUjYIzygNhGevCM/RRXiOh/Ds&#10;FeE5ugjPABAub8Lz8uXL7eOPP7bbb7/drrvuOlePPPLIWnt9Z7Wk165d23XHfuWVV9w1rs844ww3&#10;QZou1xVQYK5Zs2ZoyP7pp59ceL7tttv8JWWD8IzSQHj2ivAcXYTneAjPXhGeo4vwnLnZ06bZu/fc&#10;Yy8ljltfueGGrEv3e6NbN/d3B0D+y4vwPC3xxaMuzFslvhwVypJrzz33dBOMqQV2bfLRRx+553bU&#10;UUdZ48aNrWHDhnbooYfatttua5dcconNnj3braeAvNdee9kNiS/YVArWhx9+uLVs2dJ1Ay8r6mpP&#10;eEZJIzx7RXiOLsJzPIRnrwjP0UV4zsyKxLHpQ2ecYRets477HtDfjGxL99Pr2rNOHfunBCbG1VDA&#10;3377zSZOnGi///572iGPaqxR41UuaL+0n2U19FBX7NFw0UWLFvlLgHhyHp4XL15sHTt2LAjLmhRL&#10;gVKza2+66aZu2WabbWaDBg3y77F2UKv6xhtvbFdddVVBUNaXmFqiN9poI7v77rvdsvHjx7uQfeed&#10;qw86Aho7ru7cF198cUbhWbNzv/DCC2tcDzzwgHtfNAYbKCmEZ68Iz9FFeI6H8OwV4Tm6CM+Z+TsR&#10;/v5brZr7XQ7+ZmRbul+LRHXafHP7KeVKK9lQw0b//v3dkEBNtLvhhhu6xhc1Tml4nyafTaY5hdQ4&#10;NXPmTH9J2dLx7ZFHHmkPP/ywv6R0vfjii66Ravjw4f4SIJ6ch+dx48a5cKgw1qRJE/v000/dF8CM&#10;GTPsjTfecOFQt6lL87x58/x7lX9fJw60dH3rIDgHdCZOrdBHHHGEO3uoLze9Pj169PDXWE0tz/ri&#10;yTQ8q0u8XsuSqm7duvlbBtYc4dkrwnN0EZ7jITx7RXiOLsJzZhSeux1wwBq/LnqOnbfZxiZ8+KG/&#10;5ezoWFINUdUSQV7/3n///a6h46677nJXq9FxpBqhko8V1Uhz9tlnu2PuXNBxsBrKHnroIX9J6Roy&#10;ZIgdfPDBrucnsCZyHp51PWNdqqlKlSpuBulUzz//vG2yySaue/LUqVP9pWs3XcN59913d91ZVBrX&#10;HBZU1fKs8Kxu26kzdIfRdbLff//9Na6nnnrKhWdantec3jd1+yqRylHXq5JCePaK8BxdhOd4CM9e&#10;EZ6ji/CcmXwJz6+++qq77OsTTzzhL1lNx4oKyWqU+eWXX9wy9XRUj8Zzzz3XJk+eHDo0csmSJbZw&#10;4cJC8/AEdOyixp7g2FOt2uoOHTXEUttUj1PRlXbStTyne3ydBEjujq5t6rFTj4W1PLi/5hei5Rkl&#10;IefhWS2re+yxh+27776hXUfU1UTdm0899dQyvyRTadGXjMaiaNKwsNCrscRVq1Z1X2g6I6gvl8sv&#10;v9y/dTV1w9ZZRoXtsvTXX3+58MyY5zX3V+IP72PNmtnjF15oTzRvXqS0/KlLLrFnO3SwJy++uNj1&#10;Bpx3nj3fqZMtD/kjU14Qnr0iPEcX4TkewrNXhOfoIjxnJl/C8z333ONaVYNwnOqDDz5w3bd1zK3g&#10;qePGypUru+PvAw880Hr16uWvafbVV1/Z1Vdf7S6lqtuOO+44N6Qw+Rh9+vTpbqJbhXX1GG3RooUL&#10;pqeccoo999xzRcZZK8Dfcccd7hKrmiz3wQcfdJME6+fU8Dx27Fjr0qWLHX/88e456V+1oOsxAzp+&#10;1qVaBw4c6CbNPfroo91xsh5HfvzxR+uUOCbS8XP9+vVdcFZjnE4gEJ6xpvJiwrB7773Xtkl8aWjs&#10;RTJ1Qzn//PPdRGJPPvmkv7T805eKJgnbf//9bdasWf5Sj86SqYuNasGCBW4iB7Us68srtYv3m2++&#10;6cazvPbaa/6SssFs2yVnTuKPwas33GCvJ17L12++uUgNvf12G9Smjd2beP9fTPwxe+vWW0PX0zbe&#10;S/xxUwt0eUV49orwHF2E53gIz14RnqOL8JyZfAnP77zzjgu6tyaOETRJWDpqodVxo4ZD6mou6kX4&#10;3nvvudvUYKWAqWGUCrsKza1bt3bHmrpsqibdEvVkVKitVauWa73WFXLUDfyss85yoVyBOGgcUug+&#10;77zz3P5df/31rsW7bdu27jH2228/GzBggFtP1Lsx9fF1tRl1O9dkusHj6ySAunxr/7VfCtCPPfaY&#10;O4b+9ttvXUBXoNbroZ6bCvcK0Qrjn3zyidsGEFdOwvOXX35p1157rTuzpbNL+kBsvvnmLkBfeOGF&#10;bvmVV17pJj1QSFO3ZX24gg/N2kAThqk7usYhB2NQ9EWjL58tt9yy0Jk4TdKlidT69u3rL/HGO+sM&#10;n0J1cKatrBCey9Z3Q4faXYk/An9PnuwvWTsRnr0iPEcX4TkewrNXhOfoIjxnJl/Cs7o3K5RWqlTJ&#10;jj32WOvcubNr3f38889dQ0wYHVM2b97c3Ve0Xps2baxZs2ZF5hjq3r27C7Uapyy6So6O0f8v8Tvx&#10;2WefuWWibaiLuObu0bw9ct9997ku5Wr9Dmg9hd6ddtrJHn/8cbdM3b617MwzzyzS01Qtzxq+OXr0&#10;aPezhnmqVVmPk7yuGqe0DQX75Evdqienjpl1EkAt5cCayEl47tOnjwtf2ZTOMOlM19oi+OJQq7o+&#10;0K1atbKTTz7ZzZB4zTXXFIwJEf3/iiuucLfpzJlaog866CA3Llqtz2WN8Fy2vkm8x3cdc4z9lXjd&#10;12aEZ68Iz9FFeI6H8OwV4Tm6CM+ZyZfwLAqOarlVS62GQipIV69e3TWyqPU1tUVavT7VuzNogNHY&#10;YA0HTO0RKeryrFZehXHRHEQnnHCCO45NHX54yy232IknnugaeXT8qjCufUqd2Fbb0v6pMUn0+Op2&#10;HtYgpG7XauUeMWKE+zkYL62W5WS6vKv2S5OlpVIPVh07B9sA4spJeH7ppZfcB0bdljMpfQmoW0iu&#10;ptMvLfqiePrpp914bj1PnUHTVPqplxMQnZHTF4y+BNXtRGNXgi+xskZ4LlvfvPGGC8+zks6iro0I&#10;z14RnqOL8BwP4dkrwnN0EZ4zk0/hOaBjSA3zU9dm9dpUS+5uu+3mhgsmt8amhueA7q+WXY0N1gzd&#10;atDR2GQ1YgUtvwrPat0NmzhWLc1qDFII1zhlNfpoWSo1iKl7deps2wrZGrOskKvHV09VBWe1PAfH&#10;vQrPuhpPco9M0STEWm/o0KH+ktX0fHQpXGbbxprKSXjWeAudjdJMetlU2ORaKHuE57JFeC79IjzH&#10;Q3gmPGdahOfsEZ69Ijynp8YVdZ1Wq2tx1Gil8cUKzIGw8Kzxwrr8qbpZK7Bq7LFalzVmWS3PmkxM&#10;gvCsVuZU6l0ahGcFZDUQ9e7d2791NQVrTUqWPN+RQrt6V2p8tAK7xmWr1Vqt1/p55MiRbr0gPKfO&#10;laQx27qvxoCnUndtjYMmPGNN5cWEYShfCM9li/Bc+kV4jofwTHjOtAjP2SM8e0V4Ti+YA0ehM7Vr&#10;dEBDBRVidQ3oQGp4njFjhgurJyX+/ryROO7QVWGC8dBvvfWWC7pffPGF+zldy7OCchCeNR5ZATzs&#10;qjDavgJx0PKs9fX46vL9euL7QV24td+iCc00ljuY7CsIzxrXnUwt42rNHjx4sL9kNQVqZttGSchJ&#10;eNZEAzoDpDNM+tBqAjGdNdMZpbDSbZq6Xq3PyD3Cc9n6IfFHo8fRR9vcxB+2tRnh2SvCc3QRnuMh&#10;PHtFeI4uwnNm8iE8q5u1ZrvW5F0fFnP/UaNGuUtJ6ZJWAc1kfcEFFxRM7KUuz7pMajCBV0CBXF2n&#10;NV44k27bQXgOhlp27drVjUPWfZI9++yzbkLg/v37u58VavX4wc/JbrzxRvf4qd22U8OzuqtrwjIN&#10;bUy9PrT2Va8Rs21jTeUkPOu6cJtuuqn75dbZLM1+t9FGG6UtfUijpt9H2SA8xzdn2jSbMm6cTRk7&#10;NqOanKgR/fpZzzp17NvEZyVsneJq2vjxtigPDzaKQ3j2ivAcXYTneAjPXhGeo4vwnJl8GfOsxigF&#10;Vh1P6you6l6tMc9qeFIYVXflevXqFboOtMYhB92Y1UKsLtsaL6zWaP1fDV3ffPONm+lac+2o1Tab&#10;8KyWbNE+qAu4Wsa1XXXl1qWy9Ng77rhjwaVo9Rz0+OoiHjy+/lXgV/DXPkSFZ9HcQeq6rUnSNMZb&#10;x6y6gs0+++xj1apVKzQ7OBBHTsKzfok32GADNwmYZtDbdddd3c8bbrhhaK2//vruQ7Y2zbZdnhGe&#10;s6fx+p89/rjdUr26O9DWH0r9G1X6g3zd7rvbI02bWsdNN7WWKbcXV1qvzTrrWM/EH7AJ5WR8D+HZ&#10;K8JzdBGe4yE8e0V4ji7Cc2byacKw8ePHu/HJmpBXl37VcZouA6vxy7qii25Pph6gmrF6++23d5eN&#10;1VxEzzzzjJsYbJdddrFDDjnEjXO+/PLLXQBXeA5mxtbxuAKt7pdKl8zSdhV+A7pMlQK1WpbV+qsu&#10;4LqKjMLs/fff79ZRC7ceX4+jXKDHV+jWmGdNfKaW52AWbYV6hWG1nqdSS7xaz/U81LKtCXl14kCX&#10;4dJ9ki+ZBcSRk/CsM0G6xJLOjOnslcYyaGY8jUcIK92m7hzB2AvkVnkPzzP++t2eeK2fPf1WfxtU&#10;TA0e+pg9986Tif8PKHJbUE++9pC9MeJFf6vpTUz8kdIffx3c62A701IIvr5yZXvkrLPs8i22cAfp&#10;YeuFlYJfs0R1T/yBm1MOem0Qnr0iPEcX4TkewrNXhOfoIjxnJp/Cc0Atzi+//LILvM8995yNGzcu&#10;dCy0TuqPGTPGHn30UXccHlzpRa29uhKMeokGLb3Lly932wzGPOt4/NVXXy2YQCyZQrrGLKces6sl&#10;Wq3CCsJaR0MxNbZaj5dMLdBPPfWUe3wN3dS+a9/UWh08vrpna1up9002YcIE9zw0Y7fC/t+J3x89&#10;h+RQD8TBhGHIWnkPz79M+ckFpWt7t0tU+yJ1XZ8O1umuFtaq2znWpVfb0HVUne+51O59qvA1Bovz&#10;6g03xDpQ1B/Urnvu6cKzDh6yDXM6sL9knXXs2xxcDzxbhGevCM/RRXiOh/DsFeE5ugjPmSnR8Lz1&#10;1jZh2DB/ywDyVd6EZ51V0pkhBbNJkyYVKi3TbbrEFXKvvIfnFStX2KIlC23xkkXhlThgeX34EGt7&#10;WzP7PXFwHrpOorSNJf8u9rea3nOdOrlW4LA/mulqTcOz6oJEjRkyxN+T/EV49orwHF2E53gIz14R&#10;nqOL8JwZheebqlWzi1L2OdvSc+y0xRb2I12KgbyXF+H5t8SXj8Y+aIC/JjvQGIXkqlKlijVs2JCu&#10;FnmivIfnTLz72evW5rbzbM78f/wla+b5xO+3DtjC/mimq5IIzwoUY1/MrHt5LhGevSI8RxfhOR7C&#10;s1eE5+giPGdmybx59mCjRu7kuL5/9Dsdp85L1O2HHGJ/JY6vAOS3nIfneYkvngsvvNCFsXSliQNS&#10;p7lHblSE8Pz2p6+68Pz3nFn+kjWTLjzr4Lu4ynbMc9j2Cc/RRXiOh/Dsfe4Iz9FFeM4e4dmrfA7P&#10;8sfPP9sr111ngzt0sOc6dsy69Ls4pEsX+23UKH+LAPJZzsOzrvGsWfUUxjQ736233mqPPfaYm+gg&#10;uV566SWbP3++fy/kEuE5e2HhWcFMM2h3P+wwu/3QQ0PrtkMOcZeperhJE+tx1FHu57D1uh9+uN16&#10;4IHWdt11i4RownN0EZ7jITwTnjMtwnP2CM9e5Xt4LrBqVaxaFTKZF4D8lfPwrAu6b7311rbHHnu4&#10;II38R3jOXnHhWa3JCkq9TjwxtO7TvyecYPcef7z7N2wd1X0nn2x316pl7dZbj/AcowjP8RCeCc+Z&#10;FuE5e4Rnr8pNeAZQIeQ8PKsrtq5Jp2u//V4OLqeDihGePxr1rrW+9VxbtrxkJqkLC8866FZLccdN&#10;Nomsy0KWFapNN7XLNt7YXds5+TFUhOfoIjzHQ3gmPGdahOfsEZ69IjwDyCd5MWGYrkNXuXJl69Gj&#10;h7uWHPJbeQrPajnWNZn/2+9Ku6lvZ7vpwejqen9HdykqhakbH7jCbux7eeh6qXVDYr07BnS1EaPf&#10;L3JNxbhjnrOtsO0TnqOL8BwP4dn73BGeo4vwnD3Cs1eEZwD5JCfh+f3337c2bdq4ap/4A6Z/FZ43&#10;3XRTO+KII+z888+3Dh06WNu2bV21atXKbr75Zps1q2S60GLNlJfwPGv2H3bJzU2tSv0tbMfj10nU&#10;fzKqrWv9x05uc3giQHewvepvadvVCV8vtXZIVKWT1rcDz9zZHn+lr63SeCZfuvBc2kV4ji7CczyE&#10;Z8JzpkV4zh7h2SvCM4B8kpPw3LdvXxe+sqn99tvPJk+e7G8BuVRewvPA1x+2KvU2tz3rbRZ6cFBc&#10;6T4NO9W2a+5rb4ees4ft3XDr0PXCSsFv17obuoOOSb9P9PeE8JwJwrNXhOfoIjzHQ3j2ivAcXYRn&#10;AAiXk/A8dOhQa9SokdWrV6+g6tevbw0aNHCl/yffptJ1oGl5zg/lJTxf17tDrAPFNQnPKoW/PU7Z&#10;xL787jN/TwjPmSA8e0V4ji7CczyEZ68Iz9FFeAaAcDkJz0uXLrWFCxfaokWLbPHixRmV1k0dR4rc&#10;KC/h+Zr72uUsPO9WdyP78ttP/T0hPGeC8OwV4Tm6CM/xEJ69IjxHF+EZAMLlxYRhKF/KS3jWpF9h&#10;B4oKZwrExdUep25iDTrWdOH54Ka7ujHTYeupqiUqbPu7n7Ix4TlLhGevCM/RRXiOh/DsFeE5ugjP&#10;ABAub8LzDz/8YG+//ba99dZbofXpp5+6FmjkXnkOz9UabmMHn7WrndjqUDuhVfXQOrblAdbs+vrW&#10;5b52dmr7Gu4AImy9E1odYrVb7l9o+yrCczyEZ68Iz9FFeI6H8OwV4Tm6CM8AEC7n4VkzEg8ePNjN&#10;tq1AVlwdcsgh7prQyL3yHJ41e3bti/ez6/p0sKvvbVNsXdmzlXW+51K76t7WoberNBt3m9vPc9tN&#10;DnyE53gIz14RnqOL8BwP4dkrwnN0EZ4BIFzOw7MCsS5PlRqWU6tGjRqE5zxRnsOzgtlBZ1WyOi0P&#10;tGNbHLBGpW3UbP5/hbYfPAbhOXuEZ68Iz9FFeI6H8OwV4Tm6CM8AEC7n4fmjjz6y7bff3tZff313&#10;befPPvvMxo8fX6QmTpxoy5Yt8++FXFobxjyrBbokqmriID5s+4Tn7BGevSI8RxfhOR7Cs1eE5+gi&#10;PANAuJyH5xEjRtg222xjBx54INdxLifKe3gu7SI8x0N49orwHF2E53gIz14RnqOL8AwA4XIenmfO&#10;nGlHH3207bjjjvbjjz/6S5HPCM/pi/AcD+HZK8JzdBGe4yE8e0V4ji7CMwCEy3l4Fk0YtsUWW9hZ&#10;Z51lY8eOLbgGdHJppm2u85wfCM/pi/AcD+HZK8JzdBGe4yE8e0V4ji7CMwCEy3l4/uqrr+zYY4+1&#10;DTfc0AWynXfe2f4v8QWdWueee65rpUbuEZ7TF+E5HsKzV4Tn6CI8x0N49orwHF2EZwAIl/PwPHTo&#10;UBfEoqpq1aqMic4ThOf0RXiOh/DsFeE5ugjP8RCevSI8RxfhGQDC5Tw8T5gwwbp27WodO3ZMW716&#10;9bLZs2f790IuEZ7TF+E5HsKzV4Tn6CI8x0N49orwHF2EZwAIlxdjnlG+EJ7TF+E5HsKzV4Tn6CI8&#10;x0N49orwHF2EZwAIR3hG1gjP6YvwHA/h2SvCc3QRnuMhPHtFeI4uwjMAhMtJeNaM2j179rR77rkn&#10;4xo4cKDNnTvX3wJyifCcvgjP8RCevSI8RxfhOR7Cs1eE5+giPANAuJyE54ceesiFr2yqevXqNmXK&#10;6gMl5A7hOX0RnuMhPHtFeI4uwnM8hGevCM/RRXgGgHA5Cc+PPfaYbbzxxrbOOutkXLVq1bJp06b5&#10;W0AuEZ7TF+E5HsKzV4Tn6CI8x0N49orwHF2EZwAIl5PwPG/ePJs4caL98ssvGdfUqVNt+fLl/haQ&#10;S4Tn9EV4jofw7BXhOboIz/EQnr0iPEcX4RkAwjFhGLJGeE5fhOd4CM9eEZ6ji/AcD+HZK8JzdBGe&#10;ASAc4RlZIzynL8JzPIRnrwjP0UV4jofw7BXhOboIzwAQjvCMrBGe0xfhOR7Cs1eE5+giPMdDePaK&#10;8BxdhGcACEd4RtYIz+mL8BwP4dkrwnN0EZ7jITx7RXiOLsIzAITLSXheuXKl/z+UR4Tn9EV4jofw&#10;7BXhOboIz/EQnr0iPEcX4RkAwuUkPI8aNcruvfdemz59uvtZl6AaO3asLV682P2M/EZ4Tl+E53gI&#10;z14RnqOL8BwP4dkrwnN0EZ4BIFxOwvNDDz1k1atXd5erkoEDB9rpp59uM2fOdD8jvxGe0xfhOR7C&#10;s1eE5+giPMdDePaK8BxdhGcACJez8LzLLrtYnz597PvEQerVV19tBx54oL366qs2fvx4GzNmTJH6&#10;8ccf7d9///W3gFwiPKcvwnM8hGevCM/RRXiOh/DsFeE5ugjPABAuJ+H57bffts0228wFsEyrZs2a&#10;rns3co/wnL4Iz/EQnr0iPEcX4TkewrNXhOfoIjwDQLichOfZs2dby5YtiwTkdHXQQQfZlCmrD5SQ&#10;O4Tn9EV4jofw7BXhOboIz/EQnr0iPEcX4RkAwuUkPIsC9EcffWSvvfaaXXTRRbbXXnvZ/fffby+/&#10;/LK98MILReqDDz6wRYsW+fdGLhGe0xfhOR7Cs1eE5+giPMdDePaK8BxdhGcACJez8JzsnXfesWuu&#10;ucYWLFjgL0E+IzynL8JzPIRnrwjP0UV4jofw7BXhOboIzwAQLi/Cc7IJEybY559/bl9++aXNmDHD&#10;X4p8QnhOX4TneAjPXhGeo4vwHA/h2SvCc3QRngEgXN6EZ82m3a5dO9t3331tyy23tG222caOOeYY&#10;u+eee2zOnDn+WsgHhOf0RXiOh/DsFeE5ugjP8RCevSI8RxfhGQDC5UV4VnA++uijXSALq9atW7sx&#10;0sgPhOf0RXiOh/DsFeE5ugjP8RCevSI8RxfhGQDC5Tw8L1682Nq0aePC2Hbbbeeu+fzmm2+6ScKa&#10;NWtmG264obvtkUce8e+BXCM8py/CczyEZ68Iz9FFeI6H8OwV4Tm6CM8AEC7n4fn7xEHq3nvvbRtv&#10;vLENHDjQX+r5999/rXPnzi6oNWnSxObPn+/fglwiPKcvwnM8hGevCM/RRXiOh/DsFeE5ugjPABAu&#10;5+FZl6vaeuut7YADDgi9jvO7775rm2yyiR155JH2+++/+0uRS4Tn9EV4jofw7BXhOboIz/EQnr0i&#10;PEcX4RkAwuU8PH/yySe2/fbbW+XKle3bb7/1l642ePBgW3/99a1mzZo2c+ZMfylyifCcvgjP8RCe&#10;vSI8RxfhOR7Cs1eE5+giPANAuJyHZ7U2H3HEES6MaWKwyZMn28KFC23evHk2atQoq1OnjrutVatW&#10;tmTJEv9eyCXCc/oiPMdDePaK8BxdhOd4CM9eEZ6ji/AMAOFyHp5XrVrlLkelMKbab7/97Oyzz7bT&#10;Tz/ddt55Z7dM3brff/99/x7INcJz+iI8x0N49orwHF2E53gIz14RnqOL8AwA4XIenkWXoerUqZOt&#10;t956BSE6KAXnBx54wJYvX+6vjVwjPKcvwnM8hGevCM/RRXiOh/DsFeE5ugjPABAuL8KzqEv222+/&#10;bR07drTjjjvO6tatazfeeKN9+umntnLlSn8t5APCc/oiPMdDePaK8BxdhOd4CM9eEZ6ji/AMAOHy&#10;JjwHFJQXLFhgixYt8pcg3xCe0xfhOR7Cs1eE5+giPMdDePaK8BxdhGcACJd34Rn5j/CcvgjP8RCe&#10;vSI8RxfhOR7Cs1eE5+giPANAOMIzskZ4Tl+E53gIz14RnqOL8BwP4dkrwnN0EZ4BIBzhGVkjPKcv&#10;wnM8hGevCM/RRXiOh/DsFeE5ugjPABCO8IysEZ7TF+E5HsKzV4Tn6CI8x0N49orwHF2EZwAIR3hG&#10;1gjP6YvwHA/h2SvCc3QRnuMhPHtFeI4uwjMAhCM8I2uE5/RFeI6H8OwV4Tm6CM/xEJ69IjxHF+EZ&#10;AMLlZXieP3++Pf3003bppZfaBRdcYNdff72NGzfOvxW5RnhOX4TneAjPXhGeo4vwHA/h2SvCc3QR&#10;ngEgXN6F54ULF1rbtm1dONtss81sq8QX5vrrr2+77babvfPOO/5ayCXCc/oiPMdDePaK8BxdhOd4&#10;CM9eEZ6ji/AMAOHyLjx/8cUXVq1aNWvevLm99dZbNnz4cHvsscds3333tdatW9vy5cv9NdcO06dP&#10;t5deesnuv/9+GzRokAumYb5OHJg9/PDD9tBDDxWqwYMH219//eWvVTYIz+mL8BwP4dkrwnN0EZ7j&#10;ITx7RXiOLsIzAITLSXgeMWJEsa3I7777ru29994uUAYUmJs0aWLnnHOOLV682F9a/uk5Hn744bbl&#10;llvatttu61ra999/fxswYEChkwQrVqyw9ok/9AqsqbXFFlvYV1995a9ZNgjP6YvwHA/h2SvCc3QR&#10;nuMhPHtFeI4uwjMAhMtJeH7kkUds++23t1NPPdXee+89+/fff/1bzCZPnmzHHHOM666tIHnAAQfY&#10;nnvuaRtttJHdd999tmrVKn/N8m3kyJFWuXJla9iwoWttnzRpko0dO9bOPfdcF4hfeeUVf02zOXPm&#10;uJMHGv+toDxq1KiC+uabb2zRokX+mmWD8Jy+CM/xEJ69IjxHF+E5HsKzV4Tn6CI8A0C4nITnP//8&#10;026++WbbY489bIMNNrDGjRvb+++/X9Cq/NFHH7kAvcsuu9jOO+/swnPnzp3t77Xki3PlypV2+eWX&#10;W6VKleyHH37wl3qmTZtmhxxyiLVs2bKg9XnChAl21FFH2aOPPup+zjXCc/oiPMdDePaK8BxdhOd4&#10;CM9eEZ6ji/AMAOFyOub5t99+s27durnxzApjZ555pr355psFrcsaD6x11pbQHFA37CFDhrix3EuX&#10;rv7DJEuWLHGvg1qag5MJOrGgceDq6j5mzBjr3bu3PffcczZr1ix3e1kjPKcvwnM8hGevCM/RRXiO&#10;h/DsFeE5ugjPABAuLyYMU0C+8847XTdmzazdoEEDe+211/xbKxa1MutkQseOHV3IFrU4qwX+/PPP&#10;t5o1a7rx0eutt57VqlXLtdKXtd9//53wnKYIz/EQnr0iPEcX4TkewrNXhOfoIjwDQLi8CM8BtaT2&#10;7NnTdt11VzeJVp06dezll19eqyYJS0etzq1atXLP/9NPveClVvirr77a1l13XReodb1rnWzQxGrV&#10;q1d3QVvjnjOh11Fd5te0NNaa8Fx8EZ7jITx7RXiOLsJzPIRnrwjP0UV4BoBwOQvPM2fOtCeffNK6&#10;dOnixjP379/fddOWGTNmWPfu3a1q1aquhfW4445zM1OX9SWZypKCrV4LnTR48MEH/aXeTOO6JFXX&#10;rl2LdF9XwNbEa3r9NI46Sq9evVzoLalSl/t8Rnj2ivAcXYTneAjPhOdMi/CcPcKzV4RnAPkkJ+FZ&#10;wVmzTKeGscMOO8x++uknfy0vRN9111128MEHu9uvvPLKgq7MaxO1uF900UVulu0+ffpkFIRlwYIF&#10;duyxx9ppiYPGhQsX+kuLpy7euuTVmpZm/db7ccstt/hbzk+EZ68Iz9FFeI6H8Ex4zrQIz9kjPHtF&#10;eAaQT3ISngcNGmS77767m3FbE1+pdBmqKlWq2G233eavtdqUKVOsR48ervvy/Pnz/aVrh+8TB+kn&#10;nHCCa0EeOHCgv7SosEt0LVu2zE455RR3ya9MwnNJ0aWzFJ7pth1ehOd4CM9eEZ6ji/AcD+HZK8Jz&#10;dBGeASBcTsJz37597cADD3QzRwd0iabatWvbVVdd5S8pSqFtbWp5Hj16tBu3/H+JP0jDhg3zlxam&#10;616rZVnd2FNp/LFa5dVqXZavC7Ntpy/CczyEZ68Iz9FFeI6H8OwV4Tm6CM8AEC4n4fmLL75wM2tr&#10;fO+RRx7prmGs2aS3Snw5vlgODvJLws8//2xHH3201a1b181eXZy5c+e6dTT+O7lLu+iSVdtss40N&#10;HjzYX1I2CM/pi/AcD+HZK8JzdBGe4yE8e0V4ji7CMwCEy0l41pheBT5ddkmBefPNN7dDDz3Ujfdd&#10;tGiRv9baS92tNX5bk6E1b97cPW/NMn7PPfcU1FtvvVXQmqxWac3ArRMNjz/+uLtG9BWJMKYx0h06&#10;dHBjn8sS4Tl9EZ7jITx7RXiOLsJzPIRnrwjP0UV4BoBwOQnPAXU7Viv0yJEjberUqf7Std+kSZPs&#10;oIMOcgG0uGrcuLG7dFXg448/tkaNGrnW+o033tiqVavmArdapssa4Tl9EZ7jITx7RXiOLsJzPIRn&#10;rwjP0UV4BoBwOQ3PFZUuS6Uu2JosrLjSGPDUScLUKq/7jR8/3s1YniuE5/RFeI6H8OwV4Tm6CM/x&#10;EJ69IjxHF+EZAMIRnpE1wnP6IjzHQ3j2ivAcXYTneAjPXhGeo4vwDADhCM/IGuE5fRGe4yE8e0V4&#10;ji7CczyEZ68Iz9FFeAaAcIRnZI3wnL4Iz/EQnr0iPEcX4TkewrNXhOfoIjwDQDjCM7JGeE5fhOd4&#10;CM9eEZ6ji/AcD+HZK8JzdBGeASAc4RlZIzynL8JzPIRnrwjP0UV4jofw7BXhOboIzwAQjvCMrBGe&#10;0xfhOR7Cs1eE5+giPMdDePaK8BxdhGcACEd4RtYIz+mL8BwP4dkrwnN0EZ7jITx7RXiOLsIzAIQj&#10;PCNrhOf0RXiOh/DsFeE5ugjP8RCevSI8RxfhGQDCEZ6RNcJz+iI8x0N49orwHF2E53gIz14RnqOL&#10;8AwA4QjPyBrhOX0RnuMhPHtFeI4uwnM8hGevCM/RRXgGgHCEZ2SN8Jy+CM/xEJ69IjxHF+E5HsKz&#10;V4Tn6CI8A0A4wjOyRnhOX4TneAjPXhGeo4vwHA/h2SvCc3QRngEgHOEZWSM8py/CczyEZ68Iz9FF&#10;eI6H8OwV4Tm6CM8AEI7wjKwRntMX4TkewrNXhOfoIjzHQ3j2ivAcXYRnAAhHeEbWCM/pi/AcD+HZ&#10;K8JzdBGe4yE8e0V4ji7CMwCEIzwja4Tn9EV4jofw7BXhOboIz/EQnr0iPEcX4RkAwhGekTXCc/oi&#10;PMdDePaK8BxdhOd4CM9eEZ6ji/AMAOEIz8ga4Tl9EZ7jITx7RXiOLsJzPIRnrwjP0UV4BoBwhGdk&#10;jfCcvgjP8RCevSI8RxfhOR7Cs1eE5+giPANAOMIzskZ4Tl+E53gIz14RnqOL8BwP4dkrwnN0EZ4B&#10;IBzhGVkjPKcvwnM8hGevCM/RRXiOh/DsFeE5ugjPABCO8IysEZ7TF+E5HsKzV4Tn6CI8x0N49orw&#10;HF2EZwAIR3hG1gjP6YvwHA/h2SvCc3QRnuMhPHtFeI4uwjMAhCM8I2uE5/RFeI6H8OwV4Tm6CM/x&#10;EJ69IjxHF+EZAMIRnpE1wnP6IjzHQ3j2ivAcXYTneAjPXhGeo4vwDADhCM/IGuE5fRGe4yE8e0V4&#10;ji7CczyEZ68Iz9FFeAaAcIRnZI3wnL4Iz/EQnr0iPEcX4TkewrNXhOfoIjwDQDjCM7JGeE5fhOd4&#10;CM9eEZ6ji/AcD+HZK8JzdBGeASAc4RlZIzynL8JzPIRnrwjP0UV4jofw7BXhOboIzwAQjvCMrBGe&#10;0xfhOR7Cs1eE5+giPMdDePaK8BxdhGcACEd4RtYIz+mL8BwP4dkrwnN0EZ7jITx7RXiOLsIzAIQj&#10;PCNrhOf0RXiOh/DsFeE5ugjP8RCevSI8RxfhGQDCEZ6RNcJz+iI8x0N49orwHF2E53gIz14RnqOL&#10;8AwA4QjPyBrhOX0RnuMhPHtFeI4uwnM8hGevCM/RRXgGgHCEZ2SN8Jy+CM/xEJ69IjxHF+E5HsKz&#10;V4Tn6CI8A0A4wjOyRnhOX4TneAjPXhGeo4vwHA/h2SvCc3QRngEgHOEZWSM8py/CczyEZ68Iz9FF&#10;eI6H8OwV4Tm6CM8AEI7wjKwRntMX4TkewrNXhOfoIjzHQ3j2ivAcXYRnAAhHeEbWCM/pi/AcD+HZ&#10;K8JzdBGe4yE8e0V4ji7CMwCEIzwja4Tn9EV4jofw7BXhOboIz/EQnr0iPEcX4RkAwhGekTXCc/oi&#10;PMdDePaK8BxdhOd4CM9eEZ6ji/AMAOEIz8ga4Tl9EZ7jITx7RXiOLsJzPIRnrwjP0UV4BoBwhGdk&#10;jfCcvgjP8RCevSI8RxfhOR7Cs1eE5+giPANAOMIzskZ4Tl+E53gIz14RnqOL8BwP4dkrwnN0EZ4B&#10;IBzhGVkjPKcvwnM8hGevCM/RRXiOh/DsFeE5ugjPABCO8IysEZ7TF+E5HsKzV4Tn6CI8x0N49orw&#10;HF2EZwAIR3hG1gjP6YvwHA/h2SvCc3QRnuMhPHtFeI4uwjMAhCM8I2uE5/RFeI6H8OwV4Tm6CM/x&#10;EJ69IjxHF+EZAMIRnpE1wnP6IjzHQ3j2ivAcXYTneAjPXhGeo4vwDADhCM/IGuE5fRGe4yE8e0V4&#10;ji7CczyEZ68Iz9FFeAaAcIRnZI3wnL4Iz/EQnr0iPEcX4TkewrNXhOfoIjwDQDjCM7JGeE5fhOd4&#10;CM9eEZ6ji/AcD+HZK8JzdBGeASAc4RlZIzynL8JzPIRnrwjP0UV4jofw7BXhOboIzwAQjvCMrBGe&#10;0xfhOR7Cs1eE5+giPMdDePaK8BxdhGcACEd4RtYIz+mL8BwP4dkrwnN0EZ7jITx7RXiOLsIzAIQj&#10;PCNrhOf0RXiOh/DsFeE5ugjP8RCevSI8RxfhGQDCEZ6RNcJz+iI8x0N49orwHF2E53gIz14RnqOL&#10;8AwA4QjPyBrhOX0RnuMhPHtFeI4uwnM8hGevCM/RRXgGgHCEZ2SN8Jy+CM/xEJ69IjxHF+E5HsKz&#10;V4Tn6CI8A0A4wjOyRnhOX4TneAjPXhGeo4vwHA/h2SvCc3QRngEgHOEZWSM8py/CczyEZ68Iz9FF&#10;eI6H8OwV4Tm6CM8AEI7wjKwRntMX4TkewrNXhOfoIjzHQ3j2ivAcXYRnAAhHeEbWCM/pi/AcD+HZ&#10;K8JzdBGe4yE8e0V4ji7CMwCEIzwja4Tn9EV4jofw7BXhOboIz/EQnr0iPEcX4RkAwhGekTXCc/oi&#10;PMdDePaK8BxdhOd4CM9eEZ6ji/AMAOEIz+XMihUrbNmyZf5PuUF4Tl+E53gIz14RnqOL8BwP4dkr&#10;wnN0EZ4BIBzhuZyYP3++9ezZ0w477DCrWrWqnXHGGTZs2DD/1rJFeE5fhOd4CM9eEZ6ji/AcD+HZ&#10;K8JzdBGeASAc4bkcWLhwoXXs2NF22GEHa9asmXXu3NmOOuoo22WXXeyVV17x1yo7hOf0RXiOh/Ds&#10;FeE5ugjP8RCevSI8RxfhGQDCEZ7LgWeeeca23357e+yxx/wlZrNnz7YmTZrYcccdZzNmzPCXlg3C&#10;c/oiPMdDePaK8BxdhOd4CM9eEZ6ji/AMAOEIz3lu6dKldtFFF9lJiYPpefPm+Us97733nuvC/dJL&#10;L/lLygbhOX0RnuMhPHtFeI4uwnM8hGevCM/RRXgGgHCE5zw3ffp0O/zww+3yyy/3l6w2ceJE22ef&#10;faxr167+krJBeE5fhOd4CM9eEZ6ji/AcD+HZK8JzdBGeASAc4TnP/fDDD1alSpXQoPrnn3/akUce&#10;aRdffLGtXLnSX1r6Jk2aRHhOU4TneAjPXhGeo4vwHA/h2SvCc3QRngEgHOE5z40bN86F5x49evhL&#10;Vvvjjz9ceG7RokWZhmeFdoXnG2+80V+Sn7r0amvb1/mP7d1w6zKtqokD+11O2sC++OYTf0/MnuvU&#10;yc5LvGYKY2VdOlAcM2SIvyf5a+yPX9pudTdyr1/Y61qapd+TTj1a+HuSCM/ffecCkQ7awl7T0qwL&#10;EnXv8cf7e5Lfml51ku18wnqhr2lpVpV6m9u+p29fKDz3rlvX/a6HvaalWfo9aZmoqYnv6nz30gfP&#10;5OQ7UbVt7f/YfYO6+3ti9vVrr7nf9bDXtLRL38XPtG3r70n+Ung+pvn/2e51Nwl9TUuzdqu7sdVu&#10;sX+h8Hzj3nu7Ex5hr2lpVotEddp8c8IzgLxAeM5zX3/9dbHhWSG2Ro0aGbc8v/jii3bssceucR1x&#10;xBEuPN92223+lvPTdX0us0onrW/7nbFDmZYO6tWC+tW3n/l7YvZC58524brrWrv11ivzuijxuGPL&#10;eFx8HON+GmVV6nuhKOx1Lc2qdNIG1vmeVv6eeC3PbROvW5scvGcXJx5TQbA8OO+a01wvi7DXtDRr&#10;n0bb2EFnVSoUnh+oX9/9roe9pqVZ+j1pnaip48f7e5K/Xvnw2Zx8J6p2OmE9u3/w6r9j4994w/2u&#10;h72mpV36Ln72ssv8PclfCs91Wh5oe9XfMvQ1Lc2qUn8LO6FV9ULh+eb99rOWOXjPWiUes/M22xCe&#10;AeQFwnOe+/XXX9245rAu0jNnznTXfW7VqpWtWrXKX1q8/v37284777zGpUtktWzZ0ubOnetvOT/9&#10;PPlHGz76Pfvs64/KtD5N1Mdjhtnc+XP8PUm8VxMm2Ldvv20/vPdemdd3iced98cf/p7kr3kL59rH&#10;Y4e51y/sdS3NGpH4PZnw2/f+npgtXbDAfnj3Xa9CXtPSrO/eeccmjx7t70l+G//zGBsx5oPQ17Q0&#10;69NxH9rI8SNsyb+L/T0xmzJ2rPtdD3tNS7USvyPfJ2rJ/Pn+nuSvP/6ZmZPvRJUed8rMSf6emM2f&#10;Ncv9roe+pqVc+i6e+eOP/p7krxUrV9hX34+0TxLfi2GvaWmWvotHff954thi9Yn5iZ995n7Xw17T&#10;0iw95oQPP7QVy5b5ewIAuUN4znOzEgcYtWvXtvYh47O+++4722uvvax799Vd4QAAAAAAJY/wnOeW&#10;L19ul112mZtxWzNvJxs8eLDtvffe9sEHH/hLAAAAAAClgfBcDrz//vuuq3SXLl1cV2kF6rFjx9rB&#10;Bx9sjRs3LnL9ZwAAAABAySI8lwMrVqywe++913baaSc3/vmoo46yHXfc0c20PWrUKH8tAAAAAEBp&#10;ITyXI+qerbHP5557rt111102efJk/xYAAAAAQGkiPAMAAAAAEIHwDAAAAABABMIzAAAAAAARCM8A&#10;AAAAAEQgPAMAAAAAEIHwDITo06eP9e3b110mLMybb75p55xzjh199NHWqlUr++KLL/xbSs6zzz5r&#10;Z599tv3888/+EiSbOXOmu4TbKaec4t6Hli1b2ogRI/xbC/vjjz/szjvvtOOPP95OPvlkd79//vnH&#10;v7Vk/Pvvv3bVVVfZNddcY0uWLPGXItn3339vV155pdWqVcsaNWpkTz31VLGv1ejRo61du3ZWu3Zt&#10;O/PMM+2ll14q9vMYlx7jggsucFcyQLSBAwfaFVdc4T5PqWbPnu2+N+vWres+Z7feeqtNmzbNv7Xk&#10;PPHEE+67d8qUKf4SBILLWupyloceemih0vdj6vv21VdfWevWrd3nUX9rXn31VVu5cqV/a8mYOHGi&#10;nXXWWfbMM8/4SwCgfCM8AymefPJJ22yzzaxNmza2atUqf6lHBxYPPfSQVapUyR2gNGnSxA466CCr&#10;XLmyO7gvSbfddpttu+22XMs7hEJYnTp1bLfddrPTTjvNmjZtaocccohtv/321rt370Iha+rUqdag&#10;QQPbZZdd3L9aX9dM1wGdAnhJUQisWbOm268FCxb4SxH46KOP7P/+7/+satWqdsYZZ9ipp57qPkct&#10;WrQociLj/ffft7333tutr+Csz5o+C3fccUeJBui3337b7YNCIdL7/PPP3edG33f6TCX766+/3EmI&#10;nXfe2X2+gs/biSee6MJTSbruuutsu+22sx9//NFfgoA+Rzp5semmm7rPWXLpEpfJ33fvvvuu+4zt&#10;s88+7jOmE5D6jOkymCX5GRszZoxttdVW1q1bN38JAJRvhGfApwPCa6+91jbccEP7z3/+Y1dffXWR&#10;8PzZZ5/Z7rvvbpdffnlBi9mff/7pwsCRRx5Zotfevvvuu10oHzt2rL8EohZetfZXqVLFPvnkE3+p&#10;d+CoA3gdtI8cOdIt00Fgly5dbI899rAPP/zQLZM33njDBW+doEh9j+PS74MOXOvVq2cLFy70l0L0&#10;GdFJBX1GJk2a5C/1WhEVXvVvYMaMGa4lTD0E9H/Re37LLbe4z8OwYcPcspKgkK7wMHjwYH8Jwsya&#10;NcsaN27sTioqEKe2KOu7Su/jK6+84i8x9xnUyQ99Vy5btsxfuub0e7DnnnvahAkT/CUIfPvtt3b4&#10;4YfbgAED/CXhfv/9d3dCSt9VwWds6dKldv3117ug/fHHH7tlJeHrr79237U9evTwlwBA+UZ4BhJ0&#10;0KFWQ7WsdOjQwYWtjh07FglWCtcKbf/73//8JR61yug+UQctOqBUy8kvv/ziL/Eo+KmbY/LBJ+E5&#10;nLprqluoQnGqL7/8sqD1WRTU9t9/f3ciJJW6K1avXj20C2pAgbh///72+OOPFwkAOsC8/fbb7bff&#10;fnM/E56Lp2ENarF87LHH/CUehbIjjjjCdc8OvPDCC+6zpKERyfQ+HXPMMe69TNe1VMHuxhtvtPfe&#10;e89f4lm+fLl7/F69ermgIITnaDoBdfPNN1vDhg1dbxy1LCd3mdZ7qBMj6hac+n2pz4d6hKQLutq+&#10;uu/r+27RokX+Uo+Cl75z9f0cIDwXTycF9doUN3wl8Pzzz7vP2NChQ/0lHgVpfcb03ZrupKK+8/QZ&#10;U2+SZPqOfPjhh92Qp+DkMuEZwNqG8Awk6EBbZ92/++4710qmA/q2bdsWOoBQIFILs7r7BgcGAXWH&#10;Uzho37592oOOBx980NZdd1130J5MIW+HHXYoFCIIz+EWL15sP/30U2iXa43hUwuYxv2JXmeF6bDx&#10;dgrE6raY3Hqdat68eXbSSSe5wJB6YK/HUDdV9UYQwnPx5s+f704Y6d9keu10Mqp79+7+EnNjxvfd&#10;d98iJ6gUstTFWye5NL62OBrHrG6r//3vf/0lHr0/Gh9/wAEHFOwH4TmahqPoNdd7pTHNanlODs86&#10;YaXeOA888IC/ZLWgW/yQIUP8JUUpcOl7VZ/Fv//+21/q0fuyzjrr2IsvvugvITyno5OGOln4+uuv&#10;u79n6unRvHlz+/TTT/01PDoBpXHQqT2ldIJJ3buPO+44mzNnjr+0KP0u6DOmeSSS6TtS961Ro4b7&#10;7hTCM4C1DeEZSEhuVVQoU4ukgmxyEJ4+fbpr8VTLdOqYMB2Ma/yzxt4q3BVHLV8KycOHD/eXeHQQ&#10;o4P45BZSwnP21BqiFpWg2/bTTz/tXsPUkxWiEyZ6zZ977jl/SVHB+6oJilLf1379+tl+++3nwoMQ&#10;njOjVl+1JCoY6fOkiYqCrtz6XKnrvU5ehfUIUCtktWrV0o6jLe5gXY+rz6e6hAdj0gnP6emEh4Lz&#10;fffd536+5557ioRntXaqx07YCSrN17Drrru61v7i6LtXAU/veerYdwV3nfxSGAwQnsPpb5VajPX3&#10;5YQTTnC/6yr9fuv90clCUa+NYLJLjVVP1blzZ3fyKnl4RSp95+kzFvTwCeg7UhMB6nswOEFFeAaw&#10;tiE8Ayk0HiwsPKurmrq0qWUslQ4UdKCiVunUFspkhOfSo9nJNTGNDiCDkyGPPPKIa4kJwnSyIDjp&#10;fsUhPJe8b775xrX+al4B9cLo2bOnG9Ms+lefIbVehbUuqzVN42jTzUBPeC4Z+n3Xd+CFF15Y0Iqo&#10;yaRSw7NaldW6nBxwA+oFoFbpoCdIGMJzydB7dPrpp7ueHMnzO+ikr1r29T6MGzfOhWetpx41wfua&#10;TFcMIDwDQPEIz0AKwnP5o9mSdZB9/vnnFwpdhOf8o9YuvfavvfaaG+agGX5vuukmF5x1YB+E57Bu&#10;o0F4Tp0zIBnhuWSoG7Zeq+RZrRWCNZFb8pAJwnN+0PePxjqHXZ1B31H6u6PXTp8zfacpPAcBNxnh&#10;GQDSIzwDKYoLz+pGqgNHXec0ebnoYLy4kJUsCM+pE7qoJYfwnD0deOugTC3OGg+b2lqpYKwDweSW&#10;mIC6bes2TVBVnCA8axxg6vuqS5YpmBOe14w+ZwpIwUG/3sfiupRqsj2F519//dVfUlRwsK5W0mQK&#10;z+oiTniOppNNBx54oPsO0jhkzQOh0kkOXXdbLZhBq6XGNWuGe01ClSrotp0aspIlh+fUz+/LL7/s&#10;vi8Jz2tGrc/6m6Z5PDSuWa+3PgdhvTvUbVvfa+muHBGEZ42BT6bvQM3KTngGsDYjPAMpigvPCkTq&#10;/qbWKx0kJNPBiQ42NR46NVgnU3hWUEhtedZZfo3lJDxnbu7cuW7G7M0339y6du0aetJCAXnHHXcM&#10;DUd6L6ImDEvX8qyWOQUvTVImhOfiKXgp7CjAplIw0sF1cBJDAVkt+qktXzrov/jiiyMnDEvX8qz3&#10;kvAcTWOcNVHXNtts43oGBLXJJpvYBhtsYFtuuaULYGrF1PeT5hnQDMup3nrrrYwmDCuu5Vn30zWd&#10;Cc/R9JnQSY/Uy4iJ/qbp75OuICHqPXXYYYcV6n4vej/1XRc1YVgQnoOx8AH1utI1vgnPANZmhGcg&#10;RXHhWf/XQUfYpao0+6gOEKIuVfXkk0/aRhttVKSVRt0bdZCZ3CU8CM86+EBhapXUxFI6uFcILo5a&#10;KBXEwi5rdemll9rBBx8cOmt3QAeAOmGiwJbaEqrujQrmY8aMcT8H4bl+/fppex9URIMGDXKfm3fe&#10;ecdfsppa8NU6GfQOCC5VpeCVTO+TWqT1uqe7VFVwsK4eIskUBhTQwsJzuq77FZHCkU4OqcVYAUml&#10;/+tyVTrJd8MNN7gu1TqhoZbpY4891i655JIiJw51+T19l6YLugrPOimi7aaeMNFjKqwn/y4E4Tld&#10;1/2KSMFZ34dhw4o++OAD912loSYSXKpKvQaS6W+frv+sk7jpTgLr90O9DTSBXzJ9R+o605rVPjU8&#10;p/YEAYDyivAMpCguPIsu+aEDgSuvvLKgFU0HDGeeeaY7aEg3TkwUIjRRkiZsUWucKGgpEKy33nru&#10;oDSg8KyDRF0+C6vpgF3dRzWDbLoWLdG6OhDUSYjk1n5d31Tvow7E0x0kBt3xdcIjOaSr26q6D+uE&#10;R2p4VsuLHher/fDDDy4867VJnkVb139WF1G9bsHJCV1rVgFXB+D6v+j1vO2229x7lnr95lTjx493&#10;j6Uwpvcp8MQTT9jGG2/sgl7QMyAIz1G/R/Com67el+RWSX1+1Kqoz8Krr77qL/UCll5bjWtXQC6O&#10;btP1ozfccMNCAUsnvvR7oO/L5JMu+szq/Y36rq1ogl4yGmOefP1lnWTQ66iW5uCkr1qndRkrfR6D&#10;k4d6H9SDR5+x1J5RqdQdX++33l9NABjQNfH1GdN2gxNUQXjWxIAAsDYgPAMppk6dalWrVnWtIanB&#10;Si1euuyKxuGpNVJjKBW0dRY/3djZwFNPPeWuj6kudJqwRWNpdTCv7sPqFpl8Jl+XhdGBow48FNRS&#10;Sy2n6rpc0Xz++ee2xRZbuNdGrcoat5z62iS3JOogXOFMrZs6aaHWMwVvtSgH4aw4OiBVN0Zdz1mt&#10;lrqvTpSoxVqBXCc3tD+i8KxLL6m7q4Jb6j6p0k2ctDbT50hdo/WaKSzrc6MWen1u1JqcOsmRWhoV&#10;kPT+al191vT5UEtm1IkJHazr9dfnRie0dH9dp1ufU/3eKDQktzxrvLyGUoS9X3Xq1HHBHx69/mqZ&#10;1OSJyRTANJxFnxMFJ33O9HlT99+o7tVBeN56663dtfJPPfVUN2mc3id9L2pG9tRu2/rs63cp7D1T&#10;j4OKOmxCJ4s0qaVahfVdpTCtz5FeF7U+J9OEfcmfMQVstVzffvvtkZ8xDVXR66+grt8H3V/DVTSL&#10;vj5julRW0PKsbv0K2urqn/peqTSGXifRAKC8IDwDKWbNmuWCs86Uh7VKaplaWIIDvJYtW7pu25lQ&#10;66UOJBTuunfv7g5YWrVq5VoKdNZfs0MHXnzxRXcgpIN+HVSmliZ/qYjhWV0NFWoUuop7bVK7xSsk&#10;q+VSJyoUcNWqn9oNO4wOAPU+6ySHAp3+rwNDdX/UAb3GXAc9AxQC1GWyRo0aofukSjdxUkWg4Qmd&#10;OnVyv9eafE8noorrNq+WS72+ep81CZFah1Ovrx5G4Vmh/Oabb3bDKHSSSmFOvQ3Usql5CYJu9Qob&#10;mh1YrXJh75fumzzbdEWnnjN6/8Kuwa3u23o/dSkrfc70+utEZBR9bjTmWSFM79FFF13kvhf1/ate&#10;BgrlH3/8sb+2uetJ62RKcZ999TSpyHMOaP6NO+64w70H+pxphvrirouuE3/qbq/PmIK2uuKnGxIR&#10;0GdT4Vl/w/QZ0/ex7q/vSD22TmAEV53QYzdr1sydyAp7v/R9GswbAQDlAeEZKEMKz2q1Vvdv5L+g&#10;K6TCcybBDbkXdBNVzw3kvyA8J/cIQH5TeNZnTOPiAaCiITwDZSgIz1FjypAfgvAcdQky5I8gPDO7&#10;b/kQhOew2baRn4LwXNF70gComAjPQBnSzMKafCp1/Bnyk65lqzGYGj8YdENEftMEbhrH3K1bN38J&#10;8pnCs4ZDaO4Cdf1G/tPM3vqMMYM2gIqI8AyUIY0J0/hNtY4h/ykw33jjjW6SorBrFCP/aIylwpjG&#10;xiL/aXIqjZ3V+HadrEL+0yR6+owxSz2AiojwDAAAAABABMIzAAAAAAARCM8AAAAAAEQgPAMAAAAA&#10;EIHwDAAAAABABMIzAAAAAAARCM8AAAAAAEQgPAMAAAAAEIHwDAAAAABABMIzAAAAAAARCM8AAAAA&#10;AEQgPAMAAAAAEIHwDAAAAABABMIzAAAAAAARCM8AAAAAAEQgPAMAAAAAEIHwDAAAAABABMIzAAAA&#10;AAARCM8AAAAAAEQgPAMAAAAAEIHwDAAAAABABMIzAAAAAAARCM8AAAAAAEQgPAMAAAAAEIHwDAAA&#10;AABABMIzAAAAAAARCM8AAAAAAEQgPAMAAAAAEIHwDAAAAABABMIzAAAAAAARCM8AAAAAAEQgPAMA&#10;AAAAEIHwDAAAAABABMIzAAAAAAARCM8AAAAAAEQgPAMAAAAAEIHwDAAAAABABMIzAAAAAAARCM8A&#10;AAAAAEQgPAMAAAAAEIHwDAAAAABABMIzAAAAAAARCM8AAAAAAEQgPAMAAAAAEIHwDAAAAABABMIz&#10;AAAAAAARCM8AAAAAAEQgPAMAAAAAEIHwDAAAAABABMIzAAAAAAARCM8AAAAAAEQgPAPAWmTRokX2&#10;6aef2uOPP24PPvigvfjii/bTTz/5t1ZMc+fOtT/++MP/qXRMnjzZli5d6v9kNnLkSPf6v/baa7Zk&#10;yRJ/KQAAKM8IzwCwlhg6dKiddtpptu2229p//vOfgvq///s/69Chg/3888/+mhXDqlWr7P3337dz&#10;zz3XhdjSMH36dLvuuuusc+fOtmDBArdMj9umTRv32h900EH2119/ueUAAKB8IzwDwFpgwIABtt12&#10;27nAtu6669r2229vO+64o22xxRYFIfqEE06oUAH6l19+cScO1ltvPXvvvff8pSXr6quvdq/txRdf&#10;7C/xwvPdd99t1apVs+bNm7uWbwAAUP4RngGgnPvyyy9tzz33dCHu8MMPtzfeeMPmzJlj8+fPtx9/&#10;/NG1Om+22Wa2xx572JAhQ/x7rbZ48WL79ttv7ZNPPrHx48cXtKAmW7hwoX3xxRf22WefFXRDVndw&#10;3UePsXLlSrcslZYH63311Vc2c+ZM/5aifv/9d/v8889dTZ061V+62t9//20ff/yxjRkzxv28bNky&#10;++abb1wX6V9//dUtC0ybNs0eeOAB23zzzW2jjTayO++80+2/nse8efPc89DPeu56LHV1V9j+999/&#10;/S144VvLte8//PBDoW7Z6h6vx61Tp4573evVq2cffPCB/fbbb+52Pee33nrLvTfaz1R6zOC5Tpky&#10;xV9a2P/+9z/3fIPnpuev7alozQYAoOwRngGgHFu+fLldddVVLsDtvvvuLmylmj17tr3yyiv23Xff&#10;2YoVK/ylnqBbs1qqtY2tttrKzjzzTPvoo4/8NTzjxo2zLbfc0q1z//3323//+1/bbbfd3M/6t2vX&#10;rvbnn3/6a3sUPi+//PKC9dZZZx079thjbeDAgYWCqMK4Ws5r1Kjh1lMddthh1qtXL7fvgVdffdXd&#10;phMFTzzxhOsavc0227hl++67r/Xu3duFY7njjjsKthXUpptual9//bULvRtssIFtsskm1qNHj4LH&#10;PfXUU11AVTC94YYbbNdddy24r1rxW7dubZMmTXLb12sZnLBIri5duriW52uvvdb9rHD9zz//uPuI&#10;unl369bNDj300IL7VK9e3e1HciDWNi677DJ3e+PGje3pp5+2k046yf2s1/Hkk0+2YcOG+WsDAICy&#10;QHgGgHJs1qxZBaFKITibyanUQq1QGIS45NLy5HHCapFWCFaX8NQx1UHdd999/trmWlPr1q0bup6C&#10;a//+/f01zfr162frr79+6LoKo8Fz0v5qmVrRFfJT11U41jqibtOptyto63moxVknC9SdO7lb+xVX&#10;XOFCvU4E6GcFXwX9nj17uhMTWqZAq9b0CRMmuC7hwX2Duv76613w1Tho/ayu8kF41nt1/vnnF7lP&#10;UOr6rfAu2obGUWv51ltvbRtuuGGR9Y888sjQFnoAAFA6CM8AUI6pdVctlwpTV155pQtdmVD36dq1&#10;a7v7HXLIIfbSSy+5YKkW6iOOOMItr1WrlutKLbpN3b61XMFagVfLFC4rV67sll944YUFLcrqMq1l&#10;6jZ9zz33uHU1oZm6lWu5WrfVPVzdnA888EAXyhU41UVZM1frPgqMO+ywg+umLEF4Vu2///72/PPP&#10;u+3eddddLlBr+c033+zWVVB96qmnXEhWC7Nay7///nsXxEeMGFFw0kD7rq7saknW2GR19z7uuONc&#10;WFaX6oBaorX+0Ucf7QKuunerq3v9+vXdcrUOjxo1yr2uyS3PJ554outCL4888ohbpud1zTXX2Nix&#10;Y12p54CCvFqUH3vsMbeu6P3U+qqzzjrLdTXXa9GsWTO3TCcxaH0GAKDsEJ4BoBxTd+q9997bhSkF&#10;tkxpPK5C5cYbb1xkJmqF3KB1ORgjrbHFQTfmG2+80S0TtcKed955bvkFF1zgQqUC6umnn+6WtWjR&#10;olBX8ddff90efvhhF5B13+eee861OmvbCrsaF60QqhCvrtjaxkMPPeTu++abb7qftb66eQfU3VkB&#10;XLcp5AYUTCtVquQCvLqnB4YPH14wudpNN93kL/VoX5PHPWvbCugXXXSRW/+YY44pdNmrYLm6dAcU&#10;nhWOtVzhWWOstU2dMNAy9RDQWOuAupprmW5r0KBBwW1BeNZz07jygN4fvQZqkS6tidAAAEBRhGcA&#10;KMcmTpxY0PLcqVOnjFuedQ1i3UfhMnWyLY3rDcJo0BVb4VnrapmuIR1QKFR3Yy1Xy7PCp8Y+a8yy&#10;lmksbzravtZLV+oKLQqN+lmtyR9++KFbJuoWHYwhTg7DaqndeeedXau0QntA4TkYK62x06m0PbWo&#10;6/VU63xyl2n9HIzt1kmCoBu2ThIE3cuTw7O61GviNt0nGFt9++23u/WSde/e3d2mrtjBpGpBeD7l&#10;lFMKunOLWpu1T3oOyScFAABA6SI8A0A5pgm1NNOzQpbGGCdPsJWOxhzrPjvttJML4Mk0y/MBBxzg&#10;btckXBKEZ3UtHjRokFsm6qYdtL4G4VldpoPu2bfddpu/ZjhtX+tVrVrVBfpnn33WBg8e7Lpkq/VZ&#10;FbS6Bi3PCsSaATug1mF1PddtmYZntdpq7LW6qydTt+2mTZu6bakUynU5KrUI62d1ZY8TnhV+g27y&#10;t956q1svmQK1blN4Dlq2g/DcsGHDQu+rAjPhGQCAskd4BoByTmN+FbIUEpO7MwcUPhXm1F06mGDq&#10;7bffdhNsKYQprCZTV21NyKWgrBmuJTk8a+bnQGp4Vku0ljVq1MgtO+eccwrGQYtajxVGFWC1XGFZ&#10;XZA1GZm6WSdTGFWX5uAyWMGYZwX+5FnFMwnPySFTM4krPOsSVtqfZHpu2o7GRKtLeTADtlrQtbxm&#10;zZqh4bm4btsKz+q2red69tlnu2Xq0h6Mgxa1dGvMtG5r0qRJwesVhGcF9+QZuwnPAADkBuEZAMo5&#10;tRwfddRRLmipS/Mtt9ziQpXqySefLLgWsSoYP6wAqPG4WlatWjUXrLX+o48+avvtt59bru7CQVDU&#10;uN9MwnMwXlfb0TIFVE0Epm2/8MILbsywlqtbuCYLUxdxTf6lZQqmCqxaV2OXNSZbk5SlThiWaXhW&#10;67TCs8K5tqfQrBCq5UF4Vmt2sqA7u1reg+7Tek5BuE1teQ7GKh9//PHuRINeJ7W+J08YFrQa68RG&#10;MDHYJZdcYu+8844rtVprXQViPf8A4RkAgPxCeAaAtYBaWYNxxsVV27ZtC012pTBZpUqV0HU1CVly&#10;12hdHzmYoVoTewUUnhWatVytsIsWLXLL9TiaITp5m0FpZm215AYTiWnmbgXlsHU1OVnQEquu11qm&#10;EwSaMTug8HzQQQe525InDNMM2sFkakGppVmTkukSVQrVwaWtAhpLrRm+ta72X92pFV4VerVM48uD&#10;az3rGtsaF528fZ1wUOt7cLkrheog+Kq1uV27doXWTy5dliu4TrVar3XpLC1Xt/zk8KxJwrQ/uu42&#10;E4YBAFB2CM8AsJbQxF8Ke2odVauqgpcuuaRLGz3zzDPu0lCpRo8e7a5dvNdee7n1demmDh06uLCc&#10;TC2qasXVOulanoPwLNOnT3djnoPx0wqsGpet1vDk9bQNdRVXSNQ6CoYaM63LXSXvc9DyrBCfScuz&#10;tqvLQwWzdiv4KjjrOs/qlq7W29SWZwVfvVbBmG0FbD0vbUfjsrV/qde/VjdszVqu2xTe9bhBeFbL&#10;c3LwVSu0ThZoeTDb+cknn+wmYQuCsyg8p2t51nhttZ7T8gwAQNkhPAPAWkZhUtd//umnn2zKlCmF&#10;LosURi3AmihL62tMdNAinEyBUN3DtY6uhxxQyJsxY4ZbrrAcjE9OFtyucJ881jeVtqt1JkyYUNA1&#10;OpmCtLaj55YcvrW/ag3WbZqsLJX2K9g/hWO9Hj///LN7nLATCqLH133UtTx4PfQa/fDDD4VmvhZN&#10;CKZ90uuj8c16TbQfur9e/7DXUyFa91EVN8lbsA963ORtKGRr3/UckgM3AAAoXYRnAAAAAAAiEJ4B&#10;AAAAAIhAeAYAAAAAIALhGQAAAACACIRnAAAAAAAiEJ4BAAAAAIhAeAYAAAAAIALhGQAAAACACIRn&#10;AAAAAAAiEJ4BAAAAAIhAeAYAAAAAIALhGQAAAACACIRnAAAAAAAiEJ4BAAAAAIhAeAYAAAAAIALh&#10;GQAAAACACIRnAAAAAAAiEJ4BAAAAAIhAeAYAAAAAIALhGQAAAACACIRnAAAAAAAiEJ4BAAAAAIhA&#10;eAYAAAAAIALhGQAAAACACIRnAAAAAAAiEJ4BAAAAAIhAeAYAAAAAIALhGQAAAACACIRnAAAAAAAi&#10;EJ4BAAAAAIhAeAYAAAAAIALhGQAAAACACIRnAAAAAAAiEJ4BAAAAAIhAeAYAAAAAIC2z/wddR5cp&#10;WW7xnQAAAABJRU5ErkJgglBLAwQKAAAAAAAAACEA0kUYdRSOAAAUjgAAFAAAAGRycy9tZWRpYS9p&#10;bWFnZTIucG5niVBORw0KGgoAAAANSUhEUgAAA88AAAHoCAYAAAB3vd1kAAAAAXNSR0IArs4c6QAA&#10;AARnQU1BAACxjwv8YQUAAAAJcEhZcwAAFxEAABcRAcom8z8AAI2pSURBVHhe7d0FnBT1/8dx6+ff&#10;AgMVC1EBA0GxuxWRFJBUUBCQVEkVMbBAJQTBLuzuxA4sxAKUMmikpfvz3/d3ZmDZ3bmd9XaP4+71&#10;fDw+j2NnZ2fnZu+Oec83ZgsDAAAAAAB5IjwDAAAAAJAG4RkAAAAAgDQIzwAAAAAApEF4BgAAAAAg&#10;DcIzAAAAAABpEJ4BAAAAAEiD8AwAAAAAQBqEZwAAAAAA0iA8AwAAAACQBuEZAAAAAIA0CM8AAAAA&#10;AKRBeAYAAAAAIA3CMwAAAAAAaRCeAQAAAABIg/AMAAAAAEAahGcAAAAAANIgPAMAAAAAkAbhGQAA&#10;AACANAjPAAAAAACkQXgGAAAAACANwjMAAAAAAGkQngEAAAAASIPwDAAAAABAGoRnAAAAAADSIDwD&#10;AAAAAJAG4RkAkBNLliyxH3/80b755hv79ttv86zvvvvORo0aZePGjbPly5f7W4hu8uTJ9tNPP7nt&#10;BNv7+eefbebMmf4amZszZ8767QX19ddf25QpU/w1cmPFihX2yy+/bHTc9L5jxoyxNWvW+GsBAICC&#10;RngGAOSEAu21115rbdq0sfbt2+dZHTp0sKuuusqtP3ToUBcY161b528pnALzI488Yr1797arr77a&#10;bSfYXpcuXez222+3J554wn799Vf/FdG98847dsUVV1i7du3W72erVq3sgQcecAE3VyZMmGBdu3Z1&#10;7x28r45hz5497e+///bXAgAABY3wDADIialTp9ott9xinTt3tu7du6etbt26ucDbsWNHFx7fffdd&#10;W7t2rb+1ja1cudJeffVV69GjhwvKeg+9PnF7QaC+5ppr7L333ovccrto0SIbPHiwC/Tx29T+3Xjj&#10;je7CQK689dZbbr/j3zc4Nh9//LG/FgAAKGiEZwBATiSGZwVABeOgNTWxrrzyyvUBOHiNun2n8tFH&#10;H7mAGaynsN2pU6c8t6d1PvvsM38LeVMXabWC6zVBcA22pff98MMP/TWz699//7X+/fuv/77i31ff&#10;z4MPPvifurUDAID8IzwDAHIiPjwrhKrF9v3333djeRNrxIgR9uSTT7qWZK0bhMWHH37YtTLHmzFj&#10;huuOHbQKK2D26tXLXnrpJTc2WNvT12eeeca1OOt5raf1+/TpY7Nnz/a3lJpau19++WW3voLrdddd&#10;595PYVqPFZ7vvfdeW7Zsmf+K7NHFAu2zjoGOxa233mo33HDD+gB//fXX28SJE/21AQBAQSI8AwBy&#10;Ij48K/gpgM6fP99/NtmqVavszTffXN/aqq96/axZs/w1PBoPHb/OHXfc4SYaSxwjvXr1ahekNVZY&#10;YTRoRf7yyy/9NVKbN2+e9e3b1+23gnK/fv3s888/d0E2uBCgbY4fP95/RfY899xz699DoV0t3A89&#10;9ND6CwX6qu7sAACg4BGeAQA5kRieb7vtNps+fbr/bGqaEOumm25a/xr9O/E1CpRBq7Bap9ViHUaB&#10;WuGzdevWbuKvli1buhbpvHz//fdu2wqweh+tr5nD77//fhem9Zz277XXXvNfkR3//POPuxCg9wgu&#10;CuhiQ9BFPXjfAQMGuDHZUajVXsdU3dA1aZpq7Nix9ueff0bu/q3vfdKkSeu3MXr0aLcNfb5Rx5Dr&#10;c9D6el2wH9qetrt06VJ/rQ0WLly4fj3NPK4LFYk9EOKpN0H8+n/99Zf/DAAA2UN4BgDkxH8Jz5qI&#10;SzNn6zUqdbOeO3eu/6znq6++cs8pTGq7eo/ffvvNfzaZwuOnn37qWo8/+eQT+/3330Nn8lYY1Ozc&#10;CqsKz2rtVeu1qMu53k/vq+czCbFR6PvSe6q0/aefftotV8BU1219z3pO3cfz+n5F358uAqjbu7q0&#10;6yKDxpurdEFALee6GKAx4GEhWt3SddzURV3vqTHl8du4+eab7bHHHrORI0eGHk/Rvg4bNsytr9cF&#10;29A+BbOrq9u+eh4EFO7VbV0XPNq2beuOucJ2KnpvXeAIZifX+q+//nqe+wQAwH9BeAYA5ESqbtuJ&#10;QTiexhrr9lBBQFVYUyhS9+t4f/zxx/owGYx5Vgu1Apru7axJt/7rraSmTZu2fp9Vav0NxkhrrHHQ&#10;BVzvqbHJYROaZUqtqgqiCpT63lUKv6KWWQXYoLVdwVrju8PoAoBm7NY+aqZxrR8ffPVvfW/6qnr+&#10;+eeTjtfixYvd8dR7ap340BsEX20juCWYWsdT0feg7ufBfsSHeL1exzL4tz77YHZ1febB++t71tc3&#10;3njDPZdIP1N33XWXW0f7op8NbukFAMgFwjMAICfiw7NCkloe1cKo8cmJpdCr8b7BZFkKQgpBCsqJ&#10;1EKpUK3QpWClAK330GvUWqmWVt1mavjw4a7Vc86cOf4r09OtoPT+KoU97VMQ6NR9edCgQe699L4K&#10;ggqx2WjhVDdjTaim8Kf3vfPOOze60KAwHLyvnldYDBs/rm7LwTHR96HAP2TIEHc/bNU999yz/qKD&#10;vge11CbeFizoGq91tA3tm1qqg23cfffdbrmeD8L0Dz/84L/ao4nd1NtAz2m/VWqt1+vVlV4/D9qG&#10;9kXfkz43tTgH1KIdvE77ov1Wd+5Eo0aNWj/RnNbTRYj4VmwAALKF8AwAyIn48KyAFISgoMUzvhSw&#10;FKC0jgKZWqnDuumKArFaY/XaIFTqPYJAp2Xapt5PQVQTkaXrMq7uyw888MBGYS+xZVkhU/sZBD5t&#10;O5NwHkZBX/uq99T7v/DCCxuFWV1g0Ezb+t5UusigcJlIr1Gg13HRsVCoVKtwfOu9WrLViqvvQfuv&#10;Ft7vvvtu/fhltUIrKGs/tA0F58TjoEnVFFK1jYEDB7qLDBrPHE8tyepGHXzmjz76qOsVENDnqwCt&#10;70fvo+9dXdcDeg9N1qbX63l18U58D+2zWs6Dz0zr6QINAAC5QHgGAOREYniOUkEAUtDKa2Zu0fMK&#10;imqxVABTQFOg1evjt6dl6jasVtBUgTMwYcKE9d3BVZpxO7GbuSauUkuu3i/YVwXP/FCYVcuw9jMI&#10;xomtuKlavdX6njhhl0KyJlBT4NS2FLj1fSXSehpfru8vseVc47jVyqv30DY07jzVZ6F90jYWLFjg&#10;L9mYusB/8cUX9vjjj7sWZ43dTqQAru9Jx1Hv9d577/nPeDR2ObiooOOT2HU7mGRN29Dz+nfi7OwA&#10;AGQL4RkAkBOpWp7VxVetkalKzylAad3gHsd5hV1R8NOYZLVyKoAqPOl9FJaD1tcgSOuxwmRi62VA&#10;2wiCmr6qq3QivZ+6HCtYapta76mnnkoKsZnQBGYaF6x9VQBUcE01s7S6lAfHJywoav8UMHUstZ62&#10;qeOirtxqeY8yw7beW9+jjpeOhbajSdTU+q33SxyDno6OTeJrtJ/a1n333ee+pyA8v/322/4aHr1n&#10;cHFEP0dqiY5vvQ66duv1+izUCh3fYg8AQDYRngEAOREfnhVwFIJefPFF1/U5sRRUNbu0uggH6ysM&#10;6TV5dd9OpCCtlmAFYc00rVZcbUcBUKVAqGCYGCI1llatowqlWk/vrxZTzc6dWBpPHVwQUKhTyNf4&#10;3v/qlVdeWf89a3saT6ygnPi+amkO9i1Y9+uvv/a3soEmy9KM5UFXZm1b35eOpcYb63hrBvGZM2f6&#10;r0imccQ6dnqdtqGvKm1XLdvqZq7W8XS9AwIKy9ovva+6kT/77LOuJ4C2HXxP+n70ucXT56SArfdW&#10;QFbXbd2OShSSdUz0nF6r53766Sf3HAAAuUB4BgDkRHx4VrjROOa8wpYClloaNQ43CKcKgBp/m2r2&#10;bIWnvFp89RpNOKawp+AVBEkF9MT7ACuQqbU7CHMqhe5ULeTahtYNQp+2rVs+/Rfq8qywrAAYvK+O&#10;Var3DVq7g9L+hU2OpXsx63hrX/U6rav30L+1Lf1bz+sCQaqLE/osdGuv4GJG/DZ0AULb0PeticsU&#10;hMNmt9Z4cHW91vh0zYiu111++eXrXx9/HFOFZ1HY1nNaX/vy8ssvu+Xqch7fZbt///5ZvXUYAACJ&#10;CM8AgJxIDM9R7vMsanVVmArCrlo7tS3R+GCNO9Y6akF+8MEH199KKkxwKyNtKwjH8S2UCorq7hv/&#10;fCal4KZW7lRdrdNRt2O18Or4pNp2XqXXaMKt4NgkUmu6ArAmQdO4Zb2PunMHt41S6bFabDW7dqoL&#10;ERpTrHHI6vqtsK3jo+Cr1+l4KVArTCsYq7U6nsY460KIgnfwnhpHrs9M29SFEn2GQTDW11ThWa36&#10;+jnS89qGegjoHtTBLNtarn0Ju5UVAADZQngGAOTEfw3P6g6soBcEKo1T1rhgUSBT2FNoC1pC42do&#10;TkWBW5Ntad0glMfPHq3WUYVL7adCqd5X4TCvih8PrNephTbVhFh5CbodBy3K2p7+ner94kvHJFhf&#10;/1bwTUct3AqbGlMcdJkOtqP31ERp8beJSkVBWt3ENXO5xkDrNTpWwX5rPHIweZiO+dChQ91yvY8+&#10;M3XNT2wZ1kzfOn55hefE7tmasE0XP3TBI1imn5FMjz8AAJkiPAMAciJVt+10rcTqgqyxz0HQ1Wu1&#10;Dc3cLJosSt1zFZwV/LSegm9Y8FOr8qeffrq+S3YQtOJnoFb41rb0nEqtpQqa6sodVnqNWluD8Kj9&#10;fP/99/0tRqMLCRovHXyvmjRMQTjV+wWl+2GrC7TeL3hfjQlO1a09L+pmrbAbf5zTXYSIp+Oq/dEx&#10;0Gt13LT/6hUg6i6v46zleg+9l1qL4+mz1r4H34vWTRWeRd+3PqPgeAeTwwXbV1BP3D4AANlGeAYA&#10;5ER8eFboUfdrzfqsiapSlQKtWkWDkKSvCskKRvETfKnLb9Baq9L21X1ZwUuhMNieWqs1E3Z8t2i1&#10;GKsbs1pGRQFO44b1PgplCmIaoxuFJt/S+tqu9kehdvHixf6z6ek2TkFw1PvrfslRAqDGV+v4qPR9&#10;aSKwILQG47y1bbUOK2T+9ttv7rl4aiHW+wXft7bz7bffuuf0PejYaayxulWrS3qqHgPBxGQ6Bnq9&#10;WoT13qLXq7VZy1Vab+LEie45URdx7WMwy3iwD5rMLBXtb+KEbsFXHUNdIAEAINcIzwCAnIgPzwo6&#10;QdgJgl+qCsKk1lWY0rLEGaXnzZvnWp/ju05rXb021fb0VesoeCmsKcAH1GIdtJ5qPQW+oIt4OvHh&#10;V6/VtjWONwpdDFCI1z7p9fqa6tZYqei4KowGxyf+tTo2GlesMcbaN4V6fX/qaq1wrNI4aIXq4Lho&#10;HfUK0AUHUfdntRqri7i2rYCtbX7wwQfrt6FgrXHk2gftv7ahbQYXJbSPwWRjeg991foK/nq9ulzr&#10;okYQ3lVaJ69joOfi1w+2q58xvR8AALlGeAYA5ERYeE5XQSBUUHrppZdSTsSl0KtAp9CmdfWasG3p&#10;/bUtdd3WLZ/U5TigEKjXa9/0Vbehitp6PGXKFNfirQCp1+s9FFLjtx9Gs31rzLBeq1LrcdTgrdZy&#10;tQYHx1XvqzHdwX6ri7O2rYsLWkelIKyJvlQK1nqN3lfHTxcMFGgDGmOsllxtW8/r9To28dsIgrWe&#10;0zoK80Hrt+i+zq+++ur612tb+qr3bteunduGHqvbui466LPSPqmngN4/FW1f31ewPb1G28/vfbYB&#10;AIiK8AwAyInJkye7YNSmTRsXmtKVApnCkEKRwpi6Yae6DVNAs2jrtkUKYArGeq22EwREbU/hWYFL&#10;raIaoxsfbDUbtcY3t27d2r1G+6kJtaJSqFe35latWrn30+u13+nGdWsftN9XXHGFe1+9v7pQL1my&#10;xF8jPYXbIIS2bdvWBeXvv//ef9ZrPdas1mr91THQ8/HHRkFVn41a8BW2EwO/Aqwm5brnnntcK7QC&#10;a2IA1zI9p1uJBd214ynMqxu+wrk+m+B1Ct36TF577TV3EUGfgY6djoOWh7Uiq0u6jndwsUPflz53&#10;3dcbAICCQHgGAOSEuhArIGkCMIWodPXiiy+68caauErBOCqFYAUo3apI3YGD7anVWre0UohP1Zqp&#10;Wba1jvZPsznrtZl2/1UgV8un3i/YRtD9OYxaZdXiHbxO769bVmVCAV3HS++pbehe1grBifT96Bgo&#10;rAfHRfuoLtC6F3S622upRVdjlTUZmt4vfhtappAe1lIcUIu6PtfgtRrXHH+c9Xlr//W9qOLHRica&#10;Pnz4+l4GCtHqfZDJzwoAAPlBeAYAAJsFBXi1eAfh+bnnnovUTR4AgGwgPAMAgEJPLdia/ExjtdX6&#10;rO7gaj0HAKCgEJ4BAEChozHgY8aMcQF5xIgRrot2MN5ZY7a5tzMAoKARngEAQKEzbdo0Nwt5MCGa&#10;WpyD7toK0JrQDACAgkR4BgAAhc78+fNda7NmJddM3wrQCs6aQVy3HOP2VACAgkZ4BgAAhc7y5cvd&#10;jN665Zbua/3oo4+625fNmDHDXwMAgIJFeAYAAAAAIA3CMwAAAAAAaRCeAQAAAABIg/AMAAAAAEAa&#10;hGcAAAAAANIgPAMAAAAAkAbhGQAAAACANAjPAAAAAACkQXgGAAAAACANwjMAAAAAAGkQngEAAAAA&#10;SIPwDAAAAABAGoRnAAAAAADSIDwDAAAAAJAG4RkAAAAAgDQIzwAAAAAApEF4BgAAAAAgDcIzAAAA&#10;AABpEJ5zbN26dTZ69GibN2+evySZnn/77bft22+/teXLl/tLk40bN86t9+WXX9qiRYv8pQAAAACA&#10;XCM859hTTz1llSpVcoE30eLFi+26666zUqVK2Y477mg777yzXXTRRTZx4kR/Dc+KFSusf//+tt9+&#10;+9kOO+xgJUqUsBo1atgvv/zirwEAAAAAyCXCc46sWbPGhgwZ4sJu6dKlbdSoUf4zG9x666227777&#10;2uDBg10Qfu2116xixYpWr149W7hwob+W2UMPPWR77bWX3X777fbTTz/Z8OHD7bjjjrMzzjjDZs2a&#10;5a8FAAAAAMgVwnMOjBkzxmrVqmV77LGHlS9f3g455BAbOXKk/6xn0qRJduihh9r111/vL/G8//77&#10;dvDBB9sbb7zhHv/zzz9WpUoVa9WqlXsc0Pa07QcffNBfAgAAAADIFcJzlmmMc79+/axq1ar27rvv&#10;2jPPPOO6bWs8c7znn3/eheRvvvnGX+LR2OiTTjrJOnfu7B5/8cUXVrZsWXv11Vfd48DKlSvtrLPO&#10;siZNmtjatWv9pQAAAACAXCA854Bai4OJv5599lnXFTsxPKsLtlqOJ0yY4C/xrFq1yurUqePGNCuI&#10;P/fcc3b44YcnvV7atWvnAvT8+fP9JQAAAACAXCA859jTTz+dMjxfe+21rkV6+vTp/hKPxko3bNjQ&#10;tVyrRfnhhx+2I444wnUFT9SjRw8788wzbfbs2f4SAAAAAEAuEJ5zLCw8K/gqFM+YMcNf4lm9erU1&#10;aNDAqlWr5sKzxjRrvbFjx/prbNCtWzfX8jxnzhx/Sd5+/vlnGzBgQL5q4MCB9vrrr/tbBAAAAIDi&#10;gfCcY2HhuXfv3nbYYYfZlClT/CUetTwH4VndtjVmWhOGKfgmUng+++yzbe7cuf6SvOl2V1tssUW+&#10;a5tttnHfFwAAAAAUF4TnHAsLz2pR1oRho0eP9pd4dO9ndcW+9NJL3eP33nvPrffxxx+7xwGFbI2N&#10;rlmzprsPdBT//vuv/fHHH/kq3VJLAbpNmzb+VgEAAACg6CM851hYeNYs2+XKlbNhw4b5Szy//fab&#10;myDsvvvuc481odgBBxxgffv2dY8D6u5duXJl69Wrl7+kYGhCM4Xnq666yl8CAAAAAEUf4TnHwsLz&#10;smXLrF69enb88cfbxIkT3TK1DLdo0cJNJKb7QIvGQGtWbd0T+scff3TL1NLcvXt3O+igg+yHH35w&#10;ywqK9pHwDAAAAKC4ITzn2KOPPmr77LOPffXVV/6SDUaNGmXHHXeclSlTxs4991wXmvfbbz83zjme&#10;wrWe13oa43zMMcfYvvvua0OHDvXXKDiEZwAAAADFEeE5xxSa1UoctC4n+vPPP+2WW26xiy66yDp3&#10;7mzfffed/8zGZs2aZf369XPrqSX6008/9Z8pWIRnAAAAAMUR4RkZITwDAAAAKI4Iz8gI4RkAAABA&#10;cUR4RkYIzwAAAACKI8IzMkJ4BgAAAFAcEZ6REcIzAAAAgOKI8IyMEJ4BAAAAFEeEZ2SE8AwAAACg&#10;OCI8IyOEZwAAAADFEeEZGSE8AwAAACiOCM/ICOEZAAAAQHFEeEZGCM8AAAAAiiPCMzJCeAYAAABQ&#10;HBGekRHCMwAAAIDiiPCMjBCeAQAAABRHhGdkhPAMAACQt3Xr1tnEyePs1/E/2piJP2dek362hYsX&#10;+FsDUFgQnpERwjMAAEC41WtW27PvPmqH193LDryghFWouWtGVb7mLla22o52+U31bf6/c/2tAigM&#10;CM/ICOEZAAAg3LyFc6z2lafbvudumzIcRymF7nI1StqnI4f7W41u+vTp1rt3bxsxYoS/ZGM//fST&#10;de7c2Z544glbvny5v9Ts119/tTvvvNNatWplN9xwg3311Vf+M9m3aNEie/31161nz57Wrl07u+22&#10;2+yzzz6zNWvW+Gt4Jk2a5L4X7XNepk6dar169bIff/zRX+K9x+jRo23ZsmX+EiD/CM/ICOEZAAAg&#10;3D/zZlrNjqfaAdV2tENql/pPVb7GLlbxwj3tg2/e8rcanUJwuXLl7KGHHvKXbPDNN9/YSSedZKef&#10;froL1wqr6mL+1FNP2bHHHuuW161b18455xw74ogj7O6777ZVq1b5r86ON99806pVq2Ynnnii1apV&#10;yxo2bGjnn3++ValSxVq3bm1Tpkzx1zT74osv3Pfy0ksv+UtSGzdunFWtWtWGD99wsUGhu1OnTrZi&#10;xQp/CZB/hGdkhPAMAAAQbvb8Wa7lORvh+cNv3/G3Gt3YsWPtmGOOsWHDhvlLPArORx99tAusatEN&#10;/Pzzz279a6+91hYvXuyWKXAqOCtAxwfSeHqfkSNHJrUW5+XVV1+1SpUqufPIP//80wV3Wb16tb31&#10;1lvuuUsvvdTmz5/vln/99ddu3xS4M3XllVfaFVdc4T8CsoPwjIwQngEAAMIVxvD85ZdfumVq5VW3&#10;7nhPP/20a/mdMGGCv8Qzb948O/fcc+2mm27yl2xMXa6bN29uS5Ys8ZfkTe+rFu3LL788tDVbXcnP&#10;PPNM++6779xjBf7jjjvO3nnnHfvtt9+sb9++1q1bN9flO75FeebMmTZw4ED7/fff3WN978cff7xr&#10;Te/evftG3b5nzZrl3kfbueOOO+z777/3nwHSIzwjI4RnAACAcIUlPCsUi7o+n3zyyS7o/vPPP25Z&#10;vLlz57qu0mr9jTdnzhwXZDWWOJVbb73V2rZta0uXLvWX5O2FF16wgw8+2N577z1/STIF4mnTpq3f&#10;5rfffusCcNOmTa1evXpWo0YN17X8gAMOcC3lQXBXV/XDDjvM3njjDff4xhtvtEMPPdQtq127tn34&#10;4Ydu+SeffOIuCKjLePXq1d33d+SRR7pW9pUrV7p1gLwQnpERwjMAAEC4whCe1Vr78ssvu27PFStW&#10;dOE5scU5nWeeecYqV65sH330kb9kY/369XNdo6NSCFdr8F9//eUvSU8t0ArBGqet70Ut1iqFXQVx&#10;TTIm+p61jlqoRRcCOnbs6CY/Uyheu3atTZ482QXn+vXru27r6m6uCdOGDBni3uO5555zrwXyQnhG&#10;RgjPAAAA4TZ1eFb3ZoXlCy+80E499VTXyqqxy88//7y/Rnrq5n3UUUdZly5d1s/IPWPGDBswYIBr&#10;8VUQVlfvU045xT1WF2619irEpqKgqlZqTeqllu6o1G1bAX7w4MH+Eo+6mJ9wwgn25JNPuseJ4VkU&#10;7Nu0aeM/MreuWuSDLuEB7ZtCtlq3o3ZBR/FFeEZGCM8AAADhCkN4VpAsUaKEC7lqcdbtoDSb9ahR&#10;o/y1wn3wwQduYjGNTQ4m7pIxY8a47e66666299572z777ONK/95jjz2sTJky9u677/prb0wTg+nc&#10;UWOeU3UdDxNMGKYxzvH+/vtv1+Vas4RLYnjW+2mmbc3eHUxKprHbF110kS1YsMA9jnfvvfe6CwF/&#10;/PGHvwRIjfCMjBCeAQAAwhWGbtsaJ6xztaDVWC216sqt8b+aCCwVtcBqIi3NeK0uz/HBWdT1WS2z&#10;un+ySveCVoutwnCwLHHcdLxBgwa5fQhrnRZ1yVb36nSzbf+X8Hz99de71mXtZ6JHH33UtWTrlldA&#10;XgjPyAjhGQAAIFxhmTDs2Wef9Zd4dJuoAw880LXAJs52rYm6br/9djvkkEPcjNbLli3znwmn9du3&#10;bx86c3YidQXX+OvHH3/cX5Js9OjRdvbZZ69fRxOG6XsJJgIL/JfwrJm1dZuu2bNnu8fx7rrrLve+&#10;mY4LR/FDeEZGCM8AAADhCkt4TrzPs0KkxiXvt99+bjKxgFqLFR71mldeecVfmp66hOuezFHHCWu9&#10;li1b2nnnnefu8ZxI+9G1a1cX4NXiLBrz/F/Dc4cOHTa6z/Pbb7/txk+/9tpr/hKPWrk1i7fGRzPj&#10;NtIhPCMjhGcAAIBwhTU8iyb90qRdmkDsl19+ccs0m7Zmm1ZX7R9++MFGjhzpJtVSjRgxwt3GKhV1&#10;8daM20HX8Ch0SymFXo0v1mzeGp+tma/1PppQrGzZsnb//ff7a2/otv1fwrPOVXVbK93jWeevGut8&#10;2WWXuS7taoWfOHGie05ju3W7Kt3SC0iH8IyMEJ4BAADCberwrICq1tuHH37YX7IxhUTd5qlu3bru&#10;tlHq3rzVVlvZ9ttvb//73/9s6623Xl8659Ns2tmkwKyZsBVYK1So4PZFX9WlOrFVWF299b3Et5SL&#10;Wq4VgjVWWfQ9q1U5fmIxTV6mbuIK5EE3cH2/OofV5Gnaru4DrffVJGlAFIRnZITwDAAAEG5Th2dN&#10;iPX555+HthjLjz/+aO+//77NnDnTfv75Z3vvvffc48R66623bPz48f6rskstv8OHD3eTgamVO9VE&#10;XupSre9F+xlPY7LVWj116lT3WK/VRYFZs2a5x6LWZ42hVndtvVdAE58pbGu5wrnObYGoCM/ICOEZ&#10;AAAg3D/zZlrNjqdkJTx/8PVb/lYBFAaEZ2SE8AwAABBu/r/zrG7ns23vc7aJheCdrdx/KAXvctVL&#10;2hc/fuxvFUBhQHhGRgjPAAAA4dasXWtvfPqSHd+0nB1er7RVabBfRnVEg32t8kX7WNd+rW3RUroU&#10;A4UJ4RkZITwDAACkN2vuDJsy62+b9s/kjGqq/3XFquizWAMoGIRnZITwDAAAAKA4IjwjI4RnAAAA&#10;AMUR4RkZITwDAAAAKI4Iz8gI4RkAgKJl+eJFNu33sTZjwrjwmjg+VimW+zV93G/2z99/+lsEgKKJ&#10;8IyMEJ4BAChaJv3wnd3doIYNvqxhaA1tdbENadkk5XOq/k3q2FPXXu1vEQCKJsIzMkJ4BgCgaFkw&#10;a4Z9/8bLNurdN5Lqx/ffsu9ef9nurH+BPXtDd/vlo/dTrjfyrVdtzOfckxhA0UZ4RkYIzwAAFC9r&#10;Vq2yfo1q2SfDHvaXAEDxRHhGRgjPAAAUL6uWL3fh+ePHH/SXAEDxRHhGRgjPAAAULyuXLSM8A0AM&#10;4RkZITwDAFC8EJ4BwEN4RkYIzwAAFC+EZwDwEJ6REcIzAADFC+EZADyEZ2SE8AwAQP6tXbfWlq9Y&#10;lu9asXK52bp1/lZzg/AMAB7CMzJCeAYAIP/+mTfTBj3Tx+599k4b8txdKevBlwbaAy8OSPmcSq9/&#10;+JXBXoDOIcIzAHgIz8gI4RkAgPxTeB7y/N1234v97f5YQI6vB1xoHmid+rawHgPb20OvDEpaR6XX&#10;P/b6UFtOeC50po4dbfe2bGx9LrzA7rqoesbV58Lq9tFjD9i6HPcqAJAZwjMyQngGACD/FIpWrV6V&#10;slb7deN9XVyQXr1mdcr1VFov1wjPmVn270Lr37iW1YydL134H6tWrC4rvZ1NGvmtv9X/Rudt48aN&#10;s19++cX++OMPWxb7LMMsX768wMO63u+vv/6yyZMn5/y9Z8+ebZMmTbKVK1f6S4DMEZ6REcIzAAAF&#10;Q+FZrc6FgcLzF88O8x8hLwtmTrcex1e0BttuYRfv/N+qyY7e1+/ffMXfamaWLl1qjz/+uF1wwQW2&#10;22672VZbbWVlypSxBg0a2FtvvWVr1qzx1zRbtWqVPfroo/bss8/a2rVr/aUFY8WKFda4cWNr0aKF&#10;rV692l+aG/fee69VrVrVhXXgvyI8IyOEZwAACobC84Mv3+M/yr+1scD03esv2YPtL7PBlzaye1uk&#10;r8GXeV8VngdeXNcGNUteJ6z0Hs/3vtamj//N34PiYcGsGXbdKUdaw/9LDsVRS+G52W5b2w9vv+Zv&#10;NTqF4dtvv93Kly9v3bt3t5dfftlee+01e+aZZ6xp06Zu+dNPP+2vba4lVqHyjjvu8JcUHL239uny&#10;yy/PeXgeMmSIVatWzf7++29/CZA5wjMyQngGAKBgZDM8r1u71t4edJc1Lbm96xZcJ2LVjlX9rbZw&#10;4blLlfJWI+H5dFV/6y2s+7GH2NSxv/p7UvRt6vA8fvx4O+qoo+zWW2/1l2ywZMkSu+SSS+zEE0+0&#10;mTNnuhbo0aNH2znnnGOdO3d2XbwTu3ZPmzbNraPtLlq0yF/qUcvxlClT1neFVvfr3377zebPn+8e&#10;pzJnzhy3jr6qq/all15qrVq1SgrP8+bNs99//93GjBnjulwn0jJtQ9+DuqQrFMfvu75XfT/aJ3no&#10;oYesevXqhGfkC+EZGSE8AwBQMLIZnudPn2pXVSrrwuzFJZPDWlg1LbGFNS+1jQvP15xYyRptn3q9&#10;sGocC4H1YuH76Z6d/T0p+jZ1eB45cqQdcsgh9tRTT/lLNvbNN9/YgAEDXPicNWuW1ahRw0qXLm17&#10;7723HX/88fbTTz+59SZMmGCdOnVyy9Ravf/++7vw+d57763v3j127FirW7euDRs2zPr06WMnnHCC&#10;W09h/PXXX9+oe7gCtrqHax1tT9t68cUX7eKLL7bWrVuvD8861xw4cKCdddZZdthhh9l+++1nxxxz&#10;jA0aNMg9F7j55ptdi3Xfvn3t8MMPtzPPPNN+/PFH99wXX3xhF154oR1wwAFu/++55x67++67rVat&#10;WoRn5AvhGRkhPAMAUDCyGZ6n/T7WmsSCcJOdUoe1sMpveFappfvuhtX9PSn6NnV4VquvxhGffvrp&#10;9sorr+TZCqyW2k8//dTOOOMMu+KKK2zEiBG2cOFCmzp1qgvV6s6tbt9ffvmlvfnmm1a7dm07+uij&#10;7ddfvZ4Eao0+++yzXUu2uoi//fbbNnz4cGvSpIlVrlzZvvvuO7eeqOW3QoUK1qtXL/v444/t+eef&#10;t8suu8yF7Q4dOrhWaIXym266ySpVquTCsvbtww8/dNtWEFb4DvTu3duFcAX8d955x62nff/hhx/s&#10;2GOPdaFcQV/7pPNW7bfGgKulHPivCM/ICOEZAICCkdXwPG6sC8KbKjz3a1jD35Oib1OHZ1G4rV+/&#10;vlWsWNGOPPJI18p711132VdffZXU9Vqtw2o97tevn7/EXFhWsA1aoQPa7hFHHOEmF5OJEye6VmFN&#10;RKbZugPqbn3yySfbgw96M7TPmDHDzj33XOvZs6d7HPj+++9dK3m7du3c4wULFrgw/Nhjj7nH8erU&#10;qWNt27b1H5ndcMMN7rWjRo3yl3izd1955ZUu5Kvbd0AXEBScdUFBFwaA/4rwjIwQngEAKBhZD88l&#10;N2F4blTT35OirzCEZ1GYVSvwNddcYxdddJELs3vttZdrTVY4DihMK2zGTxiWatZtjS9+4YUXXBgP&#10;wrPGFKu79P333+8eB9QdvF69ejZ06FD3+JNPPrFTTjllo/cVBXeF9GDCsFS3q9LYZYX4888/39q3&#10;b+8vNdeCrWXx46EV0tXdWxcKEj3wwAPuIgKzbSM/CM/ICOEZAICCcdP9Xe3hVwf7j/KH8FxwCkt4&#10;TqRJtRR+zzvvPDfuWPd+llThWRSWH374YTeRmMKtunFXqVLFypUr57pyi1qYtb3E8dVq6dXEZPfd&#10;d597rC7a6kqticcSafstW7ZcP+ZZgVrdsK+99lrXlTwI/hr73KVLF7eOqOVZ3cPju6WrG7m6kD/y&#10;yCP+kg3UhV2B/s8///SXAJkjPCMjhGcAADKj1rQ5C/6xmXOn26y5MyJXryFX2+Dn7szodVp3/r9z&#10;/XfegPBccDZleNbPmsYWq1VWLbapKDSfdNJJ67tUL168OCk8K2g3atTIBdE2bdq48ccffPCBu+XV&#10;cccdt77lWeFZ3bE1YVg8dZnWmOMgPCu4KrAndgMXnVMqPGvfFaBvueUWN1u4uoLfdtttLqhrLLa6&#10;lse3PCs8ax/ju2dPmjTJfW+JLeHy0ksvuW0QnpEfBRKedeXqjTfecL9oqUoD+RPHX6BwIjwDABDd&#10;nAWzrff93e2U5odapfp72xEX7Zu2Ktffx1X72y+xZtfXtsMu3DPlesm1j3uPc1odZfc938+WrVjq&#10;7wXhuSBt6pZnjV3WxFyaOCsVdVs+7bTTksKzZq0OaOZsBedUY5418ZbuGS1Rw7Ned+qpp9pzzz3n&#10;Hgd0qyuNzVZAF4VkdQtXi3diF26tlzjmOTE863vRevEt1IE777zTtZIz2zbyI+fhWTPaaXyBAldY&#10;7bvvvm7MBAo/wjMAANGsWbvGbnvoWit91pZ20AUlrFyNnWNVMm0dVL2Eq3a3XWxNr61h+5+/fcr1&#10;kkvb39nKnr+Dq2fe3tB1Nc/wrOWxkKygnFguxO26lQvPPU443BrEAmHK9fyvSduOFeE588pPeFbr&#10;q8KxxiJrtup4anVV661aj4PbOuncTl2yb7zxRvdYNE5at3hSC3RA45h1P2bd0kotyRI1PCskKyBX&#10;q1Zto9mu1Yim22R17NjRPVbr9sEHH7xRyFZrtIK+1kvstp0YnkVdtjWJ2UcffeQvMfe96vvRMWHC&#10;MORHzsPzkCFD1ofkHXfc0UqVKpVUuhJV3LpQqOuIpuFPLF3N07gOzToYjOGYO3euu/+dxpkkrq/u&#10;MwWJ8AwAQDSLliy0M1pWtgOq7WSH1C4VuQ6utZsrheeLr6sZC9IlU66XV5Wp+n/WrGdtf0/Cw7OW&#10;Nd/9f9am7K7Wev9dkqvMLtb2wFLWv3Ft63XGMdZy7xIp19PrW+1XcqNtB0V4zrzyO+ZZt4JSQD70&#10;0EPdraQ0iZbuvawAqdJ5aNCyq2Cr884DDzzQzVStccO6F3RwTqrWXpXukdyiRQs3dlnduOW3335z&#10;LdRqKY6nc1d1kdb9mgNqKFNIV7dqBelmzZq5fdMtqIJu23qdArH2+9JLL3X7o5ZkjZ9WSFcgV+uy&#10;9OjRw+2TXhNPvVn1OrVgN2/e3AV+vVbHQ1+ZMAz5kfPwrF9GhS39wqr7iO6/llj6IU81q19R9uqr&#10;r7o/PvGlsSC62qbj1bBhw/Vd2XWz+5133tlN0JD4Gt1zryARngEAiGbBonl2dKOyrhU5VcANq2yE&#10;5/3O+z+rc9UZ/p6Eh+fGO2xhHQ7eywZcfKHd3bBmiqrhvvZvXMe1Pt/dwHucWP2b1LHbapzptqn3&#10;iX8PwnPmld/wLJqFWhN5KZhqVmqNIVaYTRUe1YKswKl1gnsz6zZSWlazZk27+uqr3czdOjfVNoJZ&#10;tKdNm+buwazn4mk9jaFOPE+dPn266xKuibu0Tb2HWqfV1VwThQXrqIu1bk2lAP3444+7BqX333/f&#10;TSKmGbXliSeesFtvvXX9+XI8zTSu713n0wrpGiKqlmjdG3rmzJn+WkDmch6e9QulsKXp4ZGerqLp&#10;ipy63ATUdUWtzLoSuKkRngEAiEbh+dgmB26y8Fy381n+noSHZ3W3brn3Dta5Sjm7+ogDU1flA+2q&#10;SmXtqsoHpH4+Vp2PPMg6Hbav2ybhORaeTz4iO+H5rVf9rQIoDHIenj///HPbbbfd3D3cginokZrG&#10;i+yxxx7rx5EEdIVO3VJ043jNnJjqCltBITwDABDN5hCeVRqr3GgHrxX6v5Z7fSzwJW5bVRzDc4/j&#10;K9pF//OPgS4mZFKx1+iY6rMaSXgGCpWch+eJEye67h7bbLON68L9+uuvu64d6noRlG6YHjadfnGh&#10;bi8a06yxJPFd2NWFRd1tNG5kwIABbgKEPffc0y1TF5uCRngGAES1ZMF8mz7+d5s5aUJozfoj9fKg&#10;ZkwYZ/NnTPO3uHnZXMJzrqu4heeVS5faw51aWa3Y9107Vvr+M6k6sdJrOxy8t/vcABQeOQ/PmmBA&#10;YSuvOuiggwpFl+RNSfex083fR40a5S/xaIyHArPGPHfo0MEGDx7sxndUrFjRDj/88PU3uC8oS2P/&#10;IegzIzwDANL59tUXrdeZx9odtc9JWX0uPM8GNKljd9arlvJ51U3nnGjP3djD3+LmhfDslQJhcQrP&#10;snD2LHuj/+3uZ/fFW67PqF7o3TP2taf99uXGM2UD2PRyHp41GcD//vc/23bbbd1XlVqh40strvFj&#10;fIubyZMn22GHHeZuHZB4Tzu13Guyta5du27U7X306NHuooMmQdAsiVGoFVvr5qc0+QThGQAQxZyp&#10;k+3nD9+zMZ9/nFS/j/jcvnv9Jbu91tn27pABNv7bESnX++Wj9+2vXza+1+zmgvDsVXEMzwCKppyH&#10;Z82IN3bsWFfqZjxhwgQXCDVdvaa313I9VjArru6//37XFVvd1xOtWrXKtT4HMxDG02RsmoY/6pT7&#10;ep/tttsu36XwrPv/AQCQH4vmzbVbLzjdxny24X6sRUm68Hxw7VhITlEVau3qKgjPB8Zen2q9oFJt&#10;m/AMANmX8/CcSON5V65c6T+CjoXuX6fW5eC+dVHpHntHHXWUuxARhabo18Rt+SndX0/huVu3bv5W&#10;AQD4b+ZNn2a3Vj/Dfh7+rr+kaMkrPCv0VqgZC8kpqnyNXVy58HxtDStbbceU67mKhezEbasIzwCQ&#10;fQUWnj/44ANr3LixnXbaae6G69WrV7chQ4a4MbTFmcZ6V65c2d3PLpXPPvvMTbSWanIwtTzr3tC6&#10;H15BUnjWff8AAMiP4hqey9fcxd3/udn1daxZz9p2Sc9aG9d1Xl19dyvr2OdSaxoL0EnrxEqvb3JN&#10;datYt7Tr5h3/HoRnAMi+AgnPTz75pO26664udCVWmzZtbOHChf6axY9mH993333tvffe85ds7JNP&#10;PnHjxa+77jp/iUdhukKFCm5CtvjZuXON2bYBANlSXMNzuRo727GND7Q2tza2Vr0bxaphyrrshnrW&#10;4sb6sX+nXqfNLY3dOpXq7ZXUAk14BoDsy3l4/vHHH61s2bIucJ100kl20003uVbWpk2bWsmSJW3L&#10;Lbd0t2BKnCiruOjfv7/tv//+bux3KhoL3rFjR9t+++2tV69e7jZfTz/9tOuurSro21URngEA2VKc&#10;u22rgonB8lWMeQaAApPz8NyvXz8Xts4//3ybM2eOv9Sj4Kjnzj77bDcpVnHUpUsXO/bYY23mzJn+&#10;kmQLFixwt7LS7No77rijlSpVyo091oRrBY3wDADIFsJzijD8HyrVtgnPAJB9OQ/PGq+rsDV06FB/&#10;yQaaeVtdltX9WDNuF0car/z333+nnE07kWYu/+mnn9yxirJ+LhCeARQW6rG0YukSW7EkVvr6X8p/&#10;7bp1BTf8BRsU9/CcyyI8A0D25Tw8K2QpbF1//fX+kg1GjBjhWlErVqxof/75p78UhRnhGUBhsXje&#10;XBt2zVX2eJf29kT3jsnVraM906ubK/071TqPd429tkcn+3fObH+rKEjzZ85w4fmXD1PP+7G5Izx7&#10;RXgGUFTkPDw/88wzLmyVLl3aXnzxRVu+fLlrLRg9erTVqlXLPdekSZNifZ/nzQnhGUBhsfTfhfbO&#10;4H725oC+9tY9dyXVu/f2t0HNG9g9zerbO7F/vzUoeZ03B/a1t2PLlywonkOHNjVdtNB9nkd/Mtxf&#10;UrQQnr0iPAMoKnIenjWWV/cwVuDSpFdHHHGEm+hK3bW1bLfddrN33nnHXxuFHeEZQGGyds2a0NKF&#10;2qeuvdqGdevo/q07E6RaT2VWdCatVBf0VatX2ep8lHv9mtX+FtNbOGumvXz7TXbzeSdZrzOPsxvO&#10;Sl+9zjjObjr3JOvfuI5rfe55aur1kkrbj9XDnVrZX7/86O9B4UR49orwDKCoyHl4ll9//dVq167t&#10;Qld8aRbuhx9+2F8LmwPCM4DNyVM9u9iwHsXrvvSTpoy3gU/dZve90C+k+tujrw2xh16+x4amfL6f&#10;DXqmjz333uP+FvO2YtlSu7dFQ6sb+7+h/tZbWL2topUC1cU7b2mDml1k7cuXttqxx6nWCyu9vvtx&#10;h9jMiRP8PSl8CM9eEZ4BFBUFEp5lyZIl9tJLL9nNN99sN9xwgw0ePNh13cbmhfAMYHPy1HWdbVj3&#10;Tv6j4mHilHHW/8lbbejzdyeVgvHgZ/ta+9ub2Y1Du9iDCtAp1rvn6Tvs2Xejhefx335lzUptZ422&#10;Tx2cwkohruU+O9k9l9S3qyqVzfz1O8bC+jZbuK73hRXh2SvCM4CiosDCM4oGwjOAzUlxDM9r1q6x&#10;5SuW2fKVy5NqRawW/DvPruzbwl756FlbuXplyvX0+pWros1F8uP7b7tW54tjwSxVcAqr/IZnVa3Y&#10;+z55TeH9/4jw7BXhGUBRkZPwrPsPf/TRRzZt2jR3WyX9O6iPP/7YVfyyb7/91pYtW+a/GoUZ4RnA&#10;5qQ4hud0Vq5a6cLzW5+97C/Jn58+eMfqbRkLSZsgPKurtz7jworw7BXhGUBRkfXwrElZNHu2Ata9&#10;995rV155pft3XrX//vvb+PHj/S2gMCM8A9icEJ6TLVu+1IXnNz590V+SP4TncIRnrwjPAIqKnITn&#10;9u3b20477WSPPfaY9erVy3bYYYc867jjjrNJkyb5W0BhRngGsDkhPCcjPBccwrNXhGcARUVOum3P&#10;mjXLheGFCxe6sDVjxgybPHmyWxZfWjZ37lybN2+erVq1yn81CjPCM4DNCeE5GeG54BCevSI8Aygq&#10;cj5h2NSpU23s2LE2f/58f8kGCs1vvfWWff/997bG3WcThR3hGcDm5Jle3dy9nrFBgYbn2DIFtlTV&#10;eMctrMXeO3rh+fD9reF2qdcLKmnbsSI8hxfhGQCyL+fhWbelKlOmjD311FP+kg10/+e9997bTjnl&#10;FJs5c6a/FIUZ4RnApjDms4/s4Y6trH+jC21Ak1g1TV9at1+jWq76N069TqrS6x7q0NJGfzLcf/ei&#10;pUDD8y5b2iW7bpWympbcyi7ft4QLz1dXPiAWplOv5yq2naRtx4rwHF6EZwDIvpyE57///tvNqP3F&#10;F19YzZo1Xdjq1KmTffPNN26Z6uuvv7Y777zTtt12W6tQoYJNmDDBfzUKM8IzULzpNkhf//y5ffL9&#10;+/bZyOEp64tRH9tXP36S8rmgPv7uPVu4OLlHUio/vP2aXb5PCasbC2h1Yn9/dCIepXQbo5vPO8l6&#10;n3+q+3eqdVKV3kPv1XKvHe2711/y96LoKKjw3GiH2P8VsVB810U1rE+d85Lqjlj1rXu+3dPsIrur&#10;QQ27o/a5Kde7s/4Fdv3pR6cMfYTn8CI8A0D25SQ8f/bZZ1aqVCkXsqLUqaeearNnz/ZfjcKM8AwU&#10;bytWrbDbH+5p3Qe0tesGdUqqnvdeZZ3vbmWd+l7mLRucvM41gzpa1/5X2J/T008UqUko+9Q51+pt&#10;tYU1LZH6xDysmuy4hd1S7TS7tfoZGQcGvZfe87YaZ9ratWv9vSk6FJ7fH/Gm/yh/wsKzjn/7CqXt&#10;xnNOtF5nHBNaPU87yoXjVM+pbjz7eOt6dAVrkuLzJzyHF+EZALIvJ+FZJxq9e/e2LbfcMikoJ1a5&#10;cuXs+eefdydIKPwIz0DxtnbdWps662/7KxZ8/57xR1JNnvmX3fdCP+sxsH1sHS37M2mdv1Sx169Y&#10;udzfarg1q1e7yaQabJv6pDyvyk94VjX4vy2s46H72qoVK/y9KVw0V8h7X71uPQd3chcsuvZrk7a8&#10;9Vrb1Xdd7v591Z0tktZJVV3ubu3Wv+fp2+2vaRtf9Mir23YQ1vJbYRdOCM/hRXgGgOzL2Zjn5cuX&#10;u67Yl156qbsd1c033+weJ9b06dP9V2BzQHhGcbD034X225ef2bgRX4TWhG9H2PhYpXpO9ftXn9vE&#10;kd/a2mI4GeJTbz9s1w260n+UPwrPGg+7qcJzp8P2K5ThWRepH3xpoB1ca1fb+5ytbc8zt7TSZ22V&#10;tvY4YwsrU3U7F4SrtTvBdj11i5TrJVds+7H3UCCr2fEUmzR1vL8nacY8q7Q8v5Vqu7EiPIcX4RkA&#10;si/nE4ZpUjDNqD1lyhR/CTZnhGcUB9N+H+vGWfZvUid5QqmL67qvdzeoETsZrGUDL6mXvE6sNIbz&#10;gXaX2arl6VtXi5phbz7gumdno0eRC89HHLjpwnPFMoUyPE//Z4qd0aJyLAj/Xywo7ZYUnMKqQs1d&#10;rVK9vVx4rnPVGXbgBTulXC+sytXY2fY7d1vrN6y3vycRwnMOi/AcXoRnAMi+nITnFbETjWXLlm10&#10;72Z1L9OysCqKY8qKIsIzioPlixfbpFHf2Z8/jrQ/f/ohqf6ILR/U/CJ79sYe9tfPo1KvM+p7mzz6&#10;52L5t43wnHu//zXGylUv6cJwquAUVvkNz6q9ztrKOtzRzN8TwnNeCM9eEZ4BFBVZD886WerVq5dV&#10;rFjRXnjhBevXr58deuiheVbt2rXdDN0o/AjPgGdIq6b29uB+/iPEIzznnsJz+RqbKDyfHQvPfZr7&#10;e0J4zgvh2SvCM4CiIifhuW7dui5gDRgwwNq0aeP+nVdpZu7ff//d3wIKM8Iz4P2dG3J5E3tzYF9/&#10;CeIVWHiOBYHGO4RXw9hrdJuqWy443RrGgnCqdYJKFfwKf3jeeZOF5459LvX3hPCcF8KzV4RnAEVF&#10;Trptf/TRRzZo0CAbPXq0ffXVV3bPPfe4Gjx4sN17772u9G+to+VPP/20LViwwH81CjPCM0B4Tqcg&#10;wrNCQPPd/2ddjqpgXY852N3KKLG6VKlgfetWtb71znf/TrVO8NpLY9vSNuPfg/CcugjP0RGevSI8&#10;Aygqcj5hGIoWwjNAeE6nIMKzAkCLvXZwE7tp8ra7Lqqeoi6wO+tVc6V/p1oneG3LfXZMChWbc3g+&#10;uPZuKat8jV3s8Hql14fnA6rtmHK9oFJtm/AcHeHZK8IzgKKiwMKzWqEfeeQRu/POO61Pnz42dOhQ&#10;1yrNRGGbF8IzQHhO57n3Hreeg7N4q6qQbtuX7LqVXb5viTS1k1+pnttQ2lZi+Ntcw/PBtbyQXL5m&#10;ch1UvaQdduGeLjzXvvJ02//87VOup9dXiH1N3LaK8Bwd4dkrwjOAoiLn4VknmY8//rjtu+++LnTF&#10;l+7/3LVrV5s3b56/Ngo7wjNQfMKzbof05JsP2t3Delv/YbdY/ydvTVt3PX6TC85d7m7tLYv4Or3H&#10;fS/0s18njPLf3ZNuwrCmJbJTqba9OYZnLTu+aXlr3L2aXdT1vKSq3/Vca9jtfOvar4217t3Q6nU+&#10;O+V6Dbufb7U6nea2qTAe/x6E5+gIz14RngEUFTkPz5999pntvPPOLnDtuOOOdtxxx9mZZ565UZhW&#10;S3Q2uvch9wjPyJW169ba0uVLbOmyfFZsG+ti28ql4hCeJ/z9m9W58gzb//ztbPcztrA9ItbOJ2/h&#10;Ttjb397M9jxzS9v99NTrJZbeY59ztrHjLy5v7331ur8X6cNzLmtzDM9qWT6txeF25Z0tYp/BJSmr&#10;XaxaxYLzFbc2iT1ulvS8qlMsHDfvdaHbJuH5vyM8e0V4BlBU5Dw833DDDS5sValSxUaMGOHu6bx8&#10;+XKbMWOGdezY0T134oknusco/AjPyJU5C/6xq++6PHbSfplddWfLFNXCrhvU0a6Nlf6dah29tvPd&#10;rW3ewjn+VnNnaKum9u59A/1HRc8tD/ZwYbZcLKClOjEPqwMvKGGNelSzDnc0t0Pr7J4UvPIqrbv3&#10;2dvYRV3PtcVLF7n9IDynlle3bR33w+uWtor5KPf6C/dM2raK8Bwd4dkrwjOAoiLn4bl9+/YubN19&#10;993+kg00DnqvvfayChUq2KRJk/ylKMwIz8iVJcsW2xufvWivf/KCvfHpixtXbPmbn73kJqFSl2D9&#10;W8sS19Nr9Zxan6OaPPpne2dIf3u17y322l3p69U7vRp4cV17oO2l9kqf1OsllV4Xe49PnnjQ5s+Y&#10;7r974dX4mgts33O3TXlSnlflJzyrytUoaUdctK/NmutdUCU8p5bnmOfau1mFWrvmu8I+O8JzdIRn&#10;rwjPAIqKnIfnRx991LbZZhvr2ze5e+O3335rJUuWtKpVq3Krqs0E4RmbUr9hvW3AU7f5j/Jv1Duv&#10;W4cK+1vd2Il/rdjPdZSq6X/tW/d8u/bEynZB3HNRSoHsxrOOs+njfvP3onBq1L3aJgvPlevvQ3hO&#10;I6/wnOsiPEdHePaK8AygqMh6eNZYwEWLFrkwvHDhQvvjjz/s7LPPtsMOO8zef/99mz17ts2fP99+&#10;/fVXq1+/vgvPzzzzjP9qFHaEZ2xKmoyq37Bb/Ef5s3zxIrv5vJPdSZ1OKFOd8KWqYF3d/qjXGcda&#10;ox2S18mrGsfWrxt7zyev6eTvSeHUuActz4Tn1EV4jo7w7BXhGUBRkfXwrFtP6XZUCsznnnuuVa9e&#10;3SpXruwC17bbbmsnn3yye65UqVJu2d577229evVyoRqFH+EZm1I2w/OCmdPdfYIzDb/5Dc+qeltt&#10;EQvuJ/l7UjgRngnPYUV4jo7w7BXhGUBRkZOW50svvdQFrKhVtmxZGzdunL8FFGaEZ2xK2QzP82Ph&#10;+bLS27uW4FQne2GVrfB84zkn+ntSOOUVnnUPYE0kpvCWWGWqbu9uc6TwrPsEa/bnVOvp9amCNeE5&#10;GsKzV4Tn8CI8A0D25aTl+a233rJ+/frZwIED01b//v3toYcesjlzcj87LvKP8IxNKdvhWS3Pmyo8&#10;33Tu5tnyrNbk45oeZCdcXN7dViqxjm5c1pr1rO1udXTCJRXs+KblUq53wiXl3YzOiQGa8BwN4dkr&#10;wnN4EZ4BIPtyPmEYihbCMzalux+/2foPu9V/lD+E57ylCs+agVm3MdJtwXTLsB4D26Ws7gPaWrf+&#10;bVM+F5RmTj+5+aFWrnrJjd6D8BwN4dkrwnN4EZ4BIPsIz8gI4RnZpGEemVTQ8pzqubwqlXThuWmJ&#10;1KUTT3114fn0Y6zhdsnrxFeqbW+u4Vm3QFLL8xktKtvZrarYWZcfmbLO9CvVc0Gd3eooN6v2wbFA&#10;Hv8ehOdoCM9eEZ7Di/AMANmXkzHP119/vR1yyCH2wgsvuPs76z7OeVXNmjXt77//9reAwozwjPxa&#10;tXqlPfvuY9a4+/l2Xptj7Py2x0eqc1sfY+1uu9ja3to09u+jU66TXMe592jco5o9//4Tsfde5e9F&#10;eHjWyeVle27nAttVlQ9Irkre17sb1rBbq59pnQ4rk7yOKvb6Kyvub5fssmVSqNicu22rNI5ZYSA/&#10;dWCsGPP83xGevSI8hxfhGQCyLyfhWbegUsDSmOa2bdu6f+dVe+yxh/3+++/+FlCYEZ6RX8+884gd&#10;cEEJN7HU/udHLwW5FjfWt8tuqBv79/9SrhNWZapu505en3vvcX8vwsNz4x23sDZld3Ph+M76F4RX&#10;vWqu7qof+5ri+bsb1LA7ap1tzXbbOqkFenMPz7kswnM0hGevCM/hRXgGgOzLSbftDz74wAXnX375&#10;xT7//HMbMGBAnjVs2DDTvZ9R+BGekR9r1q6x+l3OsTKxQJvpLYw0w/PlNzWwlrEArdCQap2w0nvt&#10;HwvQDbpVtbXr1rp9yavlufnu21jbg3a3Kw4sFV4H7OZVqudi1fbA3WMhfFev5Tlu+yrCc3gRnqMh&#10;PHtFeA4vwjMAZB9jnpERwjPyQ122T29R2cpW2zHlyV5elZ/wrCp7/g5urO3qNavdvuQ15lknmGqB&#10;zm+FnaQSnsOL8BwN4dkrwnN4EZ4BIPsKNDyvWrUqZa1cudLd4gqFH+EZ+aHwrImkNlV4Pqf1UZHC&#10;c66L8BxehOdoCM9eEZ7Di/AMANlXIOF5+PDh1qxZM6tVq5YrTRAWX+3atbNp06b5a6MwIzwjPwjP&#10;XhGew4vwHA3h2SvCc3gRngEg+3Ienr/55hsrU6aMC1xhtc8++zBh2GaC8Iz8IDx7RXgOL8JzNIRn&#10;rwjP4UV4BoDsy3l4vuGGG1zY2mWXXax27drWrVs369mzp1133XWuevToYX369LGZM2f6r0BhRnhG&#10;fqQLzxVq7RpaB11Qcn14PuiCEinXCSrVtgnPmSE8E57DivAcHeHZK8IzgKIi5+G5ffv2Lmxdc801&#10;/hJszgjPyI+8wvOhdXa3I2OhScFJXxOrUr29rHXvRtbq5gZ2eL3SKdcJXqttJW6f8JwZwjPhOawI&#10;z9ERnr0iPAMoKnIenh977DHbeuut3a2rsPkjPOfPvOlT7Ye3X7efYyebiaUT0J+Hv2OjPxluv3z0&#10;vvc4RY169w0b/82X/hY3L2HhuXzNXaxKgzIuHF9xaxNrc0vjpNJzV991uSv9O9U6eq2eO7LBfm6b&#10;8e9BeM4M4ZnwHFaE5+gIz14RngEUFTkJz2vWrLF169a5fy9YsMCaNGlixx9/vI0YMcIWL17slge0&#10;Xvz6KNwIz/kzbsQX1r/JhTa09SVJdV/rZjakVVPr37i2DWrewO6/onnK9e65pL69eGsvf4ubl7Dw&#10;rABwRP197KKu57p7MV/U9bykahCrep3PdqV/p1xHr+1yrlWObSsxVBCeM0N4JjyHFeE5OsKzV4Rn&#10;AEVF1sOzQvAjjzxil1xyiZth+/LLL3djnRW4dtttN6tevbo1b97clZ5XqUv3jBneiRIKN8Jz/iyZ&#10;P9/+/OkH+/vXn5Nq8uhfbdw3X1mfC8+zd+7tb1N+G5Nyvb9+HmUzJo73t7h5STfmWa3FmhjMff0v&#10;5b821bYJz5khPBOew4rwHB3h2SvCM4CiIifhWS3NClhRa++992a27c3E5hieFy9bZD+NG2m/TBgV&#10;WmMm/WyjJ/6U8jnVz+NH2tg/fs35/chXLV9ufetWtW9fe9FfUrSkC8+5LMJzZgjPhOewIjxHR3j2&#10;ivAMoKjISXh++OGHrXXr1ta2bVt3D+e8qk2bNm727enTp/tbQGG2OYbnSVMnWNf+bey6QR3tusGd&#10;Nqqe+jqok3Uf0NZ6DGwfe3xV0joqPX/Ho71c+MulpQsXuPA84qVn/SVFC+HZK8JzeBGeoyE8e0V4&#10;Di/CMwBkX84nDEPRsjmG50VL/rXvx4ywH8Z+m1SjfvvWRo752rr0a20Dn77dfvp9ZMr1tM6v43/M&#10;ecsz4Tl3RXjODOGZ8BxWhOfoCM9eEZ4BFBWFIjwzWdjmo6iOeb7mng727LuP+Y82HcJz7orwnBnC&#10;M+E5rAjP0RGevSI8Aygqch6eFYy//vpr14W7Zs2aVqdOnY1Ky1q1amWTJ0/2X4HCrCiG57Vr17jw&#10;/NTbD/tLNh3Cc+6K8JwZwjPhOawIz9ERnr0iPAMoKnIenr/55hsrW7asC1xhte+++9q4ceP8V6Aw&#10;IzznXt8Lz7ORb7/mPypaCM9eEZ7Di/AcDeHZK8JzeBGeASD7ch6eb7rpJhe2/ve//9k555xj3bt3&#10;t169erlJwoIaMGCAzZ49238FCjPCczSrV620r1953h7q0NKGXH6x3dc6fQ2NrTe0VVN3gjGo+UV2&#10;b4vU6yXW0Fbea1/pe7P98+ckfw8KJ8KzV4Tn8CI8R0N49orwHF6EZwDIvpyH5/bt27uw1bFjRxe8&#10;sHkjPKe3ds0ae6XPTdZ4x/9zJww6uasTobTeRbGAMODiunZlxf2tesLz6ar+1lvY9adVKdQBmvDs&#10;FeE5vAjP0RCevSI8hxfhGQCyL+fh+fbbb3dha/Dgwf4SbM6KYniWawd1tBc+eNJ/lD8z/5hg7Svs&#10;afW3SX0SEVZNS2xhl+75fzag6YXW7ZhDrNH2qdcLK4VABehX+/b296TwITx7RXgOL8JzNIRnrwjP&#10;4UV4BoDsy3l4/u233+ywww6zM844w6ZOneovxeaqsIfnr3/+zO54uKddf++V1mvI1enrXu/r1Xe3&#10;sm4D2rp7Pietk6pir9N73PvcnfbntAn+u3smjfzWnXQrDKc6iQir/IZnlVqg1fW7sCI8e0V4Di/C&#10;czSEZ68Iz+FFeAaA7Mt5eP7ggw+satWqLnAddNBBVr9+fWvRooVdeumlri655BLr0qWLTZs2zX8F&#10;CrNCG57XrbOXP3zajqi/r+19zja2x5lb2J4Rao8ztrDSZ21lHe5obhdefYbtckrq9VKV3qNM7OSk&#10;WrsT7Lc/fvV3xAvPDTdheL6P8JyyCM+ZITwTnsOK8Bwd4dkrwjOAoiLn4fmKK65wYSuvKlOmDLNt&#10;byYKa3heuGiB1ep0auxk/392cK3dUp5IpCqte2id3d2JYMPuVe3ACzI7wSlfc2fbJ/aeN9/Xzd8T&#10;PzxvtwnDc+uL/T0pfAjPXhGew4vwHA3h2SvCc3gRngEg+3IannWP54EDB9p5551nF1xwgatq1apt&#10;VOeff75riZ4yZYr/KhRmhTU8z5g91SrV3St24r1zypOIsMpveFYpPDe9toa/J3mHZ3fiElueqhrv&#10;uIU13/1/Ljx3Pfpgd+Keaj1VWDAnPIcX4TkzhGfCc1gRnqMjPHtFeAZQVOS85Xnx4sW2YMECW7hw&#10;YWjp+dWxE6TiZu3atTZnzhybOXPmRjVr1ixbkeJkbenSpW7cuF6zqRTm8Hz4ZhCem+22jbXce6dY&#10;7ZhULUrvYG3K7moDmlxo15xYKRakt0u5nl5/Wentk7atIjyHF+E5M4RnwnNYEZ6jIzx7RXgGUFTk&#10;PDwj3JgxY+zggw9e3309qG233dbefvttfy3PW2+9ZSeffLLtvPPOrpt7t27d7J9//vGfLTiFuuW5&#10;3t6bLDxffN2Gk4Kw8NwoFtI6VdzfBjVvYP0b10ldTerYwIvrudbn/o1rJz8fq4GX1Ldbq5/hbT/h&#10;ZJXwHF6E58wQngnPYUV4jo7w7BXhGUBRkfXwrK7ab7zxhl1//fWRS7exmjt3rr+F4kPHqVy5cta2&#10;bVu76aab1lefPn1s4sSJ/lpm7777rpUtW9YaNmxojz/+uPXt29cF6IsvvtiWLFnir1UwNsfwrIBc&#10;vuYusZPM5NLJ58G1dnUngg26nWf7xwJWqvW8Sn2SGjU864Tl8n1LWNdjDrYuVcqHVucjD7LOVcql&#10;fE6lLt06oW+q7RKeIxfhOTOEZ8JzWBGeoyM8e0V4BlBU5CQ8N2jQYKOW1HRVqlQp+/333/0tFB93&#10;3XWXm4k8ry7r6tZ+5plnWq1atTZaT8FbgfqVV17xlxSMzS08V4gF4yPq72NnxQLbmZcfkVRntKzs&#10;nrvqzpZ22Q117dRLK6ZcT+uc1uJw10p9cO2NJySLGp5VWqaJwPJbYYGP8BxehOfMEJ4Jz2FFeI6O&#10;8OwV4RlAUZGT8KzW04oVK0au2rVr299//+1voXjQeOfmzZtbs2bNXED+8ssv7YsvvnDjv+N99913&#10;rpX5qaee8pd4li1b5rpxt2rVyh3zgrK5hedy1UvaSZcc7MJxxz7Nk+sO72unvpdZpz6XrX+cWFf2&#10;bWGtezeyihfu6Vqq498jk/Cc6yI8hxfhOTOEZ8JzWBGeoyM8e0V4BlBU5CQ8qwv29OnTbcaMGZFK&#10;k2StXLnS30LxoBCqFuVzzz3X3e963333ta222spOO+00+/DDD/21zJ5//nl3gWHEiBH+kg0uu+wy&#10;93ptq6AotG9uLc+V6+/jAtsZLdXSnKoq2+ktKsWqcornvDqz5ZF26mV+y3Ot/97ynOsiPIcX4Tkz&#10;hGfCc1gRnqMjPHtFeAZQVDBh2CaibuoHHHCAmzDsscces5EjR9rw4cPtnHPOsf3228+++eYbt979&#10;999vlStXtl9//dU9jtejRw8XwGfPnu0vyduqVavc7Of5KV3s2JzCs0phVyfkeu6/l/f6xG2rCM/R&#10;EZ69IjyHF+E5GsKzV4Tn8CI8A0D2EZ43EYXn1q1b25tvvukv8UyePNkOPfRQa9q0qa1Zs8aF5yOO&#10;OMLGjh3rr7FB165d7ayzzop866qhQ4e61u38lsLzNddc42+1cMgrPOe6CM/REZ69IjyHF+E5GsKz&#10;V4Tn8CI8A0D2EZ4Locsvv9yOPvpoW7RokQ0bNsyqVKkS2vKcSXj+7LPPrF27dvkq7ZvCs26VVZgQ&#10;nr0iPIcX4TkzhGfCc1gRnqMjPHtFeAZQVBCeNxF1oV66dGnKyb46derkwrNuQ/XOO++4Mc+aUCye&#10;XtekSROrVq2a205BUni+8sor/UeFA+HZK8JzeBGeM0N4JjyHFeE5OsKzV4RnAEVFTsKzxuBqwjDN&#10;KI3U1IX6mGOOsXHjxvlLPOqqfcEFF9j555/vAvKYMWPcGOgHH3zQX8OjWbn1egXtgrQ53uc510V4&#10;jo7w7BXhObwIz9EQnr0iPIcX4RkAsi/r4VmBr3v37tahQwcXBDWL9osvvmg//PCDvwbkk08+sV12&#10;2cU6d974P31109Z9rzXWWZYvX24XXnihm4V73rx5bpk89NBD7hZWmmSsIBGek4vwHB3h2SvCc3gR&#10;nqMhPHtFeA4vwjMAZF/Ww7MCs269dMkll7jHum3ViSeeaH369HGP4VkdOyG85ZZbrGTJklanTh3r&#10;1auXu+ezgnPbtm1dl+2AblN1yCGH2EknnWTXXnutG3e85557uuBd0Lf4IjwnF+E5OsKzV4Tn8CI8&#10;R0N49orwHF6EZwDIvpy0PGtiqe233951P65Xr56VLl3aTXqlMbqNGjXaqBo0aGAdO3a0qVOn+lso&#10;PnSh4eWXX7aqVata+fLl7fTTT7dHH33UVqQ4UdOtrHT8KlSoYCeccILr9q1W6YJGeE4uwnN0hGev&#10;CM/hRXiOhvDsFeE5vAjPAJB9ORnz/Pzzz7uAFbXU/Thx7G9xoyAdRdT1coXwnFyE5+gIz14RnsOL&#10;8BwN4dkrwnN4EZ4BIPtyEp7V5fjJJ5909zHWxFca23vYYYdZ3bp1XRfl2rVrr69atWpZmzZtbMqU&#10;Kf6rUZgRnpOL8Bwd4dkrwnN4EZ6jITx7RXgOL8IzAGRfTsJzQLNt//3339awYUMbMmSILVu2zHVJ&#10;1jhd/Vshe/Hixa42dYsqoiE8JxfhOTrCs1eE5/AiPEdDePaK8BxehGcAyL6chufAokWL/H9hc0d4&#10;Ti7Cc3SEZ68Iz+FFeI6G8OwV4Tm8CM8AkH0FEp5FE15deeWVruu2umo3b97cnn32WTfrNDYfhOfk&#10;IjxHR3j2ivAcXoTnaAjPXhGew4vwDADZVyDh+fXXX7f99tvPha742mqrraxHjx62dOlSf00UdoTn&#10;5CI8R0d49orwHF6E52gIz14RnsOL8AwA2Zfz8Dx27Fg79NBDXeDSpGHt27e37t27u9szbbvttrbN&#10;NtvYAw884K+Nwo7wnFyE5+gIz14RnsOL8BwN4dkrwnN4EZ4BIPtyHp7vueceF7ZOO+00N3lYQN21&#10;b775ZvecgvTChQv9Z1CYEZ6Ti/AcHeHZK8JzeBGeoyE8e0V4Di/CMwBkX87Dc4cOHVzYGjRokL9k&#10;A93bea+99rJDDjnEJk2a5C9FYUZ4Ti7Cc3SEZ68Iz+FFeI6G8OwV4Tm8CM8AkH05D88dO3Z0YeuW&#10;W27xl2ygScT23HNP1637jz/+8JeiMCM8JxfhOTrCs1eE5/AiPEdDePaK8BxehGcAyL6ch+fHHnvM&#10;ha2yZcva8OHD/aXmunA3bdrUPVe/fn0mDdtMEJ6Ti/AcHeHZK8JzeBGeoyE8e0V4Di/CMwBkX87D&#10;85QpU+zEE090gatUqVJ21lln2XnnnecmD9OynXbayV566SV/bRR2hOfkIjxHR3j2ivAcXoTnaAjP&#10;XhGew4vwDADZl/PwLN98842dfvrpLnTFl8L03XffbWvXrvXXRGFHeE4uwnN0hGevCM/hRXiOhvDs&#10;FeE5vAjPAJB9BRKeZc6cOe6WVO3atbMrrrjCevXqZV999ZX/LDYXhOfkIjxHR3j2ivAcXoTnaAjP&#10;XhGew4vwDADZV2DhGUUD4Tm5CM/REZ69IjyHF+E5GsKzV4Tn8CI8A0D2EZ6REcJzchGeoyM8e0V4&#10;Di/CczSEZ68Iz+FFeAaA7CM8IyOE5+QiPEdHePaK8BxehOdoCM9eEZ7Di/AMANlHeEZGCM/JRXiO&#10;jvDsFeE5vAjP0RCevSI8hxfhGQCyj/CMjBCek4vwHB3h2SvCc3gRnqMhPHtFeA4vwjMAZB/hGRkh&#10;PCcX4Tk6wrNXhOfwIjxHQ3j2ivAcXoRnAMi+TRKedV/nyZMn2/jx423q1Kn+UmwOCM/JRXiOjvDs&#10;FeE5vAjP0RCevSI8hxfhGQCyr8DD84QJE6xWrVq2884724477mi77rqrNWrUyKZMmeKvgcKM8Jxc&#10;hOfoCM9eEZ7Di/AcDeHZK8JzeBGeASD7CjQ8r46dBHXs2NF22203O/fcc+2CCy6ws846y0qWLGnX&#10;XHONrVmzxl8ThRXhObkIz9ERnr0iPIcX4TkawrNXhOfwIjwDQPZlPTyvWrXKtS6nCsLz5s1zYbl7&#10;9+7+Ek/r1q2tWrVqtnjxYn8JCivCc3IRnqMjPHtFeA4vwnM0hGevCM/hRXgGgOzLengOWpfPO+88&#10;++CDD2zlypX+M2YrYicgzZo1szJlytiNN95o9913n3Xr1s1Kly5tHTp0oOV5M0B4Ti7Cc3SEZ68I&#10;z+FFeI6G8OwV4Tm8CM8AkH056bY9bNgwq1Spkm299dZWs2ZNe++991yLtHz11Vd23HHH2bbbbmtb&#10;brml+3raaafZyJEj3fMo3AjPyUV4jo7w7BXhObwIz9EQnr0iPIcX4RkAsi9nY57nzJlj9957rx15&#10;5JEubClEv/766+65hQsX2ptvvmlPPfWUvfHGG647NzYPhOfkIjxHR3j2ivAcXoTnaAjPXhGew4vw&#10;DADZl/MJw2bOnGkPPviglS9f3s2wffbZZ9v777/vP4vNDeE5uQjP0RGevSI8hxfhORrCs1eE5/Ai&#10;PANA9uU8PAc0nvmBBx6wypUr2//93/+5EK3W56VLl/prYHNAeE4uwnN0hGevCM/hRXiOhvDsFeE5&#10;vAjPAJB9OQvPv/76q/Xt29euvfZaNznYp59+6pYvWLDAhg4dascee6wLYdWrV7cXX3yREL2ZIDwn&#10;F+E5OsKzV4Tn8CI8R0N49orwHF6EZwDIvpyE56+//toOPfRQF7KCKlGihD300EP+Gmb//POPPfzw&#10;w3bYYYe5luirr77azcaNwo3wnFyE5+gIz14RnsOL8BwN4dkrwnN4EZ4BIPuyHp7XrVvngtXhhx9u&#10;L730ko0YMcI+/PBDq1Wrlp1++ukuNMdTS7RuWdW5c2dbtGiRvxSFFeE5uQjP0RGevSI8hxfhORrC&#10;s1eE5/AiPANA9mU9PK9du9ZatmzpumNrsjCNdV6yZIn17NnTTjjhBJsyZYq/5sZ0f2ju81z4EZ6T&#10;i/AcHeHZK8JzeBGeoyE8e0V4Di/CMwBkX066bT/xxBOum3a5cuXs6KOPdq3Q2223nXXo0MFWrlzp&#10;r4XNEeE5uQjP0RGevSI8hxfhORrCs1eE5/AiPANA9uUkPCsgDx482CpWrGj77LOPlSlTxjp16mQz&#10;ZngnQ9h8EZ6Ti/AcHeHZK8JzeBGeoyE8e0V4Di/CMwBkX07Cc0Djn5ctW+a6ZKNoIDwnF+E5OsKz&#10;V4Tn8CI8R0N49orwHF6EZwDIvpyGZxQ9hOfkIjxHR3j2ivAcXoTnaAjPXhGew4vwDADZR3hGRgjP&#10;yUV4jo7w7BXhObwIz9EQnr0iPIcX4RkAso/wjIwQnpOL8Bwd4dkrwnN4EZ6jITx7RXgOL8IzAGQf&#10;4RkZITwnF+E5OsKzV4Tn8CI8R0N49orwHF6EZwDIPsIzMkJ4Ti7Cc3SEZ68Iz+FFeI6G8OwV4Tm8&#10;CM8AkH2EZ2SE8JxchOfoCM9eEZ7Di/AcDeHZK8JzeBGeASD7CM/ICOE5uQjP0RGevSI8hxfhORrC&#10;s1eE5/AiPANA9hGekRHCc3IRnqMjPHtFeA4vwnM0hGevCM/hRXgGgOwjPCMjhOfkIjxHR3j2ivAc&#10;XoTnaAjPXhGew4vwDADZR3hGRgjPyUV4jo7w7BXhObwIz9EQnr0iPIcX4RkAso/wjIwQnpOL8Bwd&#10;4dkrwnN4EZ6jITx7RXgOL8IzAGQf4RkZITwnF+E5OsKzV4Tn8CI8R0N49orwHF6EZwDIPsIzMkJ4&#10;Ti7Cc3SEZ68Iz+FFeI6G8OwV4Tm8CM8AkH2EZ2SE8JxchOfoCM9eEZ7Di/AcDeHZK8JzeBGeASD7&#10;CM/ICOE5uQjP0RGevSI8hxfhORrCs1eE5/AiPANA9hGekRHCc3IRnqMjPHtFeA4vwnM0hGevCM/h&#10;RXgGgOwjPCMjhOfkIjxHR3j2ivAcXoTnaAjPXhGew4vwDADZR3hGRgjPyUV4jo7w7BXhObwIz9EQ&#10;nr0iPIcX4RkAso/wjIwQnpOL8Bwd4dkrwnN4EZ6jITx7RXgOL8IzAGQf4RkZITwnF+E5OsKzV4Tn&#10;8CI8R0N49orwHF6EZwDIPsIzMkJ4Ti7Cc3SEZ68Iz+FFeI6G8OwV4Tm8CM8AkH2EZ2SE8JxchOfo&#10;CM9eEZ7Di/AcDeHZK8JzeBGeASD7CM/ICOE5uQjP0RGevSI8hxfhORrCs1eE5/AiPANA9hGekRHC&#10;c3IRnqMjPHtFeA4vwnM0hGevCM/hRXgGgOwjPG9iy5cvt6+//tqef/55e/fdd23WrFn+MxusXLnS&#10;vvrqK3v11VeT6u+///bXKhiE5+QiPEdHePaK8BxehOdoCM9eEZ7Di/AMANlHeN6Efv31V7vwwgtt&#10;t912s1122cVKlixpxxxzjL3wwgv+Gp6JEyfaPvvs40JrYg0dOtRfq2AQnpOL8Bwd4dkrwnN4EZ6j&#10;ITx7RXgOL8IzAGQf4XkT+eeff+zss8+2ypUruxZnBeRRo0ZZvXr1rHTp0vbZZ5/5a5q9//77tv/+&#10;+9sDDzzgWqnjS9spSITn5CI8R0d49orwHF6E52gIz14RnsOL8AwA2Ud43kRee+0122uvveyNN97w&#10;l3imT59uhx56qLVv395fYnbffffZKaecYvPnz/eXbDqE5+QiPEdHePaK8BxehOdoCM9eEZ7Di/AM&#10;ANlHeN5ERo8ebU8//bTNnTvXX+JZETtJO+OMM6xx48b+ErPu3bvbJZdcYmPGjLH+/ftbr169NmqZ&#10;LkiE5+QiPEdHePaK8BxehOdoCM9eEZ7Di/AMANlHeC5k1HX7wAMPtL59+7rHmizsggsucK3R6tJ9&#10;3HHHufHParW+7rrrbOnSpW69gkJ4Ti7Cc3SEZ68Iz+FFeI6G8OwV4Tm8CM8AkH2E50Jk3rx5VrVq&#10;VatSpYr9+eefbtlff/1lFSpUsEqVKrkZtxctWmQLFiywO+64w3baaScbPHiwW68gKTxfeeWV/qPC&#10;gfDsFeE5vAjPmSE8E57DivAcHeHZK8IzgKKC8FxIzJgxw828XaZMGfvkk0/8pd7EYk888YRrkY63&#10;Zs0a1xJ90kkn2Zw5c/ylefv++++td+/e+aqePXu68Ny1a1d/q4UD4dkrwnN4EZ4zQ3gmPIcV4Tk6&#10;wrNXhGcARQXhuRAYO3asG+d80EEH2UcffeQvTe/uu++2I4880saNG+cvydvAgQNd8M1GXXPNNf5W&#10;CwfCs1eE5/AiPGeG8Ex4DivCc3SEZ68IzwCKCsLzJvbxxx+7btm6v/MPP/zgL91ALc8jR460xYsX&#10;+0s2uPPOO93rJk2a5C/J25IlS9xs3vmp8ePHu/B89dVX+1stHAjPXhGew4vwnBnCM+E5rAjP0RGe&#10;vSI8AygqCM+b0PDhw939m+vUqeOCaSovvPCC7brrrvbyyy/7SzyrYyeUtWrVsvPPP9+F4oKiCcwU&#10;npkwbEMRnqMjPHtFeA4vwnM0hGevCM/hRXgGgOwjPG8if/zxh+tyXb16dde6LArEQa1du9YtU6g+&#10;6qijXAvz77//7pYtW7bMbr31Vtttt93sySefdMsKCrNtJxfhOTrCs1eE5/AiPEdDePaK8BxehGcA&#10;yD7C8yawbt0669GjhwuhW2+9tZUqVcpKlCixUXXp0sWtJxoHffjhh7vJxE455RQ387ZuV9WnT5/1&#10;IbugEJ6Ti/AcHeHZK8JzeBGeoyE8e0V4Di/CMwBkH+F5E1DL8kMPPWQtW7a05s2bW5MmTZLqscce&#10;Wx+eZcqUKW6CsGbNmrmZrkeMGOE/U7AIz8lFeI6O8OwV4Tm8CM/REJ69IjyHF+EZALKP8IyMEJ6T&#10;i/AcHeHZK8JzeBGeoyE8e0V4Di/CMwBkH+EZGSE8JxfhOTrCs1eE5/AiPEdDePaK8BxehGcAyD7C&#10;MzJCeE4uwnN0hGevCM/hRXiOhvDsFeE5vAjPAJB9hGdkhPCcXITn6AjPXhGew4vwHA3h2SvCc3gR&#10;ngEg+wjPyAjhObkIz9ERnr0iPIcX4TkawrNXhOfwIjwDQPYRnpERwnNyEZ6jIzx7RXgOL8JzNIRn&#10;rwjP4UV4BoDsIzwjI4Tn5CI8R0d49orwHF6E52gIz14RnsOL8AwA2Ud4RkYIz8lFeI6O8OwV4Tm8&#10;CM/REJ69IjyHF+EZALKP8IyMEJ6Ti/AcHeHZK8JzeBGeoyE8e0V4Di/CMwBkH+EZGSE8JxfhOTrC&#10;s1eE5/AiPEdDePaK8BxehGcAyD7CMzJCeE4uwnN0hGevCM/hRXiOhvDsFeE5vAjPAJB9hGdkhPCc&#10;XITn6AjPXhGew4vwHA3h2SvCc3gRngEg+wjPyAjhObkIz9ERnr0iPIcX4TkawrNXhOfwIjwDQPYR&#10;npERwnNyEZ6jIzx7RXgOL8JzNIRnrwjP4UV4BoDsIzwjI4Tn5CI8R0d49orwHF6E52gIz14RnsOL&#10;8AwA2Ud4RkYIz8lFeI6O8OwV4Tm8CM/REJ69IjyHF+EZALKP8IyMEJ6Ti/AcHeHZK8JzeBGeoyE8&#10;e0V4Di/CMwBkH+EZGSE8JxfhOTrCs1eE5/AiPEdDePaK8BxehGcAyD7CMzJCeE4uwnN0hGevCM/h&#10;RXiOhvDsFeE5vAjPAJB9hGdkhPCcXITn6AjPXhGew4vwHA3h2SvCc3gRngEg+wjPyAjhObkIz9ER&#10;nr0iPIcX4TkawrNXhOfwIjwDQPYRnpERwnNyEZ6jIzx7RXgOL8JzNIRnrwjP4UV4BoDsIzwjI4Tn&#10;5CI8R0d49orwHF6E52gIz14RnsOL8AwA2Ud4RkYIz8lFeI6O8OwV4Tm8CM/REJ69IjyHF+EZALKP&#10;8IyMEJ6Ti/AcHeHZK8JzeBGeoyE8e0V4Di/CMwBkH+EZGSE8JxfhOTrCs1eE5/AiPEdDePaK8Bxe&#10;hGcAyD7CMzJCeE4uwnN0hGevCM/hRXiOhvDsFeE5vAjPAJB9hGdkhPCcXITn6AjPXhGew4vwHA3h&#10;2SvCc3gRngEg+wjPyAjhObkIz9ERnr0iPIcX4TkawrNXhOfwIjwDQPYRnpERwnNyEZ6jIzx7RXgO&#10;L8JzNIRnrwjP4UV4BoDsIzwjI4Tn5CI8R0d49orwHF6E52gIz14RnsOL8AwA2Ud4RkYIz8lFeI6O&#10;8OwV4Tm8CM/REJ69IjyHF+EZALKP8IyMEJ6Ti/AcHeHZK8JzeBGeoyE8e0V4Di/CMwBkH+EZGSE8&#10;JxfhOTrCs1eE5/AiPEdDePaK8BxehGcAyD7CMzJCeE4uwnN0hGevCM/hRXiOhvDsFeE5vAjPAJB9&#10;hGdkhPCcXITn6AjPXhGew4vwHA3h2SvCc3gRngEg+wjPyAjhObkIz9ERnr0iPIcX4TkawrNXhOfw&#10;IjwDQPYRnpERwnNyEZ6jIzx7RXgOL8JzNIRnrwjP4UV4BoDsIzwjI4Tn5CI8R0d49orwHF6E52gI&#10;z14RnsOL8AwA2Ud4RkYIz8lFeI6O8OwV4Tm8CM/REJ69IjyHF+EZALKP8IyMEJ6Ti/AcHeHZK8Jz&#10;eBGeoyE8e0V4Di/CMwBkH+EZGSE8JxfhOTrCs1eE5/AiPEdDePaK8BxehGcAyD7CMzJCeE4uwnN0&#10;hGevCM/hRXiOhvDsFeE5vAjPAJB9hGdkhPCcXITn6AjPXhGew4vwHA3h2SvCc3gRngEg+wjPyAjh&#10;ObkIz9ERnr0iPIcX4TkawrNXhOfwIjwDQPYRnpERwnNyEZ6jIzx7RXgOL8JzNIRnrwjP4UV4BoDs&#10;IzwjI4Tn5CI8R0d49orwHF6E52gIz14RnsOL8AwA2Ud4RkYIz8lFeI6O8OwV4Tm8CM/REJ69IjyH&#10;F+EZALKP8IyMEJ6Ti/AcHeHZK8JzeBGeoyE8e0V4Di/CMwBkH+EZGSE8JxfhOTrCs1eE5/AiPEdD&#10;ePaK8BxehGcAyD7CMzJCeE4uwnN0hGevCM/hRXiOhvDsFeE5vAjPAJB9hGdkhPCcXITn6AjPXhGe&#10;w4vwHA3h2SvCc3gRngEg+wjPyAjhObkIz9ERnr0iPIcX4TkawrNXhOfwIjwDQPYRnpERwnNyEZ6j&#10;Izx7RXgOL8JzNIRnrwjP4UV4BoDsIzwjI4Tn5CI8R0d49orwHF6E52gIz14RnsOL8AwA2Ud4RkYI&#10;z8lFeI6O8OwV4Tm8CM/REJ69IjyHF+EZALKP8IyMEJ6Ti/AcHeHZK8JzeBGeoyE8e0V4Di/CMwBk&#10;H+EZGSE8JxfhOTrCs1eE5/AiPEdDePaK8BxehGcAyD7CMzJCeE4uwnN0hGevCM/hRXiOhvDsFeE5&#10;vAjPAJB9hGdkhPCcXITn6AjPXhGew4vwHA3h2SvCc3gRngEg+wjPm4mFCxfao48+am3btrVevXrZ&#10;Dz/84D9TsAjPyUV4jo7w7BXhObwIz9EQnr0iPIcX4RkAso/wvBmYMWOGNWzY0EqXLm1HHXWUVahQ&#10;wQ444AB78skn/TUKDuE5uQjP0RGevSI8hxfhORrCs1eE5/AiPANA9hGeC7k1a9ZYly5drFy5cvbF&#10;F1/Y6tiJ5IIFC+yKK66wQw45xEaPHu2vWTAIz8lFeI6O8OwV4Tm8CM/REJ69IjyHF+EZALKP8FzI&#10;TZo0yQ466CDr3bu3v8Qzbdo0q1y5ctLyXCM8JxfhOTrCs1eE5/AiPEdDePaK8BxehGcAyD7CcyH3&#10;zjvvWPny5W348OH+Eo9apGvWrGm1a9e2lStX+ktzj/CcXITn6AjPXhGew4vwHA3h2SvCc3gRngEg&#10;+wjPhZwmCatUqZKNGjXKX7KBunOfeeaZNmfOHH9J7hGek4vwHB3h2SvCc3gRnqMhPHtFeA4vwjMA&#10;ZB/huZAbMmSIHXHEETZ27Fh/yQbdunWzs846q0DD87JlywpleJ4+e0rsZGF32z8WkA6qXrJAa48z&#10;t7BGPar5e2I28ftvXDhSgG4UC2YFWTVin82Qlo38PSl8FJ5PvbSiu+CQ6ljmsvY5Zxs7o2WlDeF5&#10;xjRrVmobu2ib1Mcyl6UT/l5nHuf2o7C6qOt5tmfsZzvVscxl7X/+9nbYhXvazLnT3X4oPHc6bD+r&#10;GztmqY5lLqtuLBC2r7BXoQzPv/052l0QOqDaTimPYy6r1OlbWLvbNlyk+/G9t9zPdKPtk49hrqt6&#10;7H2H9bjS35PCR+H5yAb7WZmq26U8lrms0mdtabWuPM3fE7Opv4+xhrHPSBeiUh3LXFbN2Od0Z/0N&#10;/08CwOaK8FzIDR061I488kgbM2aMv2SD7t27u/A8e/Zsf0neVq1aZYsWLcpXTZ8+3YVn3TKrMJk5&#10;Z5qdcHEF12J1dKOyBVoH197NLr+5gb8nZn/+ONIu3aOEtdy7hF2+b8FW4xIl7OFOl/t7UvgoPFfv&#10;cLJVrFs65bHMZVW8sLTV6nTq+vC8YNYMa1e+tLUonfpY5rIu3rmE3VH7HLcfhVWLG+q51qtUxzKX&#10;dcRF+9hJzQ6xf+bNdPuh8HzNSZWseanUxzKX1Xz3EtbtuMMKZXgeP/k3OzL2965KgzIpj2Muq3zN&#10;na1b/yv8PTH75eMP7OKSsWO2T/IxzHU1iv3Ne/7ma/09KXwWLp5vp7eoZJXr753yWOayDq2zuzW9&#10;toa/J2bTJ/xuLWOfUYu9Uh/LXFaT2Oc0+LIN/08CwOaK8FzIPfPMM1alSpWU93Xu2LGjnXPOOW72&#10;7SjUir3lllvmqxScVQr1hcnatWtt3sI5NjdW+lqQNWfBbPt3yUJ/T3Syv8r+nf2PV3MKthb+848t&#10;W/SvvyeF0TrXEjM3dsxSHctclt5T7x1YF/uZWTQn9tltos9pyYL5/p4UTv8uXrBpPqeFes+57nc6&#10;sHje3E3yOek99d62bp2/J4XHmjWr3d+7TfM37x9btHTD35nVK1e6n+lN9bu0fMlif08Kn3Xr1tr8&#10;f+f6P9epj2euSr+/C2O/x4G1sZ8Z9xltos9p6b8b/p8EgM0V4bmQ+/jjj909nd98801/iWfFihWu&#10;1blRo0Zu8rAodKurTp065bvuv/9+f4sAAAAAUDwQngs5dZPWhGEdOnTwl3h++eUXNwu3WpMBAAAA&#10;ALlFeN4MDBgwwEqXLu2C8h9//GHff/+9a3U+/vjjbcqUKf5aAAAAAIBcITxvBnR7qJ49e7oAvfPO&#10;O7s6/fTT7euvv/bXAAAAAADkEuF5MzJy5EgbNmyYG/9ckLenAgAAAIDijvAMAAAAAEAahGcAAAAA&#10;ANIgPAMAAAAAkAbhGQAAAACANAjPgG/UqFGht/5au3atfffdd/bMM8/Y8OHD3Qzo2bRw4UJ76623&#10;bOLEif4SxNP9zjVR3pNPPmmffvqpLVu2zH9mY4sXL7aPPvrInnrqKTcb/Zo1a/xnsuPPP/90+zFv&#10;3jx/CeKNHz/eXnzxRXvllVds8uTJ/tJk8+fPt/fee8+effZZ++GHH/yl2fPzzz/bBx98YCtWrPCX&#10;IJUlS5a4z2HGjBn+ko3pM9Rnqc9Un2026Xfzk08+cX9X161b5y+F6O+Yfn6ff/75jeqll16ymTNn&#10;+mttMHr0aPe8/jbNmjXLX5odixYtsnfeecd+//13fwkAFG+EZyDmjTfesPLly7uTxEQKtldeeaXt&#10;tttutssuu9hOO+1kVatWtV9++cVfI/9+/PFHK1mypLunNzamgFWlShV3izZ9BqpatWq5YxZv0qRJ&#10;VrduXfcZad3dd9/d2rZtm/Jk87+67777bIcddrARI0b4SyCrV6+2oUOH2kEHHbT+c6pUqZI9+uij&#10;SRcwfvrpJzvzzDOtRIkStuuuu7rPqVu3bu73LFvat29vZcuWzXqQKGpuu+0222KLLVyATvT6669b&#10;5cqV3d8llT7bBx980F1IzAYFd/1e169fP2vbLCq++uor22677dxnk1hvv/22v5b3e9evXz/bd999&#10;19/G8thjj3UXeLPlt99+c7/PN998s78EAIo3wjOKNZ186ARfgWjbbbd1V9gT3XjjjbbPPvu424T9&#10;8ccfrrXk+OOPt2rVqtncuXP9tfJHQbxMmTIugGADtSLvvffe1rJlS9e68tdff7kT/UMOOcTOOOOM&#10;9cFYwatevXruZPzjjz92n5NCt04qu3btmrWTc/2s6GdBrWXYQK1eCsLXXnuta6EcN26cde7c2fbb&#10;bz/XghZQDwIF5+A+9brgcf/999tee+1lffv29dfKP33mCn7//POPvwSJ9HdMFy4UyNSbI55ui6iw&#10;3Lx5cxee9HnqmOpnP9XfyP9i6dKldtppp7n3IDxv7IEHHrADDzzQXdTVZxGUekfF93rS/0n63enT&#10;p49NmDDBXZiqXbu2HXHEEe4zywb9Pmtfsvn7CQCbM8Izii0FLAWuUqVK2ZFHHmn777+/6zodTyck&#10;hx9+uPXu3dtf4vn8889dS/XLL7/sL0lNge/LL7+0lStX+ks86gL32Wef2fLly91jwnMynVB37NjR&#10;jjrqqKQWRLWKqTXktddec491kqkgoK/x7r33Xjv44IPz7CWgCygKw7/++qu/xKMWU3UpVgt30K2U&#10;8JxMP8M6YVcoDn6eRV2zdTHjiiuu8JeYPf744+73LLHlXr9fuiD1999/+0uSqfuoLoyo63w8hTCF&#10;v/huxYTnvKk79oUXXuh6cKiFPr6lUr93HTp0sGOOOcZmz57tLzVbtWqVu2Cozzrx71k8dQHX55F4&#10;YVHb0vLgMyE8h9OFp3PPPdd/lNqCBQvs7LPPtiZNmvhLPPr90GenQJ0X/R+k/8fif2dFQ4f0Oaln&#10;gBCeAWBjhGcUW2qZrF69umtJ0Um5upkqlMV77rnn3Mll4sm+WjrV8qmTzLyoxfSwww5LOonv0qWL&#10;OyEJxoUSnpMpvKrl+f33308aE6lWGIVYhTHp1auX666Y2EVbwVetz4899pi/JJlOQhX8dBIfTyf3&#10;NWrUcF3BFbCF8JxM44rVupx4TPRZKMBeddVV/hKzVq1a2QUXXLD+xDygk3X9niX+/sXThag99tgj&#10;6SRerdf6jNXqHSA8h1PwbdeunV1++eXu90sXl+K7bWs8v36XNOQh0d133+0uJuqYhwl6fOhvajx1&#10;N9ZyjcsVwnNqCrMXX3yx+z9CY/dvueUW9/ft22+/9dfwfP/9964HztNPP+0v2eCSSy5xv2dhc0PI&#10;1Vdf7XoXJM5NcNNNN7m/ccHFKMIzAGyM8IxiSwE4uOquVmCF3MSTd1291wmGui7GU7DTWL3zzjsv&#10;6cp9PIVrnYjGt+BIz549XVifOnWqe0x4zozGhits6QRSFATq1KnjWifj6fiqRfOGG27wlyTTz4FC&#10;cnwLqejEs0GDBu5ElvAcnY6ngm7r1q3thBNOWD8hmI6nWsoaN26cNA5av1/6PdP4zTBjx451J/ED&#10;Bw70l3jU0qYQET8mk/AcTpPu6WKRQpO6+R5wwAEbhWf1tqlYsWLKlkv9fdTfycRgHE+TWunzUKtm&#10;PF0E0/J3333XPSY8p6aWex0X/d1Sz4DjjjvOXXTQ3x0F2OB359VXX3VDWuKHRQR0IUkXOYL/X1LR&#10;OvodSVznjjvucBdUgskrCc8AsDHCMxCjk8FU4fn66693JyGJ3UnVEqrucupap5lRwyg86+QnVXiO&#10;P3EhPEf3xRdfuJNGHVuddCvYKpDp80jsTqoTUfUQuO666/wlyQjP2aNjedFFF7k5BDSW9s4771zf&#10;a0DduE8++WTX+pxIJ+gVKlTI8wRd4VkBO1V4PvTQQwnPEejvzEknneQCtKg1MzE8ax0du4ceeshf&#10;soFaj3WsUwW2gMKz1kkVnrWc8Jw3fSaa+Ov88893P/M6TuoCr5boHXfccf2klrqjgOYUSDV5oebp&#10;0P9neQ2DUHjW2OhU4VkXOQjPAJAa4RmIySs8q4U4sWubTvYU2NTynNgFNR7hObs0yZFO5BR2g3HQ&#10;avlv1KiRNW3a1I3LjKcJqjQ5FeG5YOhCksaha8IjhSK1mKmrr2iiI4VntUgn0uRGhOfc0vAEXWDS&#10;PAIB9dzQ79OHH37oL/Fu86Vj98gjj/hLNiA8554mRVQw1pwc8YLfH7VGq/VZt03U/xmaeC+RwrN6&#10;DyT+vxWP8AwA/w3hGYgJC8/quqgTvsQxfmpNU2BTy3Ne48oUntX9bs6cOf4Sj0I54TkzGkupmWXV&#10;PTt+AjEFW3XbbtiwYdJnoZbnU0891Y0ZDBOE58QxntqWPmPC83/XqVMn1zqm4KsT/rPOOsuFpURB&#10;y/Ndd93lL0kWhOd77rnHX+JR2NDvLuE5nP5eqRfAKaec4ibG08+8egIoBGsCNwVeDXnQevosjj76&#10;aBs8eLD/6g00oaJCWbpu2/qbqR4i8fRe+pwIz/+dbsGmyS31t0ljx3VxKvEihWiYij6nKVOm+EuS&#10;KTxrW9OmTfOXePR/HuEZAMIRnoGYsPCsiaY0tjYYtxlQC9s555xjzZo1W98tNZWwMc+J480Iz+EU&#10;XG+//XZ3X2BNdBR/q5aA7hOsFubEixQae6vPb8iQIf6SZHmFZ81IrBZtwnM4hSAFW000lUgtmjrB&#10;D36vdCx18UOTjMXTfW0V4tSaFias5VktdDrZJzyH0++MZsr+v//7P/fzW7p0aVeasX7rrbd23YT1&#10;90zHS78PClXqJpxI9znXMBb9XoVReNbf0sTwrNCsOxQQnvOmi0H6fUj8HRH9/dM8Aupt880337jf&#10;B419TqSJKvX3MNXfykDYmGfd+5vwDADhCM9ATFh4VmjWCd/DDz/sL/Ho5FHrpxoXGO/KK690Jx7B&#10;iUhAoTt+QpcgPKu7KzbQCaS6IO6yyy55TialWbfVKq0Tyni6/7BCmW4XFiYIFpqdNn7yN40z1Mml&#10;Wp+Dk/sgPOt+q/Coa6haKnUynkjHSxcvgq6lCr76vUm8B61CmYZHjBkzxl+STOFZ43N1oSSeuh5r&#10;Fu5bb73VX+KFZ3VJTRXoiyP9XOs2bro4p9LFJB1zHUvdqk9DFnThImh91s+8wnRigNPFD4WyvOZ5&#10;UJhTMNedCuLpb5tCurpvSxCeL7vsMvcYHoVUzRmQ2B1bFwY1BKhNmzbuM1LvGwXpxIsc+pnXZ6Tf&#10;gbyo95N6hSReCNFFxHLlyiWF57x6hQBAcUJ4BmLCwrMmoLr00ktdiNLMtOp6qpMWhV+1zuR1yxbp&#10;3r27a9nRGGeNjdbr1fVRJ5EKzxqTK0F4HjRokDthTazEsbzFhU7Adf9mdSXUZ6HjEH9cglCrixDq&#10;Hq+WYnXV1nKFLZ1satxyXl3rFRgUnLfffnt325fgPRTWt9lmG/dZx4dnTVamMB6/H0EFLdTFib5n&#10;dSfdc889XTDSY5VmsNesvfpMgrClz0StWhr3rJN8/T6oFV/LFODyOn66L63Cs0qTKum1usChCcg0&#10;OVn8yb2Cg8K4uq2m+pxo6fSoC7daLxMvLqlLsC5Gaby6fh/0uShc62dfoTsveu22225rVatWdRNW&#10;6XPSZ6cu45rwKrindBCeNSxCv5+pPqe8evUUVfq/QOFVf5N0YUo/qwrO+v3Q8Q+6zOvY6P7o+n9D&#10;E77pOOs46v8aheK8LhiKboG11VZbuVtW6W+gXq9bl+lClH4mgjHXQXhWi3Sqz0g/H8XxcwJQfBGe&#10;gRid9OtkMZjJNJ5O/DRWU88rjOnkXSc3qbrLJdJJvFphNMOtWgmOOeYY1yKmkxGdoAQTuuh+xGoB&#10;UgjYbrvtkkrjeRNvw1TUqQtplSpV3DFRsNWJd/wx0eP4z0AnkBrnp+OqrvI6gdR4Z130yItanhXw&#10;FPQ0IY9eq/c96qijXKu1jr1OLEXd+LU/OumM35egevTo4dYrbjRusl69eu7kXsdNpe7aCgCJrcwa&#10;ux78Dun3SaFbQSvdhSjdzkohW5+xXqffJ13A0r/186GWtIBaVPU5KcQlfkbqqvzyyy/7axZvGi9b&#10;smRJ1yodT2FZwUx/83ThUL8P+pw02Vherc6iCePU20B/8/TZnHjiie7CpH4mtL3gPs8Kevp7GPY3&#10;T+tq8rLiSF3f9fdI/0/o51y9n/T7MmzYMH8Nj4YD6eKDAq96f+h3Q7+DmhcgXaDV/Zz1merzif+/&#10;Se+l312FZtH/f3oc9jnVrFnTjZ8HgOKC8AzE6ARfJ4thJ2tqbb733ntdK5e6EavFJgqNeVYgU9dS&#10;XblXlzhd3f/000/drKbBSYdaoHUyo+2rG2NiafKevO4nXRSpBVnHWsdMY/gSj4mWjRw50l/bo4Cl&#10;z7FFixbuBFLbSEdjPHUCqM9KraCdO3d2XZB1QeOVV15xJ6xBS6XeL2x/VAqGxZXCkC4+qRVa9cIL&#10;L7jWxVTU7V0tZGqBvv/++10LcjpqtdakYv3793fjZtV9VZNg6XdX3cHVoyPwzjvvuJY6/RwkfkZ6&#10;HWPWPWpd1GR6Orap6KKihp7o89QFhyg9YBT81Oqvz0gXm/Q5aFiFuuTrswu6CWtb+h3Vz0DiZ6TS&#10;e+Z1q6WiTvfb1lwP+hnW37Swz0g9mnTrMR1nXTRKHGseRn/jFJg11EW/R/ocdAFSLdb6vyqYL0Bf&#10;9Tjs/yb10MnrjhMAUNQQnoEcCm5VpYCGwimYMEwnnyi8FB7Uq0BDG1B4BbNta9IrFF4Kz2ppjr9z&#10;AQAgPcIzkENBeE6cbRuFB+F58xCE58TZtlG4BOE51S2UUHgE4Tlxtm0AQN4Iz0AOqVubxq5xdb/w&#10;WrBgwfqJi1B4aajErrvu6oY7oPDSxGIar6zhKSi81B1fczoE824AAKIhPAM5pNuNaDKe4jZeeXOi&#10;Wbw/+OADupkWcrrIoXHUed3OCpven3/+6cZHz5w501+CwkjzN2jCRcYrA0BmCM8AAAAAAKRBeAYA&#10;AAAAIA3CMwAAAAAAaRCeAQAAAABIg/AMAAAAAEAahGcAAAAAANIgPAMAAAAAkAbhGQAAAACANAjP&#10;AAAAAACkQXgGAAAAACANwjMAAAAAAGkQngEAAAAASIPwDAAAAABAGoRnAAAAAADSIDwDAAAAAJAG&#10;4RkAAAAAgDQIzwAAAAAApEF4BgAAAAAgDcIzAAAAAABpEJ4BAAAAAEiD8AwAAAAAQBqEZwAAAAAA&#10;0iA8AwAAAACQBuEZAAAAAIA0CM8AAAAAAKRBeAYAAAAAIA3CMwAAAAAAaRCeAQAAAABIg/AMAAAA&#10;AEAahGcAAAAAANIgPAMAAAAAkAbhGQAAAACANAjPAAAAAACkQXgGAAAAACANwjMAAAAAAGkQngEA&#10;AAAASIPwDAAAAABAGoRnAAAAAADSIDwDAAAAAJAG4RkAAAAAgDQIzwAAAAAApEF4BoAMzZs3z558&#10;8km7+OKL7YQTTrCzzz7brrvuOhsxYoStXr3aX6vo+/nnn+2TTz7xH2XXn3/+ae+9954tWbLEPV6x&#10;YoW1a9fOHe9HH33ULQMAAChIhGcAyMDnn39up512mm2xxRZJ9X//93/WqVMnW7Rokb920aQLBA89&#10;9JCVKVPGbr/9dn9p9nz22WdWuXJlq1Gjhq1atcotW7p0qR1yyCHuOHfu3NktAwAAKEiEZwCI6Kef&#10;frLy5cu7AFe2bFm7+uqr7Y477rBbbrnFzjnnnPUhWoFy7dq1/quKnuXLl9spp5zivteBAwf6S7On&#10;e/fubtu1a9f2l3iB/ZVXXrHBgwfbd9995y8FAAAoOIRnAIhALaDt27d3oU4toGqBjjd79mzr2LGj&#10;W+err76ydevW+c+Y+7daUxW2zzzzTGvSpIk999xztmzZMn8NzyOPPOKeHzJkiE2ePNn69u1rF1xw&#10;gV1yySX2/vvvJwVyPX7rrbfs0ksvda9r3ry5vfbaa+tbawPq8vzss89agwYN7KyzznJdzH/88Uf/&#10;Wc/EiROtZs2aVrduXfv999/tww8/dN3SzzvvPLvrrrts1qxZbr3x48db1apVbZdddnHH4qCDDrJa&#10;tWq5CwvahgLvZZddZt9884117drVqlWrZk888cT64/Hxxx+776dKlSquBV8XHiZMmOCeW7x4sWtV&#10;Vou2tl2qVCk744wz7IUXXnCvv/nmm9338PLLL7v1AzoOH330kTv+Og7ab62zcuVKfw3Pvffe657X&#10;cf7rr7/stttuc/un/dXr4z8zAACARIRnAIhAAa9ChQou1N14443+0o2lCl9qpb3++utt++23d6+N&#10;LwXBqVOn+muadevWzS0//PDD179XUCVKlLBnnnnGX9Nc8FYL7TbbbLPRenqs5XpfUSDVWOH4dVR7&#10;7723Pf300+sD+Q8//OC6neu5008/PWn9evXqufHHI0eOTHpO9e6779qoUaNshx12sO22286OOOKI&#10;9c/16tXLvYdC60477eTe++ijj7Z99tnHPX/iiSfatGnTXHf3oGt2fOn12s/jjz/ePdbxDOg46LgF&#10;+x5fzZo1s3/++cdf06xt27Zu+ZFHHmkHHnjgRuvqYsCrr77qrwkAAJCM8AwAEajleNttt3X1+uuv&#10;+0vTe/zxx12w22qrraxOnTou+LVq1cq1qiq0aYx00FJ8ww03rA9zCtA9evRwLdm77babW3bhhReu&#10;b0196qmn3Hb/97//WaNGjdx21eobvP7FF1906z3wwAO29dZb23777edavtV6q+1oHQV0tTKLWo73&#10;3Xdft1zbbdq0qWuhDoK0Qq+OgVrYe/bs6bqta7kmS1MLrib4+v7779dvQ99fmzZtrE+fPvb333+7&#10;iwTlypVz4f7TTz917zl27Fg74IAD3PrDhg1zx0GTgZ100klumfZP+/Dll1+659RqruVqrQ4MHTrU&#10;bVNVv359dxxatGhhO++8s1v32muvtTVr1rh11RKuZSoF6GuuucZat25tJUuWdMvUI6A4TfgGAAAy&#10;Q3gGgAjUDVgBWC3Aw4cP95fm7d9//3VdoRXMLr/8ctd9OvDggw+6FtrSpUuv70KtFm2tq2CqIBpQ&#10;6NXyY4891rW0Kkgq6GmZumwHrcczZ850ra0KnGopV0uxuiVrvVtvvXV9y7i6hKu1V8vVGiyaOVv7&#10;omUKxwGNL951111dONWY44C6bmtdhdeAuqurVVnLFVrjzZ8/34XmX3/91V9iLlCfeuqpbv3+/fv7&#10;S80FfC1TGA5owjB1udbyIDxrmwrvWqYu2/Hd1TUWW/u8//77r79AEITngw8+eKP9UIDWcl0oSOxK&#10;DwAAECA8A0AEb775pgvP6pasWyhF8dtvv7nWU7UOJ7ZWqzVWrcsKbRr/LEF41jjfoNu1DBgwwC1X&#10;4FUAnzNnzvrwq1mv48WP81VIVuDWemoxV5jU96B/a5lKwVx++eUX23333d2+vvPOO26ZTJo0yY1B&#10;1muD72HBggXrW4E1HjqgW3XttddebnnQ8p1Irc26cKCW7SBoqwYNGuSvYa7FXcs0ljpoCVaoTQzP&#10;CvzaN3WJ/+CDD9yywLhx49x4bK3/xhtvuGVBeNYs3vEtzLqwoOUK4vHHHQAAIB7hGQAi0JjgPffc&#10;07bccku75557/KV5U1DU7NxqYU4M3Gp11bhfhTZ1wZYgPKtVNz4E33nnnW55EJ41eVcQih9++GF/&#10;rWQK6Mccc4xbr3r16q4LuMY/62uXLl3c2GiNVRYFUXW13nHHHd3kWQGFUHX5jhqe1XqtMKsJzuLN&#10;nTvXvbeOn16n1l+1igcB+r+EZ3U1176pN4C6lMfT5GWHHnqoWz9oMQ/CsyZFC1rr5aabbnLLCc8A&#10;ACAvhGcAiEATbwVjhRXi1EU6kVqQNXY3mARM6wTjdzVzdjx1YVZLr8YXB2E1CM+a4Tq+i3d8eFa4&#10;U3fsoNt0MBlXQLNqKywuXLjQTZYVtFDnFbJFQTQIz5ppO5AuPMdfSFB43mOPPVyA1mzb8dQ9XOtr&#10;oi4dI42Rnjdv3vpbfMVvJwjPOt6BVOF5ypQpbtZuBXLdwiqeLgooVGus9tdff+2WBeFZ2w3GQQvh&#10;GQAAREF4BoCI1BVZ3ZqDAKaxz2qx1QzUGqersKbnrrrqKtdiqjHGwT2L1b1YXay1/ttvv71+Ii61&#10;vmrsrgQThuUVnjX2VxQgtUwTbqnlWtvVV03YpaCr57UPwe21FFoVrLXek08+6UKnupRrnLLEtzyn&#10;C8/aX3Ut13Y7dOjgxg8rUCswKzyrFKTjBeOY1ZocGD16tJtETMvjW56DkHvyySe7bc6YMSNleFYA&#10;1vtrmbpoa3I2fR/azxNOOMEt17hpXWwQwjMAAMgPwjMARKQJqfr165fytlNB6RZN3377rf8Kc/cT&#10;DlpXE0uB9osvvvDXNDdTtJZr/fjwrBmrtfy4445zt3MSbTcIsIml7QYtvxrLfNhhh6VcT7N+a1Iz&#10;0aRlul2TupjHT4imybbUtVqtu7qHtCjIKgTHb0u3vVLXdrWma3bwIJQHdBsojbVWS7BuLaWwfMop&#10;p6x/fRCIJbgwEJTu/RwfnhXEA5oYLZh0LLHUbTvVxGualTw+PAcXLbR9wjMAAAhDeAaADGn8smbP&#10;VousQpcCpwKcJp5Sd+REGnusYFypUiW3vsKogmswy3YgSstzEJ5Fk3npVlfBfmiyLs2+ndhlWu9z&#10;2WWXrR9frHHYvXv3Xt/iLZl02xYF7CD8qvVbE3apBV5dtlO1PCuUqmt1cP9q7Yu+3+De1moNDr63&#10;8ePHu3tgq0u7biOlCdMUnoOZteODtvzxxx/utlPBRQLtr+7prJbteBrnHbwXLc8AACBThGcA+A/U&#10;JVpjmxUuFWLjg2gYTfSl9TVWNz68BTSLtp7XdoPbSonGBmu5Zs+On+hKtF6wH3o+/nZN8bRcz2s9&#10;dYNOpLCuSbbUkht0DRdNXKbvT4FW477jBful99frFTy1DZXCbip6b71Gx0J0HPRYFx3i9137oO1o&#10;ud5X36eOm9bV5GOpaIx5sD+Jx0l0j2o9P23aNH+JR9vTcm0//rgDAADEIzwDAAAAAJAG4RkAAAAA&#10;gDQIzwAAAAAApEF4BgAAAAAgDcIzAAAAAABpEJ4BAAAAAEiD8AwAAAAAQBqEZwAAAAAA0iA8AwAA&#10;AACQBuEZAAAAAIA0CM8AAAAAAKRBeAYAAAAAIA3CMwAAAAAAaRCeAQAAAABIg/AMAAAAAEAahGcA&#10;AAAAANIgPAMAAAAAkAbhGQAAAACANAjPAAAAAACkQXgGAAAAACANwjMAAAAAAGkQngEAAAAASIPw&#10;DAAAAABAGoRnAAAAAADSIDwDAAAAAJAG4RkAAAAAgDQIzwAAAAAApEF4BgAAAAAgT2b/D3MzN4ks&#10;t4U9AAAAAElFTkSuQmCCUEsDBAoAAAAAAAAAIQCTS+XQ0pQAANKUAAAUAAAAZHJzL21lZGlhL2lt&#10;YWdlMy5wbmeJUE5HDQoaCgAAAA1JSERSAAADzwAAAhMIBgAAADkALiMAAAABc1JHQgCuzhzpAAAA&#10;BGdBTUEAALGPC/xhBQAAAAlwSFlzAAAXEQAAFxEByibzPwAAlGdJREFUeF7t3Qm8TPX/x3HVv18b&#10;aS/SnjbtaV+lZI9IVMoSKVoslfZ9sWTJVpSSUIlWtJP2SEqlVSWyZ1+yff73/XUOY+6ZM2c4c93l&#10;9ezxfXDPPXdm7lw0r/me8z3FDAAAAAAAhCKeAQAAAABIg3gGAAAAACAN4hkAAAAAgDSIZwAAAAAA&#10;0iCeAQAAAABIg3gGAAAAACAN4hkAAAAAgDSIZwAAAAAA0iCeAQAAAABIg3gGAAAAACAN4hkAAAAA&#10;gDSIZwAAAAAA0iCeAQAAAABIg3gGAAAAACAN4hkAAAAAgDSIZwAAAAAA0iCeAQAAAABIg3gGAAAA&#10;ACAN4hkAAAAAgDSIZwAAAAAA0iCeAQAAAABIg3gGAAAAACAN4hkAAAAAgDSIZwAAAAAA0iCeAQAA&#10;AABIg3gGAAAAACAN4hkAAAAAgDSIZwAAAAAA0iCeAQCx+/rrr+3JJ5+0Pn36uF/DRt++fW3AgAH2&#10;1ltv2dSpU23t2rXeraQ3e/ZsGzNmjA0cONDdjn+bur3333/fpk+fbqtXr/b2jm7p0qU2bNgw69Wr&#10;1/rb7N27t/Xv39/++ecfb6/smDdvnr3wwgsb3bd+P3jwYFuwYIG3FwAAyGvEMwAgdm+//ba1atXK&#10;rr/+ervhhhvSjhtvvNFat25td955pw0dOtSWLFni3VIwReTw4cPtrrvusnbt2tlNN93kbkf36d9e&#10;27Zt7Y477rBnnnnGRXQmfv31V7v11ls3evwtW7Z0t//uu+96e2XH+PHj3ePX/fn3rcfRpk0b++qr&#10;r7y9AABAXiOeAQCx06yvolYBe8stt6z/faqhz2sooBWLzz//vJv9DTJnzhzr0aOH20/7B92ePxSc&#10;2u+hhx5yQRzV66+/7m5bjz1x3HzzzW42fcWKFd6e8Vq1apX73vVmQNB9a/Z5zZo13t4AACAvEc8A&#10;gNglx7NmcW+77baUw49d7etH9CeffOLd2gaKy5deeskFcWJw69fE29Pt+Nv1e83kdu3a1ebPn+/d&#10;Umqa1X788cfXx7N/P/5t3n333fbzzz97e8dLM+QPPPCAi37dn54T/74Vz4888kjWDxsHAADBiGcA&#10;QOwS41khqNnaWbNmufN5k8eMGTPcYd46BNsPaIWizvVdvny5d4vr/Pbbby5e/bDV/grdzz//3J3/&#10;7N/mxIkT3ey07tuPX/1+7Nix3i2lpvO1FeD+13bp0sU6duy4PmT12HR+djZ8+OGH7n409IZD9+7d&#10;7eGHH16/TePjjz/29gYAAHmJeAYAxC4xnhW6Ou84nREjRqwPVv2qWda5c+d6n11Hs9H+jLIitnPn&#10;zi6ag2gG+YknnnCHQOtx6FctKrZy5Upvj9x0SPSQIUPWf43GRx99ZCNHjlwf7Ppct27dIs1iZ0KH&#10;gusNA31ful+drz1u3Dg3066Zc923ftVzmfymAgAAyD7iGQAQu+R4fvrpp0OjVX744Qe3YJjCOVU8&#10;63YVl7ptRaxWwA4LSYWvbkuPQYd6awY5bMVqzYLrfnUf+rr777/fZs6c6Wa8FbN+UGtm+ttvv/W+&#10;Kh46FNyfVdfo1KmTWzhNAe0/l3pM2uePP/7wvircokWL3AJkb775pls9/JVXXnELrenNAD3+KBGu&#10;c8+/+eYbN9vu34Z+1ccTJkxIu7ibT+eqa+b/tddec7eh8eqrr9p7770X+P1of517rgXkNPR1YYes&#10;602UxP31+P7991/vswAAbD7iGQAQu02J5y+//NJFqb5G8dqzZ89ci4ZptWn/dvWr9lcILly4MPAS&#10;V5rN1XnE06ZNc0MhrPOmU9Eh0QpU3bZmeZ999ll3qSs9Dn8W258BVkDGuXjXG2+8sf6NAf2q2xc9&#10;5kcffXSjz33wwQfuc6nocY0ePdp9nQ7/1hsHWrFbQ6t46/HffvvtLtA//fTTwOdO2z777DM3u9++&#10;ffuNbkNDH2v7Y4895h5PqkuMLVu2zIXvgw8+6H5uuv/Ex6I/H3pDQAulJR5FoJl9HbLevHlzu+66&#10;69wIO1xeb5S0aNHC7de0aVN3dMDixYu9zwIAsPmIZwBA7JLjWREaRjO+imU/EBV3QZeE0syjgsqP&#10;WP8+FGaaUf3uu+/szz//dMGWKYW2DonWffu3m3h+sWY1/fvV96Qw1exoHBSKij3dvu5XbwpMmjTJ&#10;fU6xr+tWJ963zudOtRq5Yn/UqFFuP32Nfk0OX23XmwT6XnWbOhw+MX79+PZ/FuluQ79qBjn5zYT/&#10;/vvPHQavffzH4l/CTMP/efu3/9RTT200k/3OO++4z2kffb3+jATNdOt+dA1u7aPnT0MxDQBAnIhn&#10;AEDsEuNZQ7OTOqdZUZc8FL36fGIk9erVK/DwasWZgkrRpWDzA1q/19cp0nTotyJMM7k6ZDlqSP/+&#10;++9uBlSPV7evSE+8PrTCXIdu6750nxo6pDoOOixaM8S6b30fWihMs+k+Rby+V//51PeY6tJbevPA&#10;P/xb+2qGeeDAgW52WEPPuRZZ0/eofTT7q8Xapk6d6t3CutluvSHhx61iXnGqn6tuQz8DBby+Xvso&#10;iPX4fvrpJ+8W1tGRAnq+tJ9+1fOnc7j929AK6HqM+lr/56lDwX1//fWX3Xvvve5zGnqcyfchf//9&#10;tzvEXvvo8ejQe70hAwBAnIhnAEDsEuPZD6PEWcvE4R+660ewwjcxHJNphljntOq2/VlP3Yc/9LG2&#10;67b1sUJRq1hrdjKMVvz2H4e+XocRaxbXp8ek2FPcah9FWvI+m0Jf7y8KptvV7Sv8E2eCNeOua1Un&#10;Pk/aJ4hmXPXc+EPPVfKMsOJYK6DrudGMulYYT3zOFbC6H3297lPfZ/Lh7pot10y9ziPXIeZ6IyHx&#10;HGM934MGDXKPVbeh709voCTSmxN640T7+Penn4NPh/pr1t1/bvSc6zD9ZImrlGsfrocNAMgG4hkA&#10;ELvkeI4ytL9+VZBNmTIl5Tm0ouDU5al0HrLOu1WA67BfP8L829T9K7wUbzp0PNUK2ToUWLel/fQ1&#10;mgXWucDJNEvuB6x+1exs4uz0ptAlvDRTqtvT0KyyFk9LpO9Xj9+/bwW2LqEVNDufGJIa/rnTyRSm&#10;qRYMUwj7X6/71Mx10M9DQa3bCPqctunxTZ482YX+iy++mGsBOFGY+9+XftVCYom++OIL9zn/+9ah&#10;21oIzeevUq6v1ePVnwe9GQAAQNyIZwBA7IJmnnVob6qhwNU+2lcRpABSBIYFtCgqtWq0Zk8V3ffd&#10;d5+7LYW0H2SJEa0Z3qAFwxSrOrzZnyXVbGpioPm06rYOHdZ+uk3d/uaeW6tFufzbUhxqRjho1lRB&#10;6H8vun89Xl3POpnOlVb8+49Rh0rrvGO92aBVrdMt3CY6hN1f+Vy3oZ+HAlqPVc9Buln8KLSYlx6r&#10;3gTQ/ej7D4pnnVeuhc303Oix6PtWkPt0mLoO7dbXamiBs7AV1QEA2FTEMwAgdonxrDDS4c46FFjn&#10;DScPRaEO59UsrvZNDOhMZhAVhTpvV7epQ38VXLp/Df82dS5w0LnCOrRZn9dj1lCE63BhzYomjn79&#10;+rkY1T66TQWdVhLX7Oem0GPW1+u+/TDWudYK1eT7VlQrihPvO+iQbD0WHbasNwt0CLNuU28m6GOd&#10;F6zb0ed12ah58+Z5X7UxPS6tkK37SLwNDYWqzkl/4YUX3BscmjmPQrPOWlFdM+HPPfec+zPh/1z0&#10;q74v/T45nvUGimb89Ti0j37Vpbd8WqjM/znrc3ojBQCAbCCeAQCxS4xnBVG61bZFs6L++a+KKcWe&#10;Qi85TBWLOj9X59eGndeqmU2tIu0vAqah21ZsJVJAaqZZ4aX71dC+mhHX4eCJQ/Hox6uGvjfFpA4z&#10;3xRaEEuh7gekhh5j8v1q6Pnw99HQ4+3QoUPgit/63l9++WW75557XADre/FDWN+DPtZtKKYV6rqM&#10;VzIdjq2A9h+fHkPybei50PfvH2qfTD8fzS4rtnU7uk9deuqaa65xt6n710y+tqeKZ/n+++/XL9am&#10;fRTeWghORxHoHHk9Lv3MtM8vv/zifRUAAPEingEAsUuO5yjXeRbNQOtr9LWKNM1G+2Gn85UVw5pt&#10;VezqPGEFdzqaIdVt6TYVWcnnAOucWn+laz/ioozE4NPK0ZtCK18rCDf1vjW0onUqWoVaC2zpzQv/&#10;jQktpKYQ90NUv9diZDpUO4hWrdb3p5l4fzY/6DYU6opcn8JZh7TrudXzruDW0QSavX/11VfdedWa&#10;tdZj0+3oe9FtBcWzQl4Brp+j9lUk6/HqSAM/7nUfvXv3TnkJLwAANhfxDACI3abGs67t7Mezvk6z&#10;mn7U6VxbbdcMqCJKwfbWW2+5z6WiQ34VfaniWTOXimvdlh+kirN0w49dDd2mLtsUdI50GEWeglBf&#10;vzn3rUOgozy3imBdEkuXvdJss3/4uYa+fx0aHnQ+eKLZs2e7c8z1JobOo9asceJtaBbYP1JAb3oo&#10;bP3g1c9SoZ98Hrt+PvpZ6zZSxbMkL4SmQ7f150xfo491P9oHAIBsIZ4BALHblMO2FWY6HFf7KwwV&#10;Q5ot9Q9L9lfE9mNTQaZDshVkQfGobVoxW5GYGF2JgaWZ2QceeGB9gOl6xpotVfiFDa0erf3971GL&#10;WAVdfziMFinTY/PvW9+LzvEOur/Eocs/6Wt033oO9PiDVvzWol46fDvo0HZt03nhug0NPddauCv5&#10;DQA9h7qNoKhWBCui9bPQ49dt6GgA/+flX+NZt6+fmWaFk8NZM8r+KufaT7+mimddrkvfq3+bui/N&#10;hOtjfZ0+p8PgAQDIFuIZABC7xHhW3HTv3t2d+6pVkpPHjz/+6CI3MZwTZ1UTr6M8evRoF2m6bT+g&#10;FbzaT+Hp36Z+r2D399Gv+jodnqxrHPsU0v596v6irtSsFZ4Tz1XWbetQ5OQ4TEXxqv39NwL0qy63&#10;lG7mV7Qgmr8yuP8c+28I6LnS968ZfM3267B3LbalAE6k+9H962t1G7p/XQLKv+zUzz//bB988IF7&#10;DvWcaYGx5OdF++l+/Meg21DM+vtpZW49P/q8ftVj0e36dM6yDtP3D5n390t1aS3/KAH/OdP+Gvq9&#10;Zr01gx3l+QMAYFMRzwCA2CXGs+JGv+qc11RD8eOHqIZ+r1nZ5OsdKwK1iJgWq0q8bcWrbiPx9pIj&#10;W/slzjor3nTYtB942l+hGSWANaurc3d1P/7jzeQSSVp5Wot9+Y9RX683BqLQYmmPP/74+q/Vrzpc&#10;WrPEGjr8+tprr3WRqdvV967vU6Gqc6w1tMCX3nTQ1+vz2k+xLAp7PQ/XXXfd+p+L9tEbIDpU2r8N&#10;3Y8iXs+r/zPQStf+86c3RXQf+lr/OdJssWbt9fV6zPqcHqceh/886HJiqWjFdv9nrl/93yvAde46&#10;AADZRDwDAGKXHM/phh9Piik/SBVzQYcca+bYj17tq6/xvz7x9vyg0z76WDOtiTOTumSVrmWs/XRb&#10;inXNjkel71Ff6w+FouIuCj8C9bj0GDUrm8khxzq0WY9ZX69fdT6xzgkXhblmsRWlfkDrOdAiX/7Q&#10;Gwzars/r/jWjqzcTfHqTwj9X3A/o5NvQGxj+bWjozQSFvU9vMOi8aP++9P3qV31tixYt3NDzptlq&#10;/Rz0veh29NhTXfpLK6zr8HLt5/+sdZtaQC7VZbcAAIgL8QwAiJ1mFjVzqUBKDK5Uw7+UklZj1qzq&#10;559/7t1SMC22pUtOaV+Fl75WC4npPnV7+r2iWodWK7THjx+/UYjr9wo7XTZJX9OsWTMXYJks+qVD&#10;tzXzqq/VbejySwrIdIcOKww1e+5/XdOmTa1v374uNqPSodsKW80w+48/8ZrPOj9cM836nvQY/fD1&#10;nx8FrWL/0UcfdT8rHa6dTI8z+TlOvA3/cle6DV3SKvnQcNFMvA751tfrPv2v1c9G17PWYd96M0T3&#10;oe9BQ7epWetU9H0pmBXbGrqtVId6AwAQJ+IZABA7XWtXh/Bq6DDddEOXU9JMrlZyTpwBTUeBp0O7&#10;NUutlbf9+1NgaVXpVLO5ClwtdqXZaH2N4i/qrLFPh0iPHTvWfa3uU4c6jxkzJjBEE+n70+PV1/n3&#10;rfOUM6E4Vtgm3rcOW048P1y0n55T7atDrv3nR4uF6bzwxJniVPQc6xJUesyJt6Ho1qJgmg1OR7P8&#10;utyVvla3oedNM+Q+PRZ9D7pd/UzCFl/T0QH+Od+audYbLsmH9wMAkA3EMwAAKDB03rp/qLxm37XQ&#10;XKaXCQMAYFMQzwAAoEDQpbr8hdZ0eLcOJdcsOgAAeYF4BgAA+ZIOgddh5+PGjXOH2Xfr1m394mMK&#10;6Pvvv99dqxsAgLxAPAMAgHxp/vz57vJWWtjNX93bX2Fci6Dp3PagFdkBAMgG4hkAAORLWlytd+/e&#10;blVxxbO/KrsuK6YVttMtzgYAQJyIZwAAkC9pVXStzP3000/bM888Y/3793ercU+ZMsXbAwCAvEM8&#10;AwAAAACQBvEMAAAAAEAaxDMAAAAAAGkQzwAAAAAApEE8AwAAAACQBvEMAAAAAEAaxDMAAAAAAGkQ&#10;zwAAAAAApEE8AwAAAACQBvEMAAAAAEAaxDMAAAAAAGkQzwAAAAAApEE8AwAAAACQBvEMAAAAAEAa&#10;xDMAAAAAAGkQzwAAAAAApEE8AwAAAACQBvEMAAAAAEAaxDMAAAAAAGkQzwAAAAAApEE8AwAAAACQ&#10;BvEMAAAAAEAaxHOWTZs2zWbOnOl9lJs+9/nnn9v48eNt4cKF3tbc5s+fb1999ZV98cUXNnv2bG8r&#10;AAAAACAvEM9Z9N1339kZZ5xhvXv39rZs7KWXXrJjjz3WdtxxRzcqVKhgY8eO9T67wZgxY+zss8+2&#10;HXbYwe134okn2rBhw7zPAgAAAACyjXjOko8//tiOPPJIK1asmD377LPe1g1Gjhxp++67rzVu3Nje&#10;f/99GzFihF144YUupidNmuTtZTZhwgQrV66cVa9e3UaNGmXvvfeeXX755VamTBn3ewAAAABA9hHP&#10;MZs3b57dcccdVqpUKdtzzz1tjz32yBXPS5YssVq1atlFF11ky5Yt87aaTZ061U444QRr3769+3jt&#10;2rXWqlUrF886/Nu3ePFiq1q1ql1xxRW2fPlybysAAAAAIFuI55jpUOyjjz7aHn30UXv77bftuOOO&#10;s379+nmfXefbb7+1smXLWq9evbwtG9x8883uEG2d/zxnzhw788wz7dZbb/U+u0GXLl3czPbkyZO9&#10;LQAAAACAbCGeY/b333/bX3/95X4/ceJEN2vct29f97HvjTfesH322ceGDx/ubdmge/futv/++9tP&#10;P/3kwviAAw6wJ554wvvsBvpazW6/9dZb3hYAAAAAQLYQz1k0bty4wHh+4YUXrHTp0vbBBx94WzbQ&#10;vgpmhbe+Xuc2P/fcc95nN9Cstm5j6NCh3hYAAAAAQLYQz1mUKp6ff/55t1jYRx995G3Z4Mknn3Tx&#10;rJW6dVmq/fbbzwYOHOh9dgMtOKZ4jrrq9vTp011wxzEAAAAAoKghnrMoVTy//PLLbkZZq2wn0746&#10;bFvnRWv2WfEcNPOslbcziWfdrlb+jmPccssttnr1au+WAQAAAKDwI56zKFU8K5o18xx0yHWHDh3s&#10;kEMOsT///NOmTJlihx12mHXt2tX77AaDBg1ytzF69GhvS7i4Zp7PO+8822qrrey///7zbhkAAAAA&#10;Cj/iOYtSxfNvv/1mxxxzjD344IPelg2uuuoqq1GjhrsE1aJFi6xSpUrWpEkT77Mb3H333XbSSSe5&#10;y1vlpUaNGtkOO+xAPAMAAAAoUojnLEoVz6tWrbLrr7/eXdLql19+8baaffjhh+6Q7W7dunlbzF3y&#10;SjPMY8eO9baY/fjjj3bUUUdZmzZtbM2aNd7WvHH55ZfbjjvuSDwDAAAAKFKI5yz68ssv7eCDD7be&#10;vXt7Wzb4/vvvrXz58i6g27Zt62JaC4XVqlXLZs+e7e1lNmPGDKtWrZq7nRtuuMEFs67vfPLJJ7vL&#10;WeU14hkAAABAUUQ8Z9GkSZOsatWq9tJLL3lbNqbrOF977bV2xBFHuMO4dSj2rFmzvM9uoPOV27dv&#10;72axFc6tWrVyh35vCcQzAAAAgKKIeM6ytWvXuhFGK1dHOfxa+2zpVa6JZwAAAABFEfGMjBDPAAAA&#10;AIoi4hkZIZ4BAAAAFEXEMzJCPAMAAAAoiohnZIR4BgAAAFAUEc/ICPEMAAAAoCginpER4hkAAABA&#10;UUQ8IyPEMwAAAICiiHhGRohnAAAAAEUR8YyMEM8AAAAAiiLiGRkhngEAAAAURcQzMkI8AwAAACiK&#10;iGdkhHgGAAAAUBQRz8gI8QwAAACgKCKekRHiGQAAAEBRRDwjI8QzAAAAgKKIeEZGiGcAAIBwq1av&#10;ssl/fG8TJn9l3/w0LrMxeZz7ummzpnq3BiC/IJ6REeIZAAAgXM8XO9nhNfewAyrvZAdXKZHROKhK&#10;cduv0vZ2UYtTbPwPn3u3CCA/IJ6REeIZAAAgtRX/LbcLm5e30hW3tcNq7GplN2EcWm0XK3X+/9l9&#10;fdp5t5qZd9991zp06GCzZ8/2tmzsjTfesBYtWtiIESNs7dq13lazTz75xO6++25r2rSp3XXXXfbl&#10;l196n9k8et34/vvv2z333GPNmjWzW265xV5++WX7999/vT3WmT59uj3yyCP20UcfeVtSe/HFF+3R&#10;Rx+1ZcuWeVvMfvrpJ/v777+9j7a8kSNHWqdOnWzu3Lnelo0tWrTIunXrZsOHD/e2bGzJkiXWuXNn&#10;u+222+yff/7xtm5sxowZ9tBDD7mfWeJo3Lix3XHHHe5nnfgcYfMQz8gI8QwAAJDa4qWLrHKLU23/&#10;SjvY4TV336RxWI3dbN8L/md39rjJu9XMKLhOP/10++2337wtGwwaNMjKli1rDRs2tN9//91tW7ly&#10;pYu8Y4891i644AK79NJL7dxzz7Vy5crZE088YatWrXL7bYrPPvvM3d7JJ59sVapUsfr161uNGjWs&#10;fPny7uMxY8Z4e5pNmjTJ7ffkk096W1JTOF9xxRW2ePFi97G+Vrf3wQcfuI/zA0XtWWedZX/++ae3&#10;ZWMzZ860Cy+80Nq3b+9t2djHH3/sfgalS5d2P7cgP/74ox1//PG2++6725FHHrnR0M/zoIMOsiZN&#10;mrj7wuYjnpER4hkAACC1JcsWW5XrTtvseC5z4XZ2d6/W3q1mpmfPnnbRRRfZlClTvC3rDBgwwA49&#10;9FBr06aNzZ8/39u6boZUkda9e/f1r/EUpffee6+LsA8//NBtSzZhwgQ3O504e51I4XzqqafaZZdd&#10;5vZds2aN2679J06c6GJXn//666/d9smTJ1vFihXt2WefdR9n4vvvv7eTTjrJxo0b523ZdOm+r6ge&#10;f/xxq1q1qk2dGnz+uo4MuOSSS+z+++/3tmyg+9bs/8UXX2w33HCDXXXVVbZgwQLvsxvoOTv77LPd&#10;mwl6fhPHwoUL3cy24rtLly6b/f2AeEaGiGcAAIDU8ms8P/PMM27G+c4777SlS5d6W9dF2gMPPGDV&#10;q1e3efPmeVvX+euvv+z888934RXkmmuucfEXNDOt+NbrRj2OVIePK5oVfv5M888//+ziWbOs06ZN&#10;sz59+rhZ2eeff36j2Je3337b+vfv7+5bs686DP2QQw5xs9y6PR3y7NPt6jm59dZbrXfv3rneVEik&#10;50OHPdepUyfw+1L067nUc6XZbkWrIvedd96x1atXe3utsznxrNnqSpUqWa9evey9995zbwzo12R+&#10;PHfs2NHbsrEVK1a4+6hZs6aLaWwe4hkZIZ4BAABSy0/xrACVfv362THHHOMiOeg1nM4TVqwlz0wq&#10;nhWzOgw8yI033ugO/w6KzLFjx9oRRxzhYjUV3Z/u2z8nWOcsKxh1mzq8u3Llyu7w8YMPPtiuvPLK&#10;jc5n1nnTCnudz6tztc877zzbf//97YQTTrDWrVuvj22Frma3zzzzTHfbp5xyivv9Sy+95D6fTI/J&#10;n+kN+r50rrUOxVaI6/BzPUYdIn/44Yfbfffdt9H5xYpn7ZMc/r7ly5dbvXr1AuN5yJAh7rF+9913&#10;7s0OzUDffPPNuQLdj+fHHnvM25Kbvhc9zlSPA9ERz8gI8QwAAJBafolnRZvi9+mnn7a99trLWrZs&#10;mSuO09HMrs6bTXUesQJWs7RBFM065Pvzz6OvGP7LL7/YGWec4UJ/2LBhLhr1mnPw4MF22GGHuRD2&#10;6ZByBaUW3dIhyp9++qmLTS2W5kevHvdRRx3lFtyaM2eOO7dbC2y1atXKjjvuuJSPrV27dm5WPYgW&#10;WTvggAPcjPL48eNdAGuWW4uhHX300e5x+Lp27erC9pVXXnFvJiQPLealNwAefPBB7yvWUYDreVX0&#10;6vZFC8DpTQDNsify41nnpgf54osv3DnR+lklhzcyRzwjI8QzAABAavkhnnW4syJUC0UpnDQbq4Wp&#10;ksMrjBby0tcpPP2A0+HOmoVWyGmBMc1KaxZXH2vmU+dM//rrr25fzaZqUTDNJkeleNbXKF4T6XBj&#10;zURrZteXGM+ikFU8+yt1K6AVyTqvOnm1a63qrYXRdLi1aNbd/750+HPQ96XHJm+99ZYL+YEDB7qP&#10;fTpPWjPSCmWfDrnec889bauttrKtt946cOy6667ufhLpvG09D5p99imSNcOt2exEen7POecc92aJ&#10;fiaJ4/bbb3dBrz8L3377rfcV2BzEMzJCPAMAAKSWH+JZh2kr2nQY83PPPbc+LLVwV9CiU8k0u3ri&#10;iSe62c/E8NTlpnbbbTcrXry47bLLLm5Ge++993a/1+vDMmXKuLgURafiO5NgVyDqMG09/kSa2dU5&#10;zWHxrAW+9D36i5tpprl27dpuv2T+odn6vM4JVnBH/b5ef/11N9ObPGut86qrVatmQ4cO9basm3lW&#10;UGvmXOcrJw+FdoUKFXLNPCt8dR8KXp07rqHLeul1uMJe35tP96vnrGTJku7xauj3O++8s+mogbZt&#10;27pzsxEP4hkZIZ4BAABSyy8zz5od1eraPi26pVWXk2c5E+mwXh3mrfN3NWubfB1mvf7TJY/80bx5&#10;c3fOrs6t1uHQs2bNcjEqCkbNeo4ePdp9nIruw78fxbNmhBMft2xKPOu6yPp8qnOBNSur88L15kDi&#10;96XvQ9ei1hsNQd/Xa6+95mI1+RrYuuyX7i8xntOd86zbTD7nWYuI6ZBwvfmhNx905ICG3szQZacU&#10;8gp4n3/YtmbRE382etyc4xw/4hkZIZ4BAABSyy/nPGuBqMQFthRqmoXUitRvvvmmt3UDnWeriNOl&#10;rBSc/qHaYbQw19VXX+19tDFdOkrR98gjj3hbctN9Xn/99e5x6bxlHfKtmdXkS1VtSjxrNey6deu6&#10;1cWT6b6uu+46F66JK4/7tDBXo0aNvI82pnjWYdI6lziRrqmtFa2T4znT1bY1669DthXDTz31lHsj&#10;REMriOvnqutg63xsP+b9eE61qBviRTwjI8QzAABAavklnjWr+scff3hb1tG5vorT0047bf25yaKI&#10;1YJXmul8+eWXva3pKWg1Qxu0KrXiTnGt83R/+OEHb+vGFPGaTX344Yfdx/6lqjYlnhWziuePP/7Y&#10;faxA1iJZOizaX3Xcp9DVOc26Pe2XSId0X3vtte4c66DvK5vxrPvTfeuyYUFRL3quNKPv378fz6lm&#10;2BEv4hkZIZ4BAABSy0/xPCXgesY611azz5ox1rm0omDWYd4KMM1W+5eu8keq86R16SvNGqdaxVmL&#10;bOnyUIp1RaXiXYdoK2YVyFqNW9dl1iHGovOjNzWev/rqK7dKt2ZrtcCYIthfaVrnbivMNRutGfEG&#10;DRq40P7mm2/c1ybS1ylmtWhZ0PeVjXjW8yh6jHpcYSGsy3LpZ+U/F/oa4jnvEM/ICPEMAACQWn6I&#10;Zy04lTy77FMc6rxnLSilAFW4KvqKFSvmtmnRLL3W09huu+3cr6kOCdasbfLMbTLNjCp8tXhVuXLl&#10;7KSTTnKXj9I5vFrJO/HQci1spUOWdZhyIkW+rvOsayv7/FllhbLoPF/Ngu++++7ucG1/tlnnByvI&#10;dWkq3bcehxb20uJnqYR9X3qjQbehiE2kiNW1pl944QVvi9lDDz3kZrj1BkQQPWad463zr/Vz0ayy&#10;LoOVfD51Ir2RoO9P56Ur2DX0eHTkALKPeEZGiGcAAIDU8kM8T5w40YYPH55yxljBqQXEdCkkxatW&#10;fdZ1mXVerX71hy61pF91GabNoTDULK8u76TLPikwgw7l1sywHkvy53R9ZsVu4grXn332mQvjxNek&#10;Okxd16bW/SQudqbFw3Td6B49erhrKycvhJYJxaoC2p8t9+m51uPxL2klX3/9tb366qvrZ8eT6XB5&#10;HbquWNZzpKMC9DjTnW+u1dN1zWvNaOu29Xg0847sI56REeIZAAAgtcVLF1nlFqdudjzve+H/7M4e&#10;N3m3CiA/IJ6REeIZAAAgteUrllnFZida6YrbugjelFG2+q62z/nb2D2923i3CiA/IJ6REeIZAAAg&#10;XOfn7rdDq+/iDr3e/6IdMhr7VdreSlX8P6vQ9Dj7/Nux3i0CyA+IZ2SEeAYAAAj338oVNu77z+yj&#10;8e/Z2K8/yHC8777u178me7cGIL8gnpER4hkAAABAUUQ8IyPEMwAAAICiiHhGRohnAAAAAEUR8YyM&#10;EM8AAAAAiiLiGRkhngEAAAAURcQzMkI8AwBQuCycM9tm/TnF5kz9M+WY+/fUnF//sjl/BX9+9p9/&#10;2PwZ/3i3CACFE/GMjBDPAAAULu881cOeuLqePXV945Sjb6umOb82ybXdHz2aNLBhj97n3SIAFE7E&#10;MzJCPAMAULh8P+YDe//pPjZmYP9c46NBz9mb3TvaA5XPsVceuc/GDh4QuN8H/Z+y8SNe924RAAon&#10;4hkZIZ4BAChaZv7xm9134Rn2yxefelsAoGginpER4hkAgKJl+i+T7b5KZ9rkTz7ytgBA0UQ8IyPE&#10;MwAARQvxDADrEM/ICPEMAEDRQjwDwDrEMzJCPAMAULQQzwCwDvGMjBDPAAAULcQzAKxDPCMjxDMA&#10;AEUL8Zy5ZYsW2jdvv2GfvjzEPn8lwzF0iPu638Z/4d0agPyCeEZGiGcAAIoW4jlzA9q1sjrbFLOL&#10;ixWzWpswauSMaw/awyaMetO7RQD5AfGMjBDPAAAULcRzZv5bttRaH3uQXbJ1Mbui5KaNy0usi+in&#10;b7jGu9XMrV271j777DNr3769XXjhhXbuuefa9ddfbyNGjLAVK1Z4e62zZs0a+/rrr23ixInelrz1&#10;4osvWtu2bW3WrFneluzQ933ffffZo48+aqtWrfK2AtERz8gI8QwAQNFCPGdm+aKF1u6kw63utsFh&#10;HGVcvnMxq5MT3/1aNfVuNTPLly93gXjUUUdZhQoVrHLlynbRRRe5iD788MOtefPmNmfOHG9vs7/+&#10;+ssuvfRSe+mll7wteeuxxx6z8847z/78809vS3YsW7bMateu7V7Prly50tsKREc8IyPEMwAARcu8&#10;6X/bvReebr9/Pc7bgjDLFy+yW8ofsfnxvE0xe/rGZt6tZmbUqFF27LHHWqdOnWzx4sXeVnOv3557&#10;7jk78MADXVxrxln++ecfu/jii+2NN95wH+e1rl27WtWqVW3q1KneluxQMOu1bNOmTYlnbBLiGRkh&#10;ngEAiMdX339qg0Y8bUPfG5hrvPzuQHvlvRfs9dEv27D3B7uPg/Yb8vazNuqT121tzn9R/PzZWHvm&#10;pubW6dLq1rlezrgsfHSs6/++hhsd6mz8+VRDt9/n2qvsm3dHePdcdOSHeH7wwQft7LPPttmzZ3tb&#10;NnbTTTe52Wcdxvzrr7/aFVdcYYcccoj7mltvvdVmzJjh9tPnFdRt2rSxevXqWbNmzWzQoEG2cOFC&#10;93nRDPZdd91lH374obut+++/3y677DL362+//ebttcG///5rffr0sQYNGtjtt99uP/30k/Xs2dOq&#10;Vau2UTzrPoYMGWKtWrVy992yZUv3WBIPOf/999/dbXz88cf29NNP21VXXeXeHPBfp/7yyy/uMG29&#10;fu3evbv9/fffdvXVVxPP2GTEMzJCPAMAEI/hHw6xW7q0sHt7t8017utzi93Z4ya7/pGGdlu3lnb/&#10;k7cG7nf7Ezda90GPufNb0/nu/bft2gN3d1GWvEBVqqGFqxru9n/2RKPLrNl+u1j1pM+HDZ3ze/We&#10;O9nHQ563iG1fKOSHeFZAHnfccTZs2LDASFyyZImLWP25mTx5sjVu3NjKli1rFStWtNtuu83F86JF&#10;i+yGG26wk08+2YWugrNGjRp28MEHu5DV50WHfJ922mnucGhFuF4rXnnllXb88ce786x1LrVP+yqE&#10;TzjhBHeb2k9fU79+fTfzrbj199P2008/3e2jx6fDznXfDzzwwPrvSbddrlw5d1i6bs+PZBk7dqyd&#10;ccYZbiiqdXvXXnutnXXWWXbdddcRz9gkxDMyQjwDABCPJcsW2dz5s2zegjm5xoLF823ylEl2zX2X&#10;2jufvmGLliwM3G/ugtm2YNG/3i2G63L5xS5oG5QIDragUX+nYtb8gF2t+1WXWqsj9rXLdgzeL2j4&#10;AXj3+Se7RbSKivwQzzNnznQzrPvtt581adLE+vXr52aGp0+f7u2xMcVqrVq1bPjw4d4WczPMRx99&#10;tFtgLFHnzp3ddi1GJrpNRbLi+5133nHbZPz48W6/O++8032sQ8Q1S6wY/+KLDZfhGjlypDs3W+Hu&#10;z3h37NjRTjzxRPvqq6/cx6LXnpoBV6j//PPPbtt3333nvlaHfCeew63fK/Tr1Klj06ZNc9sUy926&#10;dbM99tjDvSlAPGNTEM/ICPEMAEDemD1vhjXNiefPvh3jbdk8t5ycE3T/FxxrqcbmxLPGZTvkfP3+&#10;u9iS+dECvzDID/EsWrn6qaeesurVq7tgLFOmjFuUS4de65zoRFOmTHEzv0OHDvW2mDuc+ssvv/Q+&#10;2kDbNHv71ltvuY8Vp+ecc45byTuRXitqRvmaa9atGK79dFi4wjiZDhVXPPtxr1W/g1b+fu2119x9&#10;+VGtfTSL/fjjj7uPfe+9956deuqp9u6773pb1pk/f75VqVLFHbJOPGNTEM/ICPEMAEDemDFnmovn&#10;T7750NuyeW49+cgtEs/X5nw98ZzZiCOefTq8Wucia4ZXh2QrNnX4sw5vXr16tdtH5w4rnl9++WX3&#10;cSKdN60ZXoVoly5d3H7HHHPM+jBVFCvKtQBZIs00K5wV66KZaC1ilji77Xv++efd7WoGPJFi+ptv&#10;vnGh/sgjj9gFF1zgZp61TfTrKaec4r4+kc5/rlSpUuA51y1atHCHgRPP2BTEMzJCPAMAkDdij+dT&#10;jtoy8XzgbsRzhmNz4nnp0qXukOpUl33SIc033nijOyz622+/dduC4lnRrdW6NYOrQ621oJcOBdds&#10;cvny5dcfou3Hsy43lUjnU+scYz+eP//8cxfdQSt66xJZl1xyyfrHrFnzO+64w0466SQXy5o91+Hn&#10;Oq9as94TJkxw+/nx/MILL7iPfb1793bxrBn1ZDpku1GjRsQzNgnxjIwQzwAA5A3iuWDa0vGsmD3z&#10;zDPtlltu8bbkNmbMGBeyb7/9tvvYj2f/sG3NGnfo0MGds9yjRw8Xq/7K3QpWneOsmWxJNfOseNbh&#10;0f5h2z/++KOLYS1mlkwzxTpHWTPNilqtBq5AHzBggE2aNMm0uJloBlr3pVls8eN54MCB7mOfYlyP&#10;MfnQb31fWviMmWdsKuIZGSGeAQDIG8RzwbSl41lRqNlVzSwHnbMsWvRLq2H7M7g6vFnx+uqrr7qP&#10;NeusQ6S10nUyLbp1xBFHuPOKJWo8a0Zcs9aaQU4M12XLlrn7qVChgs2bN88FtB67FhdLpnOjddi5&#10;H8Wp4lkriGulbl0/OpEuXaWZdB26TTxjUxDPyAjxDABA3iCeC6b8cM6zDsfW4lwHHnigO5xal23S&#10;odw6T7lt27ZuZeyHH354fUDqXOPzzz/fzVbrUGddykqXc9LlrrRIl6JTl4XSOc+69NPhhx+e67Dt&#10;sHjWjK9o5lgz3routM6j1tDh2fvuu6+73JRmt3V9Z82C6/FrhXDdt94E0CWqFNWavU4+bDs5nnV/&#10;WphMoa1ZbcW0vn9F+s477+wOWyeesSmIZ2SEeAYAIG8QzwVTflkwTAHtz0DrtVuxYsVszz33dDPK&#10;ffv2tcWLF3t75jzm5cvtwQcftH322ccFsw6VVrQ2bNjQSpcubYcddpiLZq2orUO7dd6xYlZ0bWYd&#10;Yn3fffe5j32KZ329rq/sL0wmOq9aYXzAAQfYkUce6c4/1u0qnv0Fw3R+tGbCS5Uq5fbR/u3bt7fB&#10;gwe7IO7fv7/bT0GvS1U988wz7uNEmj3XGwf6fg466CD3dZq5vvDCC93jIp6xKbIez/rL8sorr7i/&#10;ODVr1gwc999/vzuUA/kf8QwAQN4gngum/BLPPh2SrRlcnaOs2Vf/3OVkimnNUGt2eO7cuW6bZoE/&#10;/vhjt02zvf4Msi4V5S82tmLFCvv0009dbCfzLzmlkE6k4NbM9ejRo90stw7X1m0m9oAepx63rjP9&#10;/fffe1vNPvnkk/XXedbj02PW7aWic631+HX7evy6BFfi9wJkIqvxrL8oTz75pO2www7u3a5UQ+8E&#10;+QsBIH8jngEAyBt5Fc+XlyhmDYoHj3rbF7Nm+5V08dzysFJ26XbB+2nodpJvuyjG87JFC63dSYdv&#10;djxfsnUx69uyiXerAPKDrMaz3rXSBc8VyCVLlnSHSehcg8ShGWmdk1CUZp7/+ecfd7hJnz59Nhp6&#10;o0GH0Tz77LM2depUb29z7xLqIvfJ+7///vsbHQaTF4hnAADyxqx5/7h4/nTiGG/L5gmM55xIa7TX&#10;9ta0dHFrUir3aLTXTtbq8NLWvWFda33cwXb1njsG7qevb7zPDhvfds4oivG8csVya3vCoVYr5/Vv&#10;0JsMUUb9HYu5r3+uXSvvVgHkB1mNZy17X65cORdbWuZeh2XAXPQmz74nD38RBr2poGvbBe2j7TpH&#10;JS8RzwAA5I1Zc/14Hu1t2TxB8dxgp2LW/vRj7bHalezh6ucHjAr26MUXWpfLa7l9HqpWIWCf8+3R&#10;WpXsrgonr5t9zgnyohzPMrLH49a0zG52ec5zcOWuW2c0rth1KxfQd517kv0x8WvvFgHkB1mfedaC&#10;Arvttps73wDr6E0EPR9ajMEfWgVQCzDsv//+1qpVK7dsv+hi8bpOnVYiTNxfQ+d3JJ9Dkm3EMwAA&#10;mdH/qz/4YqQ1f+Ayq9rydKvW8kyr3ip8VLn+NLuk9fnWtnNzu+L26nZRi1MC90seuv0Gt1WxgW/2&#10;teUr1r2W8AXGc07s3nT0AXbH2cdb+zOOCRy3nX6M3XLqUTm/Hh34eY3bzzre2pxwqDvcOPH2i2o8&#10;62c+a8qv9vfk723aTz9kPPR1C2bP9G4NQH6R9QXDdHhxiRIl7JFHHvG2IIj+kdVh7LpMgA7r9mkR&#10;BK0SqAUT8gPiGQCAzIz+6h07ru6+VqbSdrZfpe0jjdIV/8/K1d7HbuvW0s5tcqztXWHrwP2Cxv6V&#10;drD9L9rRer3Y2das2XB6V9iCYYrezR2JM87+KKrxDKBwymo8L1iwwJ3Du99++7lznhWHun5c8tDy&#10;8nl9+HF+o8Pa99prr/WHa/v03OjQd61i+Pzzz7tLDuh6dfPnz/f2yFvEMwAAmWn1yFVW5sLt7LAa&#10;u9nhNXePNA6tVtJOqn+Q3dr1ervw2vJ2UJUSgfulGgfkxHPFZifav4vmeY8iPJ5d+MYxkm6XeAZQ&#10;mGQ1nrU0vq69FnS+buLQxc6L8mrbOjT72GOPdReSTz4M++6773bX5NPF4s855xw79NBD3cXddY0+&#10;Lf2f166++mq3ejrxDAAIs2juHHu100P2ascH7bXOD+cenR62t57oZCN6Ph78eW+8/OBd9tekdZfE&#10;KajqtrnA9r3gf4GRm2psbjwfUm1nO7pOKZs5d7r3KNLEc5YG8QygMMlqPOucXEWfLm6uiE41mjVr&#10;5i5kXlQ9/PDD7kLxuv5cIgVq/fr13TnjAwcOdDP5WkBMC44dfPDBVqVKlfXX4Utn5syZ7lp6mzu0&#10;erqOIiCeAQBh5s+YYc/cfK09c9O11r91i1zjuXYtresVta1DnSo5+2nbdbn20ejdvKH98uWn3q0W&#10;TPXaVdoi8Xxs3X1z4nnDqWDEMwBsnqzGswJL5+9Onz7d/Tpr1ix3wXMNxZy2TZs2zf0+ry+5lF/o&#10;DYbjjz/evYGQ/Bzo+XvllVfsjTfe8LZsoMO5FbH6fBQ6fD5o1n9TxoEHHkg8AwBCrV2zxpYvWZxy&#10;rMr5/8iwR++zHo3r27LFC23F0iWB+y1fvMhWr1rp3WrBRDwTzwAKh6wvGIZwQ4YMsV133dWGDx/u&#10;bYlm/Pjxts8++7hzpaNQpL/22mubPXTo+C677EI8AwA22+udH7aeTRp4HxVexDPxDKBwyJN41mJg&#10;OuxYhxnrUkwHHXSQNWjQwN5+++08v9RSfrJmzRpr0aKFnX766TZjxgxv6waLFy+2CRMmuJn5ZIrn&#10;UqVK2ZNPPultyRuNGjXinGcAQCxe6/SQi+e1a9d4Wwon4pl4BlA4ZD2edU3jtm3bBh7+W7x4ceve&#10;vbutXFmwD8faVDqMXYul6ZDtoDcRvvvuO9t3332tffv23pYNtOK2FhJ79913vS15g9W2AQBxIZ5T&#10;D+IZAPKfrMezIu///u//XCxr8bBu3bpZx44drUKFCusDeuTIkd7eRcs333zj4ljPSRDN2Dds2NDN&#10;ML/33nveVrMvvvjCDjvsMLvkkkvyfKE14hkAEJeiHs+6dFXZGrsGjoOrlrATLzvQxfMFzU+yAyrv&#10;FLifRtAlsIhnAIhfVuN54cKFVqNGDRfJup6zDkP2zZkzx4WYPnfdddfZqlWrvM8UHUOHDnWzx6+/&#10;/rq3JbfJkyfb+eef7wJal6fSKFOmjPv1559/9vbKO8QzACAuRT2ej7x4Tzuq9t52VK29co3Da+5m&#10;p1x+qIvni1qcYodW3yVwP38k3zbxDADxy2o8//HHH+5SVApEnaObTNH4v//9z13+SJdhKmo0m3zD&#10;DTekjWBdA7tnz55Wu3ZtN9vcq1cvmz9/vvfZvEU8AwDiUpTj+ZBqJa3K9adZk3vqWMM7Lg4YNazx&#10;3XXs1i7X2bUPNLArb68RsM/F1uiu2nZpzu3rNg/LCe4Nt088A0DcshrPWuH5hBNOcIdmf/jhh97W&#10;DbSImA7prlatWpG+znNBQjwDAOJStON5ZxfPjRXPd9YMGIrjmnZ5+2p2ZU5Iu48D9rv6rlrr4/nw&#10;GhvfPvEMAPHKajzrnF3/0Oy6deva77//bsuWLbOlS5faxIkT7eyzz3afu+2229zK08j/iGcA+cF/&#10;Of8vGTvkeftwwNM2ZuAzucbo55+xsYMH2CcvvZDzcX8bk/Nx0H7v9uttf0361rtV5LUif9h2rb2s&#10;3CX7hIy9rVztnKFfAz+/bujQ7+TbJp4BIH5ZXzBM1wbeaaedXCTvt99+dt5557lo3muvvdw2nb+r&#10;BbBQMBDPAPKDpQsX2DM3t7A+za+yp65vnGv0u+Ea69awrnWsW9WebNHI+rZsErif9vnmnbe8W0Ve&#10;e6t7J+vV9HLvo8IrdMGw6rtu/qixa67bJp4BIH5Zj2ctBNajR4/1sZw4SpcubYMHD/b2REFAPAPI&#10;D9asXm1z/55qc/760+ZMzT3mz/jH3uzWwcXzPz9PtrnTcvYN2G/2H1NsWU6IY/P99NlHNqJHZ3uj&#10;y2P2Ztf04/XHH7Mnr7vaul5R297I+VgjaL/E4fbp9piNH/GarVy+3Lvn/C9VPGdzEM8AEL+sx7Nv&#10;3Lhx9uijj1rjxo3ddY27dOniLtWEgoV4BlBQfPjsU9apXnVbvZJ/r7JtxBOdrGnpveziYsWsRsRR&#10;NWfcfuax9ljti6xmzu+rJ3wu3bhylx2sX8smtnxxwVgvhXgmngEUDnkWzygciGcABcX7z/Rx8bxi&#10;6RJvC7Jh6g/f2XWH7G21c6I2KJ5Sjfo7FrO7K5xsHS6pbFfsspVdvnPwfkFDAdhgp2L22dCCcfQa&#10;8Uw8AygcYo9nXXJq9OjRNnbsWPvnn3/s008/dZdk+uCDD9z2jz76yA2tvq1t7777rn355ZfEWAFB&#10;PAMoKIjnvPH1iNfskq2CwylsbE48a2i2etBd7bxHkb8Rz8QzgMIh9njWKtoHHHCAu77zm2++aaed&#10;dpq7HJWu5xw09LmLLrpoi123GJkhngEUFMRz3hj/5nCrleGss0Yc8fzCHW28R5G/Ec/EM4DCIfZ4&#10;/uGHH1w4ly9f3s04V6xY0UqUKOGu9Zxq1KlTxxYuXOjdAvIz4hlAQVFU43nRkoX2xODH7PEBD1rX&#10;gQ/nGl2ef8h6DulkfV7uEvh5fzzy9J32zeSvvFtNbfxbr2Z8yLZGLDPPd7b1HkX+RjwTzwAKh9jj&#10;ecmSJW72edKkSfbvv//ar7/+at9//73bNmHChI2Gtv/000/2xx9/uFW5kf8RzwAKiqIdzx3s8ecf&#10;tG4vPJxr9BjS0dp3v8FaPXKVdRn4kHUb9Gjgfo88QzzHhXgmngEUDlldMGy1LiUyd64bQWbMmOHO&#10;if7tt9+8LcjviGcABUVRPmx7zZo1tmZt8JBBI56xtp2b24r/ltvanP+C9tNYu3at2z8M8Zwe8Uw8&#10;AygcshrPWjysZs2advbZZ7vZ5WQjR460UqVKuUtXEWMFA/EMoKAYM/AZF8/IbcioZ108r16z+Ud9&#10;Ec/pEc/EM4DCIfZ4XrlypY0fP97GjBljL774ou2zzz62/fbb21NPPbV+pW1/tGvXzorl/M+vQoUK&#10;LBhWQBDPALaERXNn2S9ffmqTP/nIJn+afvz48Uf2ysN3u3ie9OG7kb9OY/rPP3j3WngNHtnfxfPK&#10;VZv/bznxnB7xTDwDKBxij+dly5bZ9ddf76I46qhfv74tX77cuwXkZ8QzgLz249jRds/5Z7vr+tbZ&#10;ppjV3Tb90OrPt5x8pHW+rKaLtEhflxMVGtcdUtqGPXKPrSzE/1/Kk3jOiWH9zFKNS/9XzO46r7yL&#10;5wbFcyIr5+cUtF/9nBEU1sRz+CCeASB+WTlsW+cwn3zyybb11luvD2T9fptttsk1DjzwQHvjjTe8&#10;r0R+RzwDRZvOgV26fIktWbY45Vi6bEnafRYvXWT/rUz/78jCObPt3oqnWo2c/49cnhNYiqgoo972&#10;xaz9aUe7eG642/+5OAvaL2jUzQnty0sUsy+Gv+g9isIn2/Gs5/HqPbezduWPsHYn5wz9mjTanHiY&#10;PVKzYs7PqEbKfTRuPbWcNduvpPsZJt4H8Rw+iGcAiF/WznmeOXOmO6dZ13wuWbKkDR482K2s/d13&#10;3200pk6dGmlBEuQPxDNQtC1fscweeOo2a/v4tXZbt5aB484eN9t9fdpZ++6tAj+voZWeR378mner&#10;qf02/gsXTQ1yYjbohXmqoRfs7U8/xsXzVbtv62I4aL/AkRN+mrnu26qJ9ygKn2zHs35mTUoXt8dq&#10;X2SPXZIz9GuuUckerbVu6PfB+1zkDr1vdcS+7meaeB/Ec/ggngEgflldMGzp0qX29NNPW8+ePVOu&#10;uI2ChXgGiraVq1baax++6OLrxbcH5BovvTPAHut/j7V46HJ7/s2+gftoDHjjKZv483jvVlP7+fNP&#10;3It9zWQGvTBPNTYrnnPGxTlh1qtpA+9RFD55MfN85a7b2DVlSqYZO1vTnBH8uXWj2f672FV7/C/X&#10;nwHiOXwQzwAQv6zGMwof4hlAOu9+/qZd9/CVtjLCYdnp/PLFp+7c2C0Rz72bXeE9isInT855zhl6&#10;3jd36KiDoJ8/8Rw+iGcAiF/s8fzrr79a5cqVrXbt2u4azg0bNrTjjjsudLRs2dIWL17s3QLyM+IZ&#10;hd2v4z634R0ftBE9Hg8ePR+3d/v1sref7J7zcefcn88Zb3braO889YStWLbMu9WiZcTHw108L1y8&#10;+VdRIJ6zI6/iOZuDeA4fxDMAxC/2eJ4wYYJbCEznOb/66qtuQbDElbWDxkknnWT//ss/qgUB8YzC&#10;buK7I61384bWv811ucazbVvaMzdf61YHfqLRZTbglhsC93v6xuY28PbWtnzxIu9WixbiOf8b9v4g&#10;F89xIJ7TI56JZwCFQ+zxPGPGDOvUqZN169bNfv75Z3vyySftrrvuSjnuvPNOe+6557hUVQFBPKOw&#10;+2/ZUls4Z5Ytmjsn11j87zyb89ef1rFOFXu7T3dbtnBB4H4ai+fNtbVr1ni3WrQQz3nrs4kf2ROD&#10;H7POA+63x59/MO3o+Oy9dmePm+zmjk3XfU2UrxvwgPt1+PuDbUHSz5V4To94Jp4BFA6c84yMEM8o&#10;6lYuX2Ed61a10QOe9rYgGfGcN3Sliv6v9rJj6pS2fc7f2vY4t5jtGWGUPKOY1bjhHLuxQ2Mrdf42&#10;tsc5wfsFjYOrlrAWDzaweQvmeI+CeI6CeCaeARQOeRbPCxcutK+//to++eQTN3788UdbvXq191kU&#10;FMQzirrlixe7eP7w2b7eFiTLq3iuv1PO2DF4KBBuO7Wci2f3An773Pv4IyisC0I8T5n2q53dqJyV&#10;vmBbO6zmboEBFTQOqlLC6ra90MXzUbX2ssNq7Bq4X9A4oPJObgwa8Yz3KIjnKIhn4hlA4ZAn8axz&#10;n6tUqWLbbrvt+vOc99xzT7v66qtt4sSJ3l4oCIhnFHXEc3pZj+ec3zfcdRtreXgpd/3foHHdoaXt&#10;3gtOt8frX2w3lts/Z9/g/W44aj9rum+JXAFdEOL5i+8+tv0qbZ8Tv9HDWWNz4lljr/O2srt7tfYe&#10;BfEcBfFMPAMoHLIez2+88YbtvPPO66N5q622csP/+NhjjyWgCxDiGUUd8ZxetuNZly5qtNd21qFO&#10;lZw4rmmd6lUPHJ3r1bDOl+UM9/vgfbpeeYm1Of5Q9wI/8QV/QYnnMhdutwXiuZg7Z9pHPKdHPBPP&#10;AAqHrMbzggULrGbNmi6Ster2E088Yd98842NGzfOOnToYPvuu6/7XOvWrW1NEV1Yp6AhnlHUEc/p&#10;ffDVKGvxUDzhmeqw7St33dquP2Qvu/7QvVOO63I+rxH0OX+0LFvKmpTaiZnngP1SDcXzXT1v9h4F&#10;8RwF8Uw8AygcshrPU6ZMsXLlytkOO+xgL774ord1g+7du9vWW29tFStWdKGN/I94RlFX1OJ56ow/&#10;7K2xw2zY+4Pt1Q+GpB2vvPeCdRn4kN3wWCN78e3n3OrMQfsljuFuDLZPvhltK/7b+MoLYec8K3g1&#10;C71Zo3jwbRPPqQfxnDnimXgGUDhkNZ5nzZplp512mju/+YcffvC2bvD222+786AvvvhiW7ZsmbcV&#10;+RnxjKKuKMXzmK/esQuvLe8ODVYw7V1hq7RjlzOLua9p16WFW1hKKzQH7Zc4dA6txpG19nTXHv53&#10;wVzvEYTHczYH8Zx6EM+ZI56JZwCFQ9bPeX766afdOc+67rMuq+FbunSpNWvWzH1u0KBB3lbkd8Qz&#10;suXP6VPs9dEv26hPXks53v9ipL372VuBn9MY+fGr9s6nb9iyFUu9W80OxfPHgwd4HxVO/y6cmxNY&#10;F7hQyiSuDqpS3GrccJa1ffxa98K9bPVdAvcLGort/XNi8NnXenuPgngOkzqed8sJp5IunoLGfhdu&#10;b5e0qejiWV97cNXigfsdUnVnKxvwsyeeM0c8E88ACofY43n+/PlukbDBgwfb0KFDrV+/fla2bFkr&#10;Xry43XzzzTZkyBDr37+/1a9f353vfPzxx9v7779vq1at8m4B+RnxjGz54rtPrF2Xa+2e3m1zjXt7&#10;t7N7erWxmzo0cTOa9z95S+B+d+e8oL//yVtt/qJoL9LWrlljv0/4yiaMejPy+PK1V6zTpdXspftu&#10;t69HBu+TPLTft++/bf9O/9u75/zv178muxfgh2YQvxqbE88apSpuY9c/fKX3KIjnMEHxrN9rBv+0&#10;Kw+z0xse7n5NHuXrH2xX3F7dburYxM686oicbWVz7aNxRsMj3M8wOc6J58wRz8QzgMIh9njWytk6&#10;TFthHHWcffbZLrqR/xHPyJZFSxfalGm/2V8zpgSMP+z3v3+xNp2b2VNDu9m0WVMD9skZ/+jXP2zV&#10;6vRvxi1fvMgGtr/Jmu67q3vh78ZW4aNWzj6XblfMrfDc9sSyViPC12jo6+rlfF3700+yb98b5T2C&#10;/O3nP7/PefFdMid+Mzukd3PjeZ/zt7HmD9T3HgXxHCYonvVmx/GXlnFhrL8vrTtdEzjadG7ufkZB&#10;n/PHbd2ut4uuO8X9TBN/RsRz5ohn4hlA4RB7PP/444920kknWcmSJSOPSy+91BYuXOjdAvIz4hlb&#10;UrucF/tDRj3rfbR5Phr0rHtRV3fbnBd4CrMI4/Lixeyq3f/PxfNtpx1tl20fvF+ukfMCUotb6cX+&#10;XeedZAtmz/QeRf71858/uBDbEvF87YMNvEdBPIdJNfN8VO29rWKzE3LGiSnH+TmfP/+a4wM/5w+d&#10;u35S/YNy/QyJ58wRz8QzgMIh9nhevXq1m0WeO3du5LFo0aKNzodG/kU8Y0tZuWqli+dBI57xtmye&#10;3s2vdDPCQS/2Ug0F8FV7bLshnnNeFAbtl2poZWeN3yeM8x5F/kU8F+wFw/Szi2ME3TbxnDnimXgG&#10;UDhkfcEwFC7EM7aUuOP5iasvdYEU9GIv1djceNbX67Dv37763HsU+RfxXLDjOZuDeM4c8Uw8Aygc&#10;Yo/nadOmWYcOHaxr1642adIk69Wrl9177712//33B4577rnHrcit1beR/xHP2FLijucejS/bIvFc&#10;b/uceB73hfco8q+weE6cmUwe+1fawaq3OsPFc7lL9rGDq5YI3O/Qajm3HbCSM/EcHfFMPIcN4hkA&#10;4hd7PE+YMMFKlChh++yzj7322mt2xBFHBC4SljjOOOMM+/df/lEtCIhnbCnEc95KFc9H1NzDjq+3&#10;n51w2f52Qr3c4+icYL6kdYWceG5up15R1o67dN/A/U687ICcfUvlCj/iOTrimXgOG8QzAMQv9nj+&#10;7bff3AJgDRs2tM8//9xatGhh5557buho166dLV682LsF5GfEM7YU4jlvBcWzZorL1d7bWj7c0Np2&#10;bm6tOzbNNW7OGfrcLV2uW7dqc9Ln/XFr1+ut5o3n5FrJmXiOjngmnsMG8QwA8Ys9nnW9Zi0Aphhe&#10;sWKF+zVs+PuuWbPGuwXkZ8QztiTF84ujnvM+2jyp4lmR1iAncoNG/Z2KWcPdtnHxfOup5dz5y0H7&#10;aSiUc912zraCHM+H1dzNjrx4T6t83alWvdWZVq3VGYGjasvTrcr1p1u1lsGf11A4n3HVEXZotZIb&#10;veAnnqMjnonnsEE8A0D8WDAMGSGeEZfFSxe6F3VRh67trBnNp4f3tBlzpwfuk3tMt9nzZtrKVbn/&#10;vKaK54a7/Z812mv7nLFdrnH1HttZk9LFXTzffuZxduUuuffxx9V7bmdX7LLVRrddGA7b1lDw6hrQ&#10;mzs453nzEM/Ec9ggngEgfnkSzzqf+YMPPrA333wzcHz55Zduxhr5H/GMzaXL0r0xeqhd0vp898Lu&#10;2Dql1/0aMo6pU8qOr7e/3fhYY6t/a2U74uI9A/dLHvq68g0OslaPXGU//j7JewTrBMWzXuS1PfEw&#10;63ZlHetUr3rg6FyvhnVrWMe6NKgV+HkNxXWHOpVdQCfOQBeWeM7mIJ6jI56J57BBPANA/LIezz/+&#10;+KPVrFkzcKEwf5x55pnu2tDI/4hnbK5x339qJ+aEcOmK27oXd+tmIfVr6nFw1eJWNicQFM912lZ0&#10;wRC0X+5RMudrd7Y9zy1mV915sS1YtOHfmaB41jWYWxy8p7U/4xi79dSjUo5bTj7CbjnlyMDPuXFa&#10;OWuXs0/D3f/PrkiIPuI5/SCeoyOeieewoX8DiWcAiFdW43n58uXWtGnT9ZG83XbbWfHixd3Yaaed&#10;1o9LLrnEFi5c6H0V8jPiGZurQ/97XTgrhoNe8AWNw2rsakfW2svF86XtLrSDqpQI3C/VUATqNr7+&#10;cUO0pjznOSdwdW7z5o4GOSPotonn8EE8R0c8E89hg3gGgPhlNZ7//PNPO/bYY23rrbd2q29/8skn&#10;9scff9iUKVPs999/Xz+mT59uq1ev9r4K+RnxjM2lF92aCQ56sZdqbG48Ky5KX7CtffrNGO9RpI7n&#10;bA7iOf0gnqMjnonnsEE8A0D8shrPiuITTjjBdtttN/vmm2+8rSjIiGdsrnt6tXEvvoNe7KUaccRz&#10;mQu3s88mfuQ9CuI5HeKZeE41iOfMEc/EM4DCIevnPHfo0MHFsxYGQ8FHPGNzEc/Ec9ggnqMjnonn&#10;sEE8A0D8Yo9nXdv5119/tR9++MEtFqZDtc877zw7/vjj7cUXX7RJkya5zyWOv/76i+s8FxDEMzYX&#10;8Uw8hw3iOTrimXgOG8QzAMQv9nj+7rvv7JBDDtloNe2tttpqo4+TR+XKlW3BggXeLSA/I56xucLi&#10;WREQNMrmRNwRtfZcH88HVi4euJ8/gm6XeM4M8Uw8pxrEc+aIZ+IZQOEQezx/++23tv/++wdGcqpx&#10;wQUXcKmqAoJ4xuZKFc8KgLI1dg0ch1YvaYdfvIeL57rtLrADKu8UuJ8/gm6beM4M8Uw8pxrEc+aI&#10;Z+IZQOEQezwvXrzYvvjiCxszZkykMXr0aJs4caKtWrXKuwXkZ8Tz5lmyYL5N/XGSTfvpx5Rj+i8/&#10;5YzJgZ9LHKsK6M8gKJ51Lebzm51grR69yq59oEGu0fyB+i6o2nVpYTd3bGLN7r8scL9rH7zcfe64&#10;umVc+Pm3TzxnjngmnlMN4jlzxDPxDKBwyPqCYShciOfN890H79iDVc+xzpfVSDm6XF7LHm9wsXWu&#10;H/z5TpdWdb/Omz7Nu9WCJVU8n9vkGGt6b1276q5awePOWnbF7dXtyjtq2NVBn88ZV99V2xreWdOO&#10;rbPvRtFHPGeOeCaeUw3iOXPEM/EMoHDIs3ieN2+e/fPPPzZjxoyNhrbNnj2b6zwXEMTz5pk7bap9&#10;PeI1m/jeyMDxzTsjXDwPuPUG+/b9UYH7THx3hPt1xdIl3q0WLKkO29bh1opoveDb5OG+vqQdVnPj&#10;mCCeM0c8E8+pBvGcOeKZeAZQOGQ9nrWSdosWLdxq2+XKlbMjjzwy12jWrJktWrTI+wrkZ8Rz9j2R&#10;E3UjnujkfVT4hC0Ylq1BPGeOeCaeUw3iOXPEM/EMoHDIajxrNvnmm28OXCQscZxzzjn277/8o1oQ&#10;EM/ZtSbn78wTjerZG10e9bYUPsQz8Rw2iOfoiGfiOWwQzwAQv6zG8/Tp0+300093gVy+fHm7++67&#10;7cknn7R+/fpZ37593ejTp48NHz7cli9f7n0V8jPiObuI5+wM4jlzxDPxnGoQz5kjnolnAIVDVuP5&#10;jz/+sKOOOspKlizpVtVGwUc8ZxfxnJ1BPGeOeCaeUw3iOXPEM/EMoHDIajzrslW1atWyEiVK2Fdf&#10;feVtRUFGPGcX8ZydQTxnjngmnlMN4jlzxDPxDKBwyPqCYZpxLl26tNWuXdu+//57W7p0qa1YscId&#10;pq2xbNkyN9auXet9BfIz4jm7iOfsDOI5c8Qz8ZxqEM+ZI56JZwCFQ1bjee7cuXbPPfdYmTJl3HnP&#10;hx56qFWuXNmqVatmVatWdaNKlSp25513ullq5H/Ec/Ypnt/q3tH7qPAhnonnsEE8R0c8E89hg3gG&#10;gPhlNZ5/+eUX23vvvTdaWTtoaDExVtsuGIjnzCxfvND+nTE98pg37W/rfvWlNuyRe+3ff4L3yTVy&#10;9ps/c4at+m+Fd6/5G/FMPIcN4jk64pl4DhvEMwDEL6vxPHPmTLvxxhvXzzKnGvfee68tWbLE+yrk&#10;Z8RzdF+8+pLdU/FMa7zPjtZo7x3dr2FD+zQptaN1qFPF7jn/VGu4e/B+yUNf12y/ktbl8rr2xzfj&#10;vXvPv4hn4jlsEM/REc/Ec9ggngEgflk/5xmFC/Ecza9ffW7ND9jVauW8uKu/Y7ShFxgNdirm4vnO&#10;s0+0utsG75dq1Mi5r/svOtMWzZ3jPYr8iXgmnsMG8Rwd8Uw8hw3iGQDiF3s8r1mzxoWVxsqVKyMP&#10;FgwrGApyPOvPWBwjiqEP3mW1t1oXS0EvJoKG4uDKXbZy8XzXueXtspwgDtov1WhQPCeid9raJo15&#10;z3sU+RPxTDyHDeI5OuKZeA4bxDMAxC/2eNZ5zvXr17eKFStapUqV0g7t17p1a1u4cKF3C8jPCmo8&#10;/zH9V+vz0uP2zKs9U44X3upnA9/sa88MD/7808N7WL9hT9ic+bO8W01twC03uJngoBcSqcbmxvMV&#10;OV+vme6vR77hPYr8iXgmnsMG8Rwd8Uw8hw3iGQDiF3s8T5w4MdIiYYnj7LPPtvnz53u3gPysoMaz&#10;QuChfndY5+cfyDUef/5BN27q0MTaPX6tdX3h4cD9Og+43zo+e2/OC5Hp3q2m9vxtN7kXdkEvJFKN&#10;OOJZs90TRr3pPYr8iXgmnsMG8Rwd8Uw8hw3iGQDiF3s8T5kyxW644QYXWVdccUXa0aBBA3vggQe4&#10;VFUBUVDjedWqlbZwyQJbtHRhynF37zbWfdCjtmTZksDPu5FzG6vXrPZuNbXQeE4RAevied05zy6e&#10;c15wBO2XchDPKQfxnDnimXhONYjnzBHPxDOAwiH2eF69erUtX77cVqxYEWloX42o55JiyyrI5zyn&#10;c2+fW6z3S529jzZPqnhWAOjc5KBRf6d1ceXi+ZyT7NLtgvfzR/JtE8+pB/GcOeKZeE41iOfMEc/E&#10;M4DCIfZ4RjR6k2Hs2LH2/PPP5xoTJkzw9trgt99+sxdffNEGDRpkP/zwg7c17xXueG5nvV7s5H20&#10;eYLiWcF7TZmd7ZbyR1jbE8rmGm1OONTanljWOl9Wwx6uXsFaH3dw4H7aR79etcf/Ng4K4jnlIJ4z&#10;RzwTz6kG8Zw54pl4BlA4EM9byKxZs6x8+fKB54C3atXK22udIUOG2GGHHWYlSpSwXXbZxQ444ADr&#10;1q2bW6U8rxHP0QTFs15A3Fhuf+t65SXWqV71lOOxSyq72efO9WoEfl5xrV+blC6+8Qw08ZxyEM+Z&#10;I56J51SDeM4c8Uw8AygciOctZNy4cXbiiSda586d3e8Tx7Rp07y9zD788EMXyy1atLAff/zRfv75&#10;Z7v99tttn332saFDh3p75R3iOZqgeNaL/6v22Naa7lvCmuaE7+aOK3fdeuPzp4nnlIN4zhzxTDyn&#10;GsRz5ohn4hlA4UA8byE6/Prwww93l/ZKZdWqVdakSRM79dRTN1qNXNu10FqtWrXyfKE14jmaTTnn&#10;OdORfNvEc+pBPGeOeCaeUw3iOXPEM/EMoHCIPZ61+JeCcMGCBd4WBLnnnnvstNNOs++//9769etn&#10;7du3t9dee22jQ7GnTp1qJ598sts3Wc+ePa1s2bL27bffelvyRmGO5/uevMWefLmL99HmSRXPWR3E&#10;c8pBPGeOeCaeUw3iOXPEM/EMoHCIPZ5//fVXq1+/vr3zzjvuY8WhLkX1+++/u4+xbua4efPmLn5r&#10;1qzpArlMmTK26667WsOGDdcftj1+/Hjbf//9XSgne/31161UqVLu17xUEOJ52qy/rOvAh63JPXWt&#10;8d2XWON76oQP7ZMzbuzQ2Fo9cpVddefFwfsljUZ31bZm911m/YY9Yf8unOvd+zrEc2rEM/EcNojn&#10;6Ihn4jlsEM8AEL/Y4/nrr7+2o446yvr27es+HjVqlB177LH26aefuo+D6DJVRelSVXPmzLGzzjrL&#10;DjzwQBe/8+bNs4ULF9qAAQNs9913t+uuu86txv3xxx+7qNYK3MnefvttK126tL3yyivelryR3+N5&#10;zr+z7Mrbq7sXKaUr/p+VijD0Yn3dC/b61uC2qrbnucUC9wsapStu66KsTadmtnzFMu9REM9hiGfi&#10;OWwQz9ERz8Rz2CCeASB+scfz5MmT3crQOp+3ZcuWbmZ1r732sjp16tiNN95o119//UZDodi9e3db&#10;unSpdwuFn85f7t+/v7377rvelg3uuOMOF8WTJk2yL7/80vbbbz8bOHCg99kNRo4c6fYbNmyYtyVv&#10;NGrUyHbYYYd8G88vvzPQDqpSPGeUCHwxETT0wlOjxUOXW8M7atohVXcO3C/VOLBycTuq1p726cQx&#10;3qMgnsMQz8Rz2CCeoyOeieewQTwDQPxij2dF8FVXXRV4CaZUQ+f+Ji6IVZTpvGetpK2ZZV3PWYdt&#10;K7ST+fE8fPhwb0u40aNHW/Xq1Td77Lvvvu7x5dd47j7oUdvjnMzCbHPjWWOv87ay10e/7D0K4jkM&#10;8Uw8hw3iOTrimXgOG8QzAMQv9ngWnffcrl07O/PMM13gbbXVVu7wY81GBw2d/7to0SLvqws/Laam&#10;MNah2sn8c5k1Kz19+nR3CHynTrlXgH722WfdrPQnn3zibQmny1rtsccemz22224797PMr/H8xOBH&#10;3WHXQS8kUo044nnvClvbG2M2XDqMeE6NeCaewwbxHB3xTDyHDeIZAOKXlXhOpOsUV6tWzS1+hXU0&#10;a7zbbru5VbaT3XfffXbwwQe7w98VqDVq1LB69erZmjVrvD3Wadu2rXtzYubMmd6WvJHfz3l+YvBj&#10;xDPxnGsQz5kjnonnVIN4zhzxTDwDKByyHs+aUf75559zxV9RpuA944wz7Pjjj3eR7NPiapqpb9Wq&#10;1fo47dOnj+2999728ssbDgnWGxI6nPv+++/P84XWrrjiigIZz3pxWdYLgeRxaLVd3FA8X3lHDTuo&#10;8k6B+/kj+bY1iOfoiGfiOWwQz9ERz8Rz2CCeASB+WY9nnw5D1rnQ5cuXt1NOOcVuuummIj0b/dFH&#10;H9nRRx9tBxxwgJtdvvDCC104X3LJJe5wbZ8O7b7mmmvcecaVKlVys/jaT1/zzz8b/oeYVwrizPNh&#10;NXZ1LyDOaXy0nd2oXK5xVqOj7Kyrj7KWj1xl19xXz85oeHjgfuvG0XZ07X1yvVglnqMjnonnsEE8&#10;R0c8E89hg3gGgPhlPZ4VWQ8//LALruSFwhSBWkm6qM5KT5kyxe655x6rWLGiXXzxxW5hsKBVxxcv&#10;Xuwu/aWVyxXPXbt2dZe32hIKYjwfXLVETjgfY207N7MbH2ucctzUoYkbNz7WKNfn/HFzxyZ2yuWH&#10;5LwoKbnRfRDP0RHPxHPYIJ6jI56J57BBPANA/LIezy+++OL6cNahylpITLPOuvaztukyVmPGbLjE&#10;D/K3ghjPZWvsasdfup9d0OxEO/+a41OOCk2PcyPocxvGCXb0JaWYed4MxDPxHDaI5+iIZ+I5bBDP&#10;ABC/rMazZkx1fWdFcrNmzTZa3Eqzrrr0kT5388032+rVq73PID8rqAuGKaAPrrpzLCPohSrxHB3x&#10;TDyHDeI5OuKZeA4bxDMAxC+r8fznn3+683p33313++KL3C8Whw0bZttuu6073zfosk3Ifwrjattx&#10;DOI5OuKZeA4bxHN0xDPxHDaIZwCIX1bj+a+//rLjjjvOdt55Z/v000+9rRtoBWnFc+XKlYnnAoJ4&#10;Dh7Ec3TEM/EcNojn6Ihn4jlsEM8AEL+sxrMWv6pbt647NLtJkyYbLXKlsK5SpQqHbRcwxHPwIJ6j&#10;I56J57BBPEdHPBPPYYN4BoD4ZX3BsEGDBtn//vc/F8maha5Xr567HNPhhx/utu2xxx7uusUoGIjn&#10;4EE8R0c8E89hg3iOjngmnsMG8QwA8ct6PC9btszuvfdeF1yK5cRRokQJ69Gjh61du9bbG/kd8Rw8&#10;iOfoiGfiOWwQz9ERz8Rz2CCeASB+WY9nURy//fbb7hJVWmFb1zS+9dZb7f333/f2QEFBPAcP4jk6&#10;4pl4DhvEc3TEM/EcNohnAIhfnsRzokWLFrlLWKFgIp6DB/EcHfFMPIcN4jk64pl4DhvEMwDEL8/j&#10;GQUb8Rw8iOfoiGfiOWwQz9ERz8Rz2CCeASB+xDMyQjwHD+I5OuKZeA4bxHN0xDPxHDaIZwCIH/GM&#10;jBDPwYN4jo54Jp7DBvEcHfFMPIcN4hkA4kc8IyPEc/AgnqMjnonnsEE8R0c8E89hg3gGgPgRz8gI&#10;8Rw8iOfoiGfiOWwQz9ERz8Rz2CCeASB+Wyyedfkqru9c8BDPwYN4jo54Jp7DBvEcHfFMPIcN4hkA&#10;4pfn8TxlyhRr1aqVlSpVyvbee287/fTTbejQobZq1SpvD+RnxHPwIJ6jI56J57BBPEdHPBPPYYN4&#10;BoD45Wk8L1y40GrWrGnbbbedHXfccXbKKadYmTJlrHjx4jZs2DBvL+RnxHPwIJ6jI56J57BBPEdH&#10;PBPPYYN4BoD4xR7PK1euTHk49rhx4+yII46wjh072uLFi2316tX2/fff26mnnmo33nijtxfyM+I5&#10;eBDP0RHPxHPYIJ6jI56J57BBPANA/GKP52+//daaNm1qI0aMsBUrVnhb1/nuu+/ssMMOs5tvvtl+&#10;++03+/vvv+2tt95y226//XZvL+RnxHPwIJ6jI56J57BBPEdHPBPPYYN4BoD4xR7Pv//+u11wwQW2&#10;9dZbW+XKlW3kyJG2fPly9zkF10033WTFcv6HlzgOPvhg++yzz9w+yN+I5+BBPEdHPBPPYYN4jo54&#10;Jp7DBvEMAPHLyjnPM2fOtK5du7rzmhXH1atXt9dff93WrFnjouvZZ5+11q1bu0O177rrLhs/frz3&#10;lcjviOfgQTxHRzwTz2GDeI6OeCaewwbxDADxy+qCYdOnT7c+ffq4w7JLlChhFSpUsOHDh3ufRUFE&#10;PAcP4jk64pl4DhvEc3TEM/EcNohnAIhfVuPZt2zZMhfRRx11lO2www529tlnu9W1Fy1a5O2BgoJ4&#10;Dh7Ec3TEM/EcNojn6Ihn4jlsEM8AEL+sxfOCBQts7NixNmrUKPvpp5/ctiVLlljPnj2tfPny7nDu&#10;ihUr2uDBg93K2ygYiOfgQTxHRzwTz2GDeI6OeCaewwbxDADxy0o8f/DBB3bmmWe6Q7W1cFjp0qXt&#10;+uuvt7lz57rPz5492/r3728nnHCCi+jTTjvNnRON/I94Dh7Ec3TEM/EcNojn6Ihn4jlsEM8AEL/Y&#10;43nGjBluRnn33Xe3atWqWd26de2ss86y4sWLW+fOnb291pk3b56L6HLlyrnLV6W6PjTyD+I5eBDP&#10;0RHPxHPYIJ6jI56J57BBPANA/GKPZ62crXObhwwZ4m1Zp169etawYUNbvXq1t2UDRfQ333wT+Dnk&#10;L8Rz8CCeoyOeieewQTxHRzwTz2GDeAaA+MUez3/99Zedeuqp7lDsli1butG4cWPbZ5993GWpmF0u&#10;2Ijn4EE8R0c8E89hg3iOjngmnsMG8QwA8Ys9nnUt5xdeeMEdtq3zmf1x/vnn22+//ebthYKKeA4e&#10;xHN0xDPxHDaI5+iIZ+I5bBDPABC/rCwYJlOmTLFXXnnFnn32Wfvwww9ZUbuQIJ6DB/EcHfFMPIcN&#10;4jk64pl4DhvEMwDEL2vxjMKJeA4exHN0xDPxHDaI5+iIZ+I5bBDPABA/4hkZIZ6DB/EcHfFMPIcN&#10;4jk64pl4DhvEMwDEj3hGRojn4EE8R0c8E89hg3iOjngmnsMG8QwA8SOekRHiOXgQz9ERz8Rz2CCe&#10;oyOeieewQTwDQPyIZ2SEeA4exHN0xDPxHDaI5+iIZ+I5bBDPABA/4hkZIZ6DB/EcHfFMPIcN4jk6&#10;4pl4DhvEMwDEj3hGRojn4EE8R0c8E89hg3iOjngmnsMG8QwA8SOekRHiOXgQz9ERz8Rz2CCeoyOe&#10;ieewQTwDQPyIZ2SEeA4exHN0xDPxHDaI5+iIZ+I5bBDPABA/4hkZIZ6DB/EcHfFMPIcN4jk64pl4&#10;DhvEMwDEj3hGRojn4EE8R0c8E89hg3iOjngmnsMG8QwA8SOekRHiOXgQz9ERz8Rz2CCeoyOeieew&#10;QTwDQPyIZ2SEeA4exHN0xDPxHDaI5+iIZ+I5bBDPABA/4hkZIZ6DB/EcHfFMPIcN4jk64pl4DhvE&#10;MwDEj3hGRojn4EE8R0c8E89hg3iOjngmnsMG8QwA8SOekRHiOXgQz9ERz8Rz2CCeoyOeieewQTwD&#10;QPyIZ2SEeA4exHN0xDPxHDaI5+iIZ+I5bBDPABA/4hkZIZ6DB/EcHfFMPIcN4jk64pl4DhvEMwDE&#10;j3hGRojn4EE8R0c8E89hg3iOjngmnsMG8QwA8SOekRHiOXgQz9ERz8Rz2CCeoyOeieewQTwDQPyI&#10;Z2SEeA4exHN0xDPxHDaI5+iIZ+I5bBDPABA/4hkZIZ6DB/EcHfFMPIcN4jk64pl4DhvEMwDEj3hG&#10;Rojn4EE8R0c8E89hg3iOjngmnsMG8QwA8SOekRHiOXgQz9ERz8Rz2CCeoyOeieewQTwDQPyIZ2SE&#10;eA4exHN0xDPxHDaI5+iIZ+I5bBDPABA/4hkZIZ6DB/EcHfFMPIcN4jk64pl4DhvEMwDEj3hGRojn&#10;4EE8R0c8E89hg3iOjngmnsMG8QwA8SOekRHiOXgQz9ERz8Rz2CCeoyOeieewQTwDQPyIZ2SEeA4e&#10;xHN0xDPxHDaI5+iIZ+I5bBDPABA/4hkZIZ6DB/EcHfFMPIcN4jk64pl4DhvEMwDEj3hGRojn4EE8&#10;R0c8E89hg3iOjngmnsMG8QwA8SOekRHiOXgQz9ERz8Rz2CCeoyOeieewQTwDQPyIZ2SEeA4exHN0&#10;xDPxHDaI5+iIZ+I5bBDPABA/4hkZIZ6DB/EcHfFMPIcN4jk64pl4DhvEMwDEj3hGRojn4EE8R0c8&#10;E89hg3iOjngmnsMG8QwA8SOekRHiOXgQz9ERz8Rz2CCeoyOeieewQTwDQPyIZ2SEeA4exHN0xDPx&#10;HDaI5+iIZ+I5bBDPABA/4nkLmjdvnr3wwgvWqlUru+mmm2zo0KG2bNky77PrrF271oYNG+Y+r/0S&#10;x3PPPWerVq3y9swbxHPwIJ6jI56J57BBPEdHPBPPYYN4BoD4Ec9byLfffmsVKlSwvfbay4488kg7&#10;/PDDbffdd7fatWvbb7/95u1ltnjxYqtUqZIVy3mRkDwaNGhgK1as8PbMG8Rz8CCeoyOeieewQTxH&#10;RzwTz2GDeAaA+BHPW8CiRYvs4osvtqOOOso+//xzN9usMXz4cCtdurRdf/31tnLlSrfvr7/+amef&#10;fbY9/vjjtmDBgo3G0qVL3T55iXgOHsRzdMQz8Rw2iOfoiGfiOWwQzwAQP+J5Cxg3bpybae7Ro4e3&#10;ZYNbb73VypUrZ1OnTnUfv//++3b00Ufb2LFj3cdbGvEcPIjn6Ihn4jlsEM/REc/Ec9ggngEgfsTz&#10;FjB37lz78ssvbfbs2d6WDe6991474IADbMqUKe7jPn36uJgeNWqU3XfffXbBBRfYbbfdZr///rv7&#10;fF4jnoMH8Rwd8Uw8hw3iOTrimXgOG8QzAMSPeM5HFNOnnnqq1a1bd/3CYe3bt7edd97ZqlSp4rZf&#10;dNFFVqZMGRfUmpXOa8Rz8CCeoyOeieewQTxHRzwTz2GDeAaA+BHP+YRiuXnz5rbnnnvaBx984LZp&#10;MbDLLrvMDjrooPXbZPLkyXbyySe70P7777+9rXmjcePGtsMOOxDPSYN4jo54Jp7DBvEcHfFMPIcN&#10;4hkA4kc85wPz58+3Zs2a2W677WYDBgzwtppbNOyzzz6zCRMmeFs20GWtSpYs6S51FYXOmb700ks3&#10;e+y///629957E89Jg3iOjngmnsMG8Rwd8Uw8hw3iGQDiRzxvYTq3uWbNmu6SVYMGDfK2pqegLlWq&#10;VOCiY0FeeuklK1GixGaPbbfd1vbbbz/iOWkQz9ERz8Rz2CCeoyOeieewQTwDQPyI5y1o/Pjxdvzx&#10;x9sRRxxh7777rrd1Ay0spstX/fzzz96WDb744gvbZ599rF+/ft6WcGvWrLFVq1Zt9qhfvz7nPAcM&#10;4jk64pl4DhvEc3TEM/EcNohnAIgf8byFaLVtXef5/PPPX7+ydrIffvjBnQN97bXXels26Ny5s4vn&#10;jz/+2NuSN6644griOWAQz9ERz8Rz2CCeoyOeieewQTwDQPyI5y1Aq2pXqlTJjj32WPv6669tyZIl&#10;bpbZH//+++/6meLWrVvbLrvsYv3797dFixa58fLLL7tDthXVWlQsL7HadvAgnqMjnonnsEE8R0c8&#10;E89hg3gGgPgRz1tA3759rVjO//RTDS3K9eeff7p9//nnH7v66qvdDHTZsmXt0EMPdQt2adXrmTNn&#10;un3yEvEcPIjn6Ihn4jlsEM/REc/Ec9ggngEgfsTzFqDrM992221utG3b1tq0abPReOSRR9zss2/1&#10;6tU2cuRIu+OOO9wYNWqU27YlEM/Bg3iOjngmnsMG8Rwd8Uw8hw3iGQDiRzwjI8Rz8CCeoyOeieew&#10;QTxHRzwTz2GDeAaA+BHPyAjxHDyI5+iIZ+I5bBDP0RHPxHPYIJ4BIH7EMzJCPAcP4jk64pl4DhvE&#10;c3TEM/EcNohnAIgf8YyMEM/Bg3iOjngmnsMG8Rwd8Uw8hw3iGQDiRzwjI8Rz8CCeoyOeieewQTxH&#10;RzwTz2GDeAaA+BHPyAjxHDyI5+iIZ+I5bBDP0RHPxHPYIJ4BIH7EMzJCPAcP4jk64pl4DhvEc3TE&#10;M/EcNohnAIgf8YyMEM/Bg3iOjngmnsMG8Rwd8Uw8hw3iGQDiRzwjI8Rz8CCeoyOeieewQTxHRzwT&#10;z2GDeAaA+BHPyAjxHDyI5+iIZ+I5bBDP0RHPxHPYIJ4BIH7EMzJCPAcP4jk64pl4DhvEc3TEM/Ec&#10;NohnAIgf8YyMEM/Bg3iOjngmnsMG8Rwd8Uw8hw3iGQDiRzwjI8Rz8CCeoyOeieewQTxHRzwTz2GD&#10;eAaA+BHPyAjxHDyI5+iIZ+I5bBDP0RHPxHPYIJ4BIH7EMzJCPAcP4jk64pl4DhvEc3TEM/EcNohn&#10;AIgf8YyMEM/Bg3iOjngmnsMG8Rwd8Uw8hw3iGQDiRzwjI8Rz8CCeoyOeieewQTxHRzwTz2GDeAaA&#10;+BHPyAjxHDyI5+iIZ+I5bBDP0RHPxHPYIJ4BIH7EMzJCPAcP4jk64pl4DhvEc3TEM/EcNohnAIgf&#10;8YyMEM/Bg3iOjngmnsMG8Rwd8Uw8hw3iGQDiRzwjI8Rz8CCeoyOeieewQTxHRzwTz2GDeAaA+BHP&#10;yAjxHDyI5+iIZ+I5bBDP0RHPxHPYIJ4BIH7EMzJCPAcP4jk64pl4DhvEc3TEM/EcNohnAIgf8YyM&#10;EM/Bg3iOjngmnsMG8Rwd8Uw8hw3iGQDiRzwjI8Rz8CCeoyOeieewQTxHRzwTz2GDeAaA+BHPyAjx&#10;HDyI5+iIZ+I5bBDP0RHPxHPYIJ4BIH7EMzJCPAcP4jk64pl4DhvEc3TEM/EcNohnAIgf8YyMEM/B&#10;g3iOjngmnsMG8Rwd8Uw8hw3iGQDiRzwjI8Rz8CCeoyOeieewQTxHRzwTz2GDeAaA+BHPyAjxHDyI&#10;5+iIZ+I5bBDP0RHPxHPYIJ4BIH7EMzJCPAcP4jk64pl4DhvEc3TEM/EcNohnAIgf8YyMEM/Bg3iO&#10;jngmnsMG8Rwd8Uw8hw3iGQDiRzwjI8Rz8CCeoyOeieewQTxHRzwTz2GDeAaA+BHPyAjxHDyI5+iI&#10;Z+I5bBDP0RHPxHPYIJ4BIH7EMzJCPAcP4jk64pl4DhvEc3TEM/EcNohnAIgf8YyMEM/Bg3iOjngm&#10;nsMG8Rwd8Uw8hw3iGQDiRzwjI8Rz8CCeoyOeieewQTxHRzwTz2GDeAaA+BHPyAjxHDyI5+iIZ+I5&#10;bBDP0RHPxHPYIJ4BIH7EMzJCPAcP4jk64pl4DhvEc3TEM/EcNohnAIgf8YyMEM/Bg3iOjngmnsMG&#10;8Rwd8Uw8hw3iGQDiRzwjI8Rz8CCeoyOeieewQTxHRzwTz2GDeAaA+BHPyAjxHDyI5+iIZ+I5bBDP&#10;0RHPxHPYIJ4BIH7EMzJCPAcP4jk64pl4DhvEc3TEM/EcNohnAIgf8YyMEM/Bg3iOjngmnsMG8Rwd&#10;8Uw8hw3iGQDiRzwjI8Rz8CCeoyOeieewQTxHRzwTz2GDeAaA+BHPyAjxHDyI5+iIZ+I5bBDP0RHP&#10;xHPYIJ4BIH7EMzJCPAcP4jk64pl4DhvEc3TEM/EcNohnAIgf8YyMEM/Bg3iOjngmnsMG8Rwd8Uw8&#10;hw3iGQDiRzwjI8Rz8CCeoyOeieewQTxHRzwTz2GDeAaA+BHPyAjxHDyI5+iIZ+I5bBDP0RHPxHPY&#10;IJ4BIH7EMzJCPAcP4jk64pl4DhvEc3TEM/EcNohnAIgf8YyMEM/Bg3iOjngmnsMG8Rwd8Uw8hw3i&#10;GQDiRzwjI8Rz8CCeoyOeieewQTxHRzwTz2GDeAaA+BHPyAjxHDyI5+iIZ+I5bBDP0RHPxHPYIJ4B&#10;IH7EMzJCPAcP4jk64pl4DhvEc3TEM/EcNohnAIgf8YyMEM/Bg3iOjngmnsMG8Rwd8Uw8hw3iGQDi&#10;RzwjI8Rz8CCeoyOeieewQTxHRzwTz2GDeAaA+BHPyAjxHDyI5+iIZ+I5bBDP0RHPxHPYIJ4BIH7E&#10;MzJCPAcP4jk64pl4DhvEc3TEM/EcNohnAIgf8YyMEM/Bg3iOjngmnsMG8Rwd8Uw8hw3iGQDiRzwj&#10;I8Rz8CCeoyOeieewQTxHRzwTz2GDeAaA+BHPyAjxHDyI5+iIZ+I5bBDP0RHPxHPYIJ4BIH7EMzJC&#10;PAcP4jk64pl4DhvEc3TEM/EcNohnAIgf8YyMEM/Bg3iOjngmnsMG8Rwd8Uw8hw3iGQDiRzwjI8Rz&#10;8CCeoyOeieewQTxHRzwTz2GDeAaA+BHPyAjxHDyI5+iIZ+I5bBDP0RHPxHPYIJ4BIH7EMzJCPAcP&#10;4jk64pl4DhvEc3TEM/EcNohnAIgf8VwALFq0yHr16mWVK1e2SpUqWceOHW327NneZ/MW8Rw8iOfo&#10;iGfiOWwQz9ERz8Rz2CCeASB+xHM+p3Bu3ry5lSpVyqpVq2a1atWyfffd16pXr27Tp0/39so7xHPw&#10;IJ6jI56J57BBPEdHPBPPYYN4BoD4Ec/5XM+ePW3vvfe2V1991dtiNnbsWCtbtqzdf//9tnbtWm9r&#10;3iCegwfxHB3xTDyHDeI5OuKZeA4bxDMAxI94zscWL17sZpjr16+fK5Lbt29vZ555ps2YMcPbkjeI&#10;5+BBPEdHPBPPYYN4jo54Jp7DBvEMAPEjnvOxn376yY488kh3jnOyAQMG2H777edmofMS8Rw8iOfo&#10;iGfiOWwQz9ERz8Rz2CCeASB+xHM+9tlnn1mZMmWsb9++3pYNRo0a5c6DfuWVV7wteaNx48a23Xbb&#10;5dt47j74UdvjnGLuxWRejr3O22qjeB5w641WI+eFnV7w59nICbNaOfeZ3+P57p6t3RscQc9jtoYC&#10;UC9cE+P5iUb13IvvwOcyS6NB8WJ26XYFJ54PqVbSDq22S+Bzmq2hN6KaP1DfexTr4rnutjnPXc6f&#10;76DnNFtDfzZ6XXO59yjyJ8Wz3hTSn++g5zJbQ39/7+xxk/co1sWz/u0Jeh6zOfRv7KA72niPIn+7&#10;tO2FVrritoHPZ7bGwVVL2DF1Sm8Uz7ecfKTV2Sb4+czW0BuGzQ/YlXgGUCgQz/nYmDFj3OzywIED&#10;vS0bjBw50kqXLm3Dhg3ztoRTiDdq1Gizhx7PLrvskm/juesLD1vJM4rZQVVK5OnY9axi9tqHL3mP&#10;wuy5ti2tSs4LO73jnmcj5wVK9Zz7/HrE696jyJ/ufOJG2+XMvP0ZHVi5uHuD49NvRnuPwqxbwzpW&#10;NY9/RvVywvmSrYvZr1997j2K/OunP763/S/a0Q64aKfA5zRbY7ezi1nT+y71HkVOxH/+sZvV1Avw&#10;oOc0W0N/NnR0Qn72+bcfuTcb9Oc76LnM1tDf39u7t/Iehdm4N4a5f3uCnsdsDv0bO7D9hojPzy65&#10;uYJ70yHo+czW0FEJR9ba02bM3bC4aJsTDnVvdAQ9n9kaivWmpYsTzwAKBeI5H9Mh2YrV559/3tuy&#10;gWaeFc9RZ54HDx5s22677WaP3Xff3d566608X6gsqgk/fmk9X+xkT7/aM09Hr5c6229Tf/YehdkP&#10;H31or3Z82EY80SlPx2udH7VZf/zmPYr86ZOcgO2V1z+j4T2sz9AuNn32396jyPmzMupNe63TI4HP&#10;Y9ZG9472RtcONn/Ghpmg/OrfhXOt3/AnckaP4Oc0S6N3zt+ldz97y3sUOY/jn+n2RpcO7rkLfE6z&#10;NF7r+Ih9884I71HkT//MnmZPDu3q/nwHPZfZGvr7+8k3H3qPwmzm77/m/F16NPB5zObQv7E/frzh&#10;DbH8TEcm9Xm5S+Dzma3Rd1h3e+71PrZk2RLvUZh99EJ/e/3xxwKfz2yNN7t1tHf79rCVK5Z7jwIA&#10;Ci7iOR+bOHGiHXjggfbkk096WzZ4/fXXXTy/+Wa0Q3RXr15tS5cujWUAAAAAQFFDPOdjf//9t51y&#10;yil29913e1s26Natmx166KH23XffeVsAAAAAANlCPOdjmi1u2rSpC+h58+Z5W81WrlxpderUsdq1&#10;a9uSJRsOxwIAAAAAZAfxnM+NHj3a9t9/fxfRmmX+4YcfrF27drbbbrvZyy+/7O0FAAAAAMgm4rkA&#10;GDRokLvec/HixW3nnXe2gw46yHr16mWrVq3y9gAAAAAAZBPxXED88ccf7rJUQ4cOtZ9/3rCqMwAA&#10;AAAg+4hnAAAAAADSIJ4BAAAAAEiDeAYAAAAAIA3iGQAAAACANIhnIIdWLv/yyy9t/vz53paN/fff&#10;f+7zb7zxhn399dexr3Sua3d/9tlnNmnSJG8LEv3222/21ltv2euvv26TJ0/2tua2bNky+/zzz91+&#10;33zzja1Zs8b7TDzmzp1rH374of3zzz/eFiTSn98333zTxo4dG3oN+hkzZth7771nI0eOtD///NPb&#10;Gh/d/gcffGBz5szxtiDItGnT7NNPP3X/vgWZMmWKjRgxwt5//32bOXOmtzU+33//fej9F1X6c+v/&#10;/Ugc2rZw4UJvr3VWr15tEyZMcP/mffHFF7Z8+XLvM/HQ/+v0/7xvv/3W1q5d620FgKKLeAZy9OnT&#10;x/bZZx8XyMn0ArNhw4ZWokQJd7mwXXfd1Zo0aeK2x0UvlsqVK2dXXHGFtwWiF4oPPPCAHXjggbb9&#10;9tu7Ubp0abvjjjtyhZFe6F922WXucm477LCD7bnnnnbjjTfarFmzvD0239tvv+3+HAwcONDbAtGb&#10;Cm3btrW99tpr/d+RSpUquTBKpufwxBNPtB133NGNww47zJ5++ulY35AaMmSI+zOg4EAwvVGon9HB&#10;Bx9ss2fP9rauo0jq16+flS1b1v2MdtppJytfvryNGjXK2yMeV111lR1xxBFZCfOC7KmnnrJixYoF&#10;jq+++srba93fu1atWtnuu+/u/ryXLFnS6tev795sjIv+Ddafk0svvZTLYwJADuIZRZrepe/YsaN7&#10;4aEo0rvriRYvXmyNGjVyL/AHDx5sEydOtGeffdb2339/a968eWzv8utF0Mknn2zXXHONtwV6Aa9w&#10;1gvCBx980MaPH+9mkx966CEXyLfeeuv6F3P//vuv1alTx4466igbPny4+znpBWipUqWsTZs2sb3o&#10;0wycbvPFF1/0tkBHTbRu3dp2220369mzp/sZaXa+QoUKLrh+//13b09zP8PDDz/c/ax0hMC4ceOs&#10;ZcuWLrpfffVVb6/N98orr7g3T959911vC5J16NDBxdixxx5r8+bN87auo+dPP5Obb77Z/cw++eQT&#10;u/jii93PTj/fuOjfUL2REucbXIWB/k4cf/zx7kind955Z/3Q36tFixa5fTRbrzcH9913X/f/JP2b&#10;9/LLL7ufUb169XLNUG8q3Z9+9nqjg3gGAOIZRZgORatYsaLtsccedtBBB7koSn5hqMPktP25557z&#10;tqwzYMAAF9Q6PDXMr7/+aj/++KM7tC7R33//7UJ9xYoV7mPF8ymnnEI8J9DhvIrhoOdEs5yasdLz&#10;K3rRqNmX1157zX3s69Gjh5s9U6Slokj/6aef3PXTkw/z1vXVv/vuOxeIonjWzDfxvMEPP/zgjgzQ&#10;mxmJFFwKas0qi55nxZJ+pjqs2qcIUExXr1499FDvpUuXusNTk2cp9bPRzyjx8G8//ojnYJqRP/fc&#10;c+3UU091/+4kHsXhzzQqmPw/96Ln/eijj3YznWGH7+qNLIVc8ikw+tnq55QYyvrzcNJJJxHPCfSG&#10;ba1ateymm27ytgTTm08HHHCAde/e3duyjg7f1p/95H8Lk/3111/u727iz1j0c9bPSX/fRPGsx0M8&#10;A8A6xDOKJEVS+/btrXLlyu4dfR22vd9++7lZlkT33HOPe3GXfF6mokoRoFnQVHQfOtTtjDPOyDUL&#10;cPvtt7vDJf3D64jn3KZPn25PPvlk4KH0OqRUb3r4Py/NLmvmPvnwU52DW6ZMGTcjmori7fzzz7eL&#10;Lroo15EEzZo1syOPPHL9Oc7Ec256I0iBnHwuul7c77LLLu5nKAok/RnXbFmyJ554wv2c9KI9Fb3Z&#10;pCjo2rWrt2Ud3a7+LrZo0cLbQjyH0b9d55xzjnXp0sUeffRRd3RA4t8bvUGhn0WvXr28LRtcf/31&#10;7t+zsHPJdQSB3kzRudKJ9AaW3shK/LtIPOemn4/+PdKRM/r3q1u3bvbMM8/kOk1IPz/9P0vnjSdS&#10;/Oo5ve2227wtwXRUwWmnnZZr/Qb9XdQbw3oDRPyYJ54BYB3iGUWSZk70IsWf+dULFUVRYjwrfnX+&#10;2Nlnn20LFizwtq6jj8866yx3jnKqRam0vUGDBm6GJzme77rrLnd4nX9IK/EcnX52Ouf8uOOOcy/8&#10;9IJOz7PeqPBnS3ya4Tz99NPdYcWpKJ4Vzpr5TI7n6667zh3W6s+UEs/p6SgLvaDXbLL+7PtHByiM&#10;9Vwmz5SJZkJ19IcOU01FX69DVJO/XuGnPwuaEfURz8H0750OCb766qvdn3vF8wknnLBRPGthPsWz&#10;ZjCTKaiPOeaY9WEVRDOeiuTk8811pI/Wdejdu7e3hXgOonUCdFqQZv715q5+r/PO9Xcn8e+H3jDU&#10;Ie/J8at/w/T/La3/EHZakY7e0f/bEo8CEb25oSMM/FOYiGcA2BjxDOTQzHNyPOuFh4KqatWquV6E&#10;6AXFBRdcYHXr1s11SLZP8Xz55Zfbeeedlyue7777bjejSTxnbtCgQe6c586dO7uPdVhhjRo1rHHj&#10;xrle3GmGTIegasYsFUWEXqTqNpJ/zvo6hRnxHI0OA9Wsps5T33vvvTeafdRq8poh1vmZyUaPHu3+&#10;Pujw+1QUz5pp08xYIoWfzg+94YYbvC3Ecyr9+/e3M888c/1s5f33358rnrW2g06J+Oijj7wtG+gI&#10;A/0MExetSqbo1huDyYuLKZ4VZfq31kc856afkc5F1/879GdeM8n+KUY6TNv/f9S1117r3vRLPl9d&#10;/wZqgUsFr39+dJB27dq5v6vJ8ey/QUI8A0Aw4hnIERTPuuyRwlkB7c9Q+/SiRC9mtDAL8Zx3Xnrp&#10;JRdFCmX/haHOraxWrZo1bdo011EAigK9yZE4K5mMeI6PTkPQ4m6a6VcUaWbs448/dp/TjJr+zGu9&#10;gGS6rJSCTdGbCvG8eXQ4tk5tSHzzQgvyKZ7174/vhRdecD8n/+eWqG/fvm72OGwNAeJ58+jvgo4I&#10;0OkQifTnX/GsGWf9P0fxXKVKFXeOeSKdw3zllVfaJZdc4sI3FeIZADYN8QzkCIpnvVDQCxC9u6+Q&#10;TuTPPCueww7bThXPOpeaeI5Oz6WiSefQKpITFyPSQkQ6ZFuroicvfqOZ5wsvvHCjsEoWFs86xJV4&#10;3jRaJ0BhpPM39edf52/qudT5m8m0irD+PhDP2aHnSH9H9KZG4r9XeqNDb3AkBphWq9fssn4myTTz&#10;rADelHhWvCvKiOdNozdw9f8jHe2k/x/psGv925b4xofo/1sKXe0btgBfqnjWYfXEMwCkRjwDOYLi&#10;WbQIkQ5zTH6Bohd7etEZNqOZGM/Jh88x8xydXrxpkSmFsxZaSw5cPc963nSEQPJMi85r1wv5++67&#10;z9uSmx/PNWvWzHWEATPP6ek8c60BkBhlPi2op9XqteK8nkOFkmbVkulQfD2vQYcK+/x41grqiYjn&#10;9LQook510MylZpp1/qz+XOva9rpMn2JZb+iJZpx1bnnQn3H9PPXvXth1hBXPOopA1/NO5J/zTDyn&#10;pr9DesMv6PnQv1M6j1lv2OpNQh01oP+HTJ061dtjHb1RpSOm9G9iqqOiRPGsNQmSV6/XzDPnPANA&#10;asQzkCNVPGshMS1+k7xd5/xpe/IlrBLphZAOn9MLe73AT6QoZ8Gw9DTDrBdtWlnbv+RREAWZwuCX&#10;X37xtqyjQyD1cw2b0dQLUcWzLtuT/CaHXqwqNpLjWYePY51hw4a5GSwdlp1MK9prVXldFkfPs47W&#10;0EJIybSfXrAnH6qaSPGs86j9yPPp79Ahhxyy0SrefjzrUnNYt1K5nmNd/khvCGnojT+ttqzrYevv&#10;mH9EgH5WirI777zTfZxIp0foUOHkI3ESvfnmmy6+9YZIIv0sdOky/Zvq8+M5+d/Hokpv3ulnob8n&#10;yYtUKpL1pocO25YhQ4a4N6a0XkAiXXZPi4w9/vjj3pZgt9xyi3vTxP9/kE9vUOpNKh0pIonxHBbj&#10;AFBUEM9AjlTxrGv/ahZFL/L0zr/ohaNWq1VUaWYzFcWzDjHWSqmJ53nqhaxCT/Htf73iWecjanVn&#10;rKNZDv+FnGbOwmhWS6s161BGfwZUMzA6VFVHDiQfmphIUaco0AycDln1aYErRYCi2p+d8eM5aCXi&#10;okovsvXc6yiLxMNEdQ10/TnX4fT+3x2t5KsATrwGrf7O6Y0kzYQFzV77tBiZFiLTm1GJl47Tpau2&#10;22479/U+xbPuR9eaRmp600nxmrhKvf7e6TJG+vcp8br3+ruhWEuM3yBaZXv77bff6Jxb/fz1hqEW&#10;wtJl5nz6d1VvGiavkl+U6ciKbbfddqPTE3S0jY6s0PPvH06vS1fpudNh3P7zrJ+dDs0/9NBD3ZtN&#10;YfRmyjbbbOMuheVTSOvvl1Zb9xeV8+NZ/y8DABDPgKPL3+iwxqBrCmuBHb1o0aWpNDOs65xqVmvg&#10;wIHeHsEUAtpfL/gV2pqFVnTruqq6LwWHf/ijDtVTPJcoUcLFWvLQIcnpXgwVNjqEd6eddrL//e9/&#10;LoA1S5b4nOhcdP/50+Wr9KJTwaRZG13KSvso3hJDLYjiWYds62ei+9AMi4ZmeXbddVf389Y1p0Xx&#10;rMjWdWwTH4s/9MLVfyFbVOi51xEY+jui50AvsvWCXrNf+lkkHuKr2TT9PdDhwprV16rAei51akPy&#10;DFgyxbPezNDwf8Z6Ua/I098xf0ZONBuuUFNEJP+MNDQD6wd9UXbHHXe4a/omHyasy4vpMkaa0dff&#10;Bb0Jpb9beiMkbAVn0Qrr+hnpdjVLrWul6+elIxD0c0q8VJU+p5+T/n0M+jlp8bKiRs+vFkTUvz36&#10;d0n/D9H/e/T3S89d4htMepNIby7q3yj9fdD6Avo56c1g/b0Mo5+9jgTQc69DwXWf+n+Q7kd/pxKv&#10;86w3F4sXL+5iPflnlOqoEwAorIhnIIdebOsFwuTJk70tG9PiN7purcJX19DU4cDp6EWOrgNdoUIF&#10;9yJHX6840zllCnJFhGYPRFGhwyj1QkazcMlDL1ASZ4GKAs106fnSzJhm/5OfE30u8TBtvVhUKOuw&#10;YD2PetGv2eN0FFF6ka+fvy6VpDcqFHNaWViHiutwYP+wUi16pEtf6RDj5MejoZm0dHFRWGmWVy/g&#10;9QJcsaQ3M5IvoyM6FL9Tp07uz7RefOua5/7fgzB680hvOGmRK83K6Q0VRbqufavbSDwXWo9FL/R1&#10;jm3Qz0mBn3x+e1GkP996AyNxAT6fDhPWkR/6GencWM3wJy98GERHZehwYB0GrkDT31P9vdA50Dpc&#10;XP/W+nSb+jc16O+3RtDickWB/mzqaCX9u6R/y/Qz0pEcQbRd/5/RfrVr13aHzUehw7b175z+ndUb&#10;WQr0jh072tChQ92bGjrqSnSklQ7hT/X/Jr3JOGbMGLcvABQFxDOQJYpnHcqqeE5e5Ar5h+JZ5zwr&#10;utPN1mDL8RcM05tPyL/81bY53zx/8xcMC3qDCwCQGvEMZIkfz0GXqkL+4cezLlXFbGT+5cdz8qWq&#10;kL+kulQV8pdUl6oCAIQjnoEsUTzrnDVd2iV55VTkH4pnnTOoNznCVhHGlqXTFnTepQ4tRf6lw351&#10;3q0Op0f+pUPotTiYv54DACAa4hnIEh0CrNWFdY4mUZZ/aYXaxx57zJ2Hq8XDkD/pHFytC5B8/WDk&#10;L1o9Xave+wtOIX/SpcR0reig890BAKkRzwAAAAAApEE8AwAAAACQBvEMAAAAAEAaxDMAAAAAAGkQ&#10;zwAAAAAApEE8AwAAAACQBvEMAAAAAEAaxDMAAAAAAGkQzwAAAAAApEE8AwAAAACQBvEMAAAAAEAa&#10;xDMAAAAAAGkQzwAAAAAApEE8AwAAAACQBvEMAAAAAEAaxDMAAAAAAGkQzwAAAAAApEE8AwAAAACQ&#10;BvEMAAAAAEAaxDMAAAAAAGkQzwAAAAAApEE8AwAAAACQBvEMAAAAAEAaxDMAAAAAAGkQzwAAAAAA&#10;pEE8AwAAAACQBvEMAAAAAEAaxDMAAAAAAGkQzwAAAAAApEE8AwAAAACQBvEMAAAAAEAaxDMAAAAA&#10;AGkQzwAAAAAApEE8AwAAAACQBvEMAAAAAEAaxDMAAAAAAGkQzwAAAAAApEE8AwAAAACQBvEMAAAA&#10;AEAaxDMAAAAAAGkQzwAAAAAApEE8AwAAAACQBvEMAAAAAEAaxDMAAAAAAGkQzwAAAAAApEE8A8Am&#10;+O+//2zKlCn29ddf28SJE2369OneZ4qepUuX2urVq72P4rd48WLvd+vu67vvvnPP+8KFC72tAAAA&#10;2Uc8A0CG3n77bWvYsKHtt99+VqxYMTeOPfZYu/nmm13UFRVLliyx5557zh5//HFbvny5tzU+f/75&#10;pz300EP22muveVvMvvzyS9t9993dc/7WW295WwEAALKPeAaAiFauXGmdOnWynXfeeX00J48DDjjA&#10;3nvvPVu7dq33VYVXx44dbdttt7UmTZp4W+Lz77//2gUXXOCe01deecXbajZ+/Hg76KCDbLvttnNv&#10;YgAAAOQV4hkAInr11VetePHiLugqV65so0aNsh9++MEdRty9e3crU6aMbbXVVnb11VfbokWLvK/a&#10;QIcZ//HHH/bXX39tdCiyT7O3OhRcM66+f/75x20LO0R52bJl7ja137x587ytufn76TEE3d6KFSvc&#10;fWsf34wZM9z+CxYs8LasexNB26pXr+6ei/r169vPP//s9tHh29OmTbPff//dHdqu+9S+s2fPtlWr&#10;Vnm3YO750X1pP93HmjVrvM+sm9F+5513bJdddnG336NHD/eYdHu6D7058eabb9qsWbO8r9hAt6Pn&#10;TLc7c+ZMb+vG9Fj0ef9npF/13BXlQ+8BAEB6xDMARKDYrFq1qou5c8891/7++2/vMxvoMOIXXnjB&#10;fS5x5llf+/TTT7uZ1B133NHNXOu2hg4d6kLU9/nnn1vJkiVdhA8bNszuvfdeN5P9v//9zy688EIb&#10;MWLERpEpCsk6deq4r/u///s/O/nkk61Lly42f/58b491xo4da5deeqkL0h122MEqVqxozz//vItb&#10;37hx49x9a2ZXj+3OO+90v/f3f/31191+U6dOtVNOOcW9UaDnQ79uvfXWLnLnzp1rZ599tm2zzTb2&#10;2GOPuTcSNEus711fp+dFt1OhQgX3tRo6/L1169brn1PNNPtvUvi3f+CBB9qkSZPcmxVHHnmk+z7e&#10;ffddt79Ps9ItW7Z0++r+jzjiCLv11ls3ejNCcX/NNde4z7dp08Y9z3pu9Rzrub7jjjsCoxwAAIB4&#10;BoAIJkyYYPvvv7+LOc0yR6VZ1Jtuuml9CCYOHfLcoUOH9TOyn376qQtrbd97771z7a+40+JkPkXm&#10;brvtlms/jVatWq0/D3n06NFWunTpXPsoIB9++OH196/ziUuVKuVid88998y1v6JUM8ya2S1Xrlyu&#10;z3fu3NnF8+mnn+4+TrwNBb4W+1Lwbr/99u7x6M2B+++/3w499FC3jx6z4lbh7n+dP3Se87fffutm&#10;+fUYtU1vJvj0PSaeg544zjzzTJs8ebLbT7ffuHFjt32vvfZybzgk7683DZLfpAAAACCeASACHUas&#10;2V3FlWYro9K+ilHNnt5www32ySef2IcffugWHNNtaQb1o48+cvtq5nmPPfZw2zXj279/fxfUmj31&#10;I08LdMmcOXPsvPPOc9s0qzty5Eh3240aNXLbDj74YBeaOtS5bt26btuVV17pZme///57e+SRR1yk&#10;a6ZZM7ry1VdfrX+DQF+v2XLd/y233OJCW9+Dtmm2/Jtvvll/2PbFF1/sZrYV1TpU+qyzznLbNcuu&#10;c8Q/++wz9znNOuuNBH3Pffr0cfcp3bp1c/srujXrq0PPX3zxRRe3mtF+4IEH3ONWfGtBtn333dc9&#10;Fn3PovOjq1Sp4m7jhBNOsCFDhrjHrfvwv5/mzZu7cNZjaNq0qdumod9//PHH7o2IE0880W2rVKlS&#10;rpl7AAAA4hkAInj55ZfdjKli7o033vC2htOM7lVXXeWCTIdMK/58ikTNiOpz7du3d9u++OILF5YK&#10;w8S41DnDilntq3iVDz74wMWpZnc16+r76aef3AywQlzhrJnqffbZxx0G3bVrVxfIOjxbK1jrsGbd&#10;14ABA9zX+odt636eeOIJt010uPVxxx2Xa3uLFi3cNs0Y+3T+8hlnnOG2X3bZZS5YEyU+BzqcXSGv&#10;NxW0v75O50uLDuHWTLueb53f7NNj9ONZ55yL3ozQGwF6cyNxNlp69erlbvuQQw5xs+bix7PefNCb&#10;ED7NhGu73oxI3A4AACDEMwBE4M88K9peeuklb2s4zaD65/bqkkvJ/MOHNQstOmy6RIkSttNOO7n7&#10;82mxLIWu9tVstOh8ZX18zDHHuMWvUlFkBx2anDh06LZodldhqm2Jl4FS0OocZ21XjIqiWKtsa5tm&#10;df1DvxXP/mHbt99+u9uWSLPWCnfNQOu5STy3WTPW/qJdOsxah2ErnhOf76B41nOir9dzlHh+s2gG&#10;Wrex6667uhlm8eNZ52MnLmL26KOPuu06B1qHnwMAACQingEgAi1U5Z+bq3Nio9DK0DoEWF9z3333&#10;eVs38GelFXHix7MiXdHr08zz4Ycf7vb141kLk+ljBaM/oxpEs7IKTZ0zrFljRbFmznXIs2asNfzg&#10;9MNUt5t4GSjNPGshMm2PEs+nnXaa264FwxJpNW8FtRbn0ud1bWx97B/Crpn4TYln/7koW7asWzU7&#10;kYJZ++rccIW0+PHcrFmzjRZs05sI2k48AwCAIMQzAESg8PNj97DDDls/i+nTIdK67rEOZdahw9pf&#10;galA09foUODESyfp8GrFoz734IMPum06bFvxrEXD3n//fbdNguJZ50n7K3cnnoOtWWhFrc4j1v3p&#10;fGYdiq1DznUucCL/8lb+wmI6pNuPZz9MJVU8+zPnWuHalxjPOkw8kQ7R9s9B7tmz5/rLZfXr189t&#10;S45nPW7Fc+IsuP8YE+NZPwvN1uv58M8J9+lNC932UUcdtf4SXH70X3PNNcQzAACIjHgGgIg0c6nz&#10;cBVYOodWK0U/+eST1rt3b7viiivWz6hqAS1/wanE6xVXq1bN7a8ZYF3OSdt0e1pFWnSectR41rWJ&#10;dT/appWvtTCXbrt27dpum3+usCJej03bNJPrP2Y/IHX/ilrJNJ79xclOPfVU9z1p5jzxsG1dMiuR&#10;Viz3V/32z03WpbLq1avntime/XOef/zxx/WPRTPzesw6D1q3oahWPPsLhum5uPzyy92++pq7777b&#10;7a9Dw/V8aru2iRYMI54BAMCmIJ4BIAOKPs1iKrKChsLLX71aFGdawEszo8n7KiR1WSafVsvW+cla&#10;/CrxnGfNDvvR3rdvX2/ruhlX/1zo5KHZYF0mSxTFQZeW0vnGmvX1r0mtmW//0leJs72asdW51dru&#10;X6ZLX+PP6vpDC4cpnsuXL+8+1kx8Iq2KrUtW6XNaTVzRrGtm+yuM61JY/hsJWlDNf4PBH3pMWkFc&#10;h6Dr48SFxPQGgD/jnTy0yrgfw4p+faztOpIgMZ797+ecc85hwTAAAJAL8QwAGdJMsCJS5zMrAo88&#10;8kgXYjr3VoGYTME2ZswYu/baa92+Wrm6TZs27rJLifTx0Ucf7ULVPz9XNONasWJFd19a9TuRzne+&#10;7bbb3G3qnGzNPA8cOHCjVa3ll19+cedqawZZ+2n1b83cJl7PWOGqANX96PH6dJkpzXJru27bp1ni&#10;du3auYDX7eryUrNnz3aXxtK+zzzzjLfnBjq/unXr1m6GWDPheuy6L32NzlnWJaN8uvzVJZdc4mb5&#10;a9So4WajdTi3Zra1+njiKuOix6mfixYi0+f1NTqM238TQfSz0KW/9Pi0ynnigmGaVdd2nYMd9HME&#10;AABFG/EMAJtIs6+Kr8QAS0f7KuCCJN6ePxssidsTYzeRblOfTydsv1T3L/7XBd2/tid+T2H7+pK/&#10;RnTeuLYnS9wW9hh9/j6p+I8v+f71eIO2AwAACPEMAAAAAEAaxDMAAAAAAGkQzwAAAAAApEE8AwAA&#10;AACQBvEMAAAAAEAaxDMAAAAAAGkQzwAAAAAApEE8AwAAAACQBvEMAAAAAEAaxDMAAAAAAGkQzwAA&#10;AAAApEE8AwAAAACQBvEMAAAAAEAaxDMAAAAAAGkQzwAAAAAApEE8AwAAAACQBvEMAAAAAEAaxDMA&#10;AAAAAGkQzwAAAAAApEE8AwAAAACQBvEMAAAAAEAaxDMAAAAAAGkQzwAAAAAApEE8AwAAAACQBvEM&#10;AAAAAEAaxDMAAAAAAGkQzwAAAAAApEE8AwAAAACQBvEMAAAAAEAaxDMAAAAAAGkQzwAAAAAApEE8&#10;AwAAAAAQyuz/AejLjhUrZi5fAAAAAElFTkSuQmCCUEsDBAoAAAAAAAAAIQA5fzWBSJIAAEiSAAAU&#10;AAAAZHJzL21lZGlhL2ltYWdlNC5wbmeJUE5HDQoaCgAAAA1JSERSAAADzwAAAhEIBgAAAHTIjygA&#10;AAABc1JHQgCuzhzpAAAABGdBTUEAALGPC/xhBQAAAAlwSFlzAAAXEQAAFxEByibzPwAAkd1JREFU&#10;eF7t3Qm8FfP/x/GQv30pVKhIi52s8ZOUKG2KNpWypl1FKLJlS0JZSrJly74ma7aQLUQUqaQFUdpL&#10;2+d/3t9mOsude+bO7S7n3vt69vg8bnfOnDlz53Ru857vMqUMAAAAAACkRXgGAAAAACAE4RkAAAAA&#10;gBCEZwAAAAAAQhCeAQAAAAAIQXgGAAAAACAE4RkAAAAAgBCEZwAAAAAAQhCeAQAAAAAIQXgGAAAA&#10;ACAE4RkAAAAAgBCEZwAAAAAAQhCeAQAAAAAIQXgGAAAAACAE4RkAAAAAgBCEZwAAAAAAQhCeAQAA&#10;AAAIQXgGAAAAACAE4RkAAAAAgBCEZwAAAAAAQhCeAQAAAAAIQXgGAAAAACAE4RkAAAAAgBCEZwAA&#10;AAAAQhCeAQAAAAAIQXgGAAAAACAE4RkAAAAAgBCEZwAAAAAAQhCeAQB5atWqVfbXX3/luP7++29b&#10;smSJ9+xoNmzY4J67cOHCzdvT37VMj+XW2rVr3X4l7ueff/6Z6/2MYv369bZo0SL3eomv/88//2zR&#10;zwQAALYM4RkAkKcmTZpkV111lV1++eV2xRVXhNY111xjgwcPtpdfftlmz57tbSW9devW2dSpU+25&#10;555zz+3fv7/bVr9+/dzfb7vtNnv++eft22+/tdWrV3vPyrnJkye7n+Gyyy7bvJ99+vSxO++80wXb&#10;/DRnzhy78cYbrW/fvptfW/tx/fXX28yZM721AABAQSM8AwDy1GeffeYCn8KfAnROSuGwZ8+eLkhP&#10;nDjR21Iwtcg+8cQT7jm9evVyX4O2p8d69+5tDz30kM2bN897djgF87Fjx7rnJ25T4fnKK6+0r776&#10;ylszf7z33ntuvxNfWz+Pjucbb7zhrQUAAAoa4RkAkKdSW5719dJLL3VhNKgUStVirHUVGtVyrBbj&#10;IEuXLrUHHnjAevTosXn7CpaJ29fftUyPabsK5cOGDXNdn3NiwYIFdvPNN29u+dXr+PunbT/77LP5&#10;1n165cqVdt9997ljkvraOjb33nuvrVixwlsbAAAUJMIzACBPJYZnBT+1Jiv0jRgxIkvdf//9dsst&#10;tyR1UVYA1vLly5d7W9xk48aNrlVWwdIPzvr71VdfbcOHD9+8zXvuuce9ph9AtQ8KvS+88EKOQq9a&#10;vhW+9Ty1NCvM66v/erfeeqv98ccf3tp5a9q0ae7n8X8+vbaOpf6ufdJj6q4OAAAKHuEZAJCnEsOz&#10;QrFafdWimh11qVbXar+1WF8Vfn/++WdvjU2WLVvmxhwntgjffffdNmXKFDfBl08Tbn3//fd21113&#10;bV5Xofemm26y33//3Vsr2Jo1a+zBBx9062s/rr32WnvmmWfcGGptS4Fay9U1PT+89NJL7nX0symw&#10;q3u6Lgz4P4danzU2XBcSAABAwSI8AwDyVGp4VsBVd+t0Zs2aZdddd50LpnqeQuo333zjPbrJ3Llz&#10;7YYbbti8jlphf/rpJ+/RrH788Ue3H35XbtUnn3ziPRpM+6HA7O/7HXfc4cL9448/7p7vB9iHH37Y&#10;Be289O+//9rQoUM3B/eBAwe6Cwjjx493r+lfBNA+aebtqBS4/cqtxG3k1XbSSVwvbN1E/vrqaRDl&#10;eQAApEN4BgDkqaDwHHaLJ81greCokKjnqdVVLcqJNAu1Zpz2w7O6NH/++efeo1mptVstt2px1ozc&#10;Gsf86aefeo8GU1D1t699f/rpp93yDz/80AV6Ldfj2o+wVuyovv76a3fctH29trqf//fff64r94AB&#10;A9xy7YNCdOqFhSAKjTpm+pk0jnrIkCHuONx+++2uN4Ba1NUFPF2vAFFQV1f20aNHu+Cubaj0fj36&#10;6KPu/V68eLG3dvY05lzd7tW1PnVfnnzySbcvqRckNPZd3eS1rrr3jxw5Mm2Xef2b8bet9XWRoyBu&#10;LwYAKBkIzwCAPJWbludffvnFtbT6wVGBVy3NibQNBTY9rgCpdRWIFezSzabtt0L6lR2NsVYXabXu&#10;at/1Ggq0ohA6aNAg99p+1+0JEya4x/KCupo/9dRT7uKBtq99ePPNN91j6q6ugJnY8q3ZwPWc7Ohe&#10;26+99pq7wKB91vb0vMTScv0cCunz58/3nhmnY/XFF1+49yJsGzo22QV6tf7qPVLPgqDt6Hst1zFX&#10;2E28FZguUOh5mvRNPQi0/scff+w9mkyvowsC3bp1c8eqa9eu7lZm6Y4TAABREJ4BAHkqyphnBbRf&#10;f/3VTRCmEKbgqJCkEJQ4jlkUjl599VUXoPwWWD1HQUkhWoHynXfeyVFrahCNk1ZXcG1TpVZRP8ip&#10;BXjUqFEu6Om19XOpNVchNS8ovKqFVdvXa+tCwowZM7xHN42F1mOJFw10y64gOk6vv/66O05aV+9D&#10;UGDVcpVmLtf48L///tvbwibfffedC9/+8dbPnLoNbV+P6T3IbjIz3TNbPQm0fup2/G3o59K+6L3X&#10;RQQdb1Hw1b8Fbd9/nTFjxmT5tyELFy5075m/Te2Puu4DAJBXCM8AgDyVGJ4VeNLNtq3lGseswOMH&#10;Q7WEZndbKQUkBT2FLG1fz1EpkCkEarmCpyYWe+SRR9w9mXMSpBXi1UqpQKd91lfNzp3YUq0ux3pM&#10;r6v91NhotZjnhY8++igpiCqoJ+63gqwf7LWOSsc5iLo1qyXYD6t6ni46aF81pluhfNy4cS4Y+6FU&#10;P9MHH3zgbWHTxQJ10/Yf1zFWq/APP/zgtqFSF3hNpKZWYT1f78Fjjz2WdEFB47jV1du/tZj2X9tR&#10;V3RtQy37eq+0XK+hfU7tdaCu29pXraPX0ONBPQ0U0rUN7a/2WxdkuK0XACAvEZ4BAHkqMTwrzOir&#10;woyCbWppuQKR1lM4UpBKbQFNNXv2bBew/W364c4PTtqOHlNpmca/qvvxunXrvC1kpdfUWFk/PKul&#10;VIE1UeKYa/911DV6S61evdrNNu6/tgKkWtATadyujo0fiHXMdHEg6GdS2PTHSPvrBVH3ZwXZ999/&#10;3wXZxKCpcc5qxdU+aTtqFQ96XzShmbavlm5N3qaxz2r59um90gUSdb3WtvRepG5HgVz764fr1BZs&#10;dVtXd3r/+Gi91NnOdRzUYq3j428n9RgCALClCM8AgDyVGp5V+nt2pUDkB1+FNE1wFRagNf5ZY47V&#10;dVpBSS2bftDTdvxtavtarq/ablB3X1G49oOZ1lfrtlpNE+m5/m2stG2tpy7pYeO5w8ycOTNphu8b&#10;b7zRhdlUL7744uafz18vaNIydT/3w7NK+5hdS3521F3dv5ig/VL4TZ3ALac0CZh+HoV0BeVUCuqa&#10;3Ev7qtfSvx31GEj0xhtvbH5cx18Tlfldu0U/n78NHRv1ZlBwBwAgLxGeAQB5Kig8Z1d+0FXg0VeF&#10;H3UDVmtlTgKfJvlSK6Vmw1agUsuwvx1/m3od/V2tyUGTWikUa1ZuBUWtr6/Z3UtZXZu1bf81FFKD&#10;AmEUmhjM31e9tgJ60G2wElto/QqatExd23URwv95tJ6C8LPPPutamxcsWJDUOhxELbnqgu237Otn&#10;VVjXLbveeustN049Mbzmhlrc1X37+eefdz+Xv6/6t+NP1OZT+NZ7q+OkfVE4TuzarYsfep/1fK2T&#10;Xas8AABbgvAMAMhTieFZQUdjXtW6qjCcWpooS6FQwVfhVgFKpdCm8KaAlVMKnGoxVdBSN2J1O/a3&#10;p2Clbtwax5u6TYUwBUPtqx/o9b32O7U0UZfW8Uvb1GReQUE7JxT+NRu5Ap//2mqF1qziqa+t8cU6&#10;romv/cADDwSO6dZ7oHHCOo76uRSkdVFCz/N/NgVhdfHO7lZOv/322+Yxzdo/lf93tUSrC7ZeX+O1&#10;9V6mm9VaQVbrqEVZE7upNVwtxfp5/PHQ2rfswrMucOi987tl6zj5Y7R1IUC3utJ++dtJ7dYNAEBe&#10;IDwDAPJUYnhWoEk327ZPrZiaVVnrK/wo8Gnsq0J3IgUltaxq0quwewsrmCqoaVsKW/qqyabU8ppI&#10;rdb+Onpt//UVOFPL3z+/FOYURNX1ODfUau63Jvvb1N9z8tr6Pt2kZV9++aVrwdd70b17dxektb8q&#10;f3t6LR0TdakOmjlcx18XNvzbRakSt6Gv/nullu2g46ALJGrZV5jX6yksX3zxxS78K0BrPLOer+Ov&#10;x4PCs+h2V/46el2NE9dFC3XxV8j390Wt7vo3AgBAXiM8AwDyVGp4Vstqdq2biTThlH+vZz8k+ff0&#10;VauyWjjVGq0uyHpMLb5hFP4U/PygqO0njifWdjXrtx9M/ZAdVn7Q9r8Ghb0w/gzf/murtI9Br5dY&#10;ia+tAKux3Nm1fKuVXWOV3377bRc2dSwUWvU8bUuvp9CpZZr8LLuuzrpYoZZeXYxQ4NU+6zn+cdW2&#10;FKx1LBPfa12oUCu6HvP3X4Fek3mpFVq329K47dQxz0HHUyFZrd1aT6+r0K/nazvqtaDl+lkU4rm3&#10;MwAgPxCeAQB5KrfhOfE+y36I9bvmqmVaoatLly4u+KnU2qiuwOkkzjyt/VFLrboj+xQKtUyP+wFW&#10;+6Dba6UrhTV/fQU2dYGOOsbWn5RLz/fDsPY16PUSS8fWD9B6rlr2c3J8FaR1iyfNkK3jqhZzfzt6&#10;nzSOWK3E6ajlX8dcY57Vsq3x2X53e//9/vzzz721N92fWiHbf0zHKXWCNd1aS0HYf4+yC8+6QKBJ&#10;0/Teaz29rkL4008/vXmZnpvbic0AAAhDeAYA5KnU8KxuudnNcu1T+NMkTwqDfhBTOEqcjEtByQ/W&#10;Kv1d42CDAp+ClgKegqUfTvVVt3tK7O6t+x9rH7U9fdX66vKrLt/ZlcLfmDFjNj9P+6Gx0AqBUShk&#10;ar/0s2obujez9jnoNRNLLc3+cfADY+KtnXy69ZRaZvWcILpw4E/Cld121DKvFt/sZj/Xa2jGcwVk&#10;/Sz6qpmxRc/VmGi1Omtfdfw/+eQT91iixK7r/n5k15Kv3gn+utqmWqw1hlvfK0DrQk3qLOkAAOQV&#10;wjMAIE8lhmeVAo7G1Gp5UOkx/5ZTCkR+0FUXXbXO+hQEFVL9MOyvp9CpEKxJorQ9fX3hhRdci7KC&#10;odbTdhXsNFO038VZIUthS6HLD3d+8Auj4Ktw7/+Mer7GTueULiaoFVavrf3TV3VJz0l3Y3VF90Ov&#10;fww0Y7VPFxxeeeUVGzlypOumrmOb2NouakHW/vpBVMdex8u/vZO6UmsWcI131vFVTZ48Ocv+aby1&#10;xhhrH3QM9HOoe71oDLW6cWustb+faqlOvHihn0UXLPyfRfuifzt6rSC65/P999+/+bj5x94/huPG&#10;jfPWBAAg7xGeAQB5SgHWD89+wNEkUZq0Kqj0mIKV1lUpyClM6TZMqWN51XKpsOSHLX99BbTEber7&#10;xNfX9+r2nRjcFNC0n3q+1lHQVMtvTqglVqExMcCqFTyshd2ncKoWUz1fP49Kxy0n1KI7atSozQFS&#10;+6+Zxf0WV41v1jFV6THtm7pFa9IuTcqm0r6qe7p+br22jo/CvLYtuoWUjk3Xrl03vx9aX+Om/W1o&#10;e9qufwy0DXWl91vgFbQ1plvL/YCrbemChf98HQM9ruX+e6WviV2/U6kHgn/ctK5K3+uCglrTAQDI&#10;L4RnAECeSg3POSkFIQUoBSmFQoWuoPsIq8X0vffec0HXX9cPgOm2p8A2Z84cbyubtqPX8Lsba53s&#10;bvsURKFet0fyW1wV3jRmOHEysnTU6usHQG0jMXTmhAKyfm6/1AquibNEAV4tz/q51GVar6Ofzw/U&#10;uriQuFzHSBcWUl9fY5oVSP1jqPX1PH87Ku27Ssv182uMeSJdJNDPpnX1fujn1ba0Dwrm3bp1cwFc&#10;rc/+2Gk9nq4FWe+jWsL1uv77refogoIf/gEAyA+EZwBAntIM2QpTmtwrsTU4u1KwUvhR4NaYZIXj&#10;sBZctRCr5VLBTOFJAU/bUhjTV21P3ZAVytQVO3WSKgUwtaR27tzZPeeSSy5xgTSKL774wu27QqBK&#10;23r55ZeztJanUtdjTdal2zXptfVVY6ijTDimkK6wqf32t6Hw7x83XRxQ+NUyv4Vb++ofH/1dx01d&#10;4zUJV3a3/dJxVou0jrOCrd5XbcPfjrar8Kvu3dm1+k6fPt1139b76++DtqPJz9SNW6+hdbR9/Tz6&#10;WbRf2Y2z1nHSPum19TPoefoapds8AAC5QXgGAOSpuXPnugCs7rXvvvtuaKl7tgL3d99954JlFJrc&#10;S5NLKThpW3pNvba2p67HmmE6iGaM9tdXaNY+RL03sAK5XlfP17Y0Rlg/g4JrOprAS+OC9TyV9sEf&#10;a5xTapVXC7/GcPuvrbHeqS2vCvIK2npMP6P/nujvOm45vT+1jpdatjU+Xdvwj7O2q9blMNovHRs9&#10;Rz+ztqPJv/xjpRZ/dcnXz+NvO7vwLNp/hWa1uvsBPmymcAAAthThGQAAFBm6IPDUU0+50KwAre7b&#10;OZ1sDQCALUF4BgAARYbGVWvMuz+GWuWP9wYAID8RngEAQMZS13KNL9cM3OrynTjDt8a2azK41DHt&#10;AADkB8IzAADIWBq7rrHNmoBOE435Lc7qrq2v6W5rBQBAXiI8AwCAjKUJ6HQbLM1orvCsmdXV8qzZ&#10;1DX5WZRZygEA2BKEZwAAkLGWLFlir776qruPs25t9fDDD7v7QDO7NgCgoBGeAQAAAAAIQXgGAAAA&#10;ACAE4RkAAAAAgBCEZwAAAAAAQhCeAQAAAAAIQXgGAAAAACAE4RkAAAAAgBCEZwAAAAAAQhCeAQAA&#10;AAAIQXgGAAAAACAE4RkAAAAAgBCEZwAAAAAAQhCeAQAAAAAIQXgGAAAAACAE4RkAAAAAgBCEZwAA&#10;AAAAQhCeAQAAAAAIQXgGAAAAACAE4RkAAAAAgBCEZwAAAAAAQhCeAQAAAAAIQXgGAAAAACAE4RkA&#10;AAAAgBCEZwAAAAAAQhCeAQAAAAAIQXgGAAAAACAE4bkAvPTSS3bLLbfYihUrvCXJJk2aZJdccomd&#10;csopdtFFF9nHH3/sPZLsr7/+ssGDB1vDhg2tSZMmNmrUqGy3CQAAAADIO4TnfPb+++9blSpV7NRT&#10;T7Xly5d7S+NeffVV93jNmjWtefPmdtRRR1mlSpXsmWee8dbYZN68eda0aVPbd999XXA+7bTTrHz5&#10;8nbxxRfb0qVLvbUAAAAAAPmB8JxPlixZYvfdd5+VK1fOSpUqZS1atMjSSjx79mw7+uijrVWrVvbv&#10;v/+6ZXpep06d7IgjjrAZM2a4ZRs2bLD+/fvb/vvvbxMnTnTL5Nlnn7WKFSvaAw884C0BAAAAAOQH&#10;wnM++Pvvv10A3mWXXVx37GOOOca1FqeG5wcffNCF388++8xbssmUKVNs7733thEjRrjv58yZ40K2&#10;AnSqc88917VYB7VqAwAAAADyBuE5H8ycOdNuuOEGN3b5v//+szZt2liDBg2yhOeePXva4Ycf7sYy&#10;J1q0aJHVq1fPunXr5r5X1+999tknS1duGTp0qB1wwAE2depUbwkAAAAAIK8RnvOBuln79He1DKeG&#10;Z4Xq9u3bu8m/Uscsr1mzxj121lln2fr1611oVkv0W2+95a0RN2bMGPeYAjYAAAAAIH8QnvOZQnJQ&#10;eF69erW1bt3a2rZta6tWrfKWbqLw3K5dOxeeFb4VkNW9O3G8s0+PaRKxnIRnbffWW2+1gQMHbnGN&#10;HTvW2yoAAAAAFH+E53yWLjyrO7dq5cqV3tJN/FZpPzw//vjj2YZnPabwPGHCBG9J9jQZ2Xbbbecm&#10;MNvS2nbbbV1wBwAAAICSgPCcz7ILz+vWrXP3dG7UqJEtW7bMW7qJgvU555zjWqUVnl9++WUXkN9+&#10;+21vjbhHH33UddvO7t7QibSt+fPn2++//75FNXnyZBege/Xq5W0ZAAAAAIo3wnM+yy48y+WXX24H&#10;H3ywC7SJ/vjjDzvhhBOsT58+7vtPPvnE3ftZrcypbrrpJrcN/7ZWBUG31VJ4vuKKK7wlAAAAAFC8&#10;EZ7zWbrwrInA1KI8fvx4b8kmH3zwge211172xBNPuO81G3ft2rXdba8SaQyzboGlLt76e0FRuCc8&#10;AwAAAChJCM/5LF14XrhwodWvX99q1arl7u2sezX/8MMPVrduXatTp44tWLDAW9PsrrvusnLlytkj&#10;jzzixi4vXrzYbr75ZqtQoYI9//zz3loFg/AMAAAAoKQhPOczhWeFYQVkheNUn332mZ144olWvnx5&#10;q1atmgvIxx13XJbJwRSYe/To4VqkdV/nypUru3s/a/ZsvUZBIjwDAAAAKGkIz/lM92nWWOWHH344&#10;25A7b948GzlypF122WV233332Zw5c7xHkq1du9bGjRtnAwYMsOuuuy5Hk4TlB8IzAAAAgJKG8IzI&#10;CM8AAAAAShrCMyIjPAMAAAAoaQjPiIzwDAAAAKCkITwjMsIzAAAAgJKG8IzICM8AAAAAShrCMyIj&#10;PAMAAAAoaQjPiIzwDAAAAKCkITwjMsIzAAAAgJKG8IzICM8AAAAAShrCMyIjPAMAAAAoaQjPiIzw&#10;DAAAAKCkITwjMsIzAAAAgJKG8IzICM8AAAAAShrCMyIjPAMAAAAoaQjPiIzwDAAAAKCkITwjMsIz&#10;AAAAgJKG8IzICM8AAAAAShrCMyIjPAMAAAAoaQjPiIzwDAAAAKCkITwjMsIzAAAAgJKG8IzICM8A&#10;AAAAShrCMyIjPAMAAAAoaQjPiIzwDAAAAKCkITwjMsIzAAAAgJKG8IzICM8AAAAAShrCMyIjPAMA&#10;AAAoaQjPiIzwDAAAAKCkITwjMsIzAAAAgJKG8IzICM8AAAAAShrCMyIjPAMAAN9fs3+1edN/tPk/&#10;TwusBb9Msz9m/Oy+Bj2umjd9qv09Z7a3RQDITIRnREZ4BgAAsnHDBht9aWe77awGNrRtsyx15zln&#10;2p3tmtvd55696e+xClrv1uan2RMD+npbBYDMRHhGZIRnAAAgGzdutB8+eNe+fO1F+/qNV7PU5PGv&#10;2fj777KbGp1i7z48wn0ftN4Xr75gP33yobdVAMhMhGdERngGAAA5Nevbr+26+ifYn7NmeEsAoGgi&#10;PCMywjMAAMipnyd9YtefdqL9/uP33hIAKJoIz4iM8AwAAHKK8AyguCA8IzLCMwAAyCnCM4DigvCM&#10;yAjPAAAgpwjPAIoLwjMiIzwDAICcIjwDKC4Iz4iM8AwAAHKK8AyguCA8IzLCMwAAheeHGd/axMkT&#10;7LPvPgysSVM+si9/+CT29ePAx1WffPu+ff3jJNu4cYO31fxDeAZQXBCeERnhGQCAwjPqhWF2+dBL&#10;7Jp7e2epgff1sQH39HKP9x/W030ftN6Vd3e32x+93tatX+ttNf8QngEUF4RnREZ4BgCg8Myc+4t9&#10;+/PX9v2Mb7PUjzO/t3e/GG8XXd/KXnzvaftp1g+B6035ebJNmz3VNm7c6G01/xCeARQXhGdERngG&#10;ACBzzf1zjp1/3Vn2zbQvvSWF69evPrfr659g83+Z5i0BgKKJ8IzICM8AAGSu2fN/tQuuO9u+mvqZ&#10;tyTvrF6xzFb8uzhSfT/hbbuhwUn2yxefBT6ertasXOG9MgAUPsIzIiM8AwCQufIjPK9ZudLGDRts&#10;Vxx/iHWuXNa67Ber/cPr4n3L2uVH17BhHVtZnyP2t4srBq+XWpfEtq/XGVC7pr0z+j5b998ab08A&#10;oPAQnhEZ4RkAgMyVH+F5/P13Wev/K+Wq7Q45r1bblLKuVfey4ee3jQXnXa3VtsHrZVdav91Opezj&#10;Jx/19gQACg/hGZERngEAyFx5HZ7Xr19v19Q5ygXnDrtFq3N2LGU9DtzHhp/XxrpU2cPOiQXhoPWy&#10;rV1jAbp0Kbv1zFO9vQGAwkN4RmSEZwAAMldeh+d1//1nPQ/et3DCc6xablPKrjrxMG9vAKDwEJ4R&#10;GeEZAIDMlR/h+dJDKxdqeB5w0pHe3gBA4SE8IzLCMwAgP6xevsw+eeYJ+/jpMTZx7OOB9cmzT9pn&#10;zz9tE2PrBT2u+mDMaDezc0lFeAaA/EF4RmSEZwBAfvj3jwV2R+umNvjshjakVeMsdUfrJnZbiwZ2&#10;S9NT7faWjWxI7Pug9W5sWNveGjHM22rJQ3gGgPxBeEZkhGcAQH7YsH69Lfnrz2xr5ZJ/7Z1R99ng&#10;sxraH7/+YssW/RO43uJYCF+1bKm31ZKH8AwA+YPwjMgIzwCAwjLx6TGx8NzA1qxc4S1Bqr///cvO&#10;u7aF/fjrFG/JliE8A8AmhGdERngGABSWj5581IVntUIXdzPmTLdhT9xiV9zZ1a64q6tdeXe30Lr8&#10;zi7WL7Z+n9svjH3tYpcP7Ry4XmpdcXdXt/5tDw+076Z/5e3BJoRnANiE8IzICM8AgMJSUsLzDzO+&#10;tQZdjrNKDba3cnW3clW+XniVPbmUHXJWebt6eC874dzqVqZ2qcD1Uqucqm4pq3jadu55H371jrcn&#10;4eG53S6x2jm42mxXyrpXr+DC8yX7lbE22wevp2of207Q9gnPADIF4RmREZ4BAIWlpITngff2sX1P&#10;+z+r1nQ3O/DMPXJcVZvsZrU6VLf+w3rYqRfXtAMa7xK4XnZVvWkZ2+e0be3C61rauvXr3L6Ehefz&#10;y29vF1TYMVY7ZKlOe2xvvQ/f34Z3am09D9rHOu2ZdZ1NtaOdX277wO0TngFkCsIzIiM8AwAKS0kJ&#10;z236NXDhOSjgpqstDc+q/c/Y2U467xBbtWal25fswnP7XUvZubtvZdfXP8FuPfM0u7lJvSx1U5NT&#10;bHCLBnZ3h7Pttuanx5bVzbKO6tbmp9nAU47d1Poc227i6xCeAWQKwjMiIzwDAApLSQnPrS8/vXDD&#10;c6eDQ8OzH3KvrHVoLPgeY1effFRw1a5p/f93hPsa+HisBtY91vode6AL5EmvESvCM4BMQXhGZIRn&#10;AEBhoeU5feVVeK6dg5Znv9T6nBfVQRWwfcIzgExBeEZkhGcAQGEhPKevwgjPai3OqwraPuEZQKYg&#10;PCMywjMAoLAQntNXYYTn/C7CM4BMQXhGZIRnAEBh+ez5sTa4xelmGzd6S4onwnO8CM8AMgXhGZER&#10;ngEAW2rZPwvtp4kf2JR337LvJ+Ssvout+8Kt19uQlo3sq3Ev25T3gtdLLX+936d+57165iM8x4vw&#10;DCBTEJ4RGeEZALAlfv36c7uxYV07Z+dSdlbs/5Ozt85ZnRlb97Ka1eyu9mdZ2x2jPVfV5YAK9vxN&#10;19ja1au8Pclc6cJzjWZlrXqzMoFVJRaWj29fzYXnehcdafs32ilwPVWNWAVtn/AMAMEIz4XogQce&#10;sLp162ap008/3Zo0aWLdu3e3JUuWuHVXrlxpN954o5122mlZ1r/nnntsYwF2XyM8AwBya9WypXb7&#10;2Q2tWez/kXax8KzbHQVNHBVUbbYvZVcef0gsPLewTnv9n3t+0Hqp5b+GQpjuI/z5S896e5O50oXn&#10;w1vuY0e2rhSrilnq0LMr2MkXHObCc8Oux9shZ5UPXE91RKt9A7dPeAaAYITnQnTLLbdYxYoVk2q/&#10;/fazPffc04VTheilS5e6dWfNmmWHHnqo7bTTTlmec91119mGDRvcegWB8AwAxYMuvP69+E/7858F&#10;9teiP3Jdf/wz3/5dtsjbanp/zpxh55Xbzs7ZKTgopau2O8TDs7ahIBy0XrYVC9AtYv9/je51sbc3&#10;mSu78Fyt6e527tVnWp8hF1uv287LUj1jdentF1i/O7ta79svdN8HrafHOt/Y1g5usZdryU58DcIz&#10;AAQjPGeY9evXW79+/ezwww+3b7/91ltqNmHCBLfsnXfe8ZYUHsIzABQPq9essquG9bAuN7W3Hrd2&#10;CqiOsZB2UWyd7tZr8Pnu+6D1Lry+ld07doi31fQW/DzNhV7X6hwQlNLVFofnWDWP/f81onMHb28y&#10;V3bhWV2tG3arZa0uP93O6ntqNlXPmvc+xVr0qRfw2KZqeVl9a9brZDuo+Z6EZwDIIcJzhnnmmWds&#10;7733tjFjxnhLNhkxYoQddNBBNnv2bG9J4SE8A0DxsG7dOvvwq3ft7c9et3cnjctSH339ro1+8R7r&#10;MqidvfjuU/b+l28Hrjd+4is2+acvvK2mt+CX6S4QFWZ4Htmlo7c3mStdt21NCqaJwA5ovOsW1C5W&#10;NfY1aPuEZwAIRnjOIHPnzrVjjjnGOnToYGvXrvWWbnLZZZfZ//73P3v11VftvPPOs5o1a1qvXr1s&#10;+vTp3hoFh/AMoChZt/Y/W7t6ta1ds4X13xpviyXLFz98Yhde19L+/vcvb8mWITznTLrwnN9FeAaA&#10;YITnDHLTTTdZuXLlbNKkSd6STVatWmXt2rWz8uXLW+PGje3888933++///6uNfqjjz7y1iwYCvaE&#10;ZwBFxbuj77eH+lxij/fvnbWu6m1PDOhrzw66xp4a2M/GxL4PWu+xfj3sOTdL82pvqyXHJ99+YBdd&#10;38oWLJzrLdkyhOecITzHi/AMIFMQnjPEjBkzXBDu0qWLG/ecaN68eVa7dm2rU6eOzZw501tqNm3a&#10;NNcCreULFy70lmZvzZo1NnToUBs0aNAW1ZVXXunCc//+/b0tA0Dmmjj2cXvmhgH24m03ZqmXh9xs&#10;Y6+90m5pdqo9ell3e2XorYHrPX/ztTZu+BBbF/s9WtL44Xn+wt+9JVuG8JwzhOd4EZ4BZArCc4YY&#10;Pny47bHHHvbhhx96S+J0m6qvvvrK5syZ4y2Je/DBB61MmTL2+uuve0uyp9telS5d2gXfvKhrrrnG&#10;2zIAZK7169a5k/+g2rB+vf0x4xe7sWFt++atcbZxw4bA9VTrU4bTlBSE58JBeI4X4RlApiA8Z4Bl&#10;y5ZZ06ZN7Ywzzth8a6qc0izcmmDs8ccf95ZkT7ezUgDXba+2pL744gsXntUCDQBF3T9z57jwPGXC&#10;294SJCrQ8LxrKXcLq+yq1bal7IpjD3LhueMe27gwHbSeql02wZrwHF6EZwAIRnjOALolle7XfNtt&#10;t3lLkqmr9tNPP22//571xGXcuHFuLPTzzz/vLcl/asFWeGbMM4DiYOFvs1x4/u7dN70lSFRg4TkW&#10;nDuW2cYu2b9MrMraJfvFvqbURfvubtfUOdqF527Vy1vnylnXUXWpsodduPdO1j62zaTXiBXhObwI&#10;zwAQjPCcAZ588kk3+dd7773nLUmmgLz11lvb4MGDvSVxCrBVq1a1H374wVuS/5htG0BxQnhOr6DC&#10;s75X4B3SspENad3EhrSKfU2p21ueYUPbNnPheUirxlke9+vO9s2t/4mHu5bpxNdQEZ7Di/AMAMEI&#10;zxng2muvteOOOy7bezirpbd58+ZWqVIlGz9+vK1YscJ19R41apQb76yxx7pXZ0EhPAMoTgjP6RVU&#10;eFYrcac9t7XLalaNVbVsq++RVa3vEQfE/p79ev2OOdC6VS0X2DWc8BxehGcACEZ4LmQKvfXr13f3&#10;d0433nnq1KnWqFEj23PPPa1GjRp2wAEH2D777GO9e/d24bogEZ4BFCeE5/QKesIwhWhNBLbFFdBl&#10;W0V4Di/CMwAEIzwXMt0+auTIkfbII4+Eth6rtVljn3v16uVuE6XJwgoD4RlAcUJ4Tm/yT5/bhded&#10;bUtX/Ost2TJh4Vljn/OkgrYdK8JzeBGeASAY4RmREZ4BFCclJTxPmvKxXT/icus1+HzrffuFOaoe&#10;t3ayPkMuctV7yIXW67bzAtfLWhfYpbEaOmaQzZgzzduDTULDcz4X4Tm8CM8AEIzwjMgIzwCKk5IQ&#10;nsd//LId1aay7Xv6/1n5elvFauscVZnapVyI6j+8lx3YfE/bo06pwPWyq0oNtrcGXY+3aTPjk1oS&#10;nnOG8BwvwjOATEF4RmSEZwDFycol/9oNp//Ppk/6xFtSvKxes8raXdXIBbEazcoGhqXsqkqjXez0&#10;LsfaVcN62LHtDrCqTXYLXC+7qhZbX4H9plFXeXtDeM4pwnO8CM8AMgXhGZERngFkosUL5tnbo+61&#10;pwZe4erpa8PrqWuusDFX9nK3Rxrd62J7ckDwellKrxF77qt33mK/T53i7UFmWrJ8sR3X/gAXhIOC&#10;Urra0vCs2qd+aet0TXNvbwjPOUV4jhfhGUCmIDwjMsIzgHQ++OptG/bkLfbAc3dlqZH6+vzd9ugr&#10;I2z0i/fEvr8zcL0Rzw61Uc8Ps6UrcnY3gT9+/cWur3+Ctd6ulDWL/X7KaTWJlULcPee3sS77l7VG&#10;KY+HlU7qLz1kP/t+wtvenmQehedj21UpxPC8rXW8+kxvbwjPOUV4jhfhGUCmIDwjMsIzgHRe/+gF&#10;u+be3nbz6AFZ6taHrrFBo66ybjd3sCvv7m6DH7k2cL2bRvV36/67dJG31fTUGnz21qWs7Y7BJ9/Z&#10;lQLcxRV3teGdWlnvw/aztjsEr5dd6ZZILWK/Dwe3ON3Wrlnj7U1mKfyW521pec4FwnO8CM8AMgXh&#10;GZERngGks379Ovtv7X+2dl3WWr9hvf2z5G/rfsu59vL7z7j1g9Zbu26t+7px40a3Tpibm9azs7YK&#10;PvFOV1sanlV6TpcqZW3Fkry5lVNeIzwnF+E5vAjPABCM8IzICM8AtsTyVcti4bmja6HOKzc1PqVQ&#10;w/Ml+5WxFf8u9vYmsxCek4vwHF6EZwAIRnhGZIRnAFtC45gVnl/78HlvyZa7uUndwm153r8s4Tmb&#10;IjznDuE5XoRnAJmC8IzICM8AtgThuWCFhWcF4qqNd419zVoVT9/e6nc+Khaee7r7RFduuGPgegfE&#10;nl+tye6B2yc85w7hOV6EZwCZgvCMyAjPALYE4blgZRuem+1hBzffy0658HCrd3FNq3fRkVnq5PMP&#10;tVb9Trcr7+5mjbqfaHUuOCxwvVM717T/dTrQqjcrk/wasSI85w7hOV6EZwCZgvCMyAjPALYE4blg&#10;ZReeFXQPPau8dbmpvfW+/ULrddt5gXXp4As2PT74/MDHVZfdcbG179/Ygrp1E55zh/AcL8IzgExB&#10;eEZkhGcAW6Kgw/M5O8UC7o6xrwGl+0JfUGFHF557HVzRWpYOXs+voO0X1fBc48yydlDzPe3k8w+z&#10;uhcdaadceES2VeeCwwOX+1Xvopp2YscDrUazskmvoSI85w7hOV6EZwCZgvCMyAjPALZEQYbn9ruW&#10;sq5V9rRLD6loPQ/aN0v1OHBfu+yoajbs3LNtQO0jrXu1fQLXU7DuUWNvO7fM1lleo8h22/aqetMy&#10;eVMBXbZVhOfcITzHi/AMIFMQnhEZ4RnAlljz32oXnt+Y+LK3ZMtlF57b7VTKbmxwkg3v1Nruat8i&#10;27rznDPtznbNY39XZX387li4HtKqsXXao7S13yX5NYp6eM7vIjznDuE5XoRnAJmC8IzICM8AfMtW&#10;LLU//1kQqX6d+7P1uLWTjX3zUfvjn/mB6wSV1v37379sw4YN3qvHZdtte9dS1rny7tategXrVrVc&#10;ttX1gL0Cl2+uarF1quxp5+6+VZbXIDynL8Jz7hCe40V4BpApCM+IjPAMQAH25Qlj7ew+9eyIVvva&#10;ES332fQ1pA47u4K7X/DlQy+xs/qe6sbcBq0XVIe13NuNqx14b2+b/9fv3p5skm7Ms1qKFdTyooK2&#10;T3hOX4Tn3CE8x4vwDCBTEJ4RGeEZwGfffWhHtqroTu433et3t833/E1XVRrtZIecVd6F56Y9a1ul&#10;BtsFrhdcu9kBjXexcnVL2VXDurvu37504Tm/i/CcvgjPuUN4jhfhGUCmIDwjMsIzgBsfuCJ2Yr+t&#10;1chmkqjsqnrT3V0rssLzmZfWiQW6nQPXS1dVG+9qx7arYvP+nOPtDeE5HcJzchGew4vwDADBCM+I&#10;jPAM4LI7OrsW4KAT73SVF+G5Wmwbmt155txfvL0hPKdDeE4uwnN4EZ4BIBjhGZERngH0u7OLla+3&#10;VeCJd7rKq/Csr7PmzfD2hvCcDuE5uQjP4UV4BoBghGdERngGQHiOF+E5fRGec4fwHC/CM4BMQXhG&#10;ZIRnAITneBGe0xfhOXcIz/EiPAPIFIRnREZ4BkB4jhfhOX0RnnOH8BwvwjOATEF4RmSEZwDpwrMm&#10;89JtpaoF1AGxsHzo2RVceG7aS7eq2j5wPb+Ctk94jobwnFyE5/AiPANAMMIzIiM8A8guPCvYnnz+&#10;oXbmpSdbkx7/y1KNu58Qe+wU9/zzB55lZ3StFbhe054nWeMeJ9phsaBdo1nZLK+hr4TnnCE8Jxfh&#10;ObwIzwAQjPCMyAjPALILzwpoLfrUsz5DLrTut5ybg+oYsOxc63FrR+sW+1qzdaXNYdkvwnM0hOfk&#10;IjyHF+EZAIIRnhEZ4RlAduFZrcRHta1sJ3asYSecWz3bqtWhmtUKWJ5aB7coR8vzFiI8JxfhObwI&#10;zwAQjPCMyAjPANKNea7RrIwLuJocbEsraPuE52gIz8lFeA4vwjMABCv08DxhwgRr27at1apVK7Aa&#10;Nmxon3/+ubc2MgHhGUC68JzfRXiOhvCcXITn8CI8A0CwQg3PH374oe27774uiKWrV155xXsGMgHh&#10;GSXVhg0bbMp7b9uXr71kX497JbAmj3/NvnnrDfv6jVcDH1d9/srzNv2zid5WiybCc7wIz+mL8Jw7&#10;hOd4EZ4BZIpCC88bN260q666yoWw0qVL2ymnnGJdunSxnj17Wo8ePTaXAtqPP/7oPQuZgPCMkkon&#10;kKN7XWx3tGlqd3c4O0sN69jShrZtZre1ON3uatfchp3bMnC9wWefYc8OutrbatFEeI4X4Tl9EZ5z&#10;h/AcL8IzgExRaOF53bp11rFjRxfCLr74Ylu4cKH3CDId4RkllS76/fnrDJs37Ueb//NPWUqhYOIz&#10;T9igRnXs+wlv24KfpwWuN/enqfb37795Wy2aCM/xIjynL8Jz7hCe40V4BpApMqLlecSIEd5SFAWE&#10;ZyB70ydNtOtPO7HIh+MwhOd4EZ7TF+E5dwjP8SI8A8gUhTrm+euvv7b999/fzjjjDPvnn3+8pch0&#10;hGcge1M/mmA3nP4/WzDjZ29J8UR4jhfhOX0RnnOH8ByvTA7Pq9essjkLZrv6/Y9o9duCWfbH3/O8&#10;LQEoCgotPGvinbffftuNdVYQq1+/vvXp08f69u2bVAMHDrTp06d7z0ImIDwD2SM8538RnqMhPCcX&#10;4Tm8CM85M+ePWXbZ0M7WqPuJ1qzXyXbmpdGqac/asefVtkdfud/+W7vG2yqATFaoY57bt2/vQlhY&#10;vfrqq96zkAkIz0D2CM/5X4TnaAjPyUV4Di/Cc87cM3awlT25lFU6fXur3HDHWO0QqfaLPafCqdvY&#10;Ea32tV9++8nbas6sX7/elixZYqtXr/aWZG/lypW2dOlS93c1Xi1btsxWrVrlvtf5uB7TttKV1tG6&#10;2VmzZo0tX77cbT87ixYtctvS0M1E2hf1QPX3EchkhRqer7zySqtWrZrVqFEj2zr++OPt448/9p6F&#10;TEB4BrJHeM7/IjxHQ3hOLsJzeBGec+bWh662PeuUCjyGOS39PqvRtIxN+WWyt9Wc0US7rVu3tm7d&#10;um0OwkEWL15sHTp0cL05FWznzp1rDRs2tFtuucU9/sEHH9hBBx1kZcuWtfLly9vee+/tzr+rV69u&#10;FSpUcMt23313O+SQQ+yTTz5xzwnyyCOP2FlnnWW//vqrtyTuv9i/H71ezZo1bdSoUe57UZDWvEen&#10;n3662/4xxxxjl19+uc2YEf/dDmSaQp0w7M8//7Q5c+bY77//bvPmzbP58+e70t/14dZjqhUrVnjP&#10;QiYgPAPZIzznfxGeoyE8JxfhObwIzzlz+6PXWbm6W/Z7UL/PDm6+l/0w41tvqzmj8+hbb73VDjvs&#10;MDeHUHbeffddO+KII2zs2LHu+5kzZ9qxxx5r/fv3d9//8ssvduONN1q/fv3cRL4K2QrTCroKslqm&#10;r4MGDXLPzc59993nhmKmDrVUsL/uuuusSpUqdvvtt28+p9dXveahhx5qAwYMsIcfftjuvPNOq1Wr&#10;ltvO1KlT3XpApinUCcNQNBGegezFZ9ue4y0pngjP8SI8py/Cc+4QnuNFeA6m0KzwfNddd3lLkvl3&#10;tqldu7ZrlBK1DJ944ol2zTXXuO+DNG3a1M477zzvu5wZOXKknXbaafbzz/ELxwrOep0DDjjAtTAn&#10;dul+88037cADD7THHnvMW7LJlClTXLi/9tprXdd0INNkRHiePHmyXXrppe4ql652afbtRx991I2d&#10;QOYhPKNEiJ10LJo/1/6aNdP+mp2z+jO27mcvjrVBZ9SxHz9+P9Jzte6/fy7wXjzzEZ7jRXhOX4Tn&#10;3CE8x4vwHEzh9OKLL7azzz7bjSdONXv2bBdo1ULtCwvPGnes83DNS5SuO3iq1PCscdYanqku4GpV&#10;TvXcc8+5fVeP00QK2OqKfv7550d6faCgFHp4fuWVV6xy5coujKVWp06d3JgOZBbCM4q75Yv+tif6&#10;97Hu1SvYubtvYx3LxKpseLXbZRu79LD9bPh5ra1rlT2t/a7B66XWubHtq/ocUdVeHXqL/Rc76ch0&#10;hOd4EZ7TF+E5dwjP8SI8Z++ZZ56xww8/3I1dTvXUU0+5Vtwvv/zSW5L/4VnDLf3grDHMTz/9tLdG&#10;MoXk1InDRK/fqlUrF6D9sdFAJinU8KzxDOqyoSCmicN69+5t119/vZtwYNttt3XL1d2ED09mITyj&#10;ONN/5s8NutpaxP6Nt91+0wl+u51yVq1iJ5Y9DtrXheeLK+5qrbcLXi+7ar3tptf84LHR3t5kLsJz&#10;vAjP6YvwnDuE53gRnrP322+/2amnnuq6OSeGUZ07X3LJJa4hSmHWl5/huXHjxvbVV1+5Mcw77rij&#10;a1lON/t2kCeeeMJNHvbCCy94S4DMUqjh+Y477nAhTFfFvvnmG2/ppkkEhg4d6h5TuE4cP4HCR3hG&#10;Qfrx1+/s8ykf25dTPw2sr6Z+Zt9M+8K++vGzwMdVn38/0b7/ZbJtjP0J81/sZOHyY2q44Bt0Epeu&#10;2u5YynodUsmF50v2K2PnxAJx0HrpSieJg1uc7u1N5iI8x4vwnL4Iz7lDeI4X4Tm9G264wbX66vzM&#10;991337nJtxRGE+VXeB49erSbmEzjq/W6ev5RRx1lzz//vLdGuLffftuOPPJIN0FZTm7BBRSGQgvP&#10;mgTgggsucCFsyJAh3tI4zcStMdC77LKLmykQmYPwjIJ039ghdvnQS+zqe3plqWvu7W39h/V0j/cf&#10;1sN9H7Revzu72tAxgwK7iKVavWK5da26l7XZPvgkLl3lRXg+e+tSNrDesd7eZC7Cc7wIz+mL8Jw7&#10;hOd4EZ7T0y2k/ve//7mhkL67777bGjVq5O5okyi/wrPGNZcrV86OPvpo14VcY7DbtGnjAvQPP/zg&#10;rZU9dT/X5Gfdu3d393wGMlWhhWd147joootcCNPU9akU0HQFa7fddiM8ZxjCMwrS9NlT7esfJ9m3&#10;077MUlN+/trGT3zZLrqhtb08YWzs+8mB602OPf/HX6fkODx3r16+UMPzdfVreXuTuQjP8SI8py/C&#10;c+4QnuNFeE5PPTbbtWtnPXv2dN8rAGvGbHWfTv1/L7/Cs+7frFZjzaLt++KLL9ytqLQtbTeIWph1&#10;iyoN39Q46X///dd7BMhMGdFtW1elEu/npmCtbtvbbLMN3bYzEOEZmeS3BbPsvIFn2U8zp3hLtgzh&#10;OWcIz/EiPKcvwnPuEJ7jRXgOp7vUNGjQwE3YpZbfunXr2sSJE71H4/JzzHPDhg3dDN+JdCuqSpUq&#10;2c0335zl1lN6Lc1tpBm577nnHuY4QpFQqOFZ93KrWrWqC2L777+/m11P95WrV6+ebb/99m65xj1w&#10;n7fMQnhGJpnx+3Q7/9qzXSt0XggLz+13zb7axEJUr4MruvDcufLuLkwHredX0PYJz+FFeI6G8Jxc&#10;hOfwIjznTCaF55kzZ1r9+vVd92kF43PPPTcw/OZneE69z7OsWbPGevTo4c7zx40b5y3d1OJ89dVX&#10;u/HRGusMFBWFGp5l7Nixts8++7gwllrNmjVzV9CQWQjPyCQFHZ7TFS3PBVOE52gIz8lFeA4vwnPO&#10;ZFJ4Vq/NQYMGuQCrEP344497jyRTeD7hhBPShme1IKsbeNTwrNcN6i2qYH/yySe7oDxt2jS3TOOz&#10;1VW7a9eu9v7779t7771n77zzjqu33nrLvv/++8gzdQMFodDDs3z++efWt29f191EH662bdvaXXfd&#10;ZQsWLPDWQCYhPCOTFFR4VkvxuWW2tv4nHm7X1j3OrjnlmCx19ck1bdAZJ9vd555t1592ol1z8lGB&#10;611X73i7/JgDrf0uya+hIjyHF+E5GsJzchGew4vwnDOZFJ7l448/tjJlyrj7K2fX+PTLL7+4OYX6&#10;9evnLUm2ZMkSq1OnjrttbJTwPHz4cDdpmR+OU6nVuWLFim4SMXXt1m2sdFva7bbbzrbaaqukxjOV&#10;wjszbiMTZUR49qlrx7Jly7zvkKkIz8gkMwo4PN/Y8GS7rUUDu/XM+gF1mt3S9FQb1KiO3dLsVPd9&#10;0HqDz2poA085lvCcyyI8R0N4Ti7Cc3gRnnMm08Kzwq5m3larbXYTZOqez2q0UogOsm7dOvv666/d&#10;0MooLb+a1Vv3eNbkZUG0LT2u8dgLFy50t9KaMGGC+z611BL9448/0vKMjFSg4VkfArUm64bu6hai&#10;D4/+rqtj8+bNc7en+uuvv9w6+hBquSq7DyIKB+EZmaSgwrNfnfYobZ32jIWBLayOse0EbZ/wHF6E&#10;52gIz8lFeA4vwnPO3Dx6gO1Rp1TgMcxpVWtaxqrHfqfpbhEAMl+Bhme1Knfo0MHNoK2bpvfv398O&#10;OOAAq169uptpL7U0FkLT3mscBDIH4RmZ5I9/FsROzFvYr7EQnRdCJwzbJY+KCcNyXYTnaAjPyUV4&#10;Di/Cc848/PJ9VqHe1u59qtxgh1xVudjv0RM61rDZ83/1tgogkxV4eNZM2gpeTzzxhHXp0sX9PV3t&#10;sMMONn78eG8LyASEZ+SHGXOm2/CnbrMBw3vZ1fdcatfcG179h/Ww/sN7Wu/bL9z091gFrZdaV8dK&#10;r3PX4zfZTzO/9/Zgky2ZMCwvivAcXoTnaAjPyUV4Di/Cc84sXrrI7nn6Nut8YxvrelN763Zzh0jV&#10;ZVA763FrR3vns9fpogwUEQUanjWmWTPoaQZAjbWYNGmSPfnkky5IjxkzJqm07JlnnrEXX3zR5s6d&#10;620BmYDwjLym7mqnX3KsVWqwvZWrW8qrrUKrbO1SdljLvV0YPrZdFSsT+z5ovaxVyvaKVaXTt7M6&#10;5x9mk6Z87O0J4TmnCM/xIjynL8Jz7hCe45Wp4dm3YtVyW75qmfsapZavXGar/8v5pFwACl9GTRiW&#10;SBMdLFq0yBYvXuwmL0DmIDwjr101rIc7SazWdLfAE7nsqmrjXe3Ejge61udTLjzcDmgcLRxonJlO&#10;7Lvfcu7myVUIzzlDeI4X4Tl9EZ5zh/Acr0wPzwBKjkINz6NGjbKOHTvau+++6y2J02RieqxFixY2&#10;fXrejGVE3iA8I681v7SOVTx9+8CTuHS1peFZtV/DHe3Ui2vaunVr3b4QnnOG8BwvwnP6IjznDuE5&#10;XoRnAJmiwMOzum7rvm2aKr9ly5YuhN1+++32X+wXc2JpinpNJqb7vwWFaxQewjPy2pm9TrZKhRie&#10;6110JOE5IsJzvAjP6YvwnDuE53gRngFkigIPzw888IDtt99+VqlSJdtpp51cCNMN3StXrpxUFSpU&#10;sG222cY9pvvAIXMQnpHX1PJcmOGZlufoCM/xIjynL8Jz7hCe40V4BpApCjw8z5o1y4466igXvnJS&#10;Z5xxhrv/MzIH4Rl5LSw81zizbGApLCeG5yqNdw5cT3Wgq6zbJjznDuE5XoTn9EV4zh3Cc7wIzwAy&#10;RaGMef7iiy9cV+2aNWu6ENasWTO7++677Y477thcQ4YMseHDh9u0adO8ZyFTEJ6R19KF5+rNylj1&#10;psFVJXaCV+vc6i4817ng0NgJ306B67mKbSdo+4Tn3CE8x4vwnL4Iz7lDeI4X4RlApijUCcNuu+02&#10;q1u3rr3yyiveEhQFhGfktaDwXKNZWRd4213V2N0Ps/ONbbPUxTe0cY9deXd3635LR/d90Hq6/2bH&#10;q8+0g5rv6bab+DqE59whPMeL8Jy+CM+5Q3iOF+EZQKYo1PCMoonwjLyWLjzrBFKh+ILrWgbW+dee&#10;7YLx+deeFfi46uLrW7sQTnjOO4TneBGe0xfhOXcIz/EiPAPIFAUanjWL9nPPPWd33nmn/fTTT/b+&#10;+++7v6ub9uDBgwPrnnvuceOkkTkIz8hr6bptKyhVbbKbVduCcs/3AldqEZ5zh/AcL8Jz+iI85w7h&#10;OV6EZwCZokDD85IlS+yYY45xweuhhx6yDh06uL+HVXHu1v3DDz9Yp06drGHDhtagQYPNdeaZZ9qX&#10;X37prbXJ4sWL7d5773W3+DrnnHPsiSeecLf9KmiEZ+S1sAnD8rMIz7lDeI4X4Tl9EZ5zh/AcL8Iz&#10;gExRoOF5xYoVduGFF9qhhx5qr7/+ut14441WrVq1tHXcccfZxx9/7G2h+NGtuxREy5Yta+XKldtc&#10;+++/v7333nveWuZmHFdo1i28NE78f//7n1uvZ8+etnz5cm+tgkF4Rl4jPMeL8BxehOdoCM/JRXgO&#10;L8IzAAQr0PC8ceNGW7lypS1btsx14VarqYKfQrVKj/ml7/WYat26dd4Wip9u3brZSSed5Frls7Nh&#10;wwa79tpr3b2xEwP1mDFjbN9997WHH37YW1IwCM/Ia4TneBGew4vwHA3hObkIz+FFeAaAYEwYVoh0&#10;gUC36eratau3JNjvv/9uxx57rPXr189bsokuRqj79llnneW2VVAIz8hrhOd4EZ7Di/AcDeE5uQjP&#10;4UV4BoBghR6e1ar6zjvvuO7c6oqsatq0qd1///22cOFCb63iafbs2XbqqafaTTfd5FqRNdZZ36sl&#10;ec2aNd5a5lqb1cI8duxYb0mc7oet7u2agK2gEJ6R1wjP8SI8hxfhORrCc3IRnsOL8BzNxti5bG5K&#10;58CxZ2/aCIAioVDDswLigAEDbPvtt3dhLLVOPvlk+/bbb721i59Jkya5sc01a9Z0LcjnnXeeC89l&#10;ypRxf/e7cj/11FO2995725tvvum+T6TQrcc0c3lBWbt2rXt/CM/IK4TneBGew4vwHA3hObkIz+FF&#10;eM6ZNStX2PuPPWCje3Wxh/t0sUf6dI1UD13a2R67oo/9/Pkn6k7obRVAJivU8PzCCy/Yjjvu6IKY&#10;QmTHjh1dF+ZGjRptDtTqkpxuPHBRplC8++6728CBA5NamjWjtn7+YcOGue8fffRRq1ixok2cONF9&#10;n+jxxx93rdITJkzwlmRP48zvu+8+d2uwLanrrrvOvTf9+/f3tgxsGcJzvAjP4UV4jobwnFyE5/Ai&#10;POfMhEcfsLY7bu32r812uasWsX+Plx1d3f6eM9vbKoBMVmjhWV1VNFmWQtjxxx9vX331lffIprHA&#10;CpDbbbed7bnnnoGhsTj47bff7LPPPnMTpCVSkNatq9Tyrr8rIOdFeNZFiK233tod87yoa665xtsy&#10;sGUIz/EiPIcX4TkawnNyEZ7Di/CcM49feak1if17cvu5a+5Kn4NzdiplM77+3NtqdJoD59NPP3V3&#10;sTn33HPtoosucufRP//8s7dGMt0mVeegheGLL75wjTDZ7Vte+vrrr+3KK6+0qVOnekuALVdo4Vkz&#10;aOv+xgphw4cP95bG/fvvv+42VTvttJO99dZb3tKS49JLL7WDDjrIBd5XX33VBWSNDU/12GOPuW7b&#10;H330kbcke7pgMXPmTPvll1+2qPQLWu+bfiFhy61fu9b+W7nS/lu1aotr40aNnyp6CM/xIjyHF+E5&#10;GsJzchGew4vwnDNPD+xnZ/rhOZelz8G5Zba2md/EG5Gi+Oeff9yEsocffrgdddRRdvDBB7tbwh55&#10;5JF29NFH24MPPuiNrd7ku+++s7Zt29qHH37oLSlYzzzzjNu3grgNrXq4HnDAAYHnz0BuFWq3bXUh&#10;Vgi7+eabvSVxmkxL/+CrV69eIFenCpp+kX3yySf2xhtvuDHEqdR9XRcPdFsvtU6r5fnJJ5/0Ho27&#10;5ZZb7MADDyzQY7R06VL3vjHmOW98Pe4Ve6xfTxt7/VVZ67qr7JnY1xdvu8Geu2lg7PsrA9d7+tor&#10;bOy1V9rShX95Wy1aCM/xIjyHF+E5GsJzchGew4vwnDOFHZ7V4qwhfocddpiNHj3aNTzp/FKlxo5L&#10;LrnEnUcnhsfvv//ezjjjjEKbU+ill15yPSt1bpvfXnvtNXdB4YMPPvCWAFuuQMOzPuSJV7/+/vtv&#10;N7N2lSpV7JVXXtk87nfatGmu28m2227rWqX1vOJGx0GTgmnM8/Tp072lm+jWVEcccYT7paf1/vrr&#10;LzvxxBOte/fu3hqbKHSfeeaZ7gqi7pldUJhtO2998+Zr9sSAvi4cp9bzt1wXC8/97bYWDWzEJR3t&#10;xcGbQnRqPXvj1bGv18TCc9GcoZ7wHC/Cc3gRnqMhPCcX4Tm8CM85U9jhWY0ZLVu2tM6dO3tLkul8&#10;8pRTTrHrr7/efa/u2lpXYVu9PzWnTuKtTtWlWufdV199tQ0dOtQF3MTzdvWGHDVqlH3zzTfutZ9+&#10;+mk3b496Qf7555/eWsnUwjxo0CC7++67bc6cOa7RqE6dOlnC84IFC1yrtLqeq1u37jCj81+fznn1&#10;euqNqpyg/dO+zJ8/31vDXM9INSrdeeedNmvWLHv77bdd6zvhGXmpQMOzxvYqcCkI6pZU+kDrNksK&#10;YgqRamnV8qpVq7plCs+6fZPGLBRHugXVXnvt5cLv3Llz3cUD/WJp376966ad+GG//fbbrXz58u6X&#10;yapVq9wvO/1yqFChgvtlUpAIz3lLJyWasXPNqpVZ6r/Vq1wgHtKqsb096l5bG/s3ErTeGtfte6W7&#10;9UVRRHiOF+E5vAjP0RCek4vwHF6E55wp7PCs8+rzzz/fWrRoERhe1fikFmh/fLPCZK1ataxy5cqu&#10;63SPHj1ca/Xy5cvt2muvdefhCrZ169Z1jTgaPqiJYjXhrOgcVfMU6fayXbp0cXeIqV27tjuXb968&#10;uWvV9ulcVT1L1Z382GOPtXr16lm7du1cF3M9LzE8q2X8tNNOc/umx/RVDWv6uRT4Rds7++yzXat1&#10;hw4d3Fc9/uOPP7qAr/PkQw45xP0M2n9NQnz55Ze71y6sLuoongo0POuKlT50Cl5R6uWXX/a2UPyo&#10;m41mGvd/kVWqVMmNV9HVt0SLFi1yE0AobOuXg7rhKDjr6lziTN0FoaiH55lzf7GXJzxjb0x8Kdt6&#10;+7PX7a1PX7M3Pg5+XPXqh8/Z34vzv5v02tWrXXie8Ogob0nxQ3iOF+E5vAjP0RCek4vwHF6E55zJ&#10;hDHP48ePd2OcFTo1vlkNTvPmzbP169d7a8RpviE1zGhSWgVWBVIF7IcfftidV6oxRi3KWq4wrol9&#10;dW46ZcoU93y18ioE67xV5686N1WAf/fdd13Qvuqqqzb3FtWEthpWqCGaGoKo0hw+CrcK5l9++aVb&#10;T8M0FYQVdhXytT2F+XHjxlmNGjXcea4owCu0lytXzm3b36aCs86Z9Vpq3db+a7kuFOi1tI3iOvEw&#10;CkeBhmeFPHWx6NWrV45Lt0NS94ziTFfqbrrpJtdNW1fOdJUwiLpmP//8824yMV1N0y+GwlDUw/PE&#10;b96zvndcbAPv65Olrr2/r/vaa/D51mfIRXbdiMuyrKO6JlZX3N3NZvye/2PNV8f+E1F4fu/hkd6S&#10;4ofwHC/Cc3gRnqMhPCcX4Tm8CM85kwnhWd58803XGquguPPOO9sxxxzjgq+6Uyd2axaF1saNG29u&#10;+VXYVfh99tlnk7poi7pBq0eoP3GvtqVeo3qtxIYbbUMt4OpJqYCu89VWrVrZxRdf7L5PdNttt7nW&#10;aHURF7VmKxsEnfuqpVrbFXXbVlfz+vXru2GfPgV9LVf4Tp1D6K677nIXFmh5Rl4q1AnDUDQV9fC8&#10;bOVSm/PHLJv7529Z66857uuA4b1s2JO32vyFv2ddx9Wc2DZm2+r/8n+sOeE5f4vwnDuE53gRntMX&#10;4Tl3CM/xIjyHU8usxiKrFfaGG25wXZfLli3rJgfzW3lFoblRo0bZznatYYEaL6wWbc21ozHD/u1Q&#10;1aKtlmdtP5HCc+/eva1NmzYugCsQq+v1Pffc460RpyGLCsAK5qkUtBcuXOhuXzty5EirWbOmm0BX&#10;FIw1H5KCuwKzTy3X+nl0a65UCs3qtv3+++97S4AtV6DhWR8odd3WtPr6h69uFfq7un0ElR5TFXS3&#10;ZKRXEsY8X3tvXxv9QtZbqBUGwnP+FuE5dwjP8SI8py/Cc+4QnuNFeA6mc2lNqpXauiuLFy92AVjD&#10;Jc855xz3vQSFZz1fc+poTLHC8emnn+5KcxRptmo/fPrhOeguORrL7IdntSIrdKtFOZVev0mTJu6O&#10;M76ffvrJ+vbt60K1xj7rtfVVd93RuGzxw7Mm2/XHYIueq3XVZT2VWrf18xOekZcKNDwrLGuWP10F&#10;0jhmXbnSVSV1L9Gy1NIHTxMR0N0is5SE8Dzw3j426vm7ve8Kn8Lzx0895n1X/BCe40V4Di/CczSE&#10;5+QiPIcX4TlnCjs8a/iezpPTzSatW1npnNq/pWlqeFbYvf/++11X6p49e9pTTz3lQqfCtrpzawIx&#10;/1ZXfnjWUMNUGk7oh2fN8q2WZ41BTvXRRx+5Mdd+y7OCtrqRKzhrfb2WWpPViKZu25rvR/zwrC7a&#10;iY1qfsuzfs5UCuj62QnPyEsFGp41iF+TAih4jRkzxn0g9Pd0Vbp0aTetPTIH4Tl3Vi1dYp8887g9&#10;N+gaezZW+hpWz954jbvP89A2TW1Ut/Njfw9eL6j03FfuuNlmfDXJ24PMRXiOF+E5vAjP0RCek4vw&#10;HF6E55wp7PCsOXPUCKVW36AJwkQTbmncsrpSi0Jr4phnndMpgGv27FRPPvmkmzAstdt2uvCsVmyF&#10;W3Wv1njl1FZxTSCmffa7kuuWU5oI97vvvnPf+xSeFag1H5BkF541vlpjq3WnmsQWaXnooYfcRQFu&#10;VYW8VKDhWf/An3vuOXdlSVPP64qZbrekAf3ZlT5kv/76q7cFZALCc3TLF/1jwzueHftPsrQ1ix27&#10;nFbTWCkQ3HnOmXbZUdWsUcrjYXVWrLrst49NfDqzW60Jz/EiPIcX4TkawnNyEZ7Di/CcM4UdnhVM&#10;1YVad2zR+GTNiq0xyyrNXK3zbQVT3fvYD7GTJk2yk046yV544QUXuNXtW92eddsn3WtZ6+n5Gpus&#10;ycE0C7ffAzQn4Vnn+qLtK7iOGDHCLVOwVYjVDNiaxMu/Da1avXWLWq2vgKz1tO+613SZMmWydNtO&#10;Dc+iWbwVyDXGWvuubajVWV22tf/Zje8GcoMJwxBZiRjzfN9l9sjL93nfbbn3Hx3lwljUE4/2u5Sy&#10;Tntu68Jz/xMPdyfpQetlV+133RSgr6x1iP37R/KMm5mE8BwvwnN4EZ6jITwnF+E5vAjPOZMJE4Zp&#10;SOT1119vhx12mLtdlG55qtKtmxQodf9mzTfkUwt0s2bN3O2mLrjgAndLKgVXjW3WNtQqrW7QZ511&#10;lnuubiulhixRd2wNqRwwYID7PpEm9tLzFF5FIVwNZGq5Vsu3xjEreDdt2tRtw799lPZHY7L3228/&#10;10X8zDPPdOtedtll1rJlS/d33YtaQV/3ktZ++QHdp8e0j9pXXRjQxQDduks/i8ZN60IAkFcIz4is&#10;qIRnzf749Y+T7Nm3x9jYNx+1Z956LLze3PT1iju72g0j+9nT4x/Juk42pdd44d2nbPqsqd4exD3S&#10;t2uu/oPd0vCsahfbhv5znjN1030aMxHhOV6E5/AiPEdDeE4uwnN4EZ5zJhPCs09jmjVplibe6tOn&#10;jw0fPnzz/ZlTTZ482bXsKhyr5Vk+//xz18VboVXdndXKrBZezWKtcC0K4eoVGjScUrdS1eundp1W&#10;q69eR7eeVWuwepOm9irVPui+0bpFrVq1NS5a1EquAK7HdU73yCOP2KOPPrq5FT2VuqLrZ9D5qVrL&#10;Z86c6W4BO336dG8NYMsVenjWVaxbb73VXf0KKn2Qpk7NGkZQeIpCeF63fp271dRRbSrHTvC3tnJ1&#10;S8Vqq9Da65RN63W7+Vxrc0VDK1M7Z89T6bn71C9tJ3U62F6MhehED/W+pFDDc9sdY+H5h+TxRJmE&#10;8BwvwnN4EZ6jITwnF+E5vAjPOfPk1Ze5IVJB+5zT0uegfezrr5Pjt5MCkLkKNTzrSpAmA1AQS1ea&#10;mRuZoyiE50+//dAOb7l35BOPGs3Kuq/db+loHQY0tQMa75plnXSl55c/dWur3/lom7Nglrc3Zg/3&#10;6ZJteFZAPmen2H+gAXVO7KT83DJbufB8Va1DrdW2wev51WHXrNtXeNb2Cc/BRXjOHcJzvAjP6Yvw&#10;nDuE53hlanjWhJ6ai0THpc12uSv9zlfL82/ff+ttFUAmK7TwrO4XmuTAD8gap6GxEBqjoK9+aQKD&#10;xJu7o/AVhfD84AvD3Ym9H4ZzWlsanlXVm5Wxyg12sE++id8aIbvwrDHJF5TfwTpXLmOdK+2WpS6u&#10;uJt1qbKHC88DTznWLtg76zquKu/uvnYss427gp34GoTn9EV4zh3Cc7wIz+mL8Jw7hOd4ZWp4nv3d&#10;ZBvUqI51rbqP9TxItW+k6nHg3tat+n6uBXtN7P8eAJmv0MKzxit07NjRhTDdlH3GjPhJEDJbUQjP&#10;I5690/asUyrwpCBd5UV41jZ0svjR1+96e5N9eNZJ91UnHGp3tT/LhrRuElh3xEqPK0APad04y+Nu&#10;nTZN3deL9t0lywkp4Tl9EZ5zh/AcL8Jz+iI85w7hOV6ZGp5lycI/bcaXn8Vqkrs1ZJT65YtP7bcp&#10;39j6bMbwAsg8hdryfOWVV7oQ9sADD3hLURQUhfA88rm73BjkoJMCtQxXbbKbVQuoqrGwrK8Kz+37&#10;N7HKsWCVuo5f2kZQy7aW6YTn48nx2R2zC886eexWdS/rd0wNdyuq7KrvkQfYZTWrBj6mutz7et5e&#10;/+e6gSe9BuE5bRGec4fwHC/Cc/oiPOcO4TlemRyeAZQshTrmWdPT6x5sum+bP7U9Ml9RDs8Ktoe3&#10;3MeOa3eAHXtOlSx1zDn7u689bu1k5w1sYTVbV8qyzuaKbeOQs8pnCdBRwrNKXbcVePOigrZPeE5f&#10;hOfcITzHi/CcvgjPuUN4jhfhGUCmKNDwrBuc615rmmpeNWbMGNd1e6eddrK2bdvayJEjNz/m19NP&#10;P+2my0fmKMrhef9GO1uTnifZNff1tivu6pptXXl3t9hXVfDjqgH39HInF6ldu6OGZ1ea6CsvKmDb&#10;hOf0RXjOHcJzvAjP6YvwnDuE53gRngFkigINz0uXLrXatWu74BWlXnvtNW8LyARFOTxXj510H9++&#10;qjXufqI17Hp8ttWgy3Gxr6rgx1WNup3gWqarNy2T9Bq5Cs/5WITn9EV4zh3Cc7wIz+mL8Jw7hOd4&#10;EZ4BZIoCDc/Lly+3Dh062J577pnjqlGjhr3/fnzWYhS+oj3meU8XoA+InUSqxXjLapcsXbZVhOfo&#10;CM/xIjyHF+E5GsJzchGew4vwDADBCjQ8b9iwwf755x+bP3++LViwIEeloLZ69WpvC8gERTs8538R&#10;nqMjPMeL8BxehOdoCM/JRXgOL8IzAAQr1AnDUDQRntMX4Tk6wnO8CM/hRXiOhvCcXITn8CI8A0Cw&#10;Qg/PumXVrFmzbPLkyfbtt98m1TfffOO+Ll6cmSckJRXhOX0RnqMjPMeL8BxehOdoCM/JRXgOL8Iz&#10;AAQr1PCsUNyrVy8rX768lS1b1nbbbTfbddddk6pKlSo2YcIE7xnIBITn9EV4jo7wHC/Cc3gRnqMh&#10;PCcX4Tm8CM8AEKxQw/Po0aNdCEus0qVL2zbbbONq6623dqH6jTfe8J6BTEB4Tl+E5+gIz/EiPIcX&#10;4TkawnNyEZ7Di/AMAMEKLTxr8rBu3bq5EKYZtQcPHmwvv/yyjR8/3oVl1bhx49xXTTCGzEF4Tl+E&#10;5+gIz/EiPIcX4TkawnNyEZ7Di/AMAMEKLTyvX7/ezj//fBfChgwZ4i1FUUB4Tl+E5+gIz/EiPIcX&#10;4TkawnNyEZ7Di/AMAMEKtdv2vffe60LYjTfe6C1BUUB4Tl+E5+gIz/EiPIcX4TkawnNyEZ7Di/AM&#10;AMEKNTwvXLjQTjvtNNtvv/1s7Nixrnv2kiVL3ERifi1atMjWrFnjPQOZgPCcvgjP0RGe40V4Di/C&#10;czSE5+QiPIcX4RkAghVqt+0RI0bY4Ycf7oLYjjvuaEcffbSddNJJduKJJ26uhg0b2qRJk7xnIRMQ&#10;ntMX4Tk6wnO8CM/hRXiOhvCcXITn8CI8A0CwQgvPa9eutWbNmrkQFlavvvqq9yxkAsJz+iI8R0d4&#10;jhfhObwIz9EQnpOL8BxehGcACFaoLc8jR4601q1bp62LLrrIvvsuc0/6SyLCc/oiPEdHeI4X4Tm8&#10;CM/REJ6Ti/AcXoRnAAhWqGOeUTQRntMX4Tk6wnO8CM/hRXiOhvCcXITn8CI8A0CwAg3PGzdutNWr&#10;V9uqVavc15yU1lUrNTIH4Tl9EZ6jIzzHi/AcXoTnaAjPyUV4Di/CMwAEK9DwvHz5cuvbt6+dcsop&#10;Vr9+/dCqV6+eNW7c2CZOnOhtAZmA8Jy+CM/REZ7jRXgOL8JzNITn5CI8hxfhGQCCFWh4Xrp0qZ16&#10;6qkueOW0SpcubW+88Ya3BWQCwnP6IjxHR3iOF+E5vAjP0RCek4vwHF6EZwAIVqDhecWKFTZo0CBr&#10;06aNnXPOOaHVtm1bO++88+yrr77ytoBMQHhOX4Tn6AjP8SI8hxfhORrCc3IRnsOL8AwAwQp8zLPG&#10;MEeplStXuttaIXMQntMX4Tk6wnO8CM/hRXiOhvCcXITn8CI8A0CwAg3PKB4Iz+mL8Bwd4TlehOfw&#10;IjxHQ3hOLsJzeBGeASAY4RmREZ7TF+E5OsJzvAjP4UV4jobwnFyE5/AiPANAMMIzIiM8py/Cc3SE&#10;53gRnsOL8BwN4Tm5CM/hRXgGgGCEZ0RGeE5fhOfoCM/xIjyHF+E5GsJzchGew4vwDADBCnzCMAWv&#10;f//911uCoojwnL4Iz9ERnuNFeA4vwnM0hOfkIjyHF+EZAIIVaHjW7Nn9+/e3+++/332/fPlyGz16&#10;tH3yySfuexQNhOf0RXiOjvAcL8JzeBGeoyE8JxfhObwIzwAQrEDDs1qcGzZsaD179nTf//XXX3by&#10;ySfb0KFD3fcoGgjP6YvwHB3hOV6E5/AiPEdDeE4uwnN4EZ4BIFiBhme1NDdt2tT2228/u+aaa2zg&#10;wIFWtWpVa9KkiQvQgwcPTqrbbrvN7rrrLpsxI36ChMJHeE5fhOfoCM/xIjyHF+E5GsJzchGew4vw&#10;DADBCjQ8b9iwwW688UYXvHJapUuXtnHjxnlbQCYgPKcvwnN0hOd4EZ7Di/AcDeE5uQjP4UV4BoBg&#10;BRqeZe7cua7b9oEHHmg77rijC2HbbLON7bDDDoFVsWJFe++9eAhB4SM8py/Cc3SE53gRnsOL8BwN&#10;4Tm5CM/hRXgGgGAFHp5l/fr1tmjRIps8ebLVr1/fbrrpJps/f35gKaitWbPGeyYyAeE5fRGeoyM8&#10;x4vwHF6E52gIz8lFeA4vwjMABCuU8OxTiP74449tzpw53hIUBYTn9EV4jo7wHC/Cc3gRnqMhPCcX&#10;4Tm8CM8AEKxQw7NvxYoV9vjjj7vu3J07d3bjor/55hvvUWQawnP6IjxHR3iOF+E5vAjP0RCek4vw&#10;HF6EZwAIVujhecqUKdagQQPbaqutXCDzq3z58m4G7nXr1nlrIlMQntMX4Tk6wnO8CM/hRXiOhvCc&#10;XITn8CI8A0CwQg3PCxYscMFZQez//u//7Pjjj7d69eq521dp2fbbb28PPPCAbdy40XsGMgHhOX0R&#10;nqMjPMeL8BxehOdoCM/JRXgOL8IzAAQr1PD80EMPuRC277772hNPPOG6b8u0adPsggsucI8dd9xx&#10;Nm/ePLccmYHwnL4Iz9ERnuNFeA4vwnM0hOfkIjyHF+EZAIIVWnjWPZ+7du3qQtiAAQO8pXGzZs1y&#10;LdBlypSxDz/80FuKTEB4Tl+E5+gIz/EiPIcX4TkawnNyEZ7Di/AMAMEKLTxrpu1OnTq5EHbfffd5&#10;S+MWL15stWrVsp133tneeustbykyAeE5fRGeoyM8x4vwHF6E52gIz8lFeA4vwjMABCvUbtvXXnut&#10;C2GNGze2ZcuWeUs3eeWVV1xwrlSpEjNvZxjCc/oiPEdHeI4X4Tm8CM/REJ6Ti/AcXoRnAAhWqOF5&#10;woQJtvvuu7sg1rRpUze79ogRI1w3bn/SsLZt29rKlZt+eSMzEJ7TF+E5OsJzvAjP4UV4jobwnFyE&#10;5/AiPANAsEINz2vXrrXrrrsuy22q/DrooIPs888/99ZGpiA8py/Cc3SE53gRnsOL8BwN4Tm5CM/h&#10;RXgGgGCFGp5FAXrUqFF2wgknuFm399xzT6tRo4a1bt3aPv30U28tZBLCc/oiPEdHeI4X4Tm8CM/R&#10;EJ6Ti/AcXoRnAAhW6OHZt2rVKje2WYF59uzZ3lJkIsJz+iI8R0d4jhfhObwIz9EQnpOL8BxehGcA&#10;CJYx4RlFB+E5fRGeoyM8x4vwHF6E52gIz8lFeA4vwjMABCM8IzLCc/oiPEdHeI4X4Tm8CM/REJ6T&#10;i/AcXoRnAAhGeEZkhOf0RXiOjvAcL8JzeBGeoyE8JxfhObwIzwAQjPCMyAjP6YvwHB3hOV6E5/Ai&#10;PEdDeE4uwnN4EZ4BIBjhGZERntMX4Tk6wnO8CM/hRXiOhvCcXITn8CI8A0AwwjMiIzynL8JzdITn&#10;eBGew4vwHA3hObkIz+FFeAaAYBkXnnWbKt33eejQoTZs2DB3+ypkFsJz+iI8R0d4jhfhObwIz9EQ&#10;npOL8BxehGcACJZR4fnjjz+2I4880gUzvypWrGhjxozx1iiePvzwQ+vdu7e1aNHCOnfubOPHj7eN&#10;Gzd6j26i+2Dffvvtbp1mzZol1YMPPphl/fxEeE5fhOfoCM/xIjyHF+E5GsJzchGew4vwDADBMiY8&#10;/xf7xXzhhRe6sHzPPffY66+/bo899pgdffTRVqtWLVuwYIG3ZvGxfv16u/nmm61ChQp2xBFH2Gmn&#10;neYuHpQrV8769u1rK1as8Nbc1CJ/6KGHWunSpa1MmTJJ1b9/f9uwYYO3Zv4jPKcvwnN0hOd4EZ7D&#10;i/AcDeE5uQjP4UV4BoBgBRqeFQY/+ugj++uvv7wlccuWLbMmTZrYBRdc4C3ZRK2tNWvWtGnTpnlL&#10;io9x48bZXnvtZVdffbWtXLnpP6jVq1e7QL3TTjsltbi///77LmC/8cYbrpXZL4Xmgmx1FsJz+iI8&#10;R0d4jhfhObwIz9EQnpOL8BxehGcACFag4Xnx4sVWv359O/744+2+++5z3/sUAPv162c77LCDtWzZ&#10;0rp3724dOnRwrbCNGze2JUuWeGsWHwMGDHCBeO7cud6STf7++2878cQTrVu3bt6SWBgcOdIOPPBA&#10;mzVrlrek8BCe0xfhOTrCc7wIz+FFeI6G8JxchOfwIjwDQLACDc/qpvzuu+9a7dq1bdttt7XDDz/c&#10;7r333s0h+s8//7R27dq5YOZXnTp17PPPP3ePFzcKwj/99JM7Lon++ecf93Nr/LPv8ssvt//973/2&#10;1ltvWdeuXd3fr7rqKtedu6ARntMX4Tk6wnO8CM/hRXiOhvCcXITn8CI8A0CwQhnzrMmvnnvuORcA&#10;d911V6tRo4ab9EotrqIQ/euvv7pguHz5cresJHnppZdcd+7Ro0e779esWeNa4ffee28744wzrG3b&#10;tm6isH333deNkZ40aZJbr6CsXbuW8JymCM/REZ7jRXgOL8JzNITn5CI8hxfhGQCCFeqEYWpxff75&#10;5+300093Yeywww6zESNG2KJFi7w1Sp4pU6bYIYcc4rqq+xcT5s+f7y40aOI0tVT7vv32WzeJmCYa&#10;y8kx06RsukgxfPjwLSqNydb7pYnKMhXhOV6E5/RFeM4dwnO8CM/pi/CcO4TneBGeAWSKQg3PPo13&#10;fu2111yrqkKZunMPHjzYFi5c6K1RMnz66afuAoLGhCdOkKbW94kTJ9qMGfETRZ8uNpQtW9ZNJBZG&#10;48Z1fPOqBg4c6G058xCe40V4Tl+E59whPMeL8Jy+CM+5Q3iOF+EZQKYo8PCsoKwxzJphuk2bNnbp&#10;pZfahAkT3GOajVu3qNJ4X802XalSJRei582bV6C3YioMaoFXN+yTTz7Zpk+f7i0N995777nu3I8/&#10;/ri3JHs6htr2jz/+uEWlGdMVnq+88kpvy5mH8BwvwnP6IjznDuE5XoTn9EV4zh3Cc7wIzwAyRYGH&#10;Z43n1b2JFb622mqrzV+HDRvmrRH7Jb1unb366qtuZm7Nvn3cccfZ77//7j1avOhign72XXbZxc45&#10;5xzXRTvVnDlz3PEIemz8+PFWvnx5N4a8oCxdutS9b4x5Di7Cc3SE53gRnsOL8BwN4Tm5CM/hRXgG&#10;gGAFGp51L+NWrVq58btPPfWUC4TPPvusNW/e3N2aKTUgq6X0xRdftN69e9vPP//sLS0+NOZ76NCh&#10;rtu1ukBrIq4g6tJeunRpu/POO70lcWrBr1KlihsrXVCYbTt9EZ6jIzzHi/AcXoTnaAjPyUV4Di/C&#10;MwAEK9DwrDG3DRs2tC5dunhLNhkyZIjVrFnTfvnlF29JMs02vXr1au+74mPcuHFuVu2+ffu61lz9&#10;nOq67pcm+BJNBtaoUSMXkj/44AMXsnU81FV7jz32cCE2u+CdHwjP6YvwHB3hOV6E5/AiPEdDeE4u&#10;wnN4EZ4BIFiBhmd1UdZMzdtss43tuOOO7jZVO++8s+u2fdFFF7nAWFIsW7bMGjRo4EKojsf222/v&#10;WpcTS6Hap5m169at68K2bk+lGbkrVKjg7gWt+0IXJMJz+iI8R0d4jhfhObwIz9EQnpOL8BxehGcA&#10;CFbgY54V9NRFWTNKV6tWzbU4d+3a1WbOnOmtUTIsXrzYBg0aZJdccoldeOGFdt5552WpJ5980lt7&#10;E7VA697PWr9nz56u5bowJlIjPKcvwnN0hOd4EZ7Di/AcDeE5uQjP4UV4BoBgBR6efQrRuvWSghiK&#10;FsJz+iI8R0d4jhfhObwIz9EQnpOL8BxehGcACFZo4RlFF+E5fRGeoyM8x4vwHF6E52gIz8lFeA4v&#10;wjMABCM8IzLCc/oiPEdHeI4X4Tm8CM/REJ6Ti/AcXoRnAAhGeEZkhOf0RXiOjvAcL8JzeBGeoyE8&#10;JxfhObwIzwAQjPCMyAjP6YvwHB3hOV6E5/AiPEdDeE4uwnN4EZ4BIBjhGZERntMX4Tk6wnO8CM/h&#10;RXiOhvCcXITn8CI8A0AwwjMiIzynL8JzdITneBGew4vwHA3hObkIz+FFeAaAYIRnREZ4Tl+E5+gI&#10;z/EiPIcX4TkawnNyEZ7Di/AMAMEIz4iM8Jy+CM/REZ7jRXgOL8JzNITn5CI8hxfhGQCCEZ4RGeE5&#10;fRGeoyM8x4vwHF6E52gIz8lFeA4vwjMABCM8IzLCc/oiPEdHeI4X4Tm8CM/REJ6Ti/AcXoRnAAhG&#10;eEZkhOf0RXiOjvAcL8JzeBGeoyE8JxfhObwIzwAQjPCMyAjP6YvwHB3hOV6E5/AiPEdDeE4uwnN4&#10;EZ4BIBjhGZERntMX4Tk6wnO8CM/hRXiOhvCcXITn8CI8A0AwwjMiIzynL8JzdITneBGew4vwHA3h&#10;ObkIz+FFeAaAYIRnREZ4Tl+E5+gIz/EiPIcX4TkawnNyEZ7Di/AMAMEIz4iM8Jy+CM/REZ7jRXgO&#10;L8JzNITn5CI8hxfhGQCCEZ4RGeE5fRGeoyM8x4vwHF6E52gIz8lFeA4vwjMABCM8IzLCc/oiPEdH&#10;eI4X4Tm8CM/REJ6Ti/AcXoRnAAhGeEZkhOf0RXiOjvAcL8JzeBGeoyE8JxfhObwIzwAQjPCMyAjP&#10;6YvwHB3hOV6E5/AiPEdDeE4uwnN4EZ4BIBjhGZERntMX4Tk6wnO8CM/hRXiOhvCcXITn8CI8A0Aw&#10;wjMiIzynL8JzdITneBGew4vwHA3hObkIz+FFeAaAYIRnREZ4Tl+E5+gIz/EiPIcX4TkawnNyEZ7D&#10;i/AMAMEIz4iM8Jy+CM/REZ7jRXgOL8JzNITn5CI8hxfhGQCCEZ4RGeE5fRGeoyM8x4vwHF6E52gI&#10;z8lFeA4vwjMABCM8IzLCc/oiPEdHeI4X4Tm8CM/REJ6Ti/AcXoRnAAhGeEZkhOf0RXiOjvAcL8Jz&#10;eBGeoyE8JxfhObwIzwAQjPCMyAjP6YvwHB3hOV6E5/AiPEdDeE4uwnN4EZ4BIBjhGZERntMX4Tk6&#10;wnO8CM/hRXiOhvCcXITn8CI8A0AwwjMiIzynL8JzdITneBGew4vwHA3hObkIz+FFeAaAYIRnREZ4&#10;Tl+E5+gIz/EiPIcX4TkawnNyEZ7Di/AMAMEIz4iM8Jy+CM/REZ7jRXgOL8JzNITn5CI8hxfhGQCC&#10;EZ4RGeE5fRGeoyM8x4vwHF6E52gIz8lFeA4vwjMABCM8IzLCc/oiPEdHeI4X4Tm8CM/REJ6Ti/Ac&#10;XoRnAAhGeEZkhOf0RXiOjvAcL8JzeBGeoyE8JxfhObwIzwAQjPCMyAjP6YvwHB3hOV6E5/AiPEdD&#10;eE4uwnN4EZ4BIBjhGZERntMX4Tk6wnO8CM/hRXiOhvCcXITn8CI8A0AwwjMiIzynL8JzdITneBGe&#10;w4vwHA3hObkIz+FFeAaAYIRnREZ4Tl+E5+gIz/EiPIcX4TkawnNyEZ7Di/AMAMEIz4iM8Jy+CM/R&#10;EZ7jRXgOL8JzNITn5CI8hxfhGQCCEZ4RGeE5fRGeoyM8x4vwHF6E52gIz8lFeA4vwjMABCM8IzLC&#10;c/oiPEdHeI4X4Tm8CM/REJ6Ti/AcXoRnAAhGeEZkhOf0RXiOjvAcL8JzeBGeoyE8JxfhObwIzwAQ&#10;jPCMyAjP6YvwHB3hOV6E5/AiPEdDeE4uwnN4EZ4BIBjhGZERntMX4Tk6wnO8CM/hRXiOhvCcXITn&#10;8CI8A0AwwjMiIzynL8JzdITneBGew4vwHA3hObkIz+FFeAaAYIRnREZ4Tl+E5+gIz/EiPIcX4Tka&#10;wnNyEZ7Di/AMAMEIz4iM8Jy+CM/REZ7jRXgOL8JzNITn5CI8hxfhGQCCEZ4RGeE5fRGeoyM8x4vw&#10;HF6E52gIz8lFeA4vwjMABCM8IzLCc/oiPEdHeI4X4Tm8CM/REJ6Ti/AcXoRnAAhGeEZkhOf0RXiO&#10;jvAcL8JzeBGeoyE8JxfhObwIzwAQjPCMyAjP6YvwHB3hOV6E5/AiPEdDeE4uwnN4EZ4BIBjhGZER&#10;ntMX4Tk6wnO8CM/hRXiOhvCcXITn8CI8A0AwwjMiIzynL8JzdITneBGew4vwHA3hObkIz+FFeAaA&#10;YIRnREZ4Tl+E5+gIz/EiPIcX4TkawnNyEZ7Di/AMAMEIz4iM8Jy+CM/REZ7jRXgOL8JzNITn5CI8&#10;hxfhGQCCEZ4RGeE5fRGeoyM8x4vwHF6E52gIz8lFeA4vwjMABCM8IzLCc/oiPEdHeI4X4Tm8CM/R&#10;EJ6Ti/AcXoRnAAhGeEZkhOf0RXiOjvAcL8JzeBGeoyE8JxfhObwIzwAQjPCMyAjP6YvwHB3hOV6E&#10;5/AiPEdDeE4uwnN4EZ4BIBjhGZERntMX4Tk6wnO8CM/hRXiOhvCcXITn8CI8A0AwwjMiIzynL8Jz&#10;dITneBGew4vwHA3hObkIz+FFeAaAYIRnREZ4Tl+E5+gIz/EiPIcX4TkawnNyEZ7Di/AMAMEIz0XI&#10;smXL7OGHH7ZOnTrZRRddZC+++KKtXbvphL8gEZ7TF+E5OsJzvAjP4UV4jobwnFyE5/AiPANAMMJz&#10;EfH3339bhw4drFy5clarVi076qij3N8vv/xyW7ly039uBYXwnL4Iz9ERnuNFeA4vwnM0hOfkIjyH&#10;F+EZAIIRnouAjRs32qBBg2zfffe1cePG2YYNG2z9+vX2wAMPuGWPP/64t2bBIDynL8JzdITneBGe&#10;w4vwHA3hObkIz+FFeAaAYITnImDevHl2/PHHW58+fbwlmyhEt27d2lq1alWgrc+E5/RFeI6O8Bwv&#10;wnN4EZ6jITwnF+E5vAjPABCM8FwEvP/++66F+amnnvKWxN1+++1WvXp1mzZtmrck/xGe0xfhOTrC&#10;c7wIz+FFeI6G8JxchOfwIjwDQDDCcxGg0Lz33nvbm2++6S2Je+yxx9xjH3zwgbck/xGe0xfhOTrC&#10;c7wIz+FFeI6G8JxchOfwIjwDQDDCcxGgGbYrVqxoEydO9JbEabyzWqUnTJjgLcl/f/31V8aH5xHP&#10;3ml7nFzKqjctU+BVrcnutveppe2jye96e2P2UO9LrGnsmCnIFnS1jQXnNrGT+0wOz8161bZ96/9f&#10;4PHM71Jor3vhEUnhuVvVvaxV7CQx6Hjmd7WI/Tu5tt5xbl8y2eVDL3EXqIKOaX7XAY13dV8Tw/NN&#10;jeq4UBR0TPO7Wm9Xyi6pvHtGh+djztnf9mu4U5ZjWRBVod42du7Vzby92RSeddza7hh8PPO7msX+&#10;nYy4pIO3N5mr1eWnuf9Lgo5pflflBjva/zoelBSeex1c0VqWDj6m+V26MNb/xMPdvgBAYSI8FwGZ&#10;Fp4187fCc+oY7Exy/7NDrUztUrEgu1uBV9XYiX35elvbR1/Hw/PoSztbk9gxUwtwQZeCs07u53z/&#10;rbc3madpz5PcSWLQ8czvUsvOKRcenhSeux6whztJDDqe+V0KgAPrHuv2JZNddkdn26NO4XzGqjTa&#10;2X2dOe8Xb2/MBp1xsuvdEXRM87tabVvKOlfcNaPD89FtK1ulBjtkOZYFUeXqbmUdBjT19iYWnn+e&#10;5o6benekHsuCKF3IvL9ze29vMlfLy+q7/0uCjml+V8XTt7cTzz0wKTz3PGgf1zMm6Jjmd+mi4lUn&#10;HOb2BQAKE+G5CHjuuedcQH733XgY840ZM8Z12/7www+9Jdlbvny51axZ0ypXrrxFtc8++7jwPHjw&#10;YG/Lmeeffxfa1F+/s2mzpxZ8zZpqP86cYitWLff2xmzR/Lk2+7vvXOtvYdRv339na1ev8vYm88ye&#10;96v9NPP74OOZz6XX/XXuz25We9m4YYPNm/ajO2ZBxzK/a/aU7+yPmfFQmKkWLJxrP/46JfCY5nvN&#10;+sF9/W/tGm9vzP6c9as7dkHHNL9L/1bm/jTVNqxf7+1NZlm/Yb39Mmea/eQdt4Iu/T78/Y/Z3t6Y&#10;rV2zJvA4FlTpd/E/c+d4e5O5flsw0x27oGOa36V/KzN+n24bNm5w+6Lfj/Om/2S/FdZnLPa6C2b8&#10;7PYFAAoT4bkI0HhmtTwHTRh22223WY0aNWz69OnekuytWLHCmjRpYrVr196iOvnkk61///62bt06&#10;b8sAAAAAULwRnosA3aqqVq1adumll3pLNtG9ns8+++wCv1UVAAAAAJQ0hOciQN2lbr75Ztdd+uWX&#10;X3YtvmvXrrURI0ZYhQoVXNdtAAAAAED+ITwXEQsXLrT27dvbXnvtZccee6wdccQRVq5cOTfj9apV&#10;mTuWFQAAAACKA8JzEaIJv9TKfOGFF1qXLl3slVdecV23AQAAAAD5i/AMAAAAAEAIwjMAAAAAACEI&#10;zwAAAAAAhCA8AwAAAAAQgvAMZCNsMjY9vmbNGu+7vKftMyFcOP99yMmx0i3eVPlhw4YN7jZyurUc&#10;0tP7pWMVRsdU6+bXMdW/Gb0Gci7sc/bff//l6L3NDf074DOWnv97KLWy+3fu//7ML9p+Tn43A0BR&#10;QXgGAjz00EPWrl07W7JkibckTrcGGzZsmB1zzDFWpUoVa9q0qb399tveo3lDr3H++edb586d8/XE&#10;pihbtGiRDR061I4//njbb7/97Oijj7bBgwe75almz55tPXv2tBo1arjq1auX/frrr96jeeO5556z&#10;E0880b788ktvCVJNnDjRWrZs6d6vo446ym666Sb766+/vEfjdLL/8MMPu+NZuXJlO/30093dBfIy&#10;6P7555/WqFEju+GGG7wlCHPddddZkyZNbPHixd6SuG+//dY6dOhgBxxwgB122GF2/fXXu1ss5iX9&#10;ntXv3ffff99bgkR///23tWrVyvbYYw/bddddk+raa6/11tpEd++4/fbbrWbNmu7zqM+lPp95Sa9x&#10;9tln22WXXUaABlBsEJ6BFM8//7xVqFDBnVSkhufVq1fbVVdd5e633alTJ7v66qvtlFNOsb333tte&#10;fPFFb60tt3LlSqtXr541bNjQvSaS6eRdJ4nly5d3Fxl0on7BBRfYnnvuac2bN08KZL/99pvVr1/f&#10;hWadxKn0dwWzvAzQo0aNcietH374obcEiV5//XWrVKmSnXTSSda/f393AUNB68wzz0x6vxScdRFE&#10;97E/55xz3GdMgU2fOV3Uyivz5s1z/w502z+Ee+2112zbbbe1Aw880P755x9v6SZff/21HXnkkS7Y&#10;6vdjjx49bJ999nHBKehiVm698MILtvPOO9urr77qLUEiXcDQv+njjjvOzjrrrKR6/PHHvbU2/f+i&#10;i4n6f+7iiy+2AQMGWO3atd2FqjfffNNba8vp/09dJGvbti3hGUCxQXgGPHPnzrV+/fq5k7NSpUq5&#10;k/ylS5d6j24ybtw4d1J///33e0vMVqxY4U4OFKLVmpUXdHJzxhlnuGBBeM5q5MiRtvvuu9szzzzj&#10;LdnkqaeeyvL+6D1Vy4pO8H3ffPONHXzwwXbFFVfkWWumWkorVqxoH3/8sbcEPrVA6uRcF4SWLVvm&#10;LTV766233IWnESNGeEvMPvnkE9t3332TWoQVqBVydUErry54zJ8/34444ggX4pHezJkzrXHjxu7i&#10;kIJZYnhWLxldyFJw1gUJn35XKowlvrdb6uWXX3YXUbRtZKULuHp/fvjhB29JsLFjx7oLjY8++qi3&#10;xOzff/91F6l0wTaoZ0Fu6P9PXaTs2LEj4RlAsUF4BmJ0Mti6dWt3JX7QoEEutP7vf/9zJxQ+jbPr&#10;06ePW57a1fTdd9+1qlWruq6l2dHJw8CBA6179+6uO1uiJ554wnWb84MB4Tl7Oo4333yztW/fPun9&#10;EbV06CRerdGi0KaA1K1bN/d9IgXnww8/3BYsWOAtyer33393rWeJJ5micZ1quVELqj+GmvCcvWnT&#10;plmbNm3cSXuiP/74w6pVq2aXXnqpt2RT12AtU1f7RLr4oZbrsNZntVqfd955WVpH9dlUOPCDBeE5&#10;Z/whJCodKw2TUPdg33fffef+3d95553ekk30+1K/09TlXr/PsqP3VcE8deiLXkNDZ4YPH+4tITyH&#10;0e9F/f+ki7gKrvr9lzrHgy5EqXu9Qm3q/0MK3+ox8N5773lLstL7qvdavQtSf//qM6b37Mcff3Tf&#10;60IZ4RlAcUN4BmJ0kqGT8l9++cV9r7HGtWrVSjo50ImGWs504qETkER6XvXq1V334ezoOc2aNXMt&#10;A6knHQrsajHViagQntPTMQk6Lgq76laqEzv56quv7KCDDrLRo0e77xM98sgjroVTLZ3ZmT59ujtZ&#10;10WPRHrtE044wbXS+GPSCc/Z04mzjllqK/+TTz7pjq9/cUIn+ueee677d596Yq+gra7BuoCVbsIo&#10;DadQ19XUiyL33nuv7bTTTpvHdRKec0YtxyeffLLNmDHDjZHV3AKJ4VldqfW775133vGWxOlzo89j&#10;ut4Cet4OO+xgjz32mLdkE7Viq+VaFxt9hOfs6TOmi0Z16tRxc3Lo95N6UWlc/0cffeStten/Ov0/&#10;lnhcfer2rV46+qxkR589/f+oiyipF5Hvu+8+95599tln7nvCM4DiiPAMBFArS2p41sm4Tt7Vipl6&#10;8q7HdFIZ1MLpU3hW61vdunWzjKXWSanGf37//ffue8Jz7txyyy3u5Fo9AWT8+PEuSL300kvu+0Qa&#10;26cT+3S9BXRRRJPCaWKrRHpPTj31VDeWkPAcjVrEFMh08n7IIYe4C0d+y6Q+b5qAT5+/1BYzfWZ0&#10;8UkBIfXiVaJLLrnEjbNU2E6kMenqWeKf2BOew33xxReuJVPzQIh6BaSG5wceeMC9j1o3lY65hkfo&#10;IlZ2NPmXLhxqyEUivT/aruYo8BGes6eu1grFmhxM8z/cfffdrheGwquOr/97Tl3wFXxTJxATPab/&#10;9/Q+Z0f/9+kzo9dSEE/04IMPJv1bIDwDKI4Iz0AKtY4FhWe1aqqbb+LJnE8nejph91s8gxCe85cm&#10;xClTpoxdfvnlrlu16GRb4TloEpw33njDhWdNhJQdwnPe++mnn1zXer1XO+64o+uy7QdddbVWa74C&#10;cOoFKn0W1e1awYDwnP/0Xuh46/3xj7cCV2p4Vrdqza7t95pJpLkJFKYS5xtIRXjOG7NmzXITI2pu&#10;gMT/M9Q6rJ4Dxx57rPu7hkPo86cLjanUQ0DBOt0M9IRnACUd4RlIkV14VjdCnWyr22gqv+U5qCuc&#10;j/CcfzRBmCYQU3fCxAmpFIwVkBWUUylQq0t3upl7Cc95T8dL4UvhSN22NcZSJ9caW6tWaY1/1fuY&#10;2sVbnxl9HvTZJDznLx1f9QjQPBCaENF36623unCVGITUVVcXFdXlN5XC1KGHHkrLcwHQBUP9mw/6&#10;/0Lvgy5WffDBB+7/Mb2Hqb/TRC3P6u6dbvgR4RlASUd4BlJkF571d51Y6NYeqa1iapVW64taPbPj&#10;h2eddKTO4n3HHXcQnnNBJ2e6zYq6Kvbt2zfpRF8UZPW+PPvss96SOE2Oo2AcNFbT54dnTcSTSAFQ&#10;rTyE5y134403uhN7hVp9rnR7Ko179o+rT7c80oWnrl27Zvn8JVJ41oWs1JnvNe6d8JwzGiOrsa+6&#10;iPH000+7CQ1VLVq0sP3339+1KE+aNMmtq8cVnj/99FP3faK77rrLddv2f68FUXjWLee0nUS6IKng&#10;TXjecrpNnGbX1gVDXYTS/0H6vZlKczzovVR37+z44VkXDxN7IIjmDdF7RngGUJwRnoEU2YVnjcHU&#10;TKIKtP4YTZ9OFnRSqdat7Cg865ZWugVW4nZFAUIhjfCcc2r10IzbCl6aICfo5EyzPKt1OTX8ipYp&#10;IGid7Cg8631NHQOoyax06yXNxE14DqdWSX02UmfQFrU4KhDptlWioQ+6SJU6W7beJ01GpNbPdBSe&#10;dQKfOmHYPffcQ3jOoeeee879u1fg0oUp1W677Wbbb7+9bbPNNm6CL11EFE3AplnQU8OvqIu9ugin&#10;hqxECs+6BVbqhGG6P7uGXCRekCQ8Z0//rnWP7Z9//tlbEqcJ+dS6r99N+j2peQX0uyu1B4cuJGq9&#10;oIuNPj88qyt46gUqjbPW/2N+TwPCM4DiiPAMpMguPItmIVVA8k/AfUOGDHHd1aZMmeItyUonKmpR&#10;UwBIvA+nXk8t0tru1KlT3TKFZ4391AkOstLkODoh0+3BgsYz+9QVWOM2daKXOHuzv7x58+ZZLoQk&#10;0hhA3YdY6yVOYKUWGp0k6n1LDM8KEZMnT3bfI063IdLMv0EtWgrLCkn+Sb/Griu0abK3RJodXRc7&#10;PvzwQ29JMA2d2GWXXbLMoq4Wa7Vw+i2mCs9qZUvXW6Sk0udLFytU+rful94rXZhQK7Puiy8KULr/&#10;tj6PidQ9WD0ANGY6tQt+IrVy/9///Z/rOZJowoQJVrZsWbvyyiu9JZvCs8KdAjeSqXVZFzZ0ITaR&#10;Lr7qlmGJQxk0pll3GkjtEaAx7Xp/gwK4T+G5d+/eSZ8ln/7f1GfX/x3oh+cLL7zQfQ8AxQHhGUiR&#10;Ljyr5UytYgpjOonXSYbGeak1RGOh011dV3i+6KKLbKuttnIt2DrB0MmpWtJ08qjgpcmURIFO4U6t&#10;m3odhfXE+vzzz9O25hRnOnnTOEuFMXXpVCuHjkfi8dHkOT6dVKrFUaFKFydUukezTsJ1Mp6OtqOT&#10;TLW06QKJ3h+9nroWb7311u62SH54VuuOTijVpTVxX/zSv5V0IaI404UL9RLQMVcIVhDThSa/y73G&#10;X/pdsdWjQL0uNLO9WqN13J555hl30UmfS134SEetYqVKlXJdjHVyr9fSpFYKYvqMJYZnhT6N6w16&#10;v/Q+pw6vKOk0DloTT6VecNLs6QpNeh/1O+2bb75xF/40FOXLL7/01gqmluvSpUu7se/6DOn90thc&#10;dQtWGEy8TZxmjNbcBkOHDg18zxQGU1tTSwoNWdFM9OohoDkg/M+YemKod07iver1mdK/fQ090XHT&#10;urowrP/H0s207dPvXf0/pmEr6nWl91ytzvqM6QJXYnjWbO36POtiVur7pUrtYQIAmY7wDKRQwNEJ&#10;tcbqqQUmlVpdFJ51z1id+OuEQbeoSr3nZSq/5Vkt1K1atXJhQC1kCuMKymrh9Ges1YmQlikEZFcK&#10;7SWRWk/UihJ0TPzScfbpgobGu1arVs0FbpXuS6tuxGEn2rq3rdZVL4AGDRq47qU6wdR7o0l39O/E&#10;D3M6OQ3aF790opo6JrskUUulTuR1/PTZUekzpvH+qWFMJ/2aOEyfL71fOvnXhQp15Q2jz6JO4HU/&#10;doU3fT7VwqwTfbVw+y3XahlVK1vQe+WXWswR169fP/c5Sp0oShdHFJwVgPU7Te+ZPqPpJuPz6f3Q&#10;RSf9TtTFQr3Xutil1lK9P4ljnrW9oPfJL73vJfWiougzph4W+ozps6P3Qv/29bsp9cKdLlDo/x7/&#10;d6LegyuuuMLNLZCOLnKpl4C2q4vAurioz5jCuN4zfcb88e8Kz2G/q9XTBACKEsIzkEInB2qd0omz&#10;f8ujVLparnF3+o9f6+ZkPJeCmrr5KoRpPKZa1TTeU4FArWDant/Sre3pSr0e14zEqaWWuKDxoyWB&#10;Tsg0e7bGWGZ3fIJau/wWTJX+nhMa86wAplZnnZhqLKDeJ026o1YutZz4773eR207u33SeMOS2irm&#10;0wm8WnTHjBnj7h2c2EMglY6xPiMaC6uuvakTiGVHAV0XNvR+qHuv/p3o/Vao0v2//eCnix4a45nd&#10;+6UJ5cIuiJU0+jevYRLZvRe6+OcfO79bdxi9RwrLGmetz5veD3XZViBXq2biLN76vZnuc699y+53&#10;dkmi33+a4E3vw5w5c7ylWanLve5IoM+jnuP3/khH66h3hy4o6j3WZ2js2LHuQqM+W/rev4Ch33fv&#10;vfdetu+XKt3+AUAmIjwDBcQPz5oxON04W2SO7G5Vhcyl8KzWrpLcAlmUKDyrO3/QhGPIPH541ozd&#10;QT2zAKC4IzwDBUThWd18TznllCz3eUZm8mfb1lhPFA26vZK6kKbe5xmZSeFZ3YzVOonMp/CsOSN0&#10;ETi1+z4AlASEZ6CAKDzr1lNBE5EhM2kiHbWKaRZaFA2aNOnAAw/McqsqZCZ1pdf4d3UdRuZTeFbv&#10;Do2XZlgDgJKI8AwUEJ106BZVmom0pI99LSrUvV6T36Qbm4vMopl/NVaWsa9Fg7r+aj4AegoUHZpD&#10;QP+P8RkDUBIRngEAAAAACEF4BgAAAAAgBOEZAAAAAIAQhGcAAAAAAEIQngEAAAAACEF4BgAAAAAg&#10;BOEZAAAAAIAQhGcAAAAAAEIQngEAAAAACEF4BgAAAAAgBOEZAAAAAIAQhGcAAAAAAEIQngEAAAAA&#10;CEF4BgAAAAAgBOEZAAAAAIAQhGcAAAAAAEIQngEAAAAACEF4BgAAAAAgBOEZAAAAAIAQhGcAAAAA&#10;AEIQngEAAAAACEF4BgAAAAAgBOEZAAAAAIAQhGcAAAAAAEIQngEAAAAACEF4BgAAAAAgBOEZAAAA&#10;AIAQhGcAAAAAAEIQngEAAAAACEF4BgAAAAAgBOEZAAAAAIAQhGcAAAAAAEIQngEAAAAACEF4BgAA&#10;AAAgBOEZAAAAAIAQhGcAAAAAAEIQngEAAAAACEF4BgAAAAAgBOEZAAAAAIAQhGcAAAAAAEIQngEA&#10;AAAACEF4BgAAAAAgBOEZAAAAAIAQhGcAAAAAAEIQngEAAAAACEF4BgAAAAAgBOEZAAAAAIAQhGcA&#10;AAAAAEIQngGgmPn1119t1KhR1qtXL+vatavdcccd9uWXX3qPliyrVq2yb775xtasWeMtyVuLFi2y&#10;H374wf777z/3vV5nyJAh1qVLF3vllVfcMgAAUDwQngGgmFi+fLkNHjzYDjjgACtVqlRS7bXXXta+&#10;fXubMWOGt3bxtnHjRvv222/tzDPPtG7dum0Ot3lF2//ss8/slFNOsT59+tj69evd8qVLl9p+++3n&#10;jrkuXAAAgOKD8AwAxYBaPHv37r05LFevXt3q16/v6rDDDtu8vEGDBjZv3jzvWcWbWn/1Mys85wdd&#10;jND2+/bt6y3Z1NJ9/fXX2znnnGPPPvustxQAABQHhGcAKAZeeukl22mnnWyrrbZyoXHOnDneI2Z/&#10;//23XX755Va1alU7//zz7ZdffvEeifvpp5/soYcesltvvdWeeeYZ+/PPP71H4t566y33+CeffOJa&#10;Xj/66CMbNmyY6yI+c+ZMb61ky5Ytc92X9by7777bPv30U9uwYYP3aJxaht9++227/fbb7d5777Uv&#10;vvjCeyRu+vTpbjuPPPKIu1gwa9Yse/DBB23o0KFuX7RPoq7U2q8jjjjChdvjjjvObrnlFtd1Xc97&#10;6qmn7LbbbnM/85QpU+zOO++0sWPHuuPk+/zzz+2uu+6yQYMG2QMPPODW8/3xxx/uZznooIPc9k88&#10;8US3ve+++87twwsvvOB+hkmTJnnPiNPxeOONN9zPec8997jXSfX777+7/R85cqRbf/78+fbYY4+5&#10;n1Pvwdq1a701AQBAQSI8A0ARp9bODh06uCB31FFHBQbflStXurCYGrzUzVgtpaldvY8//nh78cUX&#10;vbU2dVM+99xz3WNnnHGGXXDBBS6s++sfeuihLhQmUgBu2LChlS5devN65cqVc2OxE4Pqb7/9Zued&#10;d57tuOOOm9erUKGCXXbZZUnrPf300+6xPfbYw/r162cHH3xw0nb1c+jn+/nnnzcvT6wbbrjBlixZ&#10;Yscee6z7vnXr1m6/9fd99tnHfvzxRxfstd7ee++d9NwqVaq4oC76uRJ/Jr8UqNetW2eHH364+z6x&#10;RVomTJhgp556qm233Xabn1O+fHnXY0AB2af1tt56a9thhx1cl3D/IoBq9913tx49etjixYu9tQEA&#10;QEEhPANAETd37lw75JBDAgNbOhqnq8DpB7NKlSq51lSFU32vQDp+/HhvbXOhTcsV7Lbddls3tleh&#10;Uq3dWq7xxWopFbV8n3zyyW65QrG2u//++7vvVWoJ1+urJfjiiy92yxQWtZ66nPvbHDhw4OaWaoV5&#10;va5eX49r/2rUqGG77babW7dMmTIu2OrigcYi+8sVOBW01Xqr8KxAr+drO3pMr3nFFVe44K2u1nqO&#10;WunVwq4W9UsuucQt0zbU5V0t9/Xq1bNddtll8+vq+KvFWduoXbu2W37NNde4/RZNWuYHdV100Gvq&#10;NfS96sILL7QVK1a4dT/++GMX3rfZZhu3n9q+jom+at3tt9/eXn31VbcuAAAoOIRnACji1KW4YsWK&#10;Llip+3BOaUIttbjqeWoN/uuvv9xydT9WONTy5s2bbw51fnjeddddXVdthd9///13c6u3wrTfXXz0&#10;6NFumSYq81uw//nnH2vTpo1bT6+nFvOJEye6cL3nnnva+++/79aTRx991IVEBUzNHi7ajt/iq1Zw&#10;v7VW3bi1rsLmk08+6ZapG7jfUt65c+fNAVwt2Rr3reWVK1d2rbyJ9Px27drZa6+95i0xF6IVePXa&#10;fldsTc521llnue307NnTLRMtP+mkk9xyPzzrtXWxQMsUmt999123XMdVM3Pr59f2/UCs11PLu9Zv&#10;2rTp5kneXn75ZStbtqxbronhAABAwSI8A0AR9/XXX2/uZhwlPKsbslpf1WU7dRbu5557znUvVlhT&#10;q6n44blu3bouJPo0VlrLFUbVCi6aaVrLWrVqlTTGWa22Cuf+7NT33XefW0+tyGp91eReKk245Qfl&#10;119/3a2r8Kzv1Vr8wQcfuGWibtq6eKBWWnXtFm2/Y8eObn21HPsSw3PLli0370eQyZMnu/HOzZo1&#10;c/uikOuPUVbwP/vss912dCHAFxSeNUbaX6Yx24nUbV4t4XrM7zWgWbx1PLQscdIxXdzwt0N4BgCg&#10;4BGeAaCIU8usuvUqVGkscE4paOs56uKcOLZY1HVYwVndpD/88EO3zA/PCpOJt35SCNdytSirW7PG&#10;R6v1Vss0NjodTYKlAO93xdZzVGpFVjdldSX3W2T98KyQrgsGPo3lTg3PqS3PfkhODM/qLp5KXb77&#10;9+/vumir1TxxHPbOO++8OTxHaXnWhQltT/vnt4z71M1bFw20viZzE7Vu++FZk6j51NKuycm0XBOO&#10;AQCAgkV4BoAiTt1/1R1aoeqYY46xhQsXeo/EaSKr2bNnu6++ESNGuOdoLK7fYuwbN26cC44a1+vP&#10;fJ0YnhMnHlMXbi33w7MoNGtZ27Zt3fc+hcvEW2Vpki2tV7NmTbd/aonVuOTE7SeOefZfx28NF030&#10;lS48q+U5sdu2bt+l5ZpJO9Hq1as3j29W13RNYqbXVBd0HQe1xAeF57CWZ4XeWrVquWXDhw93y3xq&#10;wfa30717d7csMTz7XbxFx43wDABA4SE8A0Ax8MQTT7jWW3UvVutz4mzMCnQKiprU6qKLLnIttaIx&#10;xgqFauXV2Fv/Vk8K337LcZ06ddytnyQn4dkP4XfccYdbpjHLibedUmu3ZrvWGGB1Q9bYYq2nrth+&#10;8JVp06a5WzlpPLPGVUtieFaXal924dkfi60u5L7E8KzbVyVSeN93333dY+qK7nvzzTddcFb5P4uO&#10;aYsWLdy6mi3bFxSeNSma34Vcj+mWWz7dFkwt3GrhHzNmjFumMc9+eH7nnXfcMiE8AwBQuAjPAFAM&#10;aJZrtZQqWKl0qyndiknlhzmVArQfnnX7Kr/LsILh6aef7tb3b+Wk2a8VykXBOifh2Z8wbOrUqW4m&#10;bC2vVq2a266ep5CsZSeccIILzwrmCuhapm7imqBM66prtpY1btzYtUZLlPCs/fPDs7aloPv444+7&#10;CwP6ObX85ptvduv6FPz9fb7uuuvcNnTPZb9lWC3xGo8sau3Xvmq5ZhzX+Gftn45p0GzbCuC6LZWW&#10;a9Iw/3j4E4Dp5/QvUqjLPOEZAIDMQ3gGgGJCrc2adMq/1VRiabxukyZNkro7i8KuWpkVlBPX12zP&#10;d9111+Zu3grPGpOrxzRhWGJ4VguxluvWUGq99Wl26AMPPDBpu6rjjjvOzbLt098V9lPX0/2kNRmY&#10;b+zYsW65XiexNfv77793P58e0+2oRPs7bNgwd1HA357CvwK7H0ATw61oXLRazP1xzmoRVphWl3J/&#10;+/69nrV9hW9/UjOVbqul8HzkkUe67xNvG6b1NYN46v201VtAM2rrAoBPPQLUEq3HE++drSDv3+5K&#10;96IGAAAFi/AMAMWMbl2l2ZgVijXmWKFOt2TSmN4g6uKsltE+ffq4FlF18daM2IkU/h5++GH3uFo9&#10;E2ep1rhcLdeY3dSJxzSZmdbX4506dXKt1P4tphItWLDA7r//frdO+/btbeTIkVm2pfHG/uvMmjXL&#10;W7qpxVhdszXuW12efWodVmuzjoMe1zFQC/1NN93ktqOW4lS6WKDl6matmcI13lmTiGl/9By/a7Vo&#10;bLbCtLavcc+ffvqp66KtVmutq7CfSpOHaZy3ZhPX+GrNaq6u3onUM0CTmWkbei99aplW4Ndy7vMM&#10;AEDBIzwDAAAAABCC8AwAAAAAQAjCMwAAAAAAIQjPAAAAAACEIDwDAAAAABCC8AwAAAAAQAjCMwAA&#10;AAAAIQjPAAAAAACEIDwDAAAAABCC8AwAAAAAQAjCMwAAAAAAIQjPAAAAAACEIDwDAAAAABCC8AwA&#10;AAAAQAjCMwAAAAAAIQjPAAAAAACEIDwDAAAAABCC8AwAAAAAQAjCMwAAAAAAIQjPAAAAAACEIDwD&#10;AAAAABCC8AwAAAAAQAjCMwAAAAAAIQjPAAAAAACEIDwDAAAAABCC8AwAAAAAQAjCMwAAAAAAIQjP&#10;AAAAAACEIDwDAAAAABCC8AwAAAAAQAjCMwAAAAAAIQjPAAAAAACEIDwDAAAAABCC8AwAAAAAQFpm&#10;/w+BbmP3zO/7EAAAAABJRU5ErkJgglBLAwQUAAYACAAAACEACUpXX90AAAAFAQAADwAAAGRycy9k&#10;b3ducmV2LnhtbEyPQUvDQBCF74L/YRnBm93EulLSbEop6qkItoL0Ns1Ok9DsbMhuk/Tfu3rRy8Dj&#10;Pd77Jl9NthUD9b5xrCGdJSCIS2carjR87l8fFiB8QDbYOiYNV/KwKm5vcsyMG/mDhl2oRCxhn6GG&#10;OoQuk9KXNVn0M9cRR+/keoshyr6SpscxlttWPibJs7TYcFyosaNNTeV5d7Ea3kYc1/P0ZdieT5vr&#10;Ya/ev7YpaX1/N62XIAJN4S8MP/gRHYrIdHQXNl60GuIj4fdGb6HmCsRRg3pSCcgil//pi28AAAD/&#10;/wMAUEsDBBQABgAIAAAAIQBXffHq1AAAAK0CAAAZAAAAZHJzL19yZWxzL2Uyb0RvYy54bWwucmVs&#10;c7ySwWrDMAyG74O+g9F9cZKWMUadXkah19E9gLAVxzSWje2V9e1nKIMVSnfLURL/938HbXfffhZn&#10;StkFVtA1LQhiHYxjq+DzuH9+BZELssE5MCm4UIbdsHraftCMpYby5GIWlcJZwVRKfJMy64k85iZE&#10;4noZQ/JY6pisjKhPaEn2bfsi018GDDdMcTAK0sGsQRwvsTb/zw7j6DS9B/3licudCul87a5ATJaK&#10;Ak/G4XW5biJbkPcd+mUc+kcO3TIO3SOHzTIOm18HefNkww8AAAD//wMAUEsBAi0AFAAGAAgAAAAh&#10;ALGCZ7YKAQAAEwIAABMAAAAAAAAAAAAAAAAAAAAAAFtDb250ZW50X1R5cGVzXS54bWxQSwECLQAU&#10;AAYACAAAACEAOP0h/9YAAACUAQAACwAAAAAAAAAAAAAAAAA7AQAAX3JlbHMvLnJlbHNQSwECLQAU&#10;AAYACAAAACEA0JtwiG8EAAClFwAADgAAAAAAAAAAAAAAAAA6AgAAZHJzL2Uyb0RvYy54bWxQSwEC&#10;LQAKAAAAAAAAACEAE8O2Ix6VAAAelQAAFAAAAAAAAAAAAAAAAADVBgAAZHJzL21lZGlhL2ltYWdl&#10;MS5wbmdQSwECLQAKAAAAAAAAACEA0kUYdRSOAAAUjgAAFAAAAAAAAAAAAAAAAAAlnAAAZHJzL21l&#10;ZGlhL2ltYWdlMi5wbmdQSwECLQAKAAAAAAAAACEAk0vl0NKUAADSlAAAFAAAAAAAAAAAAAAAAABr&#10;KgEAZHJzL21lZGlhL2ltYWdlMy5wbmdQSwECLQAKAAAAAAAAACEAOX81gUiSAABIkgAAFAAAAAAA&#10;AAAAAAAAAABvvwEAZHJzL21lZGlhL2ltYWdlNC5wbmdQSwECLQAUAAYACAAAACEACUpXX90AAAAF&#10;AQAADwAAAAAAAAAAAAAAAADpUQIAZHJzL2Rvd25yZXYueG1sUEsBAi0AFAAGAAgAAAAhAFd98erU&#10;AAAArQIAABkAAAAAAAAAAAAAAAAA81ICAGRycy9fcmVscy9lMm9Eb2MueG1sLnJlbHNQSwUGAAAA&#10;AAkACQBCAgAA/lMCAAAA&#10;">
                <v:group id="Group 2" o:spid="_x0000_s1027" style="position:absolute;left:26361;top:20497;width:54197;height:34605" coordorigin="1524,2849" coordsize="81874,52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3" o:spid="_x0000_s1028" style="position:absolute;left:1524;top:2849;width:81874;height:521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zHuwgAAANoAAAAPAAAAZHJzL2Rvd25yZXYueG1sRI/BbsIw&#10;EETvSPyDtUi9gdO0Qm2Ig6BqpZYTBD5giZc4arxOYxfSv6+RkDiOZuaNJl8OthVn6n3jWMHjLAFB&#10;XDndcK3gsP+YvoDwAVlj65gU/JGHZTEe5Zhpd+EdnctQiwhhn6ECE0KXSekrQxb9zHXE0Tu53mKI&#10;sq+l7vES4baVaZLMpcWG44LBjt4MVd/lr1WwfXaUvqd+Xdb21QzH/ebrB+dKPUyG1QJEoCHcw7f2&#10;p1bwBNcr8QbI4h8AAP//AwBQSwECLQAUAAYACAAAACEA2+H2y+4AAACFAQAAEwAAAAAAAAAAAAAA&#10;AAAAAAAAW0NvbnRlbnRfVHlwZXNdLnhtbFBLAQItABQABgAIAAAAIQBa9CxbvwAAABUBAAALAAAA&#10;AAAAAAAAAAAAAB8BAABfcmVscy8ucmVsc1BLAQItABQABgAIAAAAIQCrzzHuwgAAANoAAAAPAAAA&#10;AAAAAAAAAAAAAAcCAABkcnMvZG93bnJldi54bWxQSwUGAAAAAAMAAwC3AAAA9gIAAAAA&#10;" filled="f" stroked="f">
                    <v:textbox inset="2.53958mm,2.53958mm,2.53958mm,2.53958mm">
                      <w:txbxContent>
                        <w:p w14:paraId="108C6F71" w14:textId="77777777" w:rsidR="00C8391F" w:rsidRDefault="00C8391F" w:rsidP="002C3F00">
                          <w:pPr>
                            <w:pStyle w:val="Figure"/>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4" o:spid="_x0000_s1029" type="#_x0000_t75" style="position:absolute;left:1524;top:2849;width:40937;height:25174;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3FSwQAAANoAAAAPAAAAZHJzL2Rvd25yZXYueG1sRI9Ra8Iw&#10;FIXfB/6HcAd7m2lFxHWmpQ4VfVT3Ay7NXVPW3JQks/XfL8Jgj4dzznc4m2qyvbiRD51jBfk8A0Hc&#10;ON1xq+Dzun9dgwgRWWPvmBTcKUBVzp42WGg38plul9iKBOFQoAIT41BIGRpDFsPcDcTJ+3LeYkzS&#10;t1J7HBPc9nKRZStpseO0YHCgD0PN9+XHKgg57RZv67vNd4d6lY2HbX3yRqmX56l+BxFpiv/hv/ZR&#10;K1jC40q6AbL8BQAA//8DAFBLAQItABQABgAIAAAAIQDb4fbL7gAAAIUBAAATAAAAAAAAAAAAAAAA&#10;AAAAAABbQ29udGVudF9UeXBlc10ueG1sUEsBAi0AFAAGAAgAAAAhAFr0LFu/AAAAFQEAAAsAAAAA&#10;AAAAAAAAAAAAHwEAAF9yZWxzLy5yZWxzUEsBAi0AFAAGAAgAAAAhAP3/cVLBAAAA2gAAAA8AAAAA&#10;AAAAAAAAAAAABwIAAGRycy9kb3ducmV2LnhtbFBLBQYAAAAAAwADALcAAAD1AgAAAAA=&#10;">
                    <v:imagedata r:id="rId21" o:title="" cropbottom="3709f" cropright="8611f"/>
                  </v:shape>
                  <v:shape id="Shape 5" o:spid="_x0000_s1030" type="#_x0000_t75" style="position:absolute;left:42461;top:2849;width:40937;height:25174;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7CCVwgAAANoAAAAPAAAAZHJzL2Rvd25yZXYueG1sRI9Pi8Iw&#10;FMTvwn6H8IS9iE0rVLQayyIIy978h3h7NM+2tHkpTdTutzcLCx6HmfkNs84H04oH9a62rCCJYhDE&#10;hdU1lwpOx910AcJ5ZI2tZVLwSw7yzcdojZm2T97T4+BLESDsMlRQed9lUrqiIoMush1x8G62N+iD&#10;7Eupe3wGuGnlLI7n0mDNYaHCjrYVFc3hbhSUFz/D9Jh2yZXrn/OyaPRu0ij1OR6+ViA8Df4d/m9/&#10;awUp/F0JN0BuXgAAAP//AwBQSwECLQAUAAYACAAAACEA2+H2y+4AAACFAQAAEwAAAAAAAAAAAAAA&#10;AAAAAAAAW0NvbnRlbnRfVHlwZXNdLnhtbFBLAQItABQABgAIAAAAIQBa9CxbvwAAABUBAAALAAAA&#10;AAAAAAAAAAAAAB8BAABfcmVscy8ucmVsc1BLAQItABQABgAIAAAAIQCP7CCVwgAAANoAAAAPAAAA&#10;AAAAAAAAAAAAAAcCAABkcnMvZG93bnJldi54bWxQSwUGAAAAAAMAAwC3AAAA9gIAAAAA&#10;">
                    <v:imagedata r:id="rId22" o:title="" cropright="8178f"/>
                  </v:shape>
                  <v:shape id="Shape 6" o:spid="_x0000_s1031" type="#_x0000_t75" style="position:absolute;left:1524;top:28023;width:40937;height:25173;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JFwwAAANoAAAAPAAAAZHJzL2Rvd25yZXYueG1sRI/disIw&#10;FITvhX2HcBb2RjRxL1SqUXalwqJ44c8DHJpjW2xOShNt16c3guDlMDPfMPNlZytxo8aXjjWMhgoE&#10;ceZMybmG03E9mILwAdlg5Zg0/JOH5eKjN8fEuJb3dDuEXEQI+wQ1FCHUiZQ+K8iiH7qaOHpn11gM&#10;UTa5NA22EW4r+a3UWFosOS4UWNOqoOxyuFoN2aS/PV3LHfM2vY/SzW+qVKu0/vrsfmYgAnXhHX61&#10;/4yGMTyvxBsgFw8AAAD//wMAUEsBAi0AFAAGAAgAAAAhANvh9svuAAAAhQEAABMAAAAAAAAAAAAA&#10;AAAAAAAAAFtDb250ZW50X1R5cGVzXS54bWxQSwECLQAUAAYACAAAACEAWvQsW78AAAAVAQAACwAA&#10;AAAAAAAAAAAAAAAfAQAAX3JlbHMvLnJlbHNQSwECLQAUAAYACAAAACEAUmfyRcMAAADaAAAADwAA&#10;AAAAAAAAAAAAAAAHAgAAZHJzL2Rvd25yZXYueG1sUEsFBgAAAAADAAMAtwAAAPcCAAAAAA==&#10;">
                    <v:imagedata r:id="rId23" o:title="" cropright="4764f"/>
                  </v:shape>
                  <v:shape id="Shape 7" o:spid="_x0000_s1032" type="#_x0000_t75" style="position:absolute;left:42461;top:28023;width:40937;height:25173;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M3GxAAAANoAAAAPAAAAZHJzL2Rvd25yZXYueG1sRI9Pa8JA&#10;FMTvhX6H5RV6q7uVWCV1lRJS8CCU+gc9PrLPJDT7NmRXE799VxA8DjPzG2a+HGwjLtT52rGG95EC&#10;QVw4U3OpYbf9fpuB8AHZYOOYNFzJw3Lx/DTH1Lief+myCaWIEPYpaqhCaFMpfVGRRT9yLXH0Tq6z&#10;GKLsSmk67CPcNnKs1Ie0WHNcqLClrKLib3O2GnK18pPksKbTsM/XO/lzVCZLtH59Gb4+QQQawiN8&#10;b6+MhincrsQbIBf/AAAA//8DAFBLAQItABQABgAIAAAAIQDb4fbL7gAAAIUBAAATAAAAAAAAAAAA&#10;AAAAAAAAAABbQ29udGVudF9UeXBlc10ueG1sUEsBAi0AFAAGAAgAAAAhAFr0LFu/AAAAFQEAAAsA&#10;AAAAAAAAAAAAAAAAHwEAAF9yZWxzLy5yZWxzUEsBAi0AFAAGAAgAAAAhAGKUzcbEAAAA2gAAAA8A&#10;AAAAAAAAAAAAAAAABwIAAGRycy9kb3ducmV2LnhtbFBLBQYAAAAAAwADALcAAAD4AgAAAAA=&#10;">
                    <v:imagedata r:id="rId24" o:title="" cropright="7126f"/>
                  </v:shape>
                  <v:rect id="Rectangle 8" o:spid="_x0000_s1033" style="position:absolute;left:1985;top:24610;width:4364;height:58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tMIvwAAANoAAAAPAAAAZHJzL2Rvd25yZXYueG1sRE9Na8JA&#10;EL0X/A/LCL2UumkLIqmrFKnotTHidchOk+DubMyOMfbXdw+FHh/ve7kevVMD9bENbOBlloEiroJt&#10;uTZQHrbPC1BRkC26wGTgThHWq8nDEnMbbvxFQyG1SiEcczTQiHS51rFqyGOchY44cd+h9ygJ9rW2&#10;Pd5SuHf6Ncvm2mPLqaHBjjYNVefi6g3IZdiV4n6OLiuub+VTeY54+jTmcTp+vIMSGuVf/OfeWwNp&#10;a7qSboBe/QIAAP//AwBQSwECLQAUAAYACAAAACEA2+H2y+4AAACFAQAAEwAAAAAAAAAAAAAAAAAA&#10;AAAAW0NvbnRlbnRfVHlwZXNdLnhtbFBLAQItABQABgAIAAAAIQBa9CxbvwAAABUBAAALAAAAAAAA&#10;AAAAAAAAAB8BAABfcmVscy8ucmVsc1BLAQItABQABgAIAAAAIQDYLtMIvwAAANoAAAAPAAAAAAAA&#10;AAAAAAAAAAcCAABkcnMvZG93bnJldi54bWxQSwUGAAAAAAMAAwC3AAAA8wIAAAAA&#10;" filled="f" stroked="f">
                    <v:textbox inset="2.53958mm,2.53958mm,2.53958mm,2.53958mm">
                      <w:txbxContent>
                        <w:p w14:paraId="5A20F6F4" w14:textId="77777777" w:rsidR="00C8391F" w:rsidRDefault="00F54E4E">
                          <w:pPr>
                            <w:textDirection w:val="btLr"/>
                          </w:pPr>
                          <w:r>
                            <w:rPr>
                              <w:color w:val="000000"/>
                              <w:sz w:val="28"/>
                            </w:rPr>
                            <w:t>A</w:t>
                          </w:r>
                        </w:p>
                      </w:txbxContent>
                    </v:textbox>
                  </v:rect>
                  <v:rect id="Rectangle 9" o:spid="_x0000_s1034" style="position:absolute;left:42456;top:24610;width:4364;height:58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YnaTwgAAANoAAAAPAAAAZHJzL2Rvd25yZXYueG1sRI9BS8NA&#10;FITvQv/D8gQv0m5aQWrabSnSolfTFK+P7DMJ3X0bs69p9Ne7guBxmJlvmPV29E4N1Mc2sIH5LANF&#10;XAXbcm2gPB6mS1BRkC26wGTgiyJsN5ObNeY2XPmNhkJqlSAcczTQiHS51rFqyGOchY44eR+h9yhJ&#10;9rW2PV4T3Du9yLJH7bHltNBgR88NVefi4g3I5/BSivs+uay4PJT35Tni+96Yu9txtwIlNMp/+K/9&#10;ag08we+VdAP05gcAAP//AwBQSwECLQAUAAYACAAAACEA2+H2y+4AAACFAQAAEwAAAAAAAAAAAAAA&#10;AAAAAAAAW0NvbnRlbnRfVHlwZXNdLnhtbFBLAQItABQABgAIAAAAIQBa9CxbvwAAABUBAAALAAAA&#10;AAAAAAAAAAAAAB8BAABfcmVscy8ucmVsc1BLAQItABQABgAIAAAAIQC3YnaTwgAAANoAAAAPAAAA&#10;AAAAAAAAAAAAAAcCAABkcnMvZG93bnJldi54bWxQSwUGAAAAAAMAAwC3AAAA9gIAAAAA&#10;" filled="f" stroked="f">
                    <v:textbox inset="2.53958mm,2.53958mm,2.53958mm,2.53958mm">
                      <w:txbxContent>
                        <w:p w14:paraId="75CC62AA" w14:textId="77777777" w:rsidR="00C8391F" w:rsidRDefault="00F54E4E">
                          <w:pPr>
                            <w:textDirection w:val="btLr"/>
                          </w:pPr>
                          <w:r>
                            <w:rPr>
                              <w:color w:val="000000"/>
                              <w:sz w:val="28"/>
                            </w:rPr>
                            <w:t>B</w:t>
                          </w:r>
                        </w:p>
                      </w:txbxContent>
                    </v:textbox>
                  </v:rect>
                  <v:rect id="Rectangle 10" o:spid="_x0000_s1035" style="position:absolute;left:1524;top:49189;width:4364;height:58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66NwwAAANsAAAAPAAAAZHJzL2Rvd25yZXYueG1sRI9BS8NA&#10;EIXvgv9hGcGL2I0KIrHbIsVSr8YUr0N2TEJ3Z9PsNI3+eucgeJvhvXnvm+V6jsFMNOY+sYO7RQGG&#10;uEm+59ZB/bG9fQKTBdljSEwOvinDenV5scTSpzO/01RJazSEc4kOOpGhtDY3HUXMizQQq/aVxoii&#10;69haP+JZw2Ow90XxaCP2rA0dDrTpqDlUp+hAjtOulvCzD0V1eqhv6kPGz1fnrq/ml2cwQrP8m/+u&#10;37ziK73+ogPY1S8AAAD//wMAUEsBAi0AFAAGAAgAAAAhANvh9svuAAAAhQEAABMAAAAAAAAAAAAA&#10;AAAAAAAAAFtDb250ZW50X1R5cGVzXS54bWxQSwECLQAUAAYACAAAACEAWvQsW78AAAAVAQAACwAA&#10;AAAAAAAAAAAAAAAfAQAAX3JlbHMvLnJlbHNQSwECLQAUAAYACAAAACEAkxuujcMAAADbAAAADwAA&#10;AAAAAAAAAAAAAAAHAgAAZHJzL2Rvd25yZXYueG1sUEsFBgAAAAADAAMAtwAAAPcCAAAAAA==&#10;" filled="f" stroked="f">
                    <v:textbox inset="2.53958mm,2.53958mm,2.53958mm,2.53958mm">
                      <w:txbxContent>
                        <w:p w14:paraId="29B60700" w14:textId="77777777" w:rsidR="00C8391F" w:rsidRDefault="00F54E4E">
                          <w:pPr>
                            <w:textDirection w:val="btLr"/>
                          </w:pPr>
                          <w:r>
                            <w:rPr>
                              <w:color w:val="000000"/>
                              <w:sz w:val="28"/>
                            </w:rPr>
                            <w:t>C</w:t>
                          </w:r>
                        </w:p>
                      </w:txbxContent>
                    </v:textbox>
                  </v:rect>
                  <v:rect id="Rectangle 11" o:spid="_x0000_s1036" style="position:absolute;left:42456;top:49193;width:4364;height:58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sWwQAAANsAAAAPAAAAZHJzL2Rvd25yZXYueG1sRE9Na8JA&#10;EL0X/A/LCL0U3VihlOgqUlraa9NIr0N2TIK7s2l2jGl/fVcQvM3jfc56O3qnBupjG9jAYp6BIq6C&#10;bbk2UH69zZ5BRUG26AKTgV+KsN1M7taY23DmTxoKqVUK4ZijgUaky7WOVUMe4zx0xIk7hN6jJNjX&#10;2vZ4TuHe6ccse9IeW04NDXb00lB1LE7egPwM76W4v73LitOyfCiPEb9fjbmfjrsVKKFRbuKr+8Om&#10;+Qu4/JIO0Jt/AAAA//8DAFBLAQItABQABgAIAAAAIQDb4fbL7gAAAIUBAAATAAAAAAAAAAAAAAAA&#10;AAAAAABbQ29udGVudF9UeXBlc10ueG1sUEsBAi0AFAAGAAgAAAAhAFr0LFu/AAAAFQEAAAsAAAAA&#10;AAAAAAAAAAAAHwEAAF9yZWxzLy5yZWxzUEsBAi0AFAAGAAgAAAAhAPxXCxbBAAAA2wAAAA8AAAAA&#10;AAAAAAAAAAAABwIAAGRycy9kb3ducmV2LnhtbFBLBQYAAAAAAwADALcAAAD1AgAAAAA=&#10;" filled="f" stroked="f">
                    <v:textbox inset="2.53958mm,2.53958mm,2.53958mm,2.53958mm">
                      <w:txbxContent>
                        <w:p w14:paraId="31D9CCA7" w14:textId="77777777" w:rsidR="00C8391F" w:rsidRDefault="00F54E4E">
                          <w:pPr>
                            <w:textDirection w:val="btLr"/>
                          </w:pPr>
                          <w:r>
                            <w:rPr>
                              <w:color w:val="000000"/>
                              <w:sz w:val="28"/>
                            </w:rPr>
                            <w:t>D</w:t>
                          </w:r>
                        </w:p>
                      </w:txbxContent>
                    </v:textbox>
                  </v:rect>
                </v:group>
                <w10:anchorlock/>
              </v:group>
            </w:pict>
          </mc:Fallback>
        </mc:AlternateContent>
      </w:r>
    </w:p>
    <w:p w14:paraId="5098E535" w14:textId="18A17167" w:rsidR="00C8391F" w:rsidRDefault="00F54E4E" w:rsidP="002C3F00">
      <w:pPr>
        <w:pStyle w:val="FigureCaption"/>
      </w:pPr>
      <w:r w:rsidRPr="002C3F00">
        <w:rPr>
          <w:b/>
          <w:bCs/>
        </w:rPr>
        <w:t>Figure 1:</w:t>
      </w:r>
      <w:r>
        <w:t xml:space="preserve"> </w:t>
      </w:r>
      <w:r w:rsidR="003416C3">
        <w:t xml:space="preserve">(A)-(D) </w:t>
      </w:r>
      <w:r>
        <w:t>Anti-inflammatory effects of Vitamin K2 in conjunction with A: nHAP, B: Vit K2 with chitosan, C: Vit K2 with chitosan and  nHAP, D: Vit K2. X-axis represents the concentration dose of the test compounds while the Y-axis represents the % of zone of inhibition.</w:t>
      </w:r>
    </w:p>
    <w:p w14:paraId="0A89C5A8" w14:textId="4CDDE9F0" w:rsidR="00C8391F" w:rsidRDefault="00F54E4E" w:rsidP="002C3F00">
      <w:pPr>
        <w:pStyle w:val="Paragraph"/>
        <w:rPr>
          <w:b/>
        </w:rPr>
      </w:pPr>
      <w:r>
        <w:t>Chitosan and Vit K2 (K2+Chito) was tested at the same concentrations as before</w:t>
      </w:r>
      <w:r w:rsidRPr="00C0492B">
        <w:rPr>
          <w:szCs w:val="24"/>
        </w:rPr>
        <w:t>(Saadh et al., 2024)</w:t>
      </w:r>
      <w:r>
        <w:t>. The results in figure 2 demonstrated a significant improvement in anti-inflammatory activity compared to individual components</w:t>
      </w:r>
      <w:r w:rsidRPr="00C0492B">
        <w:rPr>
          <w:szCs w:val="24"/>
        </w:rPr>
        <w:t>(Almatrafi et al., 2024)</w:t>
      </w:r>
      <w:r>
        <w:t>. At 10 µL and 20 µL concentrations, the nanocomposite exhibited inhibitory values of 0.296 and 0.557, respectively were higher than the corresponding individual component values. At 30 µL and 50 µL concentrations, the nanocomposite showed even more potent inhibitory effects, with values of 0.956 and 1.076, respectively. However, at the highest concentration of 40 µL, the nanocomposite showed a reduced inhibitory effect with a value of 0.239.</w:t>
      </w:r>
    </w:p>
    <w:p w14:paraId="0C4F71F6" w14:textId="77777777" w:rsidR="00C8391F" w:rsidRDefault="00F54E4E" w:rsidP="002C3F00">
      <w:pPr>
        <w:pStyle w:val="Heading1"/>
      </w:pPr>
      <w:r>
        <w:t>DISCUSSION</w:t>
      </w:r>
    </w:p>
    <w:p w14:paraId="5ABD7F64" w14:textId="0D90B7F4" w:rsidR="00C8391F" w:rsidRDefault="00F54E4E" w:rsidP="002C3F00">
      <w:pPr>
        <w:pStyle w:val="Paragraph"/>
      </w:pPr>
      <w:r>
        <w:t>Inflammation serves as a defensive reaction in response to infections, burns, toxins, allergens. During inflammation, various chemical mediators are released including cytokines, chemokines and prostaglandins. These signaling molecules exert their effects on blood vessels, inducing vasodilation, heightened permeability, and the attraction of immune cells to the afflicted site. The release of enzymes such as proteases leads to the degradation of extracellular matrix proteins and other structural proteins in the affected tissues.</w:t>
      </w:r>
      <w:hyperlink r:id="rId25">
        <w:r>
          <w:rPr>
            <w:color w:val="000000"/>
          </w:rPr>
          <w:t>(Keerthana &amp; Ramesh, 2021; Murugesan, 2021; Tiwari &amp; Jain, 2021)</w:t>
        </w:r>
      </w:hyperlink>
      <w:hyperlink r:id="rId26">
        <w:r>
          <w:rPr>
            <w:color w:val="000000"/>
          </w:rPr>
          <w:t>(Keerthana &amp; Ramesh, 2021; Murugesan, 2021; Subramanian et al., 2021; Tiwari &amp; Jain, 2021)</w:t>
        </w:r>
      </w:hyperlink>
      <w:r>
        <w:t xml:space="preserve"> Chronic wounds frequently exist in a state of halted inflammation, impeding their </w:t>
      </w:r>
      <w:r>
        <w:lastRenderedPageBreak/>
        <w:t xml:space="preserve">advancement in the healing process. This phenomenon is associated with the prevalence of pro-inflammatory macrophages (M1-type macrophages) at the injury site </w:t>
      </w:r>
      <w:hyperlink r:id="rId27">
        <w:r>
          <w:rPr>
            <w:color w:val="000000"/>
          </w:rPr>
          <w:t>(Jain et al., 2019; Vitali, 2023)</w:t>
        </w:r>
      </w:hyperlink>
      <w:r>
        <w:rPr>
          <w:color w:val="282828"/>
          <w:shd w:val="clear" w:color="auto" w:fill="F7F7F7"/>
        </w:rPr>
        <w:t>.</w:t>
      </w:r>
      <w:r>
        <w:t xml:space="preserve"> This excessive proteolysis disrupts the normal tissue architecture, leading to tissue damage and loss of function. Protein denaturation has been well correlated with the occurrence of the inflammatory response </w:t>
      </w:r>
      <w:hyperlink r:id="rId28">
        <w:r>
          <w:rPr>
            <w:color w:val="000000"/>
          </w:rPr>
          <w:t>(Mizushima, 1966)</w:t>
        </w:r>
      </w:hyperlink>
      <w:r>
        <w:t xml:space="preserve">.  Tissue damage sustained through inflammation could potentially be attributed to the denaturation of proteins, where they lose functional and structural integrity, rendering them less effective or even non-functional </w:t>
      </w:r>
      <w:hyperlink r:id="rId29">
        <w:r>
          <w:rPr>
            <w:color w:val="000000"/>
          </w:rPr>
          <w:t>(Opie, 1962)</w:t>
        </w:r>
      </w:hyperlink>
      <w:r>
        <w:t xml:space="preserve">. Therefore, the ability of a substance to inhibit denature of the protein may imply its efficacy for eliciting anti-inflammatory effects. Monitoring the levels of denatured proteins in tissues could provide a valuable means of assessing the extent and progression of inflammation </w:t>
      </w:r>
      <w:hyperlink r:id="rId30">
        <w:r>
          <w:rPr>
            <w:color w:val="000000"/>
          </w:rPr>
          <w:t>(</w:t>
        </w:r>
      </w:hyperlink>
      <w:hyperlink r:id="rId31">
        <w:r>
          <w:rPr>
            <w:i/>
            <w:color w:val="000000"/>
          </w:rPr>
          <w:t>Journal of Complementary Medicine Research</w:t>
        </w:r>
      </w:hyperlink>
      <w:hyperlink r:id="rId32">
        <w:r>
          <w:rPr>
            <w:color w:val="000000"/>
          </w:rPr>
          <w:t>, n.d.)</w:t>
        </w:r>
      </w:hyperlink>
      <w:r>
        <w:t xml:space="preserve">.Considering the relationship between protein denaturation and inflammation, substances capable of preventing protein denaturation could be promising candidates for the development of anti-inflammatory drugs </w:t>
      </w:r>
      <w:hyperlink r:id="rId33">
        <w:r>
          <w:rPr>
            <w:color w:val="000000"/>
          </w:rPr>
          <w:t>(Banerjee et al., 2014; Chaithanya et al., 2021)</w:t>
        </w:r>
      </w:hyperlink>
      <w:r>
        <w:t xml:space="preserve"> . This study </w:t>
      </w:r>
      <w:r>
        <w:rPr>
          <w:color w:val="282828"/>
          <w:shd w:val="clear" w:color="auto" w:fill="F7F7F7"/>
        </w:rPr>
        <w:t>assessed the anti-inflammatory effects</w:t>
      </w:r>
      <w:r>
        <w:t xml:space="preserve"> of Vit K2, Vit K2 + Chitosan, nHAP + Chitosan, and nHAP + Chito + Vit K2 using bovine serum albumin as a model protein due to its structural resemblance to human serum albumin. </w:t>
      </w:r>
      <w:hyperlink r:id="rId34">
        <w:r>
          <w:rPr>
            <w:color w:val="000000"/>
          </w:rPr>
          <w:t>(</w:t>
        </w:r>
      </w:hyperlink>
      <w:hyperlink r:id="rId35">
        <w:r>
          <w:rPr>
            <w:i/>
            <w:color w:val="000000"/>
          </w:rPr>
          <w:t>Evaluation Composite Restoration Posterior Teeth Proanthocyanidin Pretreatment Liner Using Fédération Dentaire Internationale Criteria: Split-Mouth Randomized Controlled Trial</w:t>
        </w:r>
      </w:hyperlink>
      <w:hyperlink r:id="rId36">
        <w:r>
          <w:rPr>
            <w:color w:val="000000"/>
          </w:rPr>
          <w:t>, n.d.; Pranati et al., 2021; Sakthi</w:t>
        </w:r>
      </w:hyperlink>
      <w:hyperlink r:id="rId37">
        <w:r>
          <w:t xml:space="preserve">, </w:t>
        </w:r>
      </w:hyperlink>
      <w:hyperlink r:id="rId38">
        <w:r>
          <w:rPr>
            <w:color w:val="000000"/>
          </w:rPr>
          <w:t>2021)</w:t>
        </w:r>
      </w:hyperlink>
      <w:r>
        <w:t xml:space="preserve">) We observed concentration-dependent effects for both Vit K2 + nHAP, with Vit K2 demonstrating moderate inhibition at lower concentrations but a reduced effect at higher concentrations [figure 4]. Conversely, nHAP exhibited increased inhibitory activity up to a certain concentration, after which the effect slightly declined. Vit K2 is one of the two most common types of VK in the human diet </w:t>
      </w:r>
      <w:hyperlink r:id="rId39">
        <w:r>
          <w:rPr>
            <w:color w:val="000000"/>
          </w:rPr>
          <w:t>(Fujii et al., 2015)</w:t>
        </w:r>
      </w:hyperlink>
      <w:r>
        <w:t xml:space="preserve">. Vit K2 has demonstrated a multifaceted impact on the inflammatory response. Primarily, it seems to exert influence on the expression of inflammatory cytokines; IL-17A, IL-10, and tumor necrosis factor α (TNF-α) </w:t>
      </w:r>
      <w:hyperlink r:id="rId40">
        <w:r>
          <w:rPr>
            <w:color w:val="000000"/>
          </w:rPr>
          <w:t>(Zhang et al., 2021)</w:t>
        </w:r>
      </w:hyperlink>
      <w:r>
        <w:t xml:space="preserve"> Research suggests that Vit K2may have the capability to modulate both the influence the function of these cytokines, implying a potential function in the control of inflammatory pathways </w:t>
      </w:r>
      <w:hyperlink r:id="rId41">
        <w:r>
          <w:rPr>
            <w:color w:val="000000"/>
          </w:rPr>
          <w:t>(Kołakowski et al., 2021; Shea et al., 2008)</w:t>
        </w:r>
      </w:hyperlink>
      <w:r>
        <w:t xml:space="preserve">. Furthermore, the anti-inflammatory capacity observed in this study could be justified by studies where Vit K2 was demonstrated to attenuate arachidonic acid levels </w:t>
      </w:r>
      <w:hyperlink r:id="rId42">
        <w:r>
          <w:rPr>
            <w:color w:val="000000"/>
          </w:rPr>
          <w:t>(Kaźmierczak-Barańska &amp; Karwowski, 2022)</w:t>
        </w:r>
      </w:hyperlink>
      <w:r>
        <w:t xml:space="preserve">, a prominent proinflammatory fatty acid, within HepG2 cells </w:t>
      </w:r>
      <w:hyperlink r:id="rId43">
        <w:r>
          <w:rPr>
            <w:color w:val="000000"/>
          </w:rPr>
          <w:t>(Kołakowski et al., 2021)</w:t>
        </w:r>
      </w:hyperlink>
      <w:r>
        <w:t xml:space="preserve">. This reduction in arachidonic acid content suggests that Vit K2 Could possess the ability to mitigate the inflammatory cascade. Moreover, Vit. K2 appears to potentiate the synthesis of anti-inflammatory mediators, thereby potentially augmenting its anti-inflammatory efficacy [figure 1] </w:t>
      </w:r>
      <w:hyperlink r:id="rId44">
        <w:r>
          <w:rPr>
            <w:color w:val="000000"/>
          </w:rPr>
          <w:t>(Kołakowski et al., 2021; Mukundh Chaithanya et al., 2022)</w:t>
        </w:r>
      </w:hyperlink>
      <w:r>
        <w:t xml:space="preserve">.The combination of Vit K2+ chitosan in our study also showed moderate anti-inflammatory activity [figure 2]. We postulate that the combination of chitosan and Vit K2 could potentially evoke a synergistic interaction. Several research investigations have explored the potential anti-inflammatory and pro-inflammatory effects of chitosan </w:t>
      </w:r>
      <w:hyperlink r:id="rId45">
        <w:r>
          <w:rPr>
            <w:color w:val="000000"/>
          </w:rPr>
          <w:t>(Jhundoo et al., 2020; Kerch, 2015)</w:t>
        </w:r>
      </w:hyperlink>
      <w:r>
        <w:t xml:space="preserve">. Anti-inflammatory properties of chitosan with varying molecular weights, namely high (115 kDa) and low (5.2 kDa) weights. Both samples exhibited enhanced stimulation of the anti-inflammatory cytokine IL-10 along with the inhibition of the progression of colitis </w:t>
      </w:r>
      <w:hyperlink r:id="rId46">
        <w:r>
          <w:rPr>
            <w:color w:val="000000"/>
          </w:rPr>
          <w:t>(Kim, 2018)</w:t>
        </w:r>
      </w:hyperlink>
      <w:r>
        <w:t xml:space="preserve">. Chitosan's principal role in eliciting anti-inflammatory effects arises from distinctive structural attributes inherent in its molecular composition. When chitosan is subjected to immune system activation prompted by bacterial endotoxins, they adeptly subdued the ensuing inflammatory reaction triggered by lipopolysaccharides (LPS) </w:t>
      </w:r>
      <w:hyperlink r:id="rId47">
        <w:r>
          <w:rPr>
            <w:color w:val="000000"/>
          </w:rPr>
          <w:t>(Tao et al., 2022)</w:t>
        </w:r>
      </w:hyperlink>
      <w:r>
        <w:t>, culminating in a substantial four-fold decrease in proinflammatory cytokine TNFα levels.</w:t>
      </w:r>
      <w:hyperlink r:id="rId48">
        <w:r>
          <w:rPr>
            <w:color w:val="000000"/>
          </w:rPr>
          <w:t>(G. &amp; Ganapathy, 2022; Kumar &amp; Ramesh, 2021)</w:t>
        </w:r>
      </w:hyperlink>
      <w:r>
        <w:t xml:space="preserve">) The key determinant underpinning chitosan's anti-inflammatory efficacy was ascribed to the structural constituents intrinsic to its molecular configuration, a trait demonstrated consistently across varying molecular weights </w:t>
      </w:r>
      <w:hyperlink r:id="rId49">
        <w:r>
          <w:rPr>
            <w:color w:val="000000"/>
          </w:rPr>
          <w:t>(Duraisamy, 2021a)</w:t>
        </w:r>
      </w:hyperlink>
      <w:r>
        <w:t xml:space="preserve">.A combination of Vit K2and chitosan (K2+Chito) without nHAP was tested. The results showed that this combination had moderate anti-inflammatory activity at all concentrations.  However, the anti-inflammatory effect was less pronounced compared to the nanocomposite, indicating the importance of nHAP in enhancing the overall anti-inflammatory properties of the formulation.  nHAP stands out as a prudent choice due to its chemical composition mimicking that of bone. It is osteoconductive, osteoinductive capacity for drug loading and adhesion of cellular structure affinity, all of which profoundly contribute to its biocompatibility and therapeutic potential in bone-related applications </w:t>
      </w:r>
      <w:hyperlink r:id="rId50">
        <w:r>
          <w:rPr>
            <w:color w:val="000000"/>
          </w:rPr>
          <w:t>(Jiang et al., 2021; Schmitz &amp; Hollinger, 1986)</w:t>
        </w:r>
      </w:hyperlink>
      <w:r>
        <w:t xml:space="preserve">. nHAP coatings can help modulate the inflammatory response and promote a more balanced and controlled healing process. The integration of nHAP into implant coatings has the potential to reduce the release of pro-inflammatory cytokines while fostering the secretion of anti-inflammatory factors. This collectively fosters a less inflammatory milieu at the implantation site.Moreover, nHAP has demonstrated a positive impact on the behavior of macrophages, pivotal immune cells engaged in both inflammatory reaction and tissue regeneration </w:t>
      </w:r>
      <w:hyperlink r:id="rId51">
        <w:r>
          <w:rPr>
            <w:color w:val="000000"/>
          </w:rPr>
          <w:t>(Duraisamy, 2021b)</w:t>
        </w:r>
      </w:hyperlink>
      <w:r>
        <w:t xml:space="preserve">. Research indicates that nHAP coatings possess the ability to shift macrophages towards a more anti-inflammatory phenotype, thereby fostering tissue regeneration and mitigating unfavorable responses. When coupled with the aforementioned osteoinductive and osteoconductive attributes, the inclusion of nHAP as implant surface coatings exhibits significant potential. By fostering a favorable </w:t>
      </w:r>
      <w:r>
        <w:lastRenderedPageBreak/>
        <w:t xml:space="preserve">immune response, nHAP coatings could substantially contribute to enhanced tissue integration and overall implant success, concurrently lowering the likelihood of complications linked to chronic inflammation.In this study, we have successfully demonstrated the remarkable potential of the synthesized nanocomposite (K2+Chito+nHAP) as a robust anti-inflammatory agent. Our findings reveal that this nanocomposite exhibited the highest anti-inflammatory activity when compared to the other formulations, particularly at concentrations of 30 and 50 [figure 3]. This enhanced effect could be due to their intrinsic antiinflammatory activities of attributes of chitosan and nHAP, which, when combined with the potent anti-inflammatory capability of vitamin K2, yielded a multiplicative impact </w:t>
      </w:r>
      <w:hyperlink r:id="rId52">
        <w:r>
          <w:rPr>
            <w:color w:val="000000"/>
          </w:rPr>
          <w:t>(Duraisamy, 2021)</w:t>
        </w:r>
      </w:hyperlink>
      <w:r>
        <w:t>. The significance of this synergistic enhancement is noteworthy, as it implies that the combined utilization of these components has the potential to revolutionize anti-inflammatory interventions across a range of applications.Considering the results of our study, it is essential to acknowledge the limitations of this work, such as the need for further exploration into the underlying mechanisms driving this synergistic effect and potential variations in response based on different contexts. Additionally, the in vitro nature of our experiments calls for careful consideration when extrapolating these findings to in vivo situations.</w:t>
      </w:r>
    </w:p>
    <w:p w14:paraId="32CCF63F" w14:textId="77777777" w:rsidR="00C8391F" w:rsidRDefault="00F54E4E" w:rsidP="002C3F00">
      <w:pPr>
        <w:pStyle w:val="Heading1"/>
      </w:pPr>
      <w:r>
        <w:t>Conclusion</w:t>
      </w:r>
    </w:p>
    <w:p w14:paraId="7C0F9D55" w14:textId="77777777" w:rsidR="00C8391F" w:rsidRDefault="00F54E4E" w:rsidP="002C3F00">
      <w:pPr>
        <w:pStyle w:val="Paragraph"/>
      </w:pPr>
      <w:r>
        <w:t>The nanocomposite (K2+Chito+nHAP) reveals a synergistic anti-inflammatory effect resulting from the combined action of chitosan, nHAP and Vit K2. The observed anti-inflammatory activity demonstrates the potential of this nanocomposite as a robust therapeutic agent in managing inflammatory responses. By effectively inhibiting protein denaturation and modulating inflammatory pathways, this nanocomposite holds promise in diverse biomedical applications, ranging from targeted drug delivery to tissue regeneration.</w:t>
      </w:r>
    </w:p>
    <w:p w14:paraId="58A879AE" w14:textId="341FC056" w:rsidR="00C8391F" w:rsidRDefault="00F54E4E" w:rsidP="002C3F00">
      <w:pPr>
        <w:pStyle w:val="Heading1"/>
      </w:pPr>
      <w:r>
        <w:t xml:space="preserve"> References</w:t>
      </w:r>
    </w:p>
    <w:p w14:paraId="5250F83A" w14:textId="77777777" w:rsidR="00F54E4E" w:rsidRPr="00C0492B" w:rsidRDefault="00F54E4E" w:rsidP="002C3F00">
      <w:pPr>
        <w:pStyle w:val="Reference"/>
      </w:pPr>
      <w:r w:rsidRPr="00C0492B">
        <w:t>Almatrafi, T. A.,  Almohaimeed, H. M., Chakravarthi, S., Amin, A. H., Jafer, A.,  &amp; Akhavan-Sigari, R. (2024). Reducing metastasis ability of gastric cancer cell line by targeting MMP16 using miR-193a-5p and 5-FU. Advances in Medical Sciences, 69(2), 463-473.</w:t>
      </w:r>
      <w:r>
        <w:t xml:space="preserve"> </w:t>
      </w:r>
    </w:p>
    <w:p w14:paraId="074FB81E" w14:textId="77777777" w:rsidR="00C8391F" w:rsidRDefault="00F54E4E" w:rsidP="002C3F00">
      <w:pPr>
        <w:pStyle w:val="Reference"/>
        <w:rPr>
          <w:color w:val="000000"/>
        </w:rPr>
      </w:pPr>
      <w:hyperlink r:id="rId53">
        <w:r>
          <w:rPr>
            <w:color w:val="000000"/>
          </w:rPr>
          <w:t xml:space="preserve">Afzal, O., Altamimi, A. S. A., Nadeem, M. S., Alzarea, S. I., Almalki, W. H., Tariq, A., Mubeen, B., Murtaza, B. N., Iftikhar, S., Riaz, N., &amp; Kazmi, I. (2022). Nanoparticles in Drug Delivery: From History to Therapeutic Applications. </w:t>
        </w:r>
      </w:hyperlink>
      <w:hyperlink r:id="rId54">
        <w:r>
          <w:rPr>
            <w:i/>
            <w:color w:val="000000"/>
          </w:rPr>
          <w:t>Nanomaterials (Basel, Switzerland)</w:t>
        </w:r>
      </w:hyperlink>
      <w:hyperlink r:id="rId55">
        <w:r>
          <w:rPr>
            <w:color w:val="000000"/>
          </w:rPr>
          <w:t xml:space="preserve">, </w:t>
        </w:r>
      </w:hyperlink>
      <w:hyperlink r:id="rId56">
        <w:r>
          <w:rPr>
            <w:i/>
            <w:color w:val="000000"/>
          </w:rPr>
          <w:t>12</w:t>
        </w:r>
      </w:hyperlink>
      <w:hyperlink r:id="rId57">
        <w:r>
          <w:rPr>
            <w:color w:val="000000"/>
          </w:rPr>
          <w:t>(24). https://doi.org/</w:t>
        </w:r>
      </w:hyperlink>
      <w:hyperlink r:id="rId58">
        <w:r>
          <w:rPr>
            <w:color w:val="000000"/>
          </w:rPr>
          <w:t>10.3390/nano12244494</w:t>
        </w:r>
      </w:hyperlink>
    </w:p>
    <w:p w14:paraId="185711B8" w14:textId="77777777" w:rsidR="00C8391F" w:rsidRDefault="00F54E4E" w:rsidP="002C3F00">
      <w:pPr>
        <w:pStyle w:val="Reference"/>
        <w:rPr>
          <w:color w:val="000000"/>
        </w:rPr>
      </w:pPr>
      <w:hyperlink r:id="rId59">
        <w:r>
          <w:rPr>
            <w:color w:val="000000"/>
          </w:rPr>
          <w:t xml:space="preserve">Ajay, R., JafarAbdulla, M. U., Sivakumar, J. S., Baburajan, K., Rakshagan, V., &amp; Eyeswarya, J. (2023). Dental alloy adhesive primers and bond strength at alloy-resin interface: A systematic review and meta-analyses. </w:t>
        </w:r>
      </w:hyperlink>
      <w:hyperlink r:id="rId60">
        <w:r>
          <w:rPr>
            <w:i/>
            <w:color w:val="000000"/>
          </w:rPr>
          <w:t>The Journal of Contemporary Dental Practice</w:t>
        </w:r>
      </w:hyperlink>
      <w:hyperlink r:id="rId61">
        <w:r>
          <w:rPr>
            <w:color w:val="000000"/>
          </w:rPr>
          <w:t xml:space="preserve">, </w:t>
        </w:r>
      </w:hyperlink>
      <w:hyperlink r:id="rId62">
        <w:r>
          <w:rPr>
            <w:i/>
            <w:color w:val="000000"/>
          </w:rPr>
          <w:t>24</w:t>
        </w:r>
      </w:hyperlink>
      <w:hyperlink r:id="rId63">
        <w:r>
          <w:rPr>
            <w:color w:val="000000"/>
          </w:rPr>
          <w:t>(8), 521–544. https://doi.org/</w:t>
        </w:r>
      </w:hyperlink>
      <w:hyperlink r:id="rId64">
        <w:r>
          <w:rPr>
            <w:color w:val="000000"/>
          </w:rPr>
          <w:t>10.5005/jp-journals-10024-3514</w:t>
        </w:r>
      </w:hyperlink>
    </w:p>
    <w:p w14:paraId="5F4F89DF" w14:textId="77777777" w:rsidR="00C8391F" w:rsidRDefault="00F54E4E" w:rsidP="002C3F00">
      <w:pPr>
        <w:pStyle w:val="Reference"/>
        <w:rPr>
          <w:color w:val="000000"/>
        </w:rPr>
      </w:pPr>
      <w:hyperlink r:id="rId65">
        <w:r>
          <w:rPr>
            <w:color w:val="000000"/>
          </w:rPr>
          <w:t xml:space="preserve">Banerjee, S., Chanda, A., Adhikari, A., Das, A., &amp; Biswas, S. (2014). Evaluation of Phytochemical Screening and Anti Inflammatory Activity of Leaves and Stem of Mikania scandens (L.) Wild. </w:t>
        </w:r>
      </w:hyperlink>
      <w:hyperlink r:id="rId66">
        <w:r>
          <w:rPr>
            <w:i/>
            <w:color w:val="000000"/>
          </w:rPr>
          <w:t>Annals of Medical and Health Sciences Research</w:t>
        </w:r>
      </w:hyperlink>
      <w:hyperlink r:id="rId67">
        <w:r>
          <w:rPr>
            <w:color w:val="000000"/>
          </w:rPr>
          <w:t xml:space="preserve">, </w:t>
        </w:r>
      </w:hyperlink>
      <w:hyperlink r:id="rId68">
        <w:r>
          <w:rPr>
            <w:i/>
            <w:color w:val="000000"/>
          </w:rPr>
          <w:t>4</w:t>
        </w:r>
      </w:hyperlink>
      <w:hyperlink r:id="rId69">
        <w:r>
          <w:rPr>
            <w:color w:val="000000"/>
          </w:rPr>
          <w:t>(4), 532–536. https://doi.org/</w:t>
        </w:r>
      </w:hyperlink>
      <w:hyperlink r:id="rId70">
        <w:r>
          <w:rPr>
            <w:color w:val="000000"/>
          </w:rPr>
          <w:t>10.4103/2141-9248.139302</w:t>
        </w:r>
      </w:hyperlink>
    </w:p>
    <w:p w14:paraId="09691B8A" w14:textId="77777777" w:rsidR="00C8391F" w:rsidRDefault="00F54E4E" w:rsidP="002C3F00">
      <w:pPr>
        <w:pStyle w:val="Reference"/>
        <w:rPr>
          <w:color w:val="000000"/>
        </w:rPr>
      </w:pPr>
      <w:hyperlink r:id="rId71">
        <w:r>
          <w:rPr>
            <w:color w:val="000000"/>
          </w:rPr>
          <w:t xml:space="preserve">Chaithanya, M. V., Uma Maheswari, T. N., &amp; Rajeshkumar, S. (2021). Anti-Inflammatory and Antioxidant Activity of Lycopene, Raspberry, Green Tea Herbal Formulation Mediated Silver Nanoparticle. </w:t>
        </w:r>
      </w:hyperlink>
      <w:hyperlink r:id="rId72">
        <w:r>
          <w:rPr>
            <w:i/>
            <w:color w:val="000000"/>
          </w:rPr>
          <w:t>Journal of Indian Academy of Oral Medicine and Radiology</w:t>
        </w:r>
      </w:hyperlink>
      <w:hyperlink r:id="rId73">
        <w:r>
          <w:rPr>
            <w:color w:val="000000"/>
          </w:rPr>
          <w:t xml:space="preserve">, </w:t>
        </w:r>
      </w:hyperlink>
      <w:hyperlink r:id="rId74">
        <w:r>
          <w:rPr>
            <w:i/>
            <w:color w:val="000000"/>
          </w:rPr>
          <w:t>33</w:t>
        </w:r>
      </w:hyperlink>
      <w:hyperlink r:id="rId75">
        <w:r>
          <w:rPr>
            <w:color w:val="000000"/>
          </w:rPr>
          <w:t>(4), 397. https://doi.org/</w:t>
        </w:r>
      </w:hyperlink>
      <w:hyperlink r:id="rId76">
        <w:r>
          <w:rPr>
            <w:color w:val="000000"/>
          </w:rPr>
          <w:t>10.4103/jiaomr.jiaomr_98_21</w:t>
        </w:r>
      </w:hyperlink>
    </w:p>
    <w:p w14:paraId="20522359" w14:textId="77777777" w:rsidR="00C8391F" w:rsidRDefault="00F54E4E" w:rsidP="002C3F00">
      <w:pPr>
        <w:pStyle w:val="Reference"/>
        <w:rPr>
          <w:color w:val="000000"/>
        </w:rPr>
      </w:pPr>
      <w:hyperlink r:id="rId77">
        <w:r>
          <w:rPr>
            <w:color w:val="000000"/>
          </w:rPr>
          <w:t xml:space="preserve">Chen, L., Deng, H., Cui, H., Fang, J., Zuo, Z., Deng, J., Li, Y., Wang, X., &amp; Zhao, L. (2018). Inflammatory responses and inflammation-associated diseases in organs. </w:t>
        </w:r>
      </w:hyperlink>
      <w:hyperlink r:id="rId78">
        <w:r>
          <w:rPr>
            <w:i/>
            <w:color w:val="000000"/>
          </w:rPr>
          <w:t>Oncotarget</w:t>
        </w:r>
      </w:hyperlink>
      <w:hyperlink r:id="rId79">
        <w:r>
          <w:rPr>
            <w:color w:val="000000"/>
          </w:rPr>
          <w:t xml:space="preserve">, </w:t>
        </w:r>
      </w:hyperlink>
      <w:hyperlink r:id="rId80">
        <w:r>
          <w:rPr>
            <w:i/>
            <w:color w:val="000000"/>
          </w:rPr>
          <w:t>9</w:t>
        </w:r>
      </w:hyperlink>
      <w:hyperlink r:id="rId81">
        <w:r>
          <w:rPr>
            <w:color w:val="000000"/>
          </w:rPr>
          <w:t>(6), 7204–7218. https://doi.org/</w:t>
        </w:r>
      </w:hyperlink>
      <w:hyperlink r:id="rId82">
        <w:r>
          <w:rPr>
            <w:color w:val="000000"/>
          </w:rPr>
          <w:t>10.18632/oncotarget.23208</w:t>
        </w:r>
      </w:hyperlink>
    </w:p>
    <w:p w14:paraId="0A22D93D" w14:textId="77777777" w:rsidR="00C8391F" w:rsidRDefault="00F54E4E" w:rsidP="002C3F00">
      <w:pPr>
        <w:pStyle w:val="Reference"/>
        <w:rPr>
          <w:color w:val="000000"/>
        </w:rPr>
      </w:pPr>
      <w:hyperlink r:id="rId83">
        <w:r>
          <w:rPr>
            <w:color w:val="000000"/>
          </w:rPr>
          <w:t xml:space="preserve">Chokkattu, J. J., Mary, D. J., Shanmugam, R., &amp; Neeharika, S. (2023). Evaluation clove ginger-mediated titanium oxide nanoparticles-based dental varnish against Streptococcus mutans Lactobacillus Species: vitro study. </w:t>
        </w:r>
      </w:hyperlink>
      <w:hyperlink r:id="rId84">
        <w:r>
          <w:rPr>
            <w:i/>
            <w:color w:val="000000"/>
          </w:rPr>
          <w:t>World J Dent</w:t>
        </w:r>
      </w:hyperlink>
      <w:hyperlink r:id="rId85">
        <w:r>
          <w:rPr>
            <w:color w:val="000000"/>
          </w:rPr>
          <w:t xml:space="preserve">, </w:t>
        </w:r>
      </w:hyperlink>
      <w:hyperlink r:id="rId86">
        <w:r>
          <w:rPr>
            <w:i/>
            <w:color w:val="000000"/>
          </w:rPr>
          <w:t>14</w:t>
        </w:r>
      </w:hyperlink>
      <w:hyperlink r:id="rId87">
        <w:r>
          <w:rPr>
            <w:color w:val="000000"/>
          </w:rPr>
          <w:t>(3), 233–237.</w:t>
        </w:r>
      </w:hyperlink>
    </w:p>
    <w:p w14:paraId="75F4ACB5" w14:textId="77777777" w:rsidR="00C8391F" w:rsidRDefault="00F54E4E" w:rsidP="002C3F00">
      <w:pPr>
        <w:pStyle w:val="Reference"/>
        <w:rPr>
          <w:color w:val="000000"/>
        </w:rPr>
      </w:pPr>
      <w:hyperlink r:id="rId88">
        <w:r>
          <w:rPr>
            <w:color w:val="000000"/>
          </w:rPr>
          <w:t xml:space="preserve">Dharman, S., Maragathavalli, G., Shanmugam, R., &amp; Shanmugasundaram, K. (2023). Curcumin mediated gold nanoparticles analysis its antioxidant, anti-inflammatory, antimicrobial activity against oral pathogens. </w:t>
        </w:r>
      </w:hyperlink>
      <w:hyperlink r:id="rId89">
        <w:r>
          <w:rPr>
            <w:i/>
            <w:color w:val="000000"/>
          </w:rPr>
          <w:t>Pesquisa Brasileira Em Odontopediatria E Clínica Integrada</w:t>
        </w:r>
      </w:hyperlink>
      <w:hyperlink r:id="rId90">
        <w:r>
          <w:rPr>
            <w:color w:val="000000"/>
          </w:rPr>
          <w:t xml:space="preserve">, </w:t>
        </w:r>
      </w:hyperlink>
      <w:hyperlink r:id="rId91">
        <w:r>
          <w:rPr>
            <w:i/>
            <w:color w:val="000000"/>
          </w:rPr>
          <w:t>23</w:t>
        </w:r>
      </w:hyperlink>
      <w:hyperlink r:id="rId92">
        <w:r>
          <w:rPr>
            <w:color w:val="000000"/>
          </w:rPr>
          <w:t>.</w:t>
        </w:r>
      </w:hyperlink>
    </w:p>
    <w:p w14:paraId="46929AC2" w14:textId="77777777" w:rsidR="00C8391F" w:rsidRDefault="00F54E4E" w:rsidP="002C3F00">
      <w:pPr>
        <w:pStyle w:val="Reference"/>
        <w:rPr>
          <w:color w:val="000000"/>
        </w:rPr>
      </w:pPr>
      <w:hyperlink r:id="rId93">
        <w:r>
          <w:rPr>
            <w:color w:val="000000"/>
          </w:rPr>
          <w:t xml:space="preserve">Duraisamy, R., (2021). Vitamin k2 - A Review. </w:t>
        </w:r>
      </w:hyperlink>
      <w:hyperlink r:id="rId94">
        <w:r>
          <w:rPr>
            <w:i/>
            <w:color w:val="000000"/>
          </w:rPr>
          <w:t>International Journal of Dentistry and Oral Science</w:t>
        </w:r>
      </w:hyperlink>
      <w:hyperlink r:id="rId95">
        <w:r>
          <w:rPr>
            <w:color w:val="000000"/>
          </w:rPr>
          <w:t xml:space="preserve">, 4388–4392. </w:t>
        </w:r>
      </w:hyperlink>
      <w:hyperlink r:id="rId96">
        <w:r>
          <w:rPr>
            <w:color w:val="000000"/>
          </w:rPr>
          <w:t>https://www.academia.edu/59089304/Vitamin_k2_A_Review</w:t>
        </w:r>
      </w:hyperlink>
    </w:p>
    <w:p w14:paraId="0147D9D3" w14:textId="77777777" w:rsidR="00C8391F" w:rsidRDefault="00F54E4E" w:rsidP="002C3F00">
      <w:pPr>
        <w:pStyle w:val="Reference"/>
        <w:rPr>
          <w:color w:val="000000"/>
        </w:rPr>
      </w:pPr>
      <w:hyperlink r:id="rId97">
        <w:r>
          <w:rPr>
            <w:color w:val="000000"/>
          </w:rPr>
          <w:t xml:space="preserve">Duraisamy, R., (2021a). Applications of chitosan in dental implantology - A literature review. </w:t>
        </w:r>
      </w:hyperlink>
      <w:hyperlink r:id="rId98">
        <w:r>
          <w:rPr>
            <w:i/>
            <w:color w:val="000000"/>
          </w:rPr>
          <w:t>International Journal of Dentistry and Oral Science</w:t>
        </w:r>
      </w:hyperlink>
      <w:hyperlink r:id="rId99">
        <w:r>
          <w:rPr>
            <w:color w:val="000000"/>
          </w:rPr>
          <w:t>, 4140–4146. https://doi.org/</w:t>
        </w:r>
      </w:hyperlink>
      <w:hyperlink r:id="rId100">
        <w:r>
          <w:rPr>
            <w:color w:val="000000"/>
          </w:rPr>
          <w:t>10.19070/2377-8075-21000846</w:t>
        </w:r>
      </w:hyperlink>
    </w:p>
    <w:p w14:paraId="3C7C22DC" w14:textId="77777777" w:rsidR="00C8391F" w:rsidRDefault="00F54E4E" w:rsidP="002C3F00">
      <w:pPr>
        <w:pStyle w:val="Reference"/>
        <w:rPr>
          <w:color w:val="000000"/>
        </w:rPr>
      </w:pPr>
      <w:hyperlink r:id="rId101">
        <w:r>
          <w:rPr>
            <w:color w:val="000000"/>
          </w:rPr>
          <w:t xml:space="preserve">Duraisamy, R., (2021b). Biocompatibility and Osseointegration of Nanohydroxyapatite. </w:t>
        </w:r>
      </w:hyperlink>
      <w:hyperlink r:id="rId102">
        <w:r>
          <w:rPr>
            <w:i/>
            <w:color w:val="000000"/>
          </w:rPr>
          <w:t>International Journal of Dentistry and Oral Science</w:t>
        </w:r>
      </w:hyperlink>
      <w:hyperlink r:id="rId103">
        <w:r>
          <w:rPr>
            <w:color w:val="000000"/>
          </w:rPr>
          <w:t>, 4136–4139. https://doi.org/</w:t>
        </w:r>
      </w:hyperlink>
      <w:hyperlink r:id="rId104">
        <w:r>
          <w:rPr>
            <w:color w:val="000000"/>
          </w:rPr>
          <w:t>10.19070/2377-8075-21000845</w:t>
        </w:r>
      </w:hyperlink>
    </w:p>
    <w:p w14:paraId="01521609" w14:textId="77777777" w:rsidR="00C8391F" w:rsidRDefault="00F54E4E" w:rsidP="002C3F00">
      <w:pPr>
        <w:pStyle w:val="Reference"/>
        <w:rPr>
          <w:color w:val="000000"/>
        </w:rPr>
      </w:pPr>
      <w:hyperlink r:id="rId105">
        <w:r>
          <w:rPr>
            <w:i/>
            <w:color w:val="000000"/>
          </w:rPr>
          <w:t>Evaluation Composite Restoration Posterior Teeth Proanthocyanidin Pretreatment Liner Using Fédération Dentaire Internationale Criteria: Split-mouth Randomized Controlled Trial</w:t>
        </w:r>
      </w:hyperlink>
      <w:hyperlink r:id="rId106">
        <w:r>
          <w:rPr>
            <w:color w:val="000000"/>
          </w:rPr>
          <w:t>. (n.d.).</w:t>
        </w:r>
      </w:hyperlink>
    </w:p>
    <w:p w14:paraId="45241A7B" w14:textId="77777777" w:rsidR="00C8391F" w:rsidRDefault="00F54E4E" w:rsidP="002C3F00">
      <w:pPr>
        <w:pStyle w:val="Reference"/>
        <w:rPr>
          <w:color w:val="000000"/>
        </w:rPr>
      </w:pPr>
      <w:hyperlink r:id="rId107">
        <w:r>
          <w:rPr>
            <w:color w:val="000000"/>
          </w:rPr>
          <w:t xml:space="preserve">Feng, X. (2009). Chemical and Biochemical Basis of Cell-Bone Matrix Interaction in Health and Disease. </w:t>
        </w:r>
      </w:hyperlink>
      <w:hyperlink r:id="rId108">
        <w:r>
          <w:rPr>
            <w:i/>
            <w:color w:val="000000"/>
          </w:rPr>
          <w:t>Current Chemical Biology</w:t>
        </w:r>
      </w:hyperlink>
      <w:hyperlink r:id="rId109">
        <w:r>
          <w:rPr>
            <w:color w:val="000000"/>
          </w:rPr>
          <w:t xml:space="preserve">, </w:t>
        </w:r>
      </w:hyperlink>
      <w:hyperlink r:id="rId110">
        <w:r>
          <w:rPr>
            <w:i/>
            <w:color w:val="000000"/>
          </w:rPr>
          <w:t>3</w:t>
        </w:r>
      </w:hyperlink>
      <w:hyperlink r:id="rId111">
        <w:r>
          <w:rPr>
            <w:color w:val="000000"/>
          </w:rPr>
          <w:t>(2), 189–196. https://doi.org/</w:t>
        </w:r>
      </w:hyperlink>
      <w:hyperlink r:id="rId112">
        <w:r>
          <w:rPr>
            <w:color w:val="000000"/>
          </w:rPr>
          <w:t>10.2174/187231309788166398</w:t>
        </w:r>
      </w:hyperlink>
    </w:p>
    <w:p w14:paraId="1518B7E7" w14:textId="77777777" w:rsidR="00C8391F" w:rsidRDefault="00F54E4E" w:rsidP="002C3F00">
      <w:pPr>
        <w:pStyle w:val="Reference"/>
        <w:rPr>
          <w:color w:val="000000"/>
        </w:rPr>
      </w:pPr>
      <w:hyperlink r:id="rId113">
        <w:r>
          <w:rPr>
            <w:color w:val="000000"/>
          </w:rPr>
          <w:t xml:space="preserve">Fujii, S., Shimizu, A., Takeda, N., Oguchi, K., Katsurai, T., Shirakawa, H., Komai, M., &amp; Kagechika, H. (2015). Systematic synthesis and anti-inflammatory activity of ω-carboxylated menaquinone derivatives--Investigations on identified and putative vitamin K₂ metabolites. </w:t>
        </w:r>
      </w:hyperlink>
      <w:hyperlink r:id="rId114">
        <w:r>
          <w:rPr>
            <w:i/>
            <w:color w:val="000000"/>
          </w:rPr>
          <w:t>Bioorganic &amp; Medicinal Chemistry</w:t>
        </w:r>
      </w:hyperlink>
      <w:hyperlink r:id="rId115">
        <w:r>
          <w:rPr>
            <w:color w:val="000000"/>
          </w:rPr>
          <w:t xml:space="preserve">, </w:t>
        </w:r>
      </w:hyperlink>
      <w:hyperlink r:id="rId116">
        <w:r>
          <w:rPr>
            <w:i/>
            <w:color w:val="000000"/>
          </w:rPr>
          <w:t>23</w:t>
        </w:r>
      </w:hyperlink>
      <w:hyperlink r:id="rId117">
        <w:r>
          <w:rPr>
            <w:color w:val="000000"/>
          </w:rPr>
          <w:t>(10), 2344–2352. https://doi.org/</w:t>
        </w:r>
      </w:hyperlink>
      <w:hyperlink r:id="rId118">
        <w:r>
          <w:rPr>
            <w:color w:val="000000"/>
          </w:rPr>
          <w:t>10.1016/j.bmc.2015.03.070</w:t>
        </w:r>
      </w:hyperlink>
    </w:p>
    <w:p w14:paraId="7053E857" w14:textId="77777777" w:rsidR="00C8391F" w:rsidRDefault="00F54E4E" w:rsidP="002C3F00">
      <w:pPr>
        <w:pStyle w:val="Reference"/>
        <w:rPr>
          <w:color w:val="000000"/>
        </w:rPr>
      </w:pPr>
      <w:hyperlink r:id="rId119">
        <w:r>
          <w:rPr>
            <w:color w:val="000000"/>
          </w:rPr>
          <w:t xml:space="preserve">G., K. E. V., &amp; Ganapathy, D. (2022). Operator errors in failed composite restoration-A review. </w:t>
        </w:r>
      </w:hyperlink>
      <w:hyperlink r:id="rId120">
        <w:r>
          <w:rPr>
            <w:i/>
            <w:color w:val="000000"/>
          </w:rPr>
          <w:t>Int J Dent Oral Sci</w:t>
        </w:r>
      </w:hyperlink>
      <w:hyperlink r:id="rId121">
        <w:r>
          <w:rPr>
            <w:color w:val="000000"/>
          </w:rPr>
          <w:t xml:space="preserve">, </w:t>
        </w:r>
      </w:hyperlink>
      <w:hyperlink r:id="rId122">
        <w:r>
          <w:rPr>
            <w:i/>
            <w:color w:val="000000"/>
          </w:rPr>
          <w:t>8</w:t>
        </w:r>
      </w:hyperlink>
      <w:hyperlink r:id="rId123">
        <w:r>
          <w:rPr>
            <w:color w:val="000000"/>
          </w:rPr>
          <w:t xml:space="preserve">(7), 2941–2944. </w:t>
        </w:r>
      </w:hyperlink>
      <w:hyperlink r:id="rId124">
        <w:r>
          <w:rPr>
            <w:color w:val="000000"/>
          </w:rPr>
          <w:t>https://www.academia.edu/download/73121996/IJDOS_2377_8075_08_702.pdf</w:t>
        </w:r>
      </w:hyperlink>
    </w:p>
    <w:p w14:paraId="5E054020" w14:textId="77777777" w:rsidR="00C8391F" w:rsidRDefault="00F54E4E" w:rsidP="002C3F00">
      <w:pPr>
        <w:pStyle w:val="Reference"/>
        <w:rPr>
          <w:color w:val="000000"/>
        </w:rPr>
      </w:pPr>
      <w:hyperlink r:id="rId125">
        <w:r>
          <w:rPr>
            <w:color w:val="000000"/>
          </w:rPr>
          <w:t xml:space="preserve">Jain, A., Anitha, R., &amp; Rajeshkumar, S. (2019). Anti inflammatory activity of Silver nanoparticles synthesised using Cumin oil. </w:t>
        </w:r>
      </w:hyperlink>
      <w:hyperlink r:id="rId126">
        <w:r>
          <w:rPr>
            <w:i/>
            <w:color w:val="000000"/>
          </w:rPr>
          <w:t>Research Journal of Pharmacy and Technology</w:t>
        </w:r>
      </w:hyperlink>
      <w:hyperlink r:id="rId127">
        <w:r>
          <w:rPr>
            <w:color w:val="000000"/>
          </w:rPr>
          <w:t xml:space="preserve">, </w:t>
        </w:r>
      </w:hyperlink>
      <w:hyperlink r:id="rId128">
        <w:r>
          <w:rPr>
            <w:i/>
            <w:color w:val="000000"/>
          </w:rPr>
          <w:t>12</w:t>
        </w:r>
      </w:hyperlink>
      <w:hyperlink r:id="rId129">
        <w:r>
          <w:rPr>
            <w:color w:val="000000"/>
          </w:rPr>
          <w:t xml:space="preserve">(6), 2790–2793. </w:t>
        </w:r>
      </w:hyperlink>
      <w:hyperlink r:id="rId130">
        <w:r>
          <w:rPr>
            <w:color w:val="000000"/>
          </w:rPr>
          <w:t>https://www.indianjournals.com/ijor.aspx?target=ijor:rjpt&amp;volume=12&amp;issue=6&amp;article=032</w:t>
        </w:r>
      </w:hyperlink>
    </w:p>
    <w:p w14:paraId="0A79E278" w14:textId="77777777" w:rsidR="00C8391F" w:rsidRDefault="00F54E4E" w:rsidP="002C3F00">
      <w:pPr>
        <w:pStyle w:val="Reference"/>
        <w:rPr>
          <w:color w:val="000000"/>
        </w:rPr>
      </w:pPr>
      <w:hyperlink r:id="rId131">
        <w:r>
          <w:rPr>
            <w:color w:val="000000"/>
          </w:rPr>
          <w:t xml:space="preserve">Jhundoo, H. D., Siefen, T., Liang, A., Schmidt, C., Lokhnauth, J., Béduneau, A., Pellequer, Y., Larsen, C. C., &amp; Lamprecht, A. (2020). Anti-Inflammatory Activity of Chitosan and 5-Amino Salicylic Acid Combinations in Experimental Colitis. </w:t>
        </w:r>
      </w:hyperlink>
      <w:hyperlink r:id="rId132">
        <w:r>
          <w:rPr>
            <w:i/>
            <w:color w:val="000000"/>
          </w:rPr>
          <w:t>Pharmaceutics</w:t>
        </w:r>
      </w:hyperlink>
      <w:hyperlink r:id="rId133">
        <w:r>
          <w:rPr>
            <w:color w:val="000000"/>
          </w:rPr>
          <w:t xml:space="preserve">, </w:t>
        </w:r>
      </w:hyperlink>
      <w:hyperlink r:id="rId134">
        <w:r>
          <w:rPr>
            <w:i/>
            <w:color w:val="000000"/>
          </w:rPr>
          <w:t>12</w:t>
        </w:r>
      </w:hyperlink>
      <w:hyperlink r:id="rId135">
        <w:r>
          <w:rPr>
            <w:color w:val="000000"/>
          </w:rPr>
          <w:t>(11). https://doi.org/</w:t>
        </w:r>
      </w:hyperlink>
      <w:hyperlink r:id="rId136">
        <w:r>
          <w:rPr>
            <w:color w:val="000000"/>
          </w:rPr>
          <w:t>10.3390/pharmaceutics12111038</w:t>
        </w:r>
      </w:hyperlink>
    </w:p>
    <w:p w14:paraId="00F1DD14" w14:textId="77777777" w:rsidR="00C8391F" w:rsidRDefault="00F54E4E" w:rsidP="002C3F00">
      <w:pPr>
        <w:pStyle w:val="Reference"/>
        <w:rPr>
          <w:color w:val="000000"/>
        </w:rPr>
      </w:pPr>
      <w:hyperlink r:id="rId137">
        <w:r>
          <w:rPr>
            <w:color w:val="000000"/>
          </w:rPr>
          <w:t xml:space="preserve">Jiang, Y., Pan, X., Yao, M., Han, L., Zhang, X., Jia, Z., Weng, J., Chen, W., Fang, L., Wang, X., Zhang, Y., Duan, R., Ren, F., Wang, K., Chen, X., &amp; Lu, X. (2021). Bioinspired adhesive and tumor microenvironment responsive nanoMOFs assembled 3D-printed scaffold for anti-tumor therapy and bone regeneration. </w:t>
        </w:r>
      </w:hyperlink>
      <w:hyperlink r:id="rId138">
        <w:r>
          <w:rPr>
            <w:i/>
            <w:color w:val="000000"/>
          </w:rPr>
          <w:t>Nano Today</w:t>
        </w:r>
      </w:hyperlink>
      <w:hyperlink r:id="rId139">
        <w:r>
          <w:rPr>
            <w:color w:val="000000"/>
          </w:rPr>
          <w:t xml:space="preserve">, </w:t>
        </w:r>
      </w:hyperlink>
      <w:hyperlink r:id="rId140">
        <w:r>
          <w:rPr>
            <w:i/>
            <w:color w:val="000000"/>
          </w:rPr>
          <w:t>39</w:t>
        </w:r>
      </w:hyperlink>
      <w:hyperlink r:id="rId141">
        <w:r>
          <w:rPr>
            <w:color w:val="000000"/>
          </w:rPr>
          <w:t>, 101182. https://doi.org/</w:t>
        </w:r>
      </w:hyperlink>
      <w:hyperlink r:id="rId142">
        <w:r>
          <w:rPr>
            <w:color w:val="000000"/>
          </w:rPr>
          <w:t>10.1016/j.nantod.2021.101182</w:t>
        </w:r>
      </w:hyperlink>
    </w:p>
    <w:p w14:paraId="59BB06AE" w14:textId="77777777" w:rsidR="00C8391F" w:rsidRDefault="00F54E4E" w:rsidP="002C3F00">
      <w:pPr>
        <w:pStyle w:val="Reference"/>
        <w:rPr>
          <w:color w:val="000000"/>
        </w:rPr>
      </w:pPr>
      <w:hyperlink r:id="rId143">
        <w:r>
          <w:rPr>
            <w:i/>
            <w:color w:val="000000"/>
          </w:rPr>
          <w:t>Journal of complementary medicine research</w:t>
        </w:r>
      </w:hyperlink>
      <w:hyperlink r:id="rId144">
        <w:r>
          <w:rPr>
            <w:color w:val="000000"/>
          </w:rPr>
          <w:t xml:space="preserve">. (n.d.). Retrieved October 4, 2023, from </w:t>
        </w:r>
      </w:hyperlink>
      <w:hyperlink r:id="rId145">
        <w:r>
          <w:rPr>
            <w:color w:val="000000"/>
          </w:rPr>
          <w:t>https://www.jocmr.com/?mno=142972</w:t>
        </w:r>
      </w:hyperlink>
    </w:p>
    <w:p w14:paraId="76FC26D0" w14:textId="77777777" w:rsidR="00C8391F" w:rsidRDefault="00F54E4E" w:rsidP="002C3F00">
      <w:pPr>
        <w:pStyle w:val="Reference"/>
        <w:rPr>
          <w:color w:val="000000"/>
        </w:rPr>
      </w:pPr>
      <w:hyperlink r:id="rId146">
        <w:r>
          <w:rPr>
            <w:color w:val="000000"/>
          </w:rPr>
          <w:t xml:space="preserve">Kasabwala, H., Nallaswamy, D., Subhashree, R., &amp; Ahmed, N. (2021). Evaluation Of Overall Marginal Accuracy Of DMLS Copings Fabricated Using 3 Different DMLS Printing Machines. </w:t>
        </w:r>
      </w:hyperlink>
      <w:hyperlink r:id="rId147">
        <w:r>
          <w:rPr>
            <w:i/>
            <w:color w:val="000000"/>
          </w:rPr>
          <w:t>Int J Dentistry Oral Sci</w:t>
        </w:r>
      </w:hyperlink>
      <w:hyperlink r:id="rId148">
        <w:r>
          <w:rPr>
            <w:color w:val="000000"/>
          </w:rPr>
          <w:t xml:space="preserve">, </w:t>
        </w:r>
      </w:hyperlink>
      <w:hyperlink r:id="rId149">
        <w:r>
          <w:rPr>
            <w:i/>
            <w:color w:val="000000"/>
          </w:rPr>
          <w:t>8</w:t>
        </w:r>
      </w:hyperlink>
      <w:hyperlink r:id="rId150">
        <w:r>
          <w:rPr>
            <w:color w:val="000000"/>
          </w:rPr>
          <w:t xml:space="preserve">(7), 3335–3340. </w:t>
        </w:r>
      </w:hyperlink>
      <w:hyperlink r:id="rId151">
        <w:r>
          <w:rPr>
            <w:color w:val="000000"/>
          </w:rPr>
          <w:t>https://www.academia.edu/download/73133070/IJDOS_2377_8075_08_7085.pdf</w:t>
        </w:r>
      </w:hyperlink>
    </w:p>
    <w:p w14:paraId="4269EA8E" w14:textId="77777777" w:rsidR="00C8391F" w:rsidRDefault="00F54E4E" w:rsidP="002C3F00">
      <w:pPr>
        <w:pStyle w:val="Reference"/>
        <w:rPr>
          <w:color w:val="000000"/>
        </w:rPr>
      </w:pPr>
      <w:hyperlink r:id="rId152">
        <w:r>
          <w:rPr>
            <w:color w:val="000000"/>
          </w:rPr>
          <w:t xml:space="preserve">Kaźmierczak-Barańska, J., &amp; Karwowski, B. T. (2022). Vitamin K Contribution to DNA Damage-Advantage or Disadvantage? A Human Health Response. </w:t>
        </w:r>
      </w:hyperlink>
      <w:hyperlink r:id="rId153">
        <w:r>
          <w:rPr>
            <w:i/>
            <w:color w:val="000000"/>
          </w:rPr>
          <w:t>Nutrients</w:t>
        </w:r>
      </w:hyperlink>
      <w:hyperlink r:id="rId154">
        <w:r>
          <w:rPr>
            <w:color w:val="000000"/>
          </w:rPr>
          <w:t xml:space="preserve">, </w:t>
        </w:r>
      </w:hyperlink>
      <w:hyperlink r:id="rId155">
        <w:r>
          <w:rPr>
            <w:i/>
            <w:color w:val="000000"/>
          </w:rPr>
          <w:t>14</w:t>
        </w:r>
      </w:hyperlink>
      <w:hyperlink r:id="rId156">
        <w:r>
          <w:rPr>
            <w:color w:val="000000"/>
          </w:rPr>
          <w:t>(20). https://doi.org/</w:t>
        </w:r>
      </w:hyperlink>
      <w:hyperlink r:id="rId157">
        <w:r>
          <w:rPr>
            <w:color w:val="000000"/>
          </w:rPr>
          <w:t>10.3390/nu14204219</w:t>
        </w:r>
      </w:hyperlink>
    </w:p>
    <w:p w14:paraId="74582020" w14:textId="77777777" w:rsidR="00C8391F" w:rsidRDefault="00F54E4E" w:rsidP="002C3F00">
      <w:pPr>
        <w:pStyle w:val="Reference"/>
        <w:rPr>
          <w:color w:val="000000"/>
        </w:rPr>
      </w:pPr>
      <w:hyperlink r:id="rId158">
        <w:r>
          <w:rPr>
            <w:color w:val="000000"/>
          </w:rPr>
          <w:t xml:space="preserve">Keerthana, T., &amp; Ramesh, S. (2021). Knowledge, attitude and practice survey on awareness of the association between diet and dental erosion. </w:t>
        </w:r>
      </w:hyperlink>
      <w:hyperlink r:id="rId159">
        <w:r>
          <w:rPr>
            <w:i/>
            <w:color w:val="000000"/>
          </w:rPr>
          <w:t>International Journal of Dentistry and Oral Science</w:t>
        </w:r>
      </w:hyperlink>
      <w:hyperlink r:id="rId160">
        <w:r>
          <w:rPr>
            <w:color w:val="000000"/>
          </w:rPr>
          <w:t xml:space="preserve">, </w:t>
        </w:r>
      </w:hyperlink>
      <w:hyperlink r:id="rId161">
        <w:r>
          <w:rPr>
            <w:i/>
            <w:color w:val="000000"/>
          </w:rPr>
          <w:t>8</w:t>
        </w:r>
      </w:hyperlink>
      <w:hyperlink r:id="rId162">
        <w:r>
          <w:rPr>
            <w:color w:val="000000"/>
          </w:rPr>
          <w:t xml:space="preserve">(2), 1533–1540. </w:t>
        </w:r>
      </w:hyperlink>
      <w:hyperlink r:id="rId163">
        <w:r>
          <w:rPr>
            <w:color w:val="000000"/>
          </w:rPr>
          <w:t>https://www.academia.edu/download/72505812/IJDOS_2377_8075_08_2026.pdf</w:t>
        </w:r>
      </w:hyperlink>
    </w:p>
    <w:p w14:paraId="73D563F5" w14:textId="77777777" w:rsidR="00C8391F" w:rsidRDefault="00F54E4E" w:rsidP="002C3F00">
      <w:pPr>
        <w:pStyle w:val="Reference"/>
        <w:rPr>
          <w:color w:val="000000"/>
        </w:rPr>
      </w:pPr>
      <w:hyperlink r:id="rId164">
        <w:r>
          <w:rPr>
            <w:color w:val="000000"/>
          </w:rPr>
          <w:t xml:space="preserve">Kerch, G. (2015). The potential of chitosan and its derivatives in prevention and treatment of age-related diseases. </w:t>
        </w:r>
      </w:hyperlink>
      <w:hyperlink r:id="rId165">
        <w:r>
          <w:rPr>
            <w:i/>
            <w:color w:val="000000"/>
          </w:rPr>
          <w:t>Marine Drugs</w:t>
        </w:r>
      </w:hyperlink>
      <w:hyperlink r:id="rId166">
        <w:r>
          <w:rPr>
            <w:color w:val="000000"/>
          </w:rPr>
          <w:t xml:space="preserve">, </w:t>
        </w:r>
      </w:hyperlink>
      <w:hyperlink r:id="rId167">
        <w:r>
          <w:rPr>
            <w:i/>
            <w:color w:val="000000"/>
          </w:rPr>
          <w:t>13</w:t>
        </w:r>
      </w:hyperlink>
      <w:hyperlink r:id="rId168">
        <w:r>
          <w:rPr>
            <w:color w:val="000000"/>
          </w:rPr>
          <w:t>(4), 2158–2182. https://doi.org/</w:t>
        </w:r>
      </w:hyperlink>
      <w:hyperlink r:id="rId169">
        <w:r>
          <w:rPr>
            <w:color w:val="000000"/>
          </w:rPr>
          <w:t>10.3390/md13042158</w:t>
        </w:r>
      </w:hyperlink>
    </w:p>
    <w:p w14:paraId="5C68A36A" w14:textId="77777777" w:rsidR="00C8391F" w:rsidRDefault="00F54E4E" w:rsidP="002C3F00">
      <w:pPr>
        <w:pStyle w:val="Reference"/>
        <w:rPr>
          <w:color w:val="000000"/>
        </w:rPr>
      </w:pPr>
      <w:hyperlink r:id="rId170">
        <w:r>
          <w:rPr>
            <w:color w:val="000000"/>
          </w:rPr>
          <w:t xml:space="preserve">Khan, H. L. A., Sridevi, G., Selvaraj, J., &amp; Preetha, S. (2021). In vitro Anti-inflammatory Properties in Various Extracts (Ethanol, Chloroform and Aqueous) of Kaempferia galanga Linn Rhizome. </w:t>
        </w:r>
      </w:hyperlink>
      <w:hyperlink r:id="rId171">
        <w:r>
          <w:rPr>
            <w:i/>
            <w:color w:val="000000"/>
          </w:rPr>
          <w:t>Journal of Pharmaceutical Research International</w:t>
        </w:r>
      </w:hyperlink>
      <w:hyperlink r:id="rId172">
        <w:r>
          <w:rPr>
            <w:color w:val="000000"/>
          </w:rPr>
          <w:t xml:space="preserve">, </w:t>
        </w:r>
      </w:hyperlink>
      <w:hyperlink r:id="rId173">
        <w:r>
          <w:rPr>
            <w:i/>
            <w:color w:val="000000"/>
          </w:rPr>
          <w:t>33</w:t>
        </w:r>
      </w:hyperlink>
      <w:hyperlink r:id="rId174">
        <w:r>
          <w:rPr>
            <w:color w:val="000000"/>
          </w:rPr>
          <w:t xml:space="preserve">(47B), 476–481. </w:t>
        </w:r>
      </w:hyperlink>
      <w:hyperlink r:id="rId175">
        <w:r>
          <w:rPr>
            <w:color w:val="000000"/>
          </w:rPr>
          <w:t>https://www.academia.edu/download/92673105/62398.pdf</w:t>
        </w:r>
      </w:hyperlink>
    </w:p>
    <w:p w14:paraId="35520BA0" w14:textId="77777777" w:rsidR="00C8391F" w:rsidRDefault="00F54E4E" w:rsidP="002C3F00">
      <w:pPr>
        <w:pStyle w:val="Reference"/>
        <w:rPr>
          <w:color w:val="000000"/>
        </w:rPr>
      </w:pPr>
      <w:hyperlink r:id="rId176">
        <w:r>
          <w:rPr>
            <w:color w:val="000000"/>
          </w:rPr>
          <w:t xml:space="preserve">Kim, S. (2018). Competitive Biological Activities of Chitosan and Its Derivatives: Antimicrobial, Antioxidant, Anticancer, and Anti-Inflammatory Activities. </w:t>
        </w:r>
      </w:hyperlink>
      <w:hyperlink r:id="rId177">
        <w:r>
          <w:rPr>
            <w:i/>
            <w:color w:val="000000"/>
          </w:rPr>
          <w:t>International Journal of Polymer Science</w:t>
        </w:r>
      </w:hyperlink>
      <w:hyperlink r:id="rId178">
        <w:r>
          <w:rPr>
            <w:color w:val="000000"/>
          </w:rPr>
          <w:t xml:space="preserve">, </w:t>
        </w:r>
      </w:hyperlink>
      <w:hyperlink r:id="rId179">
        <w:r>
          <w:rPr>
            <w:i/>
            <w:color w:val="000000"/>
          </w:rPr>
          <w:t>2018</w:t>
        </w:r>
      </w:hyperlink>
      <w:hyperlink r:id="rId180">
        <w:r>
          <w:rPr>
            <w:color w:val="000000"/>
          </w:rPr>
          <w:t>. https://doi.org/</w:t>
        </w:r>
      </w:hyperlink>
      <w:hyperlink r:id="rId181">
        <w:r>
          <w:rPr>
            <w:color w:val="000000"/>
          </w:rPr>
          <w:t>10.1155/2018/1708172</w:t>
        </w:r>
      </w:hyperlink>
    </w:p>
    <w:p w14:paraId="2794C51B" w14:textId="77777777" w:rsidR="00C8391F" w:rsidRDefault="00F54E4E" w:rsidP="002C3F00">
      <w:pPr>
        <w:pStyle w:val="Reference"/>
        <w:rPr>
          <w:color w:val="000000"/>
        </w:rPr>
      </w:pPr>
      <w:hyperlink r:id="rId182">
        <w:r>
          <w:rPr>
            <w:color w:val="000000"/>
          </w:rPr>
          <w:t xml:space="preserve">Kołakowski, A., Kurzyna, P. F., Bzdęga, W., Żywno, H., Harasim-Symbor, E., Chabowski, A., &amp; Konstantynowicz-Nowicka, K. (2021). Influence of vitamin K2 on lipid precursors of inflammation and fatty acids pathway activities in HepG2 cells. </w:t>
        </w:r>
      </w:hyperlink>
      <w:hyperlink r:id="rId183">
        <w:r>
          <w:rPr>
            <w:i/>
            <w:color w:val="000000"/>
          </w:rPr>
          <w:t>European Journal of Cell Biology</w:t>
        </w:r>
      </w:hyperlink>
      <w:hyperlink r:id="rId184">
        <w:r>
          <w:rPr>
            <w:color w:val="000000"/>
          </w:rPr>
          <w:t xml:space="preserve">, </w:t>
        </w:r>
      </w:hyperlink>
      <w:hyperlink r:id="rId185">
        <w:r>
          <w:rPr>
            <w:i/>
            <w:color w:val="000000"/>
          </w:rPr>
          <w:t>100</w:t>
        </w:r>
      </w:hyperlink>
      <w:hyperlink r:id="rId186">
        <w:r>
          <w:rPr>
            <w:color w:val="000000"/>
          </w:rPr>
          <w:t>(7-8), 151188. https://doi.org/</w:t>
        </w:r>
      </w:hyperlink>
      <w:hyperlink r:id="rId187">
        <w:r>
          <w:rPr>
            <w:color w:val="000000"/>
          </w:rPr>
          <w:t>10.1016/j.ejcb.2021.151188</w:t>
        </w:r>
      </w:hyperlink>
    </w:p>
    <w:p w14:paraId="115A5755" w14:textId="77777777" w:rsidR="00C8391F" w:rsidRDefault="00F54E4E" w:rsidP="002C3F00">
      <w:pPr>
        <w:pStyle w:val="Reference"/>
        <w:rPr>
          <w:color w:val="000000"/>
        </w:rPr>
      </w:pPr>
      <w:hyperlink r:id="rId188">
        <w:r>
          <w:rPr>
            <w:color w:val="000000"/>
          </w:rPr>
          <w:t xml:space="preserve">Kumar, I. L., &amp; Ramesh, S. (2021). Knowledge, Attitude and Practices (KAP) survey of shade selection for indirect veneers. </w:t>
        </w:r>
      </w:hyperlink>
      <w:hyperlink r:id="rId189">
        <w:r>
          <w:rPr>
            <w:i/>
            <w:color w:val="000000"/>
          </w:rPr>
          <w:t>Int J Dent Oral Sci</w:t>
        </w:r>
      </w:hyperlink>
      <w:hyperlink r:id="rId190">
        <w:r>
          <w:rPr>
            <w:color w:val="000000"/>
          </w:rPr>
          <w:t xml:space="preserve">, </w:t>
        </w:r>
      </w:hyperlink>
      <w:hyperlink r:id="rId191">
        <w:r>
          <w:rPr>
            <w:i/>
            <w:color w:val="000000"/>
          </w:rPr>
          <w:t>26</w:t>
        </w:r>
      </w:hyperlink>
      <w:hyperlink r:id="rId192">
        <w:r>
          <w:rPr>
            <w:color w:val="000000"/>
          </w:rPr>
          <w:t xml:space="preserve">, 2856–2864. </w:t>
        </w:r>
      </w:hyperlink>
      <w:hyperlink r:id="rId193">
        <w:r>
          <w:rPr>
            <w:color w:val="000000"/>
          </w:rPr>
          <w:t>https://www.researchgate.net/profile/Sindhu-Ramesh/publication/353259903_Knowledge_Attitude_And_Practices_KAP_Survey_Of_Shade_Selection_For_Indirect_Veneers/links/60efe4d60859317dbde2f353/Knowledge-Attitude-And-Practices-KAP-Survey-Of-Shade-Selection-For-Indirect-Veneers.pdf</w:t>
        </w:r>
      </w:hyperlink>
    </w:p>
    <w:p w14:paraId="51D50609" w14:textId="77777777" w:rsidR="00C8391F" w:rsidRDefault="00F54E4E" w:rsidP="002C3F00">
      <w:pPr>
        <w:pStyle w:val="Reference"/>
        <w:rPr>
          <w:color w:val="000000"/>
        </w:rPr>
      </w:pPr>
      <w:hyperlink r:id="rId194">
        <w:r>
          <w:rPr>
            <w:color w:val="000000"/>
          </w:rPr>
          <w:t xml:space="preserve">Li, Y., Chen, J. P., Duan, L., &amp; Li, S. (2018). Effect of vitamin K2 on type 2 diabetes mellitus: A review. </w:t>
        </w:r>
      </w:hyperlink>
      <w:hyperlink r:id="rId195">
        <w:r>
          <w:rPr>
            <w:i/>
            <w:color w:val="000000"/>
          </w:rPr>
          <w:t>Diabetes Research and Clinical Practice</w:t>
        </w:r>
      </w:hyperlink>
      <w:hyperlink r:id="rId196">
        <w:r>
          <w:rPr>
            <w:color w:val="000000"/>
          </w:rPr>
          <w:t xml:space="preserve">, </w:t>
        </w:r>
      </w:hyperlink>
      <w:hyperlink r:id="rId197">
        <w:r>
          <w:rPr>
            <w:i/>
            <w:color w:val="000000"/>
          </w:rPr>
          <w:t>136</w:t>
        </w:r>
      </w:hyperlink>
      <w:hyperlink r:id="rId198">
        <w:r>
          <w:rPr>
            <w:color w:val="000000"/>
          </w:rPr>
          <w:t>, 39–51. https://doi.org/</w:t>
        </w:r>
      </w:hyperlink>
      <w:hyperlink r:id="rId199">
        <w:r>
          <w:rPr>
            <w:color w:val="000000"/>
          </w:rPr>
          <w:t>10.1016/j.diabres.2017.11.020</w:t>
        </w:r>
      </w:hyperlink>
    </w:p>
    <w:p w14:paraId="74555CE9" w14:textId="77777777" w:rsidR="00C8391F" w:rsidRDefault="00F54E4E" w:rsidP="002C3F00">
      <w:pPr>
        <w:pStyle w:val="Reference"/>
        <w:rPr>
          <w:color w:val="000000"/>
        </w:rPr>
      </w:pPr>
      <w:hyperlink r:id="rId200">
        <w:r>
          <w:rPr>
            <w:color w:val="000000"/>
          </w:rPr>
          <w:t xml:space="preserve">Mizushima, Y. (1966). SCREENING TEST FOR ANTIRHEUMATIC DRUGS. </w:t>
        </w:r>
      </w:hyperlink>
      <w:hyperlink r:id="rId201">
        <w:r>
          <w:rPr>
            <w:i/>
            <w:color w:val="000000"/>
          </w:rPr>
          <w:t>The Lancet</w:t>
        </w:r>
      </w:hyperlink>
      <w:hyperlink r:id="rId202">
        <w:r>
          <w:rPr>
            <w:color w:val="000000"/>
          </w:rPr>
          <w:t xml:space="preserve">, </w:t>
        </w:r>
      </w:hyperlink>
      <w:hyperlink r:id="rId203">
        <w:r>
          <w:rPr>
            <w:i/>
            <w:color w:val="000000"/>
          </w:rPr>
          <w:t>288</w:t>
        </w:r>
      </w:hyperlink>
      <w:hyperlink r:id="rId204">
        <w:r>
          <w:rPr>
            <w:color w:val="000000"/>
          </w:rPr>
          <w:t>(7460), 443. https://doi.org/</w:t>
        </w:r>
      </w:hyperlink>
      <w:hyperlink r:id="rId205">
        <w:r>
          <w:rPr>
            <w:color w:val="000000"/>
          </w:rPr>
          <w:t>10.1016/S0140-6736(66)92756-5</w:t>
        </w:r>
      </w:hyperlink>
    </w:p>
    <w:p w14:paraId="09DA4817" w14:textId="77777777" w:rsidR="00C8391F" w:rsidRDefault="00F54E4E" w:rsidP="002C3F00">
      <w:pPr>
        <w:pStyle w:val="Reference"/>
        <w:rPr>
          <w:color w:val="000000"/>
        </w:rPr>
      </w:pPr>
      <w:hyperlink r:id="rId206">
        <w:r>
          <w:rPr>
            <w:color w:val="000000"/>
          </w:rPr>
          <w:t xml:space="preserve">Mukundh Chaithanya, V., Uma Maheswari, T. N., &amp; Rajesh Kumar, S. (2022). Anti-inflammatory and cytotoxic effect of lycopene and raspberry in-situ gel. </w:t>
        </w:r>
      </w:hyperlink>
      <w:hyperlink r:id="rId207">
        <w:r>
          <w:rPr>
            <w:i/>
            <w:color w:val="000000"/>
          </w:rPr>
          <w:t>Bioinformation</w:t>
        </w:r>
      </w:hyperlink>
      <w:hyperlink r:id="rId208">
        <w:r>
          <w:rPr>
            <w:color w:val="000000"/>
          </w:rPr>
          <w:t xml:space="preserve">, </w:t>
        </w:r>
      </w:hyperlink>
      <w:hyperlink r:id="rId209">
        <w:r>
          <w:rPr>
            <w:i/>
            <w:color w:val="000000"/>
          </w:rPr>
          <w:t>18</w:t>
        </w:r>
      </w:hyperlink>
      <w:hyperlink r:id="rId210">
        <w:r>
          <w:rPr>
            <w:color w:val="000000"/>
          </w:rPr>
          <w:t>(7), 645–650. https://doi.org/</w:t>
        </w:r>
      </w:hyperlink>
      <w:hyperlink r:id="rId211">
        <w:r>
          <w:rPr>
            <w:color w:val="000000"/>
          </w:rPr>
          <w:t>10.6026/97320630018645</w:t>
        </w:r>
      </w:hyperlink>
    </w:p>
    <w:p w14:paraId="160C4E22" w14:textId="77777777" w:rsidR="00C8391F" w:rsidRDefault="00F54E4E" w:rsidP="002C3F00">
      <w:pPr>
        <w:pStyle w:val="Reference"/>
        <w:rPr>
          <w:color w:val="000000"/>
        </w:rPr>
      </w:pPr>
      <w:hyperlink r:id="rId212">
        <w:r>
          <w:rPr>
            <w:color w:val="000000"/>
          </w:rPr>
          <w:t xml:space="preserve">Murugesan, A. (2021). Saravana Dinesh SP evaluation of shear bond strength of ceramic brackets with two different base designs: An in-vitro study. </w:t>
        </w:r>
      </w:hyperlink>
      <w:hyperlink r:id="rId213">
        <w:r>
          <w:rPr>
            <w:i/>
            <w:color w:val="000000"/>
          </w:rPr>
          <w:t>Int J Dentistry Oral Sci</w:t>
        </w:r>
      </w:hyperlink>
      <w:hyperlink r:id="rId214">
        <w:r>
          <w:rPr>
            <w:color w:val="000000"/>
          </w:rPr>
          <w:t xml:space="preserve">. </w:t>
        </w:r>
      </w:hyperlink>
      <w:hyperlink r:id="rId215">
        <w:r>
          <w:rPr>
            <w:color w:val="000000"/>
          </w:rPr>
          <w:t>https://www.academia.edu/download/72981941/IJDOS_2377_8075_08_304.pdf</w:t>
        </w:r>
      </w:hyperlink>
    </w:p>
    <w:p w14:paraId="711E3588" w14:textId="77777777" w:rsidR="00C8391F" w:rsidRDefault="00F54E4E" w:rsidP="002C3F00">
      <w:pPr>
        <w:pStyle w:val="Reference"/>
        <w:rPr>
          <w:color w:val="000000"/>
        </w:rPr>
      </w:pPr>
      <w:hyperlink r:id="rId216">
        <w:r>
          <w:rPr>
            <w:i/>
            <w:color w:val="000000"/>
          </w:rPr>
          <w:t>[No title]</w:t>
        </w:r>
      </w:hyperlink>
      <w:hyperlink r:id="rId217">
        <w:r>
          <w:rPr>
            <w:color w:val="000000"/>
          </w:rPr>
          <w:t xml:space="preserve">. (n.d.). Retrieved October 4, 2023, from </w:t>
        </w:r>
      </w:hyperlink>
      <w:hyperlink r:id="rId218">
        <w:r>
          <w:rPr>
            <w:color w:val="000000"/>
          </w:rPr>
          <w:t>https://www.researchgate.net/profile/Jaiganesh-Ramamurthy/publication/353723507_Evaluation_Of_Antioxidant_And_Anti_Inflammatory_Activity_Of_Grape_Seed_Oil_Infused_With_Silver_Nanoparticles_An_In_Vitro_Study/links/616032d5e7993f536ca55fa0/Evaluation-Of-Antioxidant-And-Anti-Inflammatory-Activity-Of-Grape-Seed-Oil-Infused-With-Silver-Nanoparticles-An-In-Vitro-Study.pdf</w:t>
        </w:r>
      </w:hyperlink>
    </w:p>
    <w:p w14:paraId="2EF891AD" w14:textId="77777777" w:rsidR="00C8391F" w:rsidRDefault="00F54E4E" w:rsidP="002C3F00">
      <w:pPr>
        <w:pStyle w:val="Reference"/>
        <w:rPr>
          <w:color w:val="000000"/>
        </w:rPr>
      </w:pPr>
      <w:hyperlink r:id="rId219">
        <w:r>
          <w:rPr>
            <w:color w:val="000000"/>
          </w:rPr>
          <w:t xml:space="preserve">Opie, E. L. (1962). On the relation of necrosis and inflammation to denaturation of proteins. </w:t>
        </w:r>
      </w:hyperlink>
      <w:hyperlink r:id="rId220">
        <w:r>
          <w:rPr>
            <w:i/>
            <w:color w:val="000000"/>
          </w:rPr>
          <w:t>The Journal of Experimental Medicine</w:t>
        </w:r>
      </w:hyperlink>
      <w:hyperlink r:id="rId221">
        <w:r>
          <w:rPr>
            <w:color w:val="000000"/>
          </w:rPr>
          <w:t xml:space="preserve">, </w:t>
        </w:r>
      </w:hyperlink>
      <w:hyperlink r:id="rId222">
        <w:r>
          <w:rPr>
            <w:i/>
            <w:color w:val="000000"/>
          </w:rPr>
          <w:t>115</w:t>
        </w:r>
      </w:hyperlink>
      <w:hyperlink r:id="rId223">
        <w:r>
          <w:rPr>
            <w:color w:val="000000"/>
          </w:rPr>
          <w:t>(3), 597–608. https://doi.org/</w:t>
        </w:r>
      </w:hyperlink>
      <w:hyperlink r:id="rId224">
        <w:r>
          <w:rPr>
            <w:color w:val="000000"/>
          </w:rPr>
          <w:t>10.1084/jem.115.3.597</w:t>
        </w:r>
      </w:hyperlink>
    </w:p>
    <w:p w14:paraId="10F969A6" w14:textId="77777777" w:rsidR="00C8391F" w:rsidRDefault="00F54E4E" w:rsidP="002C3F00">
      <w:pPr>
        <w:pStyle w:val="Reference"/>
        <w:rPr>
          <w:color w:val="000000"/>
        </w:rPr>
      </w:pPr>
      <w:hyperlink r:id="rId225">
        <w:r>
          <w:rPr>
            <w:color w:val="000000"/>
          </w:rPr>
          <w:t xml:space="preserve">Padarthi, L. C., Anumula, L., Chinni, S. K., Sannapureddy, S., &amp; Govula, K. (2023). Evaluation Composite Restoration Posterior Teeth Proanthocyanidin Pretreatment Liner Using Fédération Dentaire Internationale Criteria: Split-mouth Randomized Controlled Trial. </w:t>
        </w:r>
      </w:hyperlink>
      <w:hyperlink r:id="rId226">
        <w:r>
          <w:rPr>
            <w:i/>
            <w:color w:val="000000"/>
          </w:rPr>
          <w:t>International Journal Prosthodontics Restorative Dentistry</w:t>
        </w:r>
      </w:hyperlink>
      <w:hyperlink r:id="rId227">
        <w:r>
          <w:rPr>
            <w:color w:val="000000"/>
          </w:rPr>
          <w:t xml:space="preserve">, </w:t>
        </w:r>
      </w:hyperlink>
      <w:hyperlink r:id="rId228">
        <w:r>
          <w:rPr>
            <w:i/>
            <w:color w:val="000000"/>
          </w:rPr>
          <w:t>13</w:t>
        </w:r>
      </w:hyperlink>
      <w:hyperlink r:id="rId229">
        <w:r>
          <w:rPr>
            <w:color w:val="000000"/>
          </w:rPr>
          <w:t>(4), 191–200.</w:t>
        </w:r>
      </w:hyperlink>
    </w:p>
    <w:p w14:paraId="4B56C9F0" w14:textId="77777777" w:rsidR="00C8391F" w:rsidRDefault="00F54E4E" w:rsidP="002C3F00">
      <w:pPr>
        <w:pStyle w:val="Reference"/>
        <w:rPr>
          <w:color w:val="000000"/>
        </w:rPr>
      </w:pPr>
      <w:hyperlink r:id="rId230">
        <w:r>
          <w:rPr>
            <w:color w:val="000000"/>
          </w:rPr>
          <w:t xml:space="preserve">Pranati, T., Ranjan, M., &amp; Sandeep, A. H. (2021). Marginal adaptability custom made cast post made different techniques-a literature review. </w:t>
        </w:r>
      </w:hyperlink>
      <w:hyperlink r:id="rId231">
        <w:r>
          <w:rPr>
            <w:i/>
            <w:color w:val="000000"/>
          </w:rPr>
          <w:t>Int J Dentistry Oral Sci</w:t>
        </w:r>
      </w:hyperlink>
      <w:hyperlink r:id="rId232">
        <w:r>
          <w:rPr>
            <w:color w:val="000000"/>
          </w:rPr>
          <w:t xml:space="preserve">, </w:t>
        </w:r>
      </w:hyperlink>
      <w:hyperlink r:id="rId233">
        <w:r>
          <w:rPr>
            <w:i/>
            <w:color w:val="000000"/>
          </w:rPr>
          <w:t>8</w:t>
        </w:r>
      </w:hyperlink>
      <w:hyperlink r:id="rId234">
        <w:r>
          <w:rPr>
            <w:color w:val="000000"/>
          </w:rPr>
          <w:t>(8), 3954–3959.</w:t>
        </w:r>
      </w:hyperlink>
    </w:p>
    <w:p w14:paraId="5B8DE4B6" w14:textId="77777777" w:rsidR="00C8391F" w:rsidRDefault="00F54E4E" w:rsidP="002C3F00">
      <w:pPr>
        <w:pStyle w:val="Reference"/>
        <w:rPr>
          <w:color w:val="000000"/>
        </w:rPr>
      </w:pPr>
      <w:hyperlink r:id="rId235">
        <w:r>
          <w:rPr>
            <w:color w:val="000000"/>
          </w:rPr>
          <w:t xml:space="preserve">Rajeshkumar, S., &amp; Lakshmi, T. (2021). Biomedical potential of zinc oxide nanoparticles synthesized using plant extracts. </w:t>
        </w:r>
      </w:hyperlink>
      <w:hyperlink r:id="rId236">
        <w:r>
          <w:rPr>
            <w:i/>
            <w:color w:val="000000"/>
          </w:rPr>
          <w:t>Int J Dent Oral Sci</w:t>
        </w:r>
      </w:hyperlink>
      <w:hyperlink r:id="rId237">
        <w:r>
          <w:rPr>
            <w:color w:val="000000"/>
          </w:rPr>
          <w:t xml:space="preserve">, </w:t>
        </w:r>
      </w:hyperlink>
      <w:hyperlink r:id="rId238">
        <w:r>
          <w:rPr>
            <w:i/>
            <w:color w:val="000000"/>
          </w:rPr>
          <w:t>8</w:t>
        </w:r>
      </w:hyperlink>
      <w:hyperlink r:id="rId239">
        <w:r>
          <w:rPr>
            <w:color w:val="000000"/>
          </w:rPr>
          <w:t xml:space="preserve">, 4160–4163. </w:t>
        </w:r>
      </w:hyperlink>
      <w:hyperlink r:id="rId240">
        <w:r>
          <w:rPr>
            <w:color w:val="000000"/>
          </w:rPr>
          <w:t>https://www.academia.edu/download/73182974/IJDOS_2377_8075_08_8120.pdf</w:t>
        </w:r>
      </w:hyperlink>
    </w:p>
    <w:p w14:paraId="6D8C02DD" w14:textId="77777777" w:rsidR="00C8391F" w:rsidRDefault="00F54E4E" w:rsidP="002C3F00">
      <w:pPr>
        <w:pStyle w:val="Reference"/>
        <w:rPr>
          <w:color w:val="000000"/>
        </w:rPr>
      </w:pPr>
      <w:hyperlink r:id="rId241">
        <w:r>
          <w:rPr>
            <w:color w:val="000000"/>
          </w:rPr>
          <w:t xml:space="preserve">Ramakrishnan, M., Shanmugam, R., Neeharika, S., Chokkattu, J. J., Thangavelu, L., &amp; Khanna, N. (2023). Anti-inflammatory activity and cytotoxic effect of ginger and Rosemary-mediated titanium oxide nanoparticles-based dental varnish. </w:t>
        </w:r>
      </w:hyperlink>
      <w:hyperlink r:id="rId242">
        <w:r>
          <w:rPr>
            <w:i/>
            <w:color w:val="000000"/>
          </w:rPr>
          <w:t>World Journal of Dentistry</w:t>
        </w:r>
      </w:hyperlink>
      <w:hyperlink r:id="rId243">
        <w:r>
          <w:rPr>
            <w:color w:val="000000"/>
          </w:rPr>
          <w:t xml:space="preserve">, </w:t>
        </w:r>
      </w:hyperlink>
      <w:hyperlink r:id="rId244">
        <w:r>
          <w:rPr>
            <w:i/>
            <w:color w:val="000000"/>
          </w:rPr>
          <w:t>14</w:t>
        </w:r>
      </w:hyperlink>
      <w:hyperlink r:id="rId245">
        <w:r>
          <w:rPr>
            <w:color w:val="000000"/>
          </w:rPr>
          <w:t>(9), 761–765. https://doi.org/</w:t>
        </w:r>
      </w:hyperlink>
      <w:hyperlink r:id="rId246">
        <w:r>
          <w:rPr>
            <w:color w:val="000000"/>
          </w:rPr>
          <w:t>10.5005/jp-journals-10015-2299</w:t>
        </w:r>
      </w:hyperlink>
    </w:p>
    <w:p w14:paraId="2F56D5F1" w14:textId="77777777" w:rsidR="00C8391F" w:rsidRDefault="00F54E4E" w:rsidP="002C3F00">
      <w:pPr>
        <w:pStyle w:val="Reference"/>
        <w:rPr>
          <w:color w:val="000000"/>
        </w:rPr>
      </w:pPr>
      <w:hyperlink r:id="rId247">
        <w:r>
          <w:rPr>
            <w:color w:val="000000"/>
          </w:rPr>
          <w:t xml:space="preserve">Ramesh, S., Tan, C. Y., Aw, K. L., Yeo, W. H., Hamdi, M., Sopyan, I., &amp; Teng, W. D. (2008). Sintering behaviour of hydroxyapatite bioceramics. </w:t>
        </w:r>
      </w:hyperlink>
      <w:hyperlink r:id="rId248">
        <w:r>
          <w:rPr>
            <w:i/>
            <w:color w:val="000000"/>
          </w:rPr>
          <w:t>The Medical Journal of Malaysia</w:t>
        </w:r>
      </w:hyperlink>
      <w:hyperlink r:id="rId249">
        <w:r>
          <w:rPr>
            <w:color w:val="000000"/>
          </w:rPr>
          <w:t xml:space="preserve">, </w:t>
        </w:r>
      </w:hyperlink>
      <w:hyperlink r:id="rId250">
        <w:r>
          <w:rPr>
            <w:i/>
            <w:color w:val="000000"/>
          </w:rPr>
          <w:t>63 Suppl A</w:t>
        </w:r>
      </w:hyperlink>
      <w:hyperlink r:id="rId251">
        <w:r>
          <w:rPr>
            <w:color w:val="000000"/>
          </w:rPr>
          <w:t xml:space="preserve">, 89–90. </w:t>
        </w:r>
      </w:hyperlink>
      <w:hyperlink r:id="rId252">
        <w:r>
          <w:rPr>
            <w:color w:val="000000"/>
          </w:rPr>
          <w:t>https://www.ncbi.nlm.nih.gov/pubmed/19024998</w:t>
        </w:r>
      </w:hyperlink>
    </w:p>
    <w:p w14:paraId="315A498E" w14:textId="77777777" w:rsidR="00F54E4E" w:rsidRDefault="00F54E4E" w:rsidP="002C3F00">
      <w:pPr>
        <w:pStyle w:val="Reference"/>
      </w:pPr>
      <w:r w:rsidRPr="00C0492B">
        <w:t>Saadh, M. J., Rasulova, I., Khalil, M., Farahim, F., Sârbu, I., Ciongradi, C. I.  (2024). Natural killer cell-mediated immune surveillance in cancer: Role of tumor microenvironment. Pathology-Research and Practice, 254, 155120.</w:t>
      </w:r>
      <w:r>
        <w:t xml:space="preserve"> </w:t>
      </w:r>
    </w:p>
    <w:p w14:paraId="6FC49F9B" w14:textId="77777777" w:rsidR="00C8391F" w:rsidRDefault="00F54E4E" w:rsidP="002C3F00">
      <w:pPr>
        <w:pStyle w:val="Reference"/>
        <w:rPr>
          <w:color w:val="000000"/>
        </w:rPr>
      </w:pPr>
      <w:hyperlink r:id="rId253">
        <w:r>
          <w:rPr>
            <w:color w:val="000000"/>
          </w:rPr>
          <w:t xml:space="preserve">Sakthi, S., (2021). Thymus vulgaris mediated selenium nanoparticles, characterization and its antimicrobial activity - an in vitro study. </w:t>
        </w:r>
      </w:hyperlink>
      <w:hyperlink r:id="rId254">
        <w:r>
          <w:rPr>
            <w:i/>
            <w:color w:val="000000"/>
          </w:rPr>
          <w:t>International Journal of Dentistry and Oral Science</w:t>
        </w:r>
      </w:hyperlink>
      <w:hyperlink r:id="rId255">
        <w:r>
          <w:rPr>
            <w:color w:val="000000"/>
          </w:rPr>
          <w:t>, 3516–3521. https://doi.org/</w:t>
        </w:r>
      </w:hyperlink>
      <w:hyperlink r:id="rId256">
        <w:r>
          <w:rPr>
            <w:color w:val="000000"/>
          </w:rPr>
          <w:t>10.19070/2377-8075-21000718</w:t>
        </w:r>
      </w:hyperlink>
    </w:p>
    <w:p w14:paraId="652BE109" w14:textId="77777777" w:rsidR="00C8391F" w:rsidRDefault="00F54E4E" w:rsidP="002C3F00">
      <w:pPr>
        <w:pStyle w:val="Reference"/>
        <w:rPr>
          <w:color w:val="000000"/>
        </w:rPr>
      </w:pPr>
      <w:hyperlink r:id="rId257">
        <w:r>
          <w:rPr>
            <w:color w:val="000000"/>
          </w:rPr>
          <w:t xml:space="preserve">Schmitz, J. P., &amp; Hollinger, J. O. (1986). The critical size defect as an experimental model for craniomandibulofacial nonunions. </w:t>
        </w:r>
      </w:hyperlink>
      <w:hyperlink r:id="rId258">
        <w:r>
          <w:rPr>
            <w:i/>
            <w:color w:val="000000"/>
          </w:rPr>
          <w:t>Clinical Orthopaedics and Related Research</w:t>
        </w:r>
      </w:hyperlink>
      <w:hyperlink r:id="rId259">
        <w:r>
          <w:rPr>
            <w:color w:val="000000"/>
          </w:rPr>
          <w:t xml:space="preserve">, </w:t>
        </w:r>
      </w:hyperlink>
      <w:hyperlink r:id="rId260">
        <w:r>
          <w:rPr>
            <w:i/>
            <w:color w:val="000000"/>
          </w:rPr>
          <w:t>205</w:t>
        </w:r>
      </w:hyperlink>
      <w:hyperlink r:id="rId261">
        <w:r>
          <w:rPr>
            <w:color w:val="000000"/>
          </w:rPr>
          <w:t xml:space="preserve">, 299–308. </w:t>
        </w:r>
      </w:hyperlink>
      <w:hyperlink r:id="rId262">
        <w:r>
          <w:rPr>
            <w:color w:val="000000"/>
          </w:rPr>
          <w:t>https://www.ncbi.nlm.nih.gov/pubmed/3084153</w:t>
        </w:r>
      </w:hyperlink>
    </w:p>
    <w:p w14:paraId="5F650D7B" w14:textId="77777777" w:rsidR="00C8391F" w:rsidRDefault="00F54E4E" w:rsidP="002C3F00">
      <w:pPr>
        <w:pStyle w:val="Reference"/>
        <w:rPr>
          <w:color w:val="000000"/>
        </w:rPr>
      </w:pPr>
      <w:hyperlink r:id="rId263">
        <w:r>
          <w:rPr>
            <w:color w:val="000000"/>
          </w:rPr>
          <w:t xml:space="preserve">Shea, M. K., Booth, S. L., Massaro, J. M., Jacques, P. F., D’Agostino, R. B., Sr, Dawson-Hughes, B., Ordovas, J. M., O’Donnell, C. J., Kathiresan, S., Keaney, J. F., Jr, Vasan, R. S., &amp; Benjamin, E. J. (2008). Vitamin K and vitamin D status: associations with inflammatory markers in the Framingham Offspring Study. </w:t>
        </w:r>
      </w:hyperlink>
      <w:hyperlink r:id="rId264">
        <w:r>
          <w:rPr>
            <w:i/>
            <w:color w:val="000000"/>
          </w:rPr>
          <w:t>American Journal of Epidemiology</w:t>
        </w:r>
      </w:hyperlink>
      <w:hyperlink r:id="rId265">
        <w:r>
          <w:rPr>
            <w:color w:val="000000"/>
          </w:rPr>
          <w:t xml:space="preserve">, </w:t>
        </w:r>
      </w:hyperlink>
      <w:hyperlink r:id="rId266">
        <w:r>
          <w:rPr>
            <w:i/>
            <w:color w:val="000000"/>
          </w:rPr>
          <w:t>167</w:t>
        </w:r>
      </w:hyperlink>
      <w:hyperlink r:id="rId267">
        <w:r>
          <w:rPr>
            <w:color w:val="000000"/>
          </w:rPr>
          <w:t>(3), 313–320. https://doi.org/</w:t>
        </w:r>
      </w:hyperlink>
      <w:hyperlink r:id="rId268">
        <w:r>
          <w:rPr>
            <w:color w:val="000000"/>
          </w:rPr>
          <w:t>10.1093/aje/kwm306</w:t>
        </w:r>
      </w:hyperlink>
    </w:p>
    <w:p w14:paraId="42C30126" w14:textId="77777777" w:rsidR="00C8391F" w:rsidRDefault="00F54E4E" w:rsidP="002C3F00">
      <w:pPr>
        <w:pStyle w:val="Reference"/>
        <w:rPr>
          <w:color w:val="000000"/>
        </w:rPr>
      </w:pPr>
      <w:hyperlink r:id="rId269">
        <w:r>
          <w:rPr>
            <w:color w:val="000000"/>
          </w:rPr>
          <w:t xml:space="preserve">Shenoy, N. D., &amp; Maiti, S. (2023). Evaluation marginal fit CAD/CAM crowns using CBCT digital scanners. </w:t>
        </w:r>
      </w:hyperlink>
      <w:hyperlink r:id="rId270">
        <w:r>
          <w:rPr>
            <w:i/>
            <w:color w:val="000000"/>
          </w:rPr>
          <w:t>Annals Dental Specialty</w:t>
        </w:r>
      </w:hyperlink>
      <w:hyperlink r:id="rId271">
        <w:r>
          <w:rPr>
            <w:color w:val="000000"/>
          </w:rPr>
          <w:t xml:space="preserve">, </w:t>
        </w:r>
      </w:hyperlink>
      <w:hyperlink r:id="rId272">
        <w:r>
          <w:rPr>
            <w:i/>
            <w:color w:val="000000"/>
          </w:rPr>
          <w:t>11</w:t>
        </w:r>
      </w:hyperlink>
      <w:hyperlink r:id="rId273">
        <w:r>
          <w:rPr>
            <w:color w:val="000000"/>
          </w:rPr>
          <w:t>(3-2023), 37–44.</w:t>
        </w:r>
      </w:hyperlink>
    </w:p>
    <w:p w14:paraId="4E0FE3FF" w14:textId="77777777" w:rsidR="00C8391F" w:rsidRDefault="00F54E4E" w:rsidP="002C3F00">
      <w:pPr>
        <w:pStyle w:val="Reference"/>
        <w:rPr>
          <w:color w:val="000000"/>
        </w:rPr>
      </w:pPr>
      <w:hyperlink r:id="rId274">
        <w:r>
          <w:rPr>
            <w:color w:val="000000"/>
          </w:rPr>
          <w:t xml:space="preserve">Sindhu, J. S., Maiti, S., &amp; Nallaswamy, D. (2023). Comparative analysis on efficiency and accuracy of parallel confocal microscopy and three-dimensional in motion video with triangulation technology-based intraoral scanner under influence of moisture and mouth opening - A crossover clinical trial. </w:t>
        </w:r>
      </w:hyperlink>
      <w:hyperlink r:id="rId275">
        <w:r>
          <w:rPr>
            <w:i/>
            <w:color w:val="000000"/>
          </w:rPr>
          <w:t>Journal of Indian Prosthodontic Society</w:t>
        </w:r>
      </w:hyperlink>
      <w:hyperlink r:id="rId276">
        <w:r>
          <w:rPr>
            <w:color w:val="000000"/>
          </w:rPr>
          <w:t xml:space="preserve">, </w:t>
        </w:r>
      </w:hyperlink>
      <w:hyperlink r:id="rId277">
        <w:r>
          <w:rPr>
            <w:i/>
            <w:color w:val="000000"/>
          </w:rPr>
          <w:t>23</w:t>
        </w:r>
      </w:hyperlink>
      <w:hyperlink r:id="rId278">
        <w:r>
          <w:rPr>
            <w:color w:val="000000"/>
          </w:rPr>
          <w:t>(3), 234–243. https://doi.org/</w:t>
        </w:r>
      </w:hyperlink>
      <w:hyperlink r:id="rId279">
        <w:r>
          <w:rPr>
            <w:color w:val="000000"/>
          </w:rPr>
          <w:t>10.4103/jips.jips_65_23</w:t>
        </w:r>
      </w:hyperlink>
    </w:p>
    <w:p w14:paraId="52AA9BA1" w14:textId="77777777" w:rsidR="00C8391F" w:rsidRDefault="00F54E4E" w:rsidP="002C3F00">
      <w:pPr>
        <w:pStyle w:val="Reference"/>
        <w:rPr>
          <w:color w:val="000000"/>
        </w:rPr>
      </w:pPr>
      <w:hyperlink r:id="rId280">
        <w:r>
          <w:rPr>
            <w:color w:val="000000"/>
          </w:rPr>
          <w:t xml:space="preserve">Sindhu, S., Maiti, S., &amp; Nallaswamy, D. (2023). Factors affecting accuracy intraoral scanners-a systematic review. </w:t>
        </w:r>
      </w:hyperlink>
      <w:hyperlink r:id="rId281">
        <w:r>
          <w:rPr>
            <w:i/>
            <w:color w:val="000000"/>
          </w:rPr>
          <w:t>Annals Dental Specialty</w:t>
        </w:r>
      </w:hyperlink>
      <w:hyperlink r:id="rId282">
        <w:r>
          <w:rPr>
            <w:color w:val="000000"/>
          </w:rPr>
          <w:t xml:space="preserve">, </w:t>
        </w:r>
      </w:hyperlink>
      <w:hyperlink r:id="rId283">
        <w:r>
          <w:rPr>
            <w:i/>
            <w:color w:val="000000"/>
          </w:rPr>
          <w:t>11</w:t>
        </w:r>
      </w:hyperlink>
      <w:hyperlink r:id="rId284">
        <w:r>
          <w:rPr>
            <w:color w:val="000000"/>
          </w:rPr>
          <w:t>(1-2023), 40–52.</w:t>
        </w:r>
      </w:hyperlink>
    </w:p>
    <w:p w14:paraId="76216233" w14:textId="77777777" w:rsidR="00C8391F" w:rsidRDefault="00F54E4E" w:rsidP="002C3F00">
      <w:pPr>
        <w:pStyle w:val="Reference"/>
        <w:rPr>
          <w:color w:val="000000"/>
        </w:rPr>
      </w:pPr>
      <w:hyperlink r:id="rId285">
        <w:r>
          <w:rPr>
            <w:color w:val="000000"/>
          </w:rPr>
          <w:t xml:space="preserve">Sreenivasagan, S., Subramanian, A. K., Mohanraj, K. G., &amp; Kumar, R. S. (2023). Assessment of toxicity of Green Synthesized Silver Nanoparticle-coated Titanium Mini-implants with Uncoated Mini-implants: Comparison in an Animal Model Study. </w:t>
        </w:r>
      </w:hyperlink>
      <w:hyperlink r:id="rId286">
        <w:r>
          <w:rPr>
            <w:i/>
            <w:color w:val="000000"/>
          </w:rPr>
          <w:t>The Journal of Contemporary Dental Practice</w:t>
        </w:r>
      </w:hyperlink>
      <w:hyperlink r:id="rId287">
        <w:r>
          <w:rPr>
            <w:color w:val="000000"/>
          </w:rPr>
          <w:t xml:space="preserve">, </w:t>
        </w:r>
      </w:hyperlink>
      <w:hyperlink r:id="rId288">
        <w:r>
          <w:rPr>
            <w:i/>
            <w:color w:val="000000"/>
          </w:rPr>
          <w:t>24</w:t>
        </w:r>
      </w:hyperlink>
      <w:hyperlink r:id="rId289">
        <w:r>
          <w:rPr>
            <w:color w:val="000000"/>
          </w:rPr>
          <w:t>(12), 944–950. https://doi.org/</w:t>
        </w:r>
      </w:hyperlink>
      <w:hyperlink r:id="rId290">
        <w:r>
          <w:rPr>
            <w:color w:val="000000"/>
          </w:rPr>
          <w:t>10.5005/jp-journals-10024-3577</w:t>
        </w:r>
      </w:hyperlink>
    </w:p>
    <w:p w14:paraId="79C14240" w14:textId="77777777" w:rsidR="00C8391F" w:rsidRDefault="00F54E4E" w:rsidP="002C3F00">
      <w:pPr>
        <w:pStyle w:val="Reference"/>
        <w:rPr>
          <w:color w:val="000000"/>
        </w:rPr>
      </w:pPr>
      <w:hyperlink r:id="rId291">
        <w:r>
          <w:rPr>
            <w:color w:val="000000"/>
          </w:rPr>
          <w:t xml:space="preserve">Subramanian, E., Ravindran, V., &amp; Jeevanandan, G. (2021). Comparison of amount of tooth reduction in primary first molar for stainless steel, zirconia and fibre-glass crowns–in-vitro study. </w:t>
        </w:r>
      </w:hyperlink>
      <w:hyperlink r:id="rId292">
        <w:r>
          <w:rPr>
            <w:i/>
            <w:color w:val="000000"/>
          </w:rPr>
          <w:t>International Journal of Dentistry and Oral Science</w:t>
        </w:r>
      </w:hyperlink>
      <w:hyperlink r:id="rId293">
        <w:r>
          <w:rPr>
            <w:color w:val="000000"/>
          </w:rPr>
          <w:t xml:space="preserve">, </w:t>
        </w:r>
      </w:hyperlink>
      <w:hyperlink r:id="rId294">
        <w:r>
          <w:rPr>
            <w:i/>
            <w:color w:val="000000"/>
          </w:rPr>
          <w:t>8</w:t>
        </w:r>
      </w:hyperlink>
      <w:hyperlink r:id="rId295">
        <w:r>
          <w:rPr>
            <w:color w:val="000000"/>
          </w:rPr>
          <w:t xml:space="preserve">(7), 3427–3430. </w:t>
        </w:r>
      </w:hyperlink>
      <w:hyperlink r:id="rId296">
        <w:r>
          <w:rPr>
            <w:color w:val="000000"/>
          </w:rPr>
          <w:t>https://www.academia.edu/download/73139190/IJDOS_2377_8075_08_7103.pdf</w:t>
        </w:r>
      </w:hyperlink>
    </w:p>
    <w:p w14:paraId="061777AE" w14:textId="77777777" w:rsidR="00C8391F" w:rsidRDefault="00F54E4E" w:rsidP="002C3F00">
      <w:pPr>
        <w:pStyle w:val="Reference"/>
        <w:rPr>
          <w:color w:val="000000"/>
        </w:rPr>
      </w:pPr>
      <w:hyperlink r:id="rId297">
        <w:r>
          <w:rPr>
            <w:color w:val="000000"/>
          </w:rPr>
          <w:t xml:space="preserve">Tao, W., Wang, G., Pei, X., Sun, W., &amp; Wang, M. (2022). Chitosan Oligosaccharide Attenuates Lipopolysaccharide-Induced Intestinal Barrier Dysfunction through Suppressing the Inflammatory Response and Oxidative Stress in Mice. </w:t>
        </w:r>
      </w:hyperlink>
      <w:hyperlink r:id="rId298">
        <w:r>
          <w:rPr>
            <w:i/>
            <w:color w:val="000000"/>
          </w:rPr>
          <w:t>Antioxidants (Basel, Switzerland)</w:t>
        </w:r>
      </w:hyperlink>
      <w:hyperlink r:id="rId299">
        <w:r>
          <w:rPr>
            <w:color w:val="000000"/>
          </w:rPr>
          <w:t xml:space="preserve">, </w:t>
        </w:r>
      </w:hyperlink>
      <w:hyperlink r:id="rId300">
        <w:r>
          <w:rPr>
            <w:i/>
            <w:color w:val="000000"/>
          </w:rPr>
          <w:t>11</w:t>
        </w:r>
      </w:hyperlink>
      <w:hyperlink r:id="rId301">
        <w:r>
          <w:rPr>
            <w:color w:val="000000"/>
          </w:rPr>
          <w:t>(7). https://doi.org/</w:t>
        </w:r>
      </w:hyperlink>
      <w:hyperlink r:id="rId302">
        <w:r>
          <w:rPr>
            <w:color w:val="000000"/>
          </w:rPr>
          <w:t>10.3390/antiox11071384</w:t>
        </w:r>
      </w:hyperlink>
    </w:p>
    <w:p w14:paraId="4D570D60" w14:textId="77777777" w:rsidR="00C8391F" w:rsidRDefault="00F54E4E" w:rsidP="002C3F00">
      <w:pPr>
        <w:pStyle w:val="Reference"/>
        <w:rPr>
          <w:color w:val="000000"/>
        </w:rPr>
      </w:pPr>
      <w:hyperlink r:id="rId303">
        <w:r>
          <w:rPr>
            <w:color w:val="000000"/>
          </w:rPr>
          <w:t xml:space="preserve">Tiwari, A., &amp; Jain, R. K. (2021). The effect of motivational and reminder therapy on the compliance of patients wearing fixed appliances. </w:t>
        </w:r>
      </w:hyperlink>
      <w:hyperlink r:id="rId304">
        <w:r>
          <w:rPr>
            <w:i/>
            <w:color w:val="000000"/>
          </w:rPr>
          <w:t>Int J Dent Oral Sci</w:t>
        </w:r>
      </w:hyperlink>
      <w:hyperlink r:id="rId305">
        <w:r>
          <w:rPr>
            <w:color w:val="000000"/>
          </w:rPr>
          <w:t xml:space="preserve">, </w:t>
        </w:r>
      </w:hyperlink>
      <w:hyperlink r:id="rId306">
        <w:r>
          <w:rPr>
            <w:i/>
            <w:color w:val="000000"/>
          </w:rPr>
          <w:t>8</w:t>
        </w:r>
      </w:hyperlink>
      <w:hyperlink r:id="rId307">
        <w:r>
          <w:rPr>
            <w:color w:val="000000"/>
          </w:rPr>
          <w:t xml:space="preserve">(7), 3303–3305. </w:t>
        </w:r>
      </w:hyperlink>
      <w:hyperlink r:id="rId308">
        <w:r>
          <w:rPr>
            <w:color w:val="000000"/>
          </w:rPr>
          <w:t>https://www.academia.edu/download/73131909/IJDOS_2377_8075_08_7079.pdf</w:t>
        </w:r>
      </w:hyperlink>
    </w:p>
    <w:p w14:paraId="1FA8FA70" w14:textId="77777777" w:rsidR="00C8391F" w:rsidRDefault="00F54E4E" w:rsidP="002C3F00">
      <w:pPr>
        <w:pStyle w:val="Reference"/>
        <w:rPr>
          <w:color w:val="000000"/>
        </w:rPr>
      </w:pPr>
      <w:hyperlink r:id="rId309">
        <w:r>
          <w:rPr>
            <w:color w:val="000000"/>
          </w:rPr>
          <w:t xml:space="preserve">Varghese, R., Maliael, M., &amp; Subramanian, A. (2023). Antibacterial activity of nanoparticle-coated orthodontic archwires: A systematic review. </w:t>
        </w:r>
      </w:hyperlink>
      <w:hyperlink r:id="rId310">
        <w:r>
          <w:rPr>
            <w:i/>
            <w:color w:val="000000"/>
          </w:rPr>
          <w:t>Journal of International Oral Health: JIOH</w:t>
        </w:r>
      </w:hyperlink>
      <w:hyperlink r:id="rId311">
        <w:r>
          <w:rPr>
            <w:color w:val="000000"/>
          </w:rPr>
          <w:t xml:space="preserve">, </w:t>
        </w:r>
      </w:hyperlink>
      <w:hyperlink r:id="rId312">
        <w:r>
          <w:rPr>
            <w:i/>
            <w:color w:val="000000"/>
          </w:rPr>
          <w:t>15</w:t>
        </w:r>
      </w:hyperlink>
      <w:hyperlink r:id="rId313">
        <w:r>
          <w:rPr>
            <w:color w:val="000000"/>
          </w:rPr>
          <w:t>(1), 1. https://doi.org/</w:t>
        </w:r>
      </w:hyperlink>
      <w:hyperlink r:id="rId314">
        <w:r>
          <w:rPr>
            <w:color w:val="000000"/>
          </w:rPr>
          <w:t>10.4103/jioh.jioh_152_22</w:t>
        </w:r>
      </w:hyperlink>
    </w:p>
    <w:p w14:paraId="309C5702" w14:textId="77777777" w:rsidR="00C8391F" w:rsidRDefault="00F54E4E" w:rsidP="002C3F00">
      <w:pPr>
        <w:pStyle w:val="Reference"/>
        <w:rPr>
          <w:color w:val="000000"/>
        </w:rPr>
      </w:pPr>
      <w:hyperlink r:id="rId315">
        <w:r>
          <w:rPr>
            <w:color w:val="000000"/>
          </w:rPr>
          <w:t xml:space="preserve">Vitali, B. (2023). </w:t>
        </w:r>
      </w:hyperlink>
      <w:hyperlink r:id="rId316">
        <w:r>
          <w:rPr>
            <w:i/>
            <w:color w:val="000000"/>
          </w:rPr>
          <w:t>Women in Infectious Agents and Disease: 2022</w:t>
        </w:r>
      </w:hyperlink>
      <w:hyperlink r:id="rId317">
        <w:r>
          <w:rPr>
            <w:color w:val="000000"/>
          </w:rPr>
          <w:t xml:space="preserve">. Frontiers Media SA. </w:t>
        </w:r>
      </w:hyperlink>
      <w:hyperlink r:id="rId318">
        <w:r>
          <w:rPr>
            <w:color w:val="000000"/>
          </w:rPr>
          <w:t>https://play.google.com/store/books/details?id=xLSqEAAAQBAJ</w:t>
        </w:r>
      </w:hyperlink>
    </w:p>
    <w:p w14:paraId="78C2A3AB" w14:textId="77777777" w:rsidR="00C8391F" w:rsidRDefault="00F54E4E" w:rsidP="002C3F00">
      <w:pPr>
        <w:pStyle w:val="Reference"/>
        <w:rPr>
          <w:color w:val="000000"/>
        </w:rPr>
      </w:pPr>
      <w:hyperlink r:id="rId319">
        <w:r>
          <w:rPr>
            <w:color w:val="000000"/>
          </w:rPr>
          <w:t xml:space="preserve">Zhang, M., Miura, T., Suzuki, S., Chiyotanda, M., Tanaka, S., Sugiyama, K., Kawashima, H., &amp; Hirano, T. (2021). Vitamin K2 Suppresses Proliferation and Inflammatory Cytokine Production in Mitogen-Activated Lymphocytes of Atopic Dermatitis Patients through the Inhibition of Mitogen-Activated Protein Kinases. </w:t>
        </w:r>
      </w:hyperlink>
      <w:hyperlink r:id="rId320">
        <w:r>
          <w:rPr>
            <w:i/>
            <w:color w:val="000000"/>
          </w:rPr>
          <w:t>Biological &amp; Pharmaceutical Bulletin</w:t>
        </w:r>
      </w:hyperlink>
      <w:hyperlink r:id="rId321">
        <w:r>
          <w:rPr>
            <w:color w:val="000000"/>
          </w:rPr>
          <w:t xml:space="preserve">, </w:t>
        </w:r>
      </w:hyperlink>
      <w:hyperlink r:id="rId322">
        <w:r>
          <w:rPr>
            <w:i/>
            <w:color w:val="000000"/>
          </w:rPr>
          <w:t>44</w:t>
        </w:r>
      </w:hyperlink>
      <w:hyperlink r:id="rId323">
        <w:r>
          <w:rPr>
            <w:color w:val="000000"/>
          </w:rPr>
          <w:t>(1), 7–17. https://doi.org/</w:t>
        </w:r>
      </w:hyperlink>
      <w:hyperlink r:id="rId324">
        <w:r>
          <w:rPr>
            <w:color w:val="000000"/>
          </w:rPr>
          <w:t>10.1248/bpb.b20-00079</w:t>
        </w:r>
      </w:hyperlink>
    </w:p>
    <w:p w14:paraId="5E0DBCF2" w14:textId="77777777" w:rsidR="00C8391F" w:rsidRDefault="00F54E4E" w:rsidP="002C3F00">
      <w:pPr>
        <w:pStyle w:val="Reference"/>
        <w:rPr>
          <w:color w:val="000000"/>
        </w:rPr>
      </w:pPr>
      <w:r>
        <w:rPr>
          <w:color w:val="000000"/>
        </w:rPr>
        <w:t xml:space="preserve">NivedaRajeshwaran, Jaiganesh Ramamurthy, S Rajeshkumar. Evaluation Of Antioxidant And Anti Inflammatory Activity Of Grape Seed Oil Infused With Silver Nanoparticles An In Vitro Study. Int J Dentistry Oral Sci. 2021;8(7):3318-3322. </w:t>
      </w:r>
      <w:r>
        <w:t>doi: http://dx.doi.org/10.19070/2377-8075-21000676</w:t>
      </w:r>
    </w:p>
    <w:p w14:paraId="50168A6C" w14:textId="77777777" w:rsidR="00C8391F" w:rsidRDefault="00F54E4E" w:rsidP="002C3F00">
      <w:pPr>
        <w:pStyle w:val="Reference"/>
        <w:rPr>
          <w:color w:val="000000"/>
        </w:rPr>
      </w:pPr>
      <w:r>
        <w:rPr>
          <w:color w:val="2E414F"/>
          <w:highlight w:val="white"/>
        </w:rPr>
        <w:t xml:space="preserve">Jayavarsha, V., Rajeshkumar, S., Lakshmi, T., &amp; Sulochana, G. Green Synthesis of Selenium Nanoparticles Study Using Clove and Cumin and Its Anti- Inflammatory Activity. </w:t>
      </w:r>
      <w:r>
        <w:rPr>
          <w:color w:val="2E414F"/>
        </w:rPr>
        <w:t>Journal of Complementary Medicine Research</w:t>
      </w:r>
      <w:r>
        <w:rPr>
          <w:color w:val="2E414F"/>
          <w:highlight w:val="white"/>
        </w:rPr>
        <w:t>. 2022;13(5): 84-9</w:t>
      </w:r>
    </w:p>
    <w:p w14:paraId="0BC92A67" w14:textId="77777777" w:rsidR="00C8391F" w:rsidRDefault="00C8391F">
      <w:pPr>
        <w:widowControl w:val="0"/>
        <w:pBdr>
          <w:top w:val="nil"/>
          <w:left w:val="nil"/>
          <w:bottom w:val="nil"/>
          <w:right w:val="nil"/>
          <w:between w:val="nil"/>
        </w:pBdr>
      </w:pPr>
    </w:p>
    <w:p w14:paraId="31896805" w14:textId="77777777" w:rsidR="002C3F00" w:rsidRDefault="002C3F00">
      <w:pPr>
        <w:widowControl w:val="0"/>
        <w:pBdr>
          <w:top w:val="nil"/>
          <w:left w:val="nil"/>
          <w:bottom w:val="nil"/>
          <w:right w:val="nil"/>
          <w:between w:val="nil"/>
        </w:pBdr>
      </w:pPr>
    </w:p>
    <w:sectPr w:rsidR="002C3F00" w:rsidSect="003416C3">
      <w:pgSz w:w="12240" w:h="15840" w:code="1"/>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C8391F"/>
    <w:rsid w:val="00003106"/>
    <w:rsid w:val="000F37EA"/>
    <w:rsid w:val="002C3F00"/>
    <w:rsid w:val="003416C3"/>
    <w:rsid w:val="00901583"/>
    <w:rsid w:val="009A4B45"/>
    <w:rsid w:val="00A52251"/>
    <w:rsid w:val="00C8391F"/>
    <w:rsid w:val="00DB7646"/>
    <w:rsid w:val="00EA649C"/>
    <w:rsid w:val="00F54E4E"/>
    <w:rsid w:val="00FC6A27"/>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E425CF"/>
  <w15:docId w15:val="{33F4339A-63DC-4F8F-83E3-928E4CAD4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A4B45"/>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9A4B45"/>
    <w:pPr>
      <w:keepNext/>
      <w:spacing w:before="240" w:after="240"/>
      <w:jc w:val="center"/>
      <w:outlineLvl w:val="0"/>
    </w:pPr>
    <w:rPr>
      <w:b/>
      <w:caps/>
    </w:rPr>
  </w:style>
  <w:style w:type="paragraph" w:styleId="Heading2">
    <w:name w:val="heading 2"/>
    <w:basedOn w:val="Normal"/>
    <w:next w:val="Paragraph"/>
    <w:qFormat/>
    <w:rsid w:val="009A4B45"/>
    <w:pPr>
      <w:keepNext/>
      <w:spacing w:before="240" w:after="240"/>
      <w:jc w:val="center"/>
      <w:outlineLvl w:val="1"/>
    </w:pPr>
    <w:rPr>
      <w:b/>
    </w:rPr>
  </w:style>
  <w:style w:type="paragraph" w:styleId="Heading3">
    <w:name w:val="heading 3"/>
    <w:basedOn w:val="Normal"/>
    <w:next w:val="Normal"/>
    <w:qFormat/>
    <w:rsid w:val="009A4B45"/>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9A4B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4B45"/>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FootnoteText">
    <w:name w:val="footnote text"/>
    <w:basedOn w:val="Normal"/>
    <w:link w:val="FootnoteTextChar"/>
    <w:semiHidden/>
    <w:rsid w:val="009A4B45"/>
    <w:rPr>
      <w:sz w:val="16"/>
    </w:rPr>
  </w:style>
  <w:style w:type="character" w:customStyle="1" w:styleId="FootnoteTextChar">
    <w:name w:val="Footnote Text Char"/>
    <w:basedOn w:val="DefaultParagraphFont"/>
    <w:link w:val="FootnoteText"/>
    <w:semiHidden/>
    <w:rsid w:val="00A52251"/>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9A4B45"/>
    <w:pPr>
      <w:spacing w:before="1200"/>
      <w:jc w:val="center"/>
    </w:pPr>
    <w:rPr>
      <w:b/>
      <w:sz w:val="36"/>
    </w:rPr>
  </w:style>
  <w:style w:type="paragraph" w:customStyle="1" w:styleId="AuthorName">
    <w:name w:val="Author Name"/>
    <w:basedOn w:val="Normal"/>
    <w:next w:val="AuthorAffiliation"/>
    <w:rsid w:val="009A4B45"/>
    <w:pPr>
      <w:spacing w:before="360" w:after="360"/>
      <w:jc w:val="center"/>
    </w:pPr>
    <w:rPr>
      <w:sz w:val="28"/>
    </w:rPr>
  </w:style>
  <w:style w:type="paragraph" w:customStyle="1" w:styleId="AuthorAffiliation">
    <w:name w:val="Author Affiliation"/>
    <w:basedOn w:val="Normal"/>
    <w:rsid w:val="009A4B45"/>
    <w:pPr>
      <w:jc w:val="center"/>
    </w:pPr>
    <w:rPr>
      <w:i/>
      <w:sz w:val="20"/>
    </w:rPr>
  </w:style>
  <w:style w:type="paragraph" w:customStyle="1" w:styleId="Abstract">
    <w:name w:val="Abstract"/>
    <w:basedOn w:val="Normal"/>
    <w:next w:val="Heading1"/>
    <w:rsid w:val="009A4B45"/>
    <w:pPr>
      <w:spacing w:before="360" w:after="360"/>
      <w:ind w:left="289" w:right="289"/>
      <w:jc w:val="both"/>
    </w:pPr>
    <w:rPr>
      <w:sz w:val="18"/>
    </w:rPr>
  </w:style>
  <w:style w:type="paragraph" w:customStyle="1" w:styleId="Paragraph">
    <w:name w:val="Paragraph"/>
    <w:basedOn w:val="Normal"/>
    <w:rsid w:val="009A4B45"/>
    <w:pPr>
      <w:ind w:firstLine="284"/>
      <w:jc w:val="both"/>
    </w:pPr>
    <w:rPr>
      <w:sz w:val="20"/>
    </w:rPr>
  </w:style>
  <w:style w:type="character" w:styleId="FootnoteReference">
    <w:name w:val="footnote reference"/>
    <w:semiHidden/>
    <w:rsid w:val="009A4B45"/>
    <w:rPr>
      <w:vertAlign w:val="superscript"/>
    </w:rPr>
  </w:style>
  <w:style w:type="paragraph" w:customStyle="1" w:styleId="Reference">
    <w:name w:val="Reference"/>
    <w:basedOn w:val="Paragraph"/>
    <w:rsid w:val="009A4B45"/>
    <w:pPr>
      <w:numPr>
        <w:numId w:val="14"/>
      </w:numPr>
      <w:ind w:left="426" w:hanging="426"/>
    </w:pPr>
  </w:style>
  <w:style w:type="paragraph" w:customStyle="1" w:styleId="FigureCaption">
    <w:name w:val="Figure Caption"/>
    <w:next w:val="Paragraph"/>
    <w:rsid w:val="009A4B45"/>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9A4B45"/>
    <w:pPr>
      <w:keepNext/>
      <w:ind w:firstLine="0"/>
      <w:jc w:val="center"/>
    </w:pPr>
  </w:style>
  <w:style w:type="paragraph" w:customStyle="1" w:styleId="Equation">
    <w:name w:val="Equation"/>
    <w:basedOn w:val="Paragraph"/>
    <w:rsid w:val="009A4B45"/>
    <w:pPr>
      <w:tabs>
        <w:tab w:val="center" w:pos="4320"/>
        <w:tab w:val="right" w:pos="9242"/>
      </w:tabs>
      <w:ind w:firstLine="0"/>
      <w:jc w:val="center"/>
    </w:pPr>
  </w:style>
  <w:style w:type="paragraph" w:styleId="BalloonText">
    <w:name w:val="Balloon Text"/>
    <w:basedOn w:val="Normal"/>
    <w:link w:val="BalloonTextChar"/>
    <w:rsid w:val="009A4B45"/>
    <w:rPr>
      <w:rFonts w:ascii="Tahoma" w:hAnsi="Tahoma" w:cs="Tahoma"/>
      <w:sz w:val="16"/>
      <w:szCs w:val="16"/>
    </w:rPr>
  </w:style>
  <w:style w:type="character" w:customStyle="1" w:styleId="BalloonTextChar">
    <w:name w:val="Balloon Text Char"/>
    <w:basedOn w:val="DefaultParagraphFont"/>
    <w:link w:val="BalloonText"/>
    <w:rsid w:val="009A4B45"/>
    <w:rPr>
      <w:rFonts w:ascii="Tahoma" w:eastAsia="Times New Roman" w:hAnsi="Tahoma" w:cs="Tahoma"/>
      <w:sz w:val="16"/>
      <w:szCs w:val="16"/>
      <w:lang w:val="en-US"/>
    </w:rPr>
  </w:style>
  <w:style w:type="character" w:styleId="Hyperlink">
    <w:name w:val="Hyperlink"/>
    <w:rsid w:val="009A4B45"/>
    <w:rPr>
      <w:color w:val="0000FF"/>
      <w:u w:val="single"/>
    </w:rPr>
  </w:style>
  <w:style w:type="table" w:styleId="TableGrid">
    <w:name w:val="Table Grid"/>
    <w:basedOn w:val="TableNormal"/>
    <w:rsid w:val="009A4B45"/>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9A4B45"/>
    <w:pPr>
      <w:numPr>
        <w:numId w:val="13"/>
      </w:numPr>
      <w:ind w:left="641" w:hanging="357"/>
    </w:pPr>
  </w:style>
  <w:style w:type="paragraph" w:customStyle="1" w:styleId="AuthorEmail">
    <w:name w:val="Author Email"/>
    <w:basedOn w:val="Normal"/>
    <w:qFormat/>
    <w:rsid w:val="009A4B45"/>
    <w:pPr>
      <w:jc w:val="center"/>
    </w:pPr>
    <w:rPr>
      <w:sz w:val="20"/>
    </w:rPr>
  </w:style>
  <w:style w:type="paragraph" w:styleId="NormalWeb">
    <w:name w:val="Normal (Web)"/>
    <w:basedOn w:val="Normal"/>
    <w:uiPriority w:val="99"/>
    <w:unhideWhenUsed/>
    <w:rsid w:val="009A4B45"/>
    <w:pPr>
      <w:spacing w:before="100" w:beforeAutospacing="1" w:after="100" w:afterAutospacing="1"/>
    </w:pPr>
    <w:rPr>
      <w:szCs w:val="24"/>
      <w:lang w:val="en-GB" w:eastAsia="en-GB"/>
    </w:rPr>
  </w:style>
  <w:style w:type="character" w:styleId="Strong">
    <w:name w:val="Strong"/>
    <w:basedOn w:val="DefaultParagraphFont"/>
    <w:uiPriority w:val="22"/>
    <w:qFormat/>
    <w:rsid w:val="009A4B45"/>
    <w:rPr>
      <w:b/>
      <w:bCs/>
    </w:rPr>
  </w:style>
  <w:style w:type="character" w:styleId="Emphasis">
    <w:name w:val="Emphasis"/>
    <w:basedOn w:val="DefaultParagraphFont"/>
    <w:uiPriority w:val="20"/>
    <w:qFormat/>
    <w:rsid w:val="009A4B45"/>
    <w:rPr>
      <w:i/>
      <w:iCs/>
    </w:rPr>
  </w:style>
  <w:style w:type="paragraph" w:customStyle="1" w:styleId="TableCaption">
    <w:name w:val="Table Caption"/>
    <w:basedOn w:val="FigureCaption"/>
    <w:qFormat/>
    <w:rsid w:val="009A4B45"/>
    <w:rPr>
      <w:szCs w:val="18"/>
    </w:rPr>
  </w:style>
  <w:style w:type="paragraph" w:customStyle="1" w:styleId="Paragraphnumbered">
    <w:name w:val="Paragraph (numbered)"/>
    <w:rsid w:val="009A4B45"/>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9A4B45"/>
    <w:rPr>
      <w:color w:val="808080"/>
      <w:shd w:val="clear" w:color="auto" w:fill="E6E6E6"/>
    </w:rPr>
  </w:style>
  <w:style w:type="paragraph" w:styleId="ListParagraph">
    <w:name w:val="List Paragraph"/>
    <w:basedOn w:val="Normal"/>
    <w:uiPriority w:val="34"/>
    <w:rsid w:val="009A4B45"/>
    <w:pPr>
      <w:ind w:left="720"/>
      <w:contextualSpacing/>
    </w:pPr>
  </w:style>
  <w:style w:type="character" w:styleId="CommentReference">
    <w:name w:val="annotation reference"/>
    <w:basedOn w:val="DefaultParagraphFont"/>
    <w:semiHidden/>
    <w:unhideWhenUsed/>
    <w:rsid w:val="009A4B45"/>
    <w:rPr>
      <w:sz w:val="16"/>
      <w:szCs w:val="16"/>
    </w:rPr>
  </w:style>
  <w:style w:type="paragraph" w:styleId="CommentText">
    <w:name w:val="annotation text"/>
    <w:basedOn w:val="Normal"/>
    <w:link w:val="CommentTextChar"/>
    <w:semiHidden/>
    <w:unhideWhenUsed/>
    <w:rsid w:val="009A4B45"/>
    <w:rPr>
      <w:sz w:val="20"/>
    </w:rPr>
  </w:style>
  <w:style w:type="character" w:customStyle="1" w:styleId="CommentTextChar">
    <w:name w:val="Comment Text Char"/>
    <w:basedOn w:val="DefaultParagraphFont"/>
    <w:link w:val="CommentText"/>
    <w:semiHidden/>
    <w:rsid w:val="009A4B45"/>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9A4B45"/>
    <w:rPr>
      <w:b/>
      <w:bCs/>
    </w:rPr>
  </w:style>
  <w:style w:type="character" w:customStyle="1" w:styleId="CommentSubjectChar">
    <w:name w:val="Comment Subject Char"/>
    <w:basedOn w:val="CommentTextChar"/>
    <w:link w:val="CommentSubject"/>
    <w:semiHidden/>
    <w:rsid w:val="009A4B45"/>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nA8t14/nUEGO" TargetMode="External"/><Relationship Id="rId299" Type="http://schemas.openxmlformats.org/officeDocument/2006/relationships/hyperlink" Target="http://paperpile.com/b/nA8t14/8085G" TargetMode="External"/><Relationship Id="rId21" Type="http://schemas.openxmlformats.org/officeDocument/2006/relationships/image" Target="media/image5.png"/><Relationship Id="rId63" Type="http://schemas.openxmlformats.org/officeDocument/2006/relationships/hyperlink" Target="http://paperpile.com/b/nA8t14/gihga" TargetMode="External"/><Relationship Id="rId159" Type="http://schemas.openxmlformats.org/officeDocument/2006/relationships/hyperlink" Target="http://paperpile.com/b/nA8t14/6oanX" TargetMode="External"/><Relationship Id="rId324" Type="http://schemas.openxmlformats.org/officeDocument/2006/relationships/hyperlink" Target="http://dx.doi.org/10.1248/bpb.b20-00079" TargetMode="External"/><Relationship Id="rId170" Type="http://schemas.openxmlformats.org/officeDocument/2006/relationships/hyperlink" Target="http://paperpile.com/b/nA8t14/uAqkM" TargetMode="External"/><Relationship Id="rId226" Type="http://schemas.openxmlformats.org/officeDocument/2006/relationships/hyperlink" Target="http://paperpile.com/b/nA8t14/SQOAl" TargetMode="External"/><Relationship Id="rId268" Type="http://schemas.openxmlformats.org/officeDocument/2006/relationships/hyperlink" Target="http://dx.doi.org/10.1093/aje/kwm306" TargetMode="External"/><Relationship Id="rId32" Type="http://schemas.openxmlformats.org/officeDocument/2006/relationships/hyperlink" Target="https://paperpile.com/c/nA8t14/srtyS" TargetMode="External"/><Relationship Id="rId74" Type="http://schemas.openxmlformats.org/officeDocument/2006/relationships/hyperlink" Target="http://paperpile.com/b/nA8t14/ULfbN" TargetMode="External"/><Relationship Id="rId128" Type="http://schemas.openxmlformats.org/officeDocument/2006/relationships/hyperlink" Target="http://paperpile.com/b/nA8t14/Cfz59" TargetMode="External"/><Relationship Id="rId5" Type="http://schemas.openxmlformats.org/officeDocument/2006/relationships/hyperlink" Target="mailto:hafsah.shaik987@gmail.com" TargetMode="External"/><Relationship Id="rId181" Type="http://schemas.openxmlformats.org/officeDocument/2006/relationships/hyperlink" Target="http://dx.doi.org/10.1155/2018/1708172" TargetMode="External"/><Relationship Id="rId237" Type="http://schemas.openxmlformats.org/officeDocument/2006/relationships/hyperlink" Target="http://paperpile.com/b/nA8t14/SJopD" TargetMode="External"/><Relationship Id="rId279" Type="http://schemas.openxmlformats.org/officeDocument/2006/relationships/hyperlink" Target="http://dx.doi.org/10.4103/jips.jips_65_23" TargetMode="External"/><Relationship Id="rId43" Type="http://schemas.openxmlformats.org/officeDocument/2006/relationships/hyperlink" Target="https://paperpile.com/c/nA8t14/bjJVp" TargetMode="External"/><Relationship Id="rId139" Type="http://schemas.openxmlformats.org/officeDocument/2006/relationships/hyperlink" Target="http://paperpile.com/b/nA8t14/LXRWH" TargetMode="External"/><Relationship Id="rId290" Type="http://schemas.openxmlformats.org/officeDocument/2006/relationships/hyperlink" Target="http://dx.doi.org/10.5005/jp-journals-10024-3577" TargetMode="External"/><Relationship Id="rId304" Type="http://schemas.openxmlformats.org/officeDocument/2006/relationships/hyperlink" Target="http://paperpile.com/b/nA8t14/WLIi5" TargetMode="External"/><Relationship Id="rId85" Type="http://schemas.openxmlformats.org/officeDocument/2006/relationships/hyperlink" Target="http://paperpile.com/b/nA8t14/dbJDA" TargetMode="External"/><Relationship Id="rId150" Type="http://schemas.openxmlformats.org/officeDocument/2006/relationships/hyperlink" Target="http://paperpile.com/b/nA8t14/Ia91l" TargetMode="External"/><Relationship Id="rId192" Type="http://schemas.openxmlformats.org/officeDocument/2006/relationships/hyperlink" Target="http://paperpile.com/b/nA8t14/OXslE" TargetMode="External"/><Relationship Id="rId206" Type="http://schemas.openxmlformats.org/officeDocument/2006/relationships/hyperlink" Target="http://paperpile.com/b/nA8t14/4vu4I" TargetMode="External"/><Relationship Id="rId248" Type="http://schemas.openxmlformats.org/officeDocument/2006/relationships/hyperlink" Target="http://paperpile.com/b/nA8t14/LPdJv" TargetMode="External"/><Relationship Id="rId12" Type="http://schemas.openxmlformats.org/officeDocument/2006/relationships/hyperlink" Target="https://paperpile.com/c/nA8t14/SCLQg+LPdJv" TargetMode="External"/><Relationship Id="rId108" Type="http://schemas.openxmlformats.org/officeDocument/2006/relationships/hyperlink" Target="http://paperpile.com/b/nA8t14/SCLQg" TargetMode="External"/><Relationship Id="rId315" Type="http://schemas.openxmlformats.org/officeDocument/2006/relationships/hyperlink" Target="http://paperpile.com/b/nA8t14/u1aJS" TargetMode="External"/><Relationship Id="rId54" Type="http://schemas.openxmlformats.org/officeDocument/2006/relationships/hyperlink" Target="http://paperpile.com/b/nA8t14/y3muH" TargetMode="External"/><Relationship Id="rId96" Type="http://schemas.openxmlformats.org/officeDocument/2006/relationships/hyperlink" Target="https://www.academia.edu/59089304/Vitamin_k2_A_Review" TargetMode="External"/><Relationship Id="rId161" Type="http://schemas.openxmlformats.org/officeDocument/2006/relationships/hyperlink" Target="http://paperpile.com/b/nA8t14/6oanX" TargetMode="External"/><Relationship Id="rId217" Type="http://schemas.openxmlformats.org/officeDocument/2006/relationships/hyperlink" Target="http://paperpile.com/b/nA8t14/jE593" TargetMode="External"/><Relationship Id="rId259" Type="http://schemas.openxmlformats.org/officeDocument/2006/relationships/hyperlink" Target="http://paperpile.com/b/nA8t14/63KmH" TargetMode="External"/><Relationship Id="rId23" Type="http://schemas.openxmlformats.org/officeDocument/2006/relationships/image" Target="media/image7.png"/><Relationship Id="rId119" Type="http://schemas.openxmlformats.org/officeDocument/2006/relationships/hyperlink" Target="http://paperpile.com/b/nA8t14/nQAyo" TargetMode="External"/><Relationship Id="rId270" Type="http://schemas.openxmlformats.org/officeDocument/2006/relationships/hyperlink" Target="http://paperpile.com/b/nA8t14/5i2NH" TargetMode="External"/><Relationship Id="rId326" Type="http://schemas.openxmlformats.org/officeDocument/2006/relationships/theme" Target="theme/theme1.xml"/><Relationship Id="rId65" Type="http://schemas.openxmlformats.org/officeDocument/2006/relationships/hyperlink" Target="http://paperpile.com/b/nA8t14/GapT3" TargetMode="External"/><Relationship Id="rId130" Type="http://schemas.openxmlformats.org/officeDocument/2006/relationships/hyperlink" Target="https://www.indianjournals.com/ijor.aspx?target=ijor:rjpt&amp;volume=12&amp;issue=6&amp;article=032" TargetMode="External"/><Relationship Id="rId172" Type="http://schemas.openxmlformats.org/officeDocument/2006/relationships/hyperlink" Target="http://paperpile.com/b/nA8t14/uAqkM" TargetMode="External"/><Relationship Id="rId228" Type="http://schemas.openxmlformats.org/officeDocument/2006/relationships/hyperlink" Target="http://paperpile.com/b/nA8t14/SQOAl" TargetMode="External"/><Relationship Id="rId281" Type="http://schemas.openxmlformats.org/officeDocument/2006/relationships/hyperlink" Target="http://paperpile.com/b/nA8t14/WhVFH" TargetMode="External"/><Relationship Id="rId34" Type="http://schemas.openxmlformats.org/officeDocument/2006/relationships/hyperlink" Target="https://paperpile.com/c/nA8t14/TOvss+YKiFH+4UgNc" TargetMode="External"/><Relationship Id="rId76" Type="http://schemas.openxmlformats.org/officeDocument/2006/relationships/hyperlink" Target="http://dx.doi.org/10.4103/jiaomr.jiaomr_98_21" TargetMode="External"/><Relationship Id="rId141" Type="http://schemas.openxmlformats.org/officeDocument/2006/relationships/hyperlink" Target="http://paperpile.com/b/nA8t14/LXRWH" TargetMode="External"/><Relationship Id="rId7" Type="http://schemas.openxmlformats.org/officeDocument/2006/relationships/hyperlink" Target="https://paperpile.com/c/nA8t14/SQOAl+gihga+dbJDA" TargetMode="External"/><Relationship Id="rId162" Type="http://schemas.openxmlformats.org/officeDocument/2006/relationships/hyperlink" Target="http://paperpile.com/b/nA8t14/6oanX" TargetMode="External"/><Relationship Id="rId183" Type="http://schemas.openxmlformats.org/officeDocument/2006/relationships/hyperlink" Target="http://paperpile.com/b/nA8t14/bjJVp" TargetMode="External"/><Relationship Id="rId218" Type="http://schemas.openxmlformats.org/officeDocument/2006/relationships/hyperlink" Target="https://www.researchgate.net/profile/Jaiganesh-Ramamurthy/publication/353723507_Evaluation_Of_Antioxidant_And_Anti_Inflammatory_Activity_Of_Grape_Seed_Oil_Infused_With_Silver_Nanoparticles_An_In_Vitro_Study/links/616032d5e7993f536ca55fa0/Evaluation-Of-Antioxidant-And-Anti-Inflammatory-Activity-Of-Grape-Seed-Oil-Infused-With-Silver-Nanoparticles-An-In-Vitro-Study.pdf" TargetMode="External"/><Relationship Id="rId239" Type="http://schemas.openxmlformats.org/officeDocument/2006/relationships/hyperlink" Target="http://paperpile.com/b/nA8t14/SJopD" TargetMode="External"/><Relationship Id="rId250" Type="http://schemas.openxmlformats.org/officeDocument/2006/relationships/hyperlink" Target="http://paperpile.com/b/nA8t14/LPdJv" TargetMode="External"/><Relationship Id="rId271" Type="http://schemas.openxmlformats.org/officeDocument/2006/relationships/hyperlink" Target="http://paperpile.com/b/nA8t14/5i2NH" TargetMode="External"/><Relationship Id="rId292" Type="http://schemas.openxmlformats.org/officeDocument/2006/relationships/hyperlink" Target="http://paperpile.com/b/nA8t14/yioZt" TargetMode="External"/><Relationship Id="rId306" Type="http://schemas.openxmlformats.org/officeDocument/2006/relationships/hyperlink" Target="http://paperpile.com/b/nA8t14/WLIi5" TargetMode="External"/><Relationship Id="rId24" Type="http://schemas.openxmlformats.org/officeDocument/2006/relationships/image" Target="media/image8.png"/><Relationship Id="rId45" Type="http://schemas.openxmlformats.org/officeDocument/2006/relationships/hyperlink" Target="https://paperpile.com/c/nA8t14/L5skt+4ULRZ" TargetMode="External"/><Relationship Id="rId66" Type="http://schemas.openxmlformats.org/officeDocument/2006/relationships/hyperlink" Target="http://paperpile.com/b/nA8t14/GapT3" TargetMode="External"/><Relationship Id="rId87" Type="http://schemas.openxmlformats.org/officeDocument/2006/relationships/hyperlink" Target="http://paperpile.com/b/nA8t14/dbJDA" TargetMode="External"/><Relationship Id="rId110" Type="http://schemas.openxmlformats.org/officeDocument/2006/relationships/hyperlink" Target="http://paperpile.com/b/nA8t14/SCLQg" TargetMode="External"/><Relationship Id="rId131" Type="http://schemas.openxmlformats.org/officeDocument/2006/relationships/hyperlink" Target="http://paperpile.com/b/nA8t14/L5skt" TargetMode="External"/><Relationship Id="rId152" Type="http://schemas.openxmlformats.org/officeDocument/2006/relationships/hyperlink" Target="http://paperpile.com/b/nA8t14/EjIvS" TargetMode="External"/><Relationship Id="rId173" Type="http://schemas.openxmlformats.org/officeDocument/2006/relationships/hyperlink" Target="http://paperpile.com/b/nA8t14/uAqkM" TargetMode="External"/><Relationship Id="rId194" Type="http://schemas.openxmlformats.org/officeDocument/2006/relationships/hyperlink" Target="http://paperpile.com/b/nA8t14/qwrjO" TargetMode="External"/><Relationship Id="rId208" Type="http://schemas.openxmlformats.org/officeDocument/2006/relationships/hyperlink" Target="http://paperpile.com/b/nA8t14/4vu4I" TargetMode="External"/><Relationship Id="rId229" Type="http://schemas.openxmlformats.org/officeDocument/2006/relationships/hyperlink" Target="http://paperpile.com/b/nA8t14/SQOAl" TargetMode="External"/><Relationship Id="rId240" Type="http://schemas.openxmlformats.org/officeDocument/2006/relationships/hyperlink" Target="https://www.academia.edu/download/73182974/IJDOS_2377_8075_08_8120.pdf" TargetMode="External"/><Relationship Id="rId261" Type="http://schemas.openxmlformats.org/officeDocument/2006/relationships/hyperlink" Target="http://paperpile.com/b/nA8t14/63KmH" TargetMode="External"/><Relationship Id="rId14" Type="http://schemas.openxmlformats.org/officeDocument/2006/relationships/hyperlink" Target="https://paperpile.com/c/nA8t14/5i2NH+2dWFM+Sv1c2" TargetMode="External"/><Relationship Id="rId35" Type="http://schemas.openxmlformats.org/officeDocument/2006/relationships/hyperlink" Target="https://paperpile.com/c/nA8t14/TOvss+YKiFH+4UgNc" TargetMode="External"/><Relationship Id="rId56" Type="http://schemas.openxmlformats.org/officeDocument/2006/relationships/hyperlink" Target="http://paperpile.com/b/nA8t14/y3muH" TargetMode="External"/><Relationship Id="rId77" Type="http://schemas.openxmlformats.org/officeDocument/2006/relationships/hyperlink" Target="http://paperpile.com/b/nA8t14/pKc1D" TargetMode="External"/><Relationship Id="rId100" Type="http://schemas.openxmlformats.org/officeDocument/2006/relationships/hyperlink" Target="http://dx.doi.org/10.19070/2377-8075-21000846" TargetMode="External"/><Relationship Id="rId282" Type="http://schemas.openxmlformats.org/officeDocument/2006/relationships/hyperlink" Target="http://paperpile.com/b/nA8t14/WhVFH" TargetMode="External"/><Relationship Id="rId317" Type="http://schemas.openxmlformats.org/officeDocument/2006/relationships/hyperlink" Target="http://paperpile.com/b/nA8t14/u1aJS" TargetMode="External"/><Relationship Id="rId8" Type="http://schemas.openxmlformats.org/officeDocument/2006/relationships/hyperlink" Target="https://paperpile.com/c/nA8t14/y3muH+jE593" TargetMode="External"/><Relationship Id="rId98" Type="http://schemas.openxmlformats.org/officeDocument/2006/relationships/hyperlink" Target="http://paperpile.com/b/nA8t14/vTuy9" TargetMode="External"/><Relationship Id="rId121" Type="http://schemas.openxmlformats.org/officeDocument/2006/relationships/hyperlink" Target="http://paperpile.com/b/nA8t14/nQAyo" TargetMode="External"/><Relationship Id="rId142" Type="http://schemas.openxmlformats.org/officeDocument/2006/relationships/hyperlink" Target="http://dx.doi.org/10.1016/j.nantod.2021.101182" TargetMode="External"/><Relationship Id="rId163" Type="http://schemas.openxmlformats.org/officeDocument/2006/relationships/hyperlink" Target="https://www.academia.edu/download/72505812/IJDOS_2377_8075_08_2026.pdf" TargetMode="External"/><Relationship Id="rId184" Type="http://schemas.openxmlformats.org/officeDocument/2006/relationships/hyperlink" Target="http://paperpile.com/b/nA8t14/bjJVp" TargetMode="External"/><Relationship Id="rId219" Type="http://schemas.openxmlformats.org/officeDocument/2006/relationships/hyperlink" Target="http://paperpile.com/b/nA8t14/7jpVY" TargetMode="External"/><Relationship Id="rId230" Type="http://schemas.openxmlformats.org/officeDocument/2006/relationships/hyperlink" Target="http://paperpile.com/b/nA8t14/TOvss" TargetMode="External"/><Relationship Id="rId251" Type="http://schemas.openxmlformats.org/officeDocument/2006/relationships/hyperlink" Target="http://paperpile.com/b/nA8t14/LPdJv" TargetMode="External"/><Relationship Id="rId25" Type="http://schemas.openxmlformats.org/officeDocument/2006/relationships/hyperlink" Target="https://paperpile.com/c/nA8t14/WLIi5+6oanX+W0NkV" TargetMode="External"/><Relationship Id="rId46" Type="http://schemas.openxmlformats.org/officeDocument/2006/relationships/hyperlink" Target="https://paperpile.com/c/nA8t14/TRJqq" TargetMode="External"/><Relationship Id="rId67" Type="http://schemas.openxmlformats.org/officeDocument/2006/relationships/hyperlink" Target="http://paperpile.com/b/nA8t14/GapT3" TargetMode="External"/><Relationship Id="rId272" Type="http://schemas.openxmlformats.org/officeDocument/2006/relationships/hyperlink" Target="http://paperpile.com/b/nA8t14/5i2NH" TargetMode="External"/><Relationship Id="rId293" Type="http://schemas.openxmlformats.org/officeDocument/2006/relationships/hyperlink" Target="http://paperpile.com/b/nA8t14/yioZt" TargetMode="External"/><Relationship Id="rId307" Type="http://schemas.openxmlformats.org/officeDocument/2006/relationships/hyperlink" Target="http://paperpile.com/b/nA8t14/WLIi5" TargetMode="External"/><Relationship Id="rId88" Type="http://schemas.openxmlformats.org/officeDocument/2006/relationships/hyperlink" Target="http://paperpile.com/b/nA8t14/bYyRp" TargetMode="External"/><Relationship Id="rId111" Type="http://schemas.openxmlformats.org/officeDocument/2006/relationships/hyperlink" Target="http://paperpile.com/b/nA8t14/SCLQg" TargetMode="External"/><Relationship Id="rId132" Type="http://schemas.openxmlformats.org/officeDocument/2006/relationships/hyperlink" Target="http://paperpile.com/b/nA8t14/L5skt" TargetMode="External"/><Relationship Id="rId153" Type="http://schemas.openxmlformats.org/officeDocument/2006/relationships/hyperlink" Target="http://paperpile.com/b/nA8t14/EjIvS" TargetMode="External"/><Relationship Id="rId174" Type="http://schemas.openxmlformats.org/officeDocument/2006/relationships/hyperlink" Target="http://paperpile.com/b/nA8t14/uAqkM" TargetMode="External"/><Relationship Id="rId195" Type="http://schemas.openxmlformats.org/officeDocument/2006/relationships/hyperlink" Target="http://paperpile.com/b/nA8t14/qwrjO" TargetMode="External"/><Relationship Id="rId209" Type="http://schemas.openxmlformats.org/officeDocument/2006/relationships/hyperlink" Target="http://paperpile.com/b/nA8t14/4vu4I" TargetMode="External"/><Relationship Id="rId220" Type="http://schemas.openxmlformats.org/officeDocument/2006/relationships/hyperlink" Target="http://paperpile.com/b/nA8t14/7jpVY" TargetMode="External"/><Relationship Id="rId241" Type="http://schemas.openxmlformats.org/officeDocument/2006/relationships/hyperlink" Target="http://paperpile.com/b/nA8t14/2dWFM" TargetMode="External"/><Relationship Id="rId15" Type="http://schemas.openxmlformats.org/officeDocument/2006/relationships/hyperlink" Target="https://paperpile.com/c/nA8t14/fw9TZ+Ia91l+SJopD" TargetMode="External"/><Relationship Id="rId36" Type="http://schemas.openxmlformats.org/officeDocument/2006/relationships/hyperlink" Target="https://paperpile.com/c/nA8t14/TOvss+YKiFH+4UgNc" TargetMode="External"/><Relationship Id="rId57" Type="http://schemas.openxmlformats.org/officeDocument/2006/relationships/hyperlink" Target="http://paperpile.com/b/nA8t14/y3muH" TargetMode="External"/><Relationship Id="rId262" Type="http://schemas.openxmlformats.org/officeDocument/2006/relationships/hyperlink" Target="https://www.ncbi.nlm.nih.gov/pubmed/3084153" TargetMode="External"/><Relationship Id="rId283" Type="http://schemas.openxmlformats.org/officeDocument/2006/relationships/hyperlink" Target="http://paperpile.com/b/nA8t14/WhVFH" TargetMode="External"/><Relationship Id="rId318" Type="http://schemas.openxmlformats.org/officeDocument/2006/relationships/hyperlink" Target="https://play.google.com/store/books/details?id=xLSqEAAAQBAJ" TargetMode="External"/><Relationship Id="rId78" Type="http://schemas.openxmlformats.org/officeDocument/2006/relationships/hyperlink" Target="http://paperpile.com/b/nA8t14/pKc1D" TargetMode="External"/><Relationship Id="rId99" Type="http://schemas.openxmlformats.org/officeDocument/2006/relationships/hyperlink" Target="http://paperpile.com/b/nA8t14/vTuy9" TargetMode="External"/><Relationship Id="rId101" Type="http://schemas.openxmlformats.org/officeDocument/2006/relationships/hyperlink" Target="http://paperpile.com/b/nA8t14/Q2Aqd" TargetMode="External"/><Relationship Id="rId122" Type="http://schemas.openxmlformats.org/officeDocument/2006/relationships/hyperlink" Target="http://paperpile.com/b/nA8t14/nQAyo" TargetMode="External"/><Relationship Id="rId143" Type="http://schemas.openxmlformats.org/officeDocument/2006/relationships/hyperlink" Target="http://paperpile.com/b/nA8t14/srtyS" TargetMode="External"/><Relationship Id="rId164" Type="http://schemas.openxmlformats.org/officeDocument/2006/relationships/hyperlink" Target="http://paperpile.com/b/nA8t14/4ULRZ" TargetMode="External"/><Relationship Id="rId185" Type="http://schemas.openxmlformats.org/officeDocument/2006/relationships/hyperlink" Target="http://paperpile.com/b/nA8t14/bjJVp" TargetMode="External"/><Relationship Id="rId9" Type="http://schemas.openxmlformats.org/officeDocument/2006/relationships/hyperlink" Target="https://paperpile.com/c/nA8t14/y3muH+jE593" TargetMode="External"/><Relationship Id="rId210" Type="http://schemas.openxmlformats.org/officeDocument/2006/relationships/hyperlink" Target="http://paperpile.com/b/nA8t14/4vu4I" TargetMode="External"/><Relationship Id="rId26" Type="http://schemas.openxmlformats.org/officeDocument/2006/relationships/hyperlink" Target="https://paperpile.com/c/nA8t14/WLIi5+6oanX+W0NkV+yioZt" TargetMode="External"/><Relationship Id="rId231" Type="http://schemas.openxmlformats.org/officeDocument/2006/relationships/hyperlink" Target="http://paperpile.com/b/nA8t14/TOvss" TargetMode="External"/><Relationship Id="rId252" Type="http://schemas.openxmlformats.org/officeDocument/2006/relationships/hyperlink" Target="https://www.ncbi.nlm.nih.gov/pubmed/19024998" TargetMode="External"/><Relationship Id="rId273" Type="http://schemas.openxmlformats.org/officeDocument/2006/relationships/hyperlink" Target="http://paperpile.com/b/nA8t14/5i2NH" TargetMode="External"/><Relationship Id="rId294" Type="http://schemas.openxmlformats.org/officeDocument/2006/relationships/hyperlink" Target="http://paperpile.com/b/nA8t14/yioZt" TargetMode="External"/><Relationship Id="rId308" Type="http://schemas.openxmlformats.org/officeDocument/2006/relationships/hyperlink" Target="https://www.academia.edu/download/73131909/IJDOS_2377_8075_08_7079.pdf" TargetMode="External"/><Relationship Id="rId47" Type="http://schemas.openxmlformats.org/officeDocument/2006/relationships/hyperlink" Target="https://paperpile.com/c/nA8t14/8085G" TargetMode="External"/><Relationship Id="rId68" Type="http://schemas.openxmlformats.org/officeDocument/2006/relationships/hyperlink" Target="http://paperpile.com/b/nA8t14/GapT3" TargetMode="External"/><Relationship Id="rId89" Type="http://schemas.openxmlformats.org/officeDocument/2006/relationships/hyperlink" Target="http://paperpile.com/b/nA8t14/bYyRp" TargetMode="External"/><Relationship Id="rId112" Type="http://schemas.openxmlformats.org/officeDocument/2006/relationships/hyperlink" Target="http://dx.doi.org/10.2174/187231309788166398" TargetMode="External"/><Relationship Id="rId133" Type="http://schemas.openxmlformats.org/officeDocument/2006/relationships/hyperlink" Target="http://paperpile.com/b/nA8t14/L5skt" TargetMode="External"/><Relationship Id="rId154" Type="http://schemas.openxmlformats.org/officeDocument/2006/relationships/hyperlink" Target="http://paperpile.com/b/nA8t14/EjIvS" TargetMode="External"/><Relationship Id="rId175" Type="http://schemas.openxmlformats.org/officeDocument/2006/relationships/hyperlink" Target="https://www.academia.edu/download/92673105/62398.pdf" TargetMode="External"/><Relationship Id="rId196" Type="http://schemas.openxmlformats.org/officeDocument/2006/relationships/hyperlink" Target="http://paperpile.com/b/nA8t14/qwrjO" TargetMode="External"/><Relationship Id="rId200" Type="http://schemas.openxmlformats.org/officeDocument/2006/relationships/hyperlink" Target="http://paperpile.com/b/nA8t14/Oo2Q3" TargetMode="External"/><Relationship Id="rId16" Type="http://schemas.openxmlformats.org/officeDocument/2006/relationships/hyperlink" Target="https://paperpile.com/c/nA8t14/qwrjO" TargetMode="External"/><Relationship Id="rId221" Type="http://schemas.openxmlformats.org/officeDocument/2006/relationships/hyperlink" Target="http://paperpile.com/b/nA8t14/7jpVY" TargetMode="External"/><Relationship Id="rId242" Type="http://schemas.openxmlformats.org/officeDocument/2006/relationships/hyperlink" Target="http://paperpile.com/b/nA8t14/2dWFM" TargetMode="External"/><Relationship Id="rId263" Type="http://schemas.openxmlformats.org/officeDocument/2006/relationships/hyperlink" Target="http://paperpile.com/b/nA8t14/qRzP6" TargetMode="External"/><Relationship Id="rId284" Type="http://schemas.openxmlformats.org/officeDocument/2006/relationships/hyperlink" Target="http://paperpile.com/b/nA8t14/WhVFH" TargetMode="External"/><Relationship Id="rId319" Type="http://schemas.openxmlformats.org/officeDocument/2006/relationships/hyperlink" Target="http://paperpile.com/b/nA8t14/CKNgz" TargetMode="External"/><Relationship Id="rId37" Type="http://schemas.openxmlformats.org/officeDocument/2006/relationships/hyperlink" Target="https://paperpile.com/c/nA8t14/TOvss+YKiFH+4UgNc" TargetMode="External"/><Relationship Id="rId58" Type="http://schemas.openxmlformats.org/officeDocument/2006/relationships/hyperlink" Target="http://dx.doi.org/10.3390/nano12244494" TargetMode="External"/><Relationship Id="rId79" Type="http://schemas.openxmlformats.org/officeDocument/2006/relationships/hyperlink" Target="http://paperpile.com/b/nA8t14/pKc1D" TargetMode="External"/><Relationship Id="rId102" Type="http://schemas.openxmlformats.org/officeDocument/2006/relationships/hyperlink" Target="http://paperpile.com/b/nA8t14/Q2Aqd" TargetMode="External"/><Relationship Id="rId123" Type="http://schemas.openxmlformats.org/officeDocument/2006/relationships/hyperlink" Target="http://paperpile.com/b/nA8t14/nQAyo" TargetMode="External"/><Relationship Id="rId144" Type="http://schemas.openxmlformats.org/officeDocument/2006/relationships/hyperlink" Target="http://paperpile.com/b/nA8t14/srtyS" TargetMode="External"/><Relationship Id="rId90" Type="http://schemas.openxmlformats.org/officeDocument/2006/relationships/hyperlink" Target="http://paperpile.com/b/nA8t14/bYyRp" TargetMode="External"/><Relationship Id="rId165" Type="http://schemas.openxmlformats.org/officeDocument/2006/relationships/hyperlink" Target="http://paperpile.com/b/nA8t14/4ULRZ" TargetMode="External"/><Relationship Id="rId186" Type="http://schemas.openxmlformats.org/officeDocument/2006/relationships/hyperlink" Target="http://paperpile.com/b/nA8t14/bjJVp" TargetMode="External"/><Relationship Id="rId211" Type="http://schemas.openxmlformats.org/officeDocument/2006/relationships/hyperlink" Target="http://dx.doi.org/10.6026/97320630018645" TargetMode="External"/><Relationship Id="rId232" Type="http://schemas.openxmlformats.org/officeDocument/2006/relationships/hyperlink" Target="http://paperpile.com/b/nA8t14/TOvss" TargetMode="External"/><Relationship Id="rId253" Type="http://schemas.openxmlformats.org/officeDocument/2006/relationships/hyperlink" Target="http://paperpile.com/b/nA8t14/YKiFH" TargetMode="External"/><Relationship Id="rId274" Type="http://schemas.openxmlformats.org/officeDocument/2006/relationships/hyperlink" Target="http://paperpile.com/b/nA8t14/Sv1c2" TargetMode="External"/><Relationship Id="rId295" Type="http://schemas.openxmlformats.org/officeDocument/2006/relationships/hyperlink" Target="http://paperpile.com/b/nA8t14/yioZt" TargetMode="External"/><Relationship Id="rId309" Type="http://schemas.openxmlformats.org/officeDocument/2006/relationships/hyperlink" Target="http://paperpile.com/b/nA8t14/fw9TZ" TargetMode="External"/><Relationship Id="rId27" Type="http://schemas.openxmlformats.org/officeDocument/2006/relationships/hyperlink" Target="https://paperpile.com/c/nA8t14/u1aJS+Cfz59" TargetMode="External"/><Relationship Id="rId48" Type="http://schemas.openxmlformats.org/officeDocument/2006/relationships/hyperlink" Target="https://paperpile.com/c/nA8t14/OXslE+nQAyo" TargetMode="External"/><Relationship Id="rId69" Type="http://schemas.openxmlformats.org/officeDocument/2006/relationships/hyperlink" Target="http://paperpile.com/b/nA8t14/GapT3" TargetMode="External"/><Relationship Id="rId113" Type="http://schemas.openxmlformats.org/officeDocument/2006/relationships/hyperlink" Target="http://paperpile.com/b/nA8t14/nUEGO" TargetMode="External"/><Relationship Id="rId134" Type="http://schemas.openxmlformats.org/officeDocument/2006/relationships/hyperlink" Target="http://paperpile.com/b/nA8t14/L5skt" TargetMode="External"/><Relationship Id="rId320" Type="http://schemas.openxmlformats.org/officeDocument/2006/relationships/hyperlink" Target="http://paperpile.com/b/nA8t14/CKNgz" TargetMode="External"/><Relationship Id="rId80" Type="http://schemas.openxmlformats.org/officeDocument/2006/relationships/hyperlink" Target="http://paperpile.com/b/nA8t14/pKc1D" TargetMode="External"/><Relationship Id="rId155" Type="http://schemas.openxmlformats.org/officeDocument/2006/relationships/hyperlink" Target="http://paperpile.com/b/nA8t14/EjIvS" TargetMode="External"/><Relationship Id="rId176" Type="http://schemas.openxmlformats.org/officeDocument/2006/relationships/hyperlink" Target="http://paperpile.com/b/nA8t14/TRJqq" TargetMode="External"/><Relationship Id="rId197" Type="http://schemas.openxmlformats.org/officeDocument/2006/relationships/hyperlink" Target="http://paperpile.com/b/nA8t14/qwrjO" TargetMode="External"/><Relationship Id="rId201" Type="http://schemas.openxmlformats.org/officeDocument/2006/relationships/hyperlink" Target="http://paperpile.com/b/nA8t14/Oo2Q3" TargetMode="External"/><Relationship Id="rId222" Type="http://schemas.openxmlformats.org/officeDocument/2006/relationships/hyperlink" Target="http://paperpile.com/b/nA8t14/7jpVY" TargetMode="External"/><Relationship Id="rId243" Type="http://schemas.openxmlformats.org/officeDocument/2006/relationships/hyperlink" Target="http://paperpile.com/b/nA8t14/2dWFM" TargetMode="External"/><Relationship Id="rId264" Type="http://schemas.openxmlformats.org/officeDocument/2006/relationships/hyperlink" Target="http://paperpile.com/b/nA8t14/qRzP6" TargetMode="External"/><Relationship Id="rId285" Type="http://schemas.openxmlformats.org/officeDocument/2006/relationships/hyperlink" Target="http://paperpile.com/b/nA8t14/SwTQe" TargetMode="External"/><Relationship Id="rId17" Type="http://schemas.openxmlformats.org/officeDocument/2006/relationships/image" Target="media/image1.png"/><Relationship Id="rId38" Type="http://schemas.openxmlformats.org/officeDocument/2006/relationships/hyperlink" Target="https://paperpile.com/c/nA8t14/TOvss+YKiFH+4UgNc" TargetMode="External"/><Relationship Id="rId59" Type="http://schemas.openxmlformats.org/officeDocument/2006/relationships/hyperlink" Target="http://paperpile.com/b/nA8t14/gihga" TargetMode="External"/><Relationship Id="rId103" Type="http://schemas.openxmlformats.org/officeDocument/2006/relationships/hyperlink" Target="http://paperpile.com/b/nA8t14/Q2Aqd" TargetMode="External"/><Relationship Id="rId124" Type="http://schemas.openxmlformats.org/officeDocument/2006/relationships/hyperlink" Target="https://www.academia.edu/download/73121996/IJDOS_2377_8075_08_702.pdf" TargetMode="External"/><Relationship Id="rId310" Type="http://schemas.openxmlformats.org/officeDocument/2006/relationships/hyperlink" Target="http://paperpile.com/b/nA8t14/fw9TZ" TargetMode="External"/><Relationship Id="rId70" Type="http://schemas.openxmlformats.org/officeDocument/2006/relationships/hyperlink" Target="http://dx.doi.org/10.4103/2141-9248.139302" TargetMode="External"/><Relationship Id="rId91" Type="http://schemas.openxmlformats.org/officeDocument/2006/relationships/hyperlink" Target="http://paperpile.com/b/nA8t14/bYyRp" TargetMode="External"/><Relationship Id="rId145" Type="http://schemas.openxmlformats.org/officeDocument/2006/relationships/hyperlink" Target="https://www.jocmr.com/?mno=142972" TargetMode="External"/><Relationship Id="rId166" Type="http://schemas.openxmlformats.org/officeDocument/2006/relationships/hyperlink" Target="http://paperpile.com/b/nA8t14/4ULRZ" TargetMode="External"/><Relationship Id="rId187" Type="http://schemas.openxmlformats.org/officeDocument/2006/relationships/hyperlink" Target="http://dx.doi.org/10.1016/j.ejcb.2021.151188" TargetMode="External"/><Relationship Id="rId1" Type="http://schemas.openxmlformats.org/officeDocument/2006/relationships/numbering" Target="numbering.xml"/><Relationship Id="rId212" Type="http://schemas.openxmlformats.org/officeDocument/2006/relationships/hyperlink" Target="http://paperpile.com/b/nA8t14/W0NkV" TargetMode="External"/><Relationship Id="rId233" Type="http://schemas.openxmlformats.org/officeDocument/2006/relationships/hyperlink" Target="http://paperpile.com/b/nA8t14/TOvss" TargetMode="External"/><Relationship Id="rId254" Type="http://schemas.openxmlformats.org/officeDocument/2006/relationships/hyperlink" Target="http://paperpile.com/b/nA8t14/YKiFH" TargetMode="External"/><Relationship Id="rId28" Type="http://schemas.openxmlformats.org/officeDocument/2006/relationships/hyperlink" Target="https://paperpile.com/c/nA8t14/Oo2Q3" TargetMode="External"/><Relationship Id="rId49" Type="http://schemas.openxmlformats.org/officeDocument/2006/relationships/hyperlink" Target="https://paperpile.com/c/nA8t14/vTuy9" TargetMode="External"/><Relationship Id="rId114" Type="http://schemas.openxmlformats.org/officeDocument/2006/relationships/hyperlink" Target="http://paperpile.com/b/nA8t14/nUEGO" TargetMode="External"/><Relationship Id="rId275" Type="http://schemas.openxmlformats.org/officeDocument/2006/relationships/hyperlink" Target="http://paperpile.com/b/nA8t14/Sv1c2" TargetMode="External"/><Relationship Id="rId296" Type="http://schemas.openxmlformats.org/officeDocument/2006/relationships/hyperlink" Target="https://www.academia.edu/download/73139190/IJDOS_2377_8075_08_7103.pdf" TargetMode="External"/><Relationship Id="rId300" Type="http://schemas.openxmlformats.org/officeDocument/2006/relationships/hyperlink" Target="http://paperpile.com/b/nA8t14/8085G" TargetMode="External"/><Relationship Id="rId60" Type="http://schemas.openxmlformats.org/officeDocument/2006/relationships/hyperlink" Target="http://paperpile.com/b/nA8t14/gihga" TargetMode="External"/><Relationship Id="rId81" Type="http://schemas.openxmlformats.org/officeDocument/2006/relationships/hyperlink" Target="http://paperpile.com/b/nA8t14/pKc1D" TargetMode="External"/><Relationship Id="rId135" Type="http://schemas.openxmlformats.org/officeDocument/2006/relationships/hyperlink" Target="http://paperpile.com/b/nA8t14/L5skt" TargetMode="External"/><Relationship Id="rId156" Type="http://schemas.openxmlformats.org/officeDocument/2006/relationships/hyperlink" Target="http://paperpile.com/b/nA8t14/EjIvS" TargetMode="External"/><Relationship Id="rId177" Type="http://schemas.openxmlformats.org/officeDocument/2006/relationships/hyperlink" Target="http://paperpile.com/b/nA8t14/TRJqq" TargetMode="External"/><Relationship Id="rId198" Type="http://schemas.openxmlformats.org/officeDocument/2006/relationships/hyperlink" Target="http://paperpile.com/b/nA8t14/qwrjO" TargetMode="External"/><Relationship Id="rId321" Type="http://schemas.openxmlformats.org/officeDocument/2006/relationships/hyperlink" Target="http://paperpile.com/b/nA8t14/CKNgz" TargetMode="External"/><Relationship Id="rId202" Type="http://schemas.openxmlformats.org/officeDocument/2006/relationships/hyperlink" Target="http://paperpile.com/b/nA8t14/Oo2Q3" TargetMode="External"/><Relationship Id="rId223" Type="http://schemas.openxmlformats.org/officeDocument/2006/relationships/hyperlink" Target="http://paperpile.com/b/nA8t14/7jpVY" TargetMode="External"/><Relationship Id="rId244" Type="http://schemas.openxmlformats.org/officeDocument/2006/relationships/hyperlink" Target="http://paperpile.com/b/nA8t14/2dWFM" TargetMode="External"/><Relationship Id="rId18" Type="http://schemas.openxmlformats.org/officeDocument/2006/relationships/image" Target="media/image2.png"/><Relationship Id="rId39" Type="http://schemas.openxmlformats.org/officeDocument/2006/relationships/hyperlink" Target="https://paperpile.com/c/nA8t14/nUEGO" TargetMode="External"/><Relationship Id="rId265" Type="http://schemas.openxmlformats.org/officeDocument/2006/relationships/hyperlink" Target="http://paperpile.com/b/nA8t14/qRzP6" TargetMode="External"/><Relationship Id="rId286" Type="http://schemas.openxmlformats.org/officeDocument/2006/relationships/hyperlink" Target="http://paperpile.com/b/nA8t14/SwTQe" TargetMode="External"/><Relationship Id="rId50" Type="http://schemas.openxmlformats.org/officeDocument/2006/relationships/hyperlink" Target="https://paperpile.com/c/nA8t14/63KmH+LXRWH" TargetMode="External"/><Relationship Id="rId104" Type="http://schemas.openxmlformats.org/officeDocument/2006/relationships/hyperlink" Target="http://dx.doi.org/10.19070/2377-8075-21000845" TargetMode="External"/><Relationship Id="rId125" Type="http://schemas.openxmlformats.org/officeDocument/2006/relationships/hyperlink" Target="http://paperpile.com/b/nA8t14/Cfz59" TargetMode="External"/><Relationship Id="rId146" Type="http://schemas.openxmlformats.org/officeDocument/2006/relationships/hyperlink" Target="http://paperpile.com/b/nA8t14/Ia91l" TargetMode="External"/><Relationship Id="rId167" Type="http://schemas.openxmlformats.org/officeDocument/2006/relationships/hyperlink" Target="http://paperpile.com/b/nA8t14/4ULRZ" TargetMode="External"/><Relationship Id="rId188" Type="http://schemas.openxmlformats.org/officeDocument/2006/relationships/hyperlink" Target="http://paperpile.com/b/nA8t14/OXslE" TargetMode="External"/><Relationship Id="rId311" Type="http://schemas.openxmlformats.org/officeDocument/2006/relationships/hyperlink" Target="http://paperpile.com/b/nA8t14/fw9TZ" TargetMode="External"/><Relationship Id="rId71" Type="http://schemas.openxmlformats.org/officeDocument/2006/relationships/hyperlink" Target="http://paperpile.com/b/nA8t14/ULfbN" TargetMode="External"/><Relationship Id="rId92" Type="http://schemas.openxmlformats.org/officeDocument/2006/relationships/hyperlink" Target="http://paperpile.com/b/nA8t14/bYyRp" TargetMode="External"/><Relationship Id="rId213" Type="http://schemas.openxmlformats.org/officeDocument/2006/relationships/hyperlink" Target="http://paperpile.com/b/nA8t14/W0NkV" TargetMode="External"/><Relationship Id="rId234" Type="http://schemas.openxmlformats.org/officeDocument/2006/relationships/hyperlink" Target="http://paperpile.com/b/nA8t14/TOvss" TargetMode="External"/><Relationship Id="rId2" Type="http://schemas.openxmlformats.org/officeDocument/2006/relationships/styles" Target="styles.xml"/><Relationship Id="rId29" Type="http://schemas.openxmlformats.org/officeDocument/2006/relationships/hyperlink" Target="https://paperpile.com/c/nA8t14/7jpVY" TargetMode="External"/><Relationship Id="rId255" Type="http://schemas.openxmlformats.org/officeDocument/2006/relationships/hyperlink" Target="http://paperpile.com/b/nA8t14/YKiFH" TargetMode="External"/><Relationship Id="rId276" Type="http://schemas.openxmlformats.org/officeDocument/2006/relationships/hyperlink" Target="http://paperpile.com/b/nA8t14/Sv1c2" TargetMode="External"/><Relationship Id="rId297" Type="http://schemas.openxmlformats.org/officeDocument/2006/relationships/hyperlink" Target="http://paperpile.com/b/nA8t14/8085G" TargetMode="External"/><Relationship Id="rId40" Type="http://schemas.openxmlformats.org/officeDocument/2006/relationships/hyperlink" Target="https://paperpile.com/c/nA8t14/CKNgz" TargetMode="External"/><Relationship Id="rId115" Type="http://schemas.openxmlformats.org/officeDocument/2006/relationships/hyperlink" Target="http://paperpile.com/b/nA8t14/nUEGO" TargetMode="External"/><Relationship Id="rId136" Type="http://schemas.openxmlformats.org/officeDocument/2006/relationships/hyperlink" Target="http://dx.doi.org/10.3390/pharmaceutics12111038" TargetMode="External"/><Relationship Id="rId157" Type="http://schemas.openxmlformats.org/officeDocument/2006/relationships/hyperlink" Target="http://dx.doi.org/10.3390/nu14204219" TargetMode="External"/><Relationship Id="rId178" Type="http://schemas.openxmlformats.org/officeDocument/2006/relationships/hyperlink" Target="http://paperpile.com/b/nA8t14/TRJqq" TargetMode="External"/><Relationship Id="rId301" Type="http://schemas.openxmlformats.org/officeDocument/2006/relationships/hyperlink" Target="http://paperpile.com/b/nA8t14/8085G" TargetMode="External"/><Relationship Id="rId322" Type="http://schemas.openxmlformats.org/officeDocument/2006/relationships/hyperlink" Target="http://paperpile.com/b/nA8t14/CKNgz" TargetMode="External"/><Relationship Id="rId61" Type="http://schemas.openxmlformats.org/officeDocument/2006/relationships/hyperlink" Target="http://paperpile.com/b/nA8t14/gihga" TargetMode="External"/><Relationship Id="rId82" Type="http://schemas.openxmlformats.org/officeDocument/2006/relationships/hyperlink" Target="http://dx.doi.org/10.18632/oncotarget.23208" TargetMode="External"/><Relationship Id="rId199" Type="http://schemas.openxmlformats.org/officeDocument/2006/relationships/hyperlink" Target="http://dx.doi.org/10.1016/j.diabres.2017.11.020" TargetMode="External"/><Relationship Id="rId203" Type="http://schemas.openxmlformats.org/officeDocument/2006/relationships/hyperlink" Target="http://paperpile.com/b/nA8t14/Oo2Q3" TargetMode="External"/><Relationship Id="rId19" Type="http://schemas.openxmlformats.org/officeDocument/2006/relationships/image" Target="media/image3.png"/><Relationship Id="rId224" Type="http://schemas.openxmlformats.org/officeDocument/2006/relationships/hyperlink" Target="http://dx.doi.org/10.1084/jem.115.3.597" TargetMode="External"/><Relationship Id="rId245" Type="http://schemas.openxmlformats.org/officeDocument/2006/relationships/hyperlink" Target="http://paperpile.com/b/nA8t14/2dWFM" TargetMode="External"/><Relationship Id="rId266" Type="http://schemas.openxmlformats.org/officeDocument/2006/relationships/hyperlink" Target="http://paperpile.com/b/nA8t14/qRzP6" TargetMode="External"/><Relationship Id="rId287" Type="http://schemas.openxmlformats.org/officeDocument/2006/relationships/hyperlink" Target="http://paperpile.com/b/nA8t14/SwTQe" TargetMode="External"/><Relationship Id="rId30" Type="http://schemas.openxmlformats.org/officeDocument/2006/relationships/hyperlink" Target="https://paperpile.com/c/nA8t14/srtyS" TargetMode="External"/><Relationship Id="rId105" Type="http://schemas.openxmlformats.org/officeDocument/2006/relationships/hyperlink" Target="http://paperpile.com/b/nA8t14/4UgNc" TargetMode="External"/><Relationship Id="rId126" Type="http://schemas.openxmlformats.org/officeDocument/2006/relationships/hyperlink" Target="http://paperpile.com/b/nA8t14/Cfz59" TargetMode="External"/><Relationship Id="rId147" Type="http://schemas.openxmlformats.org/officeDocument/2006/relationships/hyperlink" Target="http://paperpile.com/b/nA8t14/Ia91l" TargetMode="External"/><Relationship Id="rId168" Type="http://schemas.openxmlformats.org/officeDocument/2006/relationships/hyperlink" Target="http://paperpile.com/b/nA8t14/4ULRZ" TargetMode="External"/><Relationship Id="rId312" Type="http://schemas.openxmlformats.org/officeDocument/2006/relationships/hyperlink" Target="http://paperpile.com/b/nA8t14/fw9TZ" TargetMode="External"/><Relationship Id="rId51" Type="http://schemas.openxmlformats.org/officeDocument/2006/relationships/hyperlink" Target="https://paperpile.com/c/nA8t14/Q2Aqd" TargetMode="External"/><Relationship Id="rId72" Type="http://schemas.openxmlformats.org/officeDocument/2006/relationships/hyperlink" Target="http://paperpile.com/b/nA8t14/ULfbN" TargetMode="External"/><Relationship Id="rId93" Type="http://schemas.openxmlformats.org/officeDocument/2006/relationships/hyperlink" Target="http://paperpile.com/b/nA8t14/XxnAi" TargetMode="External"/><Relationship Id="rId189" Type="http://schemas.openxmlformats.org/officeDocument/2006/relationships/hyperlink" Target="http://paperpile.com/b/nA8t14/OXslE" TargetMode="External"/><Relationship Id="rId3" Type="http://schemas.openxmlformats.org/officeDocument/2006/relationships/settings" Target="settings.xml"/><Relationship Id="rId214" Type="http://schemas.openxmlformats.org/officeDocument/2006/relationships/hyperlink" Target="http://paperpile.com/b/nA8t14/W0NkV" TargetMode="External"/><Relationship Id="rId235" Type="http://schemas.openxmlformats.org/officeDocument/2006/relationships/hyperlink" Target="http://paperpile.com/b/nA8t14/SJopD" TargetMode="External"/><Relationship Id="rId256" Type="http://schemas.openxmlformats.org/officeDocument/2006/relationships/hyperlink" Target="http://dx.doi.org/10.19070/2377-8075-21000718" TargetMode="External"/><Relationship Id="rId277" Type="http://schemas.openxmlformats.org/officeDocument/2006/relationships/hyperlink" Target="http://paperpile.com/b/nA8t14/Sv1c2" TargetMode="External"/><Relationship Id="rId298" Type="http://schemas.openxmlformats.org/officeDocument/2006/relationships/hyperlink" Target="http://paperpile.com/b/nA8t14/8085G" TargetMode="External"/><Relationship Id="rId116" Type="http://schemas.openxmlformats.org/officeDocument/2006/relationships/hyperlink" Target="http://paperpile.com/b/nA8t14/nUEGO" TargetMode="External"/><Relationship Id="rId137" Type="http://schemas.openxmlformats.org/officeDocument/2006/relationships/hyperlink" Target="http://paperpile.com/b/nA8t14/LXRWH" TargetMode="External"/><Relationship Id="rId158" Type="http://schemas.openxmlformats.org/officeDocument/2006/relationships/hyperlink" Target="http://paperpile.com/b/nA8t14/6oanX" TargetMode="External"/><Relationship Id="rId302" Type="http://schemas.openxmlformats.org/officeDocument/2006/relationships/hyperlink" Target="http://dx.doi.org/10.3390/antiox11071384" TargetMode="External"/><Relationship Id="rId323" Type="http://schemas.openxmlformats.org/officeDocument/2006/relationships/hyperlink" Target="http://paperpile.com/b/nA8t14/CKNgz" TargetMode="External"/><Relationship Id="rId20" Type="http://schemas.openxmlformats.org/officeDocument/2006/relationships/image" Target="media/image4.png"/><Relationship Id="rId41" Type="http://schemas.openxmlformats.org/officeDocument/2006/relationships/hyperlink" Target="https://paperpile.com/c/nA8t14/bjJVp+qRzP6" TargetMode="External"/><Relationship Id="rId62" Type="http://schemas.openxmlformats.org/officeDocument/2006/relationships/hyperlink" Target="http://paperpile.com/b/nA8t14/gihga" TargetMode="External"/><Relationship Id="rId83" Type="http://schemas.openxmlformats.org/officeDocument/2006/relationships/hyperlink" Target="http://paperpile.com/b/nA8t14/dbJDA" TargetMode="External"/><Relationship Id="rId179" Type="http://schemas.openxmlformats.org/officeDocument/2006/relationships/hyperlink" Target="http://paperpile.com/b/nA8t14/TRJqq" TargetMode="External"/><Relationship Id="rId190" Type="http://schemas.openxmlformats.org/officeDocument/2006/relationships/hyperlink" Target="http://paperpile.com/b/nA8t14/OXslE" TargetMode="External"/><Relationship Id="rId204" Type="http://schemas.openxmlformats.org/officeDocument/2006/relationships/hyperlink" Target="http://paperpile.com/b/nA8t14/Oo2Q3" TargetMode="External"/><Relationship Id="rId225" Type="http://schemas.openxmlformats.org/officeDocument/2006/relationships/hyperlink" Target="http://paperpile.com/b/nA8t14/SQOAl" TargetMode="External"/><Relationship Id="rId246" Type="http://schemas.openxmlformats.org/officeDocument/2006/relationships/hyperlink" Target="http://dx.doi.org/10.5005/jp-journals-10015-2299" TargetMode="External"/><Relationship Id="rId267" Type="http://schemas.openxmlformats.org/officeDocument/2006/relationships/hyperlink" Target="http://paperpile.com/b/nA8t14/qRzP6" TargetMode="External"/><Relationship Id="rId288" Type="http://schemas.openxmlformats.org/officeDocument/2006/relationships/hyperlink" Target="http://paperpile.com/b/nA8t14/SwTQe" TargetMode="External"/><Relationship Id="rId106" Type="http://schemas.openxmlformats.org/officeDocument/2006/relationships/hyperlink" Target="http://paperpile.com/b/nA8t14/4UgNc" TargetMode="External"/><Relationship Id="rId127" Type="http://schemas.openxmlformats.org/officeDocument/2006/relationships/hyperlink" Target="http://paperpile.com/b/nA8t14/Cfz59" TargetMode="External"/><Relationship Id="rId313" Type="http://schemas.openxmlformats.org/officeDocument/2006/relationships/hyperlink" Target="http://paperpile.com/b/nA8t14/fw9TZ" TargetMode="External"/><Relationship Id="rId10" Type="http://schemas.openxmlformats.org/officeDocument/2006/relationships/hyperlink" Target="https://paperpile.com/c/nA8t14/y3muH+jE593" TargetMode="External"/><Relationship Id="rId31" Type="http://schemas.openxmlformats.org/officeDocument/2006/relationships/hyperlink" Target="https://paperpile.com/c/nA8t14/srtyS" TargetMode="External"/><Relationship Id="rId52" Type="http://schemas.openxmlformats.org/officeDocument/2006/relationships/hyperlink" Target="https://paperpile.com/c/nA8t14/XxnAi" TargetMode="External"/><Relationship Id="rId73" Type="http://schemas.openxmlformats.org/officeDocument/2006/relationships/hyperlink" Target="http://paperpile.com/b/nA8t14/ULfbN" TargetMode="External"/><Relationship Id="rId94" Type="http://schemas.openxmlformats.org/officeDocument/2006/relationships/hyperlink" Target="http://paperpile.com/b/nA8t14/XxnAi" TargetMode="External"/><Relationship Id="rId148" Type="http://schemas.openxmlformats.org/officeDocument/2006/relationships/hyperlink" Target="http://paperpile.com/b/nA8t14/Ia91l" TargetMode="External"/><Relationship Id="rId169" Type="http://schemas.openxmlformats.org/officeDocument/2006/relationships/hyperlink" Target="http://dx.doi.org/10.3390/md13042158" TargetMode="External"/><Relationship Id="rId4" Type="http://schemas.openxmlformats.org/officeDocument/2006/relationships/webSettings" Target="webSettings.xml"/><Relationship Id="rId180" Type="http://schemas.openxmlformats.org/officeDocument/2006/relationships/hyperlink" Target="http://paperpile.com/b/nA8t14/TRJqq" TargetMode="External"/><Relationship Id="rId215" Type="http://schemas.openxmlformats.org/officeDocument/2006/relationships/hyperlink" Target="https://www.academia.edu/download/72981941/IJDOS_2377_8075_08_304.pdf" TargetMode="External"/><Relationship Id="rId236" Type="http://schemas.openxmlformats.org/officeDocument/2006/relationships/hyperlink" Target="http://paperpile.com/b/nA8t14/SJopD" TargetMode="External"/><Relationship Id="rId257" Type="http://schemas.openxmlformats.org/officeDocument/2006/relationships/hyperlink" Target="http://paperpile.com/b/nA8t14/63KmH" TargetMode="External"/><Relationship Id="rId278" Type="http://schemas.openxmlformats.org/officeDocument/2006/relationships/hyperlink" Target="http://paperpile.com/b/nA8t14/Sv1c2" TargetMode="External"/><Relationship Id="rId303" Type="http://schemas.openxmlformats.org/officeDocument/2006/relationships/hyperlink" Target="http://paperpile.com/b/nA8t14/WLIi5" TargetMode="External"/><Relationship Id="rId42" Type="http://schemas.openxmlformats.org/officeDocument/2006/relationships/hyperlink" Target="https://paperpile.com/c/nA8t14/EjIvS" TargetMode="External"/><Relationship Id="rId84" Type="http://schemas.openxmlformats.org/officeDocument/2006/relationships/hyperlink" Target="http://paperpile.com/b/nA8t14/dbJDA" TargetMode="External"/><Relationship Id="rId138" Type="http://schemas.openxmlformats.org/officeDocument/2006/relationships/hyperlink" Target="http://paperpile.com/b/nA8t14/LXRWH" TargetMode="External"/><Relationship Id="rId191" Type="http://schemas.openxmlformats.org/officeDocument/2006/relationships/hyperlink" Target="http://paperpile.com/b/nA8t14/OXslE" TargetMode="External"/><Relationship Id="rId205" Type="http://schemas.openxmlformats.org/officeDocument/2006/relationships/hyperlink" Target="http://dx.doi.org/10.1016/S0140-6736(66)92756-5" TargetMode="External"/><Relationship Id="rId247" Type="http://schemas.openxmlformats.org/officeDocument/2006/relationships/hyperlink" Target="http://paperpile.com/b/nA8t14/LPdJv" TargetMode="External"/><Relationship Id="rId107" Type="http://schemas.openxmlformats.org/officeDocument/2006/relationships/hyperlink" Target="http://paperpile.com/b/nA8t14/SCLQg" TargetMode="External"/><Relationship Id="rId289" Type="http://schemas.openxmlformats.org/officeDocument/2006/relationships/hyperlink" Target="http://paperpile.com/b/nA8t14/SwTQe" TargetMode="External"/><Relationship Id="rId11" Type="http://schemas.openxmlformats.org/officeDocument/2006/relationships/hyperlink" Target="https://paperpile.com/c/nA8t14/uAqkM" TargetMode="External"/><Relationship Id="rId53" Type="http://schemas.openxmlformats.org/officeDocument/2006/relationships/hyperlink" Target="http://paperpile.com/b/nA8t14/y3muH" TargetMode="External"/><Relationship Id="rId149" Type="http://schemas.openxmlformats.org/officeDocument/2006/relationships/hyperlink" Target="http://paperpile.com/b/nA8t14/Ia91l" TargetMode="External"/><Relationship Id="rId314" Type="http://schemas.openxmlformats.org/officeDocument/2006/relationships/hyperlink" Target="http://dx.doi.org/10.4103/jioh.jioh_152_22" TargetMode="External"/><Relationship Id="rId95" Type="http://schemas.openxmlformats.org/officeDocument/2006/relationships/hyperlink" Target="http://paperpile.com/b/nA8t14/XxnAi" TargetMode="External"/><Relationship Id="rId160" Type="http://schemas.openxmlformats.org/officeDocument/2006/relationships/hyperlink" Target="http://paperpile.com/b/nA8t14/6oanX" TargetMode="External"/><Relationship Id="rId216" Type="http://schemas.openxmlformats.org/officeDocument/2006/relationships/hyperlink" Target="http://paperpile.com/b/nA8t14/jE593" TargetMode="External"/><Relationship Id="rId258" Type="http://schemas.openxmlformats.org/officeDocument/2006/relationships/hyperlink" Target="http://paperpile.com/b/nA8t14/63KmH" TargetMode="External"/><Relationship Id="rId22" Type="http://schemas.openxmlformats.org/officeDocument/2006/relationships/image" Target="media/image6.png"/><Relationship Id="rId64" Type="http://schemas.openxmlformats.org/officeDocument/2006/relationships/hyperlink" Target="http://dx.doi.org/10.5005/jp-journals-10024-3514" TargetMode="External"/><Relationship Id="rId118" Type="http://schemas.openxmlformats.org/officeDocument/2006/relationships/hyperlink" Target="http://dx.doi.org/10.1016/j.bmc.2015.03.070" TargetMode="External"/><Relationship Id="rId325" Type="http://schemas.openxmlformats.org/officeDocument/2006/relationships/fontTable" Target="fontTable.xml"/><Relationship Id="rId171" Type="http://schemas.openxmlformats.org/officeDocument/2006/relationships/hyperlink" Target="http://paperpile.com/b/nA8t14/uAqkM" TargetMode="External"/><Relationship Id="rId227" Type="http://schemas.openxmlformats.org/officeDocument/2006/relationships/hyperlink" Target="http://paperpile.com/b/nA8t14/SQOAl" TargetMode="External"/><Relationship Id="rId269" Type="http://schemas.openxmlformats.org/officeDocument/2006/relationships/hyperlink" Target="http://paperpile.com/b/nA8t14/5i2NH" TargetMode="External"/><Relationship Id="rId33" Type="http://schemas.openxmlformats.org/officeDocument/2006/relationships/hyperlink" Target="https://paperpile.com/c/nA8t14/GapT3+ULfbN" TargetMode="External"/><Relationship Id="rId129" Type="http://schemas.openxmlformats.org/officeDocument/2006/relationships/hyperlink" Target="http://paperpile.com/b/nA8t14/Cfz59" TargetMode="External"/><Relationship Id="rId280" Type="http://schemas.openxmlformats.org/officeDocument/2006/relationships/hyperlink" Target="http://paperpile.com/b/nA8t14/WhVFH" TargetMode="External"/><Relationship Id="rId75" Type="http://schemas.openxmlformats.org/officeDocument/2006/relationships/hyperlink" Target="http://paperpile.com/b/nA8t14/ULfbN" TargetMode="External"/><Relationship Id="rId140" Type="http://schemas.openxmlformats.org/officeDocument/2006/relationships/hyperlink" Target="http://paperpile.com/b/nA8t14/LXRWH" TargetMode="External"/><Relationship Id="rId182" Type="http://schemas.openxmlformats.org/officeDocument/2006/relationships/hyperlink" Target="http://paperpile.com/b/nA8t14/bjJVp" TargetMode="External"/><Relationship Id="rId6" Type="http://schemas.openxmlformats.org/officeDocument/2006/relationships/hyperlink" Target="https://paperpile.com/c/nA8t14/pKc1D" TargetMode="External"/><Relationship Id="rId238" Type="http://schemas.openxmlformats.org/officeDocument/2006/relationships/hyperlink" Target="http://paperpile.com/b/nA8t14/SJopD" TargetMode="External"/><Relationship Id="rId291" Type="http://schemas.openxmlformats.org/officeDocument/2006/relationships/hyperlink" Target="http://paperpile.com/b/nA8t14/yioZt" TargetMode="External"/><Relationship Id="rId305" Type="http://schemas.openxmlformats.org/officeDocument/2006/relationships/hyperlink" Target="http://paperpile.com/b/nA8t14/WLIi5" TargetMode="External"/><Relationship Id="rId44" Type="http://schemas.openxmlformats.org/officeDocument/2006/relationships/hyperlink" Target="https://paperpile.com/c/nA8t14/bjJVp+4vu4I" TargetMode="External"/><Relationship Id="rId86" Type="http://schemas.openxmlformats.org/officeDocument/2006/relationships/hyperlink" Target="http://paperpile.com/b/nA8t14/dbJDA" TargetMode="External"/><Relationship Id="rId151" Type="http://schemas.openxmlformats.org/officeDocument/2006/relationships/hyperlink" Target="https://www.academia.edu/download/73133070/IJDOS_2377_8075_08_7085.pdf" TargetMode="External"/><Relationship Id="rId193" Type="http://schemas.openxmlformats.org/officeDocument/2006/relationships/hyperlink" Target="https://www.researchgate.net/profile/Sindhu-Ramesh/publication/353259903_Knowledge_Attitude_And_Practices_KAP_Survey_Of_Shade_Selection_For_Indirect_Veneers/links/60efe4d60859317dbde2f353/Knowledge-Attitude-And-Practices-KAP-Survey-Of-Shade-Selection-For-Indirect-Veneers.pdf" TargetMode="External"/><Relationship Id="rId207" Type="http://schemas.openxmlformats.org/officeDocument/2006/relationships/hyperlink" Target="http://paperpile.com/b/nA8t14/4vu4I" TargetMode="External"/><Relationship Id="rId249" Type="http://schemas.openxmlformats.org/officeDocument/2006/relationships/hyperlink" Target="http://paperpile.com/b/nA8t14/LPdJv" TargetMode="External"/><Relationship Id="rId13" Type="http://schemas.openxmlformats.org/officeDocument/2006/relationships/hyperlink" Target="https://paperpile.com/c/nA8t14/WhVFH+bYyRp+SwTQe" TargetMode="External"/><Relationship Id="rId109" Type="http://schemas.openxmlformats.org/officeDocument/2006/relationships/hyperlink" Target="http://paperpile.com/b/nA8t14/SCLQg" TargetMode="External"/><Relationship Id="rId260" Type="http://schemas.openxmlformats.org/officeDocument/2006/relationships/hyperlink" Target="http://paperpile.com/b/nA8t14/63KmH" TargetMode="External"/><Relationship Id="rId316" Type="http://schemas.openxmlformats.org/officeDocument/2006/relationships/hyperlink" Target="http://paperpile.com/b/nA8t14/u1aJS" TargetMode="External"/><Relationship Id="rId55" Type="http://schemas.openxmlformats.org/officeDocument/2006/relationships/hyperlink" Target="http://paperpile.com/b/nA8t14/y3muH" TargetMode="External"/><Relationship Id="rId97" Type="http://schemas.openxmlformats.org/officeDocument/2006/relationships/hyperlink" Target="http://paperpile.com/b/nA8t14/vTuy9" TargetMode="External"/><Relationship Id="rId120" Type="http://schemas.openxmlformats.org/officeDocument/2006/relationships/hyperlink" Target="http://paperpile.com/b/nA8t14/nQAy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10</TotalTime>
  <Pages>8</Pages>
  <Words>7682</Words>
  <Characters>43790</Characters>
  <Application>Microsoft Office Word</Application>
  <DocSecurity>0</DocSecurity>
  <Lines>364</Lines>
  <Paragraphs>102</Paragraphs>
  <ScaleCrop>false</ScaleCrop>
  <Company>home</Company>
  <LinksUpToDate>false</LinksUpToDate>
  <CharactersWithSpaces>51370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8</cp:revision>
  <dcterms:created xsi:type="dcterms:W3CDTF">2025-06-21T07:45:00Z</dcterms:created>
  <dcterms:modified xsi:type="dcterms:W3CDTF">2025-10-28T10:23:00Z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e1d5b633-0b33-491d-a2da-624932265864</vt:lpwstr>
  </property>
</Properties>
</file>